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87135" w14:textId="20C528A0" w:rsidR="00FD1AEB" w:rsidRPr="00E22158" w:rsidRDefault="00340164" w:rsidP="00D60A57">
      <w:pPr>
        <w:pStyle w:val="Photoauteur"/>
      </w:pPr>
      <w:r>
        <w:drawing>
          <wp:anchor distT="0" distB="0" distL="114300" distR="114300" simplePos="0" relativeHeight="251659264" behindDoc="0" locked="0" layoutInCell="1" allowOverlap="1" wp14:anchorId="77E14BFF" wp14:editId="2B16B25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440180" cy="10692130"/>
            <wp:effectExtent l="0" t="0" r="0" b="0"/>
            <wp:wrapNone/>
            <wp:docPr id="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6604">
        <w:drawing>
          <wp:inline distT="0" distB="0" distL="0" distR="0" wp14:anchorId="2F5A597F" wp14:editId="209B97E3">
            <wp:extent cx="3962400" cy="6572885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657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BDCAA" w14:textId="77777777" w:rsidR="004D26AA" w:rsidRPr="00E22158" w:rsidRDefault="004D26AA" w:rsidP="00F31BA1">
      <w:pPr>
        <w:pStyle w:val="Auteur"/>
        <w:spacing w:after="1440"/>
      </w:pPr>
      <w:r>
        <w:t>Georges Le Faure</w:t>
      </w:r>
    </w:p>
    <w:p w14:paraId="209D3A81" w14:textId="77777777" w:rsidR="002B3C8B" w:rsidRPr="00F31BA1" w:rsidRDefault="004D26AA" w:rsidP="00F31BA1">
      <w:pPr>
        <w:pStyle w:val="Titrelivre"/>
        <w:spacing w:after="840"/>
        <w:ind w:right="567"/>
        <w:rPr>
          <w:kern w:val="60"/>
          <w:sz w:val="68"/>
          <w:szCs w:val="68"/>
        </w:rPr>
      </w:pPr>
      <w:r w:rsidRPr="00F31BA1">
        <w:rPr>
          <w:kern w:val="60"/>
          <w:sz w:val="68"/>
          <w:szCs w:val="68"/>
        </w:rPr>
        <w:t xml:space="preserve">LA LOUVE DE </w:t>
      </w:r>
      <w:proofErr w:type="spellStart"/>
      <w:r w:rsidRPr="00F31BA1">
        <w:rPr>
          <w:kern w:val="60"/>
          <w:sz w:val="68"/>
          <w:szCs w:val="68"/>
        </w:rPr>
        <w:t>PÉNANDRU</w:t>
      </w:r>
      <w:proofErr w:type="spellEnd"/>
    </w:p>
    <w:p w14:paraId="2EB25070" w14:textId="713C42AF" w:rsidR="004D26AA" w:rsidRPr="00E22158" w:rsidRDefault="00F31BA1" w:rsidP="004D26AA">
      <w:pPr>
        <w:pStyle w:val="DateSortie"/>
      </w:pPr>
      <w:r>
        <w:t>1941</w:t>
      </w:r>
    </w:p>
    <w:p w14:paraId="09C4B3CE" w14:textId="77777777" w:rsidR="002B3C8B" w:rsidRPr="00D60A57" w:rsidRDefault="002B3C8B" w:rsidP="00D60A57">
      <w:pPr>
        <w:ind w:left="2340" w:firstLine="0"/>
        <w:jc w:val="center"/>
        <w:sectPr w:rsidR="002B3C8B" w:rsidRPr="00D60A57">
          <w:footerReference w:type="default" r:id="rId10"/>
          <w:pgSz w:w="11906" w:h="16838" w:code="9"/>
          <w:pgMar w:top="0" w:right="0" w:bottom="0" w:left="0" w:header="0" w:footer="0" w:gutter="0"/>
          <w:cols w:space="720"/>
          <w:titlePg/>
          <w:docGrid w:linePitch="360"/>
        </w:sectPr>
      </w:pPr>
    </w:p>
    <w:p w14:paraId="5A329484" w14:textId="77777777" w:rsidR="00FD1AEB" w:rsidRPr="00E22158" w:rsidRDefault="00FD1AEB" w:rsidP="00D60A57">
      <w:pPr>
        <w:pStyle w:val="Titretablematires"/>
      </w:pPr>
      <w:r w:rsidRPr="00E22158">
        <w:lastRenderedPageBreak/>
        <w:t>Table des matières</w:t>
      </w:r>
    </w:p>
    <w:p w14:paraId="61786C02" w14:textId="77777777" w:rsidR="002B3C8B" w:rsidRPr="00E22158" w:rsidRDefault="002B3C8B" w:rsidP="002B3C8B"/>
    <w:p w14:paraId="5D23AA18" w14:textId="43D5E0F6" w:rsidR="00E94646" w:rsidRDefault="002B3C8B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r w:rsidRPr="00E22158">
        <w:rPr>
          <w:noProof w:val="0"/>
        </w:rPr>
        <w:fldChar w:fldCharType="begin"/>
      </w:r>
      <w:r w:rsidRPr="00E22158">
        <w:rPr>
          <w:noProof w:val="0"/>
        </w:rPr>
        <w:instrText xml:space="preserve"> TOC \o "1-3" \h \z </w:instrText>
      </w:r>
      <w:r w:rsidRPr="00E22158">
        <w:rPr>
          <w:noProof w:val="0"/>
        </w:rPr>
        <w:fldChar w:fldCharType="separate"/>
      </w:r>
      <w:hyperlink w:anchor="_Toc195122102" w:history="1">
        <w:r w:rsidR="00E94646" w:rsidRPr="00A555CF">
          <w:rPr>
            <w:rStyle w:val="Lienhypertexte"/>
          </w:rPr>
          <w:t>AVANT-PROPOS</w:t>
        </w:r>
        <w:r w:rsidR="00E94646">
          <w:rPr>
            <w:webHidden/>
          </w:rPr>
          <w:tab/>
        </w:r>
        <w:r w:rsidR="00E94646">
          <w:rPr>
            <w:webHidden/>
          </w:rPr>
          <w:fldChar w:fldCharType="begin"/>
        </w:r>
        <w:r w:rsidR="00E94646">
          <w:rPr>
            <w:webHidden/>
          </w:rPr>
          <w:instrText xml:space="preserve"> PAGEREF _Toc195122102 \h </w:instrText>
        </w:r>
        <w:r w:rsidR="00E94646">
          <w:rPr>
            <w:webHidden/>
          </w:rPr>
        </w:r>
        <w:r w:rsidR="00E94646">
          <w:rPr>
            <w:webHidden/>
          </w:rPr>
          <w:fldChar w:fldCharType="separate"/>
        </w:r>
        <w:r w:rsidR="00441C2B">
          <w:rPr>
            <w:webHidden/>
          </w:rPr>
          <w:t>3</w:t>
        </w:r>
        <w:r w:rsidR="00E94646">
          <w:rPr>
            <w:webHidden/>
          </w:rPr>
          <w:fldChar w:fldCharType="end"/>
        </w:r>
      </w:hyperlink>
    </w:p>
    <w:p w14:paraId="3C414EC9" w14:textId="22713EEB" w:rsidR="00E94646" w:rsidRDefault="00E94646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5122103" w:history="1">
        <w:r w:rsidRPr="00A555CF">
          <w:rPr>
            <w:rStyle w:val="Lienhypertexte"/>
          </w:rPr>
          <w:t>CHAPITRE PREMIER  CHEVAUCHÉES DANS LA NUIT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_Toc195122103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1C2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078365C" w14:textId="0442757E" w:rsidR="00E94646" w:rsidRDefault="00E94646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5122104" w:history="1">
        <w:r w:rsidRPr="00A555CF">
          <w:rPr>
            <w:rStyle w:val="Lienhypertexte"/>
          </w:rPr>
          <w:t>CHAPITRE II  FACE À FACE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_Toc195122104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1C2B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0ECA29E3" w14:textId="5AD4948E" w:rsidR="00E94646" w:rsidRDefault="00E94646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5122105" w:history="1">
        <w:r w:rsidRPr="00A555CF">
          <w:rPr>
            <w:rStyle w:val="Lienhypertexte"/>
          </w:rPr>
          <w:t>CHAPITRE III  MM. DES BLAITTIÈRES PÈRE ET FILS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_Toc195122105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1C2B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14:paraId="7CB5A15C" w14:textId="39CE27A5" w:rsidR="00E94646" w:rsidRDefault="00E94646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5122106" w:history="1">
        <w:r w:rsidRPr="00A555CF">
          <w:rPr>
            <w:rStyle w:val="Lienhypertexte"/>
          </w:rPr>
          <w:t>CHAPITRE IV  LE DONJON DU SANGLIER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_Toc195122106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1C2B">
          <w:rPr>
            <w:webHidden/>
          </w:rPr>
          <w:t>60</w:t>
        </w:r>
        <w:r>
          <w:rPr>
            <w:webHidden/>
          </w:rPr>
          <w:fldChar w:fldCharType="end"/>
        </w:r>
      </w:hyperlink>
    </w:p>
    <w:p w14:paraId="5EFC3397" w14:textId="37FAAAF8" w:rsidR="00E94646" w:rsidRDefault="00E94646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5122107" w:history="1">
        <w:r w:rsidRPr="00A555CF">
          <w:rPr>
            <w:rStyle w:val="Lienhypertexte"/>
          </w:rPr>
          <w:t>CHAPITRE V  COUP DOUBLE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_Toc195122107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1C2B">
          <w:rPr>
            <w:webHidden/>
          </w:rPr>
          <w:t>78</w:t>
        </w:r>
        <w:r>
          <w:rPr>
            <w:webHidden/>
          </w:rPr>
          <w:fldChar w:fldCharType="end"/>
        </w:r>
      </w:hyperlink>
    </w:p>
    <w:p w14:paraId="0C541AB9" w14:textId="42CBABBD" w:rsidR="00E94646" w:rsidRDefault="00E94646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5122108" w:history="1">
        <w:r w:rsidRPr="00A555CF">
          <w:rPr>
            <w:rStyle w:val="Lienhypertexte"/>
          </w:rPr>
          <w:t>CHAPITRE VI  RETOUR À LA VIE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_Toc195122108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1C2B">
          <w:rPr>
            <w:webHidden/>
          </w:rPr>
          <w:t>88</w:t>
        </w:r>
        <w:r>
          <w:rPr>
            <w:webHidden/>
          </w:rPr>
          <w:fldChar w:fldCharType="end"/>
        </w:r>
      </w:hyperlink>
    </w:p>
    <w:p w14:paraId="1191F025" w14:textId="77249D6E" w:rsidR="00E94646" w:rsidRDefault="00E94646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5122109" w:history="1">
        <w:r w:rsidRPr="00A555CF">
          <w:rPr>
            <w:rStyle w:val="Lienhypertexte"/>
          </w:rPr>
          <w:t>CHAPITRE VII  LE GENTILHOMME CABARETIER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_Toc195122109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1C2B">
          <w:rPr>
            <w:webHidden/>
          </w:rPr>
          <w:t>108</w:t>
        </w:r>
        <w:r>
          <w:rPr>
            <w:webHidden/>
          </w:rPr>
          <w:fldChar w:fldCharType="end"/>
        </w:r>
      </w:hyperlink>
    </w:p>
    <w:p w14:paraId="26B6731D" w14:textId="0C9165BB" w:rsidR="00E94646" w:rsidRDefault="00E94646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5122110" w:history="1">
        <w:r w:rsidRPr="00A555CF">
          <w:rPr>
            <w:rStyle w:val="Lienhypertexte"/>
          </w:rPr>
          <w:t>CHAPITRE VIII  LE PASSÉ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_Toc195122110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1C2B">
          <w:rPr>
            <w:webHidden/>
          </w:rPr>
          <w:t>127</w:t>
        </w:r>
        <w:r>
          <w:rPr>
            <w:webHidden/>
          </w:rPr>
          <w:fldChar w:fldCharType="end"/>
        </w:r>
      </w:hyperlink>
    </w:p>
    <w:p w14:paraId="406AF7CD" w14:textId="16C91C4A" w:rsidR="00E94646" w:rsidRDefault="00E94646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5122111" w:history="1">
        <w:r w:rsidRPr="00A555CF">
          <w:rPr>
            <w:rStyle w:val="Lienhypertexte"/>
          </w:rPr>
          <w:t>CHAPITRE IX  CRISE DE CŒUR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_Toc195122111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1C2B">
          <w:rPr>
            <w:webHidden/>
          </w:rPr>
          <w:t>145</w:t>
        </w:r>
        <w:r>
          <w:rPr>
            <w:webHidden/>
          </w:rPr>
          <w:fldChar w:fldCharType="end"/>
        </w:r>
      </w:hyperlink>
    </w:p>
    <w:p w14:paraId="62B14C43" w14:textId="40B7A645" w:rsidR="00E94646" w:rsidRDefault="00E94646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5122112" w:history="1">
        <w:r w:rsidRPr="00A555CF">
          <w:rPr>
            <w:rStyle w:val="Lienhypertexte"/>
          </w:rPr>
          <w:t>CHAPITRE X  JUSTICE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_Toc195122112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1C2B">
          <w:rPr>
            <w:webHidden/>
          </w:rPr>
          <w:t>161</w:t>
        </w:r>
        <w:r>
          <w:rPr>
            <w:webHidden/>
          </w:rPr>
          <w:fldChar w:fldCharType="end"/>
        </w:r>
      </w:hyperlink>
    </w:p>
    <w:p w14:paraId="46C7898B" w14:textId="222B0B16" w:rsidR="00E94646" w:rsidRDefault="00E94646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5122113" w:history="1">
        <w:r w:rsidRPr="00A555CF">
          <w:rPr>
            <w:rStyle w:val="Lienhypertexte"/>
          </w:rPr>
          <w:t>CHAPITRE XI  OÙ PERDONNET PASSE DES MOMENTS DÉSAGRÉABLES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_Toc195122113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1C2B">
          <w:rPr>
            <w:webHidden/>
          </w:rPr>
          <w:t>179</w:t>
        </w:r>
        <w:r>
          <w:rPr>
            <w:webHidden/>
          </w:rPr>
          <w:fldChar w:fldCharType="end"/>
        </w:r>
      </w:hyperlink>
    </w:p>
    <w:p w14:paraId="6FF48637" w14:textId="22E64E69" w:rsidR="00E94646" w:rsidRDefault="00E94646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5122114" w:history="1">
        <w:r w:rsidRPr="00A555CF">
          <w:rPr>
            <w:rStyle w:val="Lienhypertexte"/>
          </w:rPr>
          <w:t>CHAPITRE XII  LA FIN DE LA LOUVE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_Toc195122114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1C2B">
          <w:rPr>
            <w:webHidden/>
          </w:rPr>
          <w:t>194</w:t>
        </w:r>
        <w:r>
          <w:rPr>
            <w:webHidden/>
          </w:rPr>
          <w:fldChar w:fldCharType="end"/>
        </w:r>
      </w:hyperlink>
    </w:p>
    <w:p w14:paraId="12CDDB54" w14:textId="4F813DBB" w:rsidR="00E94646" w:rsidRDefault="00E94646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5122115" w:history="1">
        <w:r w:rsidRPr="00A555CF">
          <w:rPr>
            <w:rStyle w:val="Lienhypertexte"/>
          </w:rPr>
          <w:t>À propos de cette édition électronique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_Toc195122115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1C2B">
          <w:rPr>
            <w:webHidden/>
          </w:rPr>
          <w:t>214</w:t>
        </w:r>
        <w:r>
          <w:rPr>
            <w:webHidden/>
          </w:rPr>
          <w:fldChar w:fldCharType="end"/>
        </w:r>
      </w:hyperlink>
    </w:p>
    <w:p w14:paraId="0DC9A958" w14:textId="7E63D5FE" w:rsidR="002B3C8B" w:rsidRPr="000028DA" w:rsidRDefault="002B3C8B" w:rsidP="002B3C8B">
      <w:r w:rsidRPr="00E22158">
        <w:fldChar w:fldCharType="end"/>
      </w:r>
    </w:p>
    <w:p w14:paraId="0C725EA0" w14:textId="77777777" w:rsidR="00E36F6A" w:rsidRPr="00F23192" w:rsidRDefault="00E36F6A" w:rsidP="00D60A57">
      <w:pPr>
        <w:pStyle w:val="Titre1"/>
      </w:pPr>
      <w:bookmarkStart w:id="0" w:name="_Toc186820625"/>
      <w:bookmarkStart w:id="1" w:name="_Toc195122102"/>
      <w:r w:rsidRPr="00F23192">
        <w:lastRenderedPageBreak/>
        <w:t>AVANT-PROPOS</w:t>
      </w:r>
      <w:bookmarkEnd w:id="0"/>
      <w:bookmarkEnd w:id="1"/>
      <w:r w:rsidRPr="00F23192">
        <w:br/>
      </w:r>
    </w:p>
    <w:p w14:paraId="1B8BFD27" w14:textId="77777777" w:rsidR="00D60A57" w:rsidRDefault="00E36F6A" w:rsidP="00D60A57">
      <w:r w:rsidRPr="00F23192">
        <w:t>À l</w:t>
      </w:r>
      <w:r w:rsidR="00D60A57">
        <w:t>’</w:t>
      </w:r>
      <w:r w:rsidRPr="00F23192">
        <w:t>époque où se déroulent les événements dont le récit fait l</w:t>
      </w:r>
      <w:r w:rsidR="00D60A57">
        <w:t>’</w:t>
      </w:r>
      <w:r w:rsidRPr="00F23192">
        <w:t>objet du présent ouvrage</w:t>
      </w:r>
      <w:r w:rsidR="00D60A57">
        <w:t xml:space="preserve">, </w:t>
      </w:r>
      <w:r w:rsidRPr="00F23192">
        <w:t>la région bretonne était mise en coupe réglée par une bande d</w:t>
      </w:r>
      <w:r w:rsidR="00D60A57">
        <w:t>’</w:t>
      </w:r>
      <w:r w:rsidRPr="00F23192">
        <w:t>aventuriers dont l</w:t>
      </w:r>
      <w:r w:rsidR="00D60A57">
        <w:t>’</w:t>
      </w:r>
      <w:r w:rsidRPr="00F23192">
        <w:t>audace et la ruse déjouaient tous les efforts de la maréchaussée</w:t>
      </w:r>
      <w:r w:rsidR="00D60A57">
        <w:t xml:space="preserve"> ; </w:t>
      </w:r>
      <w:r w:rsidRPr="00F23192">
        <w:t>on supp</w:t>
      </w:r>
      <w:r w:rsidRPr="00F23192">
        <w:t>o</w:t>
      </w:r>
      <w:r w:rsidRPr="00F23192">
        <w:t xml:space="preserve">sait leur quartier général établi à </w:t>
      </w:r>
      <w:proofErr w:type="spellStart"/>
      <w:r w:rsidRPr="00F23192">
        <w:t>Penandru</w:t>
      </w:r>
      <w:proofErr w:type="spellEnd"/>
      <w:r w:rsidR="00D60A57">
        <w:t xml:space="preserve">, </w:t>
      </w:r>
      <w:r w:rsidRPr="00F23192">
        <w:t>hameau des env</w:t>
      </w:r>
      <w:r w:rsidRPr="00F23192">
        <w:t>i</w:t>
      </w:r>
      <w:r w:rsidRPr="00F23192">
        <w:t>rons de Morlaix</w:t>
      </w:r>
      <w:r w:rsidR="00D60A57">
        <w:t xml:space="preserve">, </w:t>
      </w:r>
      <w:r w:rsidRPr="00F23192">
        <w:t>mais on n</w:t>
      </w:r>
      <w:r w:rsidR="00D60A57">
        <w:t>’</w:t>
      </w:r>
      <w:r w:rsidRPr="00F23192">
        <w:t>en avait aucun indice</w:t>
      </w:r>
      <w:r w:rsidR="00D60A57">
        <w:t>.</w:t>
      </w:r>
    </w:p>
    <w:p w14:paraId="6FE327DA" w14:textId="77777777" w:rsidR="00D60A57" w:rsidRDefault="00E36F6A" w:rsidP="00D60A57">
      <w:r w:rsidRPr="00F23192">
        <w:t xml:space="preserve">Les </w:t>
      </w:r>
      <w:r w:rsidR="00D60A57">
        <w:t>« </w:t>
      </w:r>
      <w:r w:rsidRPr="00F23192">
        <w:t>Collecteurs de grève</w:t>
      </w:r>
      <w:r w:rsidR="00D60A57">
        <w:t xml:space="preserve"> » – </w:t>
      </w:r>
      <w:r w:rsidRPr="00F23192">
        <w:t>ainsi la population les avait-elle baptisés</w:t>
      </w:r>
      <w:r w:rsidR="00D60A57">
        <w:t xml:space="preserve"> – </w:t>
      </w:r>
      <w:r w:rsidRPr="00F23192">
        <w:t>devaient leur nom à une longue étendue de s</w:t>
      </w:r>
      <w:r w:rsidRPr="00F23192">
        <w:t>a</w:t>
      </w:r>
      <w:r w:rsidRPr="00F23192">
        <w:t>ble en bordure de la mer et dont ils avaient fait le champ de leurs exploits</w:t>
      </w:r>
      <w:r w:rsidR="00D60A57">
        <w:t>.</w:t>
      </w:r>
    </w:p>
    <w:p w14:paraId="65993710" w14:textId="77777777" w:rsidR="00D60A57" w:rsidRDefault="00E36F6A" w:rsidP="00D60A57">
      <w:r w:rsidRPr="00F23192">
        <w:t xml:space="preserve">Cette </w:t>
      </w:r>
      <w:r w:rsidR="00D60A57">
        <w:t>« </w:t>
      </w:r>
      <w:r w:rsidRPr="00F23192">
        <w:t>lieue de grève</w:t>
      </w:r>
      <w:r w:rsidR="00D60A57">
        <w:t xml:space="preserve"> », </w:t>
      </w:r>
      <w:r w:rsidRPr="00F23192">
        <w:t>en effet</w:t>
      </w:r>
      <w:r w:rsidR="00D60A57">
        <w:t xml:space="preserve">, </w:t>
      </w:r>
      <w:r w:rsidRPr="00F23192">
        <w:t>formait</w:t>
      </w:r>
      <w:r w:rsidR="00D60A57">
        <w:t xml:space="preserve">, </w:t>
      </w:r>
      <w:r w:rsidRPr="00F23192">
        <w:t>pour les voy</w:t>
      </w:r>
      <w:r w:rsidRPr="00F23192">
        <w:t>a</w:t>
      </w:r>
      <w:r w:rsidRPr="00F23192">
        <w:t>geurs et pour les usagers</w:t>
      </w:r>
      <w:r w:rsidR="00D60A57">
        <w:t xml:space="preserve">, </w:t>
      </w:r>
      <w:r w:rsidRPr="00F23192">
        <w:t>un raccourci</w:t>
      </w:r>
      <w:r w:rsidR="00D60A57">
        <w:t xml:space="preserve">, </w:t>
      </w:r>
      <w:r w:rsidRPr="00F23192">
        <w:t>considérable sur l</w:t>
      </w:r>
      <w:r w:rsidR="00D60A57">
        <w:t>’</w:t>
      </w:r>
      <w:r w:rsidRPr="00F23192">
        <w:t>it</w:t>
      </w:r>
      <w:r w:rsidRPr="00F23192">
        <w:t>i</w:t>
      </w:r>
      <w:r w:rsidRPr="00F23192">
        <w:t>néraire qu</w:t>
      </w:r>
      <w:r w:rsidR="00D60A57">
        <w:t>’</w:t>
      </w:r>
      <w:r w:rsidRPr="00F23192">
        <w:t>ils auraient dû suivre normalement</w:t>
      </w:r>
      <w:r w:rsidR="00D60A57">
        <w:t xml:space="preserve"> ; </w:t>
      </w:r>
      <w:r w:rsidRPr="00F23192">
        <w:t>mais</w:t>
      </w:r>
      <w:r w:rsidR="00D60A57">
        <w:t xml:space="preserve">, </w:t>
      </w:r>
      <w:r w:rsidRPr="00F23192">
        <w:t>pour le prendre</w:t>
      </w:r>
      <w:r w:rsidR="00D60A57">
        <w:t xml:space="preserve">, </w:t>
      </w:r>
      <w:r w:rsidRPr="00F23192">
        <w:t>il leur fallait passer sous les fourches caudines des Co</w:t>
      </w:r>
      <w:r w:rsidRPr="00F23192">
        <w:t>l</w:t>
      </w:r>
      <w:r w:rsidRPr="00F23192">
        <w:t>lecteurs</w:t>
      </w:r>
      <w:r w:rsidR="00D60A57">
        <w:t>.</w:t>
      </w:r>
    </w:p>
    <w:p w14:paraId="20B715E9" w14:textId="77777777" w:rsidR="00D60A57" w:rsidRDefault="00E36F6A" w:rsidP="00D60A57">
      <w:r w:rsidRPr="00F23192">
        <w:t>Ces fourches étaient représentées par des pieux enfoncés dans le sable et jalonnant la lieue de grève</w:t>
      </w:r>
      <w:r w:rsidR="00D60A57">
        <w:t xml:space="preserve"> ; </w:t>
      </w:r>
      <w:r w:rsidRPr="00F23192">
        <w:t>au premier de ces pieux était attaché un chapeau dans lequel le passant était tenu de déposer une offrande</w:t>
      </w:r>
      <w:r w:rsidR="00D60A57">
        <w:t xml:space="preserve"> – </w:t>
      </w:r>
      <w:r w:rsidRPr="00F23192">
        <w:t>à laquelle il était taxé</w:t>
      </w:r>
      <w:r w:rsidR="00D60A57">
        <w:t xml:space="preserve"> – </w:t>
      </w:r>
      <w:r w:rsidRPr="00F23192">
        <w:t>et contre l</w:t>
      </w:r>
      <w:r w:rsidRPr="00F23192">
        <w:t>a</w:t>
      </w:r>
      <w:r w:rsidRPr="00F23192">
        <w:t>quelle une main</w:t>
      </w:r>
      <w:r w:rsidR="00D60A57">
        <w:t xml:space="preserve">, </w:t>
      </w:r>
      <w:r w:rsidRPr="00F23192">
        <w:t>surgie soudain des fourrés dont se bordait la plage du côté de la terre</w:t>
      </w:r>
      <w:r w:rsidR="00D60A57">
        <w:t xml:space="preserve">, </w:t>
      </w:r>
      <w:r w:rsidRPr="00F23192">
        <w:t>lui remettait un certain objet qu</w:t>
      </w:r>
      <w:r w:rsidR="00D60A57">
        <w:t>’</w:t>
      </w:r>
      <w:r w:rsidRPr="00F23192">
        <w:t>il d</w:t>
      </w:r>
      <w:r w:rsidRPr="00F23192">
        <w:t>e</w:t>
      </w:r>
      <w:r w:rsidRPr="00F23192">
        <w:t>vait mettre</w:t>
      </w:r>
      <w:r w:rsidR="00D60A57">
        <w:t xml:space="preserve">, </w:t>
      </w:r>
      <w:r w:rsidRPr="00F23192">
        <w:t>en même temps qu</w:t>
      </w:r>
      <w:r w:rsidR="00D60A57">
        <w:t>’</w:t>
      </w:r>
      <w:r w:rsidRPr="00F23192">
        <w:t>une autre offrande</w:t>
      </w:r>
      <w:r w:rsidR="00D60A57">
        <w:t xml:space="preserve">, </w:t>
      </w:r>
      <w:r w:rsidRPr="00F23192">
        <w:t>dans un a</w:t>
      </w:r>
      <w:r w:rsidRPr="00F23192">
        <w:t>u</w:t>
      </w:r>
      <w:r w:rsidRPr="00F23192">
        <w:t>tre chapeau accroché à un second pieu où lui était remis un nouvel objet à confier à un troisième chapeau</w:t>
      </w:r>
      <w:r w:rsidR="00D60A57">
        <w:t xml:space="preserve">, </w:t>
      </w:r>
      <w:r w:rsidRPr="00F23192">
        <w:t>accroché à un troisième pieu</w:t>
      </w:r>
      <w:r w:rsidR="00D60A57">
        <w:t xml:space="preserve">, </w:t>
      </w:r>
      <w:r w:rsidRPr="00F23192">
        <w:t>lequel constituait la dernière étape de ce sing</w:t>
      </w:r>
      <w:r w:rsidRPr="00F23192">
        <w:t>u</w:t>
      </w:r>
      <w:r w:rsidRPr="00F23192">
        <w:t>lier chemin de croix</w:t>
      </w:r>
      <w:r w:rsidR="00D60A57">
        <w:t xml:space="preserve">, </w:t>
      </w:r>
      <w:r w:rsidRPr="00F23192">
        <w:t>après laquelle le passant pouvait suivre sa route en toute sécurité</w:t>
      </w:r>
      <w:r w:rsidR="00D60A57">
        <w:t>.</w:t>
      </w:r>
    </w:p>
    <w:p w14:paraId="122958E7" w14:textId="77777777" w:rsidR="00D60A57" w:rsidRDefault="00E36F6A" w:rsidP="00D60A57">
      <w:r w:rsidRPr="00F23192">
        <w:lastRenderedPageBreak/>
        <w:t>On observera peut-être qu</w:t>
      </w:r>
      <w:r w:rsidR="00D60A57">
        <w:t>’</w:t>
      </w:r>
      <w:r w:rsidRPr="00F23192">
        <w:t>il n</w:t>
      </w:r>
      <w:r w:rsidR="00D60A57">
        <w:t>’</w:t>
      </w:r>
      <w:r w:rsidRPr="00F23192">
        <w:t>y avait dans ce procédé rien qui méritât à ces hommes la réputation redoutable dont ils jouissaient</w:t>
      </w:r>
      <w:r w:rsidR="00D60A57">
        <w:t xml:space="preserve"> ; </w:t>
      </w:r>
      <w:r w:rsidRPr="00F23192">
        <w:t>la vérité est que ce prélèvement d</w:t>
      </w:r>
      <w:r w:rsidR="00D60A57">
        <w:t>’</w:t>
      </w:r>
      <w:r w:rsidRPr="00F23192">
        <w:t>impôt</w:t>
      </w:r>
      <w:r w:rsidR="00D60A57">
        <w:t xml:space="preserve"> – </w:t>
      </w:r>
      <w:r w:rsidRPr="00F23192">
        <w:t>bénin en soi</w:t>
      </w:r>
      <w:r w:rsidR="00D60A57">
        <w:t xml:space="preserve"> – </w:t>
      </w:r>
      <w:r w:rsidRPr="00F23192">
        <w:t>ne s</w:t>
      </w:r>
      <w:r w:rsidR="00D60A57">
        <w:t>’</w:t>
      </w:r>
      <w:r w:rsidRPr="00F23192">
        <w:t>appliquait qu</w:t>
      </w:r>
      <w:r w:rsidR="00D60A57">
        <w:t>’</w:t>
      </w:r>
      <w:r w:rsidRPr="00F23192">
        <w:t xml:space="preserve">au menu fretin des </w:t>
      </w:r>
      <w:r w:rsidR="00D60A57">
        <w:t>« </w:t>
      </w:r>
      <w:r w:rsidRPr="00F23192">
        <w:t>contribuables</w:t>
      </w:r>
      <w:r w:rsidR="00D60A57">
        <w:t> ».</w:t>
      </w:r>
    </w:p>
    <w:p w14:paraId="727E30D3" w14:textId="77777777" w:rsidR="00D60A57" w:rsidRDefault="00E36F6A" w:rsidP="00D60A57">
      <w:r w:rsidRPr="00F23192">
        <w:t>Tout autrement procédaient les Collecteurs envers ceux qui jouissaient d</w:t>
      </w:r>
      <w:r w:rsidR="00D60A57">
        <w:t>’</w:t>
      </w:r>
      <w:r w:rsidRPr="00F23192">
        <w:t>appréciables ressources</w:t>
      </w:r>
      <w:r w:rsidR="00D60A57">
        <w:t xml:space="preserve"> : </w:t>
      </w:r>
      <w:r w:rsidRPr="00F23192">
        <w:t>seigneurs</w:t>
      </w:r>
      <w:r w:rsidR="00D60A57">
        <w:t xml:space="preserve">, </w:t>
      </w:r>
      <w:r w:rsidRPr="00F23192">
        <w:t>bourgeois</w:t>
      </w:r>
      <w:r w:rsidR="00D60A57">
        <w:t xml:space="preserve">, </w:t>
      </w:r>
      <w:r w:rsidRPr="00F23192">
        <w:t>commerçants</w:t>
      </w:r>
      <w:r w:rsidR="00D60A57">
        <w:t>.</w:t>
      </w:r>
    </w:p>
    <w:p w14:paraId="77C54007" w14:textId="77777777" w:rsidR="00D60A57" w:rsidRDefault="00E36F6A" w:rsidP="00D60A57">
      <w:r w:rsidRPr="00F23192">
        <w:t>Il en cuisait à ceux-là s</w:t>
      </w:r>
      <w:r w:rsidR="00D60A57">
        <w:t>’</w:t>
      </w:r>
      <w:r w:rsidRPr="00F23192">
        <w:t>ils n</w:t>
      </w:r>
      <w:r w:rsidR="00D60A57">
        <w:t>’</w:t>
      </w:r>
      <w:r w:rsidRPr="00F23192">
        <w:t>avaient pas la sagesse de s</w:t>
      </w:r>
      <w:r w:rsidR="00D60A57">
        <w:t>’</w:t>
      </w:r>
      <w:r w:rsidRPr="00F23192">
        <w:t xml:space="preserve">exécuter </w:t>
      </w:r>
      <w:r w:rsidR="00D60A57">
        <w:t>« </w:t>
      </w:r>
      <w:r w:rsidRPr="00F23192">
        <w:t>en douce</w:t>
      </w:r>
      <w:r w:rsidR="00D60A57">
        <w:t xml:space="preserve"> » ; </w:t>
      </w:r>
      <w:r w:rsidRPr="00F23192">
        <w:t>nul moyen n</w:t>
      </w:r>
      <w:r w:rsidR="00D60A57">
        <w:t>’</w:t>
      </w:r>
      <w:r w:rsidRPr="00F23192">
        <w:t>était négligé pour leur d</w:t>
      </w:r>
      <w:r w:rsidRPr="00F23192">
        <w:t>é</w:t>
      </w:r>
      <w:r w:rsidRPr="00F23192">
        <w:t>lier la langue et leur faire révéler le lieu où ils tenaient cachés leur r</w:t>
      </w:r>
      <w:r w:rsidRPr="00F23192">
        <w:t>i</w:t>
      </w:r>
      <w:r w:rsidRPr="00F23192">
        <w:t>chesse</w:t>
      </w:r>
      <w:r w:rsidR="00D60A57">
        <w:t>.</w:t>
      </w:r>
    </w:p>
    <w:p w14:paraId="6DC69D2B" w14:textId="77777777" w:rsidR="00D60A57" w:rsidRDefault="00E36F6A" w:rsidP="00D60A57">
      <w:r w:rsidRPr="00F23192">
        <w:t>Les détails</w:t>
      </w:r>
      <w:r w:rsidR="00D60A57">
        <w:t xml:space="preserve">, </w:t>
      </w:r>
      <w:r w:rsidRPr="00F23192">
        <w:t>que certaines parmi les victimes de ces bandits s</w:t>
      </w:r>
      <w:r w:rsidR="00D60A57">
        <w:t>’</w:t>
      </w:r>
      <w:r w:rsidRPr="00F23192">
        <w:t>étaient laissé aller à dévoiler sur les tortures auxquelles elles avaient été soumises</w:t>
      </w:r>
      <w:r w:rsidR="00D60A57">
        <w:t xml:space="preserve">, </w:t>
      </w:r>
      <w:r w:rsidRPr="00F23192">
        <w:t>auraient dû faire frémir les populations</w:t>
      </w:r>
      <w:r w:rsidR="00D60A57">
        <w:t xml:space="preserve">. </w:t>
      </w:r>
      <w:r w:rsidRPr="00F23192">
        <w:t>Mais</w:t>
      </w:r>
      <w:r w:rsidR="00D60A57">
        <w:t xml:space="preserve">, </w:t>
      </w:r>
      <w:r w:rsidRPr="00F23192">
        <w:t>obéissant à ce sentiment</w:t>
      </w:r>
      <w:r w:rsidR="00D60A57">
        <w:t xml:space="preserve">, </w:t>
      </w:r>
      <w:r w:rsidRPr="00F23192">
        <w:t>bien humain</w:t>
      </w:r>
      <w:r w:rsidR="00D60A57">
        <w:t xml:space="preserve">, </w:t>
      </w:r>
      <w:r w:rsidRPr="00F23192">
        <w:t>qu</w:t>
      </w:r>
      <w:r w:rsidR="00D60A57">
        <w:t>’</w:t>
      </w:r>
      <w:r w:rsidRPr="00F23192">
        <w:t>on nomme l</w:t>
      </w:r>
      <w:r w:rsidR="00D60A57">
        <w:t>’</w:t>
      </w:r>
      <w:r w:rsidRPr="00F23192">
        <w:t>égoïsme</w:t>
      </w:r>
      <w:r w:rsidR="00D60A57">
        <w:t xml:space="preserve">, </w:t>
      </w:r>
      <w:r w:rsidRPr="00F23192">
        <w:t>comme les victimes en question appartenaient à une autre caste que la sienne</w:t>
      </w:r>
      <w:r w:rsidR="00D60A57">
        <w:t xml:space="preserve">, </w:t>
      </w:r>
      <w:r w:rsidRPr="00F23192">
        <w:t>ces r</w:t>
      </w:r>
      <w:r w:rsidRPr="00F23192">
        <w:t>é</w:t>
      </w:r>
      <w:r w:rsidRPr="00F23192">
        <w:t>cits laissaient indifférent le commun des mortels</w:t>
      </w:r>
      <w:r w:rsidR="00D60A57">
        <w:t>.</w:t>
      </w:r>
    </w:p>
    <w:p w14:paraId="46EE843A" w14:textId="77777777" w:rsidR="00D60A57" w:rsidRDefault="00E36F6A" w:rsidP="00D60A57">
      <w:r w:rsidRPr="00F23192">
        <w:t>Le chef de cette bande</w:t>
      </w:r>
      <w:r w:rsidR="00D60A57">
        <w:t xml:space="preserve">, </w:t>
      </w:r>
      <w:r w:rsidRPr="00F23192">
        <w:t>bien plus que les atrocités dont on le prétendait l</w:t>
      </w:r>
      <w:r w:rsidR="00D60A57">
        <w:t>’</w:t>
      </w:r>
      <w:r w:rsidRPr="00F23192">
        <w:t>auteur</w:t>
      </w:r>
      <w:r w:rsidR="00D60A57">
        <w:t xml:space="preserve">, </w:t>
      </w:r>
      <w:r w:rsidRPr="00F23192">
        <w:t>intéressait les gens par le mystère qui l</w:t>
      </w:r>
      <w:r w:rsidR="00D60A57">
        <w:t>’</w:t>
      </w:r>
      <w:r w:rsidRPr="00F23192">
        <w:t>entourait</w:t>
      </w:r>
      <w:r w:rsidR="00D60A57">
        <w:t>.</w:t>
      </w:r>
    </w:p>
    <w:p w14:paraId="6B776873" w14:textId="77777777" w:rsidR="00D60A57" w:rsidRDefault="00E36F6A" w:rsidP="00D60A57">
      <w:r w:rsidRPr="00F23192">
        <w:t>Nul</w:t>
      </w:r>
      <w:r w:rsidR="00D60A57">
        <w:t xml:space="preserve">, </w:t>
      </w:r>
      <w:r w:rsidRPr="00F23192">
        <w:t>en effet</w:t>
      </w:r>
      <w:r w:rsidR="00D60A57">
        <w:t xml:space="preserve">, – </w:t>
      </w:r>
      <w:r w:rsidRPr="00F23192">
        <w:t>même parmi ceux auxquels il commandait</w:t>
      </w:r>
      <w:r w:rsidR="00D60A57">
        <w:t xml:space="preserve">, – </w:t>
      </w:r>
      <w:r w:rsidRPr="00F23192">
        <w:t>ne pouvait se vanter de le connaître</w:t>
      </w:r>
      <w:r w:rsidR="00D60A57">
        <w:t xml:space="preserve">, </w:t>
      </w:r>
      <w:r w:rsidRPr="00F23192">
        <w:t>tellement était grand l</w:t>
      </w:r>
      <w:r w:rsidR="00D60A57">
        <w:t>’</w:t>
      </w:r>
      <w:r w:rsidRPr="00F23192">
        <w:t>art qu</w:t>
      </w:r>
      <w:r w:rsidR="00D60A57">
        <w:t>’</w:t>
      </w:r>
      <w:r w:rsidRPr="00F23192">
        <w:t>il avait de se transformer</w:t>
      </w:r>
      <w:r w:rsidR="00D60A57">
        <w:t>.</w:t>
      </w:r>
    </w:p>
    <w:p w14:paraId="0F9E66C8" w14:textId="77777777" w:rsidR="00D60A57" w:rsidRDefault="00E36F6A" w:rsidP="00D60A57">
      <w:r w:rsidRPr="00F23192">
        <w:t>De quelle taille était-il</w:t>
      </w:r>
      <w:r w:rsidR="00D60A57">
        <w:t xml:space="preserve"> ? </w:t>
      </w:r>
      <w:r w:rsidRPr="00F23192">
        <w:t>Quels étaient son âge et la couleur de ses cheveux</w:t>
      </w:r>
      <w:r w:rsidR="00D60A57">
        <w:t xml:space="preserve"> ? </w:t>
      </w:r>
      <w:r w:rsidRPr="00F23192">
        <w:t>Quel but poursuivait-il</w:t>
      </w:r>
      <w:r w:rsidR="00D60A57">
        <w:t xml:space="preserve"> ? </w:t>
      </w:r>
      <w:r w:rsidRPr="00F23192">
        <w:t>Autant de questions auxquelles nul ne pouvait répondre</w:t>
      </w:r>
      <w:r w:rsidR="00D60A57">
        <w:t>.</w:t>
      </w:r>
    </w:p>
    <w:p w14:paraId="20643DE5" w14:textId="77777777" w:rsidR="00D60A57" w:rsidRDefault="00E36F6A" w:rsidP="00D60A57">
      <w:r w:rsidRPr="00F23192">
        <w:lastRenderedPageBreak/>
        <w:t>Il n</w:t>
      </w:r>
      <w:r w:rsidR="00D60A57">
        <w:t>’</w:t>
      </w:r>
      <w:r w:rsidRPr="00F23192">
        <w:t>était pas jusqu</w:t>
      </w:r>
      <w:r w:rsidR="00D60A57">
        <w:t>’</w:t>
      </w:r>
      <w:r w:rsidRPr="00F23192">
        <w:t>à son sexe qui ne fût discuté</w:t>
      </w:r>
      <w:r w:rsidR="00D60A57">
        <w:t xml:space="preserve">, </w:t>
      </w:r>
      <w:r w:rsidRPr="00F23192">
        <w:t>depuis ce</w:t>
      </w:r>
      <w:r w:rsidRPr="00F23192">
        <w:t>r</w:t>
      </w:r>
      <w:r w:rsidRPr="00F23192">
        <w:t>tain soir où un buveur</w:t>
      </w:r>
      <w:r w:rsidR="00D60A57">
        <w:t xml:space="preserve"> – </w:t>
      </w:r>
      <w:r w:rsidRPr="00F23192">
        <w:t>pris sans doute de boisson après de nombreuses bolées de cidre nouveau</w:t>
      </w:r>
      <w:r w:rsidR="00D60A57">
        <w:t xml:space="preserve"> – </w:t>
      </w:r>
      <w:r w:rsidRPr="00F23192">
        <w:t>s</w:t>
      </w:r>
      <w:r w:rsidR="00D60A57">
        <w:t>’</w:t>
      </w:r>
      <w:r w:rsidRPr="00F23192">
        <w:t>était laissé aller à ins</w:t>
      </w:r>
      <w:r w:rsidRPr="00F23192">
        <w:t>i</w:t>
      </w:r>
      <w:r w:rsidRPr="00F23192">
        <w:t>nuer que le chef des Collecteurs pourrait bien être une femme</w:t>
      </w:r>
      <w:r w:rsidR="00D60A57">
        <w:t>…</w:t>
      </w:r>
    </w:p>
    <w:p w14:paraId="68536D82" w14:textId="77777777" w:rsidR="00D60A57" w:rsidRDefault="00E36F6A" w:rsidP="00D60A57">
      <w:r w:rsidRPr="00F23192">
        <w:t>Propos d</w:t>
      </w:r>
      <w:r w:rsidR="00D60A57">
        <w:t>’</w:t>
      </w:r>
      <w:r w:rsidRPr="00F23192">
        <w:t>ivrogne</w:t>
      </w:r>
      <w:r w:rsidR="00D60A57">
        <w:t xml:space="preserve">, </w:t>
      </w:r>
      <w:r w:rsidRPr="00F23192">
        <w:t>ainsi en avait-on jugé tout d</w:t>
      </w:r>
      <w:r w:rsidR="00D60A57">
        <w:t>’</w:t>
      </w:r>
      <w:r w:rsidRPr="00F23192">
        <w:t>abord</w:t>
      </w:r>
      <w:r w:rsidR="00D60A57">
        <w:t xml:space="preserve">, </w:t>
      </w:r>
      <w:r w:rsidRPr="00F23192">
        <w:t>mais qui prit couleur de vérité lorsque</w:t>
      </w:r>
      <w:r w:rsidR="00D60A57">
        <w:t xml:space="preserve">, </w:t>
      </w:r>
      <w:r w:rsidRPr="00F23192">
        <w:t>le lendemain</w:t>
      </w:r>
      <w:r w:rsidR="00D60A57">
        <w:t xml:space="preserve">, </w:t>
      </w:r>
      <w:r w:rsidRPr="00F23192">
        <w:t>son a</w:t>
      </w:r>
      <w:r w:rsidRPr="00F23192">
        <w:t>u</w:t>
      </w:r>
      <w:r w:rsidRPr="00F23192">
        <w:t>teur fut trouvé dans un champ</w:t>
      </w:r>
      <w:r w:rsidR="00D60A57">
        <w:t xml:space="preserve">, </w:t>
      </w:r>
      <w:r w:rsidRPr="00F23192">
        <w:t>mort d</w:t>
      </w:r>
      <w:r w:rsidR="00D60A57">
        <w:t>’</w:t>
      </w:r>
      <w:r w:rsidRPr="00F23192">
        <w:t>un coup de coutelas dont la lame lui clouait sur la poitrine un placard portant ces mots</w:t>
      </w:r>
      <w:r w:rsidR="00D60A57">
        <w:t> : « </w:t>
      </w:r>
      <w:r w:rsidRPr="00F23192">
        <w:t>Avis aux bavards</w:t>
      </w:r>
      <w:r w:rsidR="00D60A57">
        <w:t> ».</w:t>
      </w:r>
    </w:p>
    <w:p w14:paraId="17CD23AF" w14:textId="77777777" w:rsidR="00D60A57" w:rsidRDefault="00E36F6A" w:rsidP="00D60A57">
      <w:r w:rsidRPr="00F23192">
        <w:t>Dès ce jour-là</w:t>
      </w:r>
      <w:r w:rsidR="00D60A57">
        <w:t xml:space="preserve">, </w:t>
      </w:r>
      <w:r w:rsidRPr="00F23192">
        <w:t>fut acquise pour tous la féminité du chef de bande</w:t>
      </w:r>
      <w:r w:rsidR="00D60A57">
        <w:t xml:space="preserve">, </w:t>
      </w:r>
      <w:r w:rsidRPr="00F23192">
        <w:t>instantanément baptisé</w:t>
      </w:r>
      <w:r w:rsidR="00D60A57">
        <w:t xml:space="preserve"> – </w:t>
      </w:r>
      <w:r w:rsidRPr="00F23192">
        <w:t>en raison de sa férocité lége</w:t>
      </w:r>
      <w:r w:rsidRPr="00F23192">
        <w:t>n</w:t>
      </w:r>
      <w:r w:rsidRPr="00F23192">
        <w:t>daire</w:t>
      </w:r>
      <w:r w:rsidR="00D60A57">
        <w:t xml:space="preserve"> – </w:t>
      </w:r>
      <w:r w:rsidRPr="00F23192">
        <w:t xml:space="preserve">la </w:t>
      </w:r>
      <w:r w:rsidR="00D60A57">
        <w:t>« </w:t>
      </w:r>
      <w:r w:rsidRPr="00F23192">
        <w:t xml:space="preserve">Louve de </w:t>
      </w:r>
      <w:proofErr w:type="spellStart"/>
      <w:r w:rsidRPr="00F23192">
        <w:t>Penandru</w:t>
      </w:r>
      <w:proofErr w:type="spellEnd"/>
      <w:r w:rsidR="00D60A57">
        <w:t> ».</w:t>
      </w:r>
    </w:p>
    <w:p w14:paraId="02815348" w14:textId="77777777" w:rsidR="00D60A57" w:rsidRDefault="00E36F6A" w:rsidP="00D60A57">
      <w:r w:rsidRPr="00F23192">
        <w:t>C</w:t>
      </w:r>
      <w:r w:rsidR="00D60A57">
        <w:t>’</w:t>
      </w:r>
      <w:r w:rsidRPr="00F23192">
        <w:t>est un épisode de sa vie</w:t>
      </w:r>
      <w:r w:rsidR="00D60A57">
        <w:t xml:space="preserve"> – </w:t>
      </w:r>
      <w:r w:rsidRPr="00F23192">
        <w:t>le dernier</w:t>
      </w:r>
      <w:r w:rsidR="00D60A57">
        <w:t xml:space="preserve"> – </w:t>
      </w:r>
      <w:r w:rsidRPr="00F23192">
        <w:t>que nous allons conter</w:t>
      </w:r>
      <w:r w:rsidR="00D60A57">
        <w:t>.</w:t>
      </w:r>
    </w:p>
    <w:p w14:paraId="2B658A2E" w14:textId="33DEB98E" w:rsidR="00D60A57" w:rsidRDefault="00E36F6A" w:rsidP="00D60A57">
      <w:pPr>
        <w:pStyle w:val="Titre1"/>
      </w:pPr>
      <w:bookmarkStart w:id="2" w:name="_Toc186820626"/>
      <w:bookmarkStart w:id="3" w:name="_Toc195122103"/>
      <w:r w:rsidRPr="00F23192">
        <w:lastRenderedPageBreak/>
        <w:t>CHAPITRE PREMIER</w:t>
      </w:r>
      <w:r w:rsidRPr="00F23192">
        <w:br/>
      </w:r>
      <w:r w:rsidRPr="00F23192">
        <w:br/>
        <w:t>CHEVAUCHÉES DANS LA NUIT</w:t>
      </w:r>
      <w:bookmarkEnd w:id="2"/>
      <w:bookmarkEnd w:id="3"/>
      <w:r w:rsidRPr="00F23192">
        <w:br/>
      </w:r>
    </w:p>
    <w:p w14:paraId="73510646" w14:textId="77777777" w:rsidR="00D60A57" w:rsidRDefault="00D60A57" w:rsidP="00D60A57">
      <w:r>
        <w:t>— </w:t>
      </w:r>
      <w:r w:rsidR="00E36F6A" w:rsidRPr="00F23192">
        <w:t>Sainte Vierge</w:t>
      </w:r>
      <w:r>
        <w:t xml:space="preserve"> ! </w:t>
      </w:r>
      <w:r w:rsidR="00E36F6A" w:rsidRPr="00F23192">
        <w:t>Mon fils</w:t>
      </w:r>
      <w:r>
        <w:t xml:space="preserve">, </w:t>
      </w:r>
      <w:r w:rsidR="00E36F6A" w:rsidRPr="00F23192">
        <w:t>que vous est-il survenu</w:t>
      </w:r>
      <w:r>
        <w:t> ?</w:t>
      </w:r>
    </w:p>
    <w:p w14:paraId="4607CF02" w14:textId="77777777" w:rsidR="00D60A57" w:rsidRDefault="00E36F6A" w:rsidP="00D60A57">
      <w:r w:rsidRPr="00F23192">
        <w:t xml:space="preserve">Et la comtesse douairière du </w:t>
      </w:r>
      <w:proofErr w:type="spellStart"/>
      <w:r w:rsidRPr="00F23192">
        <w:t>Falouët</w:t>
      </w:r>
      <w:proofErr w:type="spellEnd"/>
      <w:r w:rsidRPr="00F23192">
        <w:t xml:space="preserve"> attachait sur le no</w:t>
      </w:r>
      <w:r w:rsidRPr="00F23192">
        <w:t>u</w:t>
      </w:r>
      <w:r w:rsidRPr="00F23192">
        <w:t>veau venu un regard où la surprise se mélangeait d</w:t>
      </w:r>
      <w:r w:rsidR="00D60A57">
        <w:t>’</w:t>
      </w:r>
      <w:r w:rsidRPr="00F23192">
        <w:t>inquiétude</w:t>
      </w:r>
      <w:r w:rsidR="00D60A57">
        <w:t>.</w:t>
      </w:r>
    </w:p>
    <w:p w14:paraId="1464F722" w14:textId="77777777" w:rsidR="00D60A57" w:rsidRDefault="00E36F6A" w:rsidP="00D60A57">
      <w:r w:rsidRPr="00F23192">
        <w:t>Celui qui se tenait devant elle</w:t>
      </w:r>
      <w:r w:rsidR="00D60A57">
        <w:t xml:space="preserve">, </w:t>
      </w:r>
      <w:r w:rsidRPr="00F23192">
        <w:t>courbé dans un salut respe</w:t>
      </w:r>
      <w:r w:rsidRPr="00F23192">
        <w:t>c</w:t>
      </w:r>
      <w:r w:rsidRPr="00F23192">
        <w:t>tueux</w:t>
      </w:r>
      <w:r w:rsidR="00D60A57">
        <w:t xml:space="preserve">, </w:t>
      </w:r>
      <w:r w:rsidRPr="00F23192">
        <w:t>portait</w:t>
      </w:r>
      <w:r w:rsidR="00D60A57">
        <w:t xml:space="preserve">, </w:t>
      </w:r>
      <w:r w:rsidRPr="00F23192">
        <w:t>en effet</w:t>
      </w:r>
      <w:r w:rsidR="00D60A57">
        <w:t xml:space="preserve">, </w:t>
      </w:r>
      <w:r w:rsidRPr="00F23192">
        <w:t>sur ses vêtements les traces d</w:t>
      </w:r>
      <w:r w:rsidR="00D60A57">
        <w:t>’</w:t>
      </w:r>
      <w:r w:rsidRPr="00F23192">
        <w:t>une chute récente</w:t>
      </w:r>
      <w:r w:rsidR="00D60A57">
        <w:t xml:space="preserve"> : </w:t>
      </w:r>
      <w:r w:rsidRPr="00F23192">
        <w:t>poussière et sang les maculaient</w:t>
      </w:r>
      <w:r w:rsidR="00D60A57">
        <w:t>.</w:t>
      </w:r>
    </w:p>
    <w:p w14:paraId="6E490373" w14:textId="77777777" w:rsidR="00D60A57" w:rsidRDefault="00D60A57" w:rsidP="00D60A57">
      <w:r>
        <w:t>— </w:t>
      </w:r>
      <w:r w:rsidR="00E36F6A" w:rsidRPr="00F23192">
        <w:t>Vous voudrez bien m</w:t>
      </w:r>
      <w:r>
        <w:t>’</w:t>
      </w:r>
      <w:r w:rsidR="00E36F6A" w:rsidRPr="00F23192">
        <w:t>excuser</w:t>
      </w:r>
      <w:r>
        <w:t xml:space="preserve">, </w:t>
      </w:r>
      <w:r w:rsidR="00E36F6A" w:rsidRPr="00F23192">
        <w:t>ma mère</w:t>
      </w:r>
      <w:r>
        <w:t xml:space="preserve">, </w:t>
      </w:r>
      <w:r w:rsidR="00E36F6A" w:rsidRPr="00F23192">
        <w:t>pour me prése</w:t>
      </w:r>
      <w:r w:rsidR="00E36F6A" w:rsidRPr="00F23192">
        <w:t>n</w:t>
      </w:r>
      <w:r w:rsidR="00E36F6A" w:rsidRPr="00F23192">
        <w:t>ter dans cet état</w:t>
      </w:r>
      <w:r>
        <w:t xml:space="preserve"> ; </w:t>
      </w:r>
      <w:r w:rsidR="00E36F6A" w:rsidRPr="00F23192">
        <w:t>seule en est cause la hâte que j</w:t>
      </w:r>
      <w:r>
        <w:t>’</w:t>
      </w:r>
      <w:r w:rsidR="00E36F6A" w:rsidRPr="00F23192">
        <w:t>avais de répo</w:t>
      </w:r>
      <w:r w:rsidR="00E36F6A" w:rsidRPr="00F23192">
        <w:t>n</w:t>
      </w:r>
      <w:r w:rsidR="00E36F6A" w:rsidRPr="00F23192">
        <w:t>dre à votre appel</w:t>
      </w:r>
      <w:r>
        <w:t>…</w:t>
      </w:r>
    </w:p>
    <w:p w14:paraId="29EB103D" w14:textId="77777777" w:rsidR="00D60A57" w:rsidRDefault="00D60A57" w:rsidP="00D60A57">
      <w:r>
        <w:t>— </w:t>
      </w:r>
      <w:r w:rsidR="00E36F6A" w:rsidRPr="00F23192">
        <w:t>Mais encore</w:t>
      </w:r>
      <w:r>
        <w:t xml:space="preserve">, </w:t>
      </w:r>
      <w:r w:rsidR="00E36F6A" w:rsidRPr="00F23192">
        <w:t>Bertrand</w:t>
      </w:r>
      <w:r>
        <w:t xml:space="preserve">, </w:t>
      </w:r>
      <w:r w:rsidR="00E36F6A" w:rsidRPr="00F23192">
        <w:t>m</w:t>
      </w:r>
      <w:r>
        <w:t>’</w:t>
      </w:r>
      <w:r w:rsidR="00E36F6A" w:rsidRPr="00F23192">
        <w:t>expliquerez-vous</w:t>
      </w:r>
      <w:r>
        <w:t>…</w:t>
      </w:r>
    </w:p>
    <w:p w14:paraId="19A2243D" w14:textId="77777777" w:rsidR="00D60A57" w:rsidRDefault="00D60A57" w:rsidP="00D60A57">
      <w:r>
        <w:t>— </w:t>
      </w:r>
      <w:r w:rsidR="00E36F6A" w:rsidRPr="00F23192">
        <w:t>Rien dont vous deviez vous émouvoir</w:t>
      </w:r>
      <w:r>
        <w:t xml:space="preserve"> ; </w:t>
      </w:r>
      <w:r w:rsidR="00E36F6A" w:rsidRPr="00F23192">
        <w:t>tandis que je tr</w:t>
      </w:r>
      <w:r w:rsidR="00E36F6A" w:rsidRPr="00F23192">
        <w:t>a</w:t>
      </w:r>
      <w:r w:rsidR="00E36F6A" w:rsidRPr="00F23192">
        <w:t xml:space="preserve">versais les bois de </w:t>
      </w:r>
      <w:proofErr w:type="spellStart"/>
      <w:r w:rsidR="00E36F6A" w:rsidRPr="00F23192">
        <w:t>Chuchuniou</w:t>
      </w:r>
      <w:proofErr w:type="spellEnd"/>
      <w:r>
        <w:t xml:space="preserve">, </w:t>
      </w:r>
      <w:r w:rsidR="00E36F6A" w:rsidRPr="00F23192">
        <w:t>un bruit de bataille m</w:t>
      </w:r>
      <w:r>
        <w:t>’</w:t>
      </w:r>
      <w:r w:rsidR="00E36F6A" w:rsidRPr="00F23192">
        <w:t>a fait a</w:t>
      </w:r>
      <w:r w:rsidR="00E36F6A" w:rsidRPr="00F23192">
        <w:t>c</w:t>
      </w:r>
      <w:r w:rsidR="00E36F6A" w:rsidRPr="00F23192">
        <w:t>courir dans un ravin où un groupe d</w:t>
      </w:r>
      <w:r>
        <w:t>’</w:t>
      </w:r>
      <w:r w:rsidR="00E36F6A" w:rsidRPr="00F23192">
        <w:t>hommes houspillaient un pauvre diable</w:t>
      </w:r>
      <w:r>
        <w:t xml:space="preserve">… </w:t>
      </w:r>
      <w:r w:rsidR="00E36F6A" w:rsidRPr="00F23192">
        <w:t>une pareille lâcheté ne pouvait me laisser indi</w:t>
      </w:r>
      <w:r w:rsidR="00E36F6A" w:rsidRPr="00F23192">
        <w:t>f</w:t>
      </w:r>
      <w:r w:rsidR="00E36F6A" w:rsidRPr="00F23192">
        <w:t>férent</w:t>
      </w:r>
      <w:r>
        <w:t xml:space="preserve">… </w:t>
      </w:r>
      <w:r w:rsidR="00E36F6A" w:rsidRPr="00F23192">
        <w:t>J</w:t>
      </w:r>
      <w:r>
        <w:t>’</w:t>
      </w:r>
      <w:r w:rsidR="00E36F6A" w:rsidRPr="00F23192">
        <w:t>ai piqué des deux et foncé sur le groupe qui</w:t>
      </w:r>
      <w:r>
        <w:t xml:space="preserve">, </w:t>
      </w:r>
      <w:r w:rsidR="00E36F6A" w:rsidRPr="00F23192">
        <w:t>aba</w:t>
      </w:r>
      <w:r w:rsidR="00E36F6A" w:rsidRPr="00F23192">
        <w:t>n</w:t>
      </w:r>
      <w:r w:rsidR="00E36F6A" w:rsidRPr="00F23192">
        <w:t>donnant sa victime</w:t>
      </w:r>
      <w:r>
        <w:t xml:space="preserve">, </w:t>
      </w:r>
      <w:r w:rsidR="00E36F6A" w:rsidRPr="00F23192">
        <w:t>s</w:t>
      </w:r>
      <w:r>
        <w:t>’</w:t>
      </w:r>
      <w:r w:rsidR="00E36F6A" w:rsidRPr="00F23192">
        <w:t>en est pris à moi</w:t>
      </w:r>
      <w:r>
        <w:t>.</w:t>
      </w:r>
    </w:p>
    <w:p w14:paraId="6302C550" w14:textId="77777777" w:rsidR="00D60A57" w:rsidRDefault="00D60A57" w:rsidP="00D60A57">
      <w:r>
        <w:t>— </w:t>
      </w:r>
      <w:r w:rsidR="00E36F6A" w:rsidRPr="00F23192">
        <w:t>Et vous étiez seul</w:t>
      </w:r>
      <w:r>
        <w:t> !</w:t>
      </w:r>
    </w:p>
    <w:p w14:paraId="69E9B44F" w14:textId="77777777" w:rsidR="00D60A57" w:rsidRDefault="00D60A57" w:rsidP="00D60A57">
      <w:r>
        <w:t>— </w:t>
      </w:r>
      <w:r w:rsidR="00E36F6A" w:rsidRPr="00F23192">
        <w:t>Ils n</w:t>
      </w:r>
      <w:r>
        <w:t>’</w:t>
      </w:r>
      <w:r w:rsidR="00E36F6A" w:rsidRPr="00F23192">
        <w:t>étaient que quatre</w:t>
      </w:r>
      <w:r>
        <w:t xml:space="preserve">, </w:t>
      </w:r>
      <w:r w:rsidR="00E36F6A" w:rsidRPr="00F23192">
        <w:t>ma mère</w:t>
      </w:r>
      <w:r>
        <w:t>.</w:t>
      </w:r>
    </w:p>
    <w:p w14:paraId="1CBB36E0" w14:textId="77777777" w:rsidR="00D60A57" w:rsidRDefault="00E36F6A" w:rsidP="00D60A57">
      <w:r w:rsidRPr="00F23192">
        <w:t>La douairière s</w:t>
      </w:r>
      <w:r w:rsidR="00D60A57">
        <w:t>’</w:t>
      </w:r>
      <w:r w:rsidRPr="00F23192">
        <w:t>exclama sur un ton de reproche où se m</w:t>
      </w:r>
      <w:r w:rsidRPr="00F23192">
        <w:t>ê</w:t>
      </w:r>
      <w:r w:rsidRPr="00F23192">
        <w:t>lait quelque fierté</w:t>
      </w:r>
      <w:r w:rsidR="00D60A57">
        <w:t> :</w:t>
      </w:r>
    </w:p>
    <w:p w14:paraId="6A59C692" w14:textId="77777777" w:rsidR="00D60A57" w:rsidRDefault="00D60A57" w:rsidP="00D60A57">
      <w:r>
        <w:lastRenderedPageBreak/>
        <w:t>— </w:t>
      </w:r>
      <w:r w:rsidR="00E36F6A" w:rsidRPr="00F23192">
        <w:t>Vous serez toujours le même</w:t>
      </w:r>
      <w:r>
        <w:t xml:space="preserve">, </w:t>
      </w:r>
      <w:r w:rsidR="00E36F6A" w:rsidRPr="00F23192">
        <w:t>Bertrand</w:t>
      </w:r>
      <w:r>
        <w:t>.</w:t>
      </w:r>
    </w:p>
    <w:p w14:paraId="22AD7369" w14:textId="77777777" w:rsidR="00D60A57" w:rsidRDefault="00D60A57" w:rsidP="00D60A57">
      <w:r>
        <w:t>— </w:t>
      </w:r>
      <w:r w:rsidR="00E36F6A" w:rsidRPr="00F23192">
        <w:t>Ne m</w:t>
      </w:r>
      <w:r>
        <w:t>’</w:t>
      </w:r>
      <w:r w:rsidR="00E36F6A" w:rsidRPr="00F23192">
        <w:t>avez-vous pas dit</w:t>
      </w:r>
      <w:r>
        <w:t xml:space="preserve">, </w:t>
      </w:r>
      <w:r w:rsidR="00E36F6A" w:rsidRPr="00F23192">
        <w:t>à plusieurs reprises</w:t>
      </w:r>
      <w:r>
        <w:t xml:space="preserve">, </w:t>
      </w:r>
      <w:r w:rsidR="00E36F6A" w:rsidRPr="00F23192">
        <w:t>que j</w:t>
      </w:r>
      <w:r>
        <w:t>’</w:t>
      </w:r>
      <w:r w:rsidR="00E36F6A" w:rsidRPr="00F23192">
        <w:t>étais tout le portrait de mon père</w:t>
      </w:r>
      <w:r>
        <w:t>…</w:t>
      </w:r>
    </w:p>
    <w:p w14:paraId="426AFF09" w14:textId="77777777" w:rsidR="00D60A57" w:rsidRDefault="00E36F6A" w:rsidP="00D60A57">
      <w:r w:rsidRPr="00F23192">
        <w:t>La douairière ne pouvait s</w:t>
      </w:r>
      <w:r w:rsidR="00D60A57">
        <w:t>’</w:t>
      </w:r>
      <w:r w:rsidRPr="00F23192">
        <w:t>empêcher de contempler avec satisfaction ce grand garçon bien découplé</w:t>
      </w:r>
      <w:r w:rsidR="00D60A57">
        <w:t xml:space="preserve">, </w:t>
      </w:r>
      <w:r w:rsidRPr="00F23192">
        <w:t>au visage énergique qu</w:t>
      </w:r>
      <w:r w:rsidR="00D60A57">
        <w:t>’</w:t>
      </w:r>
      <w:r w:rsidRPr="00F23192">
        <w:t>animaient des yeux clairs au reflet net et qu</w:t>
      </w:r>
      <w:r w:rsidR="00D60A57">
        <w:t>’</w:t>
      </w:r>
      <w:r w:rsidRPr="00F23192">
        <w:t>encadrait une barbe légèrement roussâtre</w:t>
      </w:r>
      <w:r w:rsidR="00D60A57">
        <w:t xml:space="preserve">, </w:t>
      </w:r>
      <w:r w:rsidRPr="00F23192">
        <w:t>courte sur les joues et se terminant en pointe</w:t>
      </w:r>
      <w:r w:rsidR="00D60A57">
        <w:t xml:space="preserve">, </w:t>
      </w:r>
      <w:r w:rsidRPr="00F23192">
        <w:t>ainsi que le voulait la mode de l</w:t>
      </w:r>
      <w:r w:rsidR="00D60A57">
        <w:t>’</w:t>
      </w:r>
      <w:r w:rsidRPr="00F23192">
        <w:t>époque</w:t>
      </w:r>
      <w:r w:rsidR="00D60A57">
        <w:t>.</w:t>
      </w:r>
    </w:p>
    <w:p w14:paraId="71FF2B99" w14:textId="77777777" w:rsidR="00D60A57" w:rsidRDefault="00E36F6A" w:rsidP="00D60A57">
      <w:r w:rsidRPr="00F23192">
        <w:t>Son pourpoint était de cuir fauve</w:t>
      </w:r>
      <w:r w:rsidR="00D60A57">
        <w:t xml:space="preserve">, </w:t>
      </w:r>
      <w:r w:rsidRPr="00F23192">
        <w:t>de même teinte que le drap de ses hauts-de-chausses que rejoignaient</w:t>
      </w:r>
      <w:r w:rsidR="00D60A57">
        <w:t xml:space="preserve">, </w:t>
      </w:r>
      <w:r w:rsidRPr="00F23192">
        <w:t>à mi-cuisse</w:t>
      </w:r>
      <w:r w:rsidR="00D60A57">
        <w:t xml:space="preserve">, </w:t>
      </w:r>
      <w:r w:rsidRPr="00F23192">
        <w:t>ses bottes lourdement éperonnées</w:t>
      </w:r>
      <w:r w:rsidR="00D60A57">
        <w:t>.</w:t>
      </w:r>
    </w:p>
    <w:p w14:paraId="42AF2D19" w14:textId="77777777" w:rsidR="00D60A57" w:rsidRDefault="00E36F6A" w:rsidP="00D60A57">
      <w:r w:rsidRPr="00F23192">
        <w:t>Au flanc</w:t>
      </w:r>
      <w:r w:rsidR="00D60A57">
        <w:t xml:space="preserve">, </w:t>
      </w:r>
      <w:r w:rsidRPr="00F23192">
        <w:t>pendaient l</w:t>
      </w:r>
      <w:r w:rsidR="00D60A57">
        <w:t>’</w:t>
      </w:r>
      <w:r w:rsidRPr="00F23192">
        <w:t>épée de combat à coquille de fer et la dague à lame courte</w:t>
      </w:r>
      <w:r w:rsidR="00D60A57">
        <w:t xml:space="preserve">, </w:t>
      </w:r>
      <w:r w:rsidRPr="00F23192">
        <w:t>dénommée</w:t>
      </w:r>
      <w:r w:rsidR="00D60A57">
        <w:t xml:space="preserve">, </w:t>
      </w:r>
      <w:r w:rsidRPr="00F23192">
        <w:t>à l</w:t>
      </w:r>
      <w:r w:rsidR="00D60A57">
        <w:t>’</w:t>
      </w:r>
      <w:r w:rsidRPr="00F23192">
        <w:t xml:space="preserve">époque </w:t>
      </w:r>
      <w:r w:rsidR="00D60A57">
        <w:t>« </w:t>
      </w:r>
      <w:r w:rsidRPr="00F23192">
        <w:t>une misér</w:t>
      </w:r>
      <w:r w:rsidRPr="00F23192">
        <w:t>i</w:t>
      </w:r>
      <w:r w:rsidRPr="00F23192">
        <w:t>corde</w:t>
      </w:r>
      <w:r w:rsidR="00D60A57">
        <w:t> ».</w:t>
      </w:r>
    </w:p>
    <w:p w14:paraId="29B01ABA" w14:textId="77777777" w:rsidR="00D60A57" w:rsidRDefault="00D60A57" w:rsidP="00D60A57">
      <w:r>
        <w:t>— </w:t>
      </w:r>
      <w:r w:rsidR="00E36F6A" w:rsidRPr="00F23192">
        <w:t>En moins de cinq minutes</w:t>
      </w:r>
      <w:r>
        <w:t xml:space="preserve">, </w:t>
      </w:r>
      <w:r w:rsidR="00E36F6A" w:rsidRPr="00F23192">
        <w:t>conclut le jeune homme</w:t>
      </w:r>
      <w:r>
        <w:t xml:space="preserve">, </w:t>
      </w:r>
      <w:r w:rsidR="00E36F6A" w:rsidRPr="00F23192">
        <w:t>les coquins étaient en fuite</w:t>
      </w:r>
      <w:r>
        <w:t xml:space="preserve">… </w:t>
      </w:r>
      <w:r w:rsidR="00E36F6A" w:rsidRPr="00F23192">
        <w:t>Leur proie avait profité de l</w:t>
      </w:r>
      <w:r>
        <w:t>’</w:t>
      </w:r>
      <w:r w:rsidR="00E36F6A" w:rsidRPr="00F23192">
        <w:t>algarade pour disparaître</w:t>
      </w:r>
      <w:r>
        <w:t>.</w:t>
      </w:r>
    </w:p>
    <w:p w14:paraId="267B67D9" w14:textId="77777777" w:rsidR="00D60A57" w:rsidRDefault="00D60A57" w:rsidP="00D60A57">
      <w:r>
        <w:t>— </w:t>
      </w:r>
      <w:r w:rsidR="00E36F6A" w:rsidRPr="00F23192">
        <w:t>En sorte que vous ne savez même pas qui vous avez obl</w:t>
      </w:r>
      <w:r w:rsidR="00E36F6A" w:rsidRPr="00F23192">
        <w:t>i</w:t>
      </w:r>
      <w:r w:rsidR="00E36F6A" w:rsidRPr="00F23192">
        <w:t>gé</w:t>
      </w:r>
      <w:r>
        <w:t> ?</w:t>
      </w:r>
    </w:p>
    <w:p w14:paraId="5E4BA245" w14:textId="77777777" w:rsidR="00D60A57" w:rsidRDefault="00D60A57" w:rsidP="00D60A57">
      <w:r>
        <w:t>— </w:t>
      </w:r>
      <w:r w:rsidR="00E36F6A" w:rsidRPr="00F23192">
        <w:t>Homme ou femme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ignore</w:t>
      </w:r>
      <w:r>
        <w:t xml:space="preserve">… </w:t>
      </w:r>
      <w:r w:rsidR="00E36F6A" w:rsidRPr="00F23192">
        <w:t>peu me chaud</w:t>
      </w:r>
      <w:r>
        <w:t xml:space="preserve">, </w:t>
      </w:r>
      <w:r w:rsidR="00E36F6A" w:rsidRPr="00F23192">
        <w:t>d</w:t>
      </w:r>
      <w:r>
        <w:t>’</w:t>
      </w:r>
      <w:r w:rsidR="00E36F6A" w:rsidRPr="00F23192">
        <w:t>ai</w:t>
      </w:r>
      <w:r w:rsidR="00E36F6A" w:rsidRPr="00F23192">
        <w:t>l</w:t>
      </w:r>
      <w:r w:rsidR="00E36F6A" w:rsidRPr="00F23192">
        <w:t>leurs</w:t>
      </w:r>
      <w:r>
        <w:t xml:space="preserve">… </w:t>
      </w:r>
      <w:r w:rsidR="00E36F6A" w:rsidRPr="00F23192">
        <w:t>et je ne penserais même pas à cette aventure si</w:t>
      </w:r>
      <w:r>
        <w:t xml:space="preserve">, </w:t>
      </w:r>
      <w:r w:rsidR="00E36F6A" w:rsidRPr="00F23192">
        <w:t>dans la lutte</w:t>
      </w:r>
      <w:r>
        <w:t xml:space="preserve">, </w:t>
      </w:r>
      <w:r w:rsidR="00E36F6A" w:rsidRPr="00F23192">
        <w:t>ma chaîne de cou</w:t>
      </w:r>
      <w:r>
        <w:t xml:space="preserve">, </w:t>
      </w:r>
      <w:r w:rsidR="00E36F6A" w:rsidRPr="00F23192">
        <w:t>celle qui me venait de mon père</w:t>
      </w:r>
      <w:r>
        <w:t xml:space="preserve">, </w:t>
      </w:r>
      <w:r w:rsidR="00E36F6A" w:rsidRPr="00F23192">
        <w:t>ne s</w:t>
      </w:r>
      <w:r>
        <w:t>’</w:t>
      </w:r>
      <w:r w:rsidR="00E36F6A" w:rsidRPr="00F23192">
        <w:t>était brisée</w:t>
      </w:r>
      <w:r>
        <w:t xml:space="preserve">, </w:t>
      </w:r>
      <w:r w:rsidR="00E36F6A" w:rsidRPr="00F23192">
        <w:t>ce qui m</w:t>
      </w:r>
      <w:r>
        <w:t>’</w:t>
      </w:r>
      <w:r w:rsidR="00E36F6A" w:rsidRPr="00F23192">
        <w:t>a valu la perte de la médaille de la Vierge qui s</w:t>
      </w:r>
      <w:r>
        <w:t>’</w:t>
      </w:r>
      <w:r w:rsidR="00E36F6A" w:rsidRPr="00F23192">
        <w:t>y tro</w:t>
      </w:r>
      <w:r w:rsidR="00E36F6A" w:rsidRPr="00F23192">
        <w:t>u</w:t>
      </w:r>
      <w:r w:rsidR="00E36F6A" w:rsidRPr="00F23192">
        <w:t>vait attachée</w:t>
      </w:r>
      <w:r>
        <w:t>…</w:t>
      </w:r>
    </w:p>
    <w:p w14:paraId="266CA1C4" w14:textId="77777777" w:rsidR="00D60A57" w:rsidRDefault="00E36F6A" w:rsidP="00D60A57">
      <w:r w:rsidRPr="00F23192">
        <w:t>Le visage de la douairière se rembrunit et elle prononça</w:t>
      </w:r>
      <w:r w:rsidR="00D60A57">
        <w:t xml:space="preserve">, </w:t>
      </w:r>
      <w:r w:rsidRPr="00F23192">
        <w:t>soucieuse</w:t>
      </w:r>
      <w:r w:rsidR="00D60A57">
        <w:t> :</w:t>
      </w:r>
    </w:p>
    <w:p w14:paraId="3AE2F717" w14:textId="77777777" w:rsidR="00D60A57" w:rsidRDefault="00D60A57" w:rsidP="00D60A57">
      <w:r>
        <w:lastRenderedPageBreak/>
        <w:t>— </w:t>
      </w:r>
      <w:r w:rsidR="00E36F6A" w:rsidRPr="00F23192">
        <w:t>Mauvais présage</w:t>
      </w:r>
      <w:r>
        <w:t xml:space="preserve">, </w:t>
      </w:r>
      <w:r w:rsidR="00E36F6A" w:rsidRPr="00F23192">
        <w:t>mon fils</w:t>
      </w:r>
      <w:r>
        <w:t xml:space="preserve">… </w:t>
      </w:r>
      <w:r w:rsidR="00E36F6A" w:rsidRPr="00F23192">
        <w:t>et qui donne plus de poids à ce que je désire vous dire</w:t>
      </w:r>
      <w:r>
        <w:t>.</w:t>
      </w:r>
    </w:p>
    <w:p w14:paraId="71D0EF95" w14:textId="77777777" w:rsidR="00D60A57" w:rsidRDefault="00E36F6A" w:rsidP="00D60A57">
      <w:r w:rsidRPr="00F23192">
        <w:t>Le jeune comte répondit d</w:t>
      </w:r>
      <w:r w:rsidR="00D60A57">
        <w:t>’</w:t>
      </w:r>
      <w:r w:rsidRPr="00F23192">
        <w:t>une voix respectueuse où se pouvait cependant déceler une pointe de scepticisme</w:t>
      </w:r>
      <w:r w:rsidR="00D60A57">
        <w:t> :</w:t>
      </w:r>
    </w:p>
    <w:p w14:paraId="21D7B138" w14:textId="77777777" w:rsidR="00D60A57" w:rsidRDefault="00D60A57" w:rsidP="00D60A57">
      <w:r>
        <w:t>— </w:t>
      </w:r>
      <w:r w:rsidR="00E36F6A" w:rsidRPr="00F23192">
        <w:t>Je vous écoute</w:t>
      </w:r>
      <w:r>
        <w:t xml:space="preserve">, </w:t>
      </w:r>
      <w:r w:rsidR="00E36F6A" w:rsidRPr="00F23192">
        <w:t>ma mère</w:t>
      </w:r>
      <w:r>
        <w:t>…</w:t>
      </w:r>
    </w:p>
    <w:p w14:paraId="7600F306" w14:textId="77777777" w:rsidR="00D60A57" w:rsidRDefault="00D60A57" w:rsidP="00D60A57">
      <w:r>
        <w:t>— </w:t>
      </w:r>
      <w:r w:rsidR="00E36F6A" w:rsidRPr="00F23192">
        <w:t>Bertrand</w:t>
      </w:r>
      <w:r>
        <w:t xml:space="preserve">, </w:t>
      </w:r>
      <w:r w:rsidR="00E36F6A" w:rsidRPr="00F23192">
        <w:t>je ne sais ce que vous méditez</w:t>
      </w:r>
      <w:r>
        <w:t xml:space="preserve">… </w:t>
      </w:r>
      <w:r w:rsidR="00E36F6A" w:rsidRPr="00F23192">
        <w:t>mais de que</w:t>
      </w:r>
      <w:r w:rsidR="00E36F6A" w:rsidRPr="00F23192">
        <w:t>l</w:t>
      </w:r>
      <w:r w:rsidR="00E36F6A" w:rsidRPr="00F23192">
        <w:t>que nature que soient vos projets</w:t>
      </w:r>
      <w:r>
        <w:t xml:space="preserve">, </w:t>
      </w:r>
      <w:r w:rsidR="00E36F6A" w:rsidRPr="00F23192">
        <w:t>réfléchissez bien avant de les entreprendre</w:t>
      </w:r>
      <w:r>
        <w:t>.</w:t>
      </w:r>
    </w:p>
    <w:p w14:paraId="228F4719" w14:textId="77777777" w:rsidR="00D60A57" w:rsidRDefault="00D60A57" w:rsidP="00D60A57">
      <w:r>
        <w:t>— </w:t>
      </w:r>
      <w:r w:rsidR="00E36F6A" w:rsidRPr="00F23192">
        <w:t>Puis-je vous demander sans indiscrétion</w:t>
      </w:r>
      <w:r>
        <w:t xml:space="preserve">, </w:t>
      </w:r>
      <w:r w:rsidR="00E36F6A" w:rsidRPr="00F23192">
        <w:t>ma mère</w:t>
      </w:r>
      <w:r>
        <w:t xml:space="preserve">, </w:t>
      </w:r>
      <w:r w:rsidR="00E36F6A" w:rsidRPr="00F23192">
        <w:t>par quoi vous est inspiré ce conseil de prudence</w:t>
      </w:r>
      <w:r>
        <w:t> ?</w:t>
      </w:r>
    </w:p>
    <w:p w14:paraId="45E2B23F" w14:textId="77777777" w:rsidR="00D60A57" w:rsidRDefault="00D60A57" w:rsidP="00D60A57">
      <w:r>
        <w:t>— </w:t>
      </w:r>
      <w:r w:rsidR="00E36F6A" w:rsidRPr="00F23192">
        <w:t>Par certain avis qui m</w:t>
      </w:r>
      <w:r>
        <w:t>’</w:t>
      </w:r>
      <w:r w:rsidR="00E36F6A" w:rsidRPr="00F23192">
        <w:t>a été donné</w:t>
      </w:r>
      <w:r>
        <w:t xml:space="preserve">, </w:t>
      </w:r>
      <w:r w:rsidR="00E36F6A" w:rsidRPr="00F23192">
        <w:t>vous concernant</w:t>
      </w:r>
      <w:r>
        <w:t xml:space="preserve"> : </w:t>
      </w:r>
      <w:r w:rsidR="00E36F6A" w:rsidRPr="00F23192">
        <w:t>un grand danger vous menace</w:t>
      </w:r>
      <w:r>
        <w:t xml:space="preserve">, </w:t>
      </w:r>
      <w:r w:rsidR="00E36F6A" w:rsidRPr="00F23192">
        <w:t>danger de mort</w:t>
      </w:r>
      <w:r>
        <w:t>…</w:t>
      </w:r>
    </w:p>
    <w:p w14:paraId="4DFB3A58" w14:textId="77777777" w:rsidR="00D60A57" w:rsidRDefault="00D60A57" w:rsidP="00D60A57">
      <w:r>
        <w:t>— </w:t>
      </w:r>
      <w:r w:rsidR="00E36F6A" w:rsidRPr="00F23192">
        <w:t>En vérité</w:t>
      </w:r>
      <w:r>
        <w:t xml:space="preserve">, </w:t>
      </w:r>
      <w:r w:rsidR="00E36F6A" w:rsidRPr="00F23192">
        <w:t>s</w:t>
      </w:r>
      <w:r>
        <w:t>’</w:t>
      </w:r>
      <w:r w:rsidR="00E36F6A" w:rsidRPr="00F23192">
        <w:t>exclama le jeune homme</w:t>
      </w:r>
      <w:r>
        <w:t xml:space="preserve">, </w:t>
      </w:r>
      <w:r w:rsidR="00E36F6A" w:rsidRPr="00F23192">
        <w:t>je serais curieux de savoir de qui vous tenez un si sombre pronostic</w:t>
      </w:r>
      <w:r>
        <w:t>…</w:t>
      </w:r>
    </w:p>
    <w:p w14:paraId="48FE7D68" w14:textId="77777777" w:rsidR="00D60A57" w:rsidRDefault="00D60A57" w:rsidP="00D60A57">
      <w:r>
        <w:t>— </w:t>
      </w:r>
      <w:r w:rsidR="00E36F6A" w:rsidRPr="00F23192">
        <w:t>De quelqu</w:t>
      </w:r>
      <w:r>
        <w:t>’</w:t>
      </w:r>
      <w:r w:rsidR="00E36F6A" w:rsidRPr="00F23192">
        <w:t>un pour qui les astres n</w:t>
      </w:r>
      <w:r>
        <w:t>’</w:t>
      </w:r>
      <w:r w:rsidR="00E36F6A" w:rsidRPr="00F23192">
        <w:t>ont pas de secrets</w:t>
      </w:r>
      <w:r>
        <w:t>.</w:t>
      </w:r>
    </w:p>
    <w:p w14:paraId="252579BE" w14:textId="77777777" w:rsidR="00D60A57" w:rsidRDefault="00D60A57" w:rsidP="00D60A57">
      <w:r>
        <w:t>— </w:t>
      </w:r>
      <w:r w:rsidR="00E36F6A" w:rsidRPr="00F23192">
        <w:t>Ma mère</w:t>
      </w:r>
      <w:r>
        <w:t xml:space="preserve">, </w:t>
      </w:r>
      <w:r w:rsidR="00E36F6A" w:rsidRPr="00F23192">
        <w:t>en dépit du respect que je vous dois</w:t>
      </w:r>
      <w:r>
        <w:t xml:space="preserve">, </w:t>
      </w:r>
      <w:r w:rsidR="00E36F6A" w:rsidRPr="00F23192">
        <w:t>force m</w:t>
      </w:r>
      <w:r>
        <w:t>’</w:t>
      </w:r>
      <w:r w:rsidR="00E36F6A" w:rsidRPr="00F23192">
        <w:t>est de vous confesser que je n</w:t>
      </w:r>
      <w:r>
        <w:t>’</w:t>
      </w:r>
      <w:r w:rsidR="00E36F6A" w:rsidRPr="00F23192">
        <w:t>accorde qu</w:t>
      </w:r>
      <w:r>
        <w:t>’</w:t>
      </w:r>
      <w:r w:rsidR="00E36F6A" w:rsidRPr="00F23192">
        <w:t>une médiocre croyance aux dires des astrologues</w:t>
      </w:r>
      <w:r>
        <w:t>…</w:t>
      </w:r>
    </w:p>
    <w:p w14:paraId="335226AC" w14:textId="77777777" w:rsidR="00D60A57" w:rsidRDefault="00D60A57" w:rsidP="00D60A57">
      <w:r>
        <w:t>— </w:t>
      </w:r>
      <w:r w:rsidR="00E36F6A" w:rsidRPr="00F23192">
        <w:t>Vous avez tort</w:t>
      </w:r>
      <w:r>
        <w:t xml:space="preserve">, </w:t>
      </w:r>
      <w:r w:rsidR="00E36F6A" w:rsidRPr="00F23192">
        <w:t>mon fils</w:t>
      </w:r>
      <w:r>
        <w:t xml:space="preserve">, </w:t>
      </w:r>
      <w:r w:rsidR="00E36F6A" w:rsidRPr="00F23192">
        <w:t>et veuille Dieu vous protéger</w:t>
      </w:r>
      <w:r>
        <w:t>…</w:t>
      </w:r>
    </w:p>
    <w:p w14:paraId="7B646661" w14:textId="77777777" w:rsidR="00D60A57" w:rsidRDefault="00E36F6A" w:rsidP="00D60A57">
      <w:r w:rsidRPr="00F23192">
        <w:t>Un court silence</w:t>
      </w:r>
      <w:r w:rsidR="00D60A57">
        <w:t xml:space="preserve">, </w:t>
      </w:r>
      <w:r w:rsidRPr="00F23192">
        <w:t>puis le jeune comte demanda</w:t>
      </w:r>
      <w:r w:rsidR="00D60A57">
        <w:t> :</w:t>
      </w:r>
    </w:p>
    <w:p w14:paraId="23A8320B" w14:textId="77777777" w:rsidR="00D60A57" w:rsidRDefault="00D60A57" w:rsidP="00D60A57">
      <w:r>
        <w:t>— </w:t>
      </w:r>
      <w:r w:rsidR="00E36F6A" w:rsidRPr="00F23192">
        <w:t>Est-ce cet avis qui vous a fait me convoquer en si grande hâte</w:t>
      </w:r>
      <w:r>
        <w:t> ?</w:t>
      </w:r>
    </w:p>
    <w:p w14:paraId="0E3BFFD3" w14:textId="77777777" w:rsidR="00D60A57" w:rsidRDefault="00D60A57" w:rsidP="00D60A57">
      <w:r>
        <w:t>— </w:t>
      </w:r>
      <w:r w:rsidR="00E36F6A" w:rsidRPr="00F23192">
        <w:t>Encore plus que vous ne pouvez imaginer</w:t>
      </w:r>
      <w:r>
        <w:t xml:space="preserve"> ; </w:t>
      </w:r>
      <w:r w:rsidR="00E36F6A" w:rsidRPr="00F23192">
        <w:t>j</w:t>
      </w:r>
      <w:r>
        <w:t>’</w:t>
      </w:r>
      <w:r w:rsidR="00E36F6A" w:rsidRPr="00F23192">
        <w:t>ai voulu vous demander si vous aviez réfléchi à notre dernier entretien</w:t>
      </w:r>
      <w:r>
        <w:t xml:space="preserve">, </w:t>
      </w:r>
      <w:r w:rsidR="00E36F6A" w:rsidRPr="00F23192">
        <w:t xml:space="preserve">touchant votre cousine de </w:t>
      </w:r>
      <w:proofErr w:type="spellStart"/>
      <w:r w:rsidR="00E36F6A" w:rsidRPr="00F23192">
        <w:t>Coatserho</w:t>
      </w:r>
      <w:proofErr w:type="spellEnd"/>
      <w:r>
        <w:t> ?</w:t>
      </w:r>
    </w:p>
    <w:p w14:paraId="4A310814" w14:textId="77777777" w:rsidR="00D60A57" w:rsidRDefault="00D60A57" w:rsidP="00D60A57">
      <w:r>
        <w:lastRenderedPageBreak/>
        <w:t>— </w:t>
      </w:r>
      <w:r w:rsidR="00E36F6A" w:rsidRPr="00F23192">
        <w:t>Je n</w:t>
      </w:r>
      <w:r>
        <w:t>’</w:t>
      </w:r>
      <w:r w:rsidR="00E36F6A" w:rsidRPr="00F23192">
        <w:t>ai point eu besoin de réfléchir</w:t>
      </w:r>
      <w:r>
        <w:t xml:space="preserve">, </w:t>
      </w:r>
      <w:r w:rsidR="00E36F6A" w:rsidRPr="00F23192">
        <w:t>ma mère</w:t>
      </w:r>
      <w:r>
        <w:t xml:space="preserve">, </w:t>
      </w:r>
      <w:r w:rsidR="00E36F6A" w:rsidRPr="00F23192">
        <w:t>pour d</w:t>
      </w:r>
      <w:r w:rsidR="00E36F6A" w:rsidRPr="00F23192">
        <w:t>e</w:t>
      </w:r>
      <w:r w:rsidR="00E36F6A" w:rsidRPr="00F23192">
        <w:t>meurer convaincu que j</w:t>
      </w:r>
      <w:r>
        <w:t>’</w:t>
      </w:r>
      <w:r w:rsidR="00E36F6A" w:rsidRPr="00F23192">
        <w:t>aime Edwige de tout mon cœur et qu</w:t>
      </w:r>
      <w:r>
        <w:t>’</w:t>
      </w:r>
      <w:r w:rsidR="00E36F6A" w:rsidRPr="00F23192">
        <w:t>aucune puissance au monde ne pourra me faire renoncer à elle</w:t>
      </w:r>
      <w:r>
        <w:t>.</w:t>
      </w:r>
    </w:p>
    <w:p w14:paraId="36DD0A0F" w14:textId="77777777" w:rsidR="00D60A57" w:rsidRDefault="00E36F6A" w:rsidP="00D60A57">
      <w:r w:rsidRPr="00F23192">
        <w:t>Le visage de la douairière se contracta</w:t>
      </w:r>
      <w:r w:rsidR="00D60A57">
        <w:t>.</w:t>
      </w:r>
    </w:p>
    <w:p w14:paraId="6375E2E1" w14:textId="77777777" w:rsidR="00D60A57" w:rsidRDefault="00D60A57" w:rsidP="00D60A57">
      <w:r>
        <w:t>— </w:t>
      </w:r>
      <w:r w:rsidR="00E36F6A" w:rsidRPr="00F23192">
        <w:t>Même la déférence que vous devez à votre aïeule</w:t>
      </w:r>
      <w:r>
        <w:t xml:space="preserve"> ? </w:t>
      </w:r>
      <w:r w:rsidR="00E36F6A" w:rsidRPr="00F23192">
        <w:t>inte</w:t>
      </w:r>
      <w:r w:rsidR="00E36F6A" w:rsidRPr="00F23192">
        <w:t>r</w:t>
      </w:r>
      <w:r w:rsidR="00E36F6A" w:rsidRPr="00F23192">
        <w:t>rogea-t-elle d</w:t>
      </w:r>
      <w:r>
        <w:t>’</w:t>
      </w:r>
      <w:r w:rsidR="00E36F6A" w:rsidRPr="00F23192">
        <w:t>une voix tremblante d</w:t>
      </w:r>
      <w:r>
        <w:t>’</w:t>
      </w:r>
      <w:r w:rsidR="00E36F6A" w:rsidRPr="00F23192">
        <w:t>émotion</w:t>
      </w:r>
      <w:r>
        <w:t>.</w:t>
      </w:r>
    </w:p>
    <w:p w14:paraId="21D6C01F" w14:textId="77777777" w:rsidR="00D60A57" w:rsidRDefault="00E36F6A" w:rsidP="00D60A57">
      <w:r w:rsidRPr="00F23192">
        <w:t>Le jeune homme s</w:t>
      </w:r>
      <w:r w:rsidR="00D60A57">
        <w:t>’</w:t>
      </w:r>
      <w:r w:rsidRPr="00F23192">
        <w:t>inclina en murmurant</w:t>
      </w:r>
      <w:r w:rsidR="00D60A57">
        <w:t> :</w:t>
      </w:r>
    </w:p>
    <w:p w14:paraId="631922DA" w14:textId="77777777" w:rsidR="00D60A57" w:rsidRDefault="00D60A57" w:rsidP="00D60A57">
      <w:r>
        <w:t>— </w:t>
      </w:r>
      <w:r w:rsidR="00E36F6A" w:rsidRPr="00F23192">
        <w:t>Veuillez me pardonner</w:t>
      </w:r>
      <w:r>
        <w:t xml:space="preserve">, </w:t>
      </w:r>
      <w:r w:rsidR="00E36F6A" w:rsidRPr="00F23192">
        <w:t>ma mère</w:t>
      </w:r>
      <w:r>
        <w:t xml:space="preserve">, </w:t>
      </w:r>
      <w:r w:rsidR="00E36F6A" w:rsidRPr="00F23192">
        <w:t>si mon amour l</w:t>
      </w:r>
      <w:r>
        <w:t>’</w:t>
      </w:r>
      <w:r w:rsidR="00E36F6A" w:rsidRPr="00F23192">
        <w:t>emporte sur les sentiments de reconnaissance dont mon cœur est plein pour vous</w:t>
      </w:r>
      <w:r>
        <w:t>.</w:t>
      </w:r>
    </w:p>
    <w:p w14:paraId="7BEB173C" w14:textId="77777777" w:rsidR="00D60A57" w:rsidRDefault="00D60A57" w:rsidP="00D60A57">
      <w:r>
        <w:t>M</w:t>
      </w:r>
      <w:r w:rsidRPr="00D60A57">
        <w:rPr>
          <w:vertAlign w:val="superscript"/>
        </w:rPr>
        <w:t>me</w:t>
      </w:r>
      <w:r>
        <w:t> </w:t>
      </w:r>
      <w:r w:rsidR="00E36F6A" w:rsidRPr="00F23192">
        <w:t xml:space="preserve">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blêmit de stupeur</w:t>
      </w:r>
      <w:r>
        <w:t xml:space="preserve"> ; </w:t>
      </w:r>
      <w:r w:rsidR="00E36F6A" w:rsidRPr="00F23192">
        <w:t>néanmoins</w:t>
      </w:r>
      <w:r>
        <w:t xml:space="preserve">, </w:t>
      </w:r>
      <w:r w:rsidR="00E36F6A" w:rsidRPr="00F23192">
        <w:t>se cont</w:t>
      </w:r>
      <w:r w:rsidR="00E36F6A" w:rsidRPr="00F23192">
        <w:t>e</w:t>
      </w:r>
      <w:r w:rsidR="00E36F6A" w:rsidRPr="00F23192">
        <w:t>nant</w:t>
      </w:r>
      <w:r>
        <w:t> :</w:t>
      </w:r>
    </w:p>
    <w:p w14:paraId="37B6248C" w14:textId="77777777" w:rsidR="00D60A57" w:rsidRDefault="00D60A57" w:rsidP="00D60A57">
      <w:r>
        <w:t>— </w:t>
      </w:r>
      <w:r w:rsidR="00E36F6A" w:rsidRPr="00F23192">
        <w:t>Puisqu</w:t>
      </w:r>
      <w:r>
        <w:t>’</w:t>
      </w:r>
      <w:r w:rsidR="00E36F6A" w:rsidRPr="00F23192">
        <w:t>il en est ainsi</w:t>
      </w:r>
      <w:r>
        <w:t xml:space="preserve">, </w:t>
      </w:r>
      <w:r w:rsidR="00E36F6A" w:rsidRPr="00F23192">
        <w:t>Bertrand</w:t>
      </w:r>
      <w:r>
        <w:t xml:space="preserve">, </w:t>
      </w:r>
      <w:r w:rsidR="00E36F6A" w:rsidRPr="00F23192">
        <w:t>je vous parlerai comme le ferait si elle était vivante</w:t>
      </w:r>
      <w:r>
        <w:t xml:space="preserve">, </w:t>
      </w:r>
      <w:r w:rsidR="00E36F6A" w:rsidRPr="00F23192">
        <w:t>feu votre mère</w:t>
      </w:r>
      <w:r>
        <w:t xml:space="preserve"> ; </w:t>
      </w:r>
      <w:r w:rsidR="00E36F6A" w:rsidRPr="00F23192">
        <w:t>elle vous dirait qu</w:t>
      </w:r>
      <w:r>
        <w:t>’</w:t>
      </w:r>
      <w:r w:rsidR="00E36F6A" w:rsidRPr="00F23192">
        <w:t>étant</w:t>
      </w:r>
      <w:r>
        <w:t xml:space="preserve">, </w:t>
      </w:r>
      <w:proofErr w:type="gramStart"/>
      <w:r w:rsidR="00E36F6A" w:rsidRPr="00F23192">
        <w:t>de par</w:t>
      </w:r>
      <w:proofErr w:type="gramEnd"/>
      <w:r w:rsidR="00E36F6A" w:rsidRPr="00F23192">
        <w:t xml:space="preserve"> la mort de v</w:t>
      </w:r>
      <w:r w:rsidR="00E36F6A" w:rsidRPr="00F23192">
        <w:t>o</w:t>
      </w:r>
      <w:r w:rsidR="00E36F6A" w:rsidRPr="00F23192">
        <w:t>tre père</w:t>
      </w:r>
      <w:r>
        <w:t xml:space="preserve">, </w:t>
      </w:r>
      <w:r w:rsidR="00E36F6A" w:rsidRPr="00F23192">
        <w:t>le seul représentant d</w:t>
      </w:r>
      <w:r>
        <w:t>’</w:t>
      </w:r>
      <w:r w:rsidR="00E36F6A" w:rsidRPr="00F23192">
        <w:t>une longue lignée d</w:t>
      </w:r>
      <w:r>
        <w:t>’</w:t>
      </w:r>
      <w:r w:rsidR="00E36F6A" w:rsidRPr="00F23192">
        <w:t>ancêtres gl</w:t>
      </w:r>
      <w:r w:rsidR="00E36F6A" w:rsidRPr="00F23192">
        <w:t>o</w:t>
      </w:r>
      <w:r w:rsidR="00E36F6A" w:rsidRPr="00F23192">
        <w:t>rieux</w:t>
      </w:r>
      <w:r>
        <w:t xml:space="preserve">, </w:t>
      </w:r>
      <w:r w:rsidR="00E36F6A" w:rsidRPr="00F23192">
        <w:t>vous n</w:t>
      </w:r>
      <w:r>
        <w:t>’</w:t>
      </w:r>
      <w:r w:rsidR="00E36F6A" w:rsidRPr="00F23192">
        <w:t>avez pas le droit de risquer de ternir</w:t>
      </w:r>
      <w:r>
        <w:t xml:space="preserve">, </w:t>
      </w:r>
      <w:r w:rsidR="00E36F6A" w:rsidRPr="00F23192">
        <w:t>dans une aventure sans lendemain</w:t>
      </w:r>
      <w:r>
        <w:t xml:space="preserve">, </w:t>
      </w:r>
      <w:r w:rsidR="00E36F6A" w:rsidRPr="00F23192">
        <w:t>l</w:t>
      </w:r>
      <w:r>
        <w:t>’</w:t>
      </w:r>
      <w:r w:rsidR="00E36F6A" w:rsidRPr="00F23192">
        <w:t>honneur de la race à laquelle vous appartenez</w:t>
      </w:r>
      <w:r>
        <w:t>.</w:t>
      </w:r>
    </w:p>
    <w:p w14:paraId="0D5D99C4" w14:textId="77777777" w:rsidR="00D60A57" w:rsidRDefault="00E36F6A" w:rsidP="00D60A57">
      <w:r w:rsidRPr="00F23192">
        <w:t>L</w:t>
      </w:r>
      <w:r w:rsidR="00D60A57">
        <w:t>’</w:t>
      </w:r>
      <w:r w:rsidRPr="00F23192">
        <w:t>ardeur juvénile du jeune homme se cabra</w:t>
      </w:r>
      <w:r w:rsidR="00D60A57">
        <w:t>.</w:t>
      </w:r>
    </w:p>
    <w:p w14:paraId="769EFA9D" w14:textId="77777777" w:rsidR="00D60A57" w:rsidRDefault="00D60A57" w:rsidP="00D60A57">
      <w:r>
        <w:t>— </w:t>
      </w:r>
      <w:r w:rsidR="00E36F6A" w:rsidRPr="00F23192">
        <w:t>Vous rendez-vous compte</w:t>
      </w:r>
      <w:r>
        <w:t xml:space="preserve">, </w:t>
      </w:r>
      <w:r w:rsidR="00E36F6A" w:rsidRPr="00F23192">
        <w:t>ma mère</w:t>
      </w:r>
      <w:r>
        <w:t xml:space="preserve">, </w:t>
      </w:r>
      <w:r w:rsidR="00E36F6A" w:rsidRPr="00F23192">
        <w:t>riposta-t-il</w:t>
      </w:r>
      <w:r>
        <w:t xml:space="preserve">, </w:t>
      </w:r>
      <w:r w:rsidR="00E36F6A" w:rsidRPr="00F23192">
        <w:t>de la gravité des paroles que vous venez de prononcer</w:t>
      </w:r>
      <w:r>
        <w:t xml:space="preserve"> ? </w:t>
      </w:r>
      <w:r w:rsidR="00E36F6A" w:rsidRPr="00F23192">
        <w:t>Vous avez parlé de l</w:t>
      </w:r>
      <w:r>
        <w:t>’</w:t>
      </w:r>
      <w:r w:rsidR="00E36F6A" w:rsidRPr="00F23192">
        <w:t xml:space="preserve">honneur des </w:t>
      </w:r>
      <w:proofErr w:type="spellStart"/>
      <w:r w:rsidR="00E36F6A" w:rsidRPr="00F23192">
        <w:t>Falouët</w:t>
      </w:r>
      <w:proofErr w:type="spellEnd"/>
      <w:r>
        <w:t xml:space="preserve"> ! </w:t>
      </w:r>
      <w:r w:rsidR="00E36F6A" w:rsidRPr="00F23192">
        <w:t>En quoi mon amour pour E</w:t>
      </w:r>
      <w:r w:rsidR="00E36F6A" w:rsidRPr="00F23192">
        <w:t>d</w:t>
      </w:r>
      <w:r w:rsidR="00E36F6A" w:rsidRPr="00F23192">
        <w:t>wige peut-il ternir cet honneur</w:t>
      </w:r>
      <w:r>
        <w:t> ?</w:t>
      </w:r>
    </w:p>
    <w:p w14:paraId="6A3C7151" w14:textId="77777777" w:rsidR="00D60A57" w:rsidRDefault="00D60A57" w:rsidP="00D60A57">
      <w:r>
        <w:t>— </w:t>
      </w:r>
      <w:r w:rsidR="00E36F6A" w:rsidRPr="00F23192">
        <w:t>En ce sens qu</w:t>
      </w:r>
      <w:r>
        <w:t>’</w:t>
      </w:r>
      <w:r w:rsidR="00E36F6A" w:rsidRPr="00F23192">
        <w:t>il fait de vous l</w:t>
      </w:r>
      <w:r>
        <w:t>’</w:t>
      </w:r>
      <w:r w:rsidR="00E36F6A" w:rsidRPr="00F23192">
        <w:t xml:space="preserve">adversaire du duc de </w:t>
      </w:r>
      <w:proofErr w:type="spellStart"/>
      <w:r w:rsidR="00E36F6A" w:rsidRPr="00F23192">
        <w:t>Ke</w:t>
      </w:r>
      <w:r w:rsidR="00E36F6A" w:rsidRPr="00F23192">
        <w:t>r</w:t>
      </w:r>
      <w:r w:rsidR="00E36F6A" w:rsidRPr="00F23192">
        <w:t>lor</w:t>
      </w:r>
      <w:proofErr w:type="spellEnd"/>
      <w:r>
        <w:t xml:space="preserve">, </w:t>
      </w:r>
      <w:r w:rsidR="00E36F6A" w:rsidRPr="00F23192">
        <w:t>qui veut bien honorer de sa recherche votre cousine</w:t>
      </w:r>
      <w:r>
        <w:t>.</w:t>
      </w:r>
    </w:p>
    <w:p w14:paraId="04241BA4" w14:textId="77777777" w:rsidR="00D60A57" w:rsidRDefault="00D60A57" w:rsidP="00D60A57">
      <w:r>
        <w:lastRenderedPageBreak/>
        <w:t>— </w:t>
      </w:r>
      <w:r w:rsidR="00E36F6A" w:rsidRPr="00F23192">
        <w:t>Recherche intéressée</w:t>
      </w:r>
      <w:r>
        <w:t xml:space="preserve"> ! </w:t>
      </w:r>
      <w:r w:rsidR="00E36F6A" w:rsidRPr="00F23192">
        <w:t>lança le jeune homme</w:t>
      </w:r>
      <w:r>
        <w:t xml:space="preserve">, </w:t>
      </w:r>
      <w:r w:rsidR="00E36F6A" w:rsidRPr="00F23192">
        <w:t>tout le monde le sait</w:t>
      </w:r>
      <w:r>
        <w:t> !</w:t>
      </w:r>
    </w:p>
    <w:p w14:paraId="0E493ECE" w14:textId="77777777" w:rsidR="00D60A57" w:rsidRDefault="00E36F6A" w:rsidP="00D60A57">
      <w:r w:rsidRPr="00F23192">
        <w:t>La douairière coupa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un ton autoritaire</w:t>
      </w:r>
      <w:r w:rsidR="00D60A57">
        <w:t> :</w:t>
      </w:r>
    </w:p>
    <w:p w14:paraId="7C42995B" w14:textId="77777777" w:rsidR="00D60A57" w:rsidRDefault="00D60A57" w:rsidP="00D60A57">
      <w:r>
        <w:t>— </w:t>
      </w:r>
      <w:r w:rsidR="00E36F6A" w:rsidRPr="00F23192">
        <w:t xml:space="preserve">Tout le monde sait que le duc Hugo de </w:t>
      </w:r>
      <w:proofErr w:type="spellStart"/>
      <w:r w:rsidR="00E36F6A" w:rsidRPr="00F23192">
        <w:t>Kerlor</w:t>
      </w:r>
      <w:proofErr w:type="spellEnd"/>
      <w:r w:rsidR="00E36F6A" w:rsidRPr="00F23192">
        <w:t xml:space="preserve"> est le r</w:t>
      </w:r>
      <w:r w:rsidR="00E36F6A" w:rsidRPr="00F23192">
        <w:t>e</w:t>
      </w:r>
      <w:r w:rsidR="00E36F6A" w:rsidRPr="00F23192">
        <w:t>présentant en Bretagne de Mgr le duc de Guise</w:t>
      </w:r>
      <w:r>
        <w:t xml:space="preserve">, </w:t>
      </w:r>
      <w:r w:rsidR="00E36F6A" w:rsidRPr="00F23192">
        <w:t>chef de la Sainte Ligue et qu</w:t>
      </w:r>
      <w:r>
        <w:t>’</w:t>
      </w:r>
      <w:r w:rsidR="00E36F6A" w:rsidRPr="00F23192">
        <w:t>à ce titre vous lui devez obéissance</w:t>
      </w:r>
      <w:r>
        <w:t>.</w:t>
      </w:r>
    </w:p>
    <w:p w14:paraId="4716180A" w14:textId="77777777" w:rsidR="00D60A57" w:rsidRDefault="00D60A57" w:rsidP="00D60A57">
      <w:r>
        <w:t>— </w:t>
      </w:r>
      <w:r w:rsidR="00E36F6A" w:rsidRPr="00F23192">
        <w:t>Obéissance</w:t>
      </w:r>
      <w:r>
        <w:t xml:space="preserve">… </w:t>
      </w:r>
      <w:r w:rsidR="00E36F6A" w:rsidRPr="00F23192">
        <w:t>qui ne va pas jusqu</w:t>
      </w:r>
      <w:r>
        <w:t>’</w:t>
      </w:r>
      <w:r w:rsidR="00E36F6A" w:rsidRPr="00F23192">
        <w:t>au sacrifice de mon bonheur</w:t>
      </w:r>
      <w:r>
        <w:t xml:space="preserve"> ! </w:t>
      </w:r>
      <w:r w:rsidR="00E36F6A" w:rsidRPr="00F23192">
        <w:t>jeta impétueusement le jeune comte</w:t>
      </w:r>
      <w:r>
        <w:t xml:space="preserve"> ; </w:t>
      </w:r>
      <w:r w:rsidR="00E36F6A" w:rsidRPr="00F23192">
        <w:t>au surplus</w:t>
      </w:r>
      <w:r>
        <w:t>…</w:t>
      </w:r>
    </w:p>
    <w:p w14:paraId="18CCFE6F" w14:textId="77777777" w:rsidR="00D60A57" w:rsidRDefault="00E36F6A" w:rsidP="00D60A57">
      <w:r w:rsidRPr="00F23192">
        <w:t>Il s</w:t>
      </w:r>
      <w:r w:rsidR="00D60A57">
        <w:t>’</w:t>
      </w:r>
      <w:r w:rsidRPr="00F23192">
        <w:t>arrêta net</w:t>
      </w:r>
      <w:r w:rsidR="00D60A57">
        <w:t xml:space="preserve">, </w:t>
      </w:r>
      <w:r w:rsidRPr="00F23192">
        <w:t>estimant qu</w:t>
      </w:r>
      <w:r w:rsidR="00D60A57">
        <w:t>’</w:t>
      </w:r>
      <w:r w:rsidRPr="00F23192">
        <w:t>il convenait de ne pas prolonger davantage cette discussion</w:t>
      </w:r>
      <w:r w:rsidR="00D60A57">
        <w:t>.</w:t>
      </w:r>
    </w:p>
    <w:p w14:paraId="22D96E6A" w14:textId="77777777" w:rsidR="00D60A57" w:rsidRDefault="00E36F6A" w:rsidP="00D60A57">
      <w:r w:rsidRPr="00F23192">
        <w:t>Mais la vieille dame répéta interrogativement et sur un ton qui imposait une réponse</w:t>
      </w:r>
      <w:r w:rsidR="00D60A57">
        <w:t> :</w:t>
      </w:r>
    </w:p>
    <w:p w14:paraId="280A6F6F" w14:textId="77777777" w:rsidR="00D60A57" w:rsidRDefault="00D60A57" w:rsidP="00D60A57">
      <w:r>
        <w:t>— </w:t>
      </w:r>
      <w:r w:rsidR="00E36F6A" w:rsidRPr="00F23192">
        <w:t>Au surplus</w:t>
      </w:r>
      <w:r>
        <w:t> ?</w:t>
      </w:r>
    </w:p>
    <w:p w14:paraId="4A696F06" w14:textId="77777777" w:rsidR="00D60A57" w:rsidRDefault="00D60A57" w:rsidP="00D60A57">
      <w:r>
        <w:t>— </w:t>
      </w:r>
      <w:r w:rsidR="00E36F6A" w:rsidRPr="00F23192">
        <w:t>Ma mère</w:t>
      </w:r>
      <w:r>
        <w:t xml:space="preserve">, </w:t>
      </w:r>
      <w:r w:rsidR="00E36F6A" w:rsidRPr="00F23192">
        <w:t>dispensez-moi d</w:t>
      </w:r>
      <w:r>
        <w:t>’</w:t>
      </w:r>
      <w:r w:rsidR="00E36F6A" w:rsidRPr="00F23192">
        <w:t>une explication qui</w:t>
      </w:r>
      <w:r>
        <w:t xml:space="preserve">, </w:t>
      </w:r>
      <w:r w:rsidR="00E36F6A" w:rsidRPr="00F23192">
        <w:t>je le crains</w:t>
      </w:r>
      <w:r>
        <w:t xml:space="preserve">, </w:t>
      </w:r>
      <w:r w:rsidR="00E36F6A" w:rsidRPr="00F23192">
        <w:t>ne peut avoir l</w:t>
      </w:r>
      <w:r>
        <w:t>’</w:t>
      </w:r>
      <w:r w:rsidR="00E36F6A" w:rsidRPr="00F23192">
        <w:t>heur de vous agréer</w:t>
      </w:r>
      <w:r>
        <w:t>.</w:t>
      </w:r>
    </w:p>
    <w:p w14:paraId="0FA348D8" w14:textId="77777777" w:rsidR="00D60A57" w:rsidRDefault="00D60A57" w:rsidP="00D60A57">
      <w:r>
        <w:t>— </w:t>
      </w:r>
      <w:r w:rsidR="00E36F6A" w:rsidRPr="00F23192">
        <w:t>Peu importe</w:t>
      </w:r>
      <w:r>
        <w:t xml:space="preserve">, </w:t>
      </w:r>
      <w:r w:rsidR="00E36F6A" w:rsidRPr="00F23192">
        <w:t>mon fils</w:t>
      </w:r>
      <w:r>
        <w:t xml:space="preserve">, </w:t>
      </w:r>
      <w:r w:rsidR="00E36F6A" w:rsidRPr="00F23192">
        <w:t>déclara-t-elle</w:t>
      </w:r>
      <w:r>
        <w:t xml:space="preserve">, </w:t>
      </w:r>
      <w:r w:rsidR="00E36F6A" w:rsidRPr="00F23192">
        <w:t>votre crainte</w:t>
      </w:r>
      <w:r>
        <w:t xml:space="preserve">. </w:t>
      </w:r>
      <w:r w:rsidR="00E36F6A" w:rsidRPr="00F23192">
        <w:t>Mon devoir est de vous éclairer des conseils que me dictent mon e</w:t>
      </w:r>
      <w:r w:rsidR="00E36F6A" w:rsidRPr="00F23192">
        <w:t>x</w:t>
      </w:r>
      <w:r w:rsidR="00E36F6A" w:rsidRPr="00F23192">
        <w:t>périence de la vie et ma sollicitude pour la maison dont vous êtes aujourd</w:t>
      </w:r>
      <w:r>
        <w:t>’</w:t>
      </w:r>
      <w:r w:rsidR="00E36F6A" w:rsidRPr="00F23192">
        <w:t>hui l</w:t>
      </w:r>
      <w:r>
        <w:t>’</w:t>
      </w:r>
      <w:r w:rsidR="00E36F6A" w:rsidRPr="00F23192">
        <w:t>unique représentant</w:t>
      </w:r>
      <w:r>
        <w:t xml:space="preserve"> ; </w:t>
      </w:r>
      <w:r w:rsidR="00E36F6A" w:rsidRPr="00F23192">
        <w:t>donc</w:t>
      </w:r>
      <w:r>
        <w:t xml:space="preserve">, </w:t>
      </w:r>
      <w:r w:rsidR="00E36F6A" w:rsidRPr="00F23192">
        <w:t>parlez sans rét</w:t>
      </w:r>
      <w:r w:rsidR="00E36F6A" w:rsidRPr="00F23192">
        <w:t>i</w:t>
      </w:r>
      <w:r w:rsidR="00E36F6A" w:rsidRPr="00F23192">
        <w:t>cence</w:t>
      </w:r>
      <w:r>
        <w:t xml:space="preserve">, </w:t>
      </w:r>
      <w:r w:rsidR="00E36F6A" w:rsidRPr="00F23192">
        <w:t>je suis prête à tout entendre</w:t>
      </w:r>
      <w:r>
        <w:t>.</w:t>
      </w:r>
    </w:p>
    <w:p w14:paraId="36636B3C" w14:textId="77777777" w:rsidR="00D60A57" w:rsidRDefault="00E36F6A" w:rsidP="00D60A57">
      <w:r w:rsidRPr="00F23192">
        <w:t>Le jeune homme comprit l</w:t>
      </w:r>
      <w:r w:rsidR="00D60A57">
        <w:t>’</w:t>
      </w:r>
      <w:r w:rsidRPr="00F23192">
        <w:t>impossibilité</w:t>
      </w:r>
      <w:r w:rsidR="00D60A57">
        <w:t xml:space="preserve">, </w:t>
      </w:r>
      <w:r w:rsidRPr="00F23192">
        <w:t>pour lui</w:t>
      </w:r>
      <w:r w:rsidR="00D60A57">
        <w:t xml:space="preserve">, </w:t>
      </w:r>
      <w:r w:rsidRPr="00F23192">
        <w:t>de se d</w:t>
      </w:r>
      <w:r w:rsidRPr="00F23192">
        <w:t>é</w:t>
      </w:r>
      <w:r w:rsidRPr="00F23192">
        <w:t>rober</w:t>
      </w:r>
      <w:r w:rsidR="00D60A57">
        <w:t>.</w:t>
      </w:r>
    </w:p>
    <w:p w14:paraId="1C51DC51" w14:textId="77777777" w:rsidR="00D60A57" w:rsidRDefault="00D60A57" w:rsidP="00D60A57">
      <w:r>
        <w:t>— </w:t>
      </w:r>
      <w:r w:rsidR="00E36F6A" w:rsidRPr="00F23192">
        <w:t>Soit donc</w:t>
      </w:r>
      <w:r>
        <w:t xml:space="preserve">, </w:t>
      </w:r>
      <w:r w:rsidR="00E36F6A" w:rsidRPr="00F23192">
        <w:t>soupira-t-il</w:t>
      </w:r>
      <w:r>
        <w:t xml:space="preserve">, </w:t>
      </w:r>
      <w:r w:rsidR="00E36F6A" w:rsidRPr="00F23192">
        <w:t>je vous obéis</w:t>
      </w:r>
      <w:r>
        <w:t xml:space="preserve">, </w:t>
      </w:r>
      <w:r w:rsidR="00E36F6A" w:rsidRPr="00F23192">
        <w:t>ma mère</w:t>
      </w:r>
      <w:r>
        <w:t>.</w:t>
      </w:r>
    </w:p>
    <w:p w14:paraId="73320382" w14:textId="77777777" w:rsidR="00D60A57" w:rsidRDefault="00E36F6A" w:rsidP="00D60A57">
      <w:r w:rsidRPr="00F23192">
        <w:t>Il prit un temps</w:t>
      </w:r>
      <w:r w:rsidR="00D60A57">
        <w:t>.</w:t>
      </w:r>
    </w:p>
    <w:p w14:paraId="634E3BA4" w14:textId="77777777" w:rsidR="00D60A57" w:rsidRDefault="00D60A57" w:rsidP="00D60A57">
      <w:r>
        <w:t>— </w:t>
      </w:r>
      <w:r w:rsidR="00E36F6A" w:rsidRPr="00F23192">
        <w:t>Vous m</w:t>
      </w:r>
      <w:r>
        <w:t>’</w:t>
      </w:r>
      <w:r w:rsidR="00E36F6A" w:rsidRPr="00F23192">
        <w:t>avez fait ressortir</w:t>
      </w:r>
      <w:r>
        <w:t xml:space="preserve">, </w:t>
      </w:r>
      <w:r w:rsidR="00E36F6A" w:rsidRPr="00F23192">
        <w:t>il y a un instant</w:t>
      </w:r>
      <w:r>
        <w:t xml:space="preserve">, </w:t>
      </w:r>
      <w:r w:rsidR="00E36F6A" w:rsidRPr="00F23192">
        <w:t xml:space="preserve">que je ne pouvais me mettre en rivalité avec le duc de </w:t>
      </w:r>
      <w:proofErr w:type="spellStart"/>
      <w:r w:rsidR="00E36F6A" w:rsidRPr="00F23192">
        <w:t>Kerlor</w:t>
      </w:r>
      <w:proofErr w:type="spellEnd"/>
      <w:r w:rsidR="00E36F6A" w:rsidRPr="00F23192">
        <w:t xml:space="preserve"> en raison </w:t>
      </w:r>
      <w:r w:rsidR="00E36F6A" w:rsidRPr="00F23192">
        <w:lastRenderedPageBreak/>
        <w:t>de sa qualité de représentant des Guise en Bretagne</w:t>
      </w:r>
      <w:r>
        <w:t xml:space="preserve"> ; </w:t>
      </w:r>
      <w:r w:rsidR="00E36F6A" w:rsidRPr="00F23192">
        <w:t>c</w:t>
      </w:r>
      <w:r>
        <w:t>’</w:t>
      </w:r>
      <w:r w:rsidR="00E36F6A" w:rsidRPr="00F23192">
        <w:t>est au mieux</w:t>
      </w:r>
      <w:r>
        <w:t xml:space="preserve">… </w:t>
      </w:r>
      <w:r w:rsidR="00E36F6A" w:rsidRPr="00F23192">
        <w:t xml:space="preserve">je me permettrai cependant de vous faire observer que </w:t>
      </w:r>
      <w:r>
        <w:t>M. </w:t>
      </w:r>
      <w:r w:rsidR="00E36F6A" w:rsidRPr="00F23192">
        <w:t>le duc de Guise n</w:t>
      </w:r>
      <w:r>
        <w:t>’</w:t>
      </w:r>
      <w:r w:rsidR="00E36F6A" w:rsidRPr="00F23192">
        <w:t>a aucune qualité pour s</w:t>
      </w:r>
      <w:r>
        <w:t>’</w:t>
      </w:r>
      <w:r w:rsidR="00E36F6A" w:rsidRPr="00F23192">
        <w:t>occuper de la Br</w:t>
      </w:r>
      <w:r w:rsidR="00E36F6A" w:rsidRPr="00F23192">
        <w:t>e</w:t>
      </w:r>
      <w:r w:rsidR="00E36F6A" w:rsidRPr="00F23192">
        <w:t>tagne</w:t>
      </w:r>
      <w:r>
        <w:t>.</w:t>
      </w:r>
    </w:p>
    <w:p w14:paraId="46B35176" w14:textId="77777777" w:rsidR="00D60A57" w:rsidRDefault="00E36F6A" w:rsidP="00D60A57">
      <w:r w:rsidRPr="00F23192">
        <w:t>Comme suffoquée</w:t>
      </w:r>
      <w:r w:rsidR="00D60A57">
        <w:t xml:space="preserve">, </w:t>
      </w:r>
      <w:r w:rsidRPr="00F23192">
        <w:t>la douairière protesta</w:t>
      </w:r>
      <w:r w:rsidR="00D60A57">
        <w:t> :</w:t>
      </w:r>
    </w:p>
    <w:p w14:paraId="54C732BD" w14:textId="77777777" w:rsidR="00D60A57" w:rsidRDefault="00D60A57" w:rsidP="00D60A57">
      <w:r>
        <w:t>— </w:t>
      </w:r>
      <w:r w:rsidR="00E36F6A" w:rsidRPr="00F23192">
        <w:t>Aucune qualité</w:t>
      </w:r>
      <w:r>
        <w:t xml:space="preserve">, </w:t>
      </w:r>
      <w:r w:rsidR="00E36F6A" w:rsidRPr="00F23192">
        <w:t>dites-vous</w:t>
      </w:r>
      <w:r>
        <w:t> ?</w:t>
      </w:r>
    </w:p>
    <w:p w14:paraId="07C731D1" w14:textId="77777777" w:rsidR="00D60A57" w:rsidRDefault="00D60A57" w:rsidP="00D60A57">
      <w:r>
        <w:t>— </w:t>
      </w:r>
      <w:r w:rsidR="00E36F6A" w:rsidRPr="00F23192">
        <w:t>Guise est un Lorrain</w:t>
      </w:r>
      <w:r>
        <w:t xml:space="preserve">… </w:t>
      </w:r>
      <w:r w:rsidR="00E36F6A" w:rsidRPr="00F23192">
        <w:t>non un Breton</w:t>
      </w:r>
      <w:r>
        <w:t> !</w:t>
      </w:r>
    </w:p>
    <w:p w14:paraId="3D3F4185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le chef de la Sainte Ligue</w:t>
      </w:r>
      <w:r>
        <w:t>.</w:t>
      </w:r>
    </w:p>
    <w:p w14:paraId="1C8BFE9E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est-à-dire adversaire du roi de France</w:t>
      </w:r>
      <w:r>
        <w:t>…</w:t>
      </w:r>
    </w:p>
    <w:p w14:paraId="28E9B970" w14:textId="77777777" w:rsidR="00D60A57" w:rsidRDefault="00D60A57" w:rsidP="00D60A57">
      <w:r>
        <w:t>— </w:t>
      </w:r>
      <w:r w:rsidR="00E36F6A" w:rsidRPr="00F23192">
        <w:t>Depuis la mort d</w:t>
      </w:r>
      <w:r>
        <w:t>’</w:t>
      </w:r>
      <w:r w:rsidR="00E36F6A" w:rsidRPr="00F23192">
        <w:t>Henri</w:t>
      </w:r>
      <w:r>
        <w:t xml:space="preserve"> </w:t>
      </w:r>
      <w:r w:rsidR="00E36F6A" w:rsidRPr="00F23192">
        <w:t>III</w:t>
      </w:r>
      <w:r>
        <w:t xml:space="preserve">, </w:t>
      </w:r>
      <w:r w:rsidR="00E36F6A" w:rsidRPr="00F23192">
        <w:t>il n</w:t>
      </w:r>
      <w:r>
        <w:t>’</w:t>
      </w:r>
      <w:r w:rsidR="00E36F6A" w:rsidRPr="00F23192">
        <w:t>y a plus de roi de France</w:t>
      </w:r>
      <w:r>
        <w:t xml:space="preserve">… </w:t>
      </w:r>
      <w:r w:rsidR="00E36F6A" w:rsidRPr="00F23192">
        <w:t>posa-t-elle avec violence</w:t>
      </w:r>
      <w:r>
        <w:t xml:space="preserve">, </w:t>
      </w:r>
      <w:r w:rsidR="00E36F6A" w:rsidRPr="00F23192">
        <w:t>car je n</w:t>
      </w:r>
      <w:r>
        <w:t>’</w:t>
      </w:r>
      <w:r w:rsidR="00E36F6A" w:rsidRPr="00F23192">
        <w:t>imagine pas que vous consid</w:t>
      </w:r>
      <w:r w:rsidR="00E36F6A" w:rsidRPr="00F23192">
        <w:t>é</w:t>
      </w:r>
      <w:r w:rsidR="00E36F6A" w:rsidRPr="00F23192">
        <w:t>riez comme tel ce huguenot de Navarre</w:t>
      </w:r>
      <w:r>
        <w:t>.</w:t>
      </w:r>
    </w:p>
    <w:p w14:paraId="0DDD352B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à lui</w:t>
      </w:r>
      <w:r>
        <w:t xml:space="preserve">, </w:t>
      </w:r>
      <w:r w:rsidR="00E36F6A" w:rsidRPr="00F23192">
        <w:t>cependant</w:t>
      </w:r>
      <w:r>
        <w:t xml:space="preserve">, </w:t>
      </w:r>
      <w:r w:rsidR="00E36F6A" w:rsidRPr="00F23192">
        <w:t>que revient légitimement la co</w:t>
      </w:r>
      <w:r w:rsidR="00E36F6A" w:rsidRPr="00F23192">
        <w:t>u</w:t>
      </w:r>
      <w:r w:rsidR="00E36F6A" w:rsidRPr="00F23192">
        <w:t>ronne</w:t>
      </w:r>
      <w:r>
        <w:t>.</w:t>
      </w:r>
    </w:p>
    <w:p w14:paraId="073E5427" w14:textId="77777777" w:rsidR="00D60A57" w:rsidRDefault="00D60A57" w:rsidP="00D60A57">
      <w:r>
        <w:t>— </w:t>
      </w:r>
      <w:r w:rsidR="00E36F6A" w:rsidRPr="00F23192">
        <w:t>Il est des cas où s</w:t>
      </w:r>
      <w:r>
        <w:t>’</w:t>
      </w:r>
      <w:r w:rsidR="00E36F6A" w:rsidRPr="00F23192">
        <w:t xml:space="preserve">incliner devant la légitimité </w:t>
      </w:r>
      <w:proofErr w:type="gramStart"/>
      <w:r w:rsidR="00E36F6A" w:rsidRPr="00F23192">
        <w:t>est</w:t>
      </w:r>
      <w:proofErr w:type="gramEnd"/>
      <w:r w:rsidR="00E36F6A" w:rsidRPr="00F23192">
        <w:t xml:space="preserve"> un crime</w:t>
      </w:r>
      <w:r>
        <w:t> !</w:t>
      </w:r>
    </w:p>
    <w:p w14:paraId="128072B8" w14:textId="77777777" w:rsidR="00D60A57" w:rsidRDefault="00E36F6A" w:rsidP="00D60A57">
      <w:r w:rsidRPr="00F23192">
        <w:t xml:space="preserve">Bertrand du </w:t>
      </w:r>
      <w:proofErr w:type="spellStart"/>
      <w:r w:rsidRPr="00F23192">
        <w:t>Falouët</w:t>
      </w:r>
      <w:proofErr w:type="spellEnd"/>
      <w:r w:rsidRPr="00F23192">
        <w:t xml:space="preserve"> dit avec calme</w:t>
      </w:r>
      <w:r w:rsidR="00D60A57">
        <w:t> :</w:t>
      </w:r>
    </w:p>
    <w:p w14:paraId="5CC30438" w14:textId="77777777" w:rsidR="00D60A57" w:rsidRDefault="00D60A57" w:rsidP="00D60A57">
      <w:r>
        <w:t>— </w:t>
      </w:r>
      <w:r w:rsidR="00E36F6A" w:rsidRPr="00F23192">
        <w:t>Dois-je donc</w:t>
      </w:r>
      <w:r>
        <w:t xml:space="preserve">, </w:t>
      </w:r>
      <w:r w:rsidR="00E36F6A" w:rsidRPr="00F23192">
        <w:t>ma mère</w:t>
      </w:r>
      <w:r>
        <w:t xml:space="preserve">, </w:t>
      </w:r>
      <w:r w:rsidR="00E36F6A" w:rsidRPr="00F23192">
        <w:t>me considérer comme criminel parce que je refuse d</w:t>
      </w:r>
      <w:r>
        <w:t>’</w:t>
      </w:r>
      <w:r w:rsidR="00E36F6A" w:rsidRPr="00F23192">
        <w:t>accepter pour chef ce Lorrain ambitieux qui vise pour sa propre maison la couronne de France</w:t>
      </w:r>
      <w:r>
        <w:t>.</w:t>
      </w:r>
    </w:p>
    <w:p w14:paraId="63E9488E" w14:textId="77777777" w:rsidR="00D60A57" w:rsidRDefault="00E36F6A" w:rsidP="00D60A57">
      <w:r w:rsidRPr="00F23192">
        <w:t>La douairière eut un sursaut de stupeur indignée</w:t>
      </w:r>
      <w:r w:rsidR="00D60A57">
        <w:t>.</w:t>
      </w:r>
    </w:p>
    <w:p w14:paraId="6E8F0BAD" w14:textId="77777777" w:rsidR="00D60A57" w:rsidRDefault="00D60A57" w:rsidP="00D60A57">
      <w:r>
        <w:t>— </w:t>
      </w:r>
      <w:r w:rsidR="00E36F6A" w:rsidRPr="00F23192">
        <w:t>Vous</w:t>
      </w:r>
      <w:r>
        <w:t xml:space="preserve">, </w:t>
      </w:r>
      <w:r w:rsidR="00E36F6A" w:rsidRPr="00F23192">
        <w:t>un Breton</w:t>
      </w:r>
      <w:r>
        <w:t xml:space="preserve">, </w:t>
      </w:r>
      <w:r w:rsidR="00E36F6A" w:rsidRPr="00F23192">
        <w:t>vous serviriez les intérêts du Nava</w:t>
      </w:r>
      <w:r w:rsidR="00E36F6A" w:rsidRPr="00F23192">
        <w:t>r</w:t>
      </w:r>
      <w:r w:rsidR="00E36F6A" w:rsidRPr="00F23192">
        <w:t>rais</w:t>
      </w:r>
      <w:r>
        <w:t> !</w:t>
      </w:r>
    </w:p>
    <w:p w14:paraId="5D56C5E6" w14:textId="77777777" w:rsidR="00D60A57" w:rsidRDefault="00D60A57" w:rsidP="00D60A57">
      <w:r>
        <w:t>— </w:t>
      </w:r>
      <w:r w:rsidR="00E36F6A" w:rsidRPr="00F23192">
        <w:t>Non les siens</w:t>
      </w:r>
      <w:r>
        <w:t xml:space="preserve">… </w:t>
      </w:r>
      <w:r w:rsidR="00E36F6A" w:rsidRPr="00F23192">
        <w:t>mais ceux de la France</w:t>
      </w:r>
      <w:r>
        <w:t>.</w:t>
      </w:r>
    </w:p>
    <w:p w14:paraId="58CF4CB1" w14:textId="77777777" w:rsidR="00D60A57" w:rsidRDefault="00D60A57" w:rsidP="00D60A57">
      <w:r>
        <w:lastRenderedPageBreak/>
        <w:t>— </w:t>
      </w:r>
      <w:r w:rsidR="00E36F6A" w:rsidRPr="00F23192">
        <w:t>La France entière marche derrière la Sainte Ligue</w:t>
      </w:r>
      <w:r>
        <w:t>.</w:t>
      </w:r>
    </w:p>
    <w:p w14:paraId="4C282F9C" w14:textId="77777777" w:rsidR="00D60A57" w:rsidRDefault="00D60A57" w:rsidP="00D60A57">
      <w:r>
        <w:t>— </w:t>
      </w:r>
      <w:r w:rsidR="00E36F6A" w:rsidRPr="00F23192">
        <w:t>La France n</w:t>
      </w:r>
      <w:r>
        <w:t>’</w:t>
      </w:r>
      <w:r w:rsidR="00E36F6A" w:rsidRPr="00F23192">
        <w:t>est pas la Bretagne</w:t>
      </w:r>
      <w:r>
        <w:t>.</w:t>
      </w:r>
    </w:p>
    <w:p w14:paraId="5FA9A650" w14:textId="77777777" w:rsidR="00D60A57" w:rsidRDefault="00D60A57" w:rsidP="00D60A57">
      <w:r>
        <w:t>— </w:t>
      </w:r>
      <w:r w:rsidR="00E36F6A" w:rsidRPr="00F23192">
        <w:t>Les deux sont unies depuis le mariage de notre reine Anne</w:t>
      </w:r>
      <w:r>
        <w:t>.</w:t>
      </w:r>
    </w:p>
    <w:p w14:paraId="58FF807C" w14:textId="77777777" w:rsidR="00D60A57" w:rsidRDefault="00D60A57" w:rsidP="00D60A57">
      <w:r>
        <w:t>— </w:t>
      </w:r>
      <w:r w:rsidR="00E36F6A" w:rsidRPr="00F23192">
        <w:t>Il n</w:t>
      </w:r>
      <w:r>
        <w:t>’</w:t>
      </w:r>
      <w:r w:rsidR="00E36F6A" w:rsidRPr="00F23192">
        <w:t>est pas d</w:t>
      </w:r>
      <w:r>
        <w:t>’</w:t>
      </w:r>
      <w:r w:rsidR="00E36F6A" w:rsidRPr="00F23192">
        <w:t>union que ne dissolvent les circonstances</w:t>
      </w:r>
      <w:r>
        <w:t xml:space="preserve"> ; </w:t>
      </w:r>
      <w:r w:rsidR="00E36F6A" w:rsidRPr="00F23192">
        <w:t>les Bretons</w:t>
      </w:r>
      <w:r>
        <w:t xml:space="preserve">, </w:t>
      </w:r>
      <w:r w:rsidR="00E36F6A" w:rsidRPr="00F23192">
        <w:t>défenseurs de la Religion</w:t>
      </w:r>
      <w:r>
        <w:t xml:space="preserve">, </w:t>
      </w:r>
      <w:r w:rsidR="00E36F6A" w:rsidRPr="00F23192">
        <w:t>ne peuvent</w:t>
      </w:r>
      <w:r>
        <w:t xml:space="preserve">, </w:t>
      </w:r>
      <w:r w:rsidR="00E36F6A" w:rsidRPr="00F23192">
        <w:t>sans sacr</w:t>
      </w:r>
      <w:r w:rsidR="00E36F6A" w:rsidRPr="00F23192">
        <w:t>i</w:t>
      </w:r>
      <w:r w:rsidR="00E36F6A" w:rsidRPr="00F23192">
        <w:t>lège</w:t>
      </w:r>
      <w:r>
        <w:t xml:space="preserve">, </w:t>
      </w:r>
      <w:r w:rsidR="00E36F6A" w:rsidRPr="00F23192">
        <w:t>combattre pour un disciple de Calvin</w:t>
      </w:r>
      <w:r>
        <w:t xml:space="preserve">… </w:t>
      </w:r>
      <w:r w:rsidR="00E36F6A" w:rsidRPr="00F23192">
        <w:t>Voilà ce que vous dirait votre père</w:t>
      </w:r>
      <w:r>
        <w:t xml:space="preserve"> ; </w:t>
      </w:r>
      <w:r w:rsidR="00E36F6A" w:rsidRPr="00F23192">
        <w:t>s</w:t>
      </w:r>
      <w:r>
        <w:t>’</w:t>
      </w:r>
      <w:r w:rsidR="00E36F6A" w:rsidRPr="00F23192">
        <w:t>il vivait encore</w:t>
      </w:r>
      <w:r>
        <w:t xml:space="preserve">, </w:t>
      </w:r>
      <w:r w:rsidR="00E36F6A" w:rsidRPr="00F23192">
        <w:t>lança véhémentement la douairière</w:t>
      </w:r>
      <w:r>
        <w:t xml:space="preserve"> ; </w:t>
      </w:r>
      <w:r w:rsidR="00E36F6A" w:rsidRPr="00F23192">
        <w:t>voilà ce que je vous adjure de vouloir bien consid</w:t>
      </w:r>
      <w:r w:rsidR="00E36F6A" w:rsidRPr="00F23192">
        <w:t>é</w:t>
      </w:r>
      <w:r w:rsidR="00E36F6A" w:rsidRPr="00F23192">
        <w:t>rer</w:t>
      </w:r>
      <w:r>
        <w:t xml:space="preserve">, </w:t>
      </w:r>
      <w:r w:rsidR="00E36F6A" w:rsidRPr="00F23192">
        <w:t>avant qu</w:t>
      </w:r>
      <w:r>
        <w:t>’</w:t>
      </w:r>
      <w:r w:rsidR="00E36F6A" w:rsidRPr="00F23192">
        <w:t>il ne soit trop tard</w:t>
      </w:r>
      <w:r>
        <w:t>.</w:t>
      </w:r>
    </w:p>
    <w:p w14:paraId="2464F0FB" w14:textId="77777777" w:rsidR="00D60A57" w:rsidRDefault="00E36F6A" w:rsidP="00D60A57">
      <w:r w:rsidRPr="00F23192">
        <w:t>Elle soupira</w:t>
      </w:r>
      <w:r w:rsidR="00D60A57">
        <w:t> :</w:t>
      </w:r>
    </w:p>
    <w:p w14:paraId="1F36089E" w14:textId="77777777" w:rsidR="00D60A57" w:rsidRDefault="00D60A57" w:rsidP="00D60A57">
      <w:r>
        <w:t>— </w:t>
      </w:r>
      <w:r w:rsidR="00E36F6A" w:rsidRPr="00F23192">
        <w:t>Mes pressentiments étaient donc justes</w:t>
      </w:r>
      <w:r>
        <w:t xml:space="preserve"> !… </w:t>
      </w:r>
      <w:r w:rsidR="00E36F6A" w:rsidRPr="00F23192">
        <w:t>Vous êtes en grand danger</w:t>
      </w:r>
      <w:r>
        <w:t xml:space="preserve">, </w:t>
      </w:r>
      <w:r w:rsidR="00E36F6A" w:rsidRPr="00F23192">
        <w:t>mon fils</w:t>
      </w:r>
      <w:r>
        <w:t xml:space="preserve">… </w:t>
      </w:r>
      <w:r w:rsidR="00E36F6A" w:rsidRPr="00F23192">
        <w:t>et</w:t>
      </w:r>
      <w:r>
        <w:t xml:space="preserve">, </w:t>
      </w:r>
      <w:r w:rsidR="00E36F6A" w:rsidRPr="00F23192">
        <w:t>malheureusement</w:t>
      </w:r>
      <w:r>
        <w:t xml:space="preserve">, </w:t>
      </w:r>
      <w:r w:rsidR="00E36F6A" w:rsidRPr="00F23192">
        <w:t>ce n</w:t>
      </w:r>
      <w:r>
        <w:t>’</w:t>
      </w:r>
      <w:r w:rsidR="00E36F6A" w:rsidRPr="00F23192">
        <w:t>est pas sur votre corps seulement qu</w:t>
      </w:r>
      <w:r>
        <w:t>’</w:t>
      </w:r>
      <w:r w:rsidR="00E36F6A" w:rsidRPr="00F23192">
        <w:t>il vous faut veiller</w:t>
      </w:r>
      <w:r>
        <w:t xml:space="preserve">… </w:t>
      </w:r>
      <w:r w:rsidR="00E36F6A" w:rsidRPr="00F23192">
        <w:t>mais aussi</w:t>
      </w:r>
      <w:r>
        <w:t xml:space="preserve">… </w:t>
      </w:r>
      <w:r w:rsidR="00E36F6A" w:rsidRPr="00F23192">
        <w:t>mais surtout sur votre âme</w:t>
      </w:r>
      <w:r>
        <w:t>.</w:t>
      </w:r>
    </w:p>
    <w:p w14:paraId="3D04B383" w14:textId="77777777" w:rsidR="00D60A57" w:rsidRDefault="00E36F6A" w:rsidP="00D60A57">
      <w:r w:rsidRPr="00F23192">
        <w:t>Elle avait prononcé ces mots d</w:t>
      </w:r>
      <w:r w:rsidR="00D60A57">
        <w:t>’</w:t>
      </w:r>
      <w:r w:rsidRPr="00F23192">
        <w:t>une voix désolée</w:t>
      </w:r>
      <w:r w:rsidR="00D60A57">
        <w:t>.</w:t>
      </w:r>
    </w:p>
    <w:p w14:paraId="32C7ACE1" w14:textId="77777777" w:rsidR="00D60A57" w:rsidRDefault="00D60A57" w:rsidP="00D60A57">
      <w:r>
        <w:t>— </w:t>
      </w:r>
      <w:r w:rsidR="00E36F6A" w:rsidRPr="00F23192">
        <w:t>Ma mère</w:t>
      </w:r>
      <w:r>
        <w:t xml:space="preserve">, </w:t>
      </w:r>
      <w:r w:rsidR="00E36F6A" w:rsidRPr="00F23192">
        <w:t>fit le jeune homme</w:t>
      </w:r>
      <w:r>
        <w:t xml:space="preserve">, – </w:t>
      </w:r>
      <w:r w:rsidR="00E36F6A" w:rsidRPr="00F23192">
        <w:t>pensant par ce dernier argument faire dévier l</w:t>
      </w:r>
      <w:r>
        <w:t>’</w:t>
      </w:r>
      <w:r w:rsidR="00E36F6A" w:rsidRPr="00F23192">
        <w:t>opinion de la douairière</w:t>
      </w:r>
      <w:r>
        <w:t xml:space="preserve">, – </w:t>
      </w:r>
      <w:r w:rsidR="00E36F6A" w:rsidRPr="00F23192">
        <w:t xml:space="preserve">comment ne considérez-vous pas comme mauvaise une cause dont le sire Guy </w:t>
      </w:r>
      <w:proofErr w:type="spellStart"/>
      <w:r w:rsidR="00E36F6A" w:rsidRPr="00F23192">
        <w:t>Ever</w:t>
      </w:r>
      <w:proofErr w:type="spellEnd"/>
      <w:r w:rsidR="00E36F6A" w:rsidRPr="00F23192">
        <w:t xml:space="preserve"> de Fontanelle se proclame le champion</w:t>
      </w:r>
      <w:r>
        <w:t> ?…</w:t>
      </w:r>
    </w:p>
    <w:p w14:paraId="00EE3D19" w14:textId="77777777" w:rsidR="00D60A57" w:rsidRDefault="00E36F6A" w:rsidP="00D60A57">
      <w:r w:rsidRPr="00F23192">
        <w:t>Il ajouta</w:t>
      </w:r>
      <w:r w:rsidR="00D60A57">
        <w:t> :</w:t>
      </w:r>
    </w:p>
    <w:p w14:paraId="0149D832" w14:textId="77777777" w:rsidR="00D60A57" w:rsidRDefault="00D60A57" w:rsidP="00D60A57">
      <w:r>
        <w:t>— </w:t>
      </w:r>
      <w:r w:rsidR="00E36F6A" w:rsidRPr="00F23192">
        <w:t>Ce n</w:t>
      </w:r>
      <w:r>
        <w:t>’</w:t>
      </w:r>
      <w:r w:rsidR="00E36F6A" w:rsidRPr="00F23192">
        <w:t>est pas en pillant et en assassinant les Bretons qu</w:t>
      </w:r>
      <w:r>
        <w:t>’</w:t>
      </w:r>
      <w:r w:rsidR="00E36F6A" w:rsidRPr="00F23192">
        <w:t>il les amènera à adhérer à la Sainte Ligue</w:t>
      </w:r>
      <w:r>
        <w:t xml:space="preserve"> !… </w:t>
      </w:r>
      <w:r w:rsidR="00E36F6A" w:rsidRPr="00F23192">
        <w:t>Quant à moi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contre le pillage et l</w:t>
      </w:r>
      <w:r>
        <w:t>’</w:t>
      </w:r>
      <w:r w:rsidR="00E36F6A" w:rsidRPr="00F23192">
        <w:t>assassinat que je considère comme de mon devoir de les défendre</w:t>
      </w:r>
      <w:r>
        <w:t>.</w:t>
      </w:r>
    </w:p>
    <w:p w14:paraId="218F9A9B" w14:textId="77777777" w:rsidR="00D60A57" w:rsidRDefault="00E36F6A" w:rsidP="00D60A57">
      <w:r w:rsidRPr="00F23192">
        <w:t>Et il conclut avec force</w:t>
      </w:r>
      <w:r w:rsidR="00D60A57">
        <w:t> :</w:t>
      </w:r>
    </w:p>
    <w:p w14:paraId="1282D07D" w14:textId="77777777" w:rsidR="00D60A57" w:rsidRDefault="00D60A57" w:rsidP="00D60A57">
      <w:r>
        <w:lastRenderedPageBreak/>
        <w:t>— </w:t>
      </w:r>
      <w:r w:rsidR="00E36F6A" w:rsidRPr="00F23192">
        <w:t>Si donc je suis amené à me battre</w:t>
      </w:r>
      <w:r>
        <w:t xml:space="preserve">, </w:t>
      </w:r>
      <w:r w:rsidR="00E36F6A" w:rsidRPr="00F23192">
        <w:t>ce sera moins pour la cause du roi de France que pour celle des gars de chez nous</w:t>
      </w:r>
      <w:r>
        <w:t>…</w:t>
      </w:r>
    </w:p>
    <w:p w14:paraId="6F4828A2" w14:textId="77777777" w:rsidR="00D60A57" w:rsidRDefault="00E36F6A" w:rsidP="00D60A57">
      <w:r w:rsidRPr="00F23192">
        <w:t>Un autre argument se présentait à son esprit</w:t>
      </w:r>
      <w:r w:rsidR="00D60A57">
        <w:t xml:space="preserve">, </w:t>
      </w:r>
      <w:r w:rsidRPr="00F23192">
        <w:t>qui lui parut de nature à influencer sa rigide aïeule</w:t>
      </w:r>
      <w:r w:rsidR="00D60A57">
        <w:t>.</w:t>
      </w:r>
    </w:p>
    <w:p w14:paraId="7D55FDA0" w14:textId="77777777" w:rsidR="00D60A57" w:rsidRDefault="00D60A57" w:rsidP="00D60A57">
      <w:r>
        <w:t>— </w:t>
      </w:r>
      <w:r w:rsidR="00E36F6A" w:rsidRPr="00F23192">
        <w:t>Au surplus</w:t>
      </w:r>
      <w:r>
        <w:t xml:space="preserve">, </w:t>
      </w:r>
      <w:r w:rsidR="00E36F6A" w:rsidRPr="00F23192">
        <w:t>ajouta-t-il</w:t>
      </w:r>
      <w:r>
        <w:t xml:space="preserve">, </w:t>
      </w:r>
      <w:r w:rsidR="00E36F6A" w:rsidRPr="00F23192">
        <w:t>puis-je vous faire observer que</w:t>
      </w:r>
      <w:r>
        <w:t xml:space="preserve">, </w:t>
      </w:r>
      <w:r w:rsidR="00E36F6A" w:rsidRPr="00F23192">
        <w:t>ce faisant</w:t>
      </w:r>
      <w:r>
        <w:t xml:space="preserve">, </w:t>
      </w:r>
      <w:r w:rsidR="00E36F6A" w:rsidRPr="00F23192">
        <w:t>je travaillerai à la besogne que vous ne pouvez désa</w:t>
      </w:r>
      <w:r w:rsidR="00E36F6A" w:rsidRPr="00F23192">
        <w:t>p</w:t>
      </w:r>
      <w:r w:rsidR="00E36F6A" w:rsidRPr="00F23192">
        <w:t>prouver</w:t>
      </w:r>
      <w:r>
        <w:t xml:space="preserve"> : </w:t>
      </w:r>
      <w:r w:rsidR="00E36F6A" w:rsidRPr="00F23192">
        <w:t>chasser de France les Espagnols que les chefs de la Ligue y ont appelés et qui paraissent vouloir s</w:t>
      </w:r>
      <w:r>
        <w:t>’</w:t>
      </w:r>
      <w:r w:rsidR="00E36F6A" w:rsidRPr="00F23192">
        <w:t>y installer comme chez eux</w:t>
      </w:r>
      <w:r>
        <w:t>.</w:t>
      </w:r>
    </w:p>
    <w:p w14:paraId="1B41873B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sans laisser à la douairière le loisir de répondre</w:t>
      </w:r>
      <w:r w:rsidR="00D60A57">
        <w:t> :</w:t>
      </w:r>
    </w:p>
    <w:p w14:paraId="241003A8" w14:textId="77777777" w:rsidR="00D60A57" w:rsidRDefault="00D60A57" w:rsidP="00D60A57">
      <w:r>
        <w:t>— </w:t>
      </w:r>
      <w:r w:rsidR="00E36F6A" w:rsidRPr="00F23192">
        <w:t>Souvenez-vous</w:t>
      </w:r>
      <w:r>
        <w:t xml:space="preserve">, </w:t>
      </w:r>
      <w:r w:rsidR="00E36F6A" w:rsidRPr="00F23192">
        <w:t>poursuivit-il</w:t>
      </w:r>
      <w:r>
        <w:t xml:space="preserve">, – </w:t>
      </w:r>
      <w:r w:rsidR="00E36F6A" w:rsidRPr="00F23192">
        <w:t>c</w:t>
      </w:r>
      <w:r>
        <w:t>’</w:t>
      </w:r>
      <w:r w:rsidR="00E36F6A" w:rsidRPr="00F23192">
        <w:t>est vous-même qui</w:t>
      </w:r>
      <w:r>
        <w:t xml:space="preserve">, </w:t>
      </w:r>
      <w:r w:rsidR="00E36F6A" w:rsidRPr="00F23192">
        <w:t>souvent</w:t>
      </w:r>
      <w:r>
        <w:t xml:space="preserve">, </w:t>
      </w:r>
      <w:r w:rsidR="00E36F6A" w:rsidRPr="00F23192">
        <w:t>me l</w:t>
      </w:r>
      <w:r>
        <w:t>’</w:t>
      </w:r>
      <w:r w:rsidR="00E36F6A" w:rsidRPr="00F23192">
        <w:t>avez répété</w:t>
      </w:r>
      <w:r>
        <w:t xml:space="preserve">, – </w:t>
      </w:r>
      <w:r w:rsidR="00E36F6A" w:rsidRPr="00F23192">
        <w:t>que</w:t>
      </w:r>
      <w:r>
        <w:t xml:space="preserve">, </w:t>
      </w:r>
      <w:r w:rsidR="00E36F6A" w:rsidRPr="00F23192">
        <w:t>de son vivant</w:t>
      </w:r>
      <w:r>
        <w:t xml:space="preserve">, </w:t>
      </w:r>
      <w:r w:rsidR="00E36F6A" w:rsidRPr="00F23192">
        <w:t>mon père a plus d</w:t>
      </w:r>
      <w:r>
        <w:t>’</w:t>
      </w:r>
      <w:r w:rsidR="00E36F6A" w:rsidRPr="00F23192">
        <w:t>une fois exprimé sa rage de voir l</w:t>
      </w:r>
      <w:r>
        <w:t>’</w:t>
      </w:r>
      <w:r w:rsidR="00E36F6A" w:rsidRPr="00F23192">
        <w:t>étranger fouler notre sol</w:t>
      </w:r>
      <w:r>
        <w:t xml:space="preserve">, </w:t>
      </w:r>
      <w:r w:rsidR="00E36F6A" w:rsidRPr="00F23192">
        <w:t>et je jurerais que</w:t>
      </w:r>
      <w:r>
        <w:t xml:space="preserve">, </w:t>
      </w:r>
      <w:r w:rsidR="00E36F6A" w:rsidRPr="00F23192">
        <w:t>vivant</w:t>
      </w:r>
      <w:r>
        <w:t xml:space="preserve">, </w:t>
      </w:r>
      <w:r w:rsidR="00E36F6A" w:rsidRPr="00F23192">
        <w:t>non seulement il m</w:t>
      </w:r>
      <w:r>
        <w:t>’</w:t>
      </w:r>
      <w:r w:rsidR="00E36F6A" w:rsidRPr="00F23192">
        <w:t>approuverait</w:t>
      </w:r>
      <w:r>
        <w:t xml:space="preserve">, </w:t>
      </w:r>
      <w:r w:rsidR="00E36F6A" w:rsidRPr="00F23192">
        <w:t>mais qu</w:t>
      </w:r>
      <w:r>
        <w:t>’</w:t>
      </w:r>
      <w:r w:rsidR="00E36F6A" w:rsidRPr="00F23192">
        <w:t>encore il me prêcherait l</w:t>
      </w:r>
      <w:r>
        <w:t>’</w:t>
      </w:r>
      <w:r w:rsidR="00E36F6A" w:rsidRPr="00F23192">
        <w:t>exemple</w:t>
      </w:r>
      <w:r>
        <w:t>.</w:t>
      </w:r>
    </w:p>
    <w:p w14:paraId="785ED736" w14:textId="77777777" w:rsidR="00D60A57" w:rsidRDefault="00D60A57" w:rsidP="00D60A57">
      <w:r>
        <w:t>M</w:t>
      </w:r>
      <w:r w:rsidRPr="00D60A57">
        <w:rPr>
          <w:vertAlign w:val="superscript"/>
        </w:rPr>
        <w:t>me</w:t>
      </w:r>
      <w:r>
        <w:t> </w:t>
      </w:r>
      <w:r w:rsidR="00E36F6A" w:rsidRPr="00F23192">
        <w:t xml:space="preserve">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ne répo</w:t>
      </w:r>
      <w:r w:rsidR="00E36F6A" w:rsidRPr="00F23192">
        <w:t>n</w:t>
      </w:r>
      <w:r w:rsidR="00E36F6A" w:rsidRPr="00F23192">
        <w:t>dit pas tout de suite</w:t>
      </w:r>
      <w:r>
        <w:t>.</w:t>
      </w:r>
    </w:p>
    <w:p w14:paraId="04320B73" w14:textId="77777777" w:rsidR="00D60A57" w:rsidRDefault="00E36F6A" w:rsidP="00D60A57">
      <w:r w:rsidRPr="00F23192">
        <w:t>Enfin</w:t>
      </w:r>
      <w:r w:rsidR="00D60A57">
        <w:t xml:space="preserve">, </w:t>
      </w:r>
      <w:r w:rsidRPr="00F23192">
        <w:t>le ton subitement changé</w:t>
      </w:r>
      <w:r w:rsidR="00D60A57">
        <w:t xml:space="preserve">, </w:t>
      </w:r>
      <w:r w:rsidRPr="00F23192">
        <w:t>elle murmura</w:t>
      </w:r>
      <w:r w:rsidR="00D60A57">
        <w:t> :</w:t>
      </w:r>
    </w:p>
    <w:p w14:paraId="59BD1B11" w14:textId="77777777" w:rsidR="00D60A57" w:rsidRDefault="00D60A57" w:rsidP="00D60A57">
      <w:r>
        <w:t>— </w:t>
      </w:r>
      <w:r w:rsidR="00E36F6A" w:rsidRPr="00F23192">
        <w:t>Bertrand</w:t>
      </w:r>
      <w:r>
        <w:t xml:space="preserve">, </w:t>
      </w:r>
      <w:r w:rsidR="00E36F6A" w:rsidRPr="00F23192">
        <w:t>songez que vous êtes le seul représentant de notre ma</w:t>
      </w:r>
      <w:r w:rsidR="00E36F6A" w:rsidRPr="00F23192">
        <w:t>i</w:t>
      </w:r>
      <w:r w:rsidR="00E36F6A" w:rsidRPr="00F23192">
        <w:t>son</w:t>
      </w:r>
      <w:r>
        <w:t>.</w:t>
      </w:r>
    </w:p>
    <w:p w14:paraId="73156AE3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parce que j</w:t>
      </w:r>
      <w:r>
        <w:t>’</w:t>
      </w:r>
      <w:r w:rsidR="00E36F6A" w:rsidRPr="00F23192">
        <w:t>y songe que je juge de mon devoir d</w:t>
      </w:r>
      <w:r>
        <w:t>’</w:t>
      </w:r>
      <w:r w:rsidR="00E36F6A" w:rsidRPr="00F23192">
        <w:t>agir ainsi que vous me le reprochez</w:t>
      </w:r>
      <w:r>
        <w:t>.</w:t>
      </w:r>
    </w:p>
    <w:p w14:paraId="3355E8F1" w14:textId="77777777" w:rsidR="00D60A57" w:rsidRDefault="00E36F6A" w:rsidP="00D60A57">
      <w:r w:rsidRPr="00F23192">
        <w:t>Un silence suivit qu</w:t>
      </w:r>
      <w:r w:rsidR="00D60A57">
        <w:t>’</w:t>
      </w:r>
      <w:r w:rsidRPr="00F23192">
        <w:t>il rompit pour revenir au sujet qui lui tenait si fort au cœur</w:t>
      </w:r>
      <w:r w:rsidR="00D60A57">
        <w:t>.</w:t>
      </w:r>
    </w:p>
    <w:p w14:paraId="0FDDF873" w14:textId="77777777" w:rsidR="00D60A57" w:rsidRDefault="00D60A57" w:rsidP="00D60A57">
      <w:r>
        <w:t>— </w:t>
      </w:r>
      <w:r w:rsidR="00E36F6A" w:rsidRPr="00F23192">
        <w:t xml:space="preserve">Cela me fait </w:t>
      </w:r>
      <w:proofErr w:type="spellStart"/>
      <w:r w:rsidR="00E36F6A" w:rsidRPr="00F23192">
        <w:t>grand</w:t>
      </w:r>
      <w:r>
        <w:t>’</w:t>
      </w:r>
      <w:r w:rsidR="00E36F6A" w:rsidRPr="00F23192">
        <w:t>peine</w:t>
      </w:r>
      <w:proofErr w:type="spellEnd"/>
      <w:r w:rsidR="00E36F6A" w:rsidRPr="00F23192">
        <w:t xml:space="preserve"> de vous voir désapprouver mon amour pour Edwige</w:t>
      </w:r>
      <w:r>
        <w:t xml:space="preserve">… </w:t>
      </w:r>
      <w:r w:rsidR="00E36F6A" w:rsidRPr="00F23192">
        <w:t>et</w:t>
      </w:r>
      <w:r>
        <w:t xml:space="preserve">, </w:t>
      </w:r>
      <w:r w:rsidR="00E36F6A" w:rsidRPr="00F23192">
        <w:t>pourtant</w:t>
      </w:r>
      <w:r>
        <w:t xml:space="preserve">, </w:t>
      </w:r>
      <w:r w:rsidR="00E36F6A" w:rsidRPr="00F23192">
        <w:t>n</w:t>
      </w:r>
      <w:r>
        <w:t>’</w:t>
      </w:r>
      <w:r w:rsidR="00E36F6A" w:rsidRPr="00F23192">
        <w:t>avez-vous pas promis à sa mère mourante de veiller sur sa fille</w:t>
      </w:r>
      <w:r>
        <w:t>.</w:t>
      </w:r>
    </w:p>
    <w:p w14:paraId="426321B6" w14:textId="77777777" w:rsidR="00D60A57" w:rsidRDefault="00D60A57" w:rsidP="00D60A57">
      <w:r>
        <w:lastRenderedPageBreak/>
        <w:t>— </w:t>
      </w:r>
      <w:r w:rsidR="00E36F6A" w:rsidRPr="00F23192">
        <w:t>N</w:t>
      </w:r>
      <w:r>
        <w:t>’</w:t>
      </w:r>
      <w:r w:rsidR="00E36F6A" w:rsidRPr="00F23192">
        <w:t>est-ce pas tenir ma promesse que d</w:t>
      </w:r>
      <w:r>
        <w:t>’</w:t>
      </w:r>
      <w:r w:rsidR="00E36F6A" w:rsidRPr="00F23192">
        <w:t xml:space="preserve">encourager son union avec le duc de </w:t>
      </w:r>
      <w:proofErr w:type="spellStart"/>
      <w:r w:rsidR="00E36F6A" w:rsidRPr="00F23192">
        <w:t>Kerlor</w:t>
      </w:r>
      <w:proofErr w:type="spellEnd"/>
      <w:r>
        <w:t> ?</w:t>
      </w:r>
    </w:p>
    <w:p w14:paraId="5DD55A8D" w14:textId="77777777" w:rsidR="00D60A57" w:rsidRDefault="00D60A57" w:rsidP="00D60A57">
      <w:r>
        <w:t>— </w:t>
      </w:r>
      <w:r w:rsidR="00E36F6A" w:rsidRPr="00F23192">
        <w:t>Qu</w:t>
      </w:r>
      <w:r>
        <w:t>’</w:t>
      </w:r>
      <w:r w:rsidR="00E36F6A" w:rsidRPr="00F23192">
        <w:t>elle n</w:t>
      </w:r>
      <w:r>
        <w:t>’</w:t>
      </w:r>
      <w:r w:rsidR="00E36F6A" w:rsidRPr="00F23192">
        <w:t>aime pas</w:t>
      </w:r>
      <w:r>
        <w:t>.</w:t>
      </w:r>
    </w:p>
    <w:p w14:paraId="59487D58" w14:textId="77777777" w:rsidR="00D60A57" w:rsidRDefault="00D60A57" w:rsidP="00D60A57">
      <w:r>
        <w:t>— </w:t>
      </w:r>
      <w:r w:rsidR="00E36F6A" w:rsidRPr="00F23192">
        <w:t>L</w:t>
      </w:r>
      <w:r>
        <w:t>’</w:t>
      </w:r>
      <w:r w:rsidR="00E36F6A" w:rsidRPr="00F23192">
        <w:t>amour viendra plus tard</w:t>
      </w:r>
      <w:r>
        <w:t>.</w:t>
      </w:r>
    </w:p>
    <w:p w14:paraId="32AE7AEC" w14:textId="77777777" w:rsidR="00D60A57" w:rsidRDefault="00D60A57" w:rsidP="00D60A57">
      <w:r>
        <w:t>— </w:t>
      </w:r>
      <w:r w:rsidR="00E36F6A" w:rsidRPr="00F23192">
        <w:t>Nous nous aimons</w:t>
      </w:r>
      <w:r>
        <w:t>.</w:t>
      </w:r>
    </w:p>
    <w:p w14:paraId="45259AF8" w14:textId="77777777" w:rsidR="00D60A57" w:rsidRDefault="00D60A57" w:rsidP="00D60A57">
      <w:r>
        <w:t>— </w:t>
      </w:r>
      <w:r w:rsidR="00E36F6A" w:rsidRPr="00F23192">
        <w:t>N</w:t>
      </w:r>
      <w:r>
        <w:t>’</w:t>
      </w:r>
      <w:r w:rsidR="00E36F6A" w:rsidRPr="00F23192">
        <w:t>avez-vous pas d</w:t>
      </w:r>
      <w:r>
        <w:t>’</w:t>
      </w:r>
      <w:r w:rsidR="00E36F6A" w:rsidRPr="00F23192">
        <w:t>autre besogne</w:t>
      </w:r>
      <w:r>
        <w:t xml:space="preserve">, </w:t>
      </w:r>
      <w:r w:rsidR="00E36F6A" w:rsidRPr="00F23192">
        <w:t>mon fils</w:t>
      </w:r>
      <w:r>
        <w:t xml:space="preserve">, </w:t>
      </w:r>
      <w:r w:rsidR="00E36F6A" w:rsidRPr="00F23192">
        <w:t>que vous pe</w:t>
      </w:r>
      <w:r w:rsidR="00E36F6A" w:rsidRPr="00F23192">
        <w:t>r</w:t>
      </w:r>
      <w:r w:rsidR="00E36F6A" w:rsidRPr="00F23192">
        <w:t>diez votre temps à de semblables amusettes</w:t>
      </w:r>
      <w:r>
        <w:t> ?</w:t>
      </w:r>
    </w:p>
    <w:p w14:paraId="5E614856" w14:textId="77777777" w:rsidR="00D60A57" w:rsidRDefault="00D60A57" w:rsidP="00D60A57">
      <w:r>
        <w:t>— </w:t>
      </w:r>
      <w:r w:rsidR="00E36F6A" w:rsidRPr="00F23192">
        <w:t>Ma mère</w:t>
      </w:r>
      <w:r>
        <w:t xml:space="preserve">, </w:t>
      </w:r>
      <w:r w:rsidR="00E36F6A" w:rsidRPr="00F23192">
        <w:t>le bonheur n</w:t>
      </w:r>
      <w:r>
        <w:t>’</w:t>
      </w:r>
      <w:r w:rsidR="00E36F6A" w:rsidRPr="00F23192">
        <w:t>est pas</w:t>
      </w:r>
      <w:r>
        <w:t xml:space="preserve">, </w:t>
      </w:r>
      <w:r w:rsidR="00E36F6A" w:rsidRPr="00F23192">
        <w:t>que je sache</w:t>
      </w:r>
      <w:r>
        <w:t xml:space="preserve">, </w:t>
      </w:r>
      <w:r w:rsidR="00E36F6A" w:rsidRPr="00F23192">
        <w:t>une am</w:t>
      </w:r>
      <w:r w:rsidR="00E36F6A" w:rsidRPr="00F23192">
        <w:t>u</w:t>
      </w:r>
      <w:r w:rsidR="00E36F6A" w:rsidRPr="00F23192">
        <w:t>sette</w:t>
      </w:r>
      <w:r>
        <w:t xml:space="preserve"> ! </w:t>
      </w:r>
      <w:r w:rsidR="00E36F6A" w:rsidRPr="00F23192">
        <w:t>répliqua le jeune homme</w:t>
      </w:r>
      <w:r>
        <w:t xml:space="preserve">… </w:t>
      </w:r>
      <w:r w:rsidR="00E36F6A" w:rsidRPr="00F23192">
        <w:t>sans compter qu</w:t>
      </w:r>
      <w:r>
        <w:t>’</w:t>
      </w:r>
      <w:r w:rsidR="00E36F6A" w:rsidRPr="00F23192">
        <w:t>en prot</w:t>
      </w:r>
      <w:r w:rsidR="00E36F6A" w:rsidRPr="00F23192">
        <w:t>é</w:t>
      </w:r>
      <w:r w:rsidR="00E36F6A" w:rsidRPr="00F23192">
        <w:t>geant Edwige contre les recherches du duc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ai conscience de remplir un devoir qui m</w:t>
      </w:r>
      <w:r>
        <w:t>’</w:t>
      </w:r>
      <w:r w:rsidR="00E36F6A" w:rsidRPr="00F23192">
        <w:t>incombe en qualité de chef de notre maison</w:t>
      </w:r>
      <w:r>
        <w:t xml:space="preserve"> !… </w:t>
      </w:r>
      <w:r w:rsidR="00E36F6A" w:rsidRPr="00F23192">
        <w:t>Pensez-vous vraiment que ce soit l</w:t>
      </w:r>
      <w:r>
        <w:t>’</w:t>
      </w:r>
      <w:r w:rsidR="00E36F6A" w:rsidRPr="00F23192">
        <w:t xml:space="preserve">amour qui pousse </w:t>
      </w:r>
      <w:proofErr w:type="spellStart"/>
      <w:r w:rsidR="00E36F6A" w:rsidRPr="00F23192">
        <w:t>Kerlor</w:t>
      </w:r>
      <w:proofErr w:type="spellEnd"/>
      <w:r w:rsidR="00E36F6A" w:rsidRPr="00F23192">
        <w:t xml:space="preserve"> à vouloir épouser ma cousine</w:t>
      </w:r>
      <w:r>
        <w:t> ?</w:t>
      </w:r>
    </w:p>
    <w:p w14:paraId="6C798BD9" w14:textId="77777777" w:rsidR="00D60A57" w:rsidRDefault="00D60A57" w:rsidP="00D60A57">
      <w:r>
        <w:t>— </w:t>
      </w:r>
      <w:r w:rsidR="00E36F6A" w:rsidRPr="00F23192">
        <w:t>Il ne m</w:t>
      </w:r>
      <w:r>
        <w:t>’</w:t>
      </w:r>
      <w:r w:rsidR="00E36F6A" w:rsidRPr="00F23192">
        <w:t>appartient pas de rechercher le motif de la conduite du duc</w:t>
      </w:r>
      <w:r>
        <w:t xml:space="preserve">. </w:t>
      </w:r>
      <w:r w:rsidR="00E36F6A" w:rsidRPr="00F23192">
        <w:t>Je sais seulement que c</w:t>
      </w:r>
      <w:r>
        <w:t>’</w:t>
      </w:r>
      <w:r w:rsidR="00E36F6A" w:rsidRPr="00F23192">
        <w:t>est grand honneur qu</w:t>
      </w:r>
      <w:r>
        <w:t>’</w:t>
      </w:r>
      <w:r w:rsidR="00E36F6A" w:rsidRPr="00F23192">
        <w:t>il fait à notre famille</w:t>
      </w:r>
      <w:r>
        <w:t>.</w:t>
      </w:r>
    </w:p>
    <w:p w14:paraId="54AE09B1" w14:textId="77777777" w:rsidR="00D60A57" w:rsidRDefault="00D60A57" w:rsidP="00D60A57">
      <w:r>
        <w:t>— </w:t>
      </w:r>
      <w:r w:rsidR="00E36F6A" w:rsidRPr="00F23192">
        <w:t>Honneur fort mince</w:t>
      </w:r>
      <w:r>
        <w:t xml:space="preserve">, </w:t>
      </w:r>
      <w:r w:rsidR="00E36F6A" w:rsidRPr="00F23192">
        <w:t>à en croire les bruits qui courent</w:t>
      </w:r>
      <w:r>
        <w:t xml:space="preserve"> : </w:t>
      </w:r>
      <w:r w:rsidR="00E36F6A" w:rsidRPr="00F23192">
        <w:t>le duc est ruiné</w:t>
      </w:r>
      <w:r>
        <w:t> !</w:t>
      </w:r>
    </w:p>
    <w:p w14:paraId="04795EC2" w14:textId="77777777" w:rsidR="00D60A57" w:rsidRDefault="00D60A57" w:rsidP="00D60A57">
      <w:r>
        <w:t>— </w:t>
      </w:r>
      <w:r w:rsidR="00E36F6A" w:rsidRPr="00F23192">
        <w:t>À voir le train qu</w:t>
      </w:r>
      <w:r>
        <w:t>’</w:t>
      </w:r>
      <w:r w:rsidR="00E36F6A" w:rsidRPr="00F23192">
        <w:t>il mène</w:t>
      </w:r>
      <w:r>
        <w:t xml:space="preserve">, </w:t>
      </w:r>
      <w:r w:rsidR="00E36F6A" w:rsidRPr="00F23192">
        <w:t>il n</w:t>
      </w:r>
      <w:r>
        <w:t>’</w:t>
      </w:r>
      <w:r w:rsidR="00E36F6A" w:rsidRPr="00F23192">
        <w:t>y paraît guère</w:t>
      </w:r>
      <w:r>
        <w:t>.</w:t>
      </w:r>
    </w:p>
    <w:p w14:paraId="6BEDE594" w14:textId="77777777" w:rsidR="00D60A57" w:rsidRDefault="00D60A57" w:rsidP="00D60A57">
      <w:r>
        <w:t>— </w:t>
      </w:r>
      <w:r w:rsidR="00E36F6A" w:rsidRPr="00F23192">
        <w:t>Tous ses biens sont aux mains des usuriers</w:t>
      </w:r>
      <w:r>
        <w:t xml:space="preserve">… </w:t>
      </w:r>
      <w:r w:rsidR="00E36F6A" w:rsidRPr="00F23192">
        <w:t>et l</w:t>
      </w:r>
      <w:r>
        <w:t>’</w:t>
      </w:r>
      <w:r w:rsidR="00E36F6A" w:rsidRPr="00F23192">
        <w:t>on se demande d</w:t>
      </w:r>
      <w:r>
        <w:t>’</w:t>
      </w:r>
      <w:r w:rsidR="00E36F6A" w:rsidRPr="00F23192">
        <w:t>où il tire ses ressources</w:t>
      </w:r>
      <w:r>
        <w:t>.</w:t>
      </w:r>
    </w:p>
    <w:p w14:paraId="67D220AC" w14:textId="77777777" w:rsidR="00D60A57" w:rsidRDefault="00D60A57" w:rsidP="00D60A57">
      <w:r>
        <w:t>— </w:t>
      </w:r>
      <w:r w:rsidR="00E36F6A" w:rsidRPr="00F23192">
        <w:t>Je n</w:t>
      </w:r>
      <w:r>
        <w:t>’</w:t>
      </w:r>
      <w:r w:rsidR="00E36F6A" w:rsidRPr="00F23192">
        <w:t>ai pas à compter avec lui</w:t>
      </w:r>
      <w:r>
        <w:t>…</w:t>
      </w:r>
    </w:p>
    <w:p w14:paraId="3D4AF5FC" w14:textId="77777777" w:rsidR="00D60A57" w:rsidRDefault="00E36F6A" w:rsidP="00D60A57">
      <w:r w:rsidRPr="00F23192">
        <w:t>Cette réponse faite d</w:t>
      </w:r>
      <w:r w:rsidR="00D60A57">
        <w:t>’</w:t>
      </w:r>
      <w:r w:rsidRPr="00F23192">
        <w:t>un ton sec</w:t>
      </w:r>
      <w:r w:rsidR="00D60A57">
        <w:t xml:space="preserve">, </w:t>
      </w:r>
      <w:r w:rsidRPr="00F23192">
        <w:t xml:space="preserve">la douairière du </w:t>
      </w:r>
      <w:proofErr w:type="spellStart"/>
      <w:r w:rsidRPr="00F23192">
        <w:t>Falouët</w:t>
      </w:r>
      <w:proofErr w:type="spellEnd"/>
      <w:r w:rsidRPr="00F23192">
        <w:t xml:space="preserve"> déclara</w:t>
      </w:r>
      <w:r w:rsidR="00D60A57">
        <w:t> :</w:t>
      </w:r>
    </w:p>
    <w:p w14:paraId="3F12A0F6" w14:textId="77777777" w:rsidR="00D60A57" w:rsidRDefault="00D60A57" w:rsidP="00D60A57">
      <w:r>
        <w:t>— </w:t>
      </w:r>
      <w:r w:rsidR="00E36F6A" w:rsidRPr="00F23192">
        <w:t>Mon fils</w:t>
      </w:r>
      <w:r>
        <w:t xml:space="preserve">, </w:t>
      </w:r>
      <w:r w:rsidR="00E36F6A" w:rsidRPr="00F23192">
        <w:t>l</w:t>
      </w:r>
      <w:r>
        <w:t>’</w:t>
      </w:r>
      <w:r w:rsidR="00E36F6A" w:rsidRPr="00F23192">
        <w:t>avertissement que je viens de vous donner est tombé</w:t>
      </w:r>
      <w:r>
        <w:t xml:space="preserve">, </w:t>
      </w:r>
      <w:r w:rsidR="00E36F6A" w:rsidRPr="00F23192">
        <w:t>je le sens bien</w:t>
      </w:r>
      <w:r>
        <w:t xml:space="preserve"> – </w:t>
      </w:r>
      <w:r w:rsidR="00E36F6A" w:rsidRPr="00F23192">
        <w:t>dans l</w:t>
      </w:r>
      <w:r>
        <w:t>’</w:t>
      </w:r>
      <w:r w:rsidR="00E36F6A" w:rsidRPr="00F23192">
        <w:t>oreille d</w:t>
      </w:r>
      <w:r>
        <w:t>’</w:t>
      </w:r>
      <w:r w:rsidR="00E36F6A" w:rsidRPr="00F23192">
        <w:t>un sourd</w:t>
      </w:r>
      <w:r>
        <w:t xml:space="preserve">… </w:t>
      </w:r>
      <w:r w:rsidR="00E36F6A" w:rsidRPr="00F23192">
        <w:t xml:space="preserve">le cœur </w:t>
      </w:r>
      <w:r w:rsidR="00E36F6A" w:rsidRPr="00F23192">
        <w:lastRenderedPageBreak/>
        <w:t>d</w:t>
      </w:r>
      <w:r>
        <w:t>’</w:t>
      </w:r>
      <w:r w:rsidR="00E36F6A" w:rsidRPr="00F23192">
        <w:t>une mère se trompe rarement</w:t>
      </w:r>
      <w:r>
        <w:t xml:space="preserve">, </w:t>
      </w:r>
      <w:r w:rsidR="00E36F6A" w:rsidRPr="00F23192">
        <w:t>et le mien vous pressent en danger</w:t>
      </w:r>
      <w:r>
        <w:t xml:space="preserve">… </w:t>
      </w:r>
      <w:r w:rsidR="00E36F6A" w:rsidRPr="00F23192">
        <w:t>Réfléchissez et</w:t>
      </w:r>
      <w:r>
        <w:t xml:space="preserve">, </w:t>
      </w:r>
      <w:r w:rsidR="00E36F6A" w:rsidRPr="00F23192">
        <w:t>avant de prendre une détermination</w:t>
      </w:r>
      <w:r>
        <w:t xml:space="preserve">, </w:t>
      </w:r>
      <w:r w:rsidR="00E36F6A" w:rsidRPr="00F23192">
        <w:t>pensez à moi</w:t>
      </w:r>
      <w:r>
        <w:t>…</w:t>
      </w:r>
    </w:p>
    <w:p w14:paraId="04ABCB4F" w14:textId="77777777" w:rsidR="00D60A57" w:rsidRDefault="00E36F6A" w:rsidP="00D60A57">
      <w:r w:rsidRPr="00F23192">
        <w:t>Elle ajouta</w:t>
      </w:r>
      <w:r w:rsidR="00D60A57">
        <w:t xml:space="preserve">, </w:t>
      </w:r>
      <w:r w:rsidRPr="00F23192">
        <w:t>voulant indiquer par là qu</w:t>
      </w:r>
      <w:r w:rsidR="00D60A57">
        <w:t>’</w:t>
      </w:r>
      <w:r w:rsidRPr="00F23192">
        <w:t>elle lui donnait congé</w:t>
      </w:r>
      <w:r w:rsidR="00D60A57">
        <w:t> :</w:t>
      </w:r>
    </w:p>
    <w:p w14:paraId="0977F4D6" w14:textId="77777777" w:rsidR="00D60A57" w:rsidRDefault="00D60A57" w:rsidP="00D60A57">
      <w:r>
        <w:t>— </w:t>
      </w:r>
      <w:r w:rsidR="00E36F6A" w:rsidRPr="00F23192">
        <w:t>Prolonger cet entretien me serait douloureux</w:t>
      </w:r>
      <w:r>
        <w:t>…</w:t>
      </w:r>
    </w:p>
    <w:p w14:paraId="2C4ABF9A" w14:textId="77777777" w:rsidR="00D60A57" w:rsidRDefault="00E36F6A" w:rsidP="00D60A57">
      <w:r w:rsidRPr="00F23192">
        <w:t>Le jeune homme se courba</w:t>
      </w:r>
      <w:r w:rsidR="00D60A57">
        <w:t xml:space="preserve">, </w:t>
      </w:r>
      <w:r w:rsidRPr="00F23192">
        <w:t>prit la main de son aïeule qu</w:t>
      </w:r>
      <w:r w:rsidR="00D60A57">
        <w:t>’</w:t>
      </w:r>
      <w:r w:rsidRPr="00F23192">
        <w:t>il effleura respectueusement de ses lèvres et gagna la porte</w:t>
      </w:r>
      <w:r w:rsidR="00D60A57">
        <w:t>.</w:t>
      </w:r>
    </w:p>
    <w:p w14:paraId="3E9574AE" w14:textId="77777777" w:rsidR="00D60A57" w:rsidRDefault="00E36F6A" w:rsidP="00D60A57">
      <w:r w:rsidRPr="00F23192">
        <w:t>Dans la cour</w:t>
      </w:r>
      <w:r w:rsidR="00D60A57">
        <w:t xml:space="preserve">, </w:t>
      </w:r>
      <w:r w:rsidRPr="00F23192">
        <w:t>son cheval l</w:t>
      </w:r>
      <w:r w:rsidR="00D60A57">
        <w:t>’</w:t>
      </w:r>
      <w:r w:rsidRPr="00F23192">
        <w:t>attendait</w:t>
      </w:r>
      <w:r w:rsidR="00D60A57">
        <w:t xml:space="preserve">, </w:t>
      </w:r>
      <w:r w:rsidRPr="00F23192">
        <w:t>tenu au mors par un valet</w:t>
      </w:r>
      <w:r w:rsidR="00D60A57">
        <w:t xml:space="preserve"> ; </w:t>
      </w:r>
      <w:r w:rsidRPr="00F23192">
        <w:t>tout rêveur</w:t>
      </w:r>
      <w:r w:rsidR="00D60A57">
        <w:t xml:space="preserve">, </w:t>
      </w:r>
      <w:r w:rsidRPr="00F23192">
        <w:t>le jeune homme se mit en selle et prit le chemin du retour</w:t>
      </w:r>
      <w:r w:rsidR="00D60A57">
        <w:t xml:space="preserve"> ; </w:t>
      </w:r>
      <w:r w:rsidRPr="00F23192">
        <w:t>depuis deux ans</w:t>
      </w:r>
      <w:r w:rsidR="00D60A57">
        <w:t xml:space="preserve">, </w:t>
      </w:r>
      <w:r w:rsidRPr="00F23192">
        <w:t xml:space="preserve">il habitait le château de </w:t>
      </w:r>
      <w:proofErr w:type="spellStart"/>
      <w:r w:rsidRPr="00F23192">
        <w:t>Coatserho</w:t>
      </w:r>
      <w:proofErr w:type="spellEnd"/>
      <w:r w:rsidR="00D60A57">
        <w:t xml:space="preserve">, </w:t>
      </w:r>
      <w:r w:rsidRPr="00F23192">
        <w:t>son aïeule s</w:t>
      </w:r>
      <w:r w:rsidR="00D60A57">
        <w:t>’</w:t>
      </w:r>
      <w:r w:rsidRPr="00F23192">
        <w:t xml:space="preserve">étant retirée au petit manoir de </w:t>
      </w:r>
      <w:proofErr w:type="spellStart"/>
      <w:r w:rsidRPr="00F23192">
        <w:t>Ploujean</w:t>
      </w:r>
      <w:proofErr w:type="spellEnd"/>
      <w:r w:rsidRPr="00F23192">
        <w:t xml:space="preserve"> où il venait de la visiter</w:t>
      </w:r>
      <w:r w:rsidR="00D60A57">
        <w:t>.</w:t>
      </w:r>
    </w:p>
    <w:p w14:paraId="4659E604" w14:textId="77777777" w:rsidR="00D60A57" w:rsidRDefault="00E36F6A" w:rsidP="00D60A57">
      <w:r w:rsidRPr="00F23192">
        <w:t xml:space="preserve">Une fois gagnée la </w:t>
      </w:r>
      <w:proofErr w:type="spellStart"/>
      <w:r w:rsidRPr="00F23192">
        <w:t>grand</w:t>
      </w:r>
      <w:r w:rsidR="00D60A57">
        <w:t>’</w:t>
      </w:r>
      <w:r w:rsidRPr="00F23192">
        <w:t>route</w:t>
      </w:r>
      <w:proofErr w:type="spellEnd"/>
      <w:r w:rsidR="00D60A57">
        <w:t xml:space="preserve">, </w:t>
      </w:r>
      <w:r w:rsidRPr="00F23192">
        <w:t>il laissa sa monture prendre d</w:t>
      </w:r>
      <w:r w:rsidR="00D60A57">
        <w:t>’</w:t>
      </w:r>
      <w:r w:rsidRPr="00F23192">
        <w:t>elle-même le pas</w:t>
      </w:r>
      <w:r w:rsidR="00D60A57">
        <w:t xml:space="preserve">, </w:t>
      </w:r>
      <w:r w:rsidRPr="00F23192">
        <w:t>absorbé qu</w:t>
      </w:r>
      <w:r w:rsidR="00D60A57">
        <w:t>’</w:t>
      </w:r>
      <w:r w:rsidRPr="00F23192">
        <w:t>il était par les réflexions que provoquait l</w:t>
      </w:r>
      <w:r w:rsidR="00D60A57">
        <w:t>’</w:t>
      </w:r>
      <w:r w:rsidRPr="00F23192">
        <w:t>entretien qu</w:t>
      </w:r>
      <w:r w:rsidR="00D60A57">
        <w:t>’</w:t>
      </w:r>
      <w:r w:rsidRPr="00F23192">
        <w:t>il venait d</w:t>
      </w:r>
      <w:r w:rsidR="00D60A57">
        <w:t>’</w:t>
      </w:r>
      <w:r w:rsidRPr="00F23192">
        <w:t>avoir</w:t>
      </w:r>
      <w:r w:rsidR="00D60A57">
        <w:t>.</w:t>
      </w:r>
    </w:p>
    <w:p w14:paraId="20C44AB3" w14:textId="77777777" w:rsidR="00D60A57" w:rsidRDefault="00E36F6A" w:rsidP="00D60A57">
      <w:r w:rsidRPr="00F23192">
        <w:t>L</w:t>
      </w:r>
      <w:r w:rsidR="00D60A57">
        <w:t>’</w:t>
      </w:r>
      <w:r w:rsidRPr="00F23192">
        <w:t>affection profonde qu</w:t>
      </w:r>
      <w:r w:rsidR="00D60A57">
        <w:t>’</w:t>
      </w:r>
      <w:r w:rsidRPr="00F23192">
        <w:t>il avait pour celle qui l</w:t>
      </w:r>
      <w:r w:rsidR="00D60A57">
        <w:t>’</w:t>
      </w:r>
      <w:r w:rsidRPr="00F23192">
        <w:t>avait élevé</w:t>
      </w:r>
      <w:r w:rsidR="00D60A57">
        <w:t xml:space="preserve">, </w:t>
      </w:r>
      <w:r w:rsidRPr="00F23192">
        <w:t>le respect qu</w:t>
      </w:r>
      <w:r w:rsidR="00D60A57">
        <w:t>’</w:t>
      </w:r>
      <w:r w:rsidRPr="00F23192">
        <w:t>il professait à son endroit</w:t>
      </w:r>
      <w:r w:rsidR="00D60A57">
        <w:t xml:space="preserve">, </w:t>
      </w:r>
      <w:r w:rsidRPr="00F23192">
        <w:t>lui avaient rendu très pénible cet entretien</w:t>
      </w:r>
      <w:r w:rsidR="00D60A57">
        <w:t xml:space="preserve">, </w:t>
      </w:r>
      <w:r w:rsidRPr="00F23192">
        <w:t>en même temps qu</w:t>
      </w:r>
      <w:r w:rsidR="00D60A57">
        <w:t>’</w:t>
      </w:r>
      <w:r w:rsidRPr="00F23192">
        <w:t>il ne pouvait s</w:t>
      </w:r>
      <w:r w:rsidR="00D60A57">
        <w:t>’</w:t>
      </w:r>
      <w:r w:rsidRPr="00F23192">
        <w:t>empêcher de reconnaître comme fondées certaines des obse</w:t>
      </w:r>
      <w:r w:rsidRPr="00F23192">
        <w:t>r</w:t>
      </w:r>
      <w:r w:rsidRPr="00F23192">
        <w:t>vations qui lui avaient été adressées</w:t>
      </w:r>
      <w:r w:rsidR="00D60A57">
        <w:t>.</w:t>
      </w:r>
    </w:p>
    <w:p w14:paraId="345060D0" w14:textId="77777777" w:rsidR="00D60A57" w:rsidRDefault="00E36F6A" w:rsidP="00D60A57">
      <w:r w:rsidRPr="00F23192">
        <w:t>Le grand amour qui lui emplissait le cœur n</w:t>
      </w:r>
      <w:r w:rsidR="00D60A57">
        <w:t>’</w:t>
      </w:r>
      <w:r w:rsidRPr="00F23192">
        <w:t>obscurcissait-il pas en lui la notion qu</w:t>
      </w:r>
      <w:r w:rsidR="00D60A57">
        <w:t>’</w:t>
      </w:r>
      <w:r w:rsidRPr="00F23192">
        <w:t>il devait avoir de son attitude</w:t>
      </w:r>
      <w:r w:rsidR="00D60A57">
        <w:t> ?</w:t>
      </w:r>
    </w:p>
    <w:p w14:paraId="087B0425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en les circonstances présentes</w:t>
      </w:r>
      <w:r w:rsidR="00D60A57">
        <w:t xml:space="preserve">, </w:t>
      </w:r>
      <w:r w:rsidRPr="00F23192">
        <w:t>quel devait être son vér</w:t>
      </w:r>
      <w:r w:rsidRPr="00F23192">
        <w:t>i</w:t>
      </w:r>
      <w:r w:rsidRPr="00F23192">
        <w:t>table devoir</w:t>
      </w:r>
      <w:r w:rsidR="00D60A57">
        <w:t> ?</w:t>
      </w:r>
    </w:p>
    <w:p w14:paraId="1A07F025" w14:textId="77777777" w:rsidR="00D60A57" w:rsidRDefault="00E36F6A" w:rsidP="00D60A57">
      <w:r w:rsidRPr="00F23192">
        <w:t>Chef d</w:t>
      </w:r>
      <w:r w:rsidR="00D60A57">
        <w:t>’</w:t>
      </w:r>
      <w:r w:rsidRPr="00F23192">
        <w:t>une maison noble et fière entre toutes</w:t>
      </w:r>
      <w:r w:rsidR="00D60A57">
        <w:t xml:space="preserve">, </w:t>
      </w:r>
      <w:r w:rsidRPr="00F23192">
        <w:t>ne devait-il pas tout sacrifier au seul souci de la maintenir au rang où l</w:t>
      </w:r>
      <w:r w:rsidR="00D60A57">
        <w:t>’</w:t>
      </w:r>
      <w:r w:rsidRPr="00F23192">
        <w:t>avaient portée ses aïeux</w:t>
      </w:r>
      <w:r w:rsidR="00D60A57">
        <w:t> !</w:t>
      </w:r>
    </w:p>
    <w:p w14:paraId="035BB471" w14:textId="77777777" w:rsidR="00D60A57" w:rsidRDefault="00E36F6A" w:rsidP="00D60A57">
      <w:r w:rsidRPr="00F23192">
        <w:lastRenderedPageBreak/>
        <w:t>Un effroi soudain le saisit à la pensée qu</w:t>
      </w:r>
      <w:r w:rsidR="00D60A57">
        <w:t>’</w:t>
      </w:r>
      <w:r w:rsidRPr="00F23192">
        <w:t>il lui faudrait un jour peut-être sacrifier son amour au souci de sa terre natale</w:t>
      </w:r>
      <w:r w:rsidR="00D60A57">
        <w:t>…</w:t>
      </w:r>
    </w:p>
    <w:p w14:paraId="7EDDAED0" w14:textId="77777777" w:rsidR="00D60A57" w:rsidRDefault="00E36F6A" w:rsidP="00D60A57">
      <w:r w:rsidRPr="00F23192">
        <w:t>Soudain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arrêt brusque de sa monture le fit tressaillir</w:t>
      </w:r>
      <w:r w:rsidR="00D60A57">
        <w:t xml:space="preserve"> ; </w:t>
      </w:r>
      <w:r w:rsidRPr="00F23192">
        <w:t>surpris</w:t>
      </w:r>
      <w:r w:rsidR="00D60A57">
        <w:t xml:space="preserve">, </w:t>
      </w:r>
      <w:r w:rsidRPr="00F23192">
        <w:t>il jeta autour de lui un regard</w:t>
      </w:r>
      <w:r w:rsidR="00D60A57">
        <w:t xml:space="preserve"> ; </w:t>
      </w:r>
      <w:r w:rsidRPr="00F23192">
        <w:t>arraché à ses médit</w:t>
      </w:r>
      <w:r w:rsidRPr="00F23192">
        <w:t>a</w:t>
      </w:r>
      <w:r w:rsidRPr="00F23192">
        <w:t>tions</w:t>
      </w:r>
      <w:r w:rsidR="00D60A57">
        <w:t xml:space="preserve">, </w:t>
      </w:r>
      <w:r w:rsidRPr="00F23192">
        <w:t>il se reconnut et comprit l</w:t>
      </w:r>
      <w:r w:rsidR="00D60A57">
        <w:t>’</w:t>
      </w:r>
      <w:r w:rsidRPr="00F23192">
        <w:t>arrêt de l</w:t>
      </w:r>
      <w:r w:rsidR="00D60A57">
        <w:t>’</w:t>
      </w:r>
      <w:r w:rsidRPr="00F23192">
        <w:t>animal</w:t>
      </w:r>
      <w:r w:rsidR="00D60A57">
        <w:t xml:space="preserve"> : </w:t>
      </w:r>
      <w:r w:rsidRPr="00F23192">
        <w:t>celui-ci avait</w:t>
      </w:r>
      <w:r w:rsidR="00D60A57">
        <w:t xml:space="preserve">, </w:t>
      </w:r>
      <w:r w:rsidRPr="00F23192">
        <w:t>de lui-même</w:t>
      </w:r>
      <w:r w:rsidR="00D60A57">
        <w:t xml:space="preserve">, </w:t>
      </w:r>
      <w:r w:rsidRPr="00F23192">
        <w:t>fait halte à l</w:t>
      </w:r>
      <w:r w:rsidR="00D60A57">
        <w:t>’</w:t>
      </w:r>
      <w:r w:rsidRPr="00F23192">
        <w:t>endroit de la forêt où son maître avait coutume</w:t>
      </w:r>
      <w:r w:rsidR="00D60A57">
        <w:t xml:space="preserve">, </w:t>
      </w:r>
      <w:r w:rsidRPr="00F23192">
        <w:t>chaque soir</w:t>
      </w:r>
      <w:r w:rsidR="00D60A57">
        <w:t xml:space="preserve">, </w:t>
      </w:r>
      <w:r w:rsidRPr="00F23192">
        <w:t>de mettre pied à terre</w:t>
      </w:r>
      <w:r w:rsidR="00D60A57">
        <w:t>.</w:t>
      </w:r>
    </w:p>
    <w:p w14:paraId="20BC66B6" w14:textId="77777777" w:rsidR="00D60A57" w:rsidRDefault="00E36F6A" w:rsidP="00D60A57">
      <w:r w:rsidRPr="00F23192">
        <w:t>C</w:t>
      </w:r>
      <w:r w:rsidR="00D60A57">
        <w:t>’</w:t>
      </w:r>
      <w:r w:rsidRPr="00F23192">
        <w:t>était une petite clairière où Edwige et lui se donnaient rendez-vous</w:t>
      </w:r>
      <w:r w:rsidR="00D60A57">
        <w:t xml:space="preserve">, </w:t>
      </w:r>
      <w:r w:rsidRPr="00F23192">
        <w:t>chaque soir</w:t>
      </w:r>
      <w:r w:rsidR="00D60A57">
        <w:t xml:space="preserve">, </w:t>
      </w:r>
      <w:r w:rsidRPr="00F23192">
        <w:t>à l</w:t>
      </w:r>
      <w:r w:rsidR="00D60A57">
        <w:t>’</w:t>
      </w:r>
      <w:r w:rsidRPr="00F23192">
        <w:t>insu de tous</w:t>
      </w:r>
      <w:r w:rsidR="00D60A57">
        <w:t>.</w:t>
      </w:r>
    </w:p>
    <w:p w14:paraId="4DBC39AC" w14:textId="77777777" w:rsidR="00D60A57" w:rsidRDefault="00E36F6A" w:rsidP="00D60A57">
      <w:r w:rsidRPr="00F23192">
        <w:t>Là</w:t>
      </w:r>
      <w:r w:rsidR="00D60A57">
        <w:t xml:space="preserve">, </w:t>
      </w:r>
      <w:r w:rsidRPr="00F23192">
        <w:t>ils avaient toute liberté de s</w:t>
      </w:r>
      <w:r w:rsidR="00D60A57">
        <w:t>’</w:t>
      </w:r>
      <w:r w:rsidRPr="00F23192">
        <w:t>entretenir de l</w:t>
      </w:r>
      <w:r w:rsidR="00D60A57">
        <w:t>’</w:t>
      </w:r>
      <w:r w:rsidRPr="00F23192">
        <w:t>avenir de bonheur qu</w:t>
      </w:r>
      <w:r w:rsidR="00D60A57">
        <w:t>’</w:t>
      </w:r>
      <w:r w:rsidRPr="00F23192">
        <w:t>ils projetaient</w:t>
      </w:r>
      <w:r w:rsidR="00D60A57">
        <w:t>.</w:t>
      </w:r>
    </w:p>
    <w:p w14:paraId="3CA4C175" w14:textId="77777777" w:rsidR="00D60A57" w:rsidRDefault="00E36F6A" w:rsidP="00D60A57">
      <w:r w:rsidRPr="00F23192">
        <w:t>Ce soir-là</w:t>
      </w:r>
      <w:r w:rsidR="00D60A57">
        <w:t xml:space="preserve">, </w:t>
      </w:r>
      <w:r w:rsidRPr="00F23192">
        <w:t>la jeune fille ne se trouvait pas au rendez-vous</w:t>
      </w:r>
      <w:r w:rsidR="00D60A57">
        <w:t xml:space="preserve">, </w:t>
      </w:r>
      <w:r w:rsidRPr="00F23192">
        <w:t>contrairement à l</w:t>
      </w:r>
      <w:r w:rsidR="00D60A57">
        <w:t>’</w:t>
      </w:r>
      <w:r w:rsidRPr="00F23192">
        <w:t>habitude qu</w:t>
      </w:r>
      <w:r w:rsidR="00D60A57">
        <w:t>’</w:t>
      </w:r>
      <w:r w:rsidRPr="00F23192">
        <w:t>elle avait prise d</w:t>
      </w:r>
      <w:r w:rsidR="00D60A57">
        <w:t>’</w:t>
      </w:r>
      <w:r w:rsidRPr="00F23192">
        <w:t>arriver la pr</w:t>
      </w:r>
      <w:r w:rsidRPr="00F23192">
        <w:t>e</w:t>
      </w:r>
      <w:r w:rsidRPr="00F23192">
        <w:t>mière</w:t>
      </w:r>
      <w:r w:rsidR="00D60A57">
        <w:t xml:space="preserve">, </w:t>
      </w:r>
      <w:r w:rsidRPr="00F23192">
        <w:t>de façon à éviter à Bertrand l</w:t>
      </w:r>
      <w:r w:rsidR="00D60A57">
        <w:t>’</w:t>
      </w:r>
      <w:r w:rsidRPr="00F23192">
        <w:t>inquiétude que devait lui causer son retard</w:t>
      </w:r>
      <w:r w:rsidR="00D60A57">
        <w:t>.</w:t>
      </w:r>
    </w:p>
    <w:p w14:paraId="381A9289" w14:textId="77777777" w:rsidR="00D60A57" w:rsidRDefault="00E36F6A" w:rsidP="00D60A57">
      <w:r w:rsidRPr="00F23192">
        <w:t>Le jeune homme</w:t>
      </w:r>
      <w:r w:rsidR="00D60A57">
        <w:t xml:space="preserve">, </w:t>
      </w:r>
      <w:r w:rsidRPr="00F23192">
        <w:t>aussitôt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alarma</w:t>
      </w:r>
      <w:r w:rsidR="00D60A57">
        <w:t xml:space="preserve"> ; </w:t>
      </w:r>
      <w:r w:rsidRPr="00F23192">
        <w:t>cette absence ano</w:t>
      </w:r>
      <w:r w:rsidRPr="00F23192">
        <w:t>r</w:t>
      </w:r>
      <w:r w:rsidRPr="00F23192">
        <w:t>male lui fit aussitôt redouter un danger</w:t>
      </w:r>
      <w:r w:rsidR="00D60A57">
        <w:t xml:space="preserve"> ; </w:t>
      </w:r>
      <w:r w:rsidRPr="00F23192">
        <w:t>il était encore sous l</w:t>
      </w:r>
      <w:r w:rsidR="00D60A57">
        <w:t>’</w:t>
      </w:r>
      <w:r w:rsidRPr="00F23192">
        <w:t>impression que lui avait causée l</w:t>
      </w:r>
      <w:r w:rsidR="00D60A57">
        <w:t>’</w:t>
      </w:r>
      <w:r w:rsidRPr="00F23192">
        <w:t>entretien qu</w:t>
      </w:r>
      <w:r w:rsidR="00D60A57">
        <w:t>’</w:t>
      </w:r>
      <w:r w:rsidRPr="00F23192">
        <w:t>il venait d</w:t>
      </w:r>
      <w:r w:rsidR="00D60A57">
        <w:t>’</w:t>
      </w:r>
      <w:r w:rsidRPr="00F23192">
        <w:t>avoir avec son aïeule</w:t>
      </w:r>
      <w:r w:rsidR="00D60A57">
        <w:t>.</w:t>
      </w:r>
    </w:p>
    <w:p w14:paraId="030654B6" w14:textId="77777777" w:rsidR="00D60A57" w:rsidRDefault="00E36F6A" w:rsidP="00D60A57">
      <w:r w:rsidRPr="00F23192">
        <w:t>L</w:t>
      </w:r>
      <w:r w:rsidR="00D60A57">
        <w:t>’</w:t>
      </w:r>
      <w:r w:rsidRPr="00F23192">
        <w:t>horizon</w:t>
      </w:r>
      <w:r w:rsidR="00D60A57">
        <w:t xml:space="preserve">, </w:t>
      </w:r>
      <w:r w:rsidRPr="00F23192">
        <w:t>jusqu</w:t>
      </w:r>
      <w:r w:rsidR="00D60A57">
        <w:t>’</w:t>
      </w:r>
      <w:r w:rsidRPr="00F23192">
        <w:t>à présent si pur</w:t>
      </w:r>
      <w:r w:rsidR="00D60A57">
        <w:t xml:space="preserve">, </w:t>
      </w:r>
      <w:r w:rsidRPr="00F23192">
        <w:t>était maintenant obscurci de nuages</w:t>
      </w:r>
      <w:r w:rsidR="00D60A57">
        <w:t>.</w:t>
      </w:r>
    </w:p>
    <w:p w14:paraId="1E591061" w14:textId="77777777" w:rsidR="00D60A57" w:rsidRDefault="00E36F6A" w:rsidP="00D60A57">
      <w:r w:rsidRPr="00F23192">
        <w:t xml:space="preserve">La pensée du duc de </w:t>
      </w:r>
      <w:proofErr w:type="spellStart"/>
      <w:r w:rsidRPr="00F23192">
        <w:t>Kerlor</w:t>
      </w:r>
      <w:proofErr w:type="spellEnd"/>
      <w:r w:rsidRPr="00F23192">
        <w:t xml:space="preserve"> se présenta aussitôt à son e</w:t>
      </w:r>
      <w:r w:rsidRPr="00F23192">
        <w:t>s</w:t>
      </w:r>
      <w:r w:rsidRPr="00F23192">
        <w:t>prit</w:t>
      </w:r>
      <w:r w:rsidR="00D60A57">
        <w:t xml:space="preserve">, </w:t>
      </w:r>
      <w:r w:rsidRPr="00F23192">
        <w:t>menaçante</w:t>
      </w:r>
      <w:r w:rsidR="00D60A57">
        <w:t xml:space="preserve"> ; </w:t>
      </w:r>
      <w:r w:rsidRPr="00F23192">
        <w:t>il le savait homme à ne reculer devant rien lorsqu</w:t>
      </w:r>
      <w:r w:rsidR="00D60A57">
        <w:t>’</w:t>
      </w:r>
      <w:r w:rsidRPr="00F23192">
        <w:t>il s</w:t>
      </w:r>
      <w:r w:rsidR="00D60A57">
        <w:t>’</w:t>
      </w:r>
      <w:r w:rsidRPr="00F23192">
        <w:t>agissait pour lui d</w:t>
      </w:r>
      <w:r w:rsidR="00D60A57">
        <w:t>’</w:t>
      </w:r>
      <w:r w:rsidRPr="00F23192">
        <w:t>arriver à ses fins</w:t>
      </w:r>
      <w:r w:rsidR="00D60A57">
        <w:t>.</w:t>
      </w:r>
    </w:p>
    <w:p w14:paraId="0741D129" w14:textId="77777777" w:rsidR="00D60A57" w:rsidRDefault="00E36F6A" w:rsidP="00D60A57">
      <w:r w:rsidRPr="00F23192">
        <w:t>Bien des détails qu</w:t>
      </w:r>
      <w:r w:rsidR="00D60A57">
        <w:t>’</w:t>
      </w:r>
      <w:r w:rsidRPr="00F23192">
        <w:t>il n</w:t>
      </w:r>
      <w:r w:rsidR="00D60A57">
        <w:t>’</w:t>
      </w:r>
      <w:r w:rsidRPr="00F23192">
        <w:t>avait pas cru opportun de révéler à la douairière lui faisaient tenir le personnage pour un adversaire d</w:t>
      </w:r>
      <w:r w:rsidR="00D60A57">
        <w:t>’</w:t>
      </w:r>
      <w:r w:rsidRPr="00F23192">
        <w:t>autant plus dangereux</w:t>
      </w:r>
      <w:r w:rsidR="00D60A57">
        <w:t xml:space="preserve">, </w:t>
      </w:r>
      <w:r w:rsidRPr="00F23192">
        <w:t>qu</w:t>
      </w:r>
      <w:r w:rsidR="00D60A57">
        <w:t>’</w:t>
      </w:r>
      <w:r w:rsidRPr="00F23192">
        <w:t>on lui supposait une vie myst</w:t>
      </w:r>
      <w:r w:rsidRPr="00F23192">
        <w:t>é</w:t>
      </w:r>
      <w:r w:rsidRPr="00F23192">
        <w:t>rieuse</w:t>
      </w:r>
      <w:r w:rsidR="00D60A57">
        <w:t xml:space="preserve"> ; </w:t>
      </w:r>
      <w:r w:rsidRPr="00F23192">
        <w:t>quand le jeune homme s</w:t>
      </w:r>
      <w:r w:rsidR="00D60A57">
        <w:t>’</w:t>
      </w:r>
      <w:r w:rsidRPr="00F23192">
        <w:t xml:space="preserve">était laissé aller </w:t>
      </w:r>
      <w:r w:rsidRPr="00F23192">
        <w:lastRenderedPageBreak/>
        <w:t>jusqu</w:t>
      </w:r>
      <w:r w:rsidR="00D60A57">
        <w:t>’</w:t>
      </w:r>
      <w:r w:rsidRPr="00F23192">
        <w:t>à faire devant son aïeule all</w:t>
      </w:r>
      <w:r w:rsidRPr="00F23192">
        <w:t>u</w:t>
      </w:r>
      <w:r w:rsidRPr="00F23192">
        <w:t>sion aux ressources permettant au chef de la Ligue bretonne de mener le train de vie dont certains s</w:t>
      </w:r>
      <w:r w:rsidR="00D60A57">
        <w:t>’</w:t>
      </w:r>
      <w:r w:rsidRPr="00F23192">
        <w:t>éto</w:t>
      </w:r>
      <w:r w:rsidRPr="00F23192">
        <w:t>n</w:t>
      </w:r>
      <w:r w:rsidRPr="00F23192">
        <w:t>naient</w:t>
      </w:r>
      <w:r w:rsidR="00D60A57">
        <w:t xml:space="preserve">, </w:t>
      </w:r>
      <w:r w:rsidRPr="00F23192">
        <w:t>c</w:t>
      </w:r>
      <w:r w:rsidR="00D60A57">
        <w:t>’</w:t>
      </w:r>
      <w:r w:rsidRPr="00F23192">
        <w:t>était à bon escient qu</w:t>
      </w:r>
      <w:r w:rsidR="00D60A57">
        <w:t>’</w:t>
      </w:r>
      <w:r w:rsidRPr="00F23192">
        <w:t>il avait parlé</w:t>
      </w:r>
      <w:r w:rsidR="00D60A57">
        <w:t>.</w:t>
      </w:r>
    </w:p>
    <w:p w14:paraId="759EC373" w14:textId="77777777" w:rsidR="00D60A57" w:rsidRDefault="00E36F6A" w:rsidP="00D60A57">
      <w:r w:rsidRPr="00F23192">
        <w:t>Le fait seul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ailleurs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avoir partie liée avec Guy de la Fontanelle légitimait à son égard tous les soupçons</w:t>
      </w:r>
      <w:r w:rsidR="00D60A57">
        <w:t xml:space="preserve"> ; </w:t>
      </w:r>
      <w:r w:rsidRPr="00F23192">
        <w:t>ce n</w:t>
      </w:r>
      <w:r w:rsidR="00D60A57">
        <w:t>’</w:t>
      </w:r>
      <w:r w:rsidRPr="00F23192">
        <w:t>était pas pour rien que les partisans du duc de Guise avaient fait a</w:t>
      </w:r>
      <w:r w:rsidRPr="00F23192">
        <w:t>p</w:t>
      </w:r>
      <w:r w:rsidRPr="00F23192">
        <w:t>pel à cet aventurier de lignée incertaine</w:t>
      </w:r>
      <w:r w:rsidR="00D60A57">
        <w:t xml:space="preserve">, </w:t>
      </w:r>
      <w:r w:rsidRPr="00F23192">
        <w:t>mais d</w:t>
      </w:r>
      <w:r w:rsidR="00D60A57">
        <w:t>’</w:t>
      </w:r>
      <w:r w:rsidRPr="00F23192">
        <w:t>audace dans les pr</w:t>
      </w:r>
      <w:r w:rsidRPr="00F23192">
        <w:t>o</w:t>
      </w:r>
      <w:r w:rsidRPr="00F23192">
        <w:t>cédés qui en pouvait faire un collaborateur précieux pour les partisans de la Ligue</w:t>
      </w:r>
      <w:r w:rsidR="00D60A57">
        <w:t>.</w:t>
      </w:r>
    </w:p>
    <w:p w14:paraId="7BDF0ED7" w14:textId="77777777" w:rsidR="00D60A57" w:rsidRDefault="00E36F6A" w:rsidP="00D60A57">
      <w:r w:rsidRPr="00F23192">
        <w:t xml:space="preserve">Et Bertrand du </w:t>
      </w:r>
      <w:proofErr w:type="spellStart"/>
      <w:r w:rsidRPr="00F23192">
        <w:t>Falouët</w:t>
      </w:r>
      <w:proofErr w:type="spellEnd"/>
      <w:r w:rsidRPr="00F23192">
        <w:t xml:space="preserve"> avait l</w:t>
      </w:r>
      <w:r w:rsidR="00D60A57">
        <w:t>’</w:t>
      </w:r>
      <w:r w:rsidRPr="00F23192">
        <w:t>intuition du genre d</w:t>
      </w:r>
      <w:r w:rsidR="00D60A57">
        <w:t>’</w:t>
      </w:r>
      <w:r w:rsidRPr="00F23192">
        <w:t>intimité qui devait exister entre les deux personnages</w:t>
      </w:r>
      <w:r w:rsidR="00D60A57">
        <w:t>.</w:t>
      </w:r>
    </w:p>
    <w:p w14:paraId="100C3885" w14:textId="77777777" w:rsidR="00D60A57" w:rsidRDefault="00E36F6A" w:rsidP="00D60A57">
      <w:r w:rsidRPr="00F23192">
        <w:t>Mais l</w:t>
      </w:r>
      <w:r w:rsidR="00D60A57">
        <w:t>’</w:t>
      </w:r>
      <w:r w:rsidRPr="00F23192">
        <w:t>intuition seulement</w:t>
      </w:r>
      <w:r w:rsidR="00D60A57">
        <w:t xml:space="preserve">, </w:t>
      </w:r>
      <w:r w:rsidRPr="00F23192">
        <w:t>pas de preuves</w:t>
      </w:r>
      <w:r w:rsidR="00D60A57">
        <w:t xml:space="preserve">, </w:t>
      </w:r>
      <w:r w:rsidRPr="00F23192">
        <w:t>et c</w:t>
      </w:r>
      <w:r w:rsidR="00D60A57">
        <w:t>’</w:t>
      </w:r>
      <w:r w:rsidRPr="00F23192">
        <w:t>est préc</w:t>
      </w:r>
      <w:r w:rsidRPr="00F23192">
        <w:t>i</w:t>
      </w:r>
      <w:r w:rsidRPr="00F23192">
        <w:t>sément ce qu</w:t>
      </w:r>
      <w:r w:rsidR="00D60A57">
        <w:t>’</w:t>
      </w:r>
      <w:r w:rsidRPr="00F23192">
        <w:t>il recherchait ardemment</w:t>
      </w:r>
      <w:r w:rsidR="00D60A57">
        <w:t xml:space="preserve">, </w:t>
      </w:r>
      <w:r w:rsidRPr="00F23192">
        <w:t>non seulement au point de vue de la cause bretonne</w:t>
      </w:r>
      <w:r w:rsidR="00D60A57">
        <w:t xml:space="preserve">, </w:t>
      </w:r>
      <w:r w:rsidRPr="00F23192">
        <w:t>mais encore</w:t>
      </w:r>
      <w:r w:rsidR="00D60A57">
        <w:t xml:space="preserve"> – </w:t>
      </w:r>
      <w:r w:rsidRPr="00F23192">
        <w:t>et surtout</w:t>
      </w:r>
      <w:r w:rsidR="00D60A57">
        <w:t xml:space="preserve">, </w:t>
      </w:r>
      <w:r w:rsidRPr="00F23192">
        <w:t>peut-être</w:t>
      </w:r>
      <w:r w:rsidR="00D60A57">
        <w:t xml:space="preserve"> – </w:t>
      </w:r>
      <w:r w:rsidRPr="00F23192">
        <w:t>à cause de son amour que les projets matrimoniaux du duc mettaient en péril</w:t>
      </w:r>
      <w:r w:rsidR="00D60A57">
        <w:t>.</w:t>
      </w:r>
    </w:p>
    <w:p w14:paraId="3488562B" w14:textId="77777777" w:rsidR="00D60A57" w:rsidRDefault="00E36F6A" w:rsidP="00D60A57">
      <w:r w:rsidRPr="00F23192">
        <w:t>Non qu</w:t>
      </w:r>
      <w:r w:rsidR="00D60A57">
        <w:t>’</w:t>
      </w:r>
      <w:r w:rsidRPr="00F23192">
        <w:t>il doutât du cœur d</w:t>
      </w:r>
      <w:r w:rsidR="00D60A57">
        <w:t>’</w:t>
      </w:r>
      <w:r w:rsidRPr="00F23192">
        <w:t>Edwige ni de sa volonté d</w:t>
      </w:r>
      <w:r w:rsidR="00D60A57">
        <w:t>’</w:t>
      </w:r>
      <w:r w:rsidRPr="00F23192">
        <w:t>être à celui auquel elle avait promis sa foi</w:t>
      </w:r>
      <w:r w:rsidR="00D60A57">
        <w:t>.</w:t>
      </w:r>
    </w:p>
    <w:p w14:paraId="5F649EAF" w14:textId="77777777" w:rsidR="00D60A57" w:rsidRDefault="00E36F6A" w:rsidP="00D60A57">
      <w:r w:rsidRPr="00F23192">
        <w:t xml:space="preserve">Mais avec un adversaire tel que </w:t>
      </w:r>
      <w:proofErr w:type="spellStart"/>
      <w:r w:rsidRPr="00F23192">
        <w:t>Kerlor</w:t>
      </w:r>
      <w:proofErr w:type="spellEnd"/>
      <w:r w:rsidR="00D60A57">
        <w:t xml:space="preserve">, </w:t>
      </w:r>
      <w:r w:rsidRPr="00F23192">
        <w:t>pouvait-on prévoir ce dont il était capable</w:t>
      </w:r>
      <w:r w:rsidR="00D60A57">
        <w:t> ?</w:t>
      </w:r>
    </w:p>
    <w:p w14:paraId="577B9585" w14:textId="77777777" w:rsidR="00D60A57" w:rsidRDefault="00E36F6A" w:rsidP="00D60A57">
      <w:r w:rsidRPr="00F23192">
        <w:t>De là</w:t>
      </w:r>
      <w:r w:rsidR="00D60A57">
        <w:t xml:space="preserve">, </w:t>
      </w:r>
      <w:r w:rsidRPr="00F23192">
        <w:t>les précautions que les deux amoureux croyaient i</w:t>
      </w:r>
      <w:r w:rsidRPr="00F23192">
        <w:t>n</w:t>
      </w:r>
      <w:r w:rsidRPr="00F23192">
        <w:t>dispensables de prendre pour se voir et se réconforter mutue</w:t>
      </w:r>
      <w:r w:rsidRPr="00F23192">
        <w:t>l</w:t>
      </w:r>
      <w:r w:rsidRPr="00F23192">
        <w:t>lement dans leurs projets d</w:t>
      </w:r>
      <w:r w:rsidR="00D60A57">
        <w:t>’</w:t>
      </w:r>
      <w:r w:rsidRPr="00F23192">
        <w:t>avenir</w:t>
      </w:r>
      <w:r w:rsidR="00D60A57">
        <w:t>.</w:t>
      </w:r>
    </w:p>
    <w:p w14:paraId="6F80097D" w14:textId="77777777" w:rsidR="00D60A57" w:rsidRDefault="00E36F6A" w:rsidP="00D60A57">
      <w:r w:rsidRPr="00F23192">
        <w:t>Mais il suffisait d</w:t>
      </w:r>
      <w:r w:rsidR="00D60A57">
        <w:t>’</w:t>
      </w:r>
      <w:r w:rsidRPr="00F23192">
        <w:t>un hasard pour qu</w:t>
      </w:r>
      <w:r w:rsidR="00D60A57">
        <w:t>’</w:t>
      </w:r>
      <w:r w:rsidRPr="00F23192">
        <w:t>en dépit du soin qu</w:t>
      </w:r>
      <w:r w:rsidR="00D60A57">
        <w:t>’</w:t>
      </w:r>
      <w:r w:rsidRPr="00F23192">
        <w:t>ils mettaient à dissimuler leurs rencontres le secret en vînt aux oreilles du duc</w:t>
      </w:r>
      <w:r w:rsidR="00D60A57">
        <w:t xml:space="preserve">, </w:t>
      </w:r>
      <w:r w:rsidRPr="00F23192">
        <w:t>et alors</w:t>
      </w:r>
      <w:r w:rsidR="00D60A57">
        <w:t>…</w:t>
      </w:r>
    </w:p>
    <w:p w14:paraId="72C1EDFD" w14:textId="77777777" w:rsidR="00D60A57" w:rsidRDefault="00E36F6A" w:rsidP="00D60A57">
      <w:r w:rsidRPr="00F23192">
        <w:t>Donc</w:t>
      </w:r>
      <w:r w:rsidR="00D60A57">
        <w:t xml:space="preserve">, </w:t>
      </w:r>
      <w:r w:rsidRPr="00F23192">
        <w:t>le jeune homme était inquiet et son inquiétude croi</w:t>
      </w:r>
      <w:r w:rsidRPr="00F23192">
        <w:t>s</w:t>
      </w:r>
      <w:r w:rsidRPr="00F23192">
        <w:t>sait à voir les moments s</w:t>
      </w:r>
      <w:r w:rsidR="00D60A57">
        <w:t>’</w:t>
      </w:r>
      <w:r w:rsidRPr="00F23192">
        <w:t>écouler sans qu</w:t>
      </w:r>
      <w:r w:rsidR="00D60A57">
        <w:t>’</w:t>
      </w:r>
      <w:r w:rsidRPr="00F23192">
        <w:t xml:space="preserve">arrivât celle </w:t>
      </w:r>
      <w:r w:rsidRPr="00F23192">
        <w:lastRenderedPageBreak/>
        <w:t>qu</w:t>
      </w:r>
      <w:r w:rsidR="00D60A57">
        <w:t>’</w:t>
      </w:r>
      <w:r w:rsidRPr="00F23192">
        <w:t>il a</w:t>
      </w:r>
      <w:r w:rsidRPr="00F23192">
        <w:t>t</w:t>
      </w:r>
      <w:r w:rsidRPr="00F23192">
        <w:t>tendait si impatiemment</w:t>
      </w:r>
      <w:r w:rsidR="00D60A57">
        <w:t xml:space="preserve">, </w:t>
      </w:r>
      <w:r w:rsidRPr="00F23192">
        <w:t>et son imagination forgeait mille su</w:t>
      </w:r>
      <w:r w:rsidRPr="00F23192">
        <w:t>p</w:t>
      </w:r>
      <w:r w:rsidRPr="00F23192">
        <w:t>positions plus alarmantes les unes que les autres</w:t>
      </w:r>
      <w:r w:rsidR="00D60A57">
        <w:t>.</w:t>
      </w:r>
    </w:p>
    <w:p w14:paraId="234EEF75" w14:textId="77777777" w:rsidR="00D60A57" w:rsidRDefault="00E36F6A" w:rsidP="00D60A57">
      <w:r w:rsidRPr="00F23192">
        <w:t>Soudain</w:t>
      </w:r>
      <w:r w:rsidR="00D60A57">
        <w:t xml:space="preserve">, </w:t>
      </w:r>
      <w:r w:rsidRPr="00F23192">
        <w:t>dans le lointain de la forêt</w:t>
      </w:r>
      <w:r w:rsidR="00D60A57">
        <w:t xml:space="preserve">, </w:t>
      </w:r>
      <w:r w:rsidRPr="00F23192">
        <w:t>retentit un galop de cheval qui fit sauter son cœur sous son pourpoint</w:t>
      </w:r>
      <w:r w:rsidR="00D60A57">
        <w:t>.</w:t>
      </w:r>
    </w:p>
    <w:p w14:paraId="42B5A0D9" w14:textId="77777777" w:rsidR="00D60A57" w:rsidRDefault="00E36F6A" w:rsidP="00D60A57">
      <w:r w:rsidRPr="00F23192">
        <w:t>Edwige arrivait</w:t>
      </w:r>
      <w:r w:rsidR="00D60A57">
        <w:t>…</w:t>
      </w:r>
    </w:p>
    <w:p w14:paraId="0C5954CB" w14:textId="77777777" w:rsidR="00D60A57" w:rsidRDefault="00E36F6A" w:rsidP="00D60A57">
      <w:r w:rsidRPr="00F23192">
        <w:t>Comme un fou</w:t>
      </w:r>
      <w:r w:rsidR="00D60A57">
        <w:t xml:space="preserve">, </w:t>
      </w:r>
      <w:r w:rsidRPr="00F23192">
        <w:t>il se précipita dans la direction où se faisait entendre cette galopade anormale qui l</w:t>
      </w:r>
      <w:r w:rsidR="00D60A57">
        <w:t>’</w:t>
      </w:r>
      <w:r w:rsidRPr="00F23192">
        <w:t>emplissait d</w:t>
      </w:r>
      <w:r w:rsidR="00D60A57">
        <w:t>’</w:t>
      </w:r>
      <w:r w:rsidRPr="00F23192">
        <w:t>angoisse</w:t>
      </w:r>
      <w:r w:rsidR="00D60A57">
        <w:t>.</w:t>
      </w:r>
    </w:p>
    <w:p w14:paraId="3047417A" w14:textId="77777777" w:rsidR="00D60A57" w:rsidRDefault="00E36F6A" w:rsidP="00D60A57">
      <w:r w:rsidRPr="00F23192">
        <w:t>La jeune fille était en danger</w:t>
      </w:r>
      <w:r w:rsidR="00D60A57">
        <w:t>…</w:t>
      </w:r>
    </w:p>
    <w:p w14:paraId="149FCD9D" w14:textId="77777777" w:rsidR="00D60A57" w:rsidRDefault="00E36F6A" w:rsidP="00D60A57">
      <w:r w:rsidRPr="00F23192">
        <w:t>Tout à coup</w:t>
      </w:r>
      <w:r w:rsidR="00D60A57">
        <w:t xml:space="preserve">, </w:t>
      </w:r>
      <w:r w:rsidRPr="00F23192">
        <w:t>débouchant du sentier qu</w:t>
      </w:r>
      <w:r w:rsidR="00D60A57">
        <w:t>’</w:t>
      </w:r>
      <w:r w:rsidRPr="00F23192">
        <w:t>elle suivait ordina</w:t>
      </w:r>
      <w:r w:rsidRPr="00F23192">
        <w:t>i</w:t>
      </w:r>
      <w:r w:rsidRPr="00F23192">
        <w:t>rement pour le rejoindre à cette hutte de bûcherons où ils avaient coutume de se retrouver</w:t>
      </w:r>
      <w:r w:rsidR="00D60A57">
        <w:t xml:space="preserve">, </w:t>
      </w:r>
      <w:r w:rsidRPr="00F23192">
        <w:t>un cheval apparut</w:t>
      </w:r>
      <w:r w:rsidR="00D60A57">
        <w:t xml:space="preserve">, </w:t>
      </w:r>
      <w:r w:rsidRPr="00F23192">
        <w:t>courant bride abattue</w:t>
      </w:r>
      <w:r w:rsidR="00D60A57">
        <w:t xml:space="preserve">, </w:t>
      </w:r>
      <w:r w:rsidRPr="00F23192">
        <w:t>comme livré à lui-même et le frôla</w:t>
      </w:r>
      <w:r w:rsidR="00D60A57">
        <w:t xml:space="preserve">, </w:t>
      </w:r>
      <w:r w:rsidRPr="00F23192">
        <w:t>poursuivant sa course</w:t>
      </w:r>
      <w:r w:rsidR="00D60A57">
        <w:t>.</w:t>
      </w:r>
    </w:p>
    <w:p w14:paraId="7A626FF8" w14:textId="77777777" w:rsidR="00D60A57" w:rsidRDefault="00E36F6A" w:rsidP="00D60A57">
      <w:r w:rsidRPr="00F23192">
        <w:t>Mais</w:t>
      </w:r>
      <w:r w:rsidR="00D60A57">
        <w:t xml:space="preserve">, </w:t>
      </w:r>
      <w:r w:rsidRPr="00F23192">
        <w:t>si rapidement qu</w:t>
      </w:r>
      <w:r w:rsidR="00D60A57">
        <w:t>’</w:t>
      </w:r>
      <w:r w:rsidRPr="00F23192">
        <w:t>eût passé la bête</w:t>
      </w:r>
      <w:r w:rsidR="00D60A57">
        <w:t xml:space="preserve">, </w:t>
      </w:r>
      <w:r w:rsidRPr="00F23192">
        <w:t>Bertrand avait eu le temps de constater que la selle était vide</w:t>
      </w:r>
      <w:r w:rsidR="00D60A57">
        <w:t>.</w:t>
      </w:r>
    </w:p>
    <w:p w14:paraId="01FD8778" w14:textId="77777777" w:rsidR="00D60A57" w:rsidRDefault="00E36F6A" w:rsidP="00D60A57">
      <w:r w:rsidRPr="00F23192">
        <w:t>Le jeune homme poussa un cri d</w:t>
      </w:r>
      <w:r w:rsidR="00D60A57">
        <w:t>’</w:t>
      </w:r>
      <w:r w:rsidRPr="00F23192">
        <w:t>effroi</w:t>
      </w:r>
      <w:r w:rsidR="00D60A57">
        <w:t>.</w:t>
      </w:r>
    </w:p>
    <w:p w14:paraId="76B2CFB0" w14:textId="77777777" w:rsidR="00D60A57" w:rsidRDefault="00E36F6A" w:rsidP="00D60A57">
      <w:r w:rsidRPr="00F23192">
        <w:t>Vide</w:t>
      </w:r>
      <w:r w:rsidR="00D60A57">
        <w:t xml:space="preserve"> !… </w:t>
      </w:r>
      <w:r w:rsidRPr="00F23192">
        <w:t>la selle</w:t>
      </w:r>
      <w:r w:rsidR="00D60A57">
        <w:t> !</w:t>
      </w:r>
    </w:p>
    <w:p w14:paraId="7567AE60" w14:textId="77777777" w:rsidR="00D60A57" w:rsidRDefault="00E36F6A" w:rsidP="00D60A57">
      <w:r w:rsidRPr="00F23192">
        <w:t>Qu</w:t>
      </w:r>
      <w:r w:rsidR="00D60A57">
        <w:t>’</w:t>
      </w:r>
      <w:r w:rsidRPr="00F23192">
        <w:t>était devenue Edwige</w:t>
      </w:r>
      <w:r w:rsidR="00D60A57">
        <w:t> ?</w:t>
      </w:r>
    </w:p>
    <w:p w14:paraId="101C8B65" w14:textId="77777777" w:rsidR="00D60A57" w:rsidRDefault="00E36F6A" w:rsidP="00D60A57">
      <w:r w:rsidRPr="00F23192">
        <w:t>Excellente écuyère</w:t>
      </w:r>
      <w:r w:rsidR="00D60A57">
        <w:t xml:space="preserve">, </w:t>
      </w:r>
      <w:r w:rsidRPr="00F23192">
        <w:t>la jeune fille n</w:t>
      </w:r>
      <w:r w:rsidR="00D60A57">
        <w:t>’</w:t>
      </w:r>
      <w:r w:rsidRPr="00F23192">
        <w:t>avait-elle soudainement pu continuer à demeurer maîtresse de sa monture</w:t>
      </w:r>
      <w:r w:rsidR="00D60A57">
        <w:t xml:space="preserve">… </w:t>
      </w:r>
      <w:r w:rsidRPr="00F23192">
        <w:t>cependant de caractère docile</w:t>
      </w:r>
      <w:r w:rsidR="00D60A57">
        <w:t> ?</w:t>
      </w:r>
    </w:p>
    <w:p w14:paraId="0294D476" w14:textId="77777777" w:rsidR="00D60A57" w:rsidRDefault="00E36F6A" w:rsidP="00D60A57">
      <w:r w:rsidRPr="00F23192">
        <w:t>Ou plutôt</w:t>
      </w:r>
      <w:r w:rsidR="00D60A57">
        <w:t xml:space="preserve">, </w:t>
      </w:r>
      <w:r w:rsidRPr="00F23192">
        <w:t>victime d</w:t>
      </w:r>
      <w:r w:rsidR="00D60A57">
        <w:t>’</w:t>
      </w:r>
      <w:r w:rsidRPr="00F23192">
        <w:t>un attentat</w:t>
      </w:r>
      <w:r w:rsidR="00D60A57">
        <w:t xml:space="preserve">, </w:t>
      </w:r>
      <w:r w:rsidRPr="00F23192">
        <w:t>Edwige n</w:t>
      </w:r>
      <w:r w:rsidR="00D60A57">
        <w:t>’</w:t>
      </w:r>
      <w:r w:rsidRPr="00F23192">
        <w:t>avait-elle pas eu la force de se défendre</w:t>
      </w:r>
      <w:r w:rsidR="00D60A57">
        <w:t> ?…</w:t>
      </w:r>
    </w:p>
    <w:p w14:paraId="0D72541A" w14:textId="77777777" w:rsidR="00D60A57" w:rsidRDefault="00E36F6A" w:rsidP="00D60A57">
      <w:r w:rsidRPr="00F23192">
        <w:t>Le cœur de Bertrand bondissait dans sa poitrine</w:t>
      </w:r>
      <w:r w:rsidR="00D60A57">
        <w:t xml:space="preserve">, </w:t>
      </w:r>
      <w:r w:rsidRPr="00F23192">
        <w:t>de crainte et de rage</w:t>
      </w:r>
      <w:r w:rsidR="00D60A57">
        <w:t> !</w:t>
      </w:r>
    </w:p>
    <w:p w14:paraId="07E02ECF" w14:textId="77777777" w:rsidR="00D60A57" w:rsidRDefault="00E36F6A" w:rsidP="00D60A57">
      <w:r w:rsidRPr="00F23192">
        <w:lastRenderedPageBreak/>
        <w:t>Immobile</w:t>
      </w:r>
      <w:r w:rsidR="00D60A57">
        <w:t xml:space="preserve">, </w:t>
      </w:r>
      <w:r w:rsidRPr="00F23192">
        <w:t>tremblant de tous ses membres</w:t>
      </w:r>
      <w:r w:rsidR="00D60A57">
        <w:t xml:space="preserve">, </w:t>
      </w:r>
      <w:r w:rsidRPr="00F23192">
        <w:t>il se demandait que faire</w:t>
      </w:r>
      <w:r w:rsidR="00D60A57">
        <w:t xml:space="preserve">… </w:t>
      </w:r>
      <w:r w:rsidRPr="00F23192">
        <w:t>où chercher</w:t>
      </w:r>
      <w:r w:rsidR="00D60A57">
        <w:t> ?</w:t>
      </w:r>
    </w:p>
    <w:p w14:paraId="7AE82DCB" w14:textId="77777777" w:rsidR="00D60A57" w:rsidRDefault="00E36F6A" w:rsidP="00D60A57">
      <w:r w:rsidRPr="00F23192">
        <w:t>Comment trouver une piste qui le menât à elle</w:t>
      </w:r>
      <w:r w:rsidR="00D60A57">
        <w:t> ?</w:t>
      </w:r>
    </w:p>
    <w:p w14:paraId="64EDD799" w14:textId="77777777" w:rsidR="00D60A57" w:rsidRDefault="00E36F6A" w:rsidP="00D60A57">
      <w:r w:rsidRPr="00F23192">
        <w:t>Une lueur se fit cependant au milieu du désarroi auquel il était en proie</w:t>
      </w:r>
      <w:r w:rsidR="00D60A57">
        <w:t xml:space="preserve"> ; </w:t>
      </w:r>
      <w:r w:rsidRPr="00F23192">
        <w:t>ne lui était-il pas loisible de supposer</w:t>
      </w:r>
      <w:r w:rsidR="00D60A57">
        <w:t xml:space="preserve"> – </w:t>
      </w:r>
      <w:r w:rsidRPr="00F23192">
        <w:t>étant donné que la monture de la jeune fille avait débouché du sentier qui lui était familier</w:t>
      </w:r>
      <w:r w:rsidR="00D60A57">
        <w:t xml:space="preserve"> – </w:t>
      </w:r>
      <w:r w:rsidRPr="00F23192">
        <w:t>que quelque chose qui fût survenu</w:t>
      </w:r>
      <w:r w:rsidR="00D60A57">
        <w:t xml:space="preserve">, </w:t>
      </w:r>
      <w:r w:rsidRPr="00F23192">
        <w:t>acc</w:t>
      </w:r>
      <w:r w:rsidRPr="00F23192">
        <w:t>i</w:t>
      </w:r>
      <w:r w:rsidRPr="00F23192">
        <w:t>dent ou attentat</w:t>
      </w:r>
      <w:r w:rsidR="00D60A57">
        <w:t xml:space="preserve">, </w:t>
      </w:r>
      <w:r w:rsidRPr="00F23192">
        <w:t>ce quelque chose avait dû se produire sur le chemin qu</w:t>
      </w:r>
      <w:r w:rsidR="00D60A57">
        <w:t>’</w:t>
      </w:r>
      <w:r w:rsidRPr="00F23192">
        <w:t>elle suivait d</w:t>
      </w:r>
      <w:r w:rsidR="00D60A57">
        <w:t>’</w:t>
      </w:r>
      <w:r w:rsidRPr="00F23192">
        <w:t>ord</w:t>
      </w:r>
      <w:r w:rsidRPr="00F23192">
        <w:t>i</w:t>
      </w:r>
      <w:r w:rsidRPr="00F23192">
        <w:t>naire</w:t>
      </w:r>
      <w:r w:rsidR="00D60A57">
        <w:t xml:space="preserve"> ; </w:t>
      </w:r>
      <w:r w:rsidRPr="00F23192">
        <w:t>conséquemment</w:t>
      </w:r>
      <w:r w:rsidR="00D60A57">
        <w:t xml:space="preserve">, </w:t>
      </w:r>
      <w:r w:rsidRPr="00F23192">
        <w:t>à pousser sa course dans cette dire</w:t>
      </w:r>
      <w:r w:rsidRPr="00F23192">
        <w:t>c</w:t>
      </w:r>
      <w:r w:rsidRPr="00F23192">
        <w:t>tion</w:t>
      </w:r>
      <w:r w:rsidR="00D60A57">
        <w:t xml:space="preserve">, </w:t>
      </w:r>
      <w:r w:rsidRPr="00F23192">
        <w:t>il devait avoir quelque chance de trouver un indice le fixant sur le sort d</w:t>
      </w:r>
      <w:r w:rsidR="00D60A57">
        <w:t>’</w:t>
      </w:r>
      <w:r w:rsidRPr="00F23192">
        <w:t>Edwige</w:t>
      </w:r>
      <w:r w:rsidR="00D60A57">
        <w:t>.</w:t>
      </w:r>
    </w:p>
    <w:p w14:paraId="065B7832" w14:textId="77777777" w:rsidR="00D60A57" w:rsidRDefault="00E36F6A" w:rsidP="00D60A57">
      <w:r w:rsidRPr="00F23192">
        <w:t>Son instinct l</w:t>
      </w:r>
      <w:r w:rsidR="00D60A57">
        <w:t>’</w:t>
      </w:r>
      <w:r w:rsidRPr="00F23192">
        <w:t>avait bien guidé</w:t>
      </w:r>
      <w:r w:rsidR="00D60A57">
        <w:t xml:space="preserve"> : </w:t>
      </w:r>
      <w:r w:rsidRPr="00F23192">
        <w:t>il n</w:t>
      </w:r>
      <w:r w:rsidR="00D60A57">
        <w:t>’</w:t>
      </w:r>
      <w:r w:rsidRPr="00F23192">
        <w:t>avait pas parcouru cinq cents mètres que</w:t>
      </w:r>
      <w:r w:rsidR="00D60A57">
        <w:t xml:space="preserve">, </w:t>
      </w:r>
      <w:r w:rsidRPr="00F23192">
        <w:t>soudain</w:t>
      </w:r>
      <w:r w:rsidR="00D60A57">
        <w:t xml:space="preserve">, </w:t>
      </w:r>
      <w:r w:rsidRPr="00F23192">
        <w:t>non loin</w:t>
      </w:r>
      <w:r w:rsidR="00D60A57">
        <w:t xml:space="preserve">, </w:t>
      </w:r>
      <w:r w:rsidRPr="00F23192">
        <w:t>une tache blanche lui app</w:t>
      </w:r>
      <w:r w:rsidRPr="00F23192">
        <w:t>a</w:t>
      </w:r>
      <w:r w:rsidRPr="00F23192">
        <w:t>rut sur le côté du sentier que bordaient d</w:t>
      </w:r>
      <w:r w:rsidR="00D60A57">
        <w:t>’</w:t>
      </w:r>
      <w:r w:rsidRPr="00F23192">
        <w:t>épais taillis</w:t>
      </w:r>
      <w:r w:rsidR="00D60A57">
        <w:t>.</w:t>
      </w:r>
    </w:p>
    <w:p w14:paraId="7CA09BF7" w14:textId="77777777" w:rsidR="00D60A57" w:rsidRDefault="00E36F6A" w:rsidP="00D60A57">
      <w:r w:rsidRPr="00F23192">
        <w:t>Cette vue lui mit des ailes aux talons</w:t>
      </w:r>
      <w:r w:rsidR="00D60A57">
        <w:t xml:space="preserve"> ; </w:t>
      </w:r>
      <w:r w:rsidRPr="00F23192">
        <w:t>la jeune fille</w:t>
      </w:r>
      <w:r w:rsidR="00D60A57">
        <w:t xml:space="preserve">, </w:t>
      </w:r>
      <w:r w:rsidRPr="00F23192">
        <w:t>pour venir le joindre</w:t>
      </w:r>
      <w:r w:rsidR="00D60A57">
        <w:t xml:space="preserve">, </w:t>
      </w:r>
      <w:r w:rsidRPr="00F23192">
        <w:t>portait ordinairement un costume de cheval</w:t>
      </w:r>
      <w:r w:rsidR="00D60A57">
        <w:t xml:space="preserve">, </w:t>
      </w:r>
      <w:r w:rsidRPr="00F23192">
        <w:t>de couleur claire</w:t>
      </w:r>
      <w:r w:rsidR="00D60A57">
        <w:t xml:space="preserve">, </w:t>
      </w:r>
      <w:r w:rsidRPr="00F23192">
        <w:t>qu</w:t>
      </w:r>
      <w:r w:rsidR="00D60A57">
        <w:t>’</w:t>
      </w:r>
      <w:r w:rsidRPr="00F23192">
        <w:t>elle savait particulièrement goûté de Be</w:t>
      </w:r>
      <w:r w:rsidRPr="00F23192">
        <w:t>r</w:t>
      </w:r>
      <w:r w:rsidRPr="00F23192">
        <w:t>trand</w:t>
      </w:r>
      <w:r w:rsidR="00D60A57">
        <w:t>…</w:t>
      </w:r>
    </w:p>
    <w:p w14:paraId="78A73FF7" w14:textId="77777777" w:rsidR="00D60A57" w:rsidRDefault="00E36F6A" w:rsidP="00D60A57">
      <w:r w:rsidRPr="00F23192">
        <w:t>C</w:t>
      </w:r>
      <w:r w:rsidR="00D60A57">
        <w:t>’</w:t>
      </w:r>
      <w:r w:rsidRPr="00F23192">
        <w:t>était sûrement elle qu</w:t>
      </w:r>
      <w:r w:rsidR="00D60A57">
        <w:t>’</w:t>
      </w:r>
      <w:r w:rsidRPr="00F23192">
        <w:t>il apercevait là-bas</w:t>
      </w:r>
      <w:r w:rsidR="00D60A57">
        <w:t xml:space="preserve">… </w:t>
      </w:r>
      <w:r w:rsidRPr="00F23192">
        <w:t>inerte</w:t>
      </w:r>
      <w:r w:rsidR="00D60A57">
        <w:t xml:space="preserve"> – </w:t>
      </w:r>
      <w:r w:rsidRPr="00F23192">
        <w:t>morte peut-être</w:t>
      </w:r>
      <w:r w:rsidR="00D60A57">
        <w:t xml:space="preserve"> – </w:t>
      </w:r>
      <w:r w:rsidRPr="00F23192">
        <w:t>tuée dans sa chute</w:t>
      </w:r>
      <w:r w:rsidR="00D60A57">
        <w:t xml:space="preserve">… </w:t>
      </w:r>
      <w:r w:rsidRPr="00F23192">
        <w:t>car maintenant</w:t>
      </w:r>
      <w:r w:rsidR="00D60A57">
        <w:t xml:space="preserve">, </w:t>
      </w:r>
      <w:r w:rsidRPr="00F23192">
        <w:t>il lui apparaissait qu</w:t>
      </w:r>
      <w:r w:rsidR="00D60A57">
        <w:t>’</w:t>
      </w:r>
      <w:r w:rsidRPr="00F23192">
        <w:t>il s</w:t>
      </w:r>
      <w:r w:rsidR="00D60A57">
        <w:t>’</w:t>
      </w:r>
      <w:r w:rsidRPr="00F23192">
        <w:t>agissait</w:t>
      </w:r>
      <w:r w:rsidR="00D60A57">
        <w:t xml:space="preserve">, </w:t>
      </w:r>
      <w:r w:rsidRPr="00F23192">
        <w:t>non d</w:t>
      </w:r>
      <w:r w:rsidR="00D60A57">
        <w:t>’</w:t>
      </w:r>
      <w:r w:rsidRPr="00F23192">
        <w:t>un attentat</w:t>
      </w:r>
      <w:r w:rsidR="00D60A57">
        <w:t xml:space="preserve">, </w:t>
      </w:r>
      <w:r w:rsidRPr="00F23192">
        <w:t>comme il l</w:t>
      </w:r>
      <w:r w:rsidR="00D60A57">
        <w:t>’</w:t>
      </w:r>
      <w:r w:rsidRPr="00F23192">
        <w:t>avait appréhendé</w:t>
      </w:r>
      <w:r w:rsidR="00D60A57">
        <w:t xml:space="preserve">, </w:t>
      </w:r>
      <w:r w:rsidRPr="00F23192">
        <w:t>mais d</w:t>
      </w:r>
      <w:r w:rsidR="00D60A57">
        <w:t>’</w:t>
      </w:r>
      <w:r w:rsidRPr="00F23192">
        <w:t>un accident</w:t>
      </w:r>
      <w:r w:rsidR="00D60A57">
        <w:t>.</w:t>
      </w:r>
    </w:p>
    <w:p w14:paraId="2041FDBF" w14:textId="77777777" w:rsidR="00D60A57" w:rsidRDefault="00E36F6A" w:rsidP="00D60A57">
      <w:r w:rsidRPr="00F23192">
        <w:t>Il précipita sa course et</w:t>
      </w:r>
      <w:r w:rsidR="00D60A57">
        <w:t xml:space="preserve">, </w:t>
      </w:r>
      <w:r w:rsidRPr="00F23192">
        <w:t>parvenu tout haletant près du corps</w:t>
      </w:r>
      <w:r w:rsidR="00D60A57">
        <w:t xml:space="preserve">, </w:t>
      </w:r>
      <w:r w:rsidRPr="00F23192">
        <w:t>se laissa tomber à genoux</w:t>
      </w:r>
      <w:r w:rsidR="00D60A57">
        <w:t xml:space="preserve">, </w:t>
      </w:r>
      <w:r w:rsidRPr="00F23192">
        <w:t>les mains en avant</w:t>
      </w:r>
      <w:r w:rsidR="00D60A57">
        <w:t xml:space="preserve">, </w:t>
      </w:r>
      <w:r w:rsidRPr="00F23192">
        <w:t>palpant la poitrine</w:t>
      </w:r>
      <w:r w:rsidR="00D60A57">
        <w:t>.</w:t>
      </w:r>
    </w:p>
    <w:p w14:paraId="6C53E3AB" w14:textId="77777777" w:rsidR="00D60A57" w:rsidRDefault="00E36F6A" w:rsidP="00D60A57">
      <w:r w:rsidRPr="00F23192">
        <w:t>Juste Dieu</w:t>
      </w:r>
      <w:r w:rsidR="00D60A57">
        <w:t xml:space="preserve"> ! </w:t>
      </w:r>
      <w:r w:rsidRPr="00F23192">
        <w:t>le cœur battait</w:t>
      </w:r>
      <w:r w:rsidR="00D60A57">
        <w:t xml:space="preserve">… </w:t>
      </w:r>
      <w:r w:rsidRPr="00F23192">
        <w:t>Elle était vivante</w:t>
      </w:r>
      <w:r w:rsidR="00D60A57">
        <w:t> !</w:t>
      </w:r>
    </w:p>
    <w:p w14:paraId="097029B4" w14:textId="77777777" w:rsidR="00D60A57" w:rsidRDefault="00E36F6A" w:rsidP="00D60A57">
      <w:r w:rsidRPr="00F23192">
        <w:lastRenderedPageBreak/>
        <w:t>Même</w:t>
      </w:r>
      <w:r w:rsidR="00D60A57">
        <w:t xml:space="preserve">, </w:t>
      </w:r>
      <w:r w:rsidRPr="00F23192">
        <w:t>il ne paraissait pas qu</w:t>
      </w:r>
      <w:r w:rsidR="00D60A57">
        <w:t>’</w:t>
      </w:r>
      <w:r w:rsidRPr="00F23192">
        <w:t>elle fût blessée</w:t>
      </w:r>
      <w:r w:rsidR="00D60A57">
        <w:t xml:space="preserve">… </w:t>
      </w:r>
      <w:r w:rsidRPr="00F23192">
        <w:t>l</w:t>
      </w:r>
      <w:r w:rsidR="00D60A57">
        <w:t>’</w:t>
      </w:r>
      <w:r w:rsidRPr="00F23192">
        <w:t>étoffe du vêtement était indemne de toute souillure</w:t>
      </w:r>
      <w:r w:rsidR="00D60A57">
        <w:t xml:space="preserve">… </w:t>
      </w:r>
      <w:r w:rsidRPr="00F23192">
        <w:t>le visage était i</w:t>
      </w:r>
      <w:r w:rsidRPr="00F23192">
        <w:t>n</w:t>
      </w:r>
      <w:r w:rsidRPr="00F23192">
        <w:t>tact</w:t>
      </w:r>
      <w:r w:rsidR="00D60A57">
        <w:t xml:space="preserve">… </w:t>
      </w:r>
      <w:r w:rsidRPr="00F23192">
        <w:t>la tête de même</w:t>
      </w:r>
      <w:r w:rsidR="00D60A57">
        <w:t>…</w:t>
      </w:r>
    </w:p>
    <w:p w14:paraId="2BF8D1DD" w14:textId="77777777" w:rsidR="00D60A57" w:rsidRDefault="00E36F6A" w:rsidP="00D60A57">
      <w:r w:rsidRPr="00F23192">
        <w:t>Que supposer</w:t>
      </w:r>
      <w:r w:rsidR="00D60A57">
        <w:t xml:space="preserve">, </w:t>
      </w:r>
      <w:r w:rsidRPr="00F23192">
        <w:t>en ce cas</w:t>
      </w:r>
      <w:r w:rsidR="00D60A57">
        <w:t xml:space="preserve">, </w:t>
      </w:r>
      <w:r w:rsidRPr="00F23192">
        <w:t>sinon que</w:t>
      </w:r>
      <w:r w:rsidR="00D60A57">
        <w:t xml:space="preserve">, </w:t>
      </w:r>
      <w:r w:rsidRPr="00F23192">
        <w:t>dans sa chute</w:t>
      </w:r>
      <w:r w:rsidR="00D60A57">
        <w:t xml:space="preserve">, </w:t>
      </w:r>
      <w:r w:rsidRPr="00F23192">
        <w:t>la tête avait porté sur une racine et que le heurt avait été tellement rude qu</w:t>
      </w:r>
      <w:r w:rsidR="00D60A57">
        <w:t>’</w:t>
      </w:r>
      <w:r w:rsidRPr="00F23192">
        <w:t>un évanouissement s</w:t>
      </w:r>
      <w:r w:rsidR="00D60A57">
        <w:t>’</w:t>
      </w:r>
      <w:r w:rsidRPr="00F23192">
        <w:t>en était suivi</w:t>
      </w:r>
      <w:r w:rsidR="00D60A57">
        <w:t xml:space="preserve">. </w:t>
      </w:r>
      <w:r w:rsidRPr="00F23192">
        <w:t>D</w:t>
      </w:r>
      <w:r w:rsidR="00D60A57">
        <w:t>’</w:t>
      </w:r>
      <w:r w:rsidRPr="00F23192">
        <w:t>a</w:t>
      </w:r>
      <w:r w:rsidRPr="00F23192">
        <w:t>u</w:t>
      </w:r>
      <w:r w:rsidRPr="00F23192">
        <w:t>tre part</w:t>
      </w:r>
      <w:r w:rsidR="00D60A57">
        <w:t xml:space="preserve">, </w:t>
      </w:r>
      <w:r w:rsidRPr="00F23192">
        <w:t>le contact du corps avec le sol avait été amorti par l</w:t>
      </w:r>
      <w:r w:rsidR="00D60A57">
        <w:t>’</w:t>
      </w:r>
      <w:r w:rsidRPr="00F23192">
        <w:t>épaisseur du taillis</w:t>
      </w:r>
      <w:r w:rsidR="00D60A57">
        <w:t xml:space="preserve">, </w:t>
      </w:r>
      <w:r w:rsidRPr="00F23192">
        <w:t>formant comme un matelas protecteur de feuilles et de branches</w:t>
      </w:r>
      <w:r w:rsidR="00D60A57">
        <w:t>…</w:t>
      </w:r>
    </w:p>
    <w:p w14:paraId="7249D04F" w14:textId="77777777" w:rsidR="00D60A57" w:rsidRDefault="00E36F6A" w:rsidP="00D60A57">
      <w:r w:rsidRPr="00F23192">
        <w:t>En lui-même</w:t>
      </w:r>
      <w:r w:rsidR="00D60A57">
        <w:t xml:space="preserve">, </w:t>
      </w:r>
      <w:r w:rsidRPr="00F23192">
        <w:t>Bertrand rendit grâce à cet heureux concours de circonstances qui faisait qu</w:t>
      </w:r>
      <w:r w:rsidR="00D60A57">
        <w:t>’</w:t>
      </w:r>
      <w:r w:rsidRPr="00F23192">
        <w:t>il en était quitte pour la peur</w:t>
      </w:r>
      <w:r w:rsidR="00D60A57">
        <w:t>…</w:t>
      </w:r>
    </w:p>
    <w:p w14:paraId="091F500D" w14:textId="77777777" w:rsidR="00D60A57" w:rsidRDefault="00E36F6A" w:rsidP="00D60A57">
      <w:r w:rsidRPr="00F23192">
        <w:t>Une source</w:t>
      </w:r>
      <w:r w:rsidR="00D60A57">
        <w:t xml:space="preserve">, </w:t>
      </w:r>
      <w:r w:rsidRPr="00F23192">
        <w:t>non loin</w:t>
      </w:r>
      <w:r w:rsidR="00D60A57">
        <w:t xml:space="preserve">, </w:t>
      </w:r>
      <w:r w:rsidRPr="00F23192">
        <w:t>susurrait dans l</w:t>
      </w:r>
      <w:r w:rsidR="00D60A57">
        <w:t>’</w:t>
      </w:r>
      <w:r w:rsidRPr="00F23192">
        <w:t>herbe</w:t>
      </w:r>
      <w:r w:rsidR="00D60A57">
        <w:t xml:space="preserve">, </w:t>
      </w:r>
      <w:r w:rsidRPr="00F23192">
        <w:t>il y courut</w:t>
      </w:r>
      <w:r w:rsidR="00D60A57">
        <w:t xml:space="preserve">, </w:t>
      </w:r>
      <w:r w:rsidRPr="00F23192">
        <w:t>remplir son feutre d</w:t>
      </w:r>
      <w:r w:rsidR="00D60A57">
        <w:t>’</w:t>
      </w:r>
      <w:r w:rsidRPr="00F23192">
        <w:t>eau fraîche dont il aspergea doucement le visage immobile</w:t>
      </w:r>
      <w:r w:rsidR="00D60A57">
        <w:t xml:space="preserve">, </w:t>
      </w:r>
      <w:r w:rsidRPr="00F23192">
        <w:t>lequel</w:t>
      </w:r>
      <w:r w:rsidR="00D60A57">
        <w:t xml:space="preserve"> – </w:t>
      </w:r>
      <w:r w:rsidRPr="00F23192">
        <w:t>au contact</w:t>
      </w:r>
      <w:r w:rsidR="00D60A57">
        <w:t xml:space="preserve"> – </w:t>
      </w:r>
      <w:r w:rsidRPr="00F23192">
        <w:t>se contracta</w:t>
      </w:r>
      <w:r w:rsidR="00D60A57">
        <w:t>.</w:t>
      </w:r>
    </w:p>
    <w:p w14:paraId="147CAB05" w14:textId="77777777" w:rsidR="00D60A57" w:rsidRDefault="00D60A57" w:rsidP="00D60A57">
      <w:r>
        <w:t>— </w:t>
      </w:r>
      <w:r w:rsidR="00E36F6A" w:rsidRPr="00F23192">
        <w:t>Edwige</w:t>
      </w:r>
      <w:r>
        <w:t xml:space="preserve"> ! </w:t>
      </w:r>
      <w:r w:rsidR="00E36F6A" w:rsidRPr="00F23192">
        <w:t>appela-t-il doucement</w:t>
      </w:r>
      <w:r>
        <w:t xml:space="preserve">, </w:t>
      </w:r>
      <w:r w:rsidR="00E36F6A" w:rsidRPr="00F23192">
        <w:t>Edwige</w:t>
      </w:r>
      <w:r>
        <w:t>…</w:t>
      </w:r>
    </w:p>
    <w:p w14:paraId="2541E0FF" w14:textId="77777777" w:rsidR="00D60A57" w:rsidRDefault="00E36F6A" w:rsidP="00D60A57">
      <w:r w:rsidRPr="00F23192">
        <w:t>À cette voix connue qui résonnait à son oreille comme une musique</w:t>
      </w:r>
      <w:r w:rsidR="00D60A57">
        <w:t xml:space="preserve">, </w:t>
      </w:r>
      <w:r w:rsidRPr="00F23192">
        <w:t>la jeune fille souleva ses paupières et son regard s</w:t>
      </w:r>
      <w:r w:rsidR="00D60A57">
        <w:t>’</w:t>
      </w:r>
      <w:r w:rsidRPr="00F23192">
        <w:t>illuminant soudain</w:t>
      </w:r>
      <w:r w:rsidR="00D60A57">
        <w:t xml:space="preserve">, </w:t>
      </w:r>
      <w:r w:rsidRPr="00F23192">
        <w:t>à la vue du visage aimé penché vers elle</w:t>
      </w:r>
      <w:r w:rsidR="00D60A57">
        <w:t xml:space="preserve">, </w:t>
      </w:r>
      <w:r w:rsidRPr="00F23192">
        <w:t>elle murmura</w:t>
      </w:r>
      <w:r w:rsidR="00D60A57">
        <w:t> :</w:t>
      </w:r>
    </w:p>
    <w:p w14:paraId="0F0EA495" w14:textId="77777777" w:rsidR="00D60A57" w:rsidRDefault="00D60A57" w:rsidP="00D60A57">
      <w:r>
        <w:t>— </w:t>
      </w:r>
      <w:r w:rsidR="00E36F6A" w:rsidRPr="00F23192">
        <w:t>Bertrand</w:t>
      </w:r>
      <w:r>
        <w:t> !</w:t>
      </w:r>
    </w:p>
    <w:p w14:paraId="257AB201" w14:textId="77777777" w:rsidR="00D60A57" w:rsidRDefault="00D60A57" w:rsidP="00D60A57">
      <w:r>
        <w:t>— </w:t>
      </w:r>
      <w:r w:rsidR="00E36F6A" w:rsidRPr="00F23192">
        <w:t>Ma bien-aimée</w:t>
      </w:r>
      <w:r>
        <w:t> !</w:t>
      </w:r>
    </w:p>
    <w:p w14:paraId="286E9989" w14:textId="77777777" w:rsidR="00D60A57" w:rsidRDefault="00E36F6A" w:rsidP="00D60A57">
      <w:r w:rsidRPr="00F23192">
        <w:t>Elle sourit</w:t>
      </w:r>
      <w:r w:rsidR="00D60A57">
        <w:t xml:space="preserve">, </w:t>
      </w:r>
      <w:r w:rsidRPr="00F23192">
        <w:t>et</w:t>
      </w:r>
      <w:r w:rsidR="00D60A57">
        <w:t xml:space="preserve">, </w:t>
      </w:r>
      <w:r w:rsidRPr="00F23192">
        <w:t>reprenant ses sens</w:t>
      </w:r>
      <w:r w:rsidR="00D60A57">
        <w:t xml:space="preserve">, </w:t>
      </w:r>
      <w:r w:rsidRPr="00F23192">
        <w:t>déclara</w:t>
      </w:r>
      <w:r w:rsidR="00D60A57">
        <w:t> :</w:t>
      </w:r>
    </w:p>
    <w:p w14:paraId="775311E4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ridicule</w:t>
      </w:r>
      <w:r>
        <w:t xml:space="preserve"> !… </w:t>
      </w:r>
      <w:r w:rsidR="00E36F6A" w:rsidRPr="00F23192">
        <w:t>Vraiment</w:t>
      </w:r>
      <w:r>
        <w:t xml:space="preserve">, </w:t>
      </w:r>
      <w:r w:rsidR="00E36F6A" w:rsidRPr="00F23192">
        <w:t xml:space="preserve">je suis </w:t>
      </w:r>
      <w:proofErr w:type="gramStart"/>
      <w:r w:rsidR="00E36F6A" w:rsidRPr="00F23192">
        <w:t>toute</w:t>
      </w:r>
      <w:proofErr w:type="gramEnd"/>
      <w:r w:rsidR="00E36F6A" w:rsidRPr="00F23192">
        <w:t xml:space="preserve"> honteuse de moi</w:t>
      </w:r>
      <w:r>
        <w:t xml:space="preserve"> ! </w:t>
      </w:r>
      <w:r w:rsidR="00E36F6A" w:rsidRPr="00F23192">
        <w:t>Tomber de cheval comme une fermière de son âne</w:t>
      </w:r>
      <w:r>
        <w:t> !</w:t>
      </w:r>
    </w:p>
    <w:p w14:paraId="2FF02A4A" w14:textId="77777777" w:rsidR="00D60A57" w:rsidRDefault="00E36F6A" w:rsidP="00D60A57">
      <w:r w:rsidRPr="00F23192">
        <w:t>Lui</w:t>
      </w:r>
      <w:r w:rsidR="00D60A57">
        <w:t xml:space="preserve">, </w:t>
      </w:r>
      <w:r w:rsidRPr="00F23192">
        <w:t>revenu de sa grande frayeur</w:t>
      </w:r>
      <w:r w:rsidR="00D60A57">
        <w:t xml:space="preserve">, </w:t>
      </w:r>
      <w:r w:rsidRPr="00F23192">
        <w:t>riait de cette juvénile c</w:t>
      </w:r>
      <w:r w:rsidRPr="00F23192">
        <w:t>o</w:t>
      </w:r>
      <w:r w:rsidRPr="00F23192">
        <w:t>lère</w:t>
      </w:r>
      <w:r w:rsidR="00D60A57">
        <w:t>.</w:t>
      </w:r>
    </w:p>
    <w:p w14:paraId="48921A71" w14:textId="77777777" w:rsidR="00D60A57" w:rsidRDefault="00E36F6A" w:rsidP="00D60A57">
      <w:r w:rsidRPr="00F23192">
        <w:lastRenderedPageBreak/>
        <w:t>La jeune fille poursuivit</w:t>
      </w:r>
      <w:r w:rsidR="00D60A57">
        <w:t xml:space="preserve">, </w:t>
      </w:r>
      <w:r w:rsidRPr="00F23192">
        <w:t>sincère</w:t>
      </w:r>
      <w:r w:rsidR="00D60A57">
        <w:t> :</w:t>
      </w:r>
    </w:p>
    <w:p w14:paraId="1C57487F" w14:textId="77777777" w:rsidR="00D60A57" w:rsidRDefault="00D60A57" w:rsidP="00D60A57">
      <w:r>
        <w:t>— </w:t>
      </w:r>
      <w:r w:rsidR="00E36F6A" w:rsidRPr="00F23192">
        <w:t>Je m</w:t>
      </w:r>
      <w:r>
        <w:t>’</w:t>
      </w:r>
      <w:r w:rsidR="00E36F6A" w:rsidRPr="00F23192">
        <w:t>en veux surtout pour la peur que je vous ai faite</w:t>
      </w:r>
      <w:r>
        <w:t xml:space="preserve">… </w:t>
      </w:r>
      <w:r w:rsidR="00E36F6A" w:rsidRPr="00F23192">
        <w:t>car vous avez eu peur</w:t>
      </w:r>
      <w:r>
        <w:t xml:space="preserve">… </w:t>
      </w:r>
      <w:r w:rsidR="00E36F6A" w:rsidRPr="00F23192">
        <w:t>très peur</w:t>
      </w:r>
      <w:r>
        <w:t xml:space="preserve">… </w:t>
      </w:r>
      <w:r w:rsidR="00E36F6A" w:rsidRPr="00F23192">
        <w:t>ne le niez pas</w:t>
      </w:r>
      <w:r>
        <w:t xml:space="preserve">… </w:t>
      </w:r>
      <w:r w:rsidR="00E36F6A" w:rsidRPr="00F23192">
        <w:t>je le vois à vos traits</w:t>
      </w:r>
      <w:r>
        <w:t>.</w:t>
      </w:r>
    </w:p>
    <w:p w14:paraId="1772894D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tendrement pressée contre lui</w:t>
      </w:r>
      <w:r w:rsidR="00D60A57">
        <w:t xml:space="preserve">, </w:t>
      </w:r>
      <w:r w:rsidRPr="00F23192">
        <w:t>elle supplia</w:t>
      </w:r>
      <w:r w:rsidR="00D60A57">
        <w:t> :</w:t>
      </w:r>
    </w:p>
    <w:p w14:paraId="3B8861E4" w14:textId="77777777" w:rsidR="00D60A57" w:rsidRDefault="00D60A57" w:rsidP="00D60A57">
      <w:r>
        <w:t>— </w:t>
      </w:r>
      <w:r w:rsidR="00E36F6A" w:rsidRPr="00F23192">
        <w:t>Pardon</w:t>
      </w:r>
      <w:r>
        <w:t xml:space="preserve"> !… </w:t>
      </w:r>
      <w:r w:rsidR="00E36F6A" w:rsidRPr="00F23192">
        <w:t>mon cher amour</w:t>
      </w:r>
      <w:r>
        <w:t> !</w:t>
      </w:r>
    </w:p>
    <w:p w14:paraId="3EE39891" w14:textId="77777777" w:rsidR="00D60A57" w:rsidRDefault="00E36F6A" w:rsidP="00D60A57">
      <w:r w:rsidRPr="00F23192">
        <w:t>Elle lui souriait</w:t>
      </w:r>
      <w:r w:rsidR="00D60A57">
        <w:t xml:space="preserve">… </w:t>
      </w:r>
      <w:r w:rsidRPr="00F23192">
        <w:t>Alors</w:t>
      </w:r>
      <w:r w:rsidR="00D60A57">
        <w:t xml:space="preserve">, </w:t>
      </w:r>
      <w:r w:rsidRPr="00F23192">
        <w:t>comprenant que ses craintes avaient été vaines</w:t>
      </w:r>
      <w:r w:rsidR="00D60A57">
        <w:t xml:space="preserve">, </w:t>
      </w:r>
      <w:r w:rsidRPr="00F23192">
        <w:t>il lui sourit aussi et leur joie</w:t>
      </w:r>
      <w:r w:rsidR="00D60A57">
        <w:t xml:space="preserve">, </w:t>
      </w:r>
      <w:r w:rsidRPr="00F23192">
        <w:t>à tous deux</w:t>
      </w:r>
      <w:r w:rsidR="00D60A57">
        <w:t xml:space="preserve">, </w:t>
      </w:r>
      <w:r w:rsidRPr="00F23192">
        <w:t>fut grande</w:t>
      </w:r>
      <w:r w:rsidR="00D60A57">
        <w:t>.</w:t>
      </w:r>
    </w:p>
    <w:p w14:paraId="66C6CA51" w14:textId="77777777" w:rsidR="00D60A57" w:rsidRDefault="00E36F6A" w:rsidP="00D60A57">
      <w:r w:rsidRPr="00F23192">
        <w:t>Assis à côté d</w:t>
      </w:r>
      <w:r w:rsidR="00D60A57">
        <w:t>’</w:t>
      </w:r>
      <w:r w:rsidRPr="00F23192">
        <w:t>elle</w:t>
      </w:r>
      <w:r w:rsidR="00D60A57">
        <w:t xml:space="preserve">, </w:t>
      </w:r>
      <w:r w:rsidRPr="00F23192">
        <w:t>la soutenant d</w:t>
      </w:r>
      <w:r w:rsidR="00D60A57">
        <w:t>’</w:t>
      </w:r>
      <w:r w:rsidRPr="00F23192">
        <w:t>un bras</w:t>
      </w:r>
      <w:r w:rsidR="00D60A57">
        <w:t xml:space="preserve">, </w:t>
      </w:r>
      <w:r w:rsidRPr="00F23192">
        <w:t>tandis que</w:t>
      </w:r>
      <w:r w:rsidR="00D60A57">
        <w:t xml:space="preserve">, </w:t>
      </w:r>
      <w:r w:rsidRPr="00F23192">
        <w:t>de sa main demeurée libre</w:t>
      </w:r>
      <w:r w:rsidR="00D60A57">
        <w:t xml:space="preserve">, </w:t>
      </w:r>
      <w:r w:rsidRPr="00F23192">
        <w:t>il étreignait celle de sa bien-aimée</w:t>
      </w:r>
      <w:r w:rsidR="00D60A57">
        <w:t xml:space="preserve">, </w:t>
      </w:r>
      <w:r w:rsidRPr="00F23192">
        <w:t>il i</w:t>
      </w:r>
      <w:r w:rsidRPr="00F23192">
        <w:t>n</w:t>
      </w:r>
      <w:r w:rsidRPr="00F23192">
        <w:t>terrogea avec précaution</w:t>
      </w:r>
      <w:r w:rsidR="00D60A57">
        <w:t xml:space="preserve">, </w:t>
      </w:r>
      <w:r w:rsidRPr="00F23192">
        <w:t>crainte qu</w:t>
      </w:r>
      <w:r w:rsidR="00D60A57">
        <w:t>’</w:t>
      </w:r>
      <w:r w:rsidRPr="00F23192">
        <w:t>elle ne fût pas encore en état de répondre</w:t>
      </w:r>
      <w:r w:rsidR="00D60A57">
        <w:t> :</w:t>
      </w:r>
    </w:p>
    <w:p w14:paraId="54F239BC" w14:textId="77777777" w:rsidR="00D60A57" w:rsidRDefault="00D60A57" w:rsidP="00D60A57">
      <w:r>
        <w:t>— </w:t>
      </w:r>
      <w:r w:rsidR="00E36F6A" w:rsidRPr="00F23192">
        <w:t>Qu</w:t>
      </w:r>
      <w:r>
        <w:t>’</w:t>
      </w:r>
      <w:r w:rsidR="00E36F6A" w:rsidRPr="00F23192">
        <w:t>est-il advenu</w:t>
      </w:r>
      <w:r>
        <w:t> ?</w:t>
      </w:r>
    </w:p>
    <w:p w14:paraId="1EF86A2E" w14:textId="77777777" w:rsidR="00D60A57" w:rsidRDefault="00E36F6A" w:rsidP="00D60A57">
      <w:r w:rsidRPr="00F23192">
        <w:t>Elle eut un haussement d</w:t>
      </w:r>
      <w:r w:rsidR="00D60A57">
        <w:t>’</w:t>
      </w:r>
      <w:r w:rsidRPr="00F23192">
        <w:t>épaules</w:t>
      </w:r>
      <w:r w:rsidR="00D60A57">
        <w:t>.</w:t>
      </w:r>
    </w:p>
    <w:p w14:paraId="29375C48" w14:textId="77777777" w:rsidR="00D60A57" w:rsidRDefault="00D60A57" w:rsidP="00D60A57">
      <w:r>
        <w:t>— </w:t>
      </w:r>
      <w:r w:rsidR="00E36F6A" w:rsidRPr="00F23192">
        <w:t>Moins que rien</w:t>
      </w:r>
      <w:r>
        <w:t xml:space="preserve">… </w:t>
      </w:r>
      <w:r w:rsidR="00E36F6A" w:rsidRPr="00F23192">
        <w:t>mais ce qui prouve qu</w:t>
      </w:r>
      <w:r>
        <w:t>’</w:t>
      </w:r>
      <w:r w:rsidR="00E36F6A" w:rsidRPr="00F23192">
        <w:t>avec les ch</w:t>
      </w:r>
      <w:r w:rsidR="00E36F6A" w:rsidRPr="00F23192">
        <w:t>e</w:t>
      </w:r>
      <w:r w:rsidR="00E36F6A" w:rsidRPr="00F23192">
        <w:t>vaux</w:t>
      </w:r>
      <w:r>
        <w:t xml:space="preserve">, </w:t>
      </w:r>
      <w:r w:rsidR="00E36F6A" w:rsidRPr="00F23192">
        <w:t>même les plus familiers</w:t>
      </w:r>
      <w:r>
        <w:t xml:space="preserve">, </w:t>
      </w:r>
      <w:r w:rsidR="00E36F6A" w:rsidRPr="00F23192">
        <w:t>il faut toujours être sur ses ga</w:t>
      </w:r>
      <w:r w:rsidR="00E36F6A" w:rsidRPr="00F23192">
        <w:t>r</w:t>
      </w:r>
      <w:r w:rsidR="00E36F6A" w:rsidRPr="00F23192">
        <w:t>des</w:t>
      </w:r>
      <w:r>
        <w:t xml:space="preserve">… </w:t>
      </w:r>
      <w:r w:rsidR="00E36F6A" w:rsidRPr="00F23192">
        <w:t>et Dieu sait si Minerve est la sagesse même</w:t>
      </w:r>
      <w:r>
        <w:t>.</w:t>
      </w:r>
    </w:p>
    <w:p w14:paraId="50B56578" w14:textId="77777777" w:rsidR="00D60A57" w:rsidRDefault="00E36F6A" w:rsidP="00D60A57">
      <w:r w:rsidRPr="00F23192">
        <w:t>Il observa</w:t>
      </w:r>
      <w:r w:rsidR="00D60A57">
        <w:t xml:space="preserve">, </w:t>
      </w:r>
      <w:r w:rsidRPr="00F23192">
        <w:t>souriant</w:t>
      </w:r>
      <w:r w:rsidR="00D60A57">
        <w:t> :</w:t>
      </w:r>
    </w:p>
    <w:p w14:paraId="2DF7A17B" w14:textId="77777777" w:rsidR="00D60A57" w:rsidRDefault="00D60A57" w:rsidP="00D60A57">
      <w:r>
        <w:t>— </w:t>
      </w:r>
      <w:r w:rsidR="00E36F6A" w:rsidRPr="00F23192">
        <w:t>De là</w:t>
      </w:r>
      <w:r>
        <w:t xml:space="preserve">, </w:t>
      </w:r>
      <w:r w:rsidR="00E36F6A" w:rsidRPr="00F23192">
        <w:t>le nom dont il vous a plu de la baptiser</w:t>
      </w:r>
      <w:r>
        <w:t>.</w:t>
      </w:r>
    </w:p>
    <w:p w14:paraId="1FEED495" w14:textId="77777777" w:rsidR="00D60A57" w:rsidRDefault="00D60A57" w:rsidP="00D60A57">
      <w:r>
        <w:t>— </w:t>
      </w:r>
      <w:r w:rsidR="00E36F6A" w:rsidRPr="00F23192">
        <w:t>Je m</w:t>
      </w:r>
      <w:r>
        <w:t>’</w:t>
      </w:r>
      <w:r w:rsidR="00E36F6A" w:rsidRPr="00F23192">
        <w:t>en venais donc à notre rendez-vous</w:t>
      </w:r>
      <w:r>
        <w:t xml:space="preserve">, </w:t>
      </w:r>
      <w:r w:rsidR="00E36F6A" w:rsidRPr="00F23192">
        <w:t>marchant au pas</w:t>
      </w:r>
      <w:r>
        <w:t xml:space="preserve">, </w:t>
      </w:r>
      <w:r w:rsidR="00E36F6A" w:rsidRPr="00F23192">
        <w:t>car j</w:t>
      </w:r>
      <w:r>
        <w:t>’</w:t>
      </w:r>
      <w:r w:rsidR="00E36F6A" w:rsidRPr="00F23192">
        <w:t>étais en avance</w:t>
      </w:r>
      <w:r>
        <w:t xml:space="preserve">, </w:t>
      </w:r>
      <w:r w:rsidR="00E36F6A" w:rsidRPr="00F23192">
        <w:t>lorsque</w:t>
      </w:r>
      <w:r>
        <w:t xml:space="preserve">, </w:t>
      </w:r>
      <w:r w:rsidR="00E36F6A" w:rsidRPr="00F23192">
        <w:t>arrivée au sapin rouge</w:t>
      </w:r>
      <w:r>
        <w:t xml:space="preserve">, </w:t>
      </w:r>
      <w:r w:rsidR="00E36F6A" w:rsidRPr="00F23192">
        <w:t>je m</w:t>
      </w:r>
      <w:r>
        <w:t>’</w:t>
      </w:r>
      <w:r w:rsidR="00E36F6A" w:rsidRPr="00F23192">
        <w:t>arrêtai</w:t>
      </w:r>
      <w:r>
        <w:t xml:space="preserve">, </w:t>
      </w:r>
      <w:r w:rsidR="00E36F6A" w:rsidRPr="00F23192">
        <w:t>émerveillée par le chant du rossignol qui emplissait des sonorités de sa voix le silence de la nuit</w:t>
      </w:r>
      <w:r>
        <w:t xml:space="preserve">… </w:t>
      </w:r>
      <w:r w:rsidR="00E36F6A" w:rsidRPr="00F23192">
        <w:t>et mon attention était si absolue que je me laissai surprendre par un brusque écart de Minerve</w:t>
      </w:r>
      <w:r>
        <w:t xml:space="preserve">, </w:t>
      </w:r>
      <w:r w:rsidR="00E36F6A" w:rsidRPr="00F23192">
        <w:t>si violent que</w:t>
      </w:r>
      <w:r>
        <w:t xml:space="preserve">, </w:t>
      </w:r>
      <w:r w:rsidR="00E36F6A" w:rsidRPr="00F23192">
        <w:t>vidant la selle</w:t>
      </w:r>
      <w:r>
        <w:t xml:space="preserve">, </w:t>
      </w:r>
      <w:r w:rsidR="00E36F6A" w:rsidRPr="00F23192">
        <w:t>je roulai à terre</w:t>
      </w:r>
      <w:r>
        <w:t>.</w:t>
      </w:r>
    </w:p>
    <w:p w14:paraId="3C76F965" w14:textId="77777777" w:rsidR="00D60A57" w:rsidRDefault="00D60A57" w:rsidP="00D60A57">
      <w:r>
        <w:lastRenderedPageBreak/>
        <w:t>— </w:t>
      </w:r>
      <w:r w:rsidR="00E36F6A" w:rsidRPr="00F23192">
        <w:t>Écart provoqué par quoi</w:t>
      </w:r>
      <w:r>
        <w:t> ?</w:t>
      </w:r>
    </w:p>
    <w:p w14:paraId="2E602935" w14:textId="77777777" w:rsidR="00D60A57" w:rsidRDefault="00D60A57" w:rsidP="00D60A57">
      <w:r>
        <w:t>— </w:t>
      </w:r>
      <w:r w:rsidR="00E36F6A" w:rsidRPr="00F23192">
        <w:t>Autant qu</w:t>
      </w:r>
      <w:r>
        <w:t>’</w:t>
      </w:r>
      <w:r w:rsidR="00E36F6A" w:rsidRPr="00F23192">
        <w:t>il m</w:t>
      </w:r>
      <w:r>
        <w:t>’</w:t>
      </w:r>
      <w:r w:rsidR="00E36F6A" w:rsidRPr="00F23192">
        <w:t>a été possible d</w:t>
      </w:r>
      <w:r>
        <w:t>’</w:t>
      </w:r>
      <w:r w:rsidR="00E36F6A" w:rsidRPr="00F23192">
        <w:t>en juger avant d</w:t>
      </w:r>
      <w:r>
        <w:t>’</w:t>
      </w:r>
      <w:r w:rsidR="00E36F6A" w:rsidRPr="00F23192">
        <w:t>e</w:t>
      </w:r>
      <w:r w:rsidR="00E36F6A" w:rsidRPr="00F23192">
        <w:t>n</w:t>
      </w:r>
      <w:r w:rsidR="00E36F6A" w:rsidRPr="00F23192">
        <w:t>trer en contact avec le sol</w:t>
      </w:r>
      <w:r>
        <w:t xml:space="preserve">, </w:t>
      </w:r>
      <w:r w:rsidR="00E36F6A" w:rsidRPr="00F23192">
        <w:t>par la fuite précipitée d</w:t>
      </w:r>
      <w:r>
        <w:t>’</w:t>
      </w:r>
      <w:r w:rsidR="00E36F6A" w:rsidRPr="00F23192">
        <w:t>un être rué à travers les halliers et dont la j</w:t>
      </w:r>
      <w:r w:rsidR="00E36F6A" w:rsidRPr="00F23192">
        <w:t>u</w:t>
      </w:r>
      <w:r w:rsidR="00E36F6A" w:rsidRPr="00F23192">
        <w:t>ment prit peur</w:t>
      </w:r>
      <w:r>
        <w:t>…</w:t>
      </w:r>
    </w:p>
    <w:p w14:paraId="01A012C8" w14:textId="77777777" w:rsidR="00D60A57" w:rsidRDefault="00D60A57" w:rsidP="00D60A57">
      <w:r>
        <w:t>— </w:t>
      </w:r>
      <w:r w:rsidR="00E36F6A" w:rsidRPr="00F23192">
        <w:t>Un cerf</w:t>
      </w:r>
      <w:r>
        <w:t xml:space="preserve">, </w:t>
      </w:r>
      <w:r w:rsidR="00E36F6A" w:rsidRPr="00F23192">
        <w:t>sans doute</w:t>
      </w:r>
      <w:r>
        <w:t xml:space="preserve">… </w:t>
      </w:r>
      <w:r w:rsidR="00E36F6A" w:rsidRPr="00F23192">
        <w:t>un sanglier</w:t>
      </w:r>
      <w:r>
        <w:t xml:space="preserve">… </w:t>
      </w:r>
      <w:r w:rsidR="00E36F6A" w:rsidRPr="00F23192">
        <w:t>ou quelque fauve</w:t>
      </w:r>
      <w:r>
        <w:t> ?…</w:t>
      </w:r>
    </w:p>
    <w:p w14:paraId="300FD3AA" w14:textId="77777777" w:rsidR="00D60A57" w:rsidRDefault="00D60A57" w:rsidP="00D60A57">
      <w:r>
        <w:t>— </w:t>
      </w:r>
      <w:r w:rsidR="00E36F6A" w:rsidRPr="00F23192">
        <w:t>Je ne pense pas que ce fût une bête</w:t>
      </w:r>
      <w:r>
        <w:t>…</w:t>
      </w:r>
    </w:p>
    <w:p w14:paraId="0056541A" w14:textId="77777777" w:rsidR="00D60A57" w:rsidRDefault="00D60A57" w:rsidP="00D60A57">
      <w:r>
        <w:t>— </w:t>
      </w:r>
      <w:r w:rsidR="00E36F6A" w:rsidRPr="00F23192">
        <w:t>Un homme</w:t>
      </w:r>
      <w:r>
        <w:t xml:space="preserve">, </w:t>
      </w:r>
      <w:r w:rsidR="00E36F6A" w:rsidRPr="00F23192">
        <w:t>alors</w:t>
      </w:r>
      <w:r>
        <w:t xml:space="preserve">, </w:t>
      </w:r>
      <w:r w:rsidR="00E36F6A" w:rsidRPr="00F23192">
        <w:t>quelque braconnier à la poursuite d</w:t>
      </w:r>
      <w:r>
        <w:t>’</w:t>
      </w:r>
      <w:r w:rsidR="00E36F6A" w:rsidRPr="00F23192">
        <w:t>un gibier</w:t>
      </w:r>
      <w:r>
        <w:t> ?</w:t>
      </w:r>
    </w:p>
    <w:p w14:paraId="1498C422" w14:textId="77777777" w:rsidR="00D60A57" w:rsidRDefault="00E36F6A" w:rsidP="00D60A57">
      <w:r w:rsidRPr="00F23192">
        <w:t>Pensivement</w:t>
      </w:r>
      <w:r w:rsidR="00D60A57">
        <w:t xml:space="preserve">, </w:t>
      </w:r>
      <w:r w:rsidRPr="00F23192">
        <w:t>la jeune fille murmura</w:t>
      </w:r>
      <w:r w:rsidR="00D60A57">
        <w:t> :</w:t>
      </w:r>
    </w:p>
    <w:p w14:paraId="45931BE7" w14:textId="77777777" w:rsidR="00D60A57" w:rsidRDefault="00D60A57" w:rsidP="00D60A57">
      <w:r>
        <w:t>— </w:t>
      </w:r>
      <w:r w:rsidR="00E36F6A" w:rsidRPr="00F23192">
        <w:t>Autant que mes souvenirs peuvent se préciser</w:t>
      </w:r>
      <w:r>
        <w:t xml:space="preserve">, </w:t>
      </w:r>
      <w:r w:rsidR="00E36F6A" w:rsidRPr="00F23192">
        <w:t>cette forme agile bondit si près de Minerve qu</w:t>
      </w:r>
      <w:r>
        <w:t>’</w:t>
      </w:r>
      <w:r w:rsidR="00E36F6A" w:rsidRPr="00F23192">
        <w:t>elle lui effleura pre</w:t>
      </w:r>
      <w:r w:rsidR="00E36F6A" w:rsidRPr="00F23192">
        <w:t>s</w:t>
      </w:r>
      <w:r w:rsidR="00E36F6A" w:rsidRPr="00F23192">
        <w:t>que le poitrail</w:t>
      </w:r>
      <w:r>
        <w:t xml:space="preserve">, </w:t>
      </w:r>
      <w:r w:rsidR="00E36F6A" w:rsidRPr="00F23192">
        <w:t>ce qui fit se cabrer la bête</w:t>
      </w:r>
      <w:r>
        <w:t xml:space="preserve">, </w:t>
      </w:r>
      <w:r w:rsidR="00E36F6A" w:rsidRPr="00F23192">
        <w:t>puis disparut</w:t>
      </w:r>
      <w:r>
        <w:t>…</w:t>
      </w:r>
    </w:p>
    <w:p w14:paraId="67A0F0B9" w14:textId="77777777" w:rsidR="00D60A57" w:rsidRDefault="00E36F6A" w:rsidP="00D60A57">
      <w:r w:rsidRPr="00F23192">
        <w:t>Bertrand ne put s</w:t>
      </w:r>
      <w:r w:rsidR="00D60A57">
        <w:t>’</w:t>
      </w:r>
      <w:r w:rsidRPr="00F23192">
        <w:t>empêcher de s</w:t>
      </w:r>
      <w:r w:rsidR="00D60A57">
        <w:t>’</w:t>
      </w:r>
      <w:r w:rsidRPr="00F23192">
        <w:t>e</w:t>
      </w:r>
      <w:r w:rsidRPr="00F23192">
        <w:t>x</w:t>
      </w:r>
      <w:r w:rsidRPr="00F23192">
        <w:t>clamer</w:t>
      </w:r>
      <w:r w:rsidR="00D60A57">
        <w:t> :</w:t>
      </w:r>
    </w:p>
    <w:p w14:paraId="41CD9F9F" w14:textId="77777777" w:rsidR="00D60A57" w:rsidRDefault="00D60A57" w:rsidP="00D60A57">
      <w:r>
        <w:t>— </w:t>
      </w:r>
      <w:r w:rsidR="00E36F6A" w:rsidRPr="00F23192">
        <w:t>Un homme</w:t>
      </w:r>
      <w:r>
        <w:t xml:space="preserve"> ?… </w:t>
      </w:r>
      <w:r w:rsidR="00E36F6A" w:rsidRPr="00F23192">
        <w:t>Une femme</w:t>
      </w:r>
      <w:r>
        <w:t> ?…</w:t>
      </w:r>
    </w:p>
    <w:p w14:paraId="00CECE95" w14:textId="77777777" w:rsidR="00D60A57" w:rsidRDefault="00D60A57" w:rsidP="00D60A57">
      <w:r>
        <w:t>— </w:t>
      </w:r>
      <w:r w:rsidR="00E36F6A" w:rsidRPr="00F23192">
        <w:t>Je ne sais</w:t>
      </w:r>
      <w:r>
        <w:t xml:space="preserve">… </w:t>
      </w:r>
      <w:r w:rsidR="00E36F6A" w:rsidRPr="00F23192">
        <w:t>Tout ce dont je me souviens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d</w:t>
      </w:r>
      <w:r>
        <w:t>’</w:t>
      </w:r>
      <w:r w:rsidR="00E36F6A" w:rsidRPr="00F23192">
        <w:t>une f</w:t>
      </w:r>
      <w:r w:rsidR="00E36F6A" w:rsidRPr="00F23192">
        <w:t>o</w:t>
      </w:r>
      <w:r w:rsidR="00E36F6A" w:rsidRPr="00F23192">
        <w:t>rêt de cheveux rouges qui lui faisaient comme une crête</w:t>
      </w:r>
      <w:r>
        <w:t>.</w:t>
      </w:r>
    </w:p>
    <w:p w14:paraId="2AC2477A" w14:textId="77777777" w:rsidR="00D60A57" w:rsidRDefault="00D60A57" w:rsidP="00D60A57">
      <w:r>
        <w:t>— </w:t>
      </w:r>
      <w:r w:rsidR="00E36F6A" w:rsidRPr="00F23192">
        <w:t>Des cheveux rouges</w:t>
      </w:r>
      <w:r>
        <w:t xml:space="preserve"> ! </w:t>
      </w:r>
      <w:r w:rsidR="00E36F6A" w:rsidRPr="00F23192">
        <w:t>répéta Bertrand</w:t>
      </w:r>
      <w:r>
        <w:t>.</w:t>
      </w:r>
    </w:p>
    <w:p w14:paraId="0C5F16C9" w14:textId="77777777" w:rsidR="00D60A57" w:rsidRDefault="00D60A57" w:rsidP="00D60A57">
      <w:r>
        <w:t>— </w:t>
      </w:r>
      <w:r w:rsidR="00E36F6A" w:rsidRPr="00F23192">
        <w:t>Oui</w:t>
      </w:r>
      <w:r>
        <w:t xml:space="preserve">, </w:t>
      </w:r>
      <w:r w:rsidR="00E36F6A" w:rsidRPr="00F23192">
        <w:t>rouges</w:t>
      </w:r>
      <w:r>
        <w:t>…</w:t>
      </w:r>
    </w:p>
    <w:p w14:paraId="2772F8D0" w14:textId="77777777" w:rsidR="00D60A57" w:rsidRDefault="00E36F6A" w:rsidP="00D60A57">
      <w:r w:rsidRPr="00F23192">
        <w:t>Le jeune homme murmura</w:t>
      </w:r>
      <w:r w:rsidR="00D60A57">
        <w:t xml:space="preserve">, </w:t>
      </w:r>
      <w:r w:rsidRPr="00F23192">
        <w:t>se parlant à lui-même</w:t>
      </w:r>
      <w:r w:rsidR="00D60A57">
        <w:t> :</w:t>
      </w:r>
    </w:p>
    <w:p w14:paraId="620A2E8F" w14:textId="77777777" w:rsidR="00D60A57" w:rsidRDefault="00D60A57" w:rsidP="00D60A57">
      <w:r>
        <w:t>— </w:t>
      </w:r>
      <w:r w:rsidR="00E36F6A" w:rsidRPr="00F23192">
        <w:t>Nul doute</w:t>
      </w:r>
      <w:r>
        <w:t xml:space="preserve"> !… </w:t>
      </w:r>
      <w:r w:rsidR="00E36F6A" w:rsidRPr="00F23192">
        <w:t>c</w:t>
      </w:r>
      <w:r>
        <w:t>’</w:t>
      </w:r>
      <w:r w:rsidR="00E36F6A" w:rsidRPr="00F23192">
        <w:t>est lui</w:t>
      </w:r>
      <w:r>
        <w:t> !</w:t>
      </w:r>
    </w:p>
    <w:p w14:paraId="5EBAF8E5" w14:textId="77777777" w:rsidR="00D60A57" w:rsidRDefault="00D60A57" w:rsidP="00D60A57">
      <w:r>
        <w:t>— </w:t>
      </w:r>
      <w:r w:rsidR="00E36F6A" w:rsidRPr="00F23192">
        <w:t>Lui</w:t>
      </w:r>
      <w:r>
        <w:t xml:space="preserve"> ? </w:t>
      </w:r>
      <w:r w:rsidR="00E36F6A" w:rsidRPr="00F23192">
        <w:t>interrogea la jeune fille</w:t>
      </w:r>
      <w:r>
        <w:t xml:space="preserve">, </w:t>
      </w:r>
      <w:r w:rsidR="00E36F6A" w:rsidRPr="00F23192">
        <w:t>au comble de la surprise</w:t>
      </w:r>
      <w:r>
        <w:t>.</w:t>
      </w:r>
    </w:p>
    <w:p w14:paraId="6F406703" w14:textId="77777777" w:rsidR="00D60A57" w:rsidRDefault="00E36F6A" w:rsidP="00D60A57">
      <w:r w:rsidRPr="00F23192">
        <w:t>Bertrand lui fit alors</w:t>
      </w:r>
      <w:r w:rsidR="00D60A57">
        <w:t xml:space="preserve"> – </w:t>
      </w:r>
      <w:r w:rsidRPr="00F23192">
        <w:t>comme il l</w:t>
      </w:r>
      <w:r w:rsidR="00D60A57">
        <w:t>’</w:t>
      </w:r>
      <w:r w:rsidRPr="00F23192">
        <w:t>avait fait à son aïeule</w:t>
      </w:r>
      <w:r w:rsidR="00D60A57">
        <w:t xml:space="preserve"> – </w:t>
      </w:r>
      <w:r w:rsidRPr="00F23192">
        <w:t>le récit de l</w:t>
      </w:r>
      <w:r w:rsidR="00D60A57">
        <w:t>’</w:t>
      </w:r>
      <w:r w:rsidRPr="00F23192">
        <w:t>aventure qui lui était survenue et il conclut</w:t>
      </w:r>
      <w:r w:rsidR="00D60A57">
        <w:t> :</w:t>
      </w:r>
    </w:p>
    <w:p w14:paraId="2C219AFF" w14:textId="77777777" w:rsidR="00D60A57" w:rsidRDefault="00D60A57" w:rsidP="00D60A57">
      <w:r>
        <w:lastRenderedPageBreak/>
        <w:t>— </w:t>
      </w:r>
      <w:r w:rsidR="00E36F6A" w:rsidRPr="00F23192">
        <w:t>Celui-là avait</w:t>
      </w:r>
      <w:r>
        <w:t xml:space="preserve">, </w:t>
      </w:r>
      <w:r w:rsidR="00E36F6A" w:rsidRPr="00F23192">
        <w:t>lui aussi</w:t>
      </w:r>
      <w:r>
        <w:t xml:space="preserve">, </w:t>
      </w:r>
      <w:r w:rsidR="00E36F6A" w:rsidRPr="00F23192">
        <w:t>les cheveux rouges</w:t>
      </w:r>
      <w:r>
        <w:t xml:space="preserve">, </w:t>
      </w:r>
      <w:r w:rsidR="00E36F6A" w:rsidRPr="00F23192">
        <w:t>et c</w:t>
      </w:r>
      <w:r>
        <w:t>’</w:t>
      </w:r>
      <w:r w:rsidR="00E36F6A" w:rsidRPr="00F23192">
        <w:t>est lui s</w:t>
      </w:r>
      <w:r w:rsidR="00E36F6A" w:rsidRPr="00F23192">
        <w:t>û</w:t>
      </w:r>
      <w:r w:rsidR="00E36F6A" w:rsidRPr="00F23192">
        <w:t>rement qui</w:t>
      </w:r>
      <w:r>
        <w:t xml:space="preserve">, </w:t>
      </w:r>
      <w:r w:rsidR="00E36F6A" w:rsidRPr="00F23192">
        <w:t>ayant</w:t>
      </w:r>
      <w:r>
        <w:t xml:space="preserve">, </w:t>
      </w:r>
      <w:r w:rsidR="00E36F6A" w:rsidRPr="00F23192">
        <w:t>grâce à mon intervention</w:t>
      </w:r>
      <w:r>
        <w:t xml:space="preserve">, </w:t>
      </w:r>
      <w:r w:rsidR="00E36F6A" w:rsidRPr="00F23192">
        <w:t>échappé aux va</w:t>
      </w:r>
      <w:r w:rsidR="00E36F6A" w:rsidRPr="00F23192">
        <w:t>u</w:t>
      </w:r>
      <w:r w:rsidR="00E36F6A" w:rsidRPr="00F23192">
        <w:t>riens qui le violentaient</w:t>
      </w:r>
      <w:r>
        <w:t xml:space="preserve">, </w:t>
      </w:r>
      <w:r w:rsidR="00E36F6A" w:rsidRPr="00F23192">
        <w:t>a</w:t>
      </w:r>
      <w:r>
        <w:t xml:space="preserve">, </w:t>
      </w:r>
      <w:r w:rsidR="00E36F6A" w:rsidRPr="00F23192">
        <w:t>dans sa fuite</w:t>
      </w:r>
      <w:r>
        <w:t xml:space="preserve">, </w:t>
      </w:r>
      <w:r w:rsidR="00E36F6A" w:rsidRPr="00F23192">
        <w:t>provoqué votre acc</w:t>
      </w:r>
      <w:r w:rsidR="00E36F6A" w:rsidRPr="00F23192">
        <w:t>i</w:t>
      </w:r>
      <w:r w:rsidR="00E36F6A" w:rsidRPr="00F23192">
        <w:t>dent</w:t>
      </w:r>
      <w:r>
        <w:t>…</w:t>
      </w:r>
    </w:p>
    <w:p w14:paraId="6C567188" w14:textId="77777777" w:rsidR="00D60A57" w:rsidRDefault="00E36F6A" w:rsidP="00D60A57">
      <w:r w:rsidRPr="00F23192">
        <w:t>Il ajouta</w:t>
      </w:r>
      <w:r w:rsidR="00D60A57">
        <w:t xml:space="preserve">, </w:t>
      </w:r>
      <w:r w:rsidRPr="00F23192">
        <w:t>furieux</w:t>
      </w:r>
      <w:r w:rsidR="00D60A57">
        <w:t> :</w:t>
      </w:r>
    </w:p>
    <w:p w14:paraId="1AA88BD7" w14:textId="77777777" w:rsidR="00D60A57" w:rsidRDefault="00D60A57" w:rsidP="00D60A57">
      <w:r>
        <w:t>— </w:t>
      </w:r>
      <w:r w:rsidR="00E36F6A" w:rsidRPr="00F23192">
        <w:t>Que ne l</w:t>
      </w:r>
      <w:r>
        <w:t>’</w:t>
      </w:r>
      <w:r w:rsidR="00E36F6A" w:rsidRPr="00F23192">
        <w:t>ai-je laissé aux mains de ces gueux</w:t>
      </w:r>
      <w:r>
        <w:t xml:space="preserve"> ?… </w:t>
      </w:r>
      <w:r w:rsidR="00E36F6A" w:rsidRPr="00F23192">
        <w:t>Une belle besogne que j</w:t>
      </w:r>
      <w:r>
        <w:t>’</w:t>
      </w:r>
      <w:r w:rsidR="00E36F6A" w:rsidRPr="00F23192">
        <w:t>ai faite là</w:t>
      </w:r>
      <w:r>
        <w:t xml:space="preserve">, </w:t>
      </w:r>
      <w:r w:rsidR="00E36F6A" w:rsidRPr="00F23192">
        <w:t>en vérité</w:t>
      </w:r>
      <w:r>
        <w:t> !</w:t>
      </w:r>
    </w:p>
    <w:p w14:paraId="36A6CF2C" w14:textId="77777777" w:rsidR="00D60A57" w:rsidRDefault="00E36F6A" w:rsidP="00D60A57">
      <w:r w:rsidRPr="00F23192">
        <w:t>Edwige lui dit doucement</w:t>
      </w:r>
      <w:r w:rsidR="00D60A57">
        <w:t> :</w:t>
      </w:r>
    </w:p>
    <w:p w14:paraId="5571DCF4" w14:textId="77777777" w:rsidR="00D60A57" w:rsidRDefault="00D60A57" w:rsidP="00D60A57">
      <w:r>
        <w:t>— </w:t>
      </w:r>
      <w:r w:rsidR="00E36F6A" w:rsidRPr="00F23192">
        <w:t>Il ne faut jamais regretter une bonne action</w:t>
      </w:r>
      <w:r>
        <w:t>.</w:t>
      </w:r>
    </w:p>
    <w:p w14:paraId="1ADA2748" w14:textId="77777777" w:rsidR="00D60A57" w:rsidRDefault="00D60A57" w:rsidP="00D60A57">
      <w:r>
        <w:t>— </w:t>
      </w:r>
      <w:r w:rsidR="00E36F6A" w:rsidRPr="00F23192">
        <w:t>Qui aurait pu vous coûter la vie</w:t>
      </w:r>
      <w:r>
        <w:t xml:space="preserve">, </w:t>
      </w:r>
      <w:r w:rsidR="00E36F6A" w:rsidRPr="00F23192">
        <w:t>dit-il</w:t>
      </w:r>
      <w:r>
        <w:t xml:space="preserve">, </w:t>
      </w:r>
      <w:r w:rsidR="00E36F6A" w:rsidRPr="00F23192">
        <w:t>la voix tre</w:t>
      </w:r>
      <w:r w:rsidR="00E36F6A" w:rsidRPr="00F23192">
        <w:t>m</w:t>
      </w:r>
      <w:r w:rsidR="00E36F6A" w:rsidRPr="00F23192">
        <w:t>blante</w:t>
      </w:r>
      <w:r>
        <w:t>.</w:t>
      </w:r>
    </w:p>
    <w:p w14:paraId="2E9C6603" w14:textId="77777777" w:rsidR="00D60A57" w:rsidRDefault="00D60A57" w:rsidP="00D60A57">
      <w:r>
        <w:t>— </w:t>
      </w:r>
      <w:r w:rsidR="00E36F6A" w:rsidRPr="00F23192">
        <w:t>Mais</w:t>
      </w:r>
      <w:r>
        <w:t xml:space="preserve">, </w:t>
      </w:r>
      <w:r w:rsidR="00E36F6A" w:rsidRPr="00F23192">
        <w:t>puisqu</w:t>
      </w:r>
      <w:r>
        <w:t>’</w:t>
      </w:r>
      <w:r w:rsidR="00E36F6A" w:rsidRPr="00F23192">
        <w:t>il n</w:t>
      </w:r>
      <w:r>
        <w:t>’</w:t>
      </w:r>
      <w:r w:rsidR="00E36F6A" w:rsidRPr="00F23192">
        <w:t>en a rien été</w:t>
      </w:r>
      <w:r>
        <w:t xml:space="preserve">, </w:t>
      </w:r>
      <w:r w:rsidR="00E36F6A" w:rsidRPr="00F23192">
        <w:t>mon amour</w:t>
      </w:r>
      <w:r>
        <w:t xml:space="preserve">, </w:t>
      </w:r>
      <w:r w:rsidR="00E36F6A" w:rsidRPr="00F23192">
        <w:t>puisque je suis là</w:t>
      </w:r>
      <w:r>
        <w:t xml:space="preserve">, </w:t>
      </w:r>
      <w:r w:rsidR="00E36F6A" w:rsidRPr="00F23192">
        <w:t>près de vous</w:t>
      </w:r>
      <w:r>
        <w:t> !</w:t>
      </w:r>
    </w:p>
    <w:p w14:paraId="049BE244" w14:textId="3E21B7FE" w:rsidR="00E36F6A" w:rsidRPr="00F23192" w:rsidRDefault="00E36F6A" w:rsidP="00D60A57">
      <w:pPr>
        <w:pStyle w:val="Titre1"/>
      </w:pPr>
      <w:bookmarkStart w:id="4" w:name="_Toc186820627"/>
      <w:bookmarkStart w:id="5" w:name="_Toc195122104"/>
      <w:r w:rsidRPr="00F23192">
        <w:lastRenderedPageBreak/>
        <w:t>CHAPITRE II</w:t>
      </w:r>
      <w:r w:rsidRPr="00F23192">
        <w:br/>
      </w:r>
      <w:r w:rsidRPr="00F23192">
        <w:br/>
        <w:t>FACE À FACE</w:t>
      </w:r>
      <w:bookmarkEnd w:id="4"/>
      <w:bookmarkEnd w:id="5"/>
      <w:r w:rsidRPr="00F23192">
        <w:br/>
      </w:r>
    </w:p>
    <w:p w14:paraId="59E7FFBA" w14:textId="77777777" w:rsidR="00D60A57" w:rsidRDefault="00E36F6A" w:rsidP="00D60A57">
      <w:r w:rsidRPr="00F23192">
        <w:t>L</w:t>
      </w:r>
      <w:r w:rsidR="00D60A57">
        <w:t>’</w:t>
      </w:r>
      <w:r w:rsidRPr="00F23192">
        <w:t>assemblée était nombreuse</w:t>
      </w:r>
      <w:r w:rsidR="00D60A57">
        <w:t>.</w:t>
      </w:r>
    </w:p>
    <w:p w14:paraId="283486DD" w14:textId="77777777" w:rsidR="00D60A57" w:rsidRDefault="00E36F6A" w:rsidP="00D60A57">
      <w:r w:rsidRPr="00F23192">
        <w:t xml:space="preserve">La convocation du duc de </w:t>
      </w:r>
      <w:proofErr w:type="spellStart"/>
      <w:r w:rsidRPr="00F23192">
        <w:t>Kerlor</w:t>
      </w:r>
      <w:proofErr w:type="spellEnd"/>
      <w:r w:rsidRPr="00F23192">
        <w:t xml:space="preserve"> était conçue en de tels termes qu</w:t>
      </w:r>
      <w:r w:rsidR="00D60A57">
        <w:t>’</w:t>
      </w:r>
      <w:r w:rsidRPr="00F23192">
        <w:t>aucun Breton</w:t>
      </w:r>
      <w:r w:rsidR="00D60A57">
        <w:t xml:space="preserve">, </w:t>
      </w:r>
      <w:r w:rsidRPr="00F23192">
        <w:t>digne de ce nom</w:t>
      </w:r>
      <w:r w:rsidR="00D60A57">
        <w:t xml:space="preserve">, </w:t>
      </w:r>
      <w:r w:rsidRPr="00F23192">
        <w:t>n</w:t>
      </w:r>
      <w:r w:rsidR="00D60A57">
        <w:t>’</w:t>
      </w:r>
      <w:r w:rsidRPr="00F23192">
        <w:t>avait pu y deme</w:t>
      </w:r>
      <w:r w:rsidRPr="00F23192">
        <w:t>u</w:t>
      </w:r>
      <w:r w:rsidRPr="00F23192">
        <w:t>rer indifférent</w:t>
      </w:r>
      <w:r w:rsidR="00D60A57">
        <w:t>.</w:t>
      </w:r>
    </w:p>
    <w:p w14:paraId="1DD1818B" w14:textId="77777777" w:rsidR="00D60A57" w:rsidRDefault="00D60A57" w:rsidP="00D60A57">
      <w:r>
        <w:t>« </w:t>
      </w:r>
      <w:r w:rsidR="00E36F6A" w:rsidRPr="00F23192">
        <w:t>C</w:t>
      </w:r>
      <w:r>
        <w:t>’</w:t>
      </w:r>
      <w:r w:rsidR="00E36F6A" w:rsidRPr="00F23192">
        <w:t>est du sort du pays d</w:t>
      </w:r>
      <w:r>
        <w:t>’</w:t>
      </w:r>
      <w:r w:rsidR="00E36F6A" w:rsidRPr="00F23192">
        <w:t>Armor qu</w:t>
      </w:r>
      <w:r>
        <w:t>’</w:t>
      </w:r>
      <w:r w:rsidR="00E36F6A" w:rsidRPr="00F23192">
        <w:t>il s</w:t>
      </w:r>
      <w:r>
        <w:t>’</w:t>
      </w:r>
      <w:r w:rsidR="00E36F6A" w:rsidRPr="00F23192">
        <w:t>agit</w:t>
      </w:r>
      <w:r>
        <w:t xml:space="preserve">… </w:t>
      </w:r>
      <w:r w:rsidR="00E36F6A" w:rsidRPr="00F23192">
        <w:t>de sa vie ou de sa mort</w:t>
      </w:r>
      <w:r>
        <w:t> ! »</w:t>
      </w:r>
    </w:p>
    <w:p w14:paraId="47D1AE5A" w14:textId="77777777" w:rsidR="00D60A57" w:rsidRDefault="00E36F6A" w:rsidP="00D60A57">
      <w:r w:rsidRPr="00F23192">
        <w:t>Le ban et l</w:t>
      </w:r>
      <w:r w:rsidR="00D60A57">
        <w:t>’</w:t>
      </w:r>
      <w:r w:rsidRPr="00F23192">
        <w:t>arrière-ban de tous ceux qui portaient épée au côté et dague au flanc étaient accourus et emplissaient la cour du château</w:t>
      </w:r>
      <w:r w:rsidR="00D60A57">
        <w:t xml:space="preserve"> ; </w:t>
      </w:r>
      <w:r w:rsidRPr="00F23192">
        <w:t>dans les groupes se discutaient avec chaleur les suppositions</w:t>
      </w:r>
      <w:r w:rsidR="00D60A57">
        <w:t xml:space="preserve">, </w:t>
      </w:r>
      <w:r w:rsidRPr="00F23192">
        <w:t>les incertitudes</w:t>
      </w:r>
      <w:r w:rsidR="00D60A57">
        <w:t xml:space="preserve">, </w:t>
      </w:r>
      <w:r w:rsidRPr="00F23192">
        <w:t>les affirmations des uns et des autres</w:t>
      </w:r>
      <w:r w:rsidR="00D60A57">
        <w:t>.</w:t>
      </w:r>
    </w:p>
    <w:p w14:paraId="609F4927" w14:textId="77777777" w:rsidR="00D60A57" w:rsidRDefault="00E36F6A" w:rsidP="00D60A57">
      <w:r w:rsidRPr="00F23192">
        <w:t>Chacun</w:t>
      </w:r>
      <w:r w:rsidR="00D60A57">
        <w:t xml:space="preserve"> – </w:t>
      </w:r>
      <w:r w:rsidRPr="00F23192">
        <w:t>comme il sied en pareilles circonstances</w:t>
      </w:r>
      <w:r w:rsidR="00D60A57">
        <w:t xml:space="preserve"> – </w:t>
      </w:r>
      <w:r w:rsidRPr="00F23192">
        <w:t>se pr</w:t>
      </w:r>
      <w:r w:rsidRPr="00F23192">
        <w:t>é</w:t>
      </w:r>
      <w:r w:rsidRPr="00F23192">
        <w:t>tendait mieux renseigné que son voisin et donnait ses rense</w:t>
      </w:r>
      <w:r w:rsidRPr="00F23192">
        <w:t>i</w:t>
      </w:r>
      <w:r w:rsidRPr="00F23192">
        <w:t>gnements particuliers</w:t>
      </w:r>
      <w:r w:rsidR="00D60A57">
        <w:t>, « </w:t>
      </w:r>
      <w:r w:rsidRPr="00F23192">
        <w:t>puisés en bonne source</w:t>
      </w:r>
      <w:r w:rsidR="00D60A57">
        <w:t xml:space="preserve"> »… </w:t>
      </w:r>
      <w:r w:rsidRPr="00F23192">
        <w:t>et ces re</w:t>
      </w:r>
      <w:r w:rsidRPr="00F23192">
        <w:t>n</w:t>
      </w:r>
      <w:r w:rsidRPr="00F23192">
        <w:t>seignements étaient</w:t>
      </w:r>
      <w:r w:rsidR="00D60A57">
        <w:t xml:space="preserve">, </w:t>
      </w:r>
      <w:r w:rsidRPr="00F23192">
        <w:t>bien entendu</w:t>
      </w:r>
      <w:r w:rsidR="00D60A57">
        <w:t xml:space="preserve">, </w:t>
      </w:r>
      <w:r w:rsidRPr="00F23192">
        <w:t>contr</w:t>
      </w:r>
      <w:r w:rsidRPr="00F23192">
        <w:t>a</w:t>
      </w:r>
      <w:r w:rsidRPr="00F23192">
        <w:t>dictoires</w:t>
      </w:r>
      <w:r w:rsidR="00D60A57">
        <w:t xml:space="preserve">… </w:t>
      </w:r>
      <w:r w:rsidRPr="00F23192">
        <w:t>si bien que</w:t>
      </w:r>
      <w:r w:rsidR="00D60A57">
        <w:t xml:space="preserve"> – </w:t>
      </w:r>
      <w:r w:rsidRPr="00F23192">
        <w:t>chacun tenant les siens pour les seuls ayant quelque valeur</w:t>
      </w:r>
      <w:r w:rsidR="00D60A57">
        <w:t xml:space="preserve"> – </w:t>
      </w:r>
      <w:r w:rsidRPr="00F23192">
        <w:t>la plus grande confusion régnait</w:t>
      </w:r>
      <w:r w:rsidR="00D60A57">
        <w:t xml:space="preserve">, </w:t>
      </w:r>
      <w:r w:rsidRPr="00F23192">
        <w:t>créant une atmosphère</w:t>
      </w:r>
      <w:r w:rsidR="00D60A57">
        <w:t xml:space="preserve">, </w:t>
      </w:r>
      <w:r w:rsidRPr="00F23192">
        <w:t>pr</w:t>
      </w:r>
      <w:r w:rsidRPr="00F23192">
        <w:t>é</w:t>
      </w:r>
      <w:r w:rsidRPr="00F23192">
        <w:t>curseur d</w:t>
      </w:r>
      <w:r w:rsidR="00D60A57">
        <w:t>’</w:t>
      </w:r>
      <w:r w:rsidRPr="00F23192">
        <w:t>orage</w:t>
      </w:r>
      <w:r w:rsidR="00D60A57">
        <w:t xml:space="preserve">… </w:t>
      </w:r>
      <w:r w:rsidRPr="00F23192">
        <w:t>lequel semblait près d</w:t>
      </w:r>
      <w:r w:rsidR="00D60A57">
        <w:t>’</w:t>
      </w:r>
      <w:r w:rsidRPr="00F23192">
        <w:t>éclater quand</w:t>
      </w:r>
      <w:r w:rsidR="00D60A57">
        <w:t xml:space="preserve">, </w:t>
      </w:r>
      <w:r w:rsidRPr="00F23192">
        <w:t>enfin</w:t>
      </w:r>
      <w:r w:rsidR="00D60A57">
        <w:t xml:space="preserve">, </w:t>
      </w:r>
      <w:r w:rsidRPr="00F23192">
        <w:t>escorté d</w:t>
      </w:r>
      <w:r w:rsidR="00D60A57">
        <w:t>’</w:t>
      </w:r>
      <w:r w:rsidRPr="00F23192">
        <w:t>une troupe nombreuse</w:t>
      </w:r>
      <w:r w:rsidR="00D60A57">
        <w:t xml:space="preserve">, </w:t>
      </w:r>
      <w:r w:rsidRPr="00F23192">
        <w:t xml:space="preserve">parut le duc de </w:t>
      </w:r>
      <w:proofErr w:type="spellStart"/>
      <w:r w:rsidRPr="00F23192">
        <w:t>Kerlor</w:t>
      </w:r>
      <w:proofErr w:type="spellEnd"/>
      <w:r w:rsidR="00D60A57">
        <w:t>.</w:t>
      </w:r>
    </w:p>
    <w:p w14:paraId="28B9C58A" w14:textId="77777777" w:rsidR="00D60A57" w:rsidRDefault="00E36F6A" w:rsidP="00D60A57">
      <w:r w:rsidRPr="00F23192">
        <w:t>C</w:t>
      </w:r>
      <w:r w:rsidR="00D60A57">
        <w:t>’</w:t>
      </w:r>
      <w:r w:rsidRPr="00F23192">
        <w:t>était un homme d</w:t>
      </w:r>
      <w:r w:rsidR="00D60A57">
        <w:t>’</w:t>
      </w:r>
      <w:r w:rsidRPr="00F23192">
        <w:t>une quarantaine d</w:t>
      </w:r>
      <w:r w:rsidR="00D60A57">
        <w:t>’</w:t>
      </w:r>
      <w:r w:rsidRPr="00F23192">
        <w:t>années</w:t>
      </w:r>
      <w:r w:rsidR="00D60A57">
        <w:t xml:space="preserve">, </w:t>
      </w:r>
      <w:r w:rsidRPr="00F23192">
        <w:t>de haute taille et de puissante allure</w:t>
      </w:r>
      <w:r w:rsidR="00D60A57">
        <w:t xml:space="preserve">, </w:t>
      </w:r>
      <w:r w:rsidRPr="00F23192">
        <w:t>dont le masque</w:t>
      </w:r>
      <w:r w:rsidR="00D60A57">
        <w:t xml:space="preserve">, </w:t>
      </w:r>
      <w:r w:rsidRPr="00F23192">
        <w:t>aux traits énerg</w:t>
      </w:r>
      <w:r w:rsidRPr="00F23192">
        <w:t>i</w:t>
      </w:r>
      <w:r w:rsidRPr="00F23192">
        <w:t>ques</w:t>
      </w:r>
      <w:r w:rsidR="00D60A57">
        <w:t xml:space="preserve">, </w:t>
      </w:r>
      <w:r w:rsidRPr="00F23192">
        <w:t>reflétait les passions qui le tenaient tout entier</w:t>
      </w:r>
      <w:r w:rsidR="00D60A57">
        <w:t xml:space="preserve"> ; </w:t>
      </w:r>
      <w:r w:rsidRPr="00F23192">
        <w:lastRenderedPageBreak/>
        <w:t>grand chasseur</w:t>
      </w:r>
      <w:r w:rsidR="00D60A57">
        <w:t xml:space="preserve">, </w:t>
      </w:r>
      <w:r w:rsidRPr="00F23192">
        <w:t>grand coureur</w:t>
      </w:r>
      <w:r w:rsidR="00D60A57">
        <w:t xml:space="preserve">, </w:t>
      </w:r>
      <w:r w:rsidRPr="00F23192">
        <w:t>il était également grand joueur</w:t>
      </w:r>
      <w:r w:rsidR="00D60A57">
        <w:t>.</w:t>
      </w:r>
    </w:p>
    <w:p w14:paraId="0B357FF4" w14:textId="77777777" w:rsidR="00D60A57" w:rsidRDefault="00E36F6A" w:rsidP="00D60A57">
      <w:r w:rsidRPr="00F23192">
        <w:t>Le bruit courait qu</w:t>
      </w:r>
      <w:r w:rsidR="00D60A57">
        <w:t>’</w:t>
      </w:r>
      <w:r w:rsidRPr="00F23192">
        <w:t>il avait mangé aux cartes l</w:t>
      </w:r>
      <w:r w:rsidR="00D60A57">
        <w:t>’</w:t>
      </w:r>
      <w:r w:rsidRPr="00F23192">
        <w:t>héritage p</w:t>
      </w:r>
      <w:r w:rsidRPr="00F23192">
        <w:t>a</w:t>
      </w:r>
      <w:r w:rsidRPr="00F23192">
        <w:t>ternel</w:t>
      </w:r>
      <w:r w:rsidR="00D60A57">
        <w:t xml:space="preserve">, </w:t>
      </w:r>
      <w:r w:rsidRPr="00F23192">
        <w:t>et que toutes mesures lui étaient bonnes qui lui perme</w:t>
      </w:r>
      <w:r w:rsidRPr="00F23192">
        <w:t>t</w:t>
      </w:r>
      <w:r w:rsidRPr="00F23192">
        <w:t>taient de soutenir un train de vie digne de la longue lignée d</w:t>
      </w:r>
      <w:r w:rsidR="00D60A57">
        <w:t>’</w:t>
      </w:r>
      <w:r w:rsidRPr="00F23192">
        <w:t>a</w:t>
      </w:r>
      <w:r w:rsidRPr="00F23192">
        <w:t>n</w:t>
      </w:r>
      <w:r w:rsidRPr="00F23192">
        <w:t>cêtres qu</w:t>
      </w:r>
      <w:r w:rsidR="00D60A57">
        <w:t>’</w:t>
      </w:r>
      <w:r w:rsidRPr="00F23192">
        <w:t>il représentait</w:t>
      </w:r>
      <w:r w:rsidR="00D60A57">
        <w:t>.</w:t>
      </w:r>
    </w:p>
    <w:p w14:paraId="57D00735" w14:textId="77777777" w:rsidR="00D60A57" w:rsidRDefault="00E36F6A" w:rsidP="00D60A57">
      <w:r w:rsidRPr="00F23192">
        <w:t>Ce bruit</w:t>
      </w:r>
      <w:r w:rsidR="00D60A57">
        <w:t xml:space="preserve">, </w:t>
      </w:r>
      <w:r w:rsidRPr="00F23192">
        <w:t>est-il besoin de le dire</w:t>
      </w:r>
      <w:r w:rsidR="00D60A57">
        <w:t xml:space="preserve">, </w:t>
      </w:r>
      <w:r w:rsidRPr="00F23192">
        <w:t>circulait très discrètement</w:t>
      </w:r>
      <w:r w:rsidR="00D60A57">
        <w:t xml:space="preserve">, </w:t>
      </w:r>
      <w:r w:rsidRPr="00F23192">
        <w:t>plusieurs exemples tragiques ayant établi que ceux qui avaient eu l</w:t>
      </w:r>
      <w:r w:rsidR="00D60A57">
        <w:t>’</w:t>
      </w:r>
      <w:r w:rsidRPr="00F23192">
        <w:t>imprudence de s</w:t>
      </w:r>
      <w:r w:rsidR="00D60A57">
        <w:t>’</w:t>
      </w:r>
      <w:r w:rsidRPr="00F23192">
        <w:t>en faire l</w:t>
      </w:r>
      <w:r w:rsidR="00D60A57">
        <w:t>’</w:t>
      </w:r>
      <w:r w:rsidRPr="00F23192">
        <w:t>écho avaient payé cher leur libe</w:t>
      </w:r>
      <w:r w:rsidRPr="00F23192">
        <w:t>r</w:t>
      </w:r>
      <w:r w:rsidRPr="00F23192">
        <w:t>té de langage</w:t>
      </w:r>
      <w:r w:rsidR="00D60A57">
        <w:t>.</w:t>
      </w:r>
    </w:p>
    <w:p w14:paraId="4C067CF0" w14:textId="77777777" w:rsidR="00D60A57" w:rsidRDefault="00E36F6A" w:rsidP="00D60A57">
      <w:r w:rsidRPr="00F23192">
        <w:t>Les gens qui l</w:t>
      </w:r>
      <w:r w:rsidR="00D60A57">
        <w:t>’</w:t>
      </w:r>
      <w:r w:rsidRPr="00F23192">
        <w:t>accompagnaient faisaient figure plutôt d</w:t>
      </w:r>
      <w:r w:rsidR="00D60A57">
        <w:t>’</w:t>
      </w:r>
      <w:r w:rsidRPr="00F23192">
        <w:t>aventuriers que de gentilshommes</w:t>
      </w:r>
      <w:r w:rsidR="00D60A57">
        <w:t xml:space="preserve">, </w:t>
      </w:r>
      <w:r w:rsidRPr="00F23192">
        <w:t>quoique portant grands noms et menant tapage</w:t>
      </w:r>
      <w:r w:rsidR="00D60A57">
        <w:t>.</w:t>
      </w:r>
    </w:p>
    <w:p w14:paraId="38D7EE33" w14:textId="77777777" w:rsidR="00D60A57" w:rsidRDefault="00E36F6A" w:rsidP="00D60A57">
      <w:r w:rsidRPr="00F23192">
        <w:t>La foule les accueillit bruyamment</w:t>
      </w:r>
      <w:r w:rsidR="00D60A57">
        <w:t xml:space="preserve">, </w:t>
      </w:r>
      <w:r w:rsidRPr="00F23192">
        <w:t>tandis qu</w:t>
      </w:r>
      <w:r w:rsidR="00D60A57">
        <w:t>’</w:t>
      </w:r>
      <w:r w:rsidRPr="00F23192">
        <w:t>ils mettaient pied à terre et s</w:t>
      </w:r>
      <w:r w:rsidR="00D60A57">
        <w:t>’</w:t>
      </w:r>
      <w:r w:rsidRPr="00F23192">
        <w:t>en allaient prendre place au pied du perron qui donnait accès au château et sur la plus haute marche duquel le duc s</w:t>
      </w:r>
      <w:r w:rsidR="00D60A57">
        <w:t>’</w:t>
      </w:r>
      <w:r w:rsidRPr="00F23192">
        <w:t>était aussitôt posté</w:t>
      </w:r>
      <w:r w:rsidR="00D60A57">
        <w:t xml:space="preserve">, </w:t>
      </w:r>
      <w:r w:rsidRPr="00F23192">
        <w:t>promenant autour de lui un regard inve</w:t>
      </w:r>
      <w:r w:rsidRPr="00F23192">
        <w:t>s</w:t>
      </w:r>
      <w:r w:rsidRPr="00F23192">
        <w:t>tigateur</w:t>
      </w:r>
      <w:r w:rsidR="00D60A57">
        <w:t>.</w:t>
      </w:r>
    </w:p>
    <w:p w14:paraId="194A19CA" w14:textId="77777777" w:rsidR="00D60A57" w:rsidRDefault="00E36F6A" w:rsidP="00D60A57">
      <w:r w:rsidRPr="00F23192">
        <w:t>La main dressée au-dessus de sa tête</w:t>
      </w:r>
      <w:r w:rsidR="00D60A57">
        <w:t xml:space="preserve">, </w:t>
      </w:r>
      <w:r w:rsidRPr="00F23192">
        <w:t>il imposa silence et dit</w:t>
      </w:r>
      <w:r w:rsidR="00D60A57">
        <w:t xml:space="preserve">, </w:t>
      </w:r>
      <w:r w:rsidRPr="00F23192">
        <w:t>la voix nette</w:t>
      </w:r>
      <w:r w:rsidR="00D60A57">
        <w:t xml:space="preserve">, </w:t>
      </w:r>
      <w:r w:rsidRPr="00F23192">
        <w:t>impérieuse</w:t>
      </w:r>
      <w:r w:rsidR="00D60A57">
        <w:t> :</w:t>
      </w:r>
    </w:p>
    <w:p w14:paraId="14A09B8A" w14:textId="77777777" w:rsidR="00D60A57" w:rsidRDefault="00D60A57" w:rsidP="00D60A57">
      <w:r>
        <w:t>— </w:t>
      </w:r>
      <w:r w:rsidR="00E36F6A" w:rsidRPr="00F23192">
        <w:t>Je constate à regret que certains d</w:t>
      </w:r>
      <w:r>
        <w:t>’</w:t>
      </w:r>
      <w:r w:rsidR="00E36F6A" w:rsidRPr="00F23192">
        <w:t>entre nos amis</w:t>
      </w:r>
      <w:r>
        <w:t xml:space="preserve">, </w:t>
      </w:r>
      <w:r w:rsidR="00E36F6A" w:rsidRPr="00F23192">
        <w:t>ou du moins de ceux que j</w:t>
      </w:r>
      <w:r>
        <w:t>’</w:t>
      </w:r>
      <w:r w:rsidR="00E36F6A" w:rsidRPr="00F23192">
        <w:t>avais jusqu</w:t>
      </w:r>
      <w:r>
        <w:t>’</w:t>
      </w:r>
      <w:r w:rsidR="00E36F6A" w:rsidRPr="00F23192">
        <w:t>ici considérés comme tels</w:t>
      </w:r>
      <w:r>
        <w:t xml:space="preserve">, </w:t>
      </w:r>
      <w:r w:rsidR="00E36F6A" w:rsidRPr="00F23192">
        <w:t>n</w:t>
      </w:r>
      <w:r>
        <w:t>’</w:t>
      </w:r>
      <w:r w:rsidR="00E36F6A" w:rsidRPr="00F23192">
        <w:t>ont pas cru devoir se déranger</w:t>
      </w:r>
      <w:r>
        <w:t> :</w:t>
      </w:r>
    </w:p>
    <w:p w14:paraId="5757FE22" w14:textId="77777777" w:rsidR="00D60A57" w:rsidRDefault="00E36F6A" w:rsidP="00D60A57">
      <w:r w:rsidRPr="00F23192">
        <w:t>Son regard continuait à fouiller la foule</w:t>
      </w:r>
      <w:r w:rsidR="00D60A57">
        <w:t>.</w:t>
      </w:r>
    </w:p>
    <w:p w14:paraId="26A3072A" w14:textId="77777777" w:rsidR="00D60A57" w:rsidRDefault="00D60A57" w:rsidP="00D60A57">
      <w:r>
        <w:t>— </w:t>
      </w:r>
      <w:r w:rsidR="00E36F6A" w:rsidRPr="00F23192">
        <w:t>Et notamment celui qui se doit</w:t>
      </w:r>
      <w:r>
        <w:t xml:space="preserve">, </w:t>
      </w:r>
      <w:r w:rsidR="00E36F6A" w:rsidRPr="00F23192">
        <w:t>par le nom qu</w:t>
      </w:r>
      <w:r>
        <w:t>’</w:t>
      </w:r>
      <w:r w:rsidR="00E36F6A" w:rsidRPr="00F23192">
        <w:t>il porte</w:t>
      </w:r>
      <w:r>
        <w:t xml:space="preserve">, </w:t>
      </w:r>
      <w:r w:rsidR="00E36F6A" w:rsidRPr="00F23192">
        <w:t>par la famille à laquelle il appartient</w:t>
      </w:r>
      <w:r>
        <w:t xml:space="preserve">, </w:t>
      </w:r>
      <w:r w:rsidR="00E36F6A" w:rsidRPr="00F23192">
        <w:t>de tenir notre tête</w:t>
      </w:r>
      <w:r>
        <w:t xml:space="preserve">, </w:t>
      </w:r>
      <w:r w:rsidR="00E36F6A" w:rsidRPr="00F23192">
        <w:t>à nous tous tant que nous sommes</w:t>
      </w:r>
      <w:r>
        <w:t xml:space="preserve">. </w:t>
      </w:r>
      <w:r w:rsidR="00E36F6A" w:rsidRPr="00F23192">
        <w:t>J</w:t>
      </w:r>
      <w:r>
        <w:t>’</w:t>
      </w:r>
      <w:r w:rsidR="00E36F6A" w:rsidRPr="00F23192">
        <w:t xml:space="preserve">ai nommé </w:t>
      </w:r>
      <w:r>
        <w:t>M. </w:t>
      </w:r>
      <w:r w:rsidR="00E36F6A" w:rsidRPr="00F23192">
        <w:t xml:space="preserve">le comte du </w:t>
      </w:r>
      <w:proofErr w:type="spellStart"/>
      <w:r w:rsidR="00E36F6A" w:rsidRPr="00F23192">
        <w:t>F</w:t>
      </w:r>
      <w:r w:rsidR="00E36F6A" w:rsidRPr="00F23192">
        <w:t>a</w:t>
      </w:r>
      <w:r w:rsidR="00E36F6A" w:rsidRPr="00F23192">
        <w:t>louët</w:t>
      </w:r>
      <w:proofErr w:type="spellEnd"/>
      <w:r>
        <w:t>…</w:t>
      </w:r>
    </w:p>
    <w:p w14:paraId="320AD3A3" w14:textId="77777777" w:rsidR="00D60A57" w:rsidRDefault="00E36F6A" w:rsidP="00D60A57">
      <w:r w:rsidRPr="00F23192">
        <w:lastRenderedPageBreak/>
        <w:t>Une voix partit de l</w:t>
      </w:r>
      <w:r w:rsidR="00D60A57">
        <w:t>’</w:t>
      </w:r>
      <w:r w:rsidRPr="00F23192">
        <w:t>ombre d</w:t>
      </w:r>
      <w:r w:rsidR="00D60A57">
        <w:t>’</w:t>
      </w:r>
      <w:r w:rsidRPr="00F23192">
        <w:t>un pilier</w:t>
      </w:r>
      <w:r w:rsidR="00D60A57">
        <w:t> :</w:t>
      </w:r>
    </w:p>
    <w:p w14:paraId="3387767C" w14:textId="77777777" w:rsidR="00D60A57" w:rsidRDefault="00D60A57" w:rsidP="00D60A57">
      <w:r>
        <w:t>— </w:t>
      </w:r>
      <w:r w:rsidR="00E36F6A" w:rsidRPr="00F23192">
        <w:t>Je vous demande pardon</w:t>
      </w:r>
      <w:r>
        <w:t xml:space="preserve">, </w:t>
      </w:r>
      <w:r w:rsidR="00E36F6A" w:rsidRPr="00F23192">
        <w:t>monsieur le duc</w:t>
      </w:r>
      <w:r>
        <w:t xml:space="preserve">, </w:t>
      </w:r>
      <w:r w:rsidR="00E36F6A" w:rsidRPr="00F23192">
        <w:t>je suis pr</w:t>
      </w:r>
      <w:r w:rsidR="00E36F6A" w:rsidRPr="00F23192">
        <w:t>é</w:t>
      </w:r>
      <w:r w:rsidR="00E36F6A" w:rsidRPr="00F23192">
        <w:t>sent et je m</w:t>
      </w:r>
      <w:r>
        <w:t>’</w:t>
      </w:r>
      <w:r w:rsidR="00E36F6A" w:rsidRPr="00F23192">
        <w:t>étonne</w:t>
      </w:r>
      <w:r>
        <w:t xml:space="preserve">, </w:t>
      </w:r>
      <w:r w:rsidR="00E36F6A" w:rsidRPr="00F23192">
        <w:t>précisément en raison des titres que vous voulez bien me reconnaître</w:t>
      </w:r>
      <w:r>
        <w:t xml:space="preserve">, </w:t>
      </w:r>
      <w:r w:rsidR="00E36F6A" w:rsidRPr="00F23192">
        <w:t>que vous ayez pu croire à mon a</w:t>
      </w:r>
      <w:r w:rsidR="00E36F6A" w:rsidRPr="00F23192">
        <w:t>b</w:t>
      </w:r>
      <w:r w:rsidR="00E36F6A" w:rsidRPr="00F23192">
        <w:t>sence</w:t>
      </w:r>
      <w:r>
        <w:t>…</w:t>
      </w:r>
    </w:p>
    <w:p w14:paraId="219B2FD0" w14:textId="77777777" w:rsidR="00D60A57" w:rsidRDefault="00E36F6A" w:rsidP="00D60A57">
      <w:r w:rsidRPr="00F23192">
        <w:t>Ces mots prononcés avec un calme plein d</w:t>
      </w:r>
      <w:r w:rsidR="00D60A57">
        <w:t>’</w:t>
      </w:r>
      <w:r w:rsidRPr="00F23192">
        <w:t>assurance</w:t>
      </w:r>
      <w:r w:rsidR="00D60A57">
        <w:t xml:space="preserve">, </w:t>
      </w:r>
      <w:r w:rsidRPr="00F23192">
        <w:t>Be</w:t>
      </w:r>
      <w:r w:rsidRPr="00F23192">
        <w:t>r</w:t>
      </w:r>
      <w:r w:rsidRPr="00F23192">
        <w:t>trand se tut</w:t>
      </w:r>
      <w:r w:rsidR="00D60A57">
        <w:t xml:space="preserve">, </w:t>
      </w:r>
      <w:r w:rsidRPr="00F23192">
        <w:t>attendant une réplique qui lui permît de prendre position</w:t>
      </w:r>
      <w:r w:rsidR="00D60A57">
        <w:t xml:space="preserve"> ; </w:t>
      </w:r>
      <w:r w:rsidRPr="00F23192">
        <w:t>mais la réplique ne vint pas</w:t>
      </w:r>
      <w:r w:rsidR="00D60A57">
        <w:t xml:space="preserve">, </w:t>
      </w:r>
      <w:r w:rsidRPr="00F23192">
        <w:t>telle du moins qu</w:t>
      </w:r>
      <w:r w:rsidR="00D60A57">
        <w:t>’</w:t>
      </w:r>
      <w:r w:rsidRPr="00F23192">
        <w:t>il le supposait</w:t>
      </w:r>
      <w:r w:rsidR="00D60A57">
        <w:t>.</w:t>
      </w:r>
    </w:p>
    <w:p w14:paraId="02F3B7B0" w14:textId="77777777" w:rsidR="00D60A57" w:rsidRDefault="00E36F6A" w:rsidP="00D60A57">
      <w:r w:rsidRPr="00F23192">
        <w:t>Le duc se contenta de dire</w:t>
      </w:r>
      <w:r w:rsidR="00D60A57">
        <w:t> :</w:t>
      </w:r>
    </w:p>
    <w:p w14:paraId="0D798B7B" w14:textId="77777777" w:rsidR="00D60A57" w:rsidRDefault="00D60A57" w:rsidP="00D60A57">
      <w:r>
        <w:t>— </w:t>
      </w:r>
      <w:r w:rsidR="00E36F6A" w:rsidRPr="00F23192">
        <w:t xml:space="preserve">Je prends acte de la présence de </w:t>
      </w:r>
      <w:r>
        <w:t>M. </w:t>
      </w:r>
      <w:r w:rsidR="00E36F6A" w:rsidRPr="00F23192">
        <w:t xml:space="preserve">le comte du </w:t>
      </w:r>
      <w:proofErr w:type="spellStart"/>
      <w:r w:rsidR="00E36F6A" w:rsidRPr="00F23192">
        <w:t>F</w:t>
      </w:r>
      <w:r w:rsidR="00E36F6A" w:rsidRPr="00F23192">
        <w:t>a</w:t>
      </w:r>
      <w:r w:rsidR="00E36F6A" w:rsidRPr="00F23192">
        <w:t>louët</w:t>
      </w:r>
      <w:proofErr w:type="spellEnd"/>
      <w:r>
        <w:t>.</w:t>
      </w:r>
    </w:p>
    <w:p w14:paraId="178A29F1" w14:textId="77777777" w:rsidR="00D60A57" w:rsidRDefault="00E36F6A" w:rsidP="00D60A57">
      <w:r w:rsidRPr="00F23192">
        <w:t>C</w:t>
      </w:r>
      <w:r w:rsidR="00D60A57">
        <w:t>’</w:t>
      </w:r>
      <w:r w:rsidRPr="00F23192">
        <w:t>est alors que se produisit un incident dont</w:t>
      </w:r>
      <w:r w:rsidR="00D60A57">
        <w:t xml:space="preserve">, </w:t>
      </w:r>
      <w:r w:rsidRPr="00F23192">
        <w:t>sur le m</w:t>
      </w:r>
      <w:r w:rsidRPr="00F23192">
        <w:t>o</w:t>
      </w:r>
      <w:r w:rsidRPr="00F23192">
        <w:t>ment</w:t>
      </w:r>
      <w:r w:rsidR="00D60A57">
        <w:t xml:space="preserve">, </w:t>
      </w:r>
      <w:r w:rsidRPr="00F23192">
        <w:t>Bertrand ne calcula pas la portée</w:t>
      </w:r>
      <w:r w:rsidR="00D60A57">
        <w:t>.</w:t>
      </w:r>
    </w:p>
    <w:p w14:paraId="50D93652" w14:textId="77777777" w:rsidR="00D60A57" w:rsidRDefault="00E36F6A" w:rsidP="00D60A57">
      <w:r w:rsidRPr="00F23192">
        <w:t>Fendant la foule</w:t>
      </w:r>
      <w:r w:rsidR="00D60A57">
        <w:t xml:space="preserve">, </w:t>
      </w:r>
      <w:r w:rsidRPr="00F23192">
        <w:t>un personnage</w:t>
      </w:r>
      <w:r w:rsidR="00D60A57">
        <w:t xml:space="preserve">, </w:t>
      </w:r>
      <w:r w:rsidRPr="00F23192">
        <w:t>dont l</w:t>
      </w:r>
      <w:r w:rsidR="00D60A57">
        <w:t>’</w:t>
      </w:r>
      <w:r w:rsidRPr="00F23192">
        <w:t>arrivée avait été s</w:t>
      </w:r>
      <w:r w:rsidRPr="00F23192">
        <w:t>i</w:t>
      </w:r>
      <w:r w:rsidRPr="00F23192">
        <w:t>gnalée par un léger brouhaha</w:t>
      </w:r>
      <w:r w:rsidR="00D60A57">
        <w:t xml:space="preserve">, – </w:t>
      </w:r>
      <w:r w:rsidRPr="00F23192">
        <w:t>qui pouvait être d</w:t>
      </w:r>
      <w:r w:rsidR="00D60A57">
        <w:t>’</w:t>
      </w:r>
      <w:r w:rsidRPr="00F23192">
        <w:t>étonnement ou de réprobation</w:t>
      </w:r>
      <w:r w:rsidR="00D60A57">
        <w:t xml:space="preserve">, – </w:t>
      </w:r>
      <w:r w:rsidRPr="00F23192">
        <w:t>escalada lestement les marches du perron et</w:t>
      </w:r>
      <w:r w:rsidR="00D60A57">
        <w:t xml:space="preserve">, </w:t>
      </w:r>
      <w:r w:rsidRPr="00F23192">
        <w:t xml:space="preserve">se campant aux côtés du duc de </w:t>
      </w:r>
      <w:proofErr w:type="spellStart"/>
      <w:r w:rsidRPr="00F23192">
        <w:t>Kerlor</w:t>
      </w:r>
      <w:proofErr w:type="spellEnd"/>
      <w:r w:rsidR="00D60A57">
        <w:t xml:space="preserve">, </w:t>
      </w:r>
      <w:r w:rsidRPr="00F23192">
        <w:t>prononça d</w:t>
      </w:r>
      <w:r w:rsidR="00D60A57">
        <w:t>’</w:t>
      </w:r>
      <w:r w:rsidRPr="00F23192">
        <w:t>une voix forte qui porta jusqu</w:t>
      </w:r>
      <w:r w:rsidR="00D60A57">
        <w:t>’</w:t>
      </w:r>
      <w:r w:rsidRPr="00F23192">
        <w:t>au de</w:t>
      </w:r>
      <w:r w:rsidRPr="00F23192">
        <w:t>r</w:t>
      </w:r>
      <w:r w:rsidRPr="00F23192">
        <w:t>nier rang de l</w:t>
      </w:r>
      <w:r w:rsidR="00D60A57">
        <w:t>’</w:t>
      </w:r>
      <w:r w:rsidRPr="00F23192">
        <w:t>assemblée</w:t>
      </w:r>
      <w:r w:rsidR="00D60A57">
        <w:t> :</w:t>
      </w:r>
    </w:p>
    <w:p w14:paraId="52D60D26" w14:textId="77777777" w:rsidR="00D60A57" w:rsidRDefault="00D60A57" w:rsidP="00D60A57">
      <w:r>
        <w:t>— </w:t>
      </w:r>
      <w:r w:rsidR="00E36F6A" w:rsidRPr="00F23192">
        <w:t>Nous</w:t>
      </w:r>
      <w:r>
        <w:t xml:space="preserve">, </w:t>
      </w:r>
      <w:r w:rsidR="00E36F6A" w:rsidRPr="00F23192">
        <w:t>Guy Eder</w:t>
      </w:r>
      <w:r>
        <w:t xml:space="preserve">, </w:t>
      </w:r>
      <w:r w:rsidR="00E36F6A" w:rsidRPr="00F23192">
        <w:t>sire de la Fontanelle</w:t>
      </w:r>
      <w:r>
        <w:t xml:space="preserve">, </w:t>
      </w:r>
      <w:r w:rsidR="00E36F6A" w:rsidRPr="00F23192">
        <w:t>parlant et agissant comme représentant dans les pays bretons de la Sainte Ligue</w:t>
      </w:r>
      <w:r>
        <w:t xml:space="preserve">, </w:t>
      </w:r>
      <w:r w:rsidR="00E36F6A" w:rsidRPr="00F23192">
        <w:t>demandons à tous ceux ici présents de se déclarer publiquement prêts à donner un concours entier aux efforts de Mgr le duc de Guise pour renvoyer dans sa Navarre</w:t>
      </w:r>
      <w:r>
        <w:t xml:space="preserve">, </w:t>
      </w:r>
      <w:r w:rsidR="00E36F6A" w:rsidRPr="00F23192">
        <w:t>d</w:t>
      </w:r>
      <w:r>
        <w:t>’</w:t>
      </w:r>
      <w:r w:rsidR="00E36F6A" w:rsidRPr="00F23192">
        <w:t>où il n</w:t>
      </w:r>
      <w:r>
        <w:t>’</w:t>
      </w:r>
      <w:r w:rsidR="00E36F6A" w:rsidRPr="00F23192">
        <w:t>aurait jamais dû sortir</w:t>
      </w:r>
      <w:r>
        <w:t xml:space="preserve">, </w:t>
      </w:r>
      <w:r w:rsidR="00E36F6A" w:rsidRPr="00F23192">
        <w:t>le huguenot qui émet la prétention de régner sur la France catholique</w:t>
      </w:r>
      <w:r>
        <w:t xml:space="preserve">, </w:t>
      </w:r>
      <w:r w:rsidR="00E36F6A" w:rsidRPr="00F23192">
        <w:t>fille très chérie de l</w:t>
      </w:r>
      <w:r>
        <w:t>’</w:t>
      </w:r>
      <w:r w:rsidR="00E36F6A" w:rsidRPr="00F23192">
        <w:t>Église</w:t>
      </w:r>
      <w:r>
        <w:t>.</w:t>
      </w:r>
    </w:p>
    <w:p w14:paraId="74A93112" w14:textId="77777777" w:rsidR="00D60A57" w:rsidRDefault="00E36F6A" w:rsidP="00D60A57">
      <w:r w:rsidRPr="00F23192">
        <w:lastRenderedPageBreak/>
        <w:t>Là</w:t>
      </w:r>
      <w:r w:rsidR="00D60A57">
        <w:t xml:space="preserve">, </w:t>
      </w:r>
      <w:r w:rsidRPr="00F23192">
        <w:t>il fit une pause</w:t>
      </w:r>
      <w:r w:rsidR="00D60A57">
        <w:t xml:space="preserve">, </w:t>
      </w:r>
      <w:r w:rsidRPr="00F23192">
        <w:t>attendant que se manifestât la réaction que devait provoquer cette catégorique déclaration</w:t>
      </w:r>
      <w:r w:rsidR="00D60A57">
        <w:t>.</w:t>
      </w:r>
    </w:p>
    <w:p w14:paraId="52620F65" w14:textId="77777777" w:rsidR="00D60A57" w:rsidRDefault="00E36F6A" w:rsidP="00D60A57">
      <w:r w:rsidRPr="00F23192">
        <w:t>Mais</w:t>
      </w:r>
      <w:r w:rsidR="00D60A57">
        <w:t xml:space="preserve">, </w:t>
      </w:r>
      <w:r w:rsidRPr="00F23192">
        <w:t>au lieu de l</w:t>
      </w:r>
      <w:r w:rsidR="00D60A57">
        <w:t>’</w:t>
      </w:r>
      <w:r w:rsidRPr="00F23192">
        <w:t>approbation unanime à laquelle il s</w:t>
      </w:r>
      <w:r w:rsidR="00D60A57">
        <w:t>’</w:t>
      </w:r>
      <w:r w:rsidRPr="00F23192">
        <w:t>attendait</w:t>
      </w:r>
      <w:r w:rsidR="00D60A57">
        <w:t xml:space="preserve">, </w:t>
      </w:r>
      <w:r w:rsidRPr="00F23192">
        <w:t>il était visible que les assistants hésitaient à se pr</w:t>
      </w:r>
      <w:r w:rsidRPr="00F23192">
        <w:t>o</w:t>
      </w:r>
      <w:r w:rsidRPr="00F23192">
        <w:t>noncer</w:t>
      </w:r>
      <w:r w:rsidR="00D60A57">
        <w:t xml:space="preserve"> ; </w:t>
      </w:r>
      <w:r w:rsidRPr="00F23192">
        <w:t>formés par petits groupes</w:t>
      </w:r>
      <w:r w:rsidR="00D60A57">
        <w:t xml:space="preserve">, </w:t>
      </w:r>
      <w:r w:rsidRPr="00F23192">
        <w:t>ils discutaient entre eux en grande animation</w:t>
      </w:r>
      <w:r w:rsidR="00D60A57">
        <w:t>.</w:t>
      </w:r>
    </w:p>
    <w:p w14:paraId="61571F7B" w14:textId="77777777" w:rsidR="00D60A57" w:rsidRDefault="00E36F6A" w:rsidP="00D60A57">
      <w:r w:rsidRPr="00F23192">
        <w:t xml:space="preserve">Le comte de </w:t>
      </w:r>
      <w:proofErr w:type="spellStart"/>
      <w:r w:rsidRPr="00F23192">
        <w:t>Falouët</w:t>
      </w:r>
      <w:proofErr w:type="spellEnd"/>
      <w:r w:rsidRPr="00F23192">
        <w:t xml:space="preserve"> formait le centre du plus important de ces groupes</w:t>
      </w:r>
      <w:r w:rsidR="00D60A57">
        <w:t xml:space="preserve">, </w:t>
      </w:r>
      <w:r w:rsidRPr="00F23192">
        <w:t>et paraissait être écouté favorablement</w:t>
      </w:r>
      <w:r w:rsidR="00D60A57">
        <w:t xml:space="preserve">, </w:t>
      </w:r>
      <w:r w:rsidRPr="00F23192">
        <w:t>tandis que le duc et le sire de la Fontanelle retirés à l</w:t>
      </w:r>
      <w:r w:rsidR="00D60A57">
        <w:t>’</w:t>
      </w:r>
      <w:r w:rsidRPr="00F23192">
        <w:t>écart</w:t>
      </w:r>
      <w:r w:rsidR="00D60A57">
        <w:t xml:space="preserve">, </w:t>
      </w:r>
      <w:r w:rsidRPr="00F23192">
        <w:t>causaient à voix basse</w:t>
      </w:r>
      <w:r w:rsidR="00D60A57">
        <w:t>.</w:t>
      </w:r>
    </w:p>
    <w:p w14:paraId="7D66A398" w14:textId="77777777" w:rsidR="00D60A57" w:rsidRDefault="00E36F6A" w:rsidP="00D60A57">
      <w:r w:rsidRPr="00F23192">
        <w:t>Brusquement</w:t>
      </w:r>
      <w:r w:rsidR="00D60A57">
        <w:t xml:space="preserve">, </w:t>
      </w:r>
      <w:r w:rsidRPr="00F23192">
        <w:t>Bertrand se dirigea vers le perron dont il gravit les marches avec une lenteur qui trahissait la gravité de son dessein</w:t>
      </w:r>
      <w:r w:rsidR="00D60A57">
        <w:t>…</w:t>
      </w:r>
    </w:p>
    <w:p w14:paraId="1F4B6A4B" w14:textId="77777777" w:rsidR="00D60A57" w:rsidRDefault="00E36F6A" w:rsidP="00D60A57">
      <w:r w:rsidRPr="00F23192">
        <w:t>Parvenu au haut des degrés</w:t>
      </w:r>
      <w:r w:rsidR="00D60A57">
        <w:t xml:space="preserve">, </w:t>
      </w:r>
      <w:r w:rsidRPr="00F23192">
        <w:t>il s</w:t>
      </w:r>
      <w:r w:rsidR="00D60A57">
        <w:t>’</w:t>
      </w:r>
      <w:r w:rsidRPr="00F23192">
        <w:t>arrêta et fit face aux assi</w:t>
      </w:r>
      <w:r w:rsidRPr="00F23192">
        <w:t>s</w:t>
      </w:r>
      <w:r w:rsidRPr="00F23192">
        <w:t>tants qui</w:t>
      </w:r>
      <w:r w:rsidR="00D60A57">
        <w:t xml:space="preserve">, </w:t>
      </w:r>
      <w:r w:rsidRPr="00F23192">
        <w:t>interrompant leurs colloques</w:t>
      </w:r>
      <w:r w:rsidR="00D60A57">
        <w:t xml:space="preserve">, </w:t>
      </w:r>
      <w:r w:rsidRPr="00F23192">
        <w:t>le fixèrent avec curios</w:t>
      </w:r>
      <w:r w:rsidRPr="00F23192">
        <w:t>i</w:t>
      </w:r>
      <w:r w:rsidRPr="00F23192">
        <w:t>té</w:t>
      </w:r>
      <w:r w:rsidR="00D60A57">
        <w:t>…</w:t>
      </w:r>
    </w:p>
    <w:p w14:paraId="5629926C" w14:textId="77777777" w:rsidR="00D60A57" w:rsidRDefault="00E36F6A" w:rsidP="00D60A57">
      <w:r w:rsidRPr="00F23192">
        <w:t>Son ardeur était connue</w:t>
      </w:r>
      <w:r w:rsidR="00D60A57">
        <w:t xml:space="preserve">, </w:t>
      </w:r>
      <w:r w:rsidRPr="00F23192">
        <w:t>aussi bien que sa foi bretonne</w:t>
      </w:r>
      <w:r w:rsidR="00D60A57">
        <w:t xml:space="preserve"> ; </w:t>
      </w:r>
      <w:r w:rsidRPr="00F23192">
        <w:t>tous ne l</w:t>
      </w:r>
      <w:r w:rsidR="00D60A57">
        <w:t>’</w:t>
      </w:r>
      <w:r w:rsidRPr="00F23192">
        <w:t>aimaient pas</w:t>
      </w:r>
      <w:r w:rsidR="00D60A57">
        <w:t xml:space="preserve">, </w:t>
      </w:r>
      <w:r w:rsidRPr="00F23192">
        <w:t>mais tous le tenaient pour le plus sincère d</w:t>
      </w:r>
      <w:r w:rsidR="00D60A57">
        <w:t>’</w:t>
      </w:r>
      <w:r w:rsidRPr="00F23192">
        <w:t>entre eux dans ses convictions</w:t>
      </w:r>
      <w:r w:rsidR="00D60A57">
        <w:t>…</w:t>
      </w:r>
    </w:p>
    <w:p w14:paraId="0911F512" w14:textId="77777777" w:rsidR="00D60A57" w:rsidRDefault="00E36F6A" w:rsidP="00D60A57">
      <w:r w:rsidRPr="00F23192">
        <w:t>Un silence religieux s</w:t>
      </w:r>
      <w:r w:rsidR="00D60A57">
        <w:t>’</w:t>
      </w:r>
      <w:r w:rsidRPr="00F23192">
        <w:t>était fait</w:t>
      </w:r>
      <w:r w:rsidR="00D60A57">
        <w:t>…</w:t>
      </w:r>
    </w:p>
    <w:p w14:paraId="641FFD7F" w14:textId="77777777" w:rsidR="00D60A57" w:rsidRDefault="00E36F6A" w:rsidP="00D60A57">
      <w:r w:rsidRPr="00F23192">
        <w:t>Le duc et la Fontanelle étaient attentifs</w:t>
      </w:r>
      <w:r w:rsidR="00D60A57">
        <w:t xml:space="preserve">. </w:t>
      </w:r>
      <w:r w:rsidRPr="00F23192">
        <w:t>Après avoir écha</w:t>
      </w:r>
      <w:r w:rsidRPr="00F23192">
        <w:t>n</w:t>
      </w:r>
      <w:r w:rsidRPr="00F23192">
        <w:t>gé un regard qui trahissait</w:t>
      </w:r>
      <w:r w:rsidR="00D60A57">
        <w:t xml:space="preserve">, </w:t>
      </w:r>
      <w:r w:rsidRPr="00F23192">
        <w:t>chez le premier une curiosité i</w:t>
      </w:r>
      <w:r w:rsidRPr="00F23192">
        <w:t>n</w:t>
      </w:r>
      <w:r w:rsidRPr="00F23192">
        <w:t>quiète</w:t>
      </w:r>
      <w:r w:rsidR="00D60A57">
        <w:t xml:space="preserve">, </w:t>
      </w:r>
      <w:r w:rsidRPr="00F23192">
        <w:t>et</w:t>
      </w:r>
      <w:r w:rsidR="00D60A57">
        <w:t xml:space="preserve">, </w:t>
      </w:r>
      <w:r w:rsidRPr="00F23192">
        <w:t>tout au contraire</w:t>
      </w:r>
      <w:r w:rsidR="00D60A57">
        <w:t xml:space="preserve">, </w:t>
      </w:r>
      <w:r w:rsidRPr="00F23192">
        <w:t>chez le second</w:t>
      </w:r>
      <w:r w:rsidR="00D60A57">
        <w:t xml:space="preserve">, </w:t>
      </w:r>
      <w:r w:rsidRPr="00F23192">
        <w:t>un certain m</w:t>
      </w:r>
      <w:r w:rsidRPr="00F23192">
        <w:t>é</w:t>
      </w:r>
      <w:r w:rsidRPr="00F23192">
        <w:t>contentement</w:t>
      </w:r>
      <w:r w:rsidR="00D60A57">
        <w:t>.</w:t>
      </w:r>
    </w:p>
    <w:p w14:paraId="2FB7831F" w14:textId="77777777" w:rsidR="00D60A57" w:rsidRDefault="00D60A57" w:rsidP="00D60A57">
      <w:r>
        <w:t>— </w:t>
      </w:r>
      <w:r w:rsidR="00E36F6A" w:rsidRPr="00F23192">
        <w:t>Bretons</w:t>
      </w:r>
      <w:r>
        <w:t xml:space="preserve">, </w:t>
      </w:r>
      <w:r w:rsidR="00E36F6A" w:rsidRPr="00F23192">
        <w:t>mes frères</w:t>
      </w:r>
      <w:r>
        <w:t xml:space="preserve">, </w:t>
      </w:r>
      <w:r w:rsidR="00E36F6A" w:rsidRPr="00F23192">
        <w:t>commença le jeune homme</w:t>
      </w:r>
      <w:r>
        <w:t xml:space="preserve">, </w:t>
      </w:r>
      <w:r w:rsidR="00E36F6A" w:rsidRPr="00F23192">
        <w:t>je crois pouvoir</w:t>
      </w:r>
      <w:r>
        <w:t xml:space="preserve">, </w:t>
      </w:r>
      <w:r w:rsidR="00E36F6A" w:rsidRPr="00F23192">
        <w:t>sans me vanter</w:t>
      </w:r>
      <w:r>
        <w:t xml:space="preserve">, </w:t>
      </w:r>
      <w:r w:rsidR="00E36F6A" w:rsidRPr="00F23192">
        <w:t>me dire connu suff</w:t>
      </w:r>
      <w:r w:rsidR="00E36F6A" w:rsidRPr="00F23192">
        <w:t>i</w:t>
      </w:r>
      <w:r w:rsidR="00E36F6A" w:rsidRPr="00F23192">
        <w:t>samment de vous pour affirmer que pas un ne songerait à mettre en doute la si</w:t>
      </w:r>
      <w:r w:rsidR="00E36F6A" w:rsidRPr="00F23192">
        <w:t>n</w:t>
      </w:r>
      <w:r w:rsidR="00E36F6A" w:rsidRPr="00F23192">
        <w:t>cérité de mes paroles</w:t>
      </w:r>
      <w:r>
        <w:t>.</w:t>
      </w:r>
    </w:p>
    <w:p w14:paraId="384C5E0B" w14:textId="77777777" w:rsidR="00D60A57" w:rsidRDefault="00E36F6A" w:rsidP="00D60A57">
      <w:r w:rsidRPr="00F23192">
        <w:lastRenderedPageBreak/>
        <w:t>Une rumeur approbatrice courut parmi l</w:t>
      </w:r>
      <w:r w:rsidR="00D60A57">
        <w:t>’</w:t>
      </w:r>
      <w:r w:rsidRPr="00F23192">
        <w:t>assemblée</w:t>
      </w:r>
      <w:r w:rsidR="00D60A57">
        <w:t xml:space="preserve"> ; </w:t>
      </w:r>
      <w:r w:rsidRPr="00F23192">
        <w:t>quand le calme fut rétabli</w:t>
      </w:r>
      <w:r w:rsidR="00D60A57">
        <w:t xml:space="preserve">, </w:t>
      </w:r>
      <w:r w:rsidRPr="00F23192">
        <w:t>le jeune homme déclara</w:t>
      </w:r>
      <w:r w:rsidR="00D60A57">
        <w:t> :</w:t>
      </w:r>
    </w:p>
    <w:p w14:paraId="4A345C1E" w14:textId="77777777" w:rsidR="00D60A57" w:rsidRDefault="00D60A57" w:rsidP="00D60A57">
      <w:r>
        <w:t>— </w:t>
      </w:r>
      <w:r w:rsidR="00E36F6A" w:rsidRPr="00F23192">
        <w:t>Ma conscience m</w:t>
      </w:r>
      <w:r>
        <w:t>’</w:t>
      </w:r>
      <w:r w:rsidR="00E36F6A" w:rsidRPr="00F23192">
        <w:t>ordonne donc de demander à tous ceux qui sont rassemblés ici de descendre au fond d</w:t>
      </w:r>
      <w:r>
        <w:t>’</w:t>
      </w:r>
      <w:r w:rsidR="00E36F6A" w:rsidRPr="00F23192">
        <w:t>eux-mêmes avant de prendre une décision sur le sujet qui vous a été exposé par le sire de la Fontanelle</w:t>
      </w:r>
      <w:r>
        <w:t xml:space="preserve">, </w:t>
      </w:r>
      <w:r w:rsidR="00E36F6A" w:rsidRPr="00F23192">
        <w:t>dont je ne juge pas opportun de di</w:t>
      </w:r>
      <w:r w:rsidR="00E36F6A" w:rsidRPr="00F23192">
        <w:t>s</w:t>
      </w:r>
      <w:r w:rsidR="00E36F6A" w:rsidRPr="00F23192">
        <w:t>cuter le rôle en les présentes circonstances</w:t>
      </w:r>
      <w:r>
        <w:t>.</w:t>
      </w:r>
    </w:p>
    <w:p w14:paraId="125D7A89" w14:textId="77777777" w:rsidR="00D60A57" w:rsidRDefault="00E36F6A" w:rsidP="00D60A57">
      <w:r w:rsidRPr="00F23192">
        <w:t>La Fontanelle eut un brusque haut-le-corps et manifesta l</w:t>
      </w:r>
      <w:r w:rsidR="00D60A57">
        <w:t>’</w:t>
      </w:r>
      <w:r w:rsidRPr="00F23192">
        <w:t>intention d</w:t>
      </w:r>
      <w:r w:rsidR="00D60A57">
        <w:t>’</w:t>
      </w:r>
      <w:r w:rsidRPr="00F23192">
        <w:t>intervenir</w:t>
      </w:r>
      <w:r w:rsidR="00D60A57">
        <w:t xml:space="preserve"> ; </w:t>
      </w:r>
      <w:r w:rsidRPr="00F23192">
        <w:t>mais le duc le retint autoritairement</w:t>
      </w:r>
      <w:r w:rsidR="00D60A57">
        <w:t xml:space="preserve">, </w:t>
      </w:r>
      <w:r w:rsidRPr="00F23192">
        <w:t xml:space="preserve">et du </w:t>
      </w:r>
      <w:proofErr w:type="spellStart"/>
      <w:r w:rsidRPr="00F23192">
        <w:t>Falouët</w:t>
      </w:r>
      <w:proofErr w:type="spellEnd"/>
      <w:r w:rsidRPr="00F23192">
        <w:t xml:space="preserve"> poursuivit</w:t>
      </w:r>
      <w:r w:rsidR="00D60A57">
        <w:t> :</w:t>
      </w:r>
    </w:p>
    <w:p w14:paraId="585067D8" w14:textId="77777777" w:rsidR="00D60A57" w:rsidRDefault="00D60A57" w:rsidP="00D60A57">
      <w:r>
        <w:t>— </w:t>
      </w:r>
      <w:r w:rsidR="00E36F6A" w:rsidRPr="00F23192">
        <w:t>Mais ce que je me reconnais le droit de juger</w:t>
      </w:r>
      <w:r>
        <w:t xml:space="preserve">, </w:t>
      </w:r>
      <w:r w:rsidR="00E36F6A" w:rsidRPr="00F23192">
        <w:t>en tant que Français</w:t>
      </w:r>
      <w:r>
        <w:t>…</w:t>
      </w:r>
    </w:p>
    <w:p w14:paraId="3E1E7291" w14:textId="77777777" w:rsidR="00D60A57" w:rsidRDefault="00E36F6A" w:rsidP="00D60A57">
      <w:r w:rsidRPr="00F23192">
        <w:t>Le duc l</w:t>
      </w:r>
      <w:r w:rsidR="00D60A57">
        <w:t>’</w:t>
      </w:r>
      <w:r w:rsidRPr="00F23192">
        <w:t>interrompit</w:t>
      </w:r>
      <w:r w:rsidR="00D60A57">
        <w:t> :</w:t>
      </w:r>
    </w:p>
    <w:p w14:paraId="68C22837" w14:textId="77777777" w:rsidR="00D60A57" w:rsidRDefault="00D60A57" w:rsidP="00D60A57">
      <w:r>
        <w:t>— </w:t>
      </w:r>
      <w:r w:rsidR="00E36F6A" w:rsidRPr="00F23192">
        <w:t>Je demanderai au comte de ne pas oublier qu</w:t>
      </w:r>
      <w:r>
        <w:t>’</w:t>
      </w:r>
      <w:r w:rsidR="00E36F6A" w:rsidRPr="00F23192">
        <w:t>il est</w:t>
      </w:r>
      <w:r>
        <w:t xml:space="preserve">, </w:t>
      </w:r>
      <w:r w:rsidR="00E36F6A" w:rsidRPr="00F23192">
        <w:t>tout d</w:t>
      </w:r>
      <w:r>
        <w:t>’</w:t>
      </w:r>
      <w:r w:rsidR="00E36F6A" w:rsidRPr="00F23192">
        <w:t>abord Breton</w:t>
      </w:r>
      <w:r>
        <w:t>…</w:t>
      </w:r>
    </w:p>
    <w:p w14:paraId="065B08E2" w14:textId="77777777" w:rsidR="00D60A57" w:rsidRDefault="00D60A57" w:rsidP="00D60A57">
      <w:r>
        <w:t>— </w:t>
      </w:r>
      <w:r w:rsidR="00E36F6A" w:rsidRPr="00F23192">
        <w:t>Français et Breton sont même chose</w:t>
      </w:r>
      <w:r>
        <w:t xml:space="preserve">, </w:t>
      </w:r>
      <w:r w:rsidR="00E36F6A" w:rsidRPr="00F23192">
        <w:t>rétorqua le jeune homme</w:t>
      </w:r>
      <w:r>
        <w:t xml:space="preserve"> ; </w:t>
      </w:r>
      <w:r w:rsidR="00E36F6A" w:rsidRPr="00F23192">
        <w:t>le mariage de la reine Anne avec le roi de France a soudé l</w:t>
      </w:r>
      <w:r>
        <w:t>’</w:t>
      </w:r>
      <w:r w:rsidR="00E36F6A" w:rsidRPr="00F23192">
        <w:t>une à l</w:t>
      </w:r>
      <w:r>
        <w:t>’</w:t>
      </w:r>
      <w:r w:rsidR="00E36F6A" w:rsidRPr="00F23192">
        <w:t>autre nos deux races</w:t>
      </w:r>
      <w:r>
        <w:t>…</w:t>
      </w:r>
    </w:p>
    <w:p w14:paraId="0F11B326" w14:textId="77777777" w:rsidR="00D60A57" w:rsidRDefault="00D60A57" w:rsidP="00D60A57">
      <w:r>
        <w:t xml:space="preserve">— … </w:t>
      </w:r>
      <w:r w:rsidR="00E36F6A" w:rsidRPr="00F23192">
        <w:t>Non jusqu</w:t>
      </w:r>
      <w:r>
        <w:t>’</w:t>
      </w:r>
      <w:r w:rsidR="00E36F6A" w:rsidRPr="00F23192">
        <w:t>au point de contraindre la Bretagne à subir le joug d</w:t>
      </w:r>
      <w:r>
        <w:t>’</w:t>
      </w:r>
      <w:r w:rsidR="00E36F6A" w:rsidRPr="00F23192">
        <w:t>un roi huguenot</w:t>
      </w:r>
      <w:r>
        <w:t>…</w:t>
      </w:r>
    </w:p>
    <w:p w14:paraId="1E525D85" w14:textId="77777777" w:rsidR="00D60A57" w:rsidRDefault="00D60A57" w:rsidP="00D60A57">
      <w:r>
        <w:t xml:space="preserve">— … </w:t>
      </w:r>
      <w:r w:rsidR="00E36F6A" w:rsidRPr="00F23192">
        <w:t>Mais Français quand même</w:t>
      </w:r>
      <w:r>
        <w:t xml:space="preserve">… </w:t>
      </w:r>
      <w:r w:rsidR="00E36F6A" w:rsidRPr="00F23192">
        <w:t>ce que je crois</w:t>
      </w:r>
      <w:r>
        <w:t xml:space="preserve">, </w:t>
      </w:r>
      <w:r w:rsidR="00E36F6A" w:rsidRPr="00F23192">
        <w:t>quant à moi</w:t>
      </w:r>
      <w:r>
        <w:t xml:space="preserve">, </w:t>
      </w:r>
      <w:r w:rsidR="00E36F6A" w:rsidRPr="00F23192">
        <w:t>préférable au servage du roi très catholique d</w:t>
      </w:r>
      <w:r>
        <w:t>’</w:t>
      </w:r>
      <w:r w:rsidR="00E36F6A" w:rsidRPr="00F23192">
        <w:t>Espagne</w:t>
      </w:r>
      <w:r>
        <w:t xml:space="preserve">. </w:t>
      </w:r>
      <w:r w:rsidR="00E36F6A" w:rsidRPr="00F23192">
        <w:t>Or</w:t>
      </w:r>
      <w:r>
        <w:t xml:space="preserve">, </w:t>
      </w:r>
      <w:r w:rsidR="00E36F6A" w:rsidRPr="00F23192">
        <w:t>Mgr le duc de Guise</w:t>
      </w:r>
      <w:r>
        <w:t xml:space="preserve">, </w:t>
      </w:r>
      <w:r w:rsidR="00E36F6A" w:rsidRPr="00F23192">
        <w:t>dans son action contre Henri de Navarre</w:t>
      </w:r>
      <w:r>
        <w:t xml:space="preserve">, </w:t>
      </w:r>
      <w:r w:rsidR="00E36F6A" w:rsidRPr="00F23192">
        <w:t>a les Espagnols pour soutien</w:t>
      </w:r>
      <w:r>
        <w:t xml:space="preserve">, </w:t>
      </w:r>
      <w:r w:rsidR="00E36F6A" w:rsidRPr="00F23192">
        <w:t>et je dis qu</w:t>
      </w:r>
      <w:r>
        <w:t>’</w:t>
      </w:r>
      <w:r w:rsidR="00E36F6A" w:rsidRPr="00F23192">
        <w:t>il sera temps pour les Bretons de s</w:t>
      </w:r>
      <w:r>
        <w:t>’</w:t>
      </w:r>
      <w:r w:rsidR="00E36F6A" w:rsidRPr="00F23192">
        <w:t>occuper des Français auxquels commande le roi de France</w:t>
      </w:r>
      <w:r>
        <w:t xml:space="preserve">, </w:t>
      </w:r>
      <w:r w:rsidR="00E36F6A" w:rsidRPr="00F23192">
        <w:t>après que les soldats du roi d</w:t>
      </w:r>
      <w:r>
        <w:t>’</w:t>
      </w:r>
      <w:r w:rsidR="00E36F6A" w:rsidRPr="00F23192">
        <w:t>Espagne auront été cha</w:t>
      </w:r>
      <w:r w:rsidR="00E36F6A" w:rsidRPr="00F23192">
        <w:t>s</w:t>
      </w:r>
      <w:r w:rsidR="00E36F6A" w:rsidRPr="00F23192">
        <w:t>sés de notre sol</w:t>
      </w:r>
      <w:r>
        <w:t>.</w:t>
      </w:r>
    </w:p>
    <w:p w14:paraId="525BD015" w14:textId="77777777" w:rsidR="00D60A57" w:rsidRDefault="00E36F6A" w:rsidP="00D60A57">
      <w:r w:rsidRPr="00F23192">
        <w:t>La Fontanelle allait intervenir</w:t>
      </w:r>
      <w:r w:rsidR="00D60A57">
        <w:t xml:space="preserve"> ; </w:t>
      </w:r>
      <w:r w:rsidRPr="00F23192">
        <w:t>mais le duc le devança</w:t>
      </w:r>
      <w:r w:rsidR="00D60A57">
        <w:t> :</w:t>
      </w:r>
    </w:p>
    <w:p w14:paraId="764B93C6" w14:textId="77777777" w:rsidR="00D60A57" w:rsidRDefault="00D60A57" w:rsidP="00D60A57">
      <w:r>
        <w:lastRenderedPageBreak/>
        <w:t>— </w:t>
      </w:r>
      <w:r w:rsidR="00E36F6A" w:rsidRPr="00F23192">
        <w:t>Monsieur le comte</w:t>
      </w:r>
      <w:r>
        <w:t xml:space="preserve">, </w:t>
      </w:r>
      <w:r w:rsidR="00E36F6A" w:rsidRPr="00F23192">
        <w:t>déclara-t-il</w:t>
      </w:r>
      <w:r>
        <w:t xml:space="preserve">, </w:t>
      </w:r>
      <w:r w:rsidR="00E36F6A" w:rsidRPr="00F23192">
        <w:t>je me prétends aussi bon Breton que vous et mon âge me permet de vous dire que v</w:t>
      </w:r>
      <w:r w:rsidR="00E36F6A" w:rsidRPr="00F23192">
        <w:t>o</w:t>
      </w:r>
      <w:r w:rsidR="00E36F6A" w:rsidRPr="00F23192">
        <w:t>tre langage n</w:t>
      </w:r>
      <w:r>
        <w:t>’</w:t>
      </w:r>
      <w:r w:rsidR="00E36F6A" w:rsidRPr="00F23192">
        <w:t>est pas celui que l</w:t>
      </w:r>
      <w:r>
        <w:t>’</w:t>
      </w:r>
      <w:r w:rsidR="00E36F6A" w:rsidRPr="00F23192">
        <w:t>on attendait de la part du représe</w:t>
      </w:r>
      <w:r w:rsidR="00E36F6A" w:rsidRPr="00F23192">
        <w:t>n</w:t>
      </w:r>
      <w:r w:rsidR="00E36F6A" w:rsidRPr="00F23192">
        <w:t xml:space="preserve">tant de la maison du </w:t>
      </w:r>
      <w:proofErr w:type="spellStart"/>
      <w:r w:rsidR="00E36F6A" w:rsidRPr="00F23192">
        <w:t>Falouët</w:t>
      </w:r>
      <w:proofErr w:type="spellEnd"/>
      <w:r>
        <w:t xml:space="preserve">, </w:t>
      </w:r>
      <w:r w:rsidR="00E36F6A" w:rsidRPr="00F23192">
        <w:t>l</w:t>
      </w:r>
      <w:r>
        <w:t>’</w:t>
      </w:r>
      <w:r w:rsidR="00E36F6A" w:rsidRPr="00F23192">
        <w:t>une des plus anciennes et des plus honorées de nos contrées</w:t>
      </w:r>
      <w:r>
        <w:t>…</w:t>
      </w:r>
    </w:p>
    <w:p w14:paraId="292B8EC6" w14:textId="77777777" w:rsidR="00D60A57" w:rsidRDefault="00D60A57" w:rsidP="00D60A57">
      <w:r>
        <w:t>— </w:t>
      </w:r>
      <w:r w:rsidR="00E36F6A" w:rsidRPr="00F23192">
        <w:t>Duc</w:t>
      </w:r>
      <w:r>
        <w:t xml:space="preserve">, </w:t>
      </w:r>
      <w:r w:rsidR="00E36F6A" w:rsidRPr="00F23192">
        <w:t>malgré le respect que je dois à votre âge</w:t>
      </w:r>
      <w:r>
        <w:t xml:space="preserve">, </w:t>
      </w:r>
      <w:r w:rsidR="00E36F6A" w:rsidRPr="00F23192">
        <w:t>je suis contraint de protester contre cette appréciation sur l</w:t>
      </w:r>
      <w:r>
        <w:t>’</w:t>
      </w:r>
      <w:r w:rsidR="00E36F6A" w:rsidRPr="00F23192">
        <w:t>opinion très ferme que j</w:t>
      </w:r>
      <w:r>
        <w:t>’</w:t>
      </w:r>
      <w:r w:rsidR="00E36F6A" w:rsidRPr="00F23192">
        <w:t>ai exprimée et que ma conscience seule me dicte</w:t>
      </w:r>
      <w:r>
        <w:t>…</w:t>
      </w:r>
    </w:p>
    <w:p w14:paraId="31FF38CE" w14:textId="77777777" w:rsidR="00D60A57" w:rsidRDefault="00E36F6A" w:rsidP="00D60A57">
      <w:r w:rsidRPr="00F23192">
        <w:t>Une voix lança</w:t>
      </w:r>
      <w:r w:rsidR="00D60A57">
        <w:t> :</w:t>
      </w:r>
    </w:p>
    <w:p w14:paraId="6D052F2A" w14:textId="77777777" w:rsidR="00D60A57" w:rsidRDefault="00D60A57" w:rsidP="00D60A57">
      <w:r>
        <w:t>— </w:t>
      </w:r>
      <w:r w:rsidR="00E36F6A" w:rsidRPr="00F23192">
        <w:t>Est-ce bien certain</w:t>
      </w:r>
      <w:r>
        <w:t> ?</w:t>
      </w:r>
    </w:p>
    <w:p w14:paraId="494D25F7" w14:textId="77777777" w:rsidR="00D60A57" w:rsidRDefault="00E36F6A" w:rsidP="00D60A57">
      <w:r w:rsidRPr="00F23192">
        <w:t>Le jeune homme bondit et</w:t>
      </w:r>
      <w:r w:rsidR="00D60A57">
        <w:t xml:space="preserve">, </w:t>
      </w:r>
      <w:r w:rsidRPr="00F23192">
        <w:t>se tournant vers celui qui venait de parler</w:t>
      </w:r>
      <w:r w:rsidR="00D60A57">
        <w:t> :</w:t>
      </w:r>
    </w:p>
    <w:p w14:paraId="007B0282" w14:textId="77777777" w:rsidR="00D60A57" w:rsidRDefault="00D60A57" w:rsidP="00D60A57">
      <w:r>
        <w:t>— </w:t>
      </w:r>
      <w:r w:rsidR="00E36F6A" w:rsidRPr="00F23192">
        <w:t>Sire de la Fontanelle</w:t>
      </w:r>
      <w:r>
        <w:t xml:space="preserve">, </w:t>
      </w:r>
      <w:r w:rsidR="00E36F6A" w:rsidRPr="00F23192">
        <w:t>ce n</w:t>
      </w:r>
      <w:r>
        <w:t>’</w:t>
      </w:r>
      <w:r w:rsidR="00E36F6A" w:rsidRPr="00F23192">
        <w:t>est pas ici le lieu de vous so</w:t>
      </w:r>
      <w:r w:rsidR="00E36F6A" w:rsidRPr="00F23192">
        <w:t>m</w:t>
      </w:r>
      <w:r w:rsidR="00E36F6A" w:rsidRPr="00F23192">
        <w:t>mer de vous expliquer sur ces paroles</w:t>
      </w:r>
      <w:r>
        <w:t xml:space="preserve"> : </w:t>
      </w:r>
      <w:r w:rsidR="00E36F6A" w:rsidRPr="00F23192">
        <w:t>il s</w:t>
      </w:r>
      <w:r>
        <w:t>’</w:t>
      </w:r>
      <w:r w:rsidR="00E36F6A" w:rsidRPr="00F23192">
        <w:t>agit présentement de tout autre chose que de bruits mensongers répandus à dessein dans notre région</w:t>
      </w:r>
      <w:r>
        <w:t xml:space="preserve"> !… </w:t>
      </w:r>
      <w:r w:rsidR="00E36F6A" w:rsidRPr="00F23192">
        <w:t>Chaque chose en son temps</w:t>
      </w:r>
      <w:r>
        <w:t xml:space="preserve">, </w:t>
      </w:r>
      <w:r w:rsidR="00E36F6A" w:rsidRPr="00F23192">
        <w:t>l</w:t>
      </w:r>
      <w:r>
        <w:t>’</w:t>
      </w:r>
      <w:r w:rsidR="00E36F6A" w:rsidRPr="00F23192">
        <w:t>heure so</w:t>
      </w:r>
      <w:r w:rsidR="00E36F6A" w:rsidRPr="00F23192">
        <w:t>n</w:t>
      </w:r>
      <w:r w:rsidR="00E36F6A" w:rsidRPr="00F23192">
        <w:t>nera plus tard du règlement de ce compte avec les auteurs de ces bruits</w:t>
      </w:r>
      <w:r>
        <w:t>…</w:t>
      </w:r>
    </w:p>
    <w:p w14:paraId="6AC3DE2F" w14:textId="77777777" w:rsidR="00D60A57" w:rsidRDefault="00E36F6A" w:rsidP="00D60A57">
      <w:r w:rsidRPr="00F23192">
        <w:t>Le duc intervint brusquement</w:t>
      </w:r>
      <w:r w:rsidR="00D60A57">
        <w:t> :</w:t>
      </w:r>
    </w:p>
    <w:p w14:paraId="78F7B1DC" w14:textId="77777777" w:rsidR="00D60A57" w:rsidRDefault="00D60A57" w:rsidP="00D60A57">
      <w:r>
        <w:t>— </w:t>
      </w:r>
      <w:r w:rsidR="00E36F6A" w:rsidRPr="00F23192">
        <w:t>Votre regard</w:t>
      </w:r>
      <w:r>
        <w:t xml:space="preserve">, </w:t>
      </w:r>
      <w:r w:rsidR="00E36F6A" w:rsidRPr="00F23192">
        <w:t>tandis que vous parliez</w:t>
      </w:r>
      <w:r>
        <w:t xml:space="preserve">, </w:t>
      </w:r>
      <w:r w:rsidR="00E36F6A" w:rsidRPr="00F23192">
        <w:t>a paru s</w:t>
      </w:r>
      <w:r>
        <w:t>’</w:t>
      </w:r>
      <w:r w:rsidR="00E36F6A" w:rsidRPr="00F23192">
        <w:t>arrêter sur moi</w:t>
      </w:r>
      <w:r>
        <w:t xml:space="preserve">, </w:t>
      </w:r>
      <w:r w:rsidR="00E36F6A" w:rsidRPr="00F23192">
        <w:t xml:space="preserve">comte de </w:t>
      </w:r>
      <w:proofErr w:type="spellStart"/>
      <w:r w:rsidR="00E36F6A" w:rsidRPr="00F23192">
        <w:t>Falouët</w:t>
      </w:r>
      <w:proofErr w:type="spellEnd"/>
      <w:r>
        <w:t xml:space="preserve"> ; </w:t>
      </w:r>
      <w:r w:rsidR="00E36F6A" w:rsidRPr="00F23192">
        <w:t>me considérez-vous par hasard comme à l</w:t>
      </w:r>
      <w:r>
        <w:t>’</w:t>
      </w:r>
      <w:r w:rsidR="00E36F6A" w:rsidRPr="00F23192">
        <w:t>origine de ces bruits</w:t>
      </w:r>
      <w:r>
        <w:t>.</w:t>
      </w:r>
    </w:p>
    <w:p w14:paraId="357F2594" w14:textId="77777777" w:rsidR="00D60A57" w:rsidRDefault="00E36F6A" w:rsidP="00D60A57">
      <w:r w:rsidRPr="00F23192">
        <w:t>Avec calme</w:t>
      </w:r>
      <w:r w:rsidR="00D60A57">
        <w:t xml:space="preserve">, </w:t>
      </w:r>
      <w:r w:rsidRPr="00F23192">
        <w:t>Bertrand répliqua</w:t>
      </w:r>
      <w:r w:rsidR="00D60A57">
        <w:t> :</w:t>
      </w:r>
    </w:p>
    <w:p w14:paraId="23464CE8" w14:textId="77777777" w:rsidR="00D60A57" w:rsidRDefault="00D60A57" w:rsidP="00D60A57">
      <w:r>
        <w:t>— </w:t>
      </w:r>
      <w:r w:rsidR="00E36F6A" w:rsidRPr="00F23192">
        <w:t>Comme au sire de la Fontanelle</w:t>
      </w:r>
      <w:r>
        <w:t xml:space="preserve">, </w:t>
      </w:r>
      <w:r w:rsidR="00E36F6A" w:rsidRPr="00F23192">
        <w:t>je déclarerai que ce n</w:t>
      </w:r>
      <w:r>
        <w:t>’</w:t>
      </w:r>
      <w:r w:rsidR="00E36F6A" w:rsidRPr="00F23192">
        <w:t>est ni le lieu ni l</w:t>
      </w:r>
      <w:r>
        <w:t>’</w:t>
      </w:r>
      <w:r w:rsidR="00E36F6A" w:rsidRPr="00F23192">
        <w:t>heure de nous expliquer sur ce point</w:t>
      </w:r>
      <w:r>
        <w:t xml:space="preserve"> : </w:t>
      </w:r>
      <w:r w:rsidR="00E36F6A" w:rsidRPr="00F23192">
        <w:t>vous avez dit</w:t>
      </w:r>
      <w:r>
        <w:t xml:space="preserve">, </w:t>
      </w:r>
      <w:r w:rsidR="00E36F6A" w:rsidRPr="00F23192">
        <w:t>tout à l</w:t>
      </w:r>
      <w:r>
        <w:t>’</w:t>
      </w:r>
      <w:r w:rsidR="00E36F6A" w:rsidRPr="00F23192">
        <w:t>heure</w:t>
      </w:r>
      <w:r>
        <w:t xml:space="preserve">, </w:t>
      </w:r>
      <w:r w:rsidR="00E36F6A" w:rsidRPr="00F23192">
        <w:t>me connaître suffisamment pour ne pas do</w:t>
      </w:r>
      <w:r w:rsidR="00E36F6A" w:rsidRPr="00F23192">
        <w:t>u</w:t>
      </w:r>
      <w:r w:rsidR="00E36F6A" w:rsidRPr="00F23192">
        <w:t>ter de moi</w:t>
      </w:r>
      <w:r>
        <w:t xml:space="preserve"> ; </w:t>
      </w:r>
      <w:r w:rsidR="00E36F6A" w:rsidRPr="00F23192">
        <w:t>vous devez savoir en ce cas qu</w:t>
      </w:r>
      <w:r>
        <w:t>’</w:t>
      </w:r>
      <w:r w:rsidR="00E36F6A" w:rsidRPr="00F23192">
        <w:t xml:space="preserve">en toutes </w:t>
      </w:r>
      <w:r w:rsidR="00E36F6A" w:rsidRPr="00F23192">
        <w:lastRenderedPageBreak/>
        <w:t>circonsta</w:t>
      </w:r>
      <w:r w:rsidR="00E36F6A" w:rsidRPr="00F23192">
        <w:t>n</w:t>
      </w:r>
      <w:r w:rsidR="00E36F6A" w:rsidRPr="00F23192">
        <w:t>ces</w:t>
      </w:r>
      <w:r>
        <w:t xml:space="preserve">, </w:t>
      </w:r>
      <w:r w:rsidR="00E36F6A" w:rsidRPr="00F23192">
        <w:t>quand il s</w:t>
      </w:r>
      <w:r>
        <w:t>’</w:t>
      </w:r>
      <w:r w:rsidR="00E36F6A" w:rsidRPr="00F23192">
        <w:t>agit de mon honneur</w:t>
      </w:r>
      <w:r>
        <w:t xml:space="preserve">, </w:t>
      </w:r>
      <w:r w:rsidR="00E36F6A" w:rsidRPr="00F23192">
        <w:t>on est certain de me tro</w:t>
      </w:r>
      <w:r w:rsidR="00E36F6A" w:rsidRPr="00F23192">
        <w:t>u</w:t>
      </w:r>
      <w:r w:rsidR="00E36F6A" w:rsidRPr="00F23192">
        <w:t>ver</w:t>
      </w:r>
      <w:r>
        <w:t>…</w:t>
      </w:r>
    </w:p>
    <w:p w14:paraId="55AD10A3" w14:textId="77777777" w:rsidR="00D60A57" w:rsidRDefault="00E36F6A" w:rsidP="00D60A57">
      <w:r w:rsidRPr="00F23192">
        <w:t>Cette catégorique déclaration provoqua dans l</w:t>
      </w:r>
      <w:r w:rsidR="00D60A57">
        <w:t>’</w:t>
      </w:r>
      <w:r w:rsidRPr="00F23192">
        <w:t>assemblée une rumeur sympathique que la Fontanelle jugea sans doute de mauvais augure pour la cause que lui et le duc défendaient</w:t>
      </w:r>
      <w:r w:rsidR="00D60A57">
        <w:t xml:space="preserve"> ; </w:t>
      </w:r>
      <w:r w:rsidRPr="00F23192">
        <w:t>car aussitôt</w:t>
      </w:r>
      <w:r w:rsidR="00D60A57">
        <w:t xml:space="preserve">, </w:t>
      </w:r>
      <w:r w:rsidRPr="00F23192">
        <w:t>il insinua cauteleusement</w:t>
      </w:r>
      <w:r w:rsidR="00D60A57">
        <w:t> :</w:t>
      </w:r>
    </w:p>
    <w:p w14:paraId="79A467F4" w14:textId="77777777" w:rsidR="00D60A57" w:rsidRDefault="00D60A57" w:rsidP="00D60A57">
      <w:r>
        <w:t>— </w:t>
      </w:r>
      <w:r w:rsidR="00E36F6A" w:rsidRPr="00F23192">
        <w:t>Vous me concéderez</w:t>
      </w:r>
      <w:r>
        <w:t xml:space="preserve">, </w:t>
      </w:r>
      <w:r w:rsidR="00E36F6A" w:rsidRPr="00F23192">
        <w:t>monsieur le comte</w:t>
      </w:r>
      <w:r>
        <w:t xml:space="preserve">, </w:t>
      </w:r>
      <w:r w:rsidR="00E36F6A" w:rsidRPr="00F23192">
        <w:t>que lorsque la langue des gens se débride</w:t>
      </w:r>
      <w:r>
        <w:t xml:space="preserve">, </w:t>
      </w:r>
      <w:r w:rsidR="00E36F6A" w:rsidRPr="00F23192">
        <w:t>il est bien difficile de l</w:t>
      </w:r>
      <w:r>
        <w:t>’</w:t>
      </w:r>
      <w:r w:rsidR="00E36F6A" w:rsidRPr="00F23192">
        <w:t>arrêter</w:t>
      </w:r>
      <w:r>
        <w:t xml:space="preserve">… </w:t>
      </w:r>
      <w:r w:rsidR="00E36F6A" w:rsidRPr="00F23192">
        <w:t>su</w:t>
      </w:r>
      <w:r w:rsidR="00E36F6A" w:rsidRPr="00F23192">
        <w:t>r</w:t>
      </w:r>
      <w:r w:rsidR="00E36F6A" w:rsidRPr="00F23192">
        <w:t>tout lorsque ce sont des gens de votre qualité qui provoquent leurs dires</w:t>
      </w:r>
      <w:r>
        <w:t xml:space="preserve">… </w:t>
      </w:r>
      <w:r w:rsidR="00E36F6A" w:rsidRPr="00F23192">
        <w:t>il est ce</w:t>
      </w:r>
      <w:r w:rsidR="00E36F6A" w:rsidRPr="00F23192">
        <w:t>r</w:t>
      </w:r>
      <w:r w:rsidR="00E36F6A" w:rsidRPr="00F23192">
        <w:t>tain que vos projets d</w:t>
      </w:r>
      <w:r>
        <w:t>’</w:t>
      </w:r>
      <w:r w:rsidR="00E36F6A" w:rsidRPr="00F23192">
        <w:t>union avec une des plus riches héritières de la contrée n</w:t>
      </w:r>
      <w:r>
        <w:t>’</w:t>
      </w:r>
      <w:r w:rsidR="00E36F6A" w:rsidRPr="00F23192">
        <w:t>ont pas laissé d</w:t>
      </w:r>
      <w:r>
        <w:t>’</w:t>
      </w:r>
      <w:r w:rsidR="00E36F6A" w:rsidRPr="00F23192">
        <w:t>émouvoir certains</w:t>
      </w:r>
      <w:r>
        <w:t>…</w:t>
      </w:r>
    </w:p>
    <w:p w14:paraId="11A02B60" w14:textId="77777777" w:rsidR="00D60A57" w:rsidRDefault="00D60A57" w:rsidP="00D60A57">
      <w:r>
        <w:t xml:space="preserve">— … </w:t>
      </w:r>
      <w:r w:rsidR="00E36F6A" w:rsidRPr="00F23192">
        <w:t>Dont les projets en question tendaient à contrecarrer les combinaisons</w:t>
      </w:r>
      <w:r>
        <w:t xml:space="preserve"> ! </w:t>
      </w:r>
      <w:r w:rsidR="00E36F6A" w:rsidRPr="00F23192">
        <w:t>coupa véhémentement Bertrand</w:t>
      </w:r>
      <w:r>
        <w:t>.</w:t>
      </w:r>
    </w:p>
    <w:p w14:paraId="263FDDA7" w14:textId="77777777" w:rsidR="00D60A57" w:rsidRDefault="00E36F6A" w:rsidP="00D60A57">
      <w:r w:rsidRPr="00F23192">
        <w:t>Le duc porta la main à la garde de son épée</w:t>
      </w:r>
      <w:r w:rsidR="00D60A57">
        <w:t>.</w:t>
      </w:r>
    </w:p>
    <w:p w14:paraId="24400224" w14:textId="77777777" w:rsidR="00D60A57" w:rsidRDefault="00D60A57" w:rsidP="00D60A57">
      <w:r>
        <w:t>— </w:t>
      </w:r>
      <w:r w:rsidR="00E36F6A" w:rsidRPr="00F23192">
        <w:t>Monsieur le comte</w:t>
      </w:r>
      <w:r>
        <w:t xml:space="preserve">, </w:t>
      </w:r>
      <w:r w:rsidR="00E36F6A" w:rsidRPr="00F23192">
        <w:t>cria-t-il</w:t>
      </w:r>
      <w:r>
        <w:t xml:space="preserve">, </w:t>
      </w:r>
      <w:r w:rsidR="00E36F6A" w:rsidRPr="00F23192">
        <w:t>voilà des paroles</w:t>
      </w:r>
      <w:r>
        <w:t>…</w:t>
      </w:r>
    </w:p>
    <w:p w14:paraId="56569F61" w14:textId="77777777" w:rsidR="00D60A57" w:rsidRDefault="00D60A57" w:rsidP="00D60A57">
      <w:r>
        <w:t xml:space="preserve">— … </w:t>
      </w:r>
      <w:r w:rsidR="00E36F6A" w:rsidRPr="00F23192">
        <w:t>Dont je suis prêt à vous rendre raison</w:t>
      </w:r>
      <w:r>
        <w:t xml:space="preserve">, </w:t>
      </w:r>
      <w:r w:rsidR="00E36F6A" w:rsidRPr="00F23192">
        <w:t>monsieur le duc</w:t>
      </w:r>
      <w:r>
        <w:t xml:space="preserve">… </w:t>
      </w:r>
      <w:r w:rsidR="00E36F6A" w:rsidRPr="00F23192">
        <w:t>mais seulement après qu</w:t>
      </w:r>
      <w:r>
        <w:t>’</w:t>
      </w:r>
      <w:r w:rsidR="00E36F6A" w:rsidRPr="00F23192">
        <w:t>aura été réglée définitivement la question qui nous réunit aujourd</w:t>
      </w:r>
      <w:r>
        <w:t>’</w:t>
      </w:r>
      <w:r w:rsidR="00E36F6A" w:rsidRPr="00F23192">
        <w:t>hui</w:t>
      </w:r>
      <w:r>
        <w:t>…</w:t>
      </w:r>
    </w:p>
    <w:p w14:paraId="61C1AE74" w14:textId="77777777" w:rsidR="00D60A57" w:rsidRDefault="00E36F6A" w:rsidP="00D60A57">
      <w:r w:rsidRPr="00F23192">
        <w:t>De toutes parts</w:t>
      </w:r>
      <w:r w:rsidR="00D60A57">
        <w:t xml:space="preserve">, </w:t>
      </w:r>
      <w:r w:rsidRPr="00F23192">
        <w:t>des voix s</w:t>
      </w:r>
      <w:r w:rsidR="00D60A57">
        <w:t>’</w:t>
      </w:r>
      <w:r w:rsidRPr="00F23192">
        <w:t>élevèrent pour approuver cette déclaration</w:t>
      </w:r>
      <w:r w:rsidR="00D60A57">
        <w:t>…</w:t>
      </w:r>
    </w:p>
    <w:p w14:paraId="078501AA" w14:textId="77777777" w:rsidR="00D60A57" w:rsidRDefault="00E36F6A" w:rsidP="00D60A57">
      <w:r w:rsidRPr="00F23192">
        <w:t>Le jeune homme poursuivit</w:t>
      </w:r>
      <w:r w:rsidR="00D60A57">
        <w:t xml:space="preserve">, </w:t>
      </w:r>
      <w:r w:rsidRPr="00F23192">
        <w:t>dominant le tumulte d</w:t>
      </w:r>
      <w:r w:rsidR="00D60A57">
        <w:t>’</w:t>
      </w:r>
      <w:r w:rsidRPr="00F23192">
        <w:t>une voix claironnante</w:t>
      </w:r>
      <w:r w:rsidR="00D60A57">
        <w:t> :</w:t>
      </w:r>
    </w:p>
    <w:p w14:paraId="78C788BF" w14:textId="77777777" w:rsidR="00D60A57" w:rsidRDefault="00D60A57" w:rsidP="00D60A57">
      <w:r>
        <w:t>— </w:t>
      </w:r>
      <w:r w:rsidR="00E36F6A" w:rsidRPr="00F23192">
        <w:t>Mes chers frères bretons</w:t>
      </w:r>
      <w:r>
        <w:t xml:space="preserve">, </w:t>
      </w:r>
      <w:r w:rsidR="00E36F6A" w:rsidRPr="00F23192">
        <w:t>on vous demande un se</w:t>
      </w:r>
      <w:r w:rsidR="00E36F6A" w:rsidRPr="00F23192">
        <w:t>r</w:t>
      </w:r>
      <w:r w:rsidR="00E36F6A" w:rsidRPr="00F23192">
        <w:t>ment</w:t>
      </w:r>
      <w:r>
        <w:t xml:space="preserve"> !… </w:t>
      </w:r>
      <w:r w:rsidR="00E36F6A" w:rsidRPr="00F23192">
        <w:t>Je vous demande</w:t>
      </w:r>
      <w:r>
        <w:t xml:space="preserve">, </w:t>
      </w:r>
      <w:r w:rsidR="00E36F6A" w:rsidRPr="00F23192">
        <w:t>moi</w:t>
      </w:r>
      <w:r>
        <w:t xml:space="preserve">, </w:t>
      </w:r>
      <w:r w:rsidR="00E36F6A" w:rsidRPr="00F23192">
        <w:t>instamment</w:t>
      </w:r>
      <w:r>
        <w:t xml:space="preserve">, </w:t>
      </w:r>
      <w:r w:rsidR="00E36F6A" w:rsidRPr="00F23192">
        <w:t>de prendre</w:t>
      </w:r>
      <w:r>
        <w:t xml:space="preserve">, </w:t>
      </w:r>
      <w:r w:rsidR="00E36F6A" w:rsidRPr="00F23192">
        <w:t>avant de vous engager</w:t>
      </w:r>
      <w:r>
        <w:t xml:space="preserve">, </w:t>
      </w:r>
      <w:r w:rsidR="00E36F6A" w:rsidRPr="00F23192">
        <w:t>le temps de réfléchir aux conséquences d</w:t>
      </w:r>
      <w:r>
        <w:t>’</w:t>
      </w:r>
      <w:r w:rsidR="00E36F6A" w:rsidRPr="00F23192">
        <w:t xml:space="preserve">un engagement auquel vous tiendrez à </w:t>
      </w:r>
      <w:r w:rsidR="00E36F6A" w:rsidRPr="00F23192">
        <w:lastRenderedPageBreak/>
        <w:t>honneur de vous conformer</w:t>
      </w:r>
      <w:r>
        <w:t xml:space="preserve">, </w:t>
      </w:r>
      <w:r w:rsidR="00E36F6A" w:rsidRPr="00F23192">
        <w:t>dût votre cœur en saigner</w:t>
      </w:r>
      <w:r>
        <w:t xml:space="preserve">… </w:t>
      </w:r>
      <w:r w:rsidR="00E36F6A" w:rsidRPr="00F23192">
        <w:t>Il est un point sur lequel j</w:t>
      </w:r>
      <w:r>
        <w:t>’</w:t>
      </w:r>
      <w:r w:rsidR="00E36F6A" w:rsidRPr="00F23192">
        <w:t>attire v</w:t>
      </w:r>
      <w:r w:rsidR="00E36F6A" w:rsidRPr="00F23192">
        <w:t>o</w:t>
      </w:r>
      <w:r w:rsidR="00E36F6A" w:rsidRPr="00F23192">
        <w:t>tre attention</w:t>
      </w:r>
      <w:r>
        <w:t xml:space="preserve">… </w:t>
      </w:r>
      <w:r w:rsidR="00E36F6A" w:rsidRPr="00F23192">
        <w:t>en unissant vos efforts à ceux des ennemis du roi de France</w:t>
      </w:r>
      <w:r>
        <w:t xml:space="preserve">, </w:t>
      </w:r>
      <w:r w:rsidR="00E36F6A" w:rsidRPr="00F23192">
        <w:t>vous agissez contre la volonté de la reine Anne qui a voulu</w:t>
      </w:r>
      <w:r>
        <w:t xml:space="preserve">, </w:t>
      </w:r>
      <w:r w:rsidR="00E36F6A" w:rsidRPr="00F23192">
        <w:t>en apportant à son royal époux</w:t>
      </w:r>
      <w:r>
        <w:t xml:space="preserve">, </w:t>
      </w:r>
      <w:r w:rsidR="00E36F6A" w:rsidRPr="00F23192">
        <w:t>le duché de Bretagne</w:t>
      </w:r>
      <w:r>
        <w:t xml:space="preserve">, </w:t>
      </w:r>
      <w:r w:rsidR="00E36F6A" w:rsidRPr="00F23192">
        <w:t>que les deux nations fussent indissolublement liées l</w:t>
      </w:r>
      <w:r>
        <w:t>’</w:t>
      </w:r>
      <w:r w:rsidR="00E36F6A" w:rsidRPr="00F23192">
        <w:t>une à l</w:t>
      </w:r>
      <w:r>
        <w:t>’</w:t>
      </w:r>
      <w:r w:rsidR="00E36F6A" w:rsidRPr="00F23192">
        <w:t>a</w:t>
      </w:r>
      <w:r w:rsidR="00E36F6A" w:rsidRPr="00F23192">
        <w:t>u</w:t>
      </w:r>
      <w:r w:rsidR="00E36F6A" w:rsidRPr="00F23192">
        <w:t>tre</w:t>
      </w:r>
      <w:r>
        <w:t xml:space="preserve">… </w:t>
      </w:r>
      <w:r w:rsidR="00E36F6A" w:rsidRPr="00F23192">
        <w:t>c</w:t>
      </w:r>
      <w:r>
        <w:t>’</w:t>
      </w:r>
      <w:r w:rsidR="00E36F6A" w:rsidRPr="00F23192">
        <w:t>est donc à une lutte fratricide que vous êtes conviés</w:t>
      </w:r>
      <w:r>
        <w:t xml:space="preserve"> ; </w:t>
      </w:r>
      <w:r w:rsidR="00E36F6A" w:rsidRPr="00F23192">
        <w:t>les Français</w:t>
      </w:r>
      <w:r>
        <w:t xml:space="preserve">, </w:t>
      </w:r>
      <w:r w:rsidR="00E36F6A" w:rsidRPr="00F23192">
        <w:t>à quelque culte qu</w:t>
      </w:r>
      <w:r>
        <w:t>’</w:t>
      </w:r>
      <w:r w:rsidR="00E36F6A" w:rsidRPr="00F23192">
        <w:t>ils appartiennent</w:t>
      </w:r>
      <w:r>
        <w:t xml:space="preserve">, </w:t>
      </w:r>
      <w:r w:rsidR="00E36F6A" w:rsidRPr="00F23192">
        <w:t>sont des fr</w:t>
      </w:r>
      <w:r w:rsidR="00E36F6A" w:rsidRPr="00F23192">
        <w:t>è</w:t>
      </w:r>
      <w:r w:rsidR="00E36F6A" w:rsidRPr="00F23192">
        <w:t>res pour vous</w:t>
      </w:r>
      <w:r>
        <w:t>.</w:t>
      </w:r>
    </w:p>
    <w:p w14:paraId="3F0B6A59" w14:textId="77777777" w:rsidR="00D60A57" w:rsidRDefault="00D60A57" w:rsidP="00D60A57">
      <w:r>
        <w:t>— </w:t>
      </w:r>
      <w:r w:rsidR="00E36F6A" w:rsidRPr="00F23192">
        <w:t>Pas tous</w:t>
      </w:r>
      <w:r>
        <w:t xml:space="preserve">, </w:t>
      </w:r>
      <w:r w:rsidR="00E36F6A" w:rsidRPr="00F23192">
        <w:t>lança d</w:t>
      </w:r>
      <w:r>
        <w:t>’</w:t>
      </w:r>
      <w:r w:rsidR="00E36F6A" w:rsidRPr="00F23192">
        <w:t xml:space="preserve">une voix de stentor le duc de </w:t>
      </w:r>
      <w:proofErr w:type="spellStart"/>
      <w:r w:rsidR="00E36F6A" w:rsidRPr="00F23192">
        <w:t>Kerlor</w:t>
      </w:r>
      <w:proofErr w:type="spellEnd"/>
      <w:r>
        <w:t xml:space="preserve">… </w:t>
      </w:r>
      <w:r w:rsidR="00E36F6A" w:rsidRPr="00F23192">
        <w:t>pas les hérétiques que le pape a condamnés</w:t>
      </w:r>
      <w:r>
        <w:t>.</w:t>
      </w:r>
    </w:p>
    <w:p w14:paraId="5BE05D48" w14:textId="77777777" w:rsidR="00D60A57" w:rsidRDefault="00D60A57" w:rsidP="00D60A57">
      <w:r>
        <w:t>— </w:t>
      </w:r>
      <w:r w:rsidR="00E36F6A" w:rsidRPr="00F23192">
        <w:t>Bretons</w:t>
      </w:r>
      <w:r>
        <w:t xml:space="preserve">, </w:t>
      </w:r>
      <w:r w:rsidR="00E36F6A" w:rsidRPr="00F23192">
        <w:t>une seule chose est à considérer</w:t>
      </w:r>
      <w:r>
        <w:t xml:space="preserve"> : </w:t>
      </w:r>
      <w:r w:rsidR="00E36F6A" w:rsidRPr="00F23192">
        <w:t>l</w:t>
      </w:r>
      <w:r>
        <w:t>’</w:t>
      </w:r>
      <w:r w:rsidR="00E36F6A" w:rsidRPr="00F23192">
        <w:t>occupation de notre sol par l</w:t>
      </w:r>
      <w:r>
        <w:t>’</w:t>
      </w:r>
      <w:r w:rsidR="00E36F6A" w:rsidRPr="00F23192">
        <w:t>étranger</w:t>
      </w:r>
      <w:r>
        <w:t xml:space="preserve">, </w:t>
      </w:r>
      <w:r w:rsidR="00E36F6A" w:rsidRPr="00F23192">
        <w:t>occupation qu</w:t>
      </w:r>
      <w:r>
        <w:t>’</w:t>
      </w:r>
      <w:r w:rsidR="00E36F6A" w:rsidRPr="00F23192">
        <w:t>aucun Français</w:t>
      </w:r>
      <w:r>
        <w:t xml:space="preserve"> – </w:t>
      </w:r>
      <w:r w:rsidR="00E36F6A" w:rsidRPr="00F23192">
        <w:t>d</w:t>
      </w:r>
      <w:r w:rsidR="00E36F6A" w:rsidRPr="00F23192">
        <w:t>i</w:t>
      </w:r>
      <w:r w:rsidR="00E36F6A" w:rsidRPr="00F23192">
        <w:t>gne de ce nom</w:t>
      </w:r>
      <w:r>
        <w:t xml:space="preserve"> – </w:t>
      </w:r>
      <w:r w:rsidR="00E36F6A" w:rsidRPr="00F23192">
        <w:t>n</w:t>
      </w:r>
      <w:r>
        <w:t>’</w:t>
      </w:r>
      <w:r w:rsidR="00E36F6A" w:rsidRPr="00F23192">
        <w:t>a le devoir de tolérer</w:t>
      </w:r>
      <w:r>
        <w:t xml:space="preserve"> ! </w:t>
      </w:r>
      <w:r w:rsidR="00E36F6A" w:rsidRPr="00F23192">
        <w:t>Donc</w:t>
      </w:r>
      <w:r>
        <w:t xml:space="preserve">, </w:t>
      </w:r>
      <w:r w:rsidR="00E36F6A" w:rsidRPr="00F23192">
        <w:t>ainsi que je vous le disais au commencement</w:t>
      </w:r>
      <w:r>
        <w:t xml:space="preserve">, </w:t>
      </w:r>
      <w:r w:rsidR="00E36F6A" w:rsidRPr="00F23192">
        <w:t>notre devoir est de nous unir afin de bouter dehors les étrangers dont la présence est un désho</w:t>
      </w:r>
      <w:r w:rsidR="00E36F6A" w:rsidRPr="00F23192">
        <w:t>n</w:t>
      </w:r>
      <w:r w:rsidR="00E36F6A" w:rsidRPr="00F23192">
        <w:t>neur pour nous</w:t>
      </w:r>
      <w:r>
        <w:t>…</w:t>
      </w:r>
    </w:p>
    <w:p w14:paraId="2220498A" w14:textId="77777777" w:rsidR="00D60A57" w:rsidRDefault="00E36F6A" w:rsidP="00D60A57">
      <w:r w:rsidRPr="00F23192">
        <w:t>Des applaudissements claquèrent de toutes parts</w:t>
      </w:r>
      <w:r w:rsidR="00D60A57">
        <w:t xml:space="preserve"> ; </w:t>
      </w:r>
      <w:r w:rsidRPr="00F23192">
        <w:t>sauf les restrictions</w:t>
      </w:r>
      <w:r w:rsidR="00D60A57">
        <w:t xml:space="preserve">, </w:t>
      </w:r>
      <w:r w:rsidRPr="00F23192">
        <w:t>il semblait bien que le langage du jeune homme fut unanimement approuvé</w:t>
      </w:r>
      <w:r w:rsidR="00D60A57">
        <w:t>.</w:t>
      </w:r>
    </w:p>
    <w:p w14:paraId="073B6E8F" w14:textId="77777777" w:rsidR="00D60A57" w:rsidRDefault="00E36F6A" w:rsidP="00D60A57">
      <w:r w:rsidRPr="00F23192">
        <w:t>Le duc pressentit le danger et insinua avec habileté</w:t>
      </w:r>
      <w:r w:rsidR="00D60A57">
        <w:t> :</w:t>
      </w:r>
    </w:p>
    <w:p w14:paraId="25293AB7" w14:textId="77777777" w:rsidR="00D60A57" w:rsidRDefault="00D60A57" w:rsidP="00D60A57">
      <w:r>
        <w:t>— </w:t>
      </w:r>
      <w:r w:rsidR="00E36F6A" w:rsidRPr="00F23192">
        <w:t>Je ne puis nier que ces paroles</w:t>
      </w:r>
      <w:r>
        <w:t xml:space="preserve">, </w:t>
      </w:r>
      <w:r w:rsidR="00E36F6A" w:rsidRPr="00F23192">
        <w:t>qui provoquèrent tout d</w:t>
      </w:r>
      <w:r>
        <w:t>’</w:t>
      </w:r>
      <w:r w:rsidR="00E36F6A" w:rsidRPr="00F23192">
        <w:t>abord chez moi une vive répulsion</w:t>
      </w:r>
      <w:r>
        <w:t xml:space="preserve">, </w:t>
      </w:r>
      <w:r w:rsidR="00E36F6A" w:rsidRPr="00F23192">
        <w:t>me paraissent maintenant mériter quelque attention</w:t>
      </w:r>
      <w:r>
        <w:t xml:space="preserve"> ; </w:t>
      </w:r>
      <w:r w:rsidR="00E36F6A" w:rsidRPr="00F23192">
        <w:t>le terrain sur lequel</w:t>
      </w:r>
      <w:r>
        <w:t xml:space="preserve">, </w:t>
      </w:r>
      <w:r w:rsidR="00E36F6A" w:rsidRPr="00F23192">
        <w:t>non sans hab</w:t>
      </w:r>
      <w:r w:rsidR="00E36F6A" w:rsidRPr="00F23192">
        <w:t>i</w:t>
      </w:r>
      <w:r w:rsidR="00E36F6A" w:rsidRPr="00F23192">
        <w:t>leté</w:t>
      </w:r>
      <w:r>
        <w:t xml:space="preserve">, </w:t>
      </w:r>
      <w:r w:rsidR="00E36F6A" w:rsidRPr="00F23192">
        <w:t xml:space="preserve">le comte de </w:t>
      </w:r>
      <w:proofErr w:type="spellStart"/>
      <w:r w:rsidR="00E36F6A" w:rsidRPr="00F23192">
        <w:t>Falouët</w:t>
      </w:r>
      <w:proofErr w:type="spellEnd"/>
      <w:r w:rsidR="00E36F6A" w:rsidRPr="00F23192">
        <w:t xml:space="preserve"> a placé le débat</w:t>
      </w:r>
      <w:r>
        <w:t xml:space="preserve">, </w:t>
      </w:r>
      <w:r w:rsidR="00E36F6A" w:rsidRPr="00F23192">
        <w:t>paraît</w:t>
      </w:r>
      <w:r>
        <w:t xml:space="preserve">, </w:t>
      </w:r>
      <w:r w:rsidR="00E36F6A" w:rsidRPr="00F23192">
        <w:t>à première vue</w:t>
      </w:r>
      <w:r>
        <w:t xml:space="preserve">, </w:t>
      </w:r>
      <w:r w:rsidR="00E36F6A" w:rsidRPr="00F23192">
        <w:t>joindre la vérité</w:t>
      </w:r>
      <w:r>
        <w:t xml:space="preserve"> ! </w:t>
      </w:r>
      <w:r w:rsidR="00E36F6A" w:rsidRPr="00F23192">
        <w:t>À ne considérer la question qu</w:t>
      </w:r>
      <w:r>
        <w:t>’</w:t>
      </w:r>
      <w:r w:rsidR="00E36F6A" w:rsidRPr="00F23192">
        <w:t>au point de vue des sentiments</w:t>
      </w:r>
      <w:r>
        <w:t xml:space="preserve">, </w:t>
      </w:r>
      <w:r w:rsidR="00E36F6A" w:rsidRPr="00F23192">
        <w:t>il semble que le souvenir de la reine Anne doive nous réunir dans une commune manière de voir</w:t>
      </w:r>
      <w:r>
        <w:t>.</w:t>
      </w:r>
    </w:p>
    <w:p w14:paraId="523BA268" w14:textId="77777777" w:rsidR="00D60A57" w:rsidRDefault="00E36F6A" w:rsidP="00D60A57">
      <w:r w:rsidRPr="00F23192">
        <w:t>Des murmures approbateurs accueillirent cette déclar</w:t>
      </w:r>
      <w:r w:rsidRPr="00F23192">
        <w:t>a</w:t>
      </w:r>
      <w:r w:rsidRPr="00F23192">
        <w:t>tion</w:t>
      </w:r>
      <w:r w:rsidR="00D60A57">
        <w:t>.</w:t>
      </w:r>
    </w:p>
    <w:p w14:paraId="22454B9A" w14:textId="77777777" w:rsidR="00D60A57" w:rsidRDefault="00D60A57" w:rsidP="00D60A57">
      <w:r>
        <w:lastRenderedPageBreak/>
        <w:t>— </w:t>
      </w:r>
      <w:r w:rsidR="00E36F6A" w:rsidRPr="00F23192">
        <w:t>Mais</w:t>
      </w:r>
      <w:r>
        <w:t xml:space="preserve">, </w:t>
      </w:r>
      <w:r w:rsidR="00E36F6A" w:rsidRPr="00F23192">
        <w:t>se hâta d</w:t>
      </w:r>
      <w:r>
        <w:t>’</w:t>
      </w:r>
      <w:r w:rsidR="00E36F6A" w:rsidRPr="00F23192">
        <w:t>ajouter l</w:t>
      </w:r>
      <w:r>
        <w:t>’</w:t>
      </w:r>
      <w:r w:rsidR="00E36F6A" w:rsidRPr="00F23192">
        <w:t>orateur</w:t>
      </w:r>
      <w:r>
        <w:t xml:space="preserve">, </w:t>
      </w:r>
      <w:r w:rsidR="00E36F6A" w:rsidRPr="00F23192">
        <w:t>si l</w:t>
      </w:r>
      <w:r>
        <w:t>’</w:t>
      </w:r>
      <w:r w:rsidR="00E36F6A" w:rsidRPr="00F23192">
        <w:t>on va plus au fond des choses</w:t>
      </w:r>
      <w:r>
        <w:t xml:space="preserve">, </w:t>
      </w:r>
      <w:r w:rsidR="00E36F6A" w:rsidRPr="00F23192">
        <w:t>si au lieu de se perdre dans des considérations v</w:t>
      </w:r>
      <w:r w:rsidR="00E36F6A" w:rsidRPr="00F23192">
        <w:t>a</w:t>
      </w:r>
      <w:r w:rsidR="00E36F6A" w:rsidRPr="00F23192">
        <w:t>gues et sans point d</w:t>
      </w:r>
      <w:r>
        <w:t>’</w:t>
      </w:r>
      <w:r w:rsidR="00E36F6A" w:rsidRPr="00F23192">
        <w:t>appui solide</w:t>
      </w:r>
      <w:r>
        <w:t xml:space="preserve">, </w:t>
      </w:r>
      <w:r w:rsidR="00E36F6A" w:rsidRPr="00F23192">
        <w:t>on s</w:t>
      </w:r>
      <w:r>
        <w:t>’</w:t>
      </w:r>
      <w:r w:rsidR="00E36F6A" w:rsidRPr="00F23192">
        <w:t>en tient exclusivement au côté sérieux</w:t>
      </w:r>
      <w:r>
        <w:t xml:space="preserve">, – </w:t>
      </w:r>
      <w:r w:rsidR="00E36F6A" w:rsidRPr="00F23192">
        <w:t>matériel</w:t>
      </w:r>
      <w:r>
        <w:t xml:space="preserve">, </w:t>
      </w:r>
      <w:r w:rsidR="00E36F6A" w:rsidRPr="00F23192">
        <w:t>si l</w:t>
      </w:r>
      <w:r>
        <w:t>’</w:t>
      </w:r>
      <w:r w:rsidR="00E36F6A" w:rsidRPr="00F23192">
        <w:t>on veut</w:t>
      </w:r>
      <w:r>
        <w:t xml:space="preserve">, – </w:t>
      </w:r>
      <w:r w:rsidR="00E36F6A" w:rsidRPr="00F23192">
        <w:t>on est bien obligé de constater que la France est appauvrie</w:t>
      </w:r>
      <w:r>
        <w:t xml:space="preserve">, </w:t>
      </w:r>
      <w:r w:rsidR="00E36F6A" w:rsidRPr="00F23192">
        <w:t>que l</w:t>
      </w:r>
      <w:r>
        <w:t>’</w:t>
      </w:r>
      <w:r w:rsidR="00E36F6A" w:rsidRPr="00F23192">
        <w:t>étranger est installé solidement sur le sol et que l</w:t>
      </w:r>
      <w:r>
        <w:t>’</w:t>
      </w:r>
      <w:r w:rsidR="00E36F6A" w:rsidRPr="00F23192">
        <w:t>en chasser sera œuvre dure</w:t>
      </w:r>
      <w:r>
        <w:t xml:space="preserve">… </w:t>
      </w:r>
      <w:r w:rsidR="00E36F6A" w:rsidRPr="00F23192">
        <w:t>et surtout de résultat incertain</w:t>
      </w:r>
      <w:r>
        <w:t>.</w:t>
      </w:r>
    </w:p>
    <w:p w14:paraId="4C2B11E1" w14:textId="77777777" w:rsidR="00D60A57" w:rsidRDefault="00E36F6A" w:rsidP="00D60A57">
      <w:r w:rsidRPr="00F23192">
        <w:t>Le comte r</w:t>
      </w:r>
      <w:r w:rsidRPr="00F23192">
        <w:t>é</w:t>
      </w:r>
      <w:r w:rsidRPr="00F23192">
        <w:t>torqua</w:t>
      </w:r>
      <w:r w:rsidR="00D60A57">
        <w:t> :</w:t>
      </w:r>
    </w:p>
    <w:p w14:paraId="2F94870C" w14:textId="77777777" w:rsidR="00D60A57" w:rsidRDefault="00D60A57" w:rsidP="00D60A57">
      <w:r>
        <w:t>— </w:t>
      </w:r>
      <w:r w:rsidR="00E36F6A" w:rsidRPr="00F23192">
        <w:t>Voilà des conditions dont les Bretons n</w:t>
      </w:r>
      <w:r>
        <w:t>’</w:t>
      </w:r>
      <w:r w:rsidR="00E36F6A" w:rsidRPr="00F23192">
        <w:t>ont jamais eu cure</w:t>
      </w:r>
      <w:r>
        <w:t>.</w:t>
      </w:r>
    </w:p>
    <w:p w14:paraId="56DB3424" w14:textId="77777777" w:rsidR="00D60A57" w:rsidRDefault="00D60A57" w:rsidP="00D60A57">
      <w:r>
        <w:t>— </w:t>
      </w:r>
      <w:r w:rsidR="00E36F6A" w:rsidRPr="00F23192">
        <w:t>Que vous parliez ainsi</w:t>
      </w:r>
      <w:r>
        <w:t xml:space="preserve">, </w:t>
      </w:r>
      <w:r w:rsidR="00E36F6A" w:rsidRPr="00F23192">
        <w:t>vous qui ne portez aucune re</w:t>
      </w:r>
      <w:r w:rsidR="00E36F6A" w:rsidRPr="00F23192">
        <w:t>s</w:t>
      </w:r>
      <w:r w:rsidR="00E36F6A" w:rsidRPr="00F23192">
        <w:t>ponsabilité</w:t>
      </w:r>
      <w:r>
        <w:t xml:space="preserve">, </w:t>
      </w:r>
      <w:r w:rsidR="00E36F6A" w:rsidRPr="00F23192">
        <w:t>passe encore</w:t>
      </w:r>
      <w:r>
        <w:t xml:space="preserve"> ; </w:t>
      </w:r>
      <w:r w:rsidR="00E36F6A" w:rsidRPr="00F23192">
        <w:t>mais il en est autrement</w:t>
      </w:r>
      <w:r>
        <w:t>…</w:t>
      </w:r>
    </w:p>
    <w:p w14:paraId="79E05EE7" w14:textId="77777777" w:rsidR="00D60A57" w:rsidRDefault="00D60A57" w:rsidP="00D60A57">
      <w:r>
        <w:t xml:space="preserve">— … </w:t>
      </w:r>
      <w:r w:rsidR="00E36F6A" w:rsidRPr="00F23192">
        <w:t>Pour vous</w:t>
      </w:r>
      <w:r>
        <w:t xml:space="preserve"> ! </w:t>
      </w:r>
      <w:r w:rsidR="00E36F6A" w:rsidRPr="00F23192">
        <w:t>Mais</w:t>
      </w:r>
      <w:r>
        <w:t xml:space="preserve">, </w:t>
      </w:r>
      <w:r w:rsidR="00E36F6A" w:rsidRPr="00F23192">
        <w:t>ces responsabilités</w:t>
      </w:r>
      <w:r>
        <w:t xml:space="preserve">, </w:t>
      </w:r>
      <w:r w:rsidR="00E36F6A" w:rsidRPr="00F23192">
        <w:t>qui vous a d</w:t>
      </w:r>
      <w:r w:rsidR="00E36F6A" w:rsidRPr="00F23192">
        <w:t>e</w:t>
      </w:r>
      <w:r w:rsidR="00E36F6A" w:rsidRPr="00F23192">
        <w:t>mandé de les assumer</w:t>
      </w:r>
      <w:r>
        <w:t xml:space="preserve"> ? </w:t>
      </w:r>
      <w:r w:rsidR="00E36F6A" w:rsidRPr="00F23192">
        <w:t>Vous les avez prises</w:t>
      </w:r>
      <w:r>
        <w:t xml:space="preserve">, </w:t>
      </w:r>
      <w:r w:rsidR="00E36F6A" w:rsidRPr="00F23192">
        <w:t>parce que tel a été votre bon plaisir</w:t>
      </w:r>
      <w:r>
        <w:t>.</w:t>
      </w:r>
    </w:p>
    <w:p w14:paraId="02CC88C2" w14:textId="77777777" w:rsidR="00D60A57" w:rsidRDefault="00D60A57" w:rsidP="00D60A57">
      <w:r>
        <w:t>— </w:t>
      </w:r>
      <w:r w:rsidR="00E36F6A" w:rsidRPr="00F23192">
        <w:t>Représentant de Mgr le duc de Guise</w:t>
      </w:r>
      <w:r>
        <w:t xml:space="preserve">… </w:t>
      </w:r>
      <w:r w:rsidR="00E36F6A" w:rsidRPr="00F23192">
        <w:t>commença le duc</w:t>
      </w:r>
      <w:r>
        <w:t>…</w:t>
      </w:r>
    </w:p>
    <w:p w14:paraId="56E5A376" w14:textId="77777777" w:rsidR="00D60A57" w:rsidRDefault="00D60A57" w:rsidP="00D60A57">
      <w:r>
        <w:t>— </w:t>
      </w:r>
      <w:r w:rsidR="00E36F6A" w:rsidRPr="00F23192">
        <w:t>Montrez-nous l</w:t>
      </w:r>
      <w:r>
        <w:t>’</w:t>
      </w:r>
      <w:r w:rsidR="00E36F6A" w:rsidRPr="00F23192">
        <w:t>acte qui en témoigne</w:t>
      </w:r>
      <w:r>
        <w:t xml:space="preserve"> ! </w:t>
      </w:r>
      <w:r w:rsidR="00E36F6A" w:rsidRPr="00F23192">
        <w:t>objecta le jeune homme avec fougue</w:t>
      </w:r>
      <w:r>
        <w:t>.</w:t>
      </w:r>
    </w:p>
    <w:p w14:paraId="601E7CE3" w14:textId="77777777" w:rsidR="00D60A57" w:rsidRDefault="00E36F6A" w:rsidP="00D60A57">
      <w:r w:rsidRPr="00F23192">
        <w:t>Le visage empourpré de colère</w:t>
      </w:r>
      <w:r w:rsidR="00D60A57">
        <w:t xml:space="preserve">, </w:t>
      </w:r>
      <w:r w:rsidRPr="00F23192">
        <w:t>le duc proféra</w:t>
      </w:r>
      <w:r w:rsidR="00D60A57">
        <w:t> :</w:t>
      </w:r>
    </w:p>
    <w:p w14:paraId="70126709" w14:textId="77777777" w:rsidR="00D60A57" w:rsidRDefault="00D60A57" w:rsidP="00D60A57">
      <w:r>
        <w:t>— </w:t>
      </w:r>
      <w:r w:rsidR="00E36F6A" w:rsidRPr="00F23192">
        <w:t>Qui met en doute ma parole m</w:t>
      </w:r>
      <w:r>
        <w:t>’</w:t>
      </w:r>
      <w:r w:rsidR="00E36F6A" w:rsidRPr="00F23192">
        <w:t>insulte</w:t>
      </w:r>
      <w:r>
        <w:t xml:space="preserve"> ! </w:t>
      </w:r>
      <w:r w:rsidR="00E36F6A" w:rsidRPr="00F23192">
        <w:t xml:space="preserve">Comte du </w:t>
      </w:r>
      <w:proofErr w:type="spellStart"/>
      <w:r w:rsidR="00E36F6A" w:rsidRPr="00F23192">
        <w:t>F</w:t>
      </w:r>
      <w:r w:rsidR="00E36F6A" w:rsidRPr="00F23192">
        <w:t>a</w:t>
      </w:r>
      <w:r w:rsidR="00E36F6A" w:rsidRPr="00F23192">
        <w:t>louët</w:t>
      </w:r>
      <w:proofErr w:type="spellEnd"/>
      <w:r>
        <w:t xml:space="preserve">, </w:t>
      </w:r>
      <w:r w:rsidR="00E36F6A" w:rsidRPr="00F23192">
        <w:t>je vous somme de retirer ces paroles</w:t>
      </w:r>
      <w:r>
        <w:t>.</w:t>
      </w:r>
    </w:p>
    <w:p w14:paraId="7D9BEC9D" w14:textId="77777777" w:rsidR="00D60A57" w:rsidRDefault="00E36F6A" w:rsidP="00D60A57">
      <w:r w:rsidRPr="00F23192">
        <w:t>Très calme</w:t>
      </w:r>
      <w:r w:rsidR="00D60A57">
        <w:t xml:space="preserve">, </w:t>
      </w:r>
      <w:r w:rsidRPr="00F23192">
        <w:t>Bertrand déclara</w:t>
      </w:r>
      <w:r w:rsidR="00D60A57">
        <w:t> :</w:t>
      </w:r>
    </w:p>
    <w:p w14:paraId="35801C26" w14:textId="77777777" w:rsidR="00D60A57" w:rsidRDefault="00D60A57" w:rsidP="00D60A57">
      <w:r>
        <w:t>— </w:t>
      </w:r>
      <w:r w:rsidR="00E36F6A" w:rsidRPr="00F23192">
        <w:t>Quoi que vous disiez ou fassiez</w:t>
      </w:r>
      <w:r>
        <w:t xml:space="preserve">, </w:t>
      </w:r>
      <w:r w:rsidR="00E36F6A" w:rsidRPr="00F23192">
        <w:t>je ne vous suivrai pas sur le terrain où vous cherchez à m</w:t>
      </w:r>
      <w:r>
        <w:t>’</w:t>
      </w:r>
      <w:r w:rsidR="00E36F6A" w:rsidRPr="00F23192">
        <w:t>entraîner</w:t>
      </w:r>
      <w:r>
        <w:t xml:space="preserve">… </w:t>
      </w:r>
      <w:r w:rsidR="00E36F6A" w:rsidRPr="00F23192">
        <w:t>Les intérêts dont s</w:t>
      </w:r>
      <w:r>
        <w:t>’</w:t>
      </w:r>
      <w:r w:rsidR="00E36F6A" w:rsidRPr="00F23192">
        <w:t xml:space="preserve">agit ici sont de trop haute importance pour que notre </w:t>
      </w:r>
      <w:r w:rsidR="00E36F6A" w:rsidRPr="00F23192">
        <w:lastRenderedPageBreak/>
        <w:t>attention en puisse être détournée par une querelle personnelle</w:t>
      </w:r>
      <w:r>
        <w:t>.</w:t>
      </w:r>
    </w:p>
    <w:p w14:paraId="2C869DF3" w14:textId="77777777" w:rsidR="00D60A57" w:rsidRDefault="00D60A57" w:rsidP="00D60A57">
      <w:r>
        <w:t>— </w:t>
      </w:r>
      <w:r w:rsidR="00E36F6A" w:rsidRPr="00F23192">
        <w:t>Vous vous dérobez</w:t>
      </w:r>
      <w:r>
        <w:t> !</w:t>
      </w:r>
    </w:p>
    <w:p w14:paraId="4575B768" w14:textId="77777777" w:rsidR="00D60A57" w:rsidRDefault="00D60A57" w:rsidP="00D60A57">
      <w:r>
        <w:t>— </w:t>
      </w:r>
      <w:r w:rsidR="00E36F6A" w:rsidRPr="00F23192">
        <w:t>Ceux qui me connaissent savent que cela n</w:t>
      </w:r>
      <w:r>
        <w:t>’</w:t>
      </w:r>
      <w:r w:rsidR="00E36F6A" w:rsidRPr="00F23192">
        <w:t>est point dans mes habitudes et vous-même ne mettez point en doute que</w:t>
      </w:r>
      <w:r>
        <w:t xml:space="preserve">, </w:t>
      </w:r>
      <w:r w:rsidR="00E36F6A" w:rsidRPr="00F23192">
        <w:t>le jour venu</w:t>
      </w:r>
      <w:r>
        <w:t xml:space="preserve">, </w:t>
      </w:r>
      <w:r w:rsidR="00E36F6A" w:rsidRPr="00F23192">
        <w:t>vous me trouverez devant vous</w:t>
      </w:r>
      <w:r>
        <w:t xml:space="preserve">, </w:t>
      </w:r>
      <w:r w:rsidR="00E36F6A" w:rsidRPr="00F23192">
        <w:t>l</w:t>
      </w:r>
      <w:r>
        <w:t>’</w:t>
      </w:r>
      <w:r w:rsidR="00E36F6A" w:rsidRPr="00F23192">
        <w:t>épée à la main</w:t>
      </w:r>
      <w:r>
        <w:t xml:space="preserve"> ; </w:t>
      </w:r>
      <w:r w:rsidR="00E36F6A" w:rsidRPr="00F23192">
        <w:t>mais jusqu</w:t>
      </w:r>
      <w:r>
        <w:t>’</w:t>
      </w:r>
      <w:r w:rsidR="00E36F6A" w:rsidRPr="00F23192">
        <w:t>à ce jour j</w:t>
      </w:r>
      <w:r>
        <w:t>’</w:t>
      </w:r>
      <w:r w:rsidR="00E36F6A" w:rsidRPr="00F23192">
        <w:t>entends demeurer Breton</w:t>
      </w:r>
      <w:r>
        <w:t xml:space="preserve">, </w:t>
      </w:r>
      <w:r w:rsidR="00E36F6A" w:rsidRPr="00F23192">
        <w:t>exclus</w:t>
      </w:r>
      <w:r w:rsidR="00E36F6A" w:rsidRPr="00F23192">
        <w:t>i</w:t>
      </w:r>
      <w:r w:rsidR="00E36F6A" w:rsidRPr="00F23192">
        <w:t>vement Breton</w:t>
      </w:r>
      <w:r>
        <w:t xml:space="preserve">, </w:t>
      </w:r>
      <w:r w:rsidR="00E36F6A" w:rsidRPr="00F23192">
        <w:t>et n</w:t>
      </w:r>
      <w:r>
        <w:t>’</w:t>
      </w:r>
      <w:r w:rsidR="00E36F6A" w:rsidRPr="00F23192">
        <w:t>agir que pour le bien de la seule Bretagne</w:t>
      </w:r>
      <w:r>
        <w:t>.</w:t>
      </w:r>
    </w:p>
    <w:p w14:paraId="2A40A77E" w14:textId="77777777" w:rsidR="00D60A57" w:rsidRDefault="00D60A57" w:rsidP="00D60A57">
      <w:r>
        <w:t>— </w:t>
      </w:r>
      <w:r w:rsidR="00E36F6A" w:rsidRPr="00F23192">
        <w:t>Ainsi donc</w:t>
      </w:r>
      <w:r>
        <w:t xml:space="preserve">, </w:t>
      </w:r>
      <w:r w:rsidR="00E36F6A" w:rsidRPr="00F23192">
        <w:t>vous prétendez vous poser en champion de la Bretagne</w:t>
      </w:r>
      <w:r>
        <w:t xml:space="preserve">, </w:t>
      </w:r>
      <w:r w:rsidR="00E36F6A" w:rsidRPr="00F23192">
        <w:t>la terre très chrétienne particulièrement chérie de notre Saint-Père le pape</w:t>
      </w:r>
      <w:r>
        <w:t xml:space="preserve">, </w:t>
      </w:r>
      <w:r w:rsidR="00E36F6A" w:rsidRPr="00F23192">
        <w:t>et vous osez parler de la ranger sous la bannière d</w:t>
      </w:r>
      <w:r>
        <w:t>’</w:t>
      </w:r>
      <w:r w:rsidR="00E36F6A" w:rsidRPr="00F23192">
        <w:t>un huguenot</w:t>
      </w:r>
      <w:r>
        <w:t>.</w:t>
      </w:r>
    </w:p>
    <w:p w14:paraId="29596ACA" w14:textId="77777777" w:rsidR="00D60A57" w:rsidRDefault="00D60A57" w:rsidP="00D60A57">
      <w:r>
        <w:t>— </w:t>
      </w:r>
      <w:r w:rsidR="00E36F6A" w:rsidRPr="00F23192">
        <w:t>Non d</w:t>
      </w:r>
      <w:r>
        <w:t>’</w:t>
      </w:r>
      <w:r w:rsidR="00E36F6A" w:rsidRPr="00F23192">
        <w:t>un huguenot</w:t>
      </w:r>
      <w:r>
        <w:t xml:space="preserve">, </w:t>
      </w:r>
      <w:r w:rsidR="00E36F6A" w:rsidRPr="00F23192">
        <w:t>mais du roi légitime de France</w:t>
      </w:r>
      <w:r>
        <w:t>.</w:t>
      </w:r>
    </w:p>
    <w:p w14:paraId="70937C18" w14:textId="77777777" w:rsidR="00D60A57" w:rsidRDefault="00D60A57" w:rsidP="00D60A57">
      <w:r>
        <w:t>— </w:t>
      </w:r>
      <w:r w:rsidR="00E36F6A" w:rsidRPr="00F23192">
        <w:t>Roi non reconnu par la Sainte Ligue</w:t>
      </w:r>
      <w:r>
        <w:t>.</w:t>
      </w:r>
    </w:p>
    <w:p w14:paraId="2CC75575" w14:textId="77777777" w:rsidR="00D60A57" w:rsidRDefault="00D60A57" w:rsidP="00D60A57">
      <w:r>
        <w:t>— </w:t>
      </w:r>
      <w:r w:rsidR="00E36F6A" w:rsidRPr="00F23192">
        <w:t>La Sainte Ligue qui marche la main dans la main avec l</w:t>
      </w:r>
      <w:r>
        <w:t>’</w:t>
      </w:r>
      <w:r w:rsidR="00E36F6A" w:rsidRPr="00F23192">
        <w:t>ennemi de la France</w:t>
      </w:r>
      <w:r>
        <w:t> !</w:t>
      </w:r>
    </w:p>
    <w:p w14:paraId="326B95BD" w14:textId="77777777" w:rsidR="00D60A57" w:rsidRDefault="00D60A57" w:rsidP="00D60A57">
      <w:r>
        <w:t>— </w:t>
      </w:r>
      <w:r w:rsidR="00E36F6A" w:rsidRPr="00F23192">
        <w:t>L</w:t>
      </w:r>
      <w:r>
        <w:t>’</w:t>
      </w:r>
      <w:r w:rsidR="00E36F6A" w:rsidRPr="00F23192">
        <w:t>ennemi</w:t>
      </w:r>
      <w:r>
        <w:t xml:space="preserve"> !… </w:t>
      </w:r>
      <w:r w:rsidR="00E36F6A" w:rsidRPr="00F23192">
        <w:t>cet ennemi a été appelé par le duc de Guise pour lui permettre de faire triompher la religion</w:t>
      </w:r>
      <w:r>
        <w:t>.</w:t>
      </w:r>
    </w:p>
    <w:p w14:paraId="4501AE91" w14:textId="77777777" w:rsidR="00D60A57" w:rsidRDefault="00D60A57" w:rsidP="00D60A57">
      <w:r>
        <w:t>— </w:t>
      </w:r>
      <w:r w:rsidR="00E36F6A" w:rsidRPr="00F23192">
        <w:t>La religion n</w:t>
      </w:r>
      <w:r>
        <w:t>’</w:t>
      </w:r>
      <w:r w:rsidR="00E36F6A" w:rsidRPr="00F23192">
        <w:t>est pas en péril</w:t>
      </w:r>
      <w:r>
        <w:t xml:space="preserve">… </w:t>
      </w:r>
      <w:r w:rsidR="00E36F6A" w:rsidRPr="00F23192">
        <w:t>Seule s</w:t>
      </w:r>
      <w:r>
        <w:t>’</w:t>
      </w:r>
      <w:r w:rsidR="00E36F6A" w:rsidRPr="00F23192">
        <w:t>y trouve l</w:t>
      </w:r>
      <w:r>
        <w:t>’</w:t>
      </w:r>
      <w:r w:rsidR="00E36F6A" w:rsidRPr="00F23192">
        <w:t>amb</w:t>
      </w:r>
      <w:r w:rsidR="00E36F6A" w:rsidRPr="00F23192">
        <w:t>i</w:t>
      </w:r>
      <w:r w:rsidR="00E36F6A" w:rsidRPr="00F23192">
        <w:t>tion démesurée du duc de Guise</w:t>
      </w:r>
      <w:r>
        <w:t xml:space="preserve">, </w:t>
      </w:r>
      <w:r w:rsidR="00E36F6A" w:rsidRPr="00F23192">
        <w:t>qui vise à remplacer la famille des Bourbon héritière légitime de celle des Valois</w:t>
      </w:r>
      <w:r>
        <w:t xml:space="preserve">, </w:t>
      </w:r>
      <w:r w:rsidR="00E36F6A" w:rsidRPr="00F23192">
        <w:t>par celle de Lo</w:t>
      </w:r>
      <w:r w:rsidR="00E36F6A" w:rsidRPr="00F23192">
        <w:t>r</w:t>
      </w:r>
      <w:r w:rsidR="00E36F6A" w:rsidRPr="00F23192">
        <w:t>raine</w:t>
      </w:r>
      <w:r>
        <w:t xml:space="preserve">… </w:t>
      </w:r>
      <w:r w:rsidR="00E36F6A" w:rsidRPr="00F23192">
        <w:t>si proche de l</w:t>
      </w:r>
      <w:r>
        <w:t>’</w:t>
      </w:r>
      <w:r w:rsidR="00E36F6A" w:rsidRPr="00F23192">
        <w:t>Allemagne</w:t>
      </w:r>
      <w:r>
        <w:t xml:space="preserve"> ! </w:t>
      </w:r>
      <w:r w:rsidR="00E36F6A" w:rsidRPr="00F23192">
        <w:t>Donc</w:t>
      </w:r>
      <w:r>
        <w:t xml:space="preserve">, </w:t>
      </w:r>
      <w:r w:rsidR="00E36F6A" w:rsidRPr="00F23192">
        <w:t>je vous adjure</w:t>
      </w:r>
      <w:r>
        <w:t xml:space="preserve">, </w:t>
      </w:r>
      <w:r w:rsidR="00E36F6A" w:rsidRPr="00F23192">
        <w:t>au nom du souvenir que vous devez à notre duchesse Anne</w:t>
      </w:r>
      <w:r>
        <w:t xml:space="preserve">, </w:t>
      </w:r>
      <w:r w:rsidR="00E36F6A" w:rsidRPr="00F23192">
        <w:t>de ne rien précipiter</w:t>
      </w:r>
      <w:r>
        <w:t xml:space="preserve">, </w:t>
      </w:r>
      <w:r w:rsidR="00E36F6A" w:rsidRPr="00F23192">
        <w:t>de prendre le temps de vous conce</w:t>
      </w:r>
      <w:r w:rsidR="00E36F6A" w:rsidRPr="00F23192">
        <w:t>r</w:t>
      </w:r>
      <w:r w:rsidR="00E36F6A" w:rsidRPr="00F23192">
        <w:t>ter entre vous</w:t>
      </w:r>
      <w:r>
        <w:t xml:space="preserve">, </w:t>
      </w:r>
      <w:r w:rsidR="00E36F6A" w:rsidRPr="00F23192">
        <w:t>avant de prêter le serment qui vous est demandé</w:t>
      </w:r>
      <w:r>
        <w:t>.</w:t>
      </w:r>
    </w:p>
    <w:p w14:paraId="57786FBA" w14:textId="77777777" w:rsidR="00D60A57" w:rsidRDefault="00E36F6A" w:rsidP="00D60A57">
      <w:r w:rsidRPr="00F23192">
        <w:t>Puis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adressant au duc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une voix pénétrée</w:t>
      </w:r>
      <w:r w:rsidR="00D60A57">
        <w:t> :</w:t>
      </w:r>
    </w:p>
    <w:p w14:paraId="6D80E292" w14:textId="77777777" w:rsidR="00D60A57" w:rsidRDefault="00D60A57" w:rsidP="00D60A57">
      <w:r>
        <w:lastRenderedPageBreak/>
        <w:t>— </w:t>
      </w:r>
      <w:r w:rsidR="00E36F6A" w:rsidRPr="00F23192">
        <w:t>Quant à vous</w:t>
      </w:r>
      <w:r>
        <w:t xml:space="preserve">, </w:t>
      </w:r>
      <w:r w:rsidR="00E36F6A" w:rsidRPr="00F23192">
        <w:t>monsieur le duc</w:t>
      </w:r>
      <w:r>
        <w:t xml:space="preserve">, </w:t>
      </w:r>
      <w:r w:rsidR="00E36F6A" w:rsidRPr="00F23192">
        <w:t>vous comprendrez que</w:t>
      </w:r>
      <w:r>
        <w:t xml:space="preserve">, </w:t>
      </w:r>
      <w:r w:rsidR="00E36F6A" w:rsidRPr="00F23192">
        <w:t>pour régler le différend qui nous est personnel</w:t>
      </w:r>
      <w:r>
        <w:t xml:space="preserve">, </w:t>
      </w:r>
      <w:r w:rsidR="00E36F6A" w:rsidRPr="00F23192">
        <w:t>il convient d</w:t>
      </w:r>
      <w:r>
        <w:t>’</w:t>
      </w:r>
      <w:r w:rsidR="00E36F6A" w:rsidRPr="00F23192">
        <w:t>attendre que la Bretagne ait décidé de son sort</w:t>
      </w:r>
      <w:r>
        <w:t>…</w:t>
      </w:r>
    </w:p>
    <w:p w14:paraId="630B0D14" w14:textId="77777777" w:rsidR="00D60A57" w:rsidRDefault="00E36F6A" w:rsidP="00D60A57">
      <w:r w:rsidRPr="00F23192">
        <w:t xml:space="preserve">Ce à quoi </w:t>
      </w:r>
      <w:r w:rsidR="00D60A57">
        <w:t>M. de </w:t>
      </w:r>
      <w:proofErr w:type="spellStart"/>
      <w:r w:rsidRPr="00F23192">
        <w:t>Kerlor</w:t>
      </w:r>
      <w:proofErr w:type="spellEnd"/>
      <w:r w:rsidRPr="00F23192">
        <w:t xml:space="preserve"> répliqua</w:t>
      </w:r>
      <w:r w:rsidR="00D60A57">
        <w:t> :</w:t>
      </w:r>
    </w:p>
    <w:p w14:paraId="6D2E9ADC" w14:textId="77777777" w:rsidR="00D60A57" w:rsidRDefault="00D60A57" w:rsidP="00D60A57">
      <w:r>
        <w:t>— </w:t>
      </w:r>
      <w:r w:rsidR="00E36F6A" w:rsidRPr="00F23192">
        <w:t>Fixons donc au plus prochain jour la date d</w:t>
      </w:r>
      <w:r>
        <w:t>’</w:t>
      </w:r>
      <w:r w:rsidR="00E36F6A" w:rsidRPr="00F23192">
        <w:t>une no</w:t>
      </w:r>
      <w:r w:rsidR="00E36F6A" w:rsidRPr="00F23192">
        <w:t>u</w:t>
      </w:r>
      <w:r w:rsidR="00E36F6A" w:rsidRPr="00F23192">
        <w:t>velle réunion où une décision pourra être prise en toute connaissance de cause</w:t>
      </w:r>
      <w:r>
        <w:t xml:space="preserve"> ; </w:t>
      </w:r>
      <w:r w:rsidR="00E36F6A" w:rsidRPr="00F23192">
        <w:t>Mgr le duc de Guise ne saurait patienter trop lon</w:t>
      </w:r>
      <w:r w:rsidR="00E36F6A" w:rsidRPr="00F23192">
        <w:t>g</w:t>
      </w:r>
      <w:r w:rsidR="00E36F6A" w:rsidRPr="00F23192">
        <w:t>temps</w:t>
      </w:r>
      <w:r>
        <w:t>.</w:t>
      </w:r>
    </w:p>
    <w:p w14:paraId="5473443B" w14:textId="77777777" w:rsidR="00D60A57" w:rsidRDefault="00E36F6A" w:rsidP="00D60A57">
      <w:r w:rsidRPr="00F23192">
        <w:t>Ce qui arracha à Bertrand cette exclamation</w:t>
      </w:r>
      <w:r w:rsidR="00D60A57">
        <w:t> :</w:t>
      </w:r>
    </w:p>
    <w:p w14:paraId="4FD30A81" w14:textId="77777777" w:rsidR="00D60A57" w:rsidRDefault="00D60A57" w:rsidP="00D60A57">
      <w:r>
        <w:t>— </w:t>
      </w:r>
      <w:r w:rsidR="00E36F6A" w:rsidRPr="00F23192">
        <w:t>Plaise au ciel qu</w:t>
      </w:r>
      <w:r>
        <w:t>’</w:t>
      </w:r>
      <w:r w:rsidR="00E36F6A" w:rsidRPr="00F23192">
        <w:t>il soit payé de sa patience comme le m</w:t>
      </w:r>
      <w:r w:rsidR="00E36F6A" w:rsidRPr="00F23192">
        <w:t>é</w:t>
      </w:r>
      <w:r w:rsidR="00E36F6A" w:rsidRPr="00F23192">
        <w:t>rite la mauvaise cause qu</w:t>
      </w:r>
      <w:r>
        <w:t>’</w:t>
      </w:r>
      <w:r w:rsidR="00E36F6A" w:rsidRPr="00F23192">
        <w:t>il soutient</w:t>
      </w:r>
      <w:r>
        <w:t>.</w:t>
      </w:r>
    </w:p>
    <w:p w14:paraId="2E0937D5" w14:textId="77777777" w:rsidR="00D60A57" w:rsidRDefault="00D60A57" w:rsidP="00D60A57">
      <w:r>
        <w:t>— </w:t>
      </w:r>
      <w:r w:rsidR="00E36F6A" w:rsidRPr="00F23192">
        <w:t>Pas si mauvaise</w:t>
      </w:r>
      <w:r>
        <w:t xml:space="preserve">, </w:t>
      </w:r>
      <w:r w:rsidR="00E36F6A" w:rsidRPr="00F23192">
        <w:t>comte</w:t>
      </w:r>
      <w:r>
        <w:t xml:space="preserve">, </w:t>
      </w:r>
      <w:r w:rsidR="00E36F6A" w:rsidRPr="00F23192">
        <w:t>puisque je suis à ses côtés pour la soutenir</w:t>
      </w:r>
      <w:r>
        <w:t xml:space="preserve">, </w:t>
      </w:r>
      <w:r w:rsidR="00E36F6A" w:rsidRPr="00F23192">
        <w:t>moi aussi</w:t>
      </w:r>
      <w:r>
        <w:t>…</w:t>
      </w:r>
    </w:p>
    <w:p w14:paraId="176EA40F" w14:textId="77777777" w:rsidR="00D60A57" w:rsidRDefault="00E36F6A" w:rsidP="00D60A57">
      <w:r w:rsidRPr="00F23192">
        <w:t>Il avait lancé cette phrase d</w:t>
      </w:r>
      <w:r w:rsidR="00D60A57">
        <w:t>’</w:t>
      </w:r>
      <w:r w:rsidRPr="00F23192">
        <w:t>un ton provoquant</w:t>
      </w:r>
      <w:r w:rsidR="00D60A57">
        <w:t xml:space="preserve">. </w:t>
      </w:r>
      <w:r w:rsidRPr="00F23192">
        <w:t>La riposte ne se fit pas attendre</w:t>
      </w:r>
      <w:r w:rsidR="00D60A57">
        <w:t>.</w:t>
      </w:r>
    </w:p>
    <w:p w14:paraId="19D03483" w14:textId="77777777" w:rsidR="00D60A57" w:rsidRDefault="00D60A57" w:rsidP="00D60A57">
      <w:r>
        <w:t>— </w:t>
      </w:r>
      <w:r w:rsidR="00E36F6A" w:rsidRPr="00F23192">
        <w:t>Qui prétendrait que ce soit là une preuve de son exce</w:t>
      </w:r>
      <w:r w:rsidR="00E36F6A" w:rsidRPr="00F23192">
        <w:t>l</w:t>
      </w:r>
      <w:r w:rsidR="00E36F6A" w:rsidRPr="00F23192">
        <w:t>lence</w:t>
      </w:r>
      <w:r>
        <w:t> ?</w:t>
      </w:r>
    </w:p>
    <w:p w14:paraId="0B14FE29" w14:textId="77777777" w:rsidR="00D60A57" w:rsidRDefault="00E36F6A" w:rsidP="00D60A57">
      <w:r w:rsidRPr="00F23192">
        <w:t xml:space="preserve">À peine </w:t>
      </w:r>
      <w:r w:rsidR="00D60A57">
        <w:t>M. </w:t>
      </w:r>
      <w:r w:rsidRPr="00F23192">
        <w:t xml:space="preserve">du </w:t>
      </w:r>
      <w:proofErr w:type="spellStart"/>
      <w:r w:rsidRPr="00F23192">
        <w:t>Falouët</w:t>
      </w:r>
      <w:proofErr w:type="spellEnd"/>
      <w:r w:rsidRPr="00F23192">
        <w:t xml:space="preserve"> avait-il prononcé ces mots que le duc</w:t>
      </w:r>
      <w:r w:rsidR="00D60A57">
        <w:t xml:space="preserve">, </w:t>
      </w:r>
      <w:r w:rsidRPr="00F23192">
        <w:t>blême de colère</w:t>
      </w:r>
      <w:r w:rsidR="00D60A57">
        <w:t xml:space="preserve">, </w:t>
      </w:r>
      <w:r w:rsidRPr="00F23192">
        <w:t>portant la main à son épée</w:t>
      </w:r>
      <w:r w:rsidR="00D60A57">
        <w:t xml:space="preserve">, </w:t>
      </w:r>
      <w:r w:rsidRPr="00F23192">
        <w:t>faisait mine de se jeter sur lui</w:t>
      </w:r>
      <w:r w:rsidR="00D60A57">
        <w:t>.</w:t>
      </w:r>
    </w:p>
    <w:p w14:paraId="70DFC15F" w14:textId="77777777" w:rsidR="00D60A57" w:rsidRDefault="00E36F6A" w:rsidP="00D60A57">
      <w:r w:rsidRPr="00F23192">
        <w:t>Guy de la Fontanelle le saisit par le bras</w:t>
      </w:r>
      <w:r w:rsidR="00D60A57">
        <w:t xml:space="preserve">, </w:t>
      </w:r>
      <w:r w:rsidRPr="00F23192">
        <w:t>conseillant</w:t>
      </w:r>
      <w:r w:rsidR="00D60A57">
        <w:t> :</w:t>
      </w:r>
    </w:p>
    <w:p w14:paraId="4ED016D9" w14:textId="77777777" w:rsidR="00D60A57" w:rsidRDefault="00D60A57" w:rsidP="00D60A57">
      <w:r>
        <w:t>— </w:t>
      </w:r>
      <w:r w:rsidR="00E36F6A" w:rsidRPr="00F23192">
        <w:t>Du calme</w:t>
      </w:r>
      <w:r>
        <w:t xml:space="preserve">, </w:t>
      </w:r>
      <w:r w:rsidR="00E36F6A" w:rsidRPr="00F23192">
        <w:t>mon cher duc</w:t>
      </w:r>
      <w:r>
        <w:t>… M. </w:t>
      </w:r>
      <w:r w:rsidR="00E36F6A" w:rsidRPr="00F23192">
        <w:t xml:space="preserve">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a fort just</w:t>
      </w:r>
      <w:r w:rsidR="00E36F6A" w:rsidRPr="00F23192">
        <w:t>e</w:t>
      </w:r>
      <w:r w:rsidR="00E36F6A" w:rsidRPr="00F23192">
        <w:t>ment fait observer que les affaires de la Bretagne devaient primer ce</w:t>
      </w:r>
      <w:r w:rsidR="00E36F6A" w:rsidRPr="00F23192">
        <w:t>l</w:t>
      </w:r>
      <w:r w:rsidR="00E36F6A" w:rsidRPr="00F23192">
        <w:t>les de chacun de nous</w:t>
      </w:r>
      <w:r>
        <w:t xml:space="preserve">… </w:t>
      </w:r>
      <w:r w:rsidR="00E36F6A" w:rsidRPr="00F23192">
        <w:t>Donc</w:t>
      </w:r>
      <w:r>
        <w:t xml:space="preserve">, </w:t>
      </w:r>
      <w:r w:rsidR="00E36F6A" w:rsidRPr="00F23192">
        <w:t>commençons par fixer un jour pour la réunion prochaine</w:t>
      </w:r>
      <w:r>
        <w:t>…</w:t>
      </w:r>
    </w:p>
    <w:p w14:paraId="233A9864" w14:textId="77777777" w:rsidR="00D60A57" w:rsidRDefault="00D60A57" w:rsidP="00D60A57">
      <w:r>
        <w:t>— </w:t>
      </w:r>
      <w:r w:rsidR="00E36F6A" w:rsidRPr="00F23192">
        <w:t>Et ce jour</w:t>
      </w:r>
      <w:r>
        <w:t xml:space="preserve">, </w:t>
      </w:r>
      <w:r w:rsidR="00E36F6A" w:rsidRPr="00F23192">
        <w:t>proposa le jeune comte</w:t>
      </w:r>
      <w:r>
        <w:t xml:space="preserve">, </w:t>
      </w:r>
      <w:r w:rsidR="00E36F6A" w:rsidRPr="00F23192">
        <w:t>sera également celui où nous viderons notre différend</w:t>
      </w:r>
      <w:r>
        <w:t xml:space="preserve">, </w:t>
      </w:r>
      <w:r w:rsidR="00E36F6A" w:rsidRPr="00F23192">
        <w:t>face à tous</w:t>
      </w:r>
      <w:r>
        <w:t> !</w:t>
      </w:r>
    </w:p>
    <w:p w14:paraId="64A6ED69" w14:textId="77777777" w:rsidR="00D60A57" w:rsidRDefault="00E36F6A" w:rsidP="00D60A57">
      <w:r w:rsidRPr="00F23192">
        <w:lastRenderedPageBreak/>
        <w:t>Il ajouta</w:t>
      </w:r>
      <w:r w:rsidR="00D60A57">
        <w:t xml:space="preserve">, </w:t>
      </w:r>
      <w:r w:rsidRPr="00F23192">
        <w:t>consultant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un regard jeté à la ronde</w:t>
      </w:r>
      <w:r w:rsidR="00D60A57">
        <w:t xml:space="preserve">, </w:t>
      </w:r>
      <w:r w:rsidRPr="00F23192">
        <w:t>les assi</w:t>
      </w:r>
      <w:r w:rsidRPr="00F23192">
        <w:t>s</w:t>
      </w:r>
      <w:r w:rsidRPr="00F23192">
        <w:t>tants</w:t>
      </w:r>
      <w:r w:rsidR="00D60A57">
        <w:t> :</w:t>
      </w:r>
    </w:p>
    <w:p w14:paraId="4B56D8BA" w14:textId="77777777" w:rsidR="00D60A57" w:rsidRDefault="00D60A57" w:rsidP="00D60A57">
      <w:r>
        <w:t>— </w:t>
      </w:r>
      <w:r w:rsidR="00E36F6A" w:rsidRPr="00F23192">
        <w:t>Puis-je être plus conciliant</w:t>
      </w:r>
      <w:r>
        <w:t> ?…</w:t>
      </w:r>
    </w:p>
    <w:p w14:paraId="6EE33363" w14:textId="77777777" w:rsidR="00D60A57" w:rsidRDefault="00E36F6A" w:rsidP="00D60A57">
      <w:r w:rsidRPr="00F23192">
        <w:t>Plusieurs voix crièrent à l</w:t>
      </w:r>
      <w:r w:rsidR="00D60A57">
        <w:t>’</w:t>
      </w:r>
      <w:r w:rsidRPr="00F23192">
        <w:t>unisson</w:t>
      </w:r>
      <w:r w:rsidR="00D60A57">
        <w:t> :</w:t>
      </w:r>
    </w:p>
    <w:p w14:paraId="6C88B433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au mieux</w:t>
      </w:r>
      <w:r>
        <w:t>…</w:t>
      </w:r>
    </w:p>
    <w:p w14:paraId="6DF29107" w14:textId="77777777" w:rsidR="00D60A57" w:rsidRDefault="00E36F6A" w:rsidP="00D60A57">
      <w:r w:rsidRPr="00F23192">
        <w:t>Le duc</w:t>
      </w:r>
      <w:r w:rsidR="00D60A57">
        <w:t xml:space="preserve">, </w:t>
      </w:r>
      <w:r w:rsidRPr="00F23192">
        <w:t>dans ces conditions</w:t>
      </w:r>
      <w:r w:rsidR="00D60A57">
        <w:t xml:space="preserve">, </w:t>
      </w:r>
      <w:r w:rsidRPr="00F23192">
        <w:t>ne pouvait faire autrement que de s</w:t>
      </w:r>
      <w:r w:rsidR="00D60A57">
        <w:t>’</w:t>
      </w:r>
      <w:r w:rsidRPr="00F23192">
        <w:t>incliner</w:t>
      </w:r>
      <w:r w:rsidR="00D60A57">
        <w:t>.</w:t>
      </w:r>
    </w:p>
    <w:p w14:paraId="1867F5EF" w14:textId="77777777" w:rsidR="00D60A57" w:rsidRDefault="00D60A57" w:rsidP="00D60A57">
      <w:r>
        <w:t>— </w:t>
      </w:r>
      <w:r w:rsidR="00E36F6A" w:rsidRPr="00F23192">
        <w:t>Soit donc</w:t>
      </w:r>
      <w:r>
        <w:t xml:space="preserve">, </w:t>
      </w:r>
      <w:r w:rsidR="00E36F6A" w:rsidRPr="00F23192">
        <w:t>gronda-t-il</w:t>
      </w:r>
      <w:r>
        <w:t xml:space="preserve">, </w:t>
      </w:r>
      <w:r w:rsidR="00E36F6A" w:rsidRPr="00F23192">
        <w:t>qu</w:t>
      </w:r>
      <w:r>
        <w:t>’</w:t>
      </w:r>
      <w:r w:rsidR="00E36F6A" w:rsidRPr="00F23192">
        <w:t>il en soit fait ainsi qu</w:t>
      </w:r>
      <w:r>
        <w:t>’</w:t>
      </w:r>
      <w:r w:rsidR="00E36F6A" w:rsidRPr="00F23192">
        <w:t>il est pr</w:t>
      </w:r>
      <w:r w:rsidR="00E36F6A" w:rsidRPr="00F23192">
        <w:t>o</w:t>
      </w:r>
      <w:r w:rsidR="00E36F6A" w:rsidRPr="00F23192">
        <w:t>posé</w:t>
      </w:r>
      <w:r>
        <w:t>…</w:t>
      </w:r>
    </w:p>
    <w:p w14:paraId="63C24D4A" w14:textId="77777777" w:rsidR="00D60A57" w:rsidRDefault="00E36F6A" w:rsidP="00D60A57">
      <w:r w:rsidRPr="00F23192">
        <w:t>Puis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adressant à l</w:t>
      </w:r>
      <w:r w:rsidR="00D60A57">
        <w:t>’</w:t>
      </w:r>
      <w:r w:rsidRPr="00F23192">
        <w:t>assemblée</w:t>
      </w:r>
      <w:r w:rsidR="00D60A57">
        <w:t> :</w:t>
      </w:r>
    </w:p>
    <w:p w14:paraId="3CE76D17" w14:textId="77777777" w:rsidR="00D60A57" w:rsidRDefault="00D60A57" w:rsidP="00D60A57">
      <w:r>
        <w:t>— </w:t>
      </w:r>
      <w:r w:rsidR="00E36F6A" w:rsidRPr="00F23192">
        <w:t>Fixez un jour</w:t>
      </w:r>
      <w:r>
        <w:t xml:space="preserve">, </w:t>
      </w:r>
      <w:r w:rsidR="00E36F6A" w:rsidRPr="00F23192">
        <w:t>déclara-t-il</w:t>
      </w:r>
      <w:r>
        <w:t xml:space="preserve">, </w:t>
      </w:r>
      <w:r w:rsidR="00E36F6A" w:rsidRPr="00F23192">
        <w:t>mais le plus prochain</w:t>
      </w:r>
      <w:r>
        <w:t xml:space="preserve"> ; </w:t>
      </w:r>
      <w:r w:rsidR="00E36F6A" w:rsidRPr="00F23192">
        <w:t>j</w:t>
      </w:r>
      <w:r>
        <w:t>’</w:t>
      </w:r>
      <w:r w:rsidR="00E36F6A" w:rsidRPr="00F23192">
        <w:t>ai hâte qu</w:t>
      </w:r>
      <w:r>
        <w:t>’</w:t>
      </w:r>
      <w:r w:rsidR="00E36F6A" w:rsidRPr="00F23192">
        <w:t>il soit mis fin à l</w:t>
      </w:r>
      <w:r>
        <w:t>’</w:t>
      </w:r>
      <w:r w:rsidR="00E36F6A" w:rsidRPr="00F23192">
        <w:t>arrogance de ce jeune homme</w:t>
      </w:r>
      <w:r>
        <w:t>.</w:t>
      </w:r>
    </w:p>
    <w:p w14:paraId="5BFC9AC2" w14:textId="77777777" w:rsidR="00D60A57" w:rsidRDefault="00D60A57" w:rsidP="00D60A57">
      <w:r>
        <w:t>— </w:t>
      </w:r>
      <w:r w:rsidR="00E36F6A" w:rsidRPr="00F23192">
        <w:t>Votre impatience égale la mienne</w:t>
      </w:r>
      <w:r>
        <w:t xml:space="preserve">, </w:t>
      </w:r>
      <w:r w:rsidR="00E36F6A" w:rsidRPr="00F23192">
        <w:t>monsieur le duc</w:t>
      </w:r>
      <w:r>
        <w:t xml:space="preserve"> ; </w:t>
      </w:r>
      <w:r w:rsidR="00E36F6A" w:rsidRPr="00F23192">
        <w:t>non seulement comme homme</w:t>
      </w:r>
      <w:r>
        <w:t xml:space="preserve">, </w:t>
      </w:r>
      <w:r w:rsidR="00E36F6A" w:rsidRPr="00F23192">
        <w:t>mais comme Breton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estime oppo</w:t>
      </w:r>
      <w:r w:rsidR="00E36F6A" w:rsidRPr="00F23192">
        <w:t>r</w:t>
      </w:r>
      <w:r w:rsidR="00E36F6A" w:rsidRPr="00F23192">
        <w:t>tun que notre cause soit libérée d</w:t>
      </w:r>
      <w:r>
        <w:t>’</w:t>
      </w:r>
      <w:r w:rsidR="00E36F6A" w:rsidRPr="00F23192">
        <w:t>une influence que j</w:t>
      </w:r>
      <w:r>
        <w:t>’</w:t>
      </w:r>
      <w:r w:rsidR="00E36F6A" w:rsidRPr="00F23192">
        <w:t>estime n</w:t>
      </w:r>
      <w:r w:rsidR="00E36F6A" w:rsidRPr="00F23192">
        <w:t>é</w:t>
      </w:r>
      <w:r w:rsidR="00E36F6A" w:rsidRPr="00F23192">
        <w:t>faste pour les intérêts de l</w:t>
      </w:r>
      <w:r>
        <w:t>’</w:t>
      </w:r>
      <w:r w:rsidR="00E36F6A" w:rsidRPr="00F23192">
        <w:t>Armor</w:t>
      </w:r>
      <w:r>
        <w:t>…</w:t>
      </w:r>
    </w:p>
    <w:p w14:paraId="4F097F1B" w14:textId="77777777" w:rsidR="00D60A57" w:rsidRDefault="00D60A57" w:rsidP="00D60A57">
      <w:r>
        <w:t>— </w:t>
      </w:r>
      <w:r w:rsidR="00E36F6A" w:rsidRPr="00F23192">
        <w:t>Croyez-vous donc la vôtre plus propice</w:t>
      </w:r>
      <w:r>
        <w:t> ?…</w:t>
      </w:r>
    </w:p>
    <w:p w14:paraId="465324E5" w14:textId="77777777" w:rsidR="00D60A57" w:rsidRDefault="00D60A57" w:rsidP="00D60A57">
      <w:r>
        <w:t>— </w:t>
      </w:r>
      <w:r w:rsidR="00E36F6A" w:rsidRPr="00F23192">
        <w:t>Elle est</w:t>
      </w:r>
      <w:r>
        <w:t xml:space="preserve">, </w:t>
      </w:r>
      <w:r w:rsidR="00E36F6A" w:rsidRPr="00F23192">
        <w:t>tout au moins</w:t>
      </w:r>
      <w:r>
        <w:t xml:space="preserve">, </w:t>
      </w:r>
      <w:r w:rsidR="00E36F6A" w:rsidRPr="00F23192">
        <w:t>plus saine</w:t>
      </w:r>
      <w:r>
        <w:t xml:space="preserve">, </w:t>
      </w:r>
      <w:r w:rsidR="00E36F6A" w:rsidRPr="00F23192">
        <w:t>exempte qu</w:t>
      </w:r>
      <w:r>
        <w:t>’</w:t>
      </w:r>
      <w:r w:rsidR="00E36F6A" w:rsidRPr="00F23192">
        <w:t>elle est de tout souci d</w:t>
      </w:r>
      <w:r>
        <w:t>’</w:t>
      </w:r>
      <w:r w:rsidR="00E36F6A" w:rsidRPr="00F23192">
        <w:t>intérêts personnels</w:t>
      </w:r>
      <w:r>
        <w:t>…</w:t>
      </w:r>
    </w:p>
    <w:p w14:paraId="732E27E4" w14:textId="77777777" w:rsidR="00D60A57" w:rsidRDefault="00E36F6A" w:rsidP="00D60A57">
      <w:r w:rsidRPr="00F23192">
        <w:t>Cinglé par cette allusion à ses combinaisons matrimoni</w:t>
      </w:r>
      <w:r w:rsidRPr="00F23192">
        <w:t>a</w:t>
      </w:r>
      <w:r w:rsidRPr="00F23192">
        <w:t>les</w:t>
      </w:r>
      <w:r w:rsidR="00D60A57">
        <w:t>, M. de </w:t>
      </w:r>
      <w:proofErr w:type="spellStart"/>
      <w:r w:rsidRPr="00F23192">
        <w:t>Kerlor</w:t>
      </w:r>
      <w:proofErr w:type="spellEnd"/>
      <w:r w:rsidRPr="00F23192">
        <w:t xml:space="preserve"> rugit</w:t>
      </w:r>
      <w:r w:rsidR="00D60A57">
        <w:t> :</w:t>
      </w:r>
    </w:p>
    <w:p w14:paraId="14B75862" w14:textId="77777777" w:rsidR="00D60A57" w:rsidRDefault="00D60A57" w:rsidP="00D60A57">
      <w:r>
        <w:t>— </w:t>
      </w:r>
      <w:r w:rsidR="00E36F6A" w:rsidRPr="00F23192">
        <w:t>Une insulte qui se paiera en même temps que les a</w:t>
      </w:r>
      <w:r w:rsidR="00E36F6A" w:rsidRPr="00F23192">
        <w:t>u</w:t>
      </w:r>
      <w:r w:rsidR="00E36F6A" w:rsidRPr="00F23192">
        <w:t>tres</w:t>
      </w:r>
      <w:r>
        <w:t>…</w:t>
      </w:r>
    </w:p>
    <w:p w14:paraId="4DDFF195" w14:textId="77777777" w:rsidR="00D60A57" w:rsidRDefault="00E36F6A" w:rsidP="00D60A57">
      <w:r w:rsidRPr="00F23192">
        <w:t>À nouveau</w:t>
      </w:r>
      <w:r w:rsidR="00D60A57">
        <w:t xml:space="preserve">, </w:t>
      </w:r>
      <w:r w:rsidRPr="00F23192">
        <w:t>le sire de la Fontanelle intervint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adressant à la foule</w:t>
      </w:r>
      <w:r w:rsidR="00D60A57">
        <w:t> :</w:t>
      </w:r>
    </w:p>
    <w:p w14:paraId="78C7697F" w14:textId="77777777" w:rsidR="00D60A57" w:rsidRDefault="00D60A57" w:rsidP="00D60A57">
      <w:r>
        <w:lastRenderedPageBreak/>
        <w:t>— </w:t>
      </w:r>
      <w:r w:rsidR="00E36F6A" w:rsidRPr="00F23192">
        <w:t>Messieurs</w:t>
      </w:r>
      <w:r>
        <w:t xml:space="preserve">, </w:t>
      </w:r>
      <w:r w:rsidR="00E36F6A" w:rsidRPr="00F23192">
        <w:t>quelle date proposez-vous pour décider de v</w:t>
      </w:r>
      <w:r w:rsidR="00E36F6A" w:rsidRPr="00F23192">
        <w:t>o</w:t>
      </w:r>
      <w:r w:rsidR="00E36F6A" w:rsidRPr="00F23192">
        <w:t>tre attitude à l</w:t>
      </w:r>
      <w:r>
        <w:t>’</w:t>
      </w:r>
      <w:r w:rsidR="00E36F6A" w:rsidRPr="00F23192">
        <w:t>égard de la Sainte Ligue</w:t>
      </w:r>
      <w:r>
        <w:t> ?</w:t>
      </w:r>
    </w:p>
    <w:p w14:paraId="17CFF94A" w14:textId="77777777" w:rsidR="00D60A57" w:rsidRDefault="00E36F6A" w:rsidP="00D60A57">
      <w:r w:rsidRPr="00F23192">
        <w:t>Une voix cria</w:t>
      </w:r>
      <w:r w:rsidR="00D60A57">
        <w:t> :</w:t>
      </w:r>
    </w:p>
    <w:p w14:paraId="7EA9A04A" w14:textId="77777777" w:rsidR="00D60A57" w:rsidRDefault="00D60A57" w:rsidP="00D60A57">
      <w:r>
        <w:t>— </w:t>
      </w:r>
      <w:r w:rsidR="00E36F6A" w:rsidRPr="00F23192">
        <w:t>Le dimanche</w:t>
      </w:r>
      <w:r>
        <w:t xml:space="preserve">, </w:t>
      </w:r>
      <w:r w:rsidR="00E36F6A" w:rsidRPr="00F23192">
        <w:t>fête de la Sainte Vierge</w:t>
      </w:r>
      <w:r>
        <w:t>.</w:t>
      </w:r>
    </w:p>
    <w:p w14:paraId="137804F4" w14:textId="77777777" w:rsidR="00D60A57" w:rsidRDefault="00D60A57" w:rsidP="00D60A57">
      <w:r>
        <w:t>— </w:t>
      </w:r>
      <w:r w:rsidR="00E36F6A" w:rsidRPr="00F23192">
        <w:t>Dans quinze jours</w:t>
      </w:r>
      <w:r>
        <w:t xml:space="preserve"> ! </w:t>
      </w:r>
      <w:r w:rsidR="00E36F6A" w:rsidRPr="00F23192">
        <w:t>protesta le duc</w:t>
      </w:r>
      <w:r>
        <w:t xml:space="preserve">. </w:t>
      </w:r>
      <w:r w:rsidR="00E36F6A" w:rsidRPr="00F23192">
        <w:t>Une pareille a</w:t>
      </w:r>
      <w:r w:rsidR="00E36F6A" w:rsidRPr="00F23192">
        <w:t>t</w:t>
      </w:r>
      <w:r w:rsidR="00E36F6A" w:rsidRPr="00F23192">
        <w:t>tente</w:t>
      </w:r>
      <w:r>
        <w:t>…</w:t>
      </w:r>
    </w:p>
    <w:p w14:paraId="2D5ABBC5" w14:textId="77777777" w:rsidR="00D60A57" w:rsidRDefault="00D60A57" w:rsidP="00D60A57">
      <w:r>
        <w:t xml:space="preserve">— … </w:t>
      </w:r>
      <w:r w:rsidR="00E36F6A" w:rsidRPr="00F23192">
        <w:t>Est indispensable pour nous permettre une consult</w:t>
      </w:r>
      <w:r w:rsidR="00E36F6A" w:rsidRPr="00F23192">
        <w:t>a</w:t>
      </w:r>
      <w:r w:rsidR="00E36F6A" w:rsidRPr="00F23192">
        <w:t>tion sincère sur la question</w:t>
      </w:r>
      <w:r>
        <w:t xml:space="preserve">, </w:t>
      </w:r>
      <w:proofErr w:type="spellStart"/>
      <w:r w:rsidR="00E36F6A" w:rsidRPr="00F23192">
        <w:t>fut-il</w:t>
      </w:r>
      <w:proofErr w:type="spellEnd"/>
      <w:r w:rsidR="00E36F6A" w:rsidRPr="00F23192">
        <w:t xml:space="preserve"> répondu</w:t>
      </w:r>
      <w:r>
        <w:t>.</w:t>
      </w:r>
    </w:p>
    <w:p w14:paraId="5D322821" w14:textId="77777777" w:rsidR="00D60A57" w:rsidRDefault="00D60A57" w:rsidP="00D60A57">
      <w:r>
        <w:t>— </w:t>
      </w:r>
      <w:r w:rsidR="00E36F6A" w:rsidRPr="00F23192">
        <w:t>Mgr le duc de Guise</w:t>
      </w:r>
      <w:r>
        <w:t>…</w:t>
      </w:r>
    </w:p>
    <w:p w14:paraId="2332A0B8" w14:textId="77777777" w:rsidR="00D60A57" w:rsidRDefault="00E36F6A" w:rsidP="00D60A57">
      <w:r w:rsidRPr="00F23192">
        <w:t>Il ne put poursuivre</w:t>
      </w:r>
      <w:r w:rsidR="00D60A57">
        <w:t xml:space="preserve"> ; </w:t>
      </w:r>
      <w:r w:rsidRPr="00F23192">
        <w:t>sa phrase fut coupée par un assistant qui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une voix impatiente</w:t>
      </w:r>
      <w:r w:rsidR="00D60A57">
        <w:t xml:space="preserve">, </w:t>
      </w:r>
      <w:r w:rsidRPr="00F23192">
        <w:t>lança</w:t>
      </w:r>
      <w:r w:rsidR="00D60A57">
        <w:t> :</w:t>
      </w:r>
    </w:p>
    <w:p w14:paraId="5B50AC29" w14:textId="77777777" w:rsidR="00D60A57" w:rsidRDefault="00D60A57" w:rsidP="00D60A57">
      <w:r>
        <w:t>— </w:t>
      </w:r>
      <w:r w:rsidR="00E36F6A" w:rsidRPr="00F23192">
        <w:t>Eh</w:t>
      </w:r>
      <w:r>
        <w:t xml:space="preserve"> ! </w:t>
      </w:r>
      <w:r w:rsidR="00E36F6A" w:rsidRPr="00F23192">
        <w:t>monsieur le duc</w:t>
      </w:r>
      <w:r>
        <w:t xml:space="preserve">, </w:t>
      </w:r>
      <w:r w:rsidR="00E36F6A" w:rsidRPr="00F23192">
        <w:t>faites-nous grâce du Lorrain</w:t>
      </w:r>
      <w:r>
        <w:t xml:space="preserve"> ! </w:t>
      </w:r>
      <w:r w:rsidR="00E36F6A" w:rsidRPr="00F23192">
        <w:t>Il commande à Paris</w:t>
      </w:r>
      <w:r>
        <w:t xml:space="preserve">… </w:t>
      </w:r>
      <w:r w:rsidR="00E36F6A" w:rsidRPr="00F23192">
        <w:t>nous sommes en Bretagne et libres d</w:t>
      </w:r>
      <w:r>
        <w:t>’</w:t>
      </w:r>
      <w:r w:rsidR="00E36F6A" w:rsidRPr="00F23192">
        <w:t>agir comme bon nous semble</w:t>
      </w:r>
      <w:r>
        <w:t>.</w:t>
      </w:r>
    </w:p>
    <w:p w14:paraId="587DCB50" w14:textId="77777777" w:rsidR="00D60A57" w:rsidRDefault="00D60A57" w:rsidP="00D60A57">
      <w:r>
        <w:t>— </w:t>
      </w:r>
      <w:r w:rsidR="00E36F6A" w:rsidRPr="00F23192">
        <w:t>Au surplus</w:t>
      </w:r>
      <w:r>
        <w:t xml:space="preserve">, </w:t>
      </w:r>
      <w:r w:rsidR="00E36F6A" w:rsidRPr="00F23192">
        <w:t>ajouta un autre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 xml:space="preserve">est </w:t>
      </w:r>
      <w:r>
        <w:t>M. de </w:t>
      </w:r>
      <w:r w:rsidR="00E36F6A" w:rsidRPr="00F23192">
        <w:t>Guise qui d</w:t>
      </w:r>
      <w:r w:rsidR="00E36F6A" w:rsidRPr="00F23192">
        <w:t>e</w:t>
      </w:r>
      <w:r w:rsidR="00E36F6A" w:rsidRPr="00F23192">
        <w:t>mande notre appui</w:t>
      </w:r>
      <w:r>
        <w:t xml:space="preserve">… </w:t>
      </w:r>
      <w:r w:rsidR="00E36F6A" w:rsidRPr="00F23192">
        <w:t>non nous qui lui offrons le nôtre</w:t>
      </w:r>
      <w:r>
        <w:t>…</w:t>
      </w:r>
    </w:p>
    <w:p w14:paraId="724EC892" w14:textId="77777777" w:rsidR="00D60A57" w:rsidRDefault="00E36F6A" w:rsidP="00D60A57">
      <w:r w:rsidRPr="00F23192">
        <w:t>Un moment interloqué</w:t>
      </w:r>
      <w:r w:rsidR="00D60A57">
        <w:t>, M. de </w:t>
      </w:r>
      <w:proofErr w:type="spellStart"/>
      <w:r w:rsidRPr="00F23192">
        <w:t>Kerlor</w:t>
      </w:r>
      <w:proofErr w:type="spellEnd"/>
      <w:r w:rsidRPr="00F23192">
        <w:t xml:space="preserve"> consulta du regard le sire de la Fontanelle</w:t>
      </w:r>
      <w:r w:rsidR="00D60A57">
        <w:t xml:space="preserve">, </w:t>
      </w:r>
      <w:r w:rsidRPr="00F23192">
        <w:t>qui prit la parole</w:t>
      </w:r>
      <w:r w:rsidR="00D60A57">
        <w:t>.</w:t>
      </w:r>
    </w:p>
    <w:p w14:paraId="41CE0DC2" w14:textId="77777777" w:rsidR="00D60A57" w:rsidRDefault="00D60A57" w:rsidP="00D60A57">
      <w:r>
        <w:t>— </w:t>
      </w:r>
      <w:r w:rsidR="00E36F6A" w:rsidRPr="00F23192">
        <w:t>Bretons</w:t>
      </w:r>
      <w:r>
        <w:t xml:space="preserve"> !… </w:t>
      </w:r>
      <w:r w:rsidR="00E36F6A" w:rsidRPr="00F23192">
        <w:t>c</w:t>
      </w:r>
      <w:r>
        <w:t>’</w:t>
      </w:r>
      <w:r w:rsidR="00E36F6A" w:rsidRPr="00F23192">
        <w:t>est un Breton qui vous parle</w:t>
      </w:r>
      <w:r>
        <w:t xml:space="preserve"> ! </w:t>
      </w:r>
      <w:r w:rsidR="00E36F6A" w:rsidRPr="00F23192">
        <w:t xml:space="preserve">Les conseils de prudence que vous donne </w:t>
      </w:r>
      <w:r>
        <w:t>M. </w:t>
      </w:r>
      <w:r w:rsidR="00E36F6A" w:rsidRPr="00F23192">
        <w:t xml:space="preserve">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ne sont</w:t>
      </w:r>
      <w:r>
        <w:t xml:space="preserve">, </w:t>
      </w:r>
      <w:r w:rsidR="00E36F6A" w:rsidRPr="00F23192">
        <w:t>certes pas</w:t>
      </w:r>
      <w:r>
        <w:t xml:space="preserve">, </w:t>
      </w:r>
      <w:r w:rsidR="00E36F6A" w:rsidRPr="00F23192">
        <w:t>négligeables</w:t>
      </w:r>
      <w:r>
        <w:t xml:space="preserve">, </w:t>
      </w:r>
      <w:r w:rsidR="00E36F6A" w:rsidRPr="00F23192">
        <w:t>mais je tiens</w:t>
      </w:r>
      <w:r>
        <w:t xml:space="preserve">, </w:t>
      </w:r>
      <w:r w:rsidR="00E36F6A" w:rsidRPr="00F23192">
        <w:t>d</w:t>
      </w:r>
      <w:r>
        <w:t>’</w:t>
      </w:r>
      <w:r w:rsidR="00E36F6A" w:rsidRPr="00F23192">
        <w:t>autre part</w:t>
      </w:r>
      <w:r>
        <w:t xml:space="preserve">, </w:t>
      </w:r>
      <w:r w:rsidR="00E36F6A" w:rsidRPr="00F23192">
        <w:t xml:space="preserve">à vous faire remarquer que la demande de </w:t>
      </w:r>
      <w:r>
        <w:t>M. de </w:t>
      </w:r>
      <w:proofErr w:type="spellStart"/>
      <w:r w:rsidR="00E36F6A" w:rsidRPr="00F23192">
        <w:t>Kerlor</w:t>
      </w:r>
      <w:proofErr w:type="spellEnd"/>
      <w:r w:rsidR="00E36F6A" w:rsidRPr="00F23192">
        <w:t xml:space="preserve"> est à considérer</w:t>
      </w:r>
      <w:r>
        <w:t xml:space="preserve">, </w:t>
      </w:r>
      <w:r w:rsidR="00E36F6A" w:rsidRPr="00F23192">
        <w:t>elle aussi</w:t>
      </w:r>
      <w:r>
        <w:t xml:space="preserve">… </w:t>
      </w:r>
      <w:r w:rsidR="00E36F6A" w:rsidRPr="00F23192">
        <w:t>Les Parisiens</w:t>
      </w:r>
      <w:r>
        <w:t xml:space="preserve">, </w:t>
      </w:r>
      <w:r w:rsidR="00E36F6A" w:rsidRPr="00F23192">
        <w:t>assiégés</w:t>
      </w:r>
      <w:r>
        <w:t xml:space="preserve">, </w:t>
      </w:r>
      <w:r w:rsidR="00E36F6A" w:rsidRPr="00F23192">
        <w:t>ont besoin d</w:t>
      </w:r>
      <w:r>
        <w:t>’</w:t>
      </w:r>
      <w:r w:rsidR="00E36F6A" w:rsidRPr="00F23192">
        <w:t>être délivrés et une diversion se produisant par le dehors contraindrait le Navarrais à lever le siège pour faire face à de nouveaux adversaires</w:t>
      </w:r>
      <w:r>
        <w:t xml:space="preserve">, </w:t>
      </w:r>
      <w:r w:rsidR="00E36F6A" w:rsidRPr="00F23192">
        <w:t>ou</w:t>
      </w:r>
      <w:r>
        <w:t xml:space="preserve">, </w:t>
      </w:r>
      <w:r w:rsidR="00E36F6A" w:rsidRPr="00F23192">
        <w:t>tout au moins</w:t>
      </w:r>
      <w:r>
        <w:t xml:space="preserve">, </w:t>
      </w:r>
      <w:r w:rsidR="00E36F6A" w:rsidRPr="00F23192">
        <w:t xml:space="preserve">à distraire de ses </w:t>
      </w:r>
      <w:r w:rsidR="00E36F6A" w:rsidRPr="00F23192">
        <w:lastRenderedPageBreak/>
        <w:t>troupes une force suffisante pour te</w:t>
      </w:r>
      <w:r w:rsidR="00E36F6A" w:rsidRPr="00F23192">
        <w:t>n</w:t>
      </w:r>
      <w:r w:rsidR="00E36F6A" w:rsidRPr="00F23192">
        <w:t>ter de nous réduire</w:t>
      </w:r>
      <w:r>
        <w:t xml:space="preserve">… </w:t>
      </w:r>
      <w:r w:rsidR="00E36F6A" w:rsidRPr="00F23192">
        <w:t>Donc</w:t>
      </w:r>
      <w:r>
        <w:t xml:space="preserve">, </w:t>
      </w:r>
      <w:r w:rsidR="00E36F6A" w:rsidRPr="00F23192">
        <w:t>il convient de ne pas perdre de temps</w:t>
      </w:r>
      <w:r>
        <w:t>…</w:t>
      </w:r>
    </w:p>
    <w:p w14:paraId="3071FDF4" w14:textId="77777777" w:rsidR="00D60A57" w:rsidRDefault="00E36F6A" w:rsidP="00D60A57">
      <w:r w:rsidRPr="00F23192">
        <w:t>Ces paroles de sagesse parurent produire sur l</w:t>
      </w:r>
      <w:r w:rsidR="00D60A57">
        <w:t>’</w:t>
      </w:r>
      <w:r w:rsidRPr="00F23192">
        <w:t>assemblée quelque impression</w:t>
      </w:r>
      <w:r w:rsidR="00D60A57">
        <w:t>.</w:t>
      </w:r>
    </w:p>
    <w:p w14:paraId="419C7AF5" w14:textId="77777777" w:rsidR="00D60A57" w:rsidRDefault="00E36F6A" w:rsidP="00D60A57">
      <w:r w:rsidRPr="00F23192">
        <w:t>Ce que voyant</w:t>
      </w:r>
      <w:r w:rsidR="00D60A57">
        <w:t xml:space="preserve">, </w:t>
      </w:r>
      <w:r w:rsidRPr="00F23192">
        <w:t>Bertrand riposta</w:t>
      </w:r>
      <w:r w:rsidR="00D60A57">
        <w:t> :</w:t>
      </w:r>
    </w:p>
    <w:p w14:paraId="669EF419" w14:textId="77777777" w:rsidR="00D60A57" w:rsidRDefault="00D60A57" w:rsidP="00D60A57">
      <w:r>
        <w:t>— </w:t>
      </w:r>
      <w:r w:rsidR="00E36F6A" w:rsidRPr="00F23192">
        <w:t>Sur ce point</w:t>
      </w:r>
      <w:r>
        <w:t xml:space="preserve">, </w:t>
      </w:r>
      <w:r w:rsidR="00E36F6A" w:rsidRPr="00F23192">
        <w:t>le sire de la Fontanelle me paraît négliger un facteur important que voici</w:t>
      </w:r>
      <w:r>
        <w:t xml:space="preserve"> : </w:t>
      </w:r>
      <w:r w:rsidR="00E36F6A" w:rsidRPr="00F23192">
        <w:t xml:space="preserve">rien ne prouve que la théorie de </w:t>
      </w:r>
      <w:r>
        <w:t>M. </w:t>
      </w:r>
      <w:r w:rsidR="00E36F6A" w:rsidRPr="00F23192">
        <w:t xml:space="preserve">le duc de </w:t>
      </w:r>
      <w:proofErr w:type="spellStart"/>
      <w:r w:rsidR="00E36F6A" w:rsidRPr="00F23192">
        <w:t>Kerlor</w:t>
      </w:r>
      <w:proofErr w:type="spellEnd"/>
      <w:r w:rsidR="00E36F6A" w:rsidRPr="00F23192">
        <w:t xml:space="preserve"> réunisse à la prochaine assemblée l</w:t>
      </w:r>
      <w:r>
        <w:t>’</w:t>
      </w:r>
      <w:r w:rsidR="00E36F6A" w:rsidRPr="00F23192">
        <w:t>unanimité des suffrages</w:t>
      </w:r>
      <w:r>
        <w:t xml:space="preserve">. </w:t>
      </w:r>
      <w:r w:rsidR="00E36F6A" w:rsidRPr="00F23192">
        <w:t>Personnellement</w:t>
      </w:r>
      <w:r>
        <w:t xml:space="preserve">, </w:t>
      </w:r>
      <w:r w:rsidR="00E36F6A" w:rsidRPr="00F23192">
        <w:t>je m</w:t>
      </w:r>
      <w:r>
        <w:t>’</w:t>
      </w:r>
      <w:r w:rsidR="00E36F6A" w:rsidRPr="00F23192">
        <w:t>emploierai à ce qu</w:t>
      </w:r>
      <w:r>
        <w:t>’</w:t>
      </w:r>
      <w:r w:rsidR="00E36F6A" w:rsidRPr="00F23192">
        <w:t>il n</w:t>
      </w:r>
      <w:r>
        <w:t>’</w:t>
      </w:r>
      <w:r w:rsidR="00E36F6A" w:rsidRPr="00F23192">
        <w:t>en soit pas ainsi qu</w:t>
      </w:r>
      <w:r>
        <w:t>’</w:t>
      </w:r>
      <w:r w:rsidR="00E36F6A" w:rsidRPr="00F23192">
        <w:t>il l</w:t>
      </w:r>
      <w:r>
        <w:t>’</w:t>
      </w:r>
      <w:r w:rsidR="00E36F6A" w:rsidRPr="00F23192">
        <w:t>espère</w:t>
      </w:r>
      <w:r>
        <w:t xml:space="preserve">… </w:t>
      </w:r>
      <w:r w:rsidR="00E36F6A" w:rsidRPr="00F23192">
        <w:t>Dans ce cas</w:t>
      </w:r>
      <w:r>
        <w:t xml:space="preserve">, </w:t>
      </w:r>
      <w:r w:rsidR="00E36F6A" w:rsidRPr="00F23192">
        <w:t>point ne serait besoin au roi de France de distraire un seul homme de ses tro</w:t>
      </w:r>
      <w:r w:rsidR="00E36F6A" w:rsidRPr="00F23192">
        <w:t>u</w:t>
      </w:r>
      <w:r w:rsidR="00E36F6A" w:rsidRPr="00F23192">
        <w:t>pes</w:t>
      </w:r>
      <w:r>
        <w:t xml:space="preserve"> ! </w:t>
      </w:r>
      <w:r w:rsidR="00E36F6A" w:rsidRPr="00F23192">
        <w:t>Nous</w:t>
      </w:r>
      <w:r>
        <w:t xml:space="preserve">, </w:t>
      </w:r>
      <w:r w:rsidR="00E36F6A" w:rsidRPr="00F23192">
        <w:t>Bretons</w:t>
      </w:r>
      <w:r>
        <w:t xml:space="preserve">, </w:t>
      </w:r>
      <w:r w:rsidR="00E36F6A" w:rsidRPr="00F23192">
        <w:t>serions en nombre suffisant</w:t>
      </w:r>
      <w:r>
        <w:t xml:space="preserve">, </w:t>
      </w:r>
      <w:r w:rsidR="00E36F6A" w:rsidRPr="00F23192">
        <w:t>je l</w:t>
      </w:r>
      <w:r>
        <w:t>’</w:t>
      </w:r>
      <w:r w:rsidR="00E36F6A" w:rsidRPr="00F23192">
        <w:t>espère du moins</w:t>
      </w:r>
      <w:r>
        <w:t xml:space="preserve">, </w:t>
      </w:r>
      <w:r w:rsidR="00E36F6A" w:rsidRPr="00F23192">
        <w:t>pour contenir l</w:t>
      </w:r>
      <w:r>
        <w:t>’</w:t>
      </w:r>
      <w:r w:rsidR="00E36F6A" w:rsidRPr="00F23192">
        <w:t>ardeur des gens de la Ligue</w:t>
      </w:r>
      <w:r>
        <w:t>.</w:t>
      </w:r>
    </w:p>
    <w:p w14:paraId="61374A34" w14:textId="77777777" w:rsidR="00D60A57" w:rsidRDefault="00E36F6A" w:rsidP="00D60A57">
      <w:r w:rsidRPr="00F23192">
        <w:t>Ces catégoriques paroles soulevèrent un murmure appr</w:t>
      </w:r>
      <w:r w:rsidRPr="00F23192">
        <w:t>o</w:t>
      </w:r>
      <w:r w:rsidRPr="00F23192">
        <w:t xml:space="preserve">batif auquel </w:t>
      </w:r>
      <w:proofErr w:type="spellStart"/>
      <w:r w:rsidRPr="00F23192">
        <w:t>Kerlor</w:t>
      </w:r>
      <w:proofErr w:type="spellEnd"/>
      <w:r w:rsidR="00D60A57">
        <w:t xml:space="preserve">, </w:t>
      </w:r>
      <w:r w:rsidRPr="00F23192">
        <w:t>se contenant à peine</w:t>
      </w:r>
      <w:r w:rsidR="00D60A57">
        <w:t xml:space="preserve">, </w:t>
      </w:r>
      <w:r w:rsidRPr="00F23192">
        <w:t>mit fin en déclarant</w:t>
      </w:r>
      <w:r w:rsidR="00D60A57">
        <w:t> :</w:t>
      </w:r>
    </w:p>
    <w:p w14:paraId="6216570C" w14:textId="77777777" w:rsidR="00D60A57" w:rsidRDefault="00D60A57" w:rsidP="00D60A57">
      <w:r>
        <w:t>— </w:t>
      </w:r>
      <w:r w:rsidR="00E36F6A" w:rsidRPr="00F23192">
        <w:t>Messieurs</w:t>
      </w:r>
      <w:r>
        <w:t xml:space="preserve">, </w:t>
      </w:r>
      <w:r w:rsidR="00E36F6A" w:rsidRPr="00F23192">
        <w:t>nous perdons inutilement un temps pr</w:t>
      </w:r>
      <w:r w:rsidR="00E36F6A" w:rsidRPr="00F23192">
        <w:t>é</w:t>
      </w:r>
      <w:r w:rsidR="00E36F6A" w:rsidRPr="00F23192">
        <w:t>cieux à bavarder ainsi que des vieilles femmes</w:t>
      </w:r>
      <w:r>
        <w:t xml:space="preserve">… </w:t>
      </w:r>
      <w:r w:rsidR="00E36F6A" w:rsidRPr="00F23192">
        <w:t>je vous invite à nous retrouver ici</w:t>
      </w:r>
      <w:r>
        <w:t xml:space="preserve">, </w:t>
      </w:r>
      <w:r w:rsidR="00E36F6A" w:rsidRPr="00F23192">
        <w:t>ainsi qu</w:t>
      </w:r>
      <w:r>
        <w:t>’</w:t>
      </w:r>
      <w:r w:rsidR="00E36F6A" w:rsidRPr="00F23192">
        <w:t>il a été proposé</w:t>
      </w:r>
      <w:r>
        <w:t xml:space="preserve">, </w:t>
      </w:r>
      <w:r w:rsidR="00E36F6A" w:rsidRPr="00F23192">
        <w:t>le jour de la fête de la Vierge</w:t>
      </w:r>
      <w:r>
        <w:t xml:space="preserve">… </w:t>
      </w:r>
      <w:r w:rsidR="00E36F6A" w:rsidRPr="00F23192">
        <w:t>Nous prendrons une décision et réglerons nos com</w:t>
      </w:r>
      <w:r w:rsidR="00E36F6A" w:rsidRPr="00F23192">
        <w:t>p</w:t>
      </w:r>
      <w:r w:rsidR="00E36F6A" w:rsidRPr="00F23192">
        <w:t>tes</w:t>
      </w:r>
      <w:r>
        <w:t>.</w:t>
      </w:r>
    </w:p>
    <w:p w14:paraId="08A1BE41" w14:textId="77777777" w:rsidR="00D60A57" w:rsidRDefault="00E36F6A" w:rsidP="00D60A57">
      <w:r w:rsidRPr="00F23192">
        <w:t>Cette dernière phrase</w:t>
      </w:r>
      <w:r w:rsidR="00D60A57">
        <w:t xml:space="preserve">, </w:t>
      </w:r>
      <w:r w:rsidRPr="00F23192">
        <w:t>il la prononça</w:t>
      </w:r>
      <w:r w:rsidR="00D60A57">
        <w:t xml:space="preserve">, </w:t>
      </w:r>
      <w:r w:rsidRPr="00F23192">
        <w:t xml:space="preserve">les regards fixés sur le comte du </w:t>
      </w:r>
      <w:proofErr w:type="spellStart"/>
      <w:r w:rsidRPr="00F23192">
        <w:t>Falouët</w:t>
      </w:r>
      <w:proofErr w:type="spellEnd"/>
      <w:r w:rsidRPr="00F23192">
        <w:t xml:space="preserve"> qui</w:t>
      </w:r>
      <w:r w:rsidR="00D60A57">
        <w:t xml:space="preserve">, </w:t>
      </w:r>
      <w:r w:rsidRPr="00F23192">
        <w:t>très calme</w:t>
      </w:r>
      <w:r w:rsidR="00D60A57">
        <w:t xml:space="preserve">, </w:t>
      </w:r>
      <w:r w:rsidRPr="00F23192">
        <w:t>répliqua</w:t>
      </w:r>
      <w:r w:rsidR="00D60A57">
        <w:t> :</w:t>
      </w:r>
    </w:p>
    <w:p w14:paraId="36E01A72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là</w:t>
      </w:r>
      <w:r>
        <w:t xml:space="preserve">, </w:t>
      </w:r>
      <w:r w:rsidR="00E36F6A" w:rsidRPr="00F23192">
        <w:t>vous le savez</w:t>
      </w:r>
      <w:r>
        <w:t xml:space="preserve">, </w:t>
      </w:r>
      <w:r w:rsidR="00E36F6A" w:rsidRPr="00F23192">
        <w:t>monsieur le duc</w:t>
      </w:r>
      <w:r>
        <w:t xml:space="preserve">, </w:t>
      </w:r>
      <w:r w:rsidR="00E36F6A" w:rsidRPr="00F23192">
        <w:t>besogne devant laquelle je n</w:t>
      </w:r>
      <w:r>
        <w:t>’</w:t>
      </w:r>
      <w:r w:rsidR="00E36F6A" w:rsidRPr="00F23192">
        <w:t>ai jamais boudé et qui</w:t>
      </w:r>
      <w:r>
        <w:t xml:space="preserve">, </w:t>
      </w:r>
      <w:r w:rsidR="00E36F6A" w:rsidRPr="00F23192">
        <w:t>en la circonstance</w:t>
      </w:r>
      <w:r>
        <w:t xml:space="preserve">, </w:t>
      </w:r>
      <w:r w:rsidR="00E36F6A" w:rsidRPr="00F23192">
        <w:t>vous n</w:t>
      </w:r>
      <w:r>
        <w:t>’</w:t>
      </w:r>
      <w:r w:rsidR="00E36F6A" w:rsidRPr="00F23192">
        <w:t>en pouvez douter</w:t>
      </w:r>
      <w:r>
        <w:t xml:space="preserve">, </w:t>
      </w:r>
      <w:r w:rsidR="00E36F6A" w:rsidRPr="00F23192">
        <w:t>me plaira particulièrement</w:t>
      </w:r>
      <w:r>
        <w:t>.</w:t>
      </w:r>
    </w:p>
    <w:p w14:paraId="54381C10" w14:textId="77777777" w:rsidR="00D60A57" w:rsidRDefault="00E36F6A" w:rsidP="00D60A57">
      <w:r w:rsidRPr="00F23192">
        <w:t>Ayant dit</w:t>
      </w:r>
      <w:r w:rsidR="00D60A57">
        <w:t xml:space="preserve">, </w:t>
      </w:r>
      <w:r w:rsidRPr="00F23192">
        <w:t>il salua à la ronde</w:t>
      </w:r>
      <w:r w:rsidR="00D60A57">
        <w:t xml:space="preserve">, </w:t>
      </w:r>
      <w:r w:rsidRPr="00F23192">
        <w:t>disant</w:t>
      </w:r>
      <w:r w:rsidR="00D60A57">
        <w:t> :</w:t>
      </w:r>
    </w:p>
    <w:p w14:paraId="244DB122" w14:textId="77777777" w:rsidR="00D60A57" w:rsidRDefault="00D60A57" w:rsidP="00D60A57">
      <w:r>
        <w:lastRenderedPageBreak/>
        <w:t>— </w:t>
      </w:r>
      <w:r w:rsidR="00E36F6A" w:rsidRPr="00F23192">
        <w:t>Rendez-vous donc</w:t>
      </w:r>
      <w:r>
        <w:t xml:space="preserve">, </w:t>
      </w:r>
      <w:r w:rsidR="00E36F6A" w:rsidRPr="00F23192">
        <w:t>messieurs</w:t>
      </w:r>
      <w:r>
        <w:t xml:space="preserve">, </w:t>
      </w:r>
      <w:r w:rsidR="00E36F6A" w:rsidRPr="00F23192">
        <w:t>au jour de la fête de la Vierge</w:t>
      </w:r>
      <w:r>
        <w:t>.</w:t>
      </w:r>
    </w:p>
    <w:p w14:paraId="053AD799" w14:textId="77777777" w:rsidR="00D60A57" w:rsidRDefault="00E36F6A" w:rsidP="00D60A57">
      <w:r w:rsidRPr="00F23192">
        <w:t>Il se retira</w:t>
      </w:r>
      <w:r w:rsidR="00D60A57">
        <w:t xml:space="preserve">, </w:t>
      </w:r>
      <w:r w:rsidRPr="00F23192">
        <w:t>gagna son cheval attaché hors de la cour</w:t>
      </w:r>
      <w:r w:rsidR="00D60A57">
        <w:t xml:space="preserve">, </w:t>
      </w:r>
      <w:r w:rsidRPr="00F23192">
        <w:t>sous la garde d</w:t>
      </w:r>
      <w:r w:rsidR="00D60A57">
        <w:t>’</w:t>
      </w:r>
      <w:r w:rsidRPr="00F23192">
        <w:t>un valet</w:t>
      </w:r>
      <w:r w:rsidR="00D60A57">
        <w:t xml:space="preserve">, </w:t>
      </w:r>
      <w:r w:rsidRPr="00F23192">
        <w:t>sauta en selle et partit au galop</w:t>
      </w:r>
      <w:r w:rsidR="00D60A57">
        <w:t>.</w:t>
      </w:r>
    </w:p>
    <w:p w14:paraId="3721CE1F" w14:textId="77777777" w:rsidR="00D60A57" w:rsidRDefault="00E36F6A" w:rsidP="00D60A57">
      <w:r w:rsidRPr="00F23192">
        <w:t>Il lui tardait de rejoindre la forêt qui lui était familière pour examiner</w:t>
      </w:r>
      <w:r w:rsidR="00D60A57">
        <w:t xml:space="preserve">, </w:t>
      </w:r>
      <w:r w:rsidRPr="00F23192">
        <w:t>seul avec lui-même</w:t>
      </w:r>
      <w:r w:rsidR="00D60A57">
        <w:t xml:space="preserve">, </w:t>
      </w:r>
      <w:r w:rsidRPr="00F23192">
        <w:t>les différentes phases par le</w:t>
      </w:r>
      <w:r w:rsidRPr="00F23192">
        <w:t>s</w:t>
      </w:r>
      <w:r w:rsidRPr="00F23192">
        <w:t>quelles venait de se dérouler cette assemblée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une importance si grande pour le sort de la Bretagne</w:t>
      </w:r>
      <w:r w:rsidR="00D60A57">
        <w:t>.</w:t>
      </w:r>
    </w:p>
    <w:p w14:paraId="772EF769" w14:textId="77777777" w:rsidR="00D60A57" w:rsidRDefault="00E36F6A" w:rsidP="00D60A57">
      <w:r w:rsidRPr="00F23192">
        <w:t>De conscience droite</w:t>
      </w:r>
      <w:r w:rsidR="00D60A57">
        <w:t xml:space="preserve">, </w:t>
      </w:r>
      <w:r w:rsidRPr="00F23192">
        <w:t>de patriotisme très pur</w:t>
      </w:r>
      <w:r w:rsidR="00D60A57">
        <w:t xml:space="preserve">, </w:t>
      </w:r>
      <w:r w:rsidRPr="00F23192">
        <w:t>il s</w:t>
      </w:r>
      <w:r w:rsidR="00D60A57">
        <w:t>’</w:t>
      </w:r>
      <w:r w:rsidRPr="00F23192">
        <w:t>était senti ému par certains mots échappés à son adversaire</w:t>
      </w:r>
      <w:r w:rsidR="00D60A57">
        <w:t xml:space="preserve">, </w:t>
      </w:r>
      <w:r w:rsidRPr="00F23192">
        <w:t>mots qu</w:t>
      </w:r>
      <w:r w:rsidR="00D60A57">
        <w:t>’</w:t>
      </w:r>
      <w:r w:rsidRPr="00F23192">
        <w:t>il n</w:t>
      </w:r>
      <w:r w:rsidR="00D60A57">
        <w:t>’</w:t>
      </w:r>
      <w:r w:rsidRPr="00F23192">
        <w:t>avait pas cru devoir relever sur-le-champ</w:t>
      </w:r>
      <w:r w:rsidR="00D60A57">
        <w:t xml:space="preserve">, </w:t>
      </w:r>
      <w:r w:rsidRPr="00F23192">
        <w:t>ne voulant pas faire dévier la discussion du terrain d</w:t>
      </w:r>
      <w:r w:rsidR="00D60A57">
        <w:t>’</w:t>
      </w:r>
      <w:r w:rsidRPr="00F23192">
        <w:t>intérêt général sur un autre terrain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ordre intime</w:t>
      </w:r>
      <w:r w:rsidR="00D60A57">
        <w:t xml:space="preserve">, </w:t>
      </w:r>
      <w:r w:rsidRPr="00F23192">
        <w:t>tout personnel</w:t>
      </w:r>
      <w:r w:rsidR="00D60A57">
        <w:t xml:space="preserve">, </w:t>
      </w:r>
      <w:r w:rsidRPr="00F23192">
        <w:t>celui-là</w:t>
      </w:r>
      <w:r w:rsidR="00D60A57">
        <w:t>…</w:t>
      </w:r>
    </w:p>
    <w:p w14:paraId="4196641D" w14:textId="77777777" w:rsidR="00D60A57" w:rsidRDefault="00E36F6A" w:rsidP="00D60A57">
      <w:r w:rsidRPr="00F23192">
        <w:t>Le duc avait</w:t>
      </w:r>
      <w:r w:rsidR="00D60A57">
        <w:t xml:space="preserve">, </w:t>
      </w:r>
      <w:r w:rsidRPr="00F23192">
        <w:t>par certaine insinuation à peine voilée</w:t>
      </w:r>
      <w:r w:rsidR="00D60A57">
        <w:t xml:space="preserve">, </w:t>
      </w:r>
      <w:r w:rsidRPr="00F23192">
        <w:t>voulu mettre en doute la sincérité de son amour pour Edwige</w:t>
      </w:r>
      <w:r w:rsidR="00D60A57">
        <w:t xml:space="preserve">, </w:t>
      </w:r>
      <w:r w:rsidRPr="00F23192">
        <w:t>laissant soupçonner que sa foi bretonne manquait de profondeur</w:t>
      </w:r>
      <w:r w:rsidR="00D60A57">
        <w:t xml:space="preserve">, </w:t>
      </w:r>
      <w:r w:rsidRPr="00F23192">
        <w:t>insp</w:t>
      </w:r>
      <w:r w:rsidRPr="00F23192">
        <w:t>i</w:t>
      </w:r>
      <w:r w:rsidRPr="00F23192">
        <w:t>rée qu</w:t>
      </w:r>
      <w:r w:rsidR="00D60A57">
        <w:t>’</w:t>
      </w:r>
      <w:r w:rsidRPr="00F23192">
        <w:t>elle était par un sentiment prenant naissance dans la cupidité</w:t>
      </w:r>
      <w:r w:rsidR="00D60A57">
        <w:t>…</w:t>
      </w:r>
    </w:p>
    <w:p w14:paraId="20DA009C" w14:textId="77777777" w:rsidR="00D60A57" w:rsidRDefault="00E36F6A" w:rsidP="00D60A57">
      <w:r w:rsidRPr="00F23192">
        <w:t>Les biens personnels de la jeune fille étaient</w:t>
      </w:r>
      <w:r w:rsidR="00D60A57">
        <w:t xml:space="preserve">, </w:t>
      </w:r>
      <w:r w:rsidRPr="00F23192">
        <w:t>en effet</w:t>
      </w:r>
      <w:r w:rsidR="00D60A57">
        <w:t xml:space="preserve">, </w:t>
      </w:r>
      <w:r w:rsidRPr="00F23192">
        <w:t>considérables</w:t>
      </w:r>
      <w:r w:rsidR="00D60A57">
        <w:t xml:space="preserve">, </w:t>
      </w:r>
      <w:r w:rsidRPr="00F23192">
        <w:t>et avaient à plusieurs reprises déjà</w:t>
      </w:r>
      <w:r w:rsidR="00D60A57">
        <w:t xml:space="preserve">, </w:t>
      </w:r>
      <w:r w:rsidRPr="00F23192">
        <w:t xml:space="preserve">tenté bien des soupirants que les prétentions du duc de </w:t>
      </w:r>
      <w:proofErr w:type="spellStart"/>
      <w:r w:rsidRPr="00F23192">
        <w:t>Kerlor</w:t>
      </w:r>
      <w:proofErr w:type="spellEnd"/>
      <w:r w:rsidRPr="00F23192">
        <w:t xml:space="preserve"> avaient su</w:t>
      </w:r>
      <w:r w:rsidRPr="00F23192">
        <w:t>c</w:t>
      </w:r>
      <w:r w:rsidRPr="00F23192">
        <w:t>cessivement écartés</w:t>
      </w:r>
      <w:r w:rsidR="00D60A57">
        <w:t>…</w:t>
      </w:r>
    </w:p>
    <w:p w14:paraId="117A8E85" w14:textId="77777777" w:rsidR="00D60A57" w:rsidRDefault="00E36F6A" w:rsidP="00D60A57">
      <w:r w:rsidRPr="00F23192">
        <w:t>Seul</w:t>
      </w:r>
      <w:r w:rsidR="00D60A57">
        <w:t xml:space="preserve">, </w:t>
      </w:r>
      <w:r w:rsidRPr="00F23192">
        <w:t xml:space="preserve">le comte du </w:t>
      </w:r>
      <w:proofErr w:type="spellStart"/>
      <w:r w:rsidRPr="00F23192">
        <w:t>Falouët</w:t>
      </w:r>
      <w:proofErr w:type="spellEnd"/>
      <w:r w:rsidRPr="00F23192">
        <w:t xml:space="preserve"> était demeuré sur les rangs</w:t>
      </w:r>
      <w:r w:rsidR="00D60A57">
        <w:t xml:space="preserve">, </w:t>
      </w:r>
      <w:r w:rsidRPr="00F23192">
        <w:t>en raison même de la violence sincère de sa passion à laquelle ne se mêlait aucun souci d</w:t>
      </w:r>
      <w:r w:rsidR="00D60A57">
        <w:t>’</w:t>
      </w:r>
      <w:r w:rsidRPr="00F23192">
        <w:t>intérêt</w:t>
      </w:r>
      <w:r w:rsidR="00D60A57">
        <w:t xml:space="preserve">… </w:t>
      </w:r>
      <w:r w:rsidRPr="00F23192">
        <w:t>les menaces du duc ne pouvaient l</w:t>
      </w:r>
      <w:r w:rsidR="00D60A57">
        <w:t>’</w:t>
      </w:r>
      <w:r w:rsidRPr="00F23192">
        <w:t>influencer en rien</w:t>
      </w:r>
      <w:r w:rsidR="00D60A57">
        <w:t xml:space="preserve">… </w:t>
      </w:r>
      <w:r w:rsidRPr="00F23192">
        <w:t>seule était de nature à le troubler l</w:t>
      </w:r>
      <w:r w:rsidR="00D60A57">
        <w:t>’</w:t>
      </w:r>
      <w:r w:rsidRPr="00F23192">
        <w:t>insinuation formulée au cours de la discussion</w:t>
      </w:r>
      <w:r w:rsidR="00D60A57">
        <w:t>…</w:t>
      </w:r>
    </w:p>
    <w:p w14:paraId="7573C779" w14:textId="77777777" w:rsidR="00D60A57" w:rsidRDefault="00E36F6A" w:rsidP="00D60A57">
      <w:r w:rsidRPr="00F23192">
        <w:lastRenderedPageBreak/>
        <w:t>La preuve en était le trouble dans lequel il se trouvait</w:t>
      </w:r>
      <w:r w:rsidR="00D60A57">
        <w:t xml:space="preserve">, </w:t>
      </w:r>
      <w:r w:rsidRPr="00F23192">
        <w:t>trouble assez vif pour qu</w:t>
      </w:r>
      <w:r w:rsidR="00D60A57">
        <w:t>’</w:t>
      </w:r>
      <w:r w:rsidRPr="00F23192">
        <w:t>il eût hâte de rechercher la solitude afin de pouvoir s</w:t>
      </w:r>
      <w:r w:rsidR="00D60A57">
        <w:t>’</w:t>
      </w:r>
      <w:r w:rsidRPr="00F23192">
        <w:t>interroger</w:t>
      </w:r>
      <w:r w:rsidR="00D60A57">
        <w:t>.</w:t>
      </w:r>
    </w:p>
    <w:p w14:paraId="3EC4F521" w14:textId="77777777" w:rsidR="00D60A57" w:rsidRDefault="00E36F6A" w:rsidP="00D60A57">
      <w:r w:rsidRPr="00F23192">
        <w:t>Bien qu</w:t>
      </w:r>
      <w:r w:rsidR="00D60A57">
        <w:t>’</w:t>
      </w:r>
      <w:r w:rsidRPr="00F23192">
        <w:t>il s</w:t>
      </w:r>
      <w:r w:rsidR="00D60A57">
        <w:t>’</w:t>
      </w:r>
      <w:r w:rsidRPr="00F23192">
        <w:t>en défendît</w:t>
      </w:r>
      <w:r w:rsidR="00D60A57">
        <w:t xml:space="preserve">, </w:t>
      </w:r>
      <w:r w:rsidRPr="00F23192">
        <w:t>il ne pouvait admettre que son amour s</w:t>
      </w:r>
      <w:r w:rsidR="00D60A57">
        <w:t>’</w:t>
      </w:r>
      <w:r w:rsidRPr="00F23192">
        <w:t>altérât d</w:t>
      </w:r>
      <w:r w:rsidR="00D60A57">
        <w:t>’</w:t>
      </w:r>
      <w:r w:rsidRPr="00F23192">
        <w:t>un mélange de méprisable intérêt</w:t>
      </w:r>
      <w:r w:rsidR="00D60A57">
        <w:t xml:space="preserve"> ; </w:t>
      </w:r>
      <w:r w:rsidRPr="00F23192">
        <w:t>il voulait interroger son cœur et se bien assurer que sa conscience</w:t>
      </w:r>
      <w:r w:rsidR="00D60A57">
        <w:t xml:space="preserve">, </w:t>
      </w:r>
      <w:r w:rsidRPr="00F23192">
        <w:t>ju</w:t>
      </w:r>
      <w:r w:rsidRPr="00F23192">
        <w:t>s</w:t>
      </w:r>
      <w:r w:rsidRPr="00F23192">
        <w:t>qu</w:t>
      </w:r>
      <w:r w:rsidR="00D60A57">
        <w:t>’</w:t>
      </w:r>
      <w:r w:rsidRPr="00F23192">
        <w:t>alors rigide</w:t>
      </w:r>
      <w:r w:rsidR="00D60A57">
        <w:t xml:space="preserve">, </w:t>
      </w:r>
      <w:r w:rsidRPr="00F23192">
        <w:t>n</w:t>
      </w:r>
      <w:r w:rsidR="00D60A57">
        <w:t>’</w:t>
      </w:r>
      <w:r w:rsidRPr="00F23192">
        <w:t>y trouverait pas cette faille honteuse dont il faisait grief à son rival</w:t>
      </w:r>
      <w:r w:rsidR="00D60A57">
        <w:t>…</w:t>
      </w:r>
    </w:p>
    <w:p w14:paraId="0F0BCC8E" w14:textId="77777777" w:rsidR="00D60A57" w:rsidRDefault="00E36F6A" w:rsidP="00D60A57">
      <w:r w:rsidRPr="00F23192">
        <w:t>Une fois atteinte la voûte protectrice des vieux chênes</w:t>
      </w:r>
      <w:r w:rsidR="00D60A57">
        <w:t xml:space="preserve">, </w:t>
      </w:r>
      <w:r w:rsidRPr="00F23192">
        <w:t>il mit sa monture au pas et</w:t>
      </w:r>
      <w:r w:rsidR="00D60A57">
        <w:t xml:space="preserve">, </w:t>
      </w:r>
      <w:r w:rsidRPr="00F23192">
        <w:t>les rênes abandonnées sur le cou de l</w:t>
      </w:r>
      <w:r w:rsidR="00D60A57">
        <w:t>’</w:t>
      </w:r>
      <w:r w:rsidRPr="00F23192">
        <w:t>animal</w:t>
      </w:r>
      <w:r w:rsidR="00D60A57">
        <w:t xml:space="preserve">, </w:t>
      </w:r>
      <w:r w:rsidRPr="00F23192">
        <w:t>se scruta longuement</w:t>
      </w:r>
      <w:r w:rsidR="00D60A57">
        <w:t xml:space="preserve">, </w:t>
      </w:r>
      <w:r w:rsidRPr="00F23192">
        <w:t>profondément</w:t>
      </w:r>
      <w:r w:rsidR="00D60A57">
        <w:t xml:space="preserve">, </w:t>
      </w:r>
      <w:r w:rsidRPr="00F23192">
        <w:t>et le résultat de cet examen fut celui dont il était certain par avance</w:t>
      </w:r>
      <w:r w:rsidR="00D60A57">
        <w:t xml:space="preserve"> : </w:t>
      </w:r>
      <w:r w:rsidRPr="00F23192">
        <w:t>Oui</w:t>
      </w:r>
      <w:r w:rsidR="00D60A57">
        <w:t xml:space="preserve">, </w:t>
      </w:r>
      <w:r w:rsidRPr="00F23192">
        <w:t>il a</w:t>
      </w:r>
      <w:r w:rsidRPr="00F23192">
        <w:t>i</w:t>
      </w:r>
      <w:r w:rsidRPr="00F23192">
        <w:t>mait Edwige</w:t>
      </w:r>
      <w:r w:rsidR="00D60A57">
        <w:t xml:space="preserve">, </w:t>
      </w:r>
      <w:r w:rsidRPr="00F23192">
        <w:t>il l</w:t>
      </w:r>
      <w:r w:rsidR="00D60A57">
        <w:t>’</w:t>
      </w:r>
      <w:r w:rsidRPr="00F23192">
        <w:t>aimait de toutes les forces de son être</w:t>
      </w:r>
      <w:r w:rsidR="00D60A57">
        <w:t xml:space="preserve"> !… </w:t>
      </w:r>
      <w:r w:rsidRPr="00F23192">
        <w:t>Il l</w:t>
      </w:r>
      <w:r w:rsidR="00D60A57">
        <w:t>’</w:t>
      </w:r>
      <w:r w:rsidRPr="00F23192">
        <w:t>aimait sans qu</w:t>
      </w:r>
      <w:r w:rsidR="00D60A57">
        <w:t>’</w:t>
      </w:r>
      <w:r w:rsidRPr="00F23192">
        <w:t>aucune considération autre que l</w:t>
      </w:r>
      <w:r w:rsidR="00D60A57">
        <w:t>’</w:t>
      </w:r>
      <w:r w:rsidRPr="00F23192">
        <w:t>amour même</w:t>
      </w:r>
      <w:r w:rsidR="00D60A57">
        <w:t xml:space="preserve">, </w:t>
      </w:r>
      <w:r w:rsidRPr="00F23192">
        <w:t>fût de nature à contaminer cet amour</w:t>
      </w:r>
      <w:r w:rsidR="00D60A57">
        <w:t> !</w:t>
      </w:r>
    </w:p>
    <w:p w14:paraId="3E403330" w14:textId="77777777" w:rsidR="00D60A57" w:rsidRDefault="00E36F6A" w:rsidP="00D60A57">
      <w:r w:rsidRPr="00F23192">
        <w:t>Mais</w:t>
      </w:r>
      <w:r w:rsidR="00D60A57">
        <w:t xml:space="preserve">, </w:t>
      </w:r>
      <w:r w:rsidRPr="00F23192">
        <w:t>soudain</w:t>
      </w:r>
      <w:r w:rsidR="00D60A57">
        <w:t xml:space="preserve">, </w:t>
      </w:r>
      <w:r w:rsidRPr="00F23192">
        <w:t>une objection se présenta à son esprit</w:t>
      </w:r>
      <w:r w:rsidR="00D60A57">
        <w:t xml:space="preserve"> : </w:t>
      </w:r>
      <w:r w:rsidRPr="00F23192">
        <w:t>su</w:t>
      </w:r>
      <w:r w:rsidRPr="00F23192">
        <w:t>f</w:t>
      </w:r>
      <w:r w:rsidRPr="00F23192">
        <w:t>fisait-il qu</w:t>
      </w:r>
      <w:r w:rsidR="00D60A57">
        <w:t>’</w:t>
      </w:r>
      <w:r w:rsidRPr="00F23192">
        <w:t>il fût convaincu</w:t>
      </w:r>
      <w:r w:rsidR="00D60A57">
        <w:t xml:space="preserve">, </w:t>
      </w:r>
      <w:r w:rsidRPr="00F23192">
        <w:t>lui</w:t>
      </w:r>
      <w:r w:rsidR="00D60A57">
        <w:t xml:space="preserve">, </w:t>
      </w:r>
      <w:r w:rsidRPr="00F23192">
        <w:t>de la pureté sans alliage de cette passion</w:t>
      </w:r>
      <w:r w:rsidR="00D60A57">
        <w:t> ?</w:t>
      </w:r>
    </w:p>
    <w:p w14:paraId="3E04FFFC" w14:textId="77777777" w:rsidR="00D60A57" w:rsidRDefault="00E36F6A" w:rsidP="00D60A57">
      <w:r w:rsidRPr="00F23192">
        <w:t>Ne fallait-il pas</w:t>
      </w:r>
      <w:r w:rsidR="00D60A57">
        <w:t xml:space="preserve">, </w:t>
      </w:r>
      <w:r w:rsidRPr="00F23192">
        <w:t>dans les circonstances présentes</w:t>
      </w:r>
      <w:r w:rsidR="00D60A57">
        <w:t xml:space="preserve">, </w:t>
      </w:r>
      <w:r w:rsidRPr="00F23192">
        <w:t>vu le rôle qu</w:t>
      </w:r>
      <w:r w:rsidR="00D60A57">
        <w:t>’</w:t>
      </w:r>
      <w:r w:rsidRPr="00F23192">
        <w:t>il prétendait jouer dans le destin de la Bretagne</w:t>
      </w:r>
      <w:r w:rsidR="00D60A57">
        <w:t xml:space="preserve">, </w:t>
      </w:r>
      <w:r w:rsidRPr="00F23192">
        <w:t>que tous partageassent cette convi</w:t>
      </w:r>
      <w:r w:rsidRPr="00F23192">
        <w:t>c</w:t>
      </w:r>
      <w:r w:rsidRPr="00F23192">
        <w:t>tion</w:t>
      </w:r>
      <w:r w:rsidR="00D60A57">
        <w:t>…</w:t>
      </w:r>
    </w:p>
    <w:p w14:paraId="1FA34E2E" w14:textId="77777777" w:rsidR="00D60A57" w:rsidRDefault="00E36F6A" w:rsidP="00D60A57">
      <w:r w:rsidRPr="00F23192">
        <w:t>Ne suffirait-il pas que les partisans de la Ligue répandi</w:t>
      </w:r>
      <w:r w:rsidRPr="00F23192">
        <w:t>s</w:t>
      </w:r>
      <w:r w:rsidRPr="00F23192">
        <w:t>sent sur lui des bruits mensongers</w:t>
      </w:r>
      <w:r w:rsidR="00D60A57">
        <w:t xml:space="preserve">, </w:t>
      </w:r>
      <w:r w:rsidRPr="00F23192">
        <w:t>pour diminuer l</w:t>
      </w:r>
      <w:r w:rsidR="00D60A57">
        <w:t>’</w:t>
      </w:r>
      <w:r w:rsidRPr="00F23192">
        <w:t>influence qu</w:t>
      </w:r>
      <w:r w:rsidR="00D60A57">
        <w:t>’</w:t>
      </w:r>
      <w:r w:rsidRPr="00F23192">
        <w:t>il avait su prendre sur ceux qu</w:t>
      </w:r>
      <w:r w:rsidR="00D60A57">
        <w:t>’</w:t>
      </w:r>
      <w:r w:rsidRPr="00F23192">
        <w:t>il avait ralliés au parti du N</w:t>
      </w:r>
      <w:r w:rsidRPr="00F23192">
        <w:t>a</w:t>
      </w:r>
      <w:r w:rsidRPr="00F23192">
        <w:t>varrais</w:t>
      </w:r>
      <w:r w:rsidR="00D60A57">
        <w:t xml:space="preserve">… </w:t>
      </w:r>
      <w:r w:rsidRPr="00F23192">
        <w:t>c</w:t>
      </w:r>
      <w:r w:rsidR="00D60A57">
        <w:t>’</w:t>
      </w:r>
      <w:r w:rsidRPr="00F23192">
        <w:t>est-à-dire à celui de la France</w:t>
      </w:r>
      <w:r w:rsidR="00D60A57">
        <w:t> ?</w:t>
      </w:r>
    </w:p>
    <w:p w14:paraId="7390791B" w14:textId="77777777" w:rsidR="00D60A57" w:rsidRDefault="00E36F6A" w:rsidP="00D60A57">
      <w:r w:rsidRPr="00F23192">
        <w:t>À cette question subitement posée</w:t>
      </w:r>
      <w:r w:rsidR="00D60A57">
        <w:t xml:space="preserve">, </w:t>
      </w:r>
      <w:r w:rsidRPr="00F23192">
        <w:t>il frémit</w:t>
      </w:r>
      <w:r w:rsidR="00D60A57">
        <w:t xml:space="preserve">, </w:t>
      </w:r>
      <w:r w:rsidRPr="00F23192">
        <w:t>sentant une voix intérieure</w:t>
      </w:r>
      <w:r w:rsidR="00D60A57">
        <w:t xml:space="preserve">, </w:t>
      </w:r>
      <w:r w:rsidRPr="00F23192">
        <w:t>celle de sa conscience</w:t>
      </w:r>
      <w:r w:rsidR="00D60A57">
        <w:t xml:space="preserve">, </w:t>
      </w:r>
      <w:r w:rsidRPr="00F23192">
        <w:t>élever un doute</w:t>
      </w:r>
      <w:r w:rsidR="00D60A57">
        <w:t>.</w:t>
      </w:r>
    </w:p>
    <w:p w14:paraId="24B9629D" w14:textId="77777777" w:rsidR="00D60A57" w:rsidRDefault="00D60A57" w:rsidP="00D60A57">
      <w:r>
        <w:lastRenderedPageBreak/>
        <w:t>— </w:t>
      </w:r>
      <w:r w:rsidR="00E36F6A" w:rsidRPr="00F23192">
        <w:t>Un chef</w:t>
      </w:r>
      <w:r>
        <w:t xml:space="preserve">, </w:t>
      </w:r>
      <w:r w:rsidR="00E36F6A" w:rsidRPr="00F23192">
        <w:t>disait cette voix</w:t>
      </w:r>
      <w:r>
        <w:t xml:space="preserve">, </w:t>
      </w:r>
      <w:r w:rsidR="00E36F6A" w:rsidRPr="00F23192">
        <w:t>un vrai chef</w:t>
      </w:r>
      <w:r>
        <w:t xml:space="preserve">, </w:t>
      </w:r>
      <w:r w:rsidR="00E36F6A" w:rsidRPr="00F23192">
        <w:t>ne peut avoir a</w:t>
      </w:r>
      <w:r w:rsidR="00E36F6A" w:rsidRPr="00F23192">
        <w:t>u</w:t>
      </w:r>
      <w:r w:rsidR="00E36F6A" w:rsidRPr="00F23192">
        <w:t>cune fissure à sa cuirasse</w:t>
      </w:r>
      <w:r>
        <w:t xml:space="preserve">. </w:t>
      </w:r>
      <w:r w:rsidR="00E36F6A" w:rsidRPr="00F23192">
        <w:t>Celle-ci doit être un bloc de bronze sur lequel s</w:t>
      </w:r>
      <w:r>
        <w:t>’</w:t>
      </w:r>
      <w:r w:rsidR="00E36F6A" w:rsidRPr="00F23192">
        <w:t>émoussent les aciers les mieux trempés</w:t>
      </w:r>
      <w:r>
        <w:t>…</w:t>
      </w:r>
    </w:p>
    <w:p w14:paraId="2D7C2156" w14:textId="77777777" w:rsidR="00D60A57" w:rsidRDefault="00E36F6A" w:rsidP="00D60A57">
      <w:r w:rsidRPr="00F23192">
        <w:t>Son amour pour la Bretagne ne devait opérer de miracle que si nul ne pouvait le soupçonner de vénalité</w:t>
      </w:r>
      <w:r w:rsidR="00D60A57">
        <w:t xml:space="preserve">. </w:t>
      </w:r>
      <w:r w:rsidRPr="00F23192">
        <w:t>Or</w:t>
      </w:r>
      <w:r w:rsidR="00D60A57">
        <w:t xml:space="preserve">, </w:t>
      </w:r>
      <w:r w:rsidRPr="00F23192">
        <w:t>sa passion pour Edwige</w:t>
      </w:r>
      <w:r w:rsidR="00D60A57">
        <w:t xml:space="preserve">, </w:t>
      </w:r>
      <w:r w:rsidRPr="00F23192">
        <w:t>accusée d</w:t>
      </w:r>
      <w:r w:rsidR="00D60A57">
        <w:t>’</w:t>
      </w:r>
      <w:r w:rsidRPr="00F23192">
        <w:t>avoir son origine dans la cupidité</w:t>
      </w:r>
      <w:r w:rsidR="00D60A57">
        <w:t xml:space="preserve">, </w:t>
      </w:r>
      <w:r w:rsidRPr="00F23192">
        <w:t>lui faisait perdre une partie de la valeur qui devait lui donner sur la masse bretonne</w:t>
      </w:r>
      <w:r w:rsidR="00D60A57">
        <w:t xml:space="preserve">, </w:t>
      </w:r>
      <w:r w:rsidRPr="00F23192">
        <w:t>encore hésitante</w:t>
      </w:r>
      <w:r w:rsidR="00D60A57">
        <w:t xml:space="preserve">, </w:t>
      </w:r>
      <w:r w:rsidRPr="00F23192">
        <w:t xml:space="preserve">la prépondérance nécessaire pour la détacher de </w:t>
      </w:r>
      <w:proofErr w:type="spellStart"/>
      <w:r w:rsidRPr="00F23192">
        <w:t>Kerlor</w:t>
      </w:r>
      <w:proofErr w:type="spellEnd"/>
      <w:r w:rsidR="00D60A57">
        <w:t>…</w:t>
      </w:r>
    </w:p>
    <w:p w14:paraId="3AAA3E95" w14:textId="77777777" w:rsidR="00D60A57" w:rsidRDefault="00E36F6A" w:rsidP="00D60A57">
      <w:r w:rsidRPr="00F23192">
        <w:t>Cela</w:t>
      </w:r>
      <w:r w:rsidR="00D60A57">
        <w:t xml:space="preserve">, </w:t>
      </w:r>
      <w:r w:rsidRPr="00F23192">
        <w:t>en toute justice</w:t>
      </w:r>
      <w:r w:rsidR="00D60A57">
        <w:t xml:space="preserve">, </w:t>
      </w:r>
      <w:r w:rsidRPr="00F23192">
        <w:t>il ne pouvait le nier</w:t>
      </w:r>
      <w:r w:rsidR="00D60A57">
        <w:t>.</w:t>
      </w:r>
    </w:p>
    <w:p w14:paraId="32823279" w14:textId="77777777" w:rsidR="00D60A57" w:rsidRDefault="00E36F6A" w:rsidP="00D60A57">
      <w:r w:rsidRPr="00F23192">
        <w:t>Alors</w:t>
      </w:r>
      <w:r w:rsidR="00D60A57">
        <w:t> ?</w:t>
      </w:r>
    </w:p>
    <w:p w14:paraId="20ACF8FF" w14:textId="77777777" w:rsidR="00D60A57" w:rsidRDefault="00E36F6A" w:rsidP="00D60A57">
      <w:r w:rsidRPr="00F23192">
        <w:t>Prenant sa conscience pour juge</w:t>
      </w:r>
      <w:r w:rsidR="00D60A57">
        <w:t xml:space="preserve">, </w:t>
      </w:r>
      <w:r w:rsidRPr="00F23192">
        <w:t>il reconnut l</w:t>
      </w:r>
      <w:r w:rsidR="00D60A57">
        <w:t>’</w:t>
      </w:r>
      <w:r w:rsidRPr="00F23192">
        <w:t>inflexibilité de la sentence prononcée en dedans de lui-même aussi nett</w:t>
      </w:r>
      <w:r w:rsidRPr="00F23192">
        <w:t>e</w:t>
      </w:r>
      <w:r w:rsidRPr="00F23192">
        <w:t>ment que si une voix l</w:t>
      </w:r>
      <w:r w:rsidR="00D60A57">
        <w:t>’</w:t>
      </w:r>
      <w:r w:rsidRPr="00F23192">
        <w:t>eût fait retentir à son oreille</w:t>
      </w:r>
      <w:r w:rsidR="00D60A57">
        <w:t>.</w:t>
      </w:r>
    </w:p>
    <w:p w14:paraId="6E949FCF" w14:textId="77777777" w:rsidR="00D60A57" w:rsidRDefault="00E36F6A" w:rsidP="00D60A57">
      <w:r w:rsidRPr="00F23192">
        <w:t>Il frémit</w:t>
      </w:r>
      <w:r w:rsidR="00D60A57">
        <w:t xml:space="preserve"> ! </w:t>
      </w:r>
      <w:r w:rsidRPr="00F23192">
        <w:t>Ainsi</w:t>
      </w:r>
      <w:r w:rsidR="00D60A57">
        <w:t xml:space="preserve">, </w:t>
      </w:r>
      <w:r w:rsidRPr="00F23192">
        <w:t>c</w:t>
      </w:r>
      <w:r w:rsidR="00D60A57">
        <w:t>’</w:t>
      </w:r>
      <w:r w:rsidRPr="00F23192">
        <w:t>était vrai</w:t>
      </w:r>
      <w:r w:rsidR="00D60A57">
        <w:t xml:space="preserve"> ! </w:t>
      </w:r>
      <w:r w:rsidRPr="00F23192">
        <w:t>L</w:t>
      </w:r>
      <w:r w:rsidR="00D60A57">
        <w:t>’</w:t>
      </w:r>
      <w:r w:rsidRPr="00F23192">
        <w:t>homme qu</w:t>
      </w:r>
      <w:r w:rsidR="00D60A57">
        <w:t>’</w:t>
      </w:r>
      <w:r w:rsidRPr="00F23192">
        <w:t>il rêvait d</w:t>
      </w:r>
      <w:r w:rsidR="00D60A57">
        <w:t>’</w:t>
      </w:r>
      <w:r w:rsidRPr="00F23192">
        <w:t>être pour la Bretagne</w:t>
      </w:r>
      <w:r w:rsidR="00D60A57">
        <w:t xml:space="preserve">, </w:t>
      </w:r>
      <w:r w:rsidRPr="00F23192">
        <w:t>non par ambition</w:t>
      </w:r>
      <w:r w:rsidR="00D60A57">
        <w:t xml:space="preserve">, </w:t>
      </w:r>
      <w:r w:rsidRPr="00F23192">
        <w:t>mais par culte de son pays natal</w:t>
      </w:r>
      <w:r w:rsidR="00D60A57">
        <w:t xml:space="preserve">, </w:t>
      </w:r>
      <w:r w:rsidRPr="00F23192">
        <w:t>cet homme-là ne devait prêter le flanc à aucun soupçon</w:t>
      </w:r>
      <w:r w:rsidR="00D60A57">
        <w:t xml:space="preserve">, </w:t>
      </w:r>
      <w:r w:rsidRPr="00F23192">
        <w:t>à a</w:t>
      </w:r>
      <w:r w:rsidRPr="00F23192">
        <w:t>u</w:t>
      </w:r>
      <w:r w:rsidRPr="00F23192">
        <w:t>cune médisance</w:t>
      </w:r>
      <w:r w:rsidR="00D60A57">
        <w:t>.</w:t>
      </w:r>
    </w:p>
    <w:p w14:paraId="2C1A9523" w14:textId="77777777" w:rsidR="00D60A57" w:rsidRDefault="00E36F6A" w:rsidP="00D60A57">
      <w:r w:rsidRPr="00F23192">
        <w:t>Il devait être net</w:t>
      </w:r>
      <w:r w:rsidR="00D60A57">
        <w:t xml:space="preserve">, </w:t>
      </w:r>
      <w:r w:rsidRPr="00F23192">
        <w:t>être pur comme la lame de son épée</w:t>
      </w:r>
      <w:r w:rsidR="00D60A57">
        <w:t> !</w:t>
      </w:r>
    </w:p>
    <w:p w14:paraId="0A618291" w14:textId="77777777" w:rsidR="00D60A57" w:rsidRDefault="00E36F6A" w:rsidP="00D60A57">
      <w:r w:rsidRPr="00F23192">
        <w:t>Devant ce verdict</w:t>
      </w:r>
      <w:r w:rsidR="00D60A57">
        <w:t xml:space="preserve">, </w:t>
      </w:r>
      <w:r w:rsidRPr="00F23192">
        <w:t>le jeune homme demeura</w:t>
      </w:r>
      <w:r w:rsidR="00D60A57">
        <w:t xml:space="preserve">, </w:t>
      </w:r>
      <w:r w:rsidRPr="00F23192">
        <w:t>durant un long moment</w:t>
      </w:r>
      <w:r w:rsidR="00D60A57">
        <w:t xml:space="preserve">, </w:t>
      </w:r>
      <w:r w:rsidRPr="00F23192">
        <w:t>éperdu comme s</w:t>
      </w:r>
      <w:r w:rsidR="00D60A57">
        <w:t>’</w:t>
      </w:r>
      <w:r w:rsidRPr="00F23192">
        <w:t>il se fût soudain trouvé au bord d</w:t>
      </w:r>
      <w:r w:rsidR="00D60A57">
        <w:t>’</w:t>
      </w:r>
      <w:r w:rsidRPr="00F23192">
        <w:t>un abîme</w:t>
      </w:r>
      <w:r w:rsidR="00D60A57">
        <w:t>.</w:t>
      </w:r>
    </w:p>
    <w:p w14:paraId="339A1B8A" w14:textId="77777777" w:rsidR="00D60A57" w:rsidRDefault="00E36F6A" w:rsidP="00D60A57">
      <w:r w:rsidRPr="00F23192">
        <w:t>Vainement</w:t>
      </w:r>
      <w:r w:rsidR="00D60A57">
        <w:t xml:space="preserve">, </w:t>
      </w:r>
      <w:r w:rsidRPr="00F23192">
        <w:t>tentait-il de trouver une issue à l</w:t>
      </w:r>
      <w:r w:rsidR="00D60A57">
        <w:t>’</w:t>
      </w:r>
      <w:r w:rsidRPr="00F23192">
        <w:t>impasse dans laquelle il s</w:t>
      </w:r>
      <w:r w:rsidR="00D60A57">
        <w:t>’</w:t>
      </w:r>
      <w:r w:rsidRPr="00F23192">
        <w:t>était enfermé lui-même</w:t>
      </w:r>
      <w:r w:rsidR="00D60A57">
        <w:t xml:space="preserve"> ; </w:t>
      </w:r>
      <w:r w:rsidRPr="00F23192">
        <w:t>il devait regarder la vérité bien en face</w:t>
      </w:r>
      <w:r w:rsidR="00D60A57">
        <w:t xml:space="preserve"> ; </w:t>
      </w:r>
      <w:r w:rsidRPr="00F23192">
        <w:t>il lui fallait se broyer le cœur de ses propres mains</w:t>
      </w:r>
      <w:r w:rsidR="00D60A57">
        <w:t>.</w:t>
      </w:r>
    </w:p>
    <w:p w14:paraId="5F9A7D27" w14:textId="77777777" w:rsidR="00D60A57" w:rsidRDefault="00E36F6A" w:rsidP="00D60A57">
      <w:r w:rsidRPr="00F23192">
        <w:t>Quelque force qu</w:t>
      </w:r>
      <w:r w:rsidR="00D60A57">
        <w:t>’</w:t>
      </w:r>
      <w:r w:rsidRPr="00F23192">
        <w:t>il eût sur lui-même</w:t>
      </w:r>
      <w:r w:rsidR="00D60A57">
        <w:t xml:space="preserve">, </w:t>
      </w:r>
      <w:r w:rsidRPr="00F23192">
        <w:t>un gémissement lui jaillit des lèvres et une larme coula sur sa joue</w:t>
      </w:r>
      <w:r w:rsidR="00D60A57">
        <w:t>.</w:t>
      </w:r>
    </w:p>
    <w:p w14:paraId="1BD2AB21" w14:textId="77777777" w:rsidR="00D60A57" w:rsidRDefault="00E36F6A" w:rsidP="00D60A57">
      <w:r w:rsidRPr="00F23192">
        <w:lastRenderedPageBreak/>
        <w:t>Edwige</w:t>
      </w:r>
      <w:r w:rsidR="00D60A57">
        <w:t xml:space="preserve"> !… </w:t>
      </w:r>
      <w:r w:rsidRPr="00F23192">
        <w:t>son amour</w:t>
      </w:r>
      <w:r w:rsidR="00D60A57">
        <w:t xml:space="preserve"> !… </w:t>
      </w:r>
      <w:r w:rsidRPr="00F23192">
        <w:t>sa vie</w:t>
      </w:r>
      <w:r w:rsidR="00D60A57">
        <w:t> !…</w:t>
      </w:r>
    </w:p>
    <w:p w14:paraId="07AC5860" w14:textId="77777777" w:rsidR="00D60A57" w:rsidRDefault="00E36F6A" w:rsidP="00D60A57">
      <w:r w:rsidRPr="00F23192">
        <w:t>Cependant</w:t>
      </w:r>
      <w:r w:rsidR="00D60A57">
        <w:t xml:space="preserve">, </w:t>
      </w:r>
      <w:r w:rsidRPr="00F23192">
        <w:t>il se reprit</w:t>
      </w:r>
      <w:r w:rsidR="00D60A57">
        <w:t xml:space="preserve">, </w:t>
      </w:r>
      <w:r w:rsidRPr="00F23192">
        <w:t>ayant honte de sa faiblesse</w:t>
      </w:r>
      <w:r w:rsidR="00D60A57">
        <w:t xml:space="preserve">, </w:t>
      </w:r>
      <w:r w:rsidRPr="00F23192">
        <w:t>et remit son cheval en marche</w:t>
      </w:r>
      <w:r w:rsidR="00D60A57">
        <w:t xml:space="preserve"> ; </w:t>
      </w:r>
      <w:r w:rsidRPr="00F23192">
        <w:t>il allait à petite allure</w:t>
      </w:r>
      <w:r w:rsidR="00D60A57">
        <w:t xml:space="preserve">, </w:t>
      </w:r>
      <w:r w:rsidRPr="00F23192">
        <w:t>retardant le m</w:t>
      </w:r>
      <w:r w:rsidRPr="00F23192">
        <w:t>o</w:t>
      </w:r>
      <w:r w:rsidRPr="00F23192">
        <w:t>ment où il devait retrouver</w:t>
      </w:r>
      <w:r w:rsidR="00D60A57">
        <w:t xml:space="preserve">, </w:t>
      </w:r>
      <w:r w:rsidRPr="00F23192">
        <w:t>comme chaque soir</w:t>
      </w:r>
      <w:r w:rsidR="00D60A57">
        <w:t xml:space="preserve">, </w:t>
      </w:r>
      <w:r w:rsidRPr="00F23192">
        <w:t>la jeune fille à la cabane du bûcheron</w:t>
      </w:r>
      <w:r w:rsidR="00D60A57">
        <w:t>.</w:t>
      </w:r>
    </w:p>
    <w:p w14:paraId="66448FEF" w14:textId="77777777" w:rsidR="00D60A57" w:rsidRDefault="00E36F6A" w:rsidP="00D60A57">
      <w:r w:rsidRPr="00F23192">
        <w:t>Comment lui annoncer la décision qu</w:t>
      </w:r>
      <w:r w:rsidR="00D60A57">
        <w:t>’</w:t>
      </w:r>
      <w:r w:rsidRPr="00F23192">
        <w:t>il venait de prendre</w:t>
      </w:r>
      <w:r w:rsidR="00D60A57">
        <w:t xml:space="preserve"> ? </w:t>
      </w:r>
      <w:r w:rsidRPr="00F23192">
        <w:t>Il la connaissait d</w:t>
      </w:r>
      <w:r w:rsidR="00D60A57">
        <w:t>’</w:t>
      </w:r>
      <w:r w:rsidRPr="00F23192">
        <w:t>âme assez droite pour espérer qu</w:t>
      </w:r>
      <w:r w:rsidR="00D60A57">
        <w:t>’</w:t>
      </w:r>
      <w:r w:rsidRPr="00F23192">
        <w:t>elle co</w:t>
      </w:r>
      <w:r w:rsidRPr="00F23192">
        <w:t>m</w:t>
      </w:r>
      <w:r w:rsidRPr="00F23192">
        <w:t>prendrait et que la générosité de sa nature lui ferait accepter avec courage de s</w:t>
      </w:r>
      <w:r w:rsidR="00D60A57">
        <w:t>’</w:t>
      </w:r>
      <w:r w:rsidRPr="00F23192">
        <w:t>incliner devant cette décision</w:t>
      </w:r>
      <w:r w:rsidR="00D60A57">
        <w:t xml:space="preserve">, </w:t>
      </w:r>
      <w:r w:rsidRPr="00F23192">
        <w:t>quelque cruelle qu</w:t>
      </w:r>
      <w:r w:rsidR="00D60A57">
        <w:t>’</w:t>
      </w:r>
      <w:r w:rsidRPr="00F23192">
        <w:t>elle lui dût être</w:t>
      </w:r>
      <w:r w:rsidR="00D60A57">
        <w:t>.</w:t>
      </w:r>
    </w:p>
    <w:p w14:paraId="4F8E5365" w14:textId="77777777" w:rsidR="00D60A57" w:rsidRDefault="00E36F6A" w:rsidP="00D60A57">
      <w:r w:rsidRPr="00F23192">
        <w:t>Mais si elle ne comprenait pas</w:t>
      </w:r>
      <w:r w:rsidR="00D60A57">
        <w:t xml:space="preserve"> ! </w:t>
      </w:r>
      <w:r w:rsidRPr="00F23192">
        <w:t>Si la violence de son amour bouchait ses oreilles à tout raisonnement</w:t>
      </w:r>
      <w:r w:rsidR="00D60A57">
        <w:t>…</w:t>
      </w:r>
    </w:p>
    <w:p w14:paraId="137D6149" w14:textId="77777777" w:rsidR="00D60A57" w:rsidRDefault="00E36F6A" w:rsidP="00D60A57">
      <w:r w:rsidRPr="00F23192">
        <w:t>Aurait-il la force</w:t>
      </w:r>
      <w:r w:rsidR="00D60A57">
        <w:t xml:space="preserve">, </w:t>
      </w:r>
      <w:r w:rsidRPr="00F23192">
        <w:t>ayant triomphé de sa propre lâcheté</w:t>
      </w:r>
      <w:r w:rsidR="00D60A57">
        <w:t xml:space="preserve">, </w:t>
      </w:r>
      <w:r w:rsidRPr="00F23192">
        <w:t>de triompher de la faiblesse de celle qu</w:t>
      </w:r>
      <w:r w:rsidR="00D60A57">
        <w:t>’</w:t>
      </w:r>
      <w:r w:rsidRPr="00F23192">
        <w:t>il aimait</w:t>
      </w:r>
      <w:r w:rsidR="00D60A57">
        <w:t> ?</w:t>
      </w:r>
    </w:p>
    <w:p w14:paraId="35F77B0C" w14:textId="77777777" w:rsidR="00D60A57" w:rsidRDefault="00E36F6A" w:rsidP="00D60A57">
      <w:r w:rsidRPr="00F23192">
        <w:t>Eh bien</w:t>
      </w:r>
      <w:r w:rsidR="00D60A57">
        <w:t xml:space="preserve"> !… </w:t>
      </w:r>
      <w:r w:rsidRPr="00F23192">
        <w:t>en toute conscience</w:t>
      </w:r>
      <w:r w:rsidR="00D60A57">
        <w:t xml:space="preserve">, </w:t>
      </w:r>
      <w:r w:rsidRPr="00F23192">
        <w:t>il ne le pensait pas</w:t>
      </w:r>
      <w:r w:rsidR="00D60A57">
        <w:t xml:space="preserve">… </w:t>
      </w:r>
      <w:r w:rsidRPr="00F23192">
        <w:t>et alors</w:t>
      </w:r>
      <w:r w:rsidR="00D60A57">
        <w:t xml:space="preserve">, </w:t>
      </w:r>
      <w:r w:rsidRPr="00F23192">
        <w:t>la crainte d</w:t>
      </w:r>
      <w:r w:rsidR="00D60A57">
        <w:t>’</w:t>
      </w:r>
      <w:r w:rsidRPr="00F23192">
        <w:t>être vaincu dans le combat qu</w:t>
      </w:r>
      <w:r w:rsidR="00D60A57">
        <w:t>’</w:t>
      </w:r>
      <w:r w:rsidRPr="00F23192">
        <w:t>il pressentait cruellement pénible</w:t>
      </w:r>
      <w:r w:rsidR="00D60A57">
        <w:t xml:space="preserve">, </w:t>
      </w:r>
      <w:r w:rsidRPr="00F23192">
        <w:t>le poussa à ne pas l</w:t>
      </w:r>
      <w:r w:rsidR="00D60A57">
        <w:t>’</w:t>
      </w:r>
      <w:r w:rsidRPr="00F23192">
        <w:t>affronter ce soir même</w:t>
      </w:r>
      <w:r w:rsidR="00D60A57">
        <w:t>.</w:t>
      </w:r>
    </w:p>
    <w:p w14:paraId="72A87F8C" w14:textId="77777777" w:rsidR="00D60A57" w:rsidRDefault="00E36F6A" w:rsidP="00D60A57">
      <w:r w:rsidRPr="00F23192">
        <w:t>Mieux valait reculer</w:t>
      </w:r>
      <w:r w:rsidR="00D60A57">
        <w:t xml:space="preserve">, </w:t>
      </w:r>
      <w:r w:rsidRPr="00F23192">
        <w:t>ne fût-ce que quelques heures</w:t>
      </w:r>
      <w:r w:rsidR="00D60A57">
        <w:t xml:space="preserve">, </w:t>
      </w:r>
      <w:r w:rsidRPr="00F23192">
        <w:t>ce tête-à-tête douloureux</w:t>
      </w:r>
      <w:r w:rsidR="00D60A57">
        <w:t>.</w:t>
      </w:r>
    </w:p>
    <w:p w14:paraId="2BE3BE27" w14:textId="77777777" w:rsidR="00D60A57" w:rsidRDefault="00E36F6A" w:rsidP="00D60A57">
      <w:r w:rsidRPr="00F23192">
        <w:t>Peut-être quelque événement viendrait-il modifier sa façon de voir et réformer le jugement qu</w:t>
      </w:r>
      <w:r w:rsidR="00D60A57">
        <w:t>’</w:t>
      </w:r>
      <w:r w:rsidRPr="00F23192">
        <w:t>il avait formulé contre lui-même</w:t>
      </w:r>
      <w:r w:rsidR="00D60A57">
        <w:t>.</w:t>
      </w:r>
    </w:p>
    <w:p w14:paraId="0DFBC8B6" w14:textId="77777777" w:rsidR="00D60A57" w:rsidRDefault="00E36F6A" w:rsidP="00D60A57">
      <w:r w:rsidRPr="00F23192">
        <w:t>Peut-on jamais prévoir</w:t>
      </w:r>
      <w:r w:rsidR="00D60A57">
        <w:t xml:space="preserve">, </w:t>
      </w:r>
      <w:r w:rsidRPr="00F23192">
        <w:t>en toute certitude</w:t>
      </w:r>
      <w:r w:rsidR="00D60A57">
        <w:t xml:space="preserve">, </w:t>
      </w:r>
      <w:r w:rsidRPr="00F23192">
        <w:t>ce que vous r</w:t>
      </w:r>
      <w:r w:rsidRPr="00F23192">
        <w:t>é</w:t>
      </w:r>
      <w:r w:rsidRPr="00F23192">
        <w:t>serve demain</w:t>
      </w:r>
      <w:r w:rsidR="00D60A57">
        <w:t> ?</w:t>
      </w:r>
    </w:p>
    <w:p w14:paraId="7BAC84C2" w14:textId="77777777" w:rsidR="00D60A57" w:rsidRDefault="00E36F6A" w:rsidP="00D60A57">
      <w:r w:rsidRPr="00F23192">
        <w:t>Les larmes d</w:t>
      </w:r>
      <w:r w:rsidR="00D60A57">
        <w:t>’</w:t>
      </w:r>
      <w:r w:rsidRPr="00F23192">
        <w:t>Edwige couleraient bien assez tôt</w:t>
      </w:r>
      <w:r w:rsidR="00D60A57">
        <w:t>.</w:t>
      </w:r>
    </w:p>
    <w:p w14:paraId="2DFA1C67" w14:textId="77777777" w:rsidR="00D60A57" w:rsidRDefault="00E36F6A" w:rsidP="00D60A57">
      <w:r w:rsidRPr="00F23192">
        <w:lastRenderedPageBreak/>
        <w:t>Résolument donc</w:t>
      </w:r>
      <w:r w:rsidR="00D60A57">
        <w:t xml:space="preserve">, </w:t>
      </w:r>
      <w:r w:rsidRPr="00F23192">
        <w:t>il fit faire volte-face à sa monture et</w:t>
      </w:r>
      <w:r w:rsidR="00D60A57">
        <w:t xml:space="preserve">, </w:t>
      </w:r>
      <w:r w:rsidRPr="00F23192">
        <w:t>tournant le dos au lieu du rendez-vous</w:t>
      </w:r>
      <w:r w:rsidR="00D60A57">
        <w:t xml:space="preserve">, </w:t>
      </w:r>
      <w:r w:rsidRPr="00F23192">
        <w:t>prit la direction de sa demeure où un temps de galop l</w:t>
      </w:r>
      <w:r w:rsidR="00D60A57">
        <w:t>’</w:t>
      </w:r>
      <w:r w:rsidRPr="00F23192">
        <w:t>amena assez rapidement</w:t>
      </w:r>
      <w:r w:rsidR="00D60A57">
        <w:t>.</w:t>
      </w:r>
    </w:p>
    <w:p w14:paraId="48ACF444" w14:textId="77777777" w:rsidR="00D60A57" w:rsidRDefault="00E36F6A" w:rsidP="00D60A57">
      <w:r w:rsidRPr="00F23192">
        <w:t>C</w:t>
      </w:r>
      <w:r w:rsidR="00D60A57">
        <w:t>’</w:t>
      </w:r>
      <w:r w:rsidRPr="00F23192">
        <w:t>était une sorte de petit manoir</w:t>
      </w:r>
      <w:r w:rsidR="00D60A57">
        <w:t xml:space="preserve">, </w:t>
      </w:r>
      <w:r w:rsidRPr="00F23192">
        <w:t>relief d</w:t>
      </w:r>
      <w:r w:rsidR="00D60A57">
        <w:t>’</w:t>
      </w:r>
      <w:r w:rsidRPr="00F23192">
        <w:t>héritage paternel</w:t>
      </w:r>
      <w:r w:rsidR="00D60A57">
        <w:t xml:space="preserve">, </w:t>
      </w:r>
      <w:r w:rsidRPr="00F23192">
        <w:t>qui se dressait sur la côte</w:t>
      </w:r>
      <w:r w:rsidR="00D60A57">
        <w:t xml:space="preserve">, </w:t>
      </w:r>
      <w:r w:rsidRPr="00F23192">
        <w:t xml:space="preserve">proche du </w:t>
      </w:r>
      <w:proofErr w:type="spellStart"/>
      <w:r w:rsidRPr="00F23192">
        <w:t>Dourduff</w:t>
      </w:r>
      <w:proofErr w:type="spellEnd"/>
      <w:r w:rsidR="00D60A57">
        <w:t xml:space="preserve">, </w:t>
      </w:r>
      <w:r w:rsidRPr="00F23192">
        <w:t>face à la baie de Morlaix</w:t>
      </w:r>
      <w:r w:rsidR="00D60A57">
        <w:t xml:space="preserve">, </w:t>
      </w:r>
      <w:r w:rsidRPr="00F23192">
        <w:t>en un endroit assez désert que les braconniers de mer fréquentaient</w:t>
      </w:r>
      <w:r w:rsidR="00D60A57">
        <w:t>.</w:t>
      </w:r>
    </w:p>
    <w:p w14:paraId="27903754" w14:textId="77777777" w:rsidR="00D60A57" w:rsidRDefault="00E36F6A" w:rsidP="00D60A57">
      <w:r w:rsidRPr="00F23192">
        <w:t>Un seul valet composait tout son personnel</w:t>
      </w:r>
      <w:r w:rsidR="00D60A57">
        <w:t xml:space="preserve">, </w:t>
      </w:r>
      <w:r w:rsidRPr="00F23192">
        <w:t>vieil homme qui l</w:t>
      </w:r>
      <w:r w:rsidR="00D60A57">
        <w:t>’</w:t>
      </w:r>
      <w:r w:rsidRPr="00F23192">
        <w:t>avait vu naître et lui portait autant de dévouement que d</w:t>
      </w:r>
      <w:r w:rsidR="00D60A57">
        <w:t>’</w:t>
      </w:r>
      <w:r w:rsidRPr="00F23192">
        <w:t>affection</w:t>
      </w:r>
      <w:r w:rsidR="00D60A57">
        <w:t>.</w:t>
      </w:r>
    </w:p>
    <w:p w14:paraId="493371BC" w14:textId="77777777" w:rsidR="00D60A57" w:rsidRDefault="00D60A57" w:rsidP="00D60A57">
      <w:r>
        <w:t>— </w:t>
      </w:r>
      <w:r w:rsidR="00E36F6A" w:rsidRPr="00F23192">
        <w:t>Monsieur le comte n</w:t>
      </w:r>
      <w:r>
        <w:t>’</w:t>
      </w:r>
      <w:r w:rsidR="00E36F6A" w:rsidRPr="00F23192">
        <w:t>a-t-il pas eu en route quelque acc</w:t>
      </w:r>
      <w:r w:rsidR="00E36F6A" w:rsidRPr="00F23192">
        <w:t>i</w:t>
      </w:r>
      <w:r w:rsidR="00E36F6A" w:rsidRPr="00F23192">
        <w:t>dent</w:t>
      </w:r>
      <w:r>
        <w:t xml:space="preserve"> ? </w:t>
      </w:r>
      <w:r w:rsidR="00E36F6A" w:rsidRPr="00F23192">
        <w:t>interrogea cet homme en l</w:t>
      </w:r>
      <w:r>
        <w:t>’</w:t>
      </w:r>
      <w:r w:rsidR="00E36F6A" w:rsidRPr="00F23192">
        <w:t>accueillant</w:t>
      </w:r>
      <w:r>
        <w:t>.</w:t>
      </w:r>
    </w:p>
    <w:p w14:paraId="5229BD56" w14:textId="77777777" w:rsidR="00D60A57" w:rsidRDefault="00D60A57" w:rsidP="00D60A57">
      <w:r>
        <w:t>— </w:t>
      </w:r>
      <w:r w:rsidR="00E36F6A" w:rsidRPr="00F23192">
        <w:t>Quelque accident</w:t>
      </w:r>
      <w:r>
        <w:t xml:space="preserve"> ? </w:t>
      </w:r>
      <w:r w:rsidR="00E36F6A" w:rsidRPr="00F23192">
        <w:t>répéta le jeune homme</w:t>
      </w:r>
      <w:r>
        <w:t xml:space="preserve">, </w:t>
      </w:r>
      <w:r w:rsidR="00E36F6A" w:rsidRPr="00F23192">
        <w:t>interrogat</w:t>
      </w:r>
      <w:r w:rsidR="00E36F6A" w:rsidRPr="00F23192">
        <w:t>i</w:t>
      </w:r>
      <w:r w:rsidR="00E36F6A" w:rsidRPr="00F23192">
        <w:t>vement</w:t>
      </w:r>
      <w:r>
        <w:t xml:space="preserve"> ; </w:t>
      </w:r>
      <w:r w:rsidR="00E36F6A" w:rsidRPr="00F23192">
        <w:t>qu</w:t>
      </w:r>
      <w:r>
        <w:t>’</w:t>
      </w:r>
      <w:r w:rsidR="00E36F6A" w:rsidRPr="00F23192">
        <w:t>est-ce qui te fait me poser cette question</w:t>
      </w:r>
      <w:r>
        <w:t> ?</w:t>
      </w:r>
    </w:p>
    <w:p w14:paraId="1B5E89F6" w14:textId="77777777" w:rsidR="00D60A57" w:rsidRDefault="00D60A57" w:rsidP="00D60A57">
      <w:r>
        <w:t>— </w:t>
      </w:r>
      <w:r w:rsidR="00E36F6A" w:rsidRPr="00F23192">
        <w:t>Ceci</w:t>
      </w:r>
      <w:r>
        <w:t xml:space="preserve">, </w:t>
      </w:r>
      <w:r w:rsidR="00E36F6A" w:rsidRPr="00F23192">
        <w:t>fit Yvon</w:t>
      </w:r>
      <w:r>
        <w:t xml:space="preserve">, </w:t>
      </w:r>
      <w:r w:rsidR="00E36F6A" w:rsidRPr="00F23192">
        <w:t>en présentant sa main ouverte dans le creux de laquelle brillait un objet dont</w:t>
      </w:r>
      <w:r>
        <w:t xml:space="preserve">, </w:t>
      </w:r>
      <w:r w:rsidR="00E36F6A" w:rsidRPr="00F23192">
        <w:t>tout d</w:t>
      </w:r>
      <w:r>
        <w:t>’</w:t>
      </w:r>
      <w:r w:rsidR="00E36F6A" w:rsidRPr="00F23192">
        <w:t>abord</w:t>
      </w:r>
      <w:r>
        <w:t xml:space="preserve">, </w:t>
      </w:r>
      <w:r w:rsidR="00E36F6A" w:rsidRPr="00F23192">
        <w:t>son maître ne discerna pas bien la nature</w:t>
      </w:r>
      <w:r>
        <w:t>.</w:t>
      </w:r>
    </w:p>
    <w:p w14:paraId="56185AB6" w14:textId="77777777" w:rsidR="00D60A57" w:rsidRDefault="00E36F6A" w:rsidP="00D60A57">
      <w:r w:rsidRPr="00F23192">
        <w:t>L</w:t>
      </w:r>
      <w:r w:rsidR="00D60A57">
        <w:t>’</w:t>
      </w:r>
      <w:r w:rsidRPr="00F23192">
        <w:t>ayant regardé de plus près</w:t>
      </w:r>
      <w:r w:rsidR="00D60A57">
        <w:t xml:space="preserve">, </w:t>
      </w:r>
      <w:r w:rsidRPr="00F23192">
        <w:t>il poussa une exclamation en reconnaissant la médaille qu</w:t>
      </w:r>
      <w:r w:rsidR="00D60A57">
        <w:t>’</w:t>
      </w:r>
      <w:r w:rsidRPr="00F23192">
        <w:t>il avait perdue au cours de son aventure des jours préc</w:t>
      </w:r>
      <w:r w:rsidRPr="00F23192">
        <w:t>é</w:t>
      </w:r>
      <w:r w:rsidRPr="00F23192">
        <w:t>dents</w:t>
      </w:r>
      <w:r w:rsidR="00D60A57">
        <w:t>.</w:t>
      </w:r>
    </w:p>
    <w:p w14:paraId="269379D1" w14:textId="77777777" w:rsidR="00D60A57" w:rsidRDefault="00D60A57" w:rsidP="00D60A57">
      <w:r>
        <w:t>— </w:t>
      </w:r>
      <w:r w:rsidR="00E36F6A" w:rsidRPr="00F23192">
        <w:t>Comment ceci est-il en ta possession</w:t>
      </w:r>
      <w:r>
        <w:t> ?</w:t>
      </w:r>
    </w:p>
    <w:p w14:paraId="766F76A3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un petit drôle qui me l</w:t>
      </w:r>
      <w:r>
        <w:t>’</w:t>
      </w:r>
      <w:r w:rsidR="00E36F6A" w:rsidRPr="00F23192">
        <w:t>a remis de la part d</w:t>
      </w:r>
      <w:r>
        <w:t>’</w:t>
      </w:r>
      <w:r w:rsidR="00E36F6A" w:rsidRPr="00F23192">
        <w:t>une pe</w:t>
      </w:r>
      <w:r w:rsidR="00E36F6A" w:rsidRPr="00F23192">
        <w:t>r</w:t>
      </w:r>
      <w:r w:rsidR="00E36F6A" w:rsidRPr="00F23192">
        <w:t>sonne qui faisait dire à Monsieur le comte qu</w:t>
      </w:r>
      <w:r>
        <w:t>’</w:t>
      </w:r>
      <w:r w:rsidR="00E36F6A" w:rsidRPr="00F23192">
        <w:t>elle se souvie</w:t>
      </w:r>
      <w:r w:rsidR="00E36F6A" w:rsidRPr="00F23192">
        <w:t>n</w:t>
      </w:r>
      <w:r w:rsidR="00E36F6A" w:rsidRPr="00F23192">
        <w:t>drait</w:t>
      </w:r>
      <w:r>
        <w:t>.</w:t>
      </w:r>
    </w:p>
    <w:p w14:paraId="2D476A34" w14:textId="02B50AE4" w:rsidR="00E36F6A" w:rsidRPr="00F23192" w:rsidRDefault="00E36F6A" w:rsidP="00D60A57">
      <w:pPr>
        <w:pStyle w:val="Titre1"/>
      </w:pPr>
      <w:bookmarkStart w:id="6" w:name="_Toc186820628"/>
      <w:bookmarkStart w:id="7" w:name="_Toc195122105"/>
      <w:r w:rsidRPr="00F23192">
        <w:lastRenderedPageBreak/>
        <w:t>CHAPITRE III</w:t>
      </w:r>
      <w:r w:rsidRPr="00F23192">
        <w:br/>
      </w:r>
      <w:r w:rsidRPr="00F23192">
        <w:br/>
      </w:r>
      <w:r w:rsidR="00D60A57">
        <w:t>MM. </w:t>
      </w:r>
      <w:r w:rsidRPr="00F23192">
        <w:t xml:space="preserve">DES </w:t>
      </w:r>
      <w:proofErr w:type="spellStart"/>
      <w:r w:rsidRPr="00F23192">
        <w:t>BLAITTIÈRES</w:t>
      </w:r>
      <w:proofErr w:type="spellEnd"/>
      <w:r w:rsidRPr="00F23192">
        <w:t xml:space="preserve"> PÈRE ET FILS</w:t>
      </w:r>
      <w:bookmarkEnd w:id="6"/>
      <w:bookmarkEnd w:id="7"/>
      <w:r w:rsidRPr="00F23192">
        <w:br/>
      </w:r>
    </w:p>
    <w:p w14:paraId="60CF7C88" w14:textId="77777777" w:rsidR="00D60A57" w:rsidRDefault="00E36F6A" w:rsidP="00D60A57">
      <w:r w:rsidRPr="00F23192">
        <w:t xml:space="preserve">Depuis la réunion provoquée par le duc de </w:t>
      </w:r>
      <w:proofErr w:type="spellStart"/>
      <w:r w:rsidRPr="00F23192">
        <w:t>Kerlor</w:t>
      </w:r>
      <w:proofErr w:type="spellEnd"/>
      <w:r w:rsidRPr="00F23192">
        <w:t xml:space="preserve"> et qui avait fait se dresser face à face ce dernier et le comte Bertrand</w:t>
      </w:r>
      <w:r w:rsidR="00D60A57">
        <w:t xml:space="preserve">, </w:t>
      </w:r>
      <w:r w:rsidRPr="00F23192">
        <w:t>le pays vivait dans un insolite état</w:t>
      </w:r>
      <w:r w:rsidR="00D60A57">
        <w:t xml:space="preserve"> ; </w:t>
      </w:r>
      <w:r w:rsidRPr="00F23192">
        <w:t>les plus petits coins de Br</w:t>
      </w:r>
      <w:r w:rsidRPr="00F23192">
        <w:t>e</w:t>
      </w:r>
      <w:r w:rsidRPr="00F23192">
        <w:t>tagne étaient en proie à une sourde agitation</w:t>
      </w:r>
      <w:r w:rsidR="00D60A57">
        <w:t xml:space="preserve"> ; </w:t>
      </w:r>
      <w:r w:rsidRPr="00F23192">
        <w:t>de chacun des côtés adverses partaient des instructions</w:t>
      </w:r>
      <w:r w:rsidR="00D60A57">
        <w:t xml:space="preserve"> – </w:t>
      </w:r>
      <w:r w:rsidRPr="00F23192">
        <w:t>secrètes autant qu</w:t>
      </w:r>
      <w:r w:rsidR="00D60A57">
        <w:t>’</w:t>
      </w:r>
      <w:r w:rsidRPr="00F23192">
        <w:t>il se pouvait</w:t>
      </w:r>
      <w:r w:rsidR="00D60A57">
        <w:t xml:space="preserve"> – </w:t>
      </w:r>
      <w:r w:rsidRPr="00F23192">
        <w:t>pour préparer le mouvement que rendait inévit</w:t>
      </w:r>
      <w:r w:rsidRPr="00F23192">
        <w:t>a</w:t>
      </w:r>
      <w:r w:rsidRPr="00F23192">
        <w:t>ble la politique</w:t>
      </w:r>
      <w:r w:rsidR="00D60A57">
        <w:t>.</w:t>
      </w:r>
    </w:p>
    <w:p w14:paraId="1E69DF01" w14:textId="77777777" w:rsidR="00D60A57" w:rsidRDefault="00E36F6A" w:rsidP="00D60A57">
      <w:r w:rsidRPr="00F23192">
        <w:t xml:space="preserve">Le duc de </w:t>
      </w:r>
      <w:proofErr w:type="spellStart"/>
      <w:r w:rsidRPr="00F23192">
        <w:t>Kerlor</w:t>
      </w:r>
      <w:proofErr w:type="spellEnd"/>
      <w:r w:rsidR="00D60A57">
        <w:t xml:space="preserve">, </w:t>
      </w:r>
      <w:r w:rsidRPr="00F23192">
        <w:t>le sire de la Fontanelle</w:t>
      </w:r>
      <w:r w:rsidR="00D60A57">
        <w:t xml:space="preserve">, </w:t>
      </w:r>
      <w:r w:rsidRPr="00F23192">
        <w:t>aux ordres du duc de Mercœur</w:t>
      </w:r>
      <w:r w:rsidR="00D60A57">
        <w:t xml:space="preserve">, – </w:t>
      </w:r>
      <w:r w:rsidRPr="00F23192">
        <w:t>officiellement promus au titre de représe</w:t>
      </w:r>
      <w:r w:rsidRPr="00F23192">
        <w:t>n</w:t>
      </w:r>
      <w:r w:rsidRPr="00F23192">
        <w:t>tant de la Ligue</w:t>
      </w:r>
      <w:r w:rsidR="00D60A57">
        <w:t xml:space="preserve">, – </w:t>
      </w:r>
      <w:r w:rsidRPr="00F23192">
        <w:t>faisaient d</w:t>
      </w:r>
      <w:r w:rsidR="00D60A57">
        <w:t>’</w:t>
      </w:r>
      <w:r w:rsidRPr="00F23192">
        <w:t>incessantes navettes entre la Br</w:t>
      </w:r>
      <w:r w:rsidRPr="00F23192">
        <w:t>e</w:t>
      </w:r>
      <w:r w:rsidRPr="00F23192">
        <w:t>tagne et Paris</w:t>
      </w:r>
      <w:r w:rsidR="00D60A57">
        <w:t xml:space="preserve">, </w:t>
      </w:r>
      <w:r w:rsidRPr="00F23192">
        <w:t>pour y prendre les instructions du duc de Guise</w:t>
      </w:r>
      <w:r w:rsidR="00D60A57">
        <w:t>.</w:t>
      </w:r>
    </w:p>
    <w:p w14:paraId="44A2A0D4" w14:textId="77777777" w:rsidR="00D60A57" w:rsidRDefault="00E36F6A" w:rsidP="00D60A57">
      <w:r w:rsidRPr="00F23192">
        <w:t>Il en était de même pour le parti breton</w:t>
      </w:r>
      <w:r w:rsidR="00D60A57">
        <w:t>.</w:t>
      </w:r>
    </w:p>
    <w:p w14:paraId="6B4544A5" w14:textId="77777777" w:rsidR="00D60A57" w:rsidRDefault="00E36F6A" w:rsidP="00D60A57">
      <w:r w:rsidRPr="00F23192">
        <w:t xml:space="preserve">Le comte du </w:t>
      </w:r>
      <w:proofErr w:type="spellStart"/>
      <w:r w:rsidRPr="00F23192">
        <w:t>Falouët</w:t>
      </w:r>
      <w:proofErr w:type="spellEnd"/>
      <w:r w:rsidRPr="00F23192">
        <w:t xml:space="preserve"> se prodiguait</w:t>
      </w:r>
      <w:r w:rsidR="00D60A57">
        <w:t xml:space="preserve">, </w:t>
      </w:r>
      <w:r w:rsidRPr="00F23192">
        <w:t>allant par monts et par vaux</w:t>
      </w:r>
      <w:r w:rsidR="00D60A57">
        <w:t xml:space="preserve"> ; </w:t>
      </w:r>
      <w:r w:rsidRPr="00F23192">
        <w:t>on eût dit qu</w:t>
      </w:r>
      <w:r w:rsidR="00D60A57">
        <w:t>’</w:t>
      </w:r>
      <w:r w:rsidRPr="00F23192">
        <w:t>il avait le don d</w:t>
      </w:r>
      <w:r w:rsidR="00D60A57">
        <w:t>’</w:t>
      </w:r>
      <w:r w:rsidRPr="00F23192">
        <w:t>ubiquité</w:t>
      </w:r>
      <w:r w:rsidR="00D60A57">
        <w:t xml:space="preserve"> ; </w:t>
      </w:r>
      <w:r w:rsidRPr="00F23192">
        <w:t>on le voyait pa</w:t>
      </w:r>
      <w:r w:rsidRPr="00F23192">
        <w:t>r</w:t>
      </w:r>
      <w:r w:rsidRPr="00F23192">
        <w:t>tout</w:t>
      </w:r>
      <w:r w:rsidR="00D60A57">
        <w:t xml:space="preserve">, </w:t>
      </w:r>
      <w:r w:rsidRPr="00F23192">
        <w:t>parlant avec une foi pleine d</w:t>
      </w:r>
      <w:r w:rsidR="00D60A57">
        <w:t>’</w:t>
      </w:r>
      <w:r w:rsidRPr="00F23192">
        <w:t>ardeur</w:t>
      </w:r>
      <w:r w:rsidR="00D60A57">
        <w:t xml:space="preserve">, </w:t>
      </w:r>
      <w:r w:rsidRPr="00F23192">
        <w:t>exaltant dans l</w:t>
      </w:r>
      <w:r w:rsidR="00D60A57">
        <w:t>’</w:t>
      </w:r>
      <w:r w:rsidRPr="00F23192">
        <w:t>âme de ses compatriotes l</w:t>
      </w:r>
      <w:r w:rsidR="00D60A57">
        <w:t>’</w:t>
      </w:r>
      <w:r w:rsidRPr="00F23192">
        <w:t>amour de la Bretagne</w:t>
      </w:r>
      <w:r w:rsidR="00D60A57">
        <w:t>.</w:t>
      </w:r>
    </w:p>
    <w:p w14:paraId="289AA2F8" w14:textId="77777777" w:rsidR="00D60A57" w:rsidRDefault="00E36F6A" w:rsidP="00D60A57">
      <w:r w:rsidRPr="00F23192">
        <w:t>Les voyages à Paris lui prenaient une grande partie de son temps</w:t>
      </w:r>
      <w:r w:rsidR="00D60A57">
        <w:t xml:space="preserve">, </w:t>
      </w:r>
      <w:r w:rsidRPr="00F23192">
        <w:t>heureusement pour lui</w:t>
      </w:r>
      <w:r w:rsidR="00D60A57">
        <w:t xml:space="preserve">, </w:t>
      </w:r>
      <w:r w:rsidRPr="00F23192">
        <w:t>que son amour sacrifié crucifiait atrocement</w:t>
      </w:r>
      <w:r w:rsidR="00D60A57">
        <w:t>.</w:t>
      </w:r>
    </w:p>
    <w:p w14:paraId="4DA67B7A" w14:textId="77777777" w:rsidR="00D60A57" w:rsidRDefault="00E36F6A" w:rsidP="00D60A57">
      <w:r w:rsidRPr="00F23192">
        <w:t>Un instinct lui disait que son rôle n</w:t>
      </w:r>
      <w:r w:rsidR="00D60A57">
        <w:t>’</w:t>
      </w:r>
      <w:r w:rsidRPr="00F23192">
        <w:t>était pas sans péril</w:t>
      </w:r>
      <w:r w:rsidR="00D60A57">
        <w:t xml:space="preserve"> ; </w:t>
      </w:r>
      <w:r w:rsidRPr="00F23192">
        <w:t xml:space="preserve">les adversaires contre lesquels il était entré en lutte étaient </w:t>
      </w:r>
      <w:r w:rsidRPr="00F23192">
        <w:lastRenderedPageBreak/>
        <w:t>gens dangereux auxquels ne répugnait aucun moyen</w:t>
      </w:r>
      <w:r w:rsidR="00D60A57">
        <w:t xml:space="preserve">… </w:t>
      </w:r>
      <w:r w:rsidRPr="00F23192">
        <w:t>surtout la tra</w:t>
      </w:r>
      <w:r w:rsidRPr="00F23192">
        <w:t>î</w:t>
      </w:r>
      <w:r w:rsidRPr="00F23192">
        <w:t>trise</w:t>
      </w:r>
      <w:r w:rsidR="00D60A57">
        <w:t>.</w:t>
      </w:r>
    </w:p>
    <w:p w14:paraId="390B0E0B" w14:textId="77777777" w:rsidR="00D60A57" w:rsidRDefault="00E36F6A" w:rsidP="00D60A57">
      <w:r w:rsidRPr="00F23192">
        <w:t>D</w:t>
      </w:r>
      <w:r w:rsidR="00D60A57">
        <w:t>’</w:t>
      </w:r>
      <w:r w:rsidRPr="00F23192">
        <w:t>autre part</w:t>
      </w:r>
      <w:r w:rsidR="00D60A57">
        <w:t xml:space="preserve">, </w:t>
      </w:r>
      <w:r w:rsidRPr="00F23192">
        <w:t>sans en avoir de preuves certaines</w:t>
      </w:r>
      <w:r w:rsidR="00D60A57">
        <w:t xml:space="preserve">, </w:t>
      </w:r>
      <w:r w:rsidRPr="00F23192">
        <w:t>il avait l</w:t>
      </w:r>
      <w:r w:rsidR="00D60A57">
        <w:t>’</w:t>
      </w:r>
      <w:r w:rsidRPr="00F23192">
        <w:t>intuition que quelqu</w:t>
      </w:r>
      <w:r w:rsidR="00D60A57">
        <w:t>’</w:t>
      </w:r>
      <w:r w:rsidRPr="00F23192">
        <w:t>un veillait sur lui</w:t>
      </w:r>
      <w:r w:rsidR="00D60A57">
        <w:t xml:space="preserve"> ; </w:t>
      </w:r>
      <w:r w:rsidRPr="00F23192">
        <w:t>il sentait</w:t>
      </w:r>
      <w:r w:rsidR="00D60A57">
        <w:t xml:space="preserve">, </w:t>
      </w:r>
      <w:r w:rsidRPr="00F23192">
        <w:t>au cours de ses déplacements</w:t>
      </w:r>
      <w:r w:rsidR="00D60A57">
        <w:t xml:space="preserve">, </w:t>
      </w:r>
      <w:r w:rsidRPr="00F23192">
        <w:t>qu</w:t>
      </w:r>
      <w:r w:rsidR="00D60A57">
        <w:t>’</w:t>
      </w:r>
      <w:r w:rsidRPr="00F23192">
        <w:t>un garde rôdait autour de sa personne</w:t>
      </w:r>
      <w:r w:rsidR="00D60A57">
        <w:t>.</w:t>
      </w:r>
    </w:p>
    <w:p w14:paraId="7985F8F9" w14:textId="77777777" w:rsidR="00D60A57" w:rsidRDefault="00E36F6A" w:rsidP="00D60A57">
      <w:r w:rsidRPr="00F23192">
        <w:t>Ce quelqu</w:t>
      </w:r>
      <w:r w:rsidR="00D60A57">
        <w:t>’</w:t>
      </w:r>
      <w:r w:rsidRPr="00F23192">
        <w:t>un</w:t>
      </w:r>
      <w:r w:rsidR="00D60A57">
        <w:t xml:space="preserve">… </w:t>
      </w:r>
      <w:r w:rsidRPr="00F23192">
        <w:t>qui était-il</w:t>
      </w:r>
      <w:r w:rsidR="00D60A57">
        <w:t> ?</w:t>
      </w:r>
    </w:p>
    <w:p w14:paraId="4EFC687C" w14:textId="77777777" w:rsidR="00D60A57" w:rsidRDefault="00E36F6A" w:rsidP="00D60A57">
      <w:r w:rsidRPr="00F23192">
        <w:t>Peut-être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il en eût le loisir</w:t>
      </w:r>
      <w:r w:rsidR="00D60A57">
        <w:t xml:space="preserve">, </w:t>
      </w:r>
      <w:r w:rsidRPr="00F23192">
        <w:t>aurait-il cherché à résoudre ce problème</w:t>
      </w:r>
      <w:r w:rsidR="00D60A57">
        <w:t xml:space="preserve"> ; </w:t>
      </w:r>
      <w:r w:rsidRPr="00F23192">
        <w:t>mais les préoccupations politiques l</w:t>
      </w:r>
      <w:r w:rsidR="00D60A57">
        <w:t>’</w:t>
      </w:r>
      <w:r w:rsidRPr="00F23192">
        <w:t>absorbaient trop entièrement pour qu</w:t>
      </w:r>
      <w:r w:rsidR="00D60A57">
        <w:t>’</w:t>
      </w:r>
      <w:r w:rsidRPr="00F23192">
        <w:t>il pût en détourner son esprit</w:t>
      </w:r>
      <w:r w:rsidR="00D60A57">
        <w:t>.</w:t>
      </w:r>
    </w:p>
    <w:p w14:paraId="16A10018" w14:textId="77777777" w:rsidR="00D60A57" w:rsidRDefault="00E36F6A" w:rsidP="00D60A57">
      <w:r w:rsidRPr="00F23192">
        <w:t>Or</w:t>
      </w:r>
      <w:r w:rsidR="00D60A57">
        <w:t xml:space="preserve">, </w:t>
      </w:r>
      <w:r w:rsidRPr="00F23192">
        <w:t>certain soir</w:t>
      </w:r>
      <w:r w:rsidR="00D60A57">
        <w:t xml:space="preserve">, </w:t>
      </w:r>
      <w:r w:rsidRPr="00F23192">
        <w:t xml:space="preserve">au bord de la </w:t>
      </w:r>
      <w:proofErr w:type="spellStart"/>
      <w:r w:rsidRPr="00F23192">
        <w:t>Penzée</w:t>
      </w:r>
      <w:proofErr w:type="spellEnd"/>
      <w:r w:rsidR="00D60A57">
        <w:t xml:space="preserve">, </w:t>
      </w:r>
      <w:r w:rsidRPr="00F23192">
        <w:t>en un endroit où le passage de la rivière se pratique encore de nos jours au moyen d</w:t>
      </w:r>
      <w:r w:rsidR="00D60A57">
        <w:t>’</w:t>
      </w:r>
      <w:r w:rsidRPr="00F23192">
        <w:t>un bac</w:t>
      </w:r>
      <w:r w:rsidR="00D60A57">
        <w:t xml:space="preserve">, </w:t>
      </w:r>
      <w:r w:rsidRPr="00F23192">
        <w:t>la demie de onze heures venait de sonner à un clocher voisin</w:t>
      </w:r>
      <w:r w:rsidR="00D60A57">
        <w:t xml:space="preserve"> ; </w:t>
      </w:r>
      <w:r w:rsidRPr="00F23192">
        <w:t>il faisait noir comme dans un four</w:t>
      </w:r>
      <w:r w:rsidR="00D60A57">
        <w:t xml:space="preserve">, </w:t>
      </w:r>
      <w:r w:rsidRPr="00F23192">
        <w:t>de gros nuages co</w:t>
      </w:r>
      <w:r w:rsidRPr="00F23192">
        <w:t>u</w:t>
      </w:r>
      <w:r w:rsidRPr="00F23192">
        <w:t>raient au ciel</w:t>
      </w:r>
      <w:r w:rsidR="00D60A57">
        <w:t xml:space="preserve">, </w:t>
      </w:r>
      <w:r w:rsidRPr="00F23192">
        <w:t>voilant la lune</w:t>
      </w:r>
      <w:r w:rsidR="00D60A57">
        <w:t xml:space="preserve">, </w:t>
      </w:r>
      <w:r w:rsidRPr="00F23192">
        <w:t>alors dans son plein</w:t>
      </w:r>
      <w:r w:rsidR="00D60A57">
        <w:t xml:space="preserve">, </w:t>
      </w:r>
      <w:r w:rsidRPr="00F23192">
        <w:t>mais dont l</w:t>
      </w:r>
      <w:r w:rsidR="00D60A57">
        <w:t>’</w:t>
      </w:r>
      <w:r w:rsidRPr="00F23192">
        <w:t>éclat</w:t>
      </w:r>
      <w:r w:rsidR="00D60A57">
        <w:t xml:space="preserve">, </w:t>
      </w:r>
      <w:r w:rsidRPr="00F23192">
        <w:t>quand il se produisait</w:t>
      </w:r>
      <w:r w:rsidR="00D60A57">
        <w:t xml:space="preserve">, </w:t>
      </w:r>
      <w:r w:rsidRPr="00F23192">
        <w:t>contribuait à rendre ensuite plus profonde l</w:t>
      </w:r>
      <w:r w:rsidR="00D60A57">
        <w:t>’</w:t>
      </w:r>
      <w:r w:rsidRPr="00F23192">
        <w:t>obsc</w:t>
      </w:r>
      <w:r w:rsidRPr="00F23192">
        <w:t>u</w:t>
      </w:r>
      <w:r w:rsidRPr="00F23192">
        <w:t>rité</w:t>
      </w:r>
      <w:r w:rsidR="00D60A57">
        <w:t>.</w:t>
      </w:r>
    </w:p>
    <w:p w14:paraId="7EA23576" w14:textId="77777777" w:rsidR="00D60A57" w:rsidRDefault="00E36F6A" w:rsidP="00D60A57">
      <w:r w:rsidRPr="00F23192">
        <w:t>Le silence</w:t>
      </w:r>
      <w:r w:rsidR="00D60A57">
        <w:t xml:space="preserve">, </w:t>
      </w:r>
      <w:r w:rsidRPr="00F23192">
        <w:t>tout à coup</w:t>
      </w:r>
      <w:r w:rsidR="00D60A57">
        <w:t xml:space="preserve">, </w:t>
      </w:r>
      <w:r w:rsidRPr="00F23192">
        <w:t>se troubla d</w:t>
      </w:r>
      <w:r w:rsidR="00D60A57">
        <w:t>’</w:t>
      </w:r>
      <w:r w:rsidRPr="00F23192">
        <w:t>un bruit singulier v</w:t>
      </w:r>
      <w:r w:rsidRPr="00F23192">
        <w:t>e</w:t>
      </w:r>
      <w:r w:rsidRPr="00F23192">
        <w:t>nant de la côte</w:t>
      </w:r>
      <w:r w:rsidR="00D60A57">
        <w:t xml:space="preserve">, </w:t>
      </w:r>
      <w:r w:rsidRPr="00F23192">
        <w:t>toute proche</w:t>
      </w:r>
      <w:r w:rsidR="00D60A57">
        <w:t xml:space="preserve"> ; </w:t>
      </w:r>
      <w:r w:rsidRPr="00F23192">
        <w:t>à écouter attentivement pour en discerner la nature</w:t>
      </w:r>
      <w:r w:rsidR="00D60A57">
        <w:t xml:space="preserve">, </w:t>
      </w:r>
      <w:r w:rsidRPr="00F23192">
        <w:t>on eût dit comme un appel de bête</w:t>
      </w:r>
      <w:r w:rsidR="00D60A57">
        <w:t xml:space="preserve">, </w:t>
      </w:r>
      <w:r w:rsidRPr="00F23192">
        <w:t>quelque chose approchant du cri du loup</w:t>
      </w:r>
      <w:r w:rsidR="00D60A57">
        <w:t>.</w:t>
      </w:r>
    </w:p>
    <w:p w14:paraId="393EFBCE" w14:textId="77777777" w:rsidR="00D60A57" w:rsidRDefault="00E36F6A" w:rsidP="00D60A57">
      <w:r w:rsidRPr="00F23192">
        <w:t>Évidemment</w:t>
      </w:r>
      <w:r w:rsidR="00D60A57">
        <w:t xml:space="preserve">, </w:t>
      </w:r>
      <w:r w:rsidRPr="00F23192">
        <w:t>cela était invraisemblable</w:t>
      </w:r>
      <w:r w:rsidR="00D60A57">
        <w:t xml:space="preserve"> !… </w:t>
      </w:r>
      <w:r w:rsidRPr="00F23192">
        <w:t>un loup</w:t>
      </w:r>
      <w:r w:rsidR="00D60A57">
        <w:t xml:space="preserve">, </w:t>
      </w:r>
      <w:r w:rsidRPr="00F23192">
        <w:t>dans cette région de la Bretagne</w:t>
      </w:r>
      <w:r w:rsidR="00D60A57">
        <w:t xml:space="preserve">… </w:t>
      </w:r>
      <w:r w:rsidRPr="00F23192">
        <w:t>et en cette saison de l</w:t>
      </w:r>
      <w:r w:rsidR="00D60A57">
        <w:t>’</w:t>
      </w:r>
      <w:r w:rsidRPr="00F23192">
        <w:t>année</w:t>
      </w:r>
      <w:r w:rsidR="00D60A57">
        <w:t>…</w:t>
      </w:r>
    </w:p>
    <w:p w14:paraId="2EC441E4" w14:textId="77777777" w:rsidR="00D60A57" w:rsidRDefault="00E36F6A" w:rsidP="00D60A57">
      <w:r w:rsidRPr="00F23192">
        <w:t>Pourtant</w:t>
      </w:r>
      <w:r w:rsidR="00D60A57">
        <w:t xml:space="preserve">, </w:t>
      </w:r>
      <w:r w:rsidRPr="00F23192">
        <w:t>le bruit s</w:t>
      </w:r>
      <w:r w:rsidR="00D60A57">
        <w:t>’</w:t>
      </w:r>
      <w:r w:rsidRPr="00F23192">
        <w:t>étant renouvelé</w:t>
      </w:r>
      <w:r w:rsidR="00D60A57">
        <w:t xml:space="preserve">, </w:t>
      </w:r>
      <w:r w:rsidRPr="00F23192">
        <w:t>il apparaissait certain que quelque animal rôdait dans les environs</w:t>
      </w:r>
      <w:r w:rsidR="00D60A57">
        <w:t xml:space="preserve">, </w:t>
      </w:r>
      <w:r w:rsidRPr="00F23192">
        <w:t>à moins que</w:t>
      </w:r>
      <w:r w:rsidR="00D60A57">
        <w:t>…</w:t>
      </w:r>
    </w:p>
    <w:p w14:paraId="0EE465F2" w14:textId="77777777" w:rsidR="00D60A57" w:rsidRDefault="00E36F6A" w:rsidP="00D60A57">
      <w:r w:rsidRPr="00F23192">
        <w:t>Et voilà que</w:t>
      </w:r>
      <w:r w:rsidR="00D60A57">
        <w:t xml:space="preserve">, </w:t>
      </w:r>
      <w:r w:rsidRPr="00F23192">
        <w:t>tout à coup</w:t>
      </w:r>
      <w:r w:rsidR="00D60A57">
        <w:t xml:space="preserve">, </w:t>
      </w:r>
      <w:r w:rsidRPr="00F23192">
        <w:t>à un troisième appel</w:t>
      </w:r>
      <w:r w:rsidR="00D60A57">
        <w:t xml:space="preserve">, </w:t>
      </w:r>
      <w:r w:rsidRPr="00F23192">
        <w:t>un cri se</w:t>
      </w:r>
      <w:r w:rsidRPr="00F23192">
        <w:t>m</w:t>
      </w:r>
      <w:r w:rsidRPr="00F23192">
        <w:t>blable fit écho</w:t>
      </w:r>
      <w:r w:rsidR="00D60A57">
        <w:t xml:space="preserve">, </w:t>
      </w:r>
      <w:r w:rsidRPr="00F23192">
        <w:t>jailli des bords même de la petite rivière</w:t>
      </w:r>
      <w:r w:rsidR="00D60A57">
        <w:t>.</w:t>
      </w:r>
    </w:p>
    <w:p w14:paraId="6CB2E7A4" w14:textId="77777777" w:rsidR="00D60A57" w:rsidRDefault="00E36F6A" w:rsidP="00D60A57">
      <w:r w:rsidRPr="00F23192">
        <w:lastRenderedPageBreak/>
        <w:t>En même temps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une cabane</w:t>
      </w:r>
      <w:r w:rsidR="00D60A57">
        <w:t xml:space="preserve">, – </w:t>
      </w:r>
      <w:r w:rsidRPr="00F23192">
        <w:t>probablement le logis du passeur</w:t>
      </w:r>
      <w:r w:rsidR="00D60A57">
        <w:t xml:space="preserve">, – </w:t>
      </w:r>
      <w:r w:rsidRPr="00F23192">
        <w:t>un homme sortit qui</w:t>
      </w:r>
      <w:r w:rsidR="00D60A57">
        <w:t xml:space="preserve">, </w:t>
      </w:r>
      <w:r w:rsidRPr="00F23192">
        <w:t>debout sur le seuil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immobilisa durant un moment</w:t>
      </w:r>
      <w:r w:rsidR="00D60A57">
        <w:t xml:space="preserve">, </w:t>
      </w:r>
      <w:r w:rsidRPr="00F23192">
        <w:t>la main au-dessus des yeux</w:t>
      </w:r>
      <w:r w:rsidR="00D60A57">
        <w:t xml:space="preserve">, </w:t>
      </w:r>
      <w:r w:rsidRPr="00F23192">
        <w:t>scrutant la nuit</w:t>
      </w:r>
      <w:r w:rsidR="00D60A57">
        <w:t>.</w:t>
      </w:r>
    </w:p>
    <w:p w14:paraId="52074C01" w14:textId="77777777" w:rsidR="00D60A57" w:rsidRDefault="00E36F6A" w:rsidP="00D60A57">
      <w:r w:rsidRPr="00F23192">
        <w:t>Pour la quatrième fois</w:t>
      </w:r>
      <w:r w:rsidR="00D60A57">
        <w:t xml:space="preserve">, </w:t>
      </w:r>
      <w:r w:rsidRPr="00F23192">
        <w:t>le cri du loup troua le silence au loin et l</w:t>
      </w:r>
      <w:r w:rsidR="00D60A57">
        <w:t>’</w:t>
      </w:r>
      <w:r w:rsidRPr="00F23192">
        <w:t>homme</w:t>
      </w:r>
      <w:r w:rsidR="00D60A57">
        <w:t xml:space="preserve">, </w:t>
      </w:r>
      <w:r w:rsidRPr="00F23192">
        <w:t>formant de ses deux mains réunies un porte-voix</w:t>
      </w:r>
      <w:r w:rsidR="00D60A57">
        <w:t xml:space="preserve">, </w:t>
      </w:r>
      <w:r w:rsidRPr="00F23192">
        <w:t>répondit</w:t>
      </w:r>
      <w:r w:rsidR="00D60A57">
        <w:t>.</w:t>
      </w:r>
    </w:p>
    <w:p w14:paraId="5E9E064A" w14:textId="77777777" w:rsidR="00D60A57" w:rsidRDefault="00E36F6A" w:rsidP="00D60A57">
      <w:r w:rsidRPr="00F23192">
        <w:t>Après quoi</w:t>
      </w:r>
      <w:r w:rsidR="00D60A57">
        <w:t xml:space="preserve">, </w:t>
      </w:r>
      <w:r w:rsidRPr="00F23192">
        <w:t>il s</w:t>
      </w:r>
      <w:r w:rsidR="00D60A57">
        <w:t>’</w:t>
      </w:r>
      <w:r w:rsidRPr="00F23192">
        <w:t>avança vers la berge et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oreille tendue</w:t>
      </w:r>
      <w:r w:rsidR="00D60A57">
        <w:t xml:space="preserve">, </w:t>
      </w:r>
      <w:r w:rsidRPr="00F23192">
        <w:t>écouta</w:t>
      </w:r>
      <w:r w:rsidR="00D60A57">
        <w:t>.</w:t>
      </w:r>
    </w:p>
    <w:p w14:paraId="71FDCE38" w14:textId="77777777" w:rsidR="00D60A57" w:rsidRDefault="00E36F6A" w:rsidP="00D60A57">
      <w:r w:rsidRPr="00F23192">
        <w:t>Il sembla alors que venait à lui</w:t>
      </w:r>
      <w:r w:rsidR="00D60A57">
        <w:t xml:space="preserve">, </w:t>
      </w:r>
      <w:r w:rsidRPr="00F23192">
        <w:t>porté par l</w:t>
      </w:r>
      <w:r w:rsidR="00D60A57">
        <w:t>’</w:t>
      </w:r>
      <w:r w:rsidRPr="00F23192">
        <w:t>eau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écho d</w:t>
      </w:r>
      <w:r w:rsidR="00D60A57">
        <w:t>’</w:t>
      </w:r>
      <w:r w:rsidRPr="00F23192">
        <w:t>un bruit qui ressemblait à celui de rames battant la rivière</w:t>
      </w:r>
      <w:r w:rsidR="00D60A57">
        <w:t>.</w:t>
      </w:r>
    </w:p>
    <w:p w14:paraId="2D87135F" w14:textId="77777777" w:rsidR="00D60A57" w:rsidRDefault="00E36F6A" w:rsidP="00D60A57">
      <w:r w:rsidRPr="00F23192">
        <w:t>Évidemment</w:t>
      </w:r>
      <w:r w:rsidR="00D60A57">
        <w:t xml:space="preserve">, </w:t>
      </w:r>
      <w:r w:rsidRPr="00F23192">
        <w:t>un bateau remontait le courant avec préca</w:t>
      </w:r>
      <w:r w:rsidRPr="00F23192">
        <w:t>u</w:t>
      </w:r>
      <w:r w:rsidRPr="00F23192">
        <w:t>tion</w:t>
      </w:r>
      <w:r w:rsidR="00D60A57">
        <w:t>.</w:t>
      </w:r>
    </w:p>
    <w:p w14:paraId="1E475780" w14:textId="77777777" w:rsidR="00D60A57" w:rsidRDefault="00E36F6A" w:rsidP="00D60A57">
      <w:r w:rsidRPr="00F23192">
        <w:t>Bientôt</w:t>
      </w:r>
      <w:r w:rsidR="00D60A57">
        <w:t xml:space="preserve">, </w:t>
      </w:r>
      <w:r w:rsidRPr="00F23192">
        <w:t>en effet</w:t>
      </w:r>
      <w:r w:rsidR="00D60A57">
        <w:t xml:space="preserve">, </w:t>
      </w:r>
      <w:r w:rsidRPr="00F23192">
        <w:t>silhouettée dans la brume</w:t>
      </w:r>
      <w:r w:rsidR="00D60A57">
        <w:t xml:space="preserve">, </w:t>
      </w:r>
      <w:r w:rsidRPr="00F23192">
        <w:t>une masse se devina</w:t>
      </w:r>
      <w:r w:rsidR="00D60A57">
        <w:t xml:space="preserve">, </w:t>
      </w:r>
      <w:r w:rsidRPr="00F23192">
        <w:t>qui</w:t>
      </w:r>
      <w:r w:rsidR="00D60A57">
        <w:t xml:space="preserve">, </w:t>
      </w:r>
      <w:r w:rsidRPr="00F23192">
        <w:t>peu à peu</w:t>
      </w:r>
      <w:r w:rsidR="00D60A57">
        <w:t xml:space="preserve">, </w:t>
      </w:r>
      <w:r w:rsidRPr="00F23192">
        <w:t>se précisa pour apparaître enfin nett</w:t>
      </w:r>
      <w:r w:rsidRPr="00F23192">
        <w:t>e</w:t>
      </w:r>
      <w:r w:rsidRPr="00F23192">
        <w:t>ment</w:t>
      </w:r>
      <w:r w:rsidR="00D60A57">
        <w:t xml:space="preserve"> : </w:t>
      </w:r>
      <w:r w:rsidRPr="00F23192">
        <w:t>c</w:t>
      </w:r>
      <w:r w:rsidR="00D60A57">
        <w:t>’</w:t>
      </w:r>
      <w:r w:rsidRPr="00F23192">
        <w:t>était une manière de gabarre d</w:t>
      </w:r>
      <w:r w:rsidR="00D60A57">
        <w:t>’</w:t>
      </w:r>
      <w:r w:rsidRPr="00F23192">
        <w:t>assez grande dime</w:t>
      </w:r>
      <w:r w:rsidRPr="00F23192">
        <w:t>n</w:t>
      </w:r>
      <w:r w:rsidRPr="00F23192">
        <w:t>sion</w:t>
      </w:r>
      <w:r w:rsidR="00D60A57">
        <w:t xml:space="preserve"> ; </w:t>
      </w:r>
      <w:r w:rsidRPr="00F23192">
        <w:t>elle paraissait lourdement chargée</w:t>
      </w:r>
      <w:r w:rsidR="00D60A57">
        <w:t xml:space="preserve">, </w:t>
      </w:r>
      <w:r w:rsidRPr="00F23192">
        <w:t>car son plat-bord a</w:t>
      </w:r>
      <w:r w:rsidRPr="00F23192">
        <w:t>f</w:t>
      </w:r>
      <w:r w:rsidRPr="00F23192">
        <w:t>fleurait l</w:t>
      </w:r>
      <w:r w:rsidR="00D60A57">
        <w:t>’</w:t>
      </w:r>
      <w:r w:rsidRPr="00F23192">
        <w:t>eau</w:t>
      </w:r>
      <w:r w:rsidR="00D60A57">
        <w:t>.</w:t>
      </w:r>
    </w:p>
    <w:p w14:paraId="0BF82E29" w14:textId="77777777" w:rsidR="00D60A57" w:rsidRDefault="00D60A57" w:rsidP="00D60A57">
      <w:r>
        <w:t>— </w:t>
      </w:r>
      <w:r w:rsidR="00E36F6A" w:rsidRPr="00F23192">
        <w:t>Bretagne</w:t>
      </w:r>
      <w:r>
        <w:t xml:space="preserve"> ! </w:t>
      </w:r>
      <w:r w:rsidR="00E36F6A" w:rsidRPr="00F23192">
        <w:t>lança l</w:t>
      </w:r>
      <w:r>
        <w:t>’</w:t>
      </w:r>
      <w:r w:rsidR="00E36F6A" w:rsidRPr="00F23192">
        <w:t>homme</w:t>
      </w:r>
      <w:r>
        <w:t>.</w:t>
      </w:r>
    </w:p>
    <w:p w14:paraId="2D40566C" w14:textId="77777777" w:rsidR="00D60A57" w:rsidRDefault="00E36F6A" w:rsidP="00D60A57">
      <w:r w:rsidRPr="00F23192">
        <w:t>Une voix</w:t>
      </w:r>
      <w:r w:rsidR="00D60A57">
        <w:t xml:space="preserve">, </w:t>
      </w:r>
      <w:r w:rsidRPr="00F23192">
        <w:t>partant de l</w:t>
      </w:r>
      <w:r w:rsidR="00D60A57">
        <w:t>’</w:t>
      </w:r>
      <w:r w:rsidRPr="00F23192">
        <w:t>embarcation</w:t>
      </w:r>
      <w:r w:rsidR="00D60A57">
        <w:t xml:space="preserve">, </w:t>
      </w:r>
      <w:r w:rsidRPr="00F23192">
        <w:t>lança à son tour</w:t>
      </w:r>
      <w:r w:rsidR="00D60A57">
        <w:t> :</w:t>
      </w:r>
    </w:p>
    <w:p w14:paraId="6FFA0EDD" w14:textId="77777777" w:rsidR="00D60A57" w:rsidRDefault="00D60A57" w:rsidP="00D60A57">
      <w:r>
        <w:t>— </w:t>
      </w:r>
      <w:r w:rsidR="00E36F6A" w:rsidRPr="00F23192">
        <w:t>Reine Anne</w:t>
      </w:r>
      <w:r>
        <w:t>.</w:t>
      </w:r>
    </w:p>
    <w:p w14:paraId="4A8FAD4C" w14:textId="77777777" w:rsidR="00D60A57" w:rsidRDefault="00E36F6A" w:rsidP="00D60A57">
      <w:r w:rsidRPr="00F23192">
        <w:t>Alors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homme</w:t>
      </w:r>
      <w:r w:rsidR="00D60A57">
        <w:t xml:space="preserve">, </w:t>
      </w:r>
      <w:r w:rsidRPr="00F23192">
        <w:t>prenant un cordage enroulé à ses pieds dans l</w:t>
      </w:r>
      <w:r w:rsidR="00D60A57">
        <w:t>’</w:t>
      </w:r>
      <w:r w:rsidRPr="00F23192">
        <w:t>herbe</w:t>
      </w:r>
      <w:r w:rsidR="00D60A57">
        <w:t xml:space="preserve">, </w:t>
      </w:r>
      <w:r w:rsidRPr="00F23192">
        <w:t>en jeta l</w:t>
      </w:r>
      <w:r w:rsidR="00D60A57">
        <w:t>’</w:t>
      </w:r>
      <w:r w:rsidRPr="00F23192">
        <w:t>extrémité à une silhouette qui venait d</w:t>
      </w:r>
      <w:r w:rsidR="00D60A57">
        <w:t>’</w:t>
      </w:r>
      <w:r w:rsidRPr="00F23192">
        <w:t>apparaître sur le pont</w:t>
      </w:r>
      <w:r w:rsidR="00D60A57">
        <w:t xml:space="preserve">, </w:t>
      </w:r>
      <w:r w:rsidRPr="00F23192">
        <w:t>laquelle la saisit habilement et la fixa au bateau</w:t>
      </w:r>
      <w:r w:rsidR="00D60A57">
        <w:t>.</w:t>
      </w:r>
    </w:p>
    <w:p w14:paraId="3A90C1D3" w14:textId="77777777" w:rsidR="00D60A57" w:rsidRDefault="00E36F6A" w:rsidP="00D60A57">
      <w:r w:rsidRPr="00F23192">
        <w:t>Avant que celui-ci</w:t>
      </w:r>
      <w:r w:rsidR="00D60A57">
        <w:t xml:space="preserve">, </w:t>
      </w:r>
      <w:r w:rsidRPr="00F23192">
        <w:t>halé par deux bras vigoureux</w:t>
      </w:r>
      <w:r w:rsidR="00D60A57">
        <w:t xml:space="preserve">, </w:t>
      </w:r>
      <w:r w:rsidRPr="00F23192">
        <w:t>eût acco</w:t>
      </w:r>
      <w:r w:rsidRPr="00F23192">
        <w:t>s</w:t>
      </w:r>
      <w:r w:rsidRPr="00F23192">
        <w:t>té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individu sauta d</w:t>
      </w:r>
      <w:r w:rsidR="00D60A57">
        <w:t>’</w:t>
      </w:r>
      <w:r w:rsidRPr="00F23192">
        <w:t>un bond à terre</w:t>
      </w:r>
      <w:r w:rsidR="00D60A57">
        <w:t>.</w:t>
      </w:r>
    </w:p>
    <w:p w14:paraId="6AC650C4" w14:textId="77777777" w:rsidR="00D60A57" w:rsidRDefault="00E36F6A" w:rsidP="00D60A57">
      <w:r w:rsidRPr="00F23192">
        <w:lastRenderedPageBreak/>
        <w:t>Celui qui l</w:t>
      </w:r>
      <w:r w:rsidR="00D60A57">
        <w:t>’</w:t>
      </w:r>
      <w:r w:rsidRPr="00F23192">
        <w:t>attendait demanda laconiquement</w:t>
      </w:r>
      <w:r w:rsidR="00D60A57">
        <w:t> :</w:t>
      </w:r>
    </w:p>
    <w:p w14:paraId="2F93FACE" w14:textId="77777777" w:rsidR="00D60A57" w:rsidRDefault="00D60A57" w:rsidP="00D60A57">
      <w:r>
        <w:t>— </w:t>
      </w:r>
      <w:r w:rsidR="00E36F6A" w:rsidRPr="00F23192">
        <w:t>Ça a marché</w:t>
      </w:r>
      <w:r>
        <w:t xml:space="preserve">, </w:t>
      </w:r>
      <w:r w:rsidR="00E36F6A" w:rsidRPr="00F23192">
        <w:t>monsieur le comte</w:t>
      </w:r>
      <w:r>
        <w:t> ?</w:t>
      </w:r>
    </w:p>
    <w:p w14:paraId="18AC79ED" w14:textId="77777777" w:rsidR="00D60A57" w:rsidRDefault="00D60A57" w:rsidP="00D60A57">
      <w:r>
        <w:t>— </w:t>
      </w:r>
      <w:r w:rsidR="00E36F6A" w:rsidRPr="00F23192">
        <w:t>À merveille</w:t>
      </w:r>
      <w:r>
        <w:t xml:space="preserve">, </w:t>
      </w:r>
      <w:r w:rsidR="00E36F6A" w:rsidRPr="00F23192">
        <w:t>monsieur</w:t>
      </w:r>
      <w:r>
        <w:t xml:space="preserve">… </w:t>
      </w:r>
      <w:r w:rsidR="00E36F6A" w:rsidRPr="00F23192">
        <w:t>vos hommes sont là</w:t>
      </w:r>
      <w:r>
        <w:t> ?</w:t>
      </w:r>
    </w:p>
    <w:p w14:paraId="227F1352" w14:textId="77777777" w:rsidR="00D60A57" w:rsidRDefault="00D60A57" w:rsidP="00D60A57">
      <w:r>
        <w:t>— </w:t>
      </w:r>
      <w:r w:rsidR="00E36F6A" w:rsidRPr="00F23192">
        <w:t>Dans le bois</w:t>
      </w:r>
      <w:r>
        <w:t xml:space="preserve">… </w:t>
      </w:r>
      <w:r w:rsidR="00E36F6A" w:rsidRPr="00F23192">
        <w:t>avec les charrois</w:t>
      </w:r>
      <w:r>
        <w:t xml:space="preserve">… </w:t>
      </w:r>
      <w:r w:rsidR="00E36F6A" w:rsidRPr="00F23192">
        <w:t>comme le mandait v</w:t>
      </w:r>
      <w:r w:rsidR="00E36F6A" w:rsidRPr="00F23192">
        <w:t>o</w:t>
      </w:r>
      <w:r w:rsidR="00E36F6A" w:rsidRPr="00F23192">
        <w:t>tre message</w:t>
      </w:r>
      <w:r>
        <w:t>…</w:t>
      </w:r>
    </w:p>
    <w:p w14:paraId="41FDB765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au mieux</w:t>
      </w:r>
      <w:r>
        <w:t>…</w:t>
      </w:r>
    </w:p>
    <w:p w14:paraId="43237150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se tournant vers la gabarre</w:t>
      </w:r>
      <w:r w:rsidR="00D60A57">
        <w:t> :</w:t>
      </w:r>
    </w:p>
    <w:p w14:paraId="5325C77F" w14:textId="77777777" w:rsidR="00D60A57" w:rsidRDefault="00D60A57" w:rsidP="00D60A57">
      <w:r>
        <w:t>— </w:t>
      </w:r>
      <w:r w:rsidR="00E36F6A" w:rsidRPr="00F23192">
        <w:t>Oh</w:t>
      </w:r>
      <w:r>
        <w:t xml:space="preserve"> ! </w:t>
      </w:r>
      <w:r w:rsidR="00E36F6A" w:rsidRPr="00F23192">
        <w:t>là</w:t>
      </w:r>
      <w:r>
        <w:t xml:space="preserve">… </w:t>
      </w:r>
      <w:r w:rsidR="00E36F6A" w:rsidRPr="00F23192">
        <w:t>vous</w:t>
      </w:r>
      <w:r>
        <w:t xml:space="preserve"> !… </w:t>
      </w:r>
      <w:r w:rsidR="00E36F6A" w:rsidRPr="00F23192">
        <w:t>au travail</w:t>
      </w:r>
      <w:r>
        <w:t xml:space="preserve">, </w:t>
      </w:r>
      <w:r w:rsidR="00E36F6A" w:rsidRPr="00F23192">
        <w:t>et vivement</w:t>
      </w:r>
      <w:r>
        <w:t xml:space="preserve">, </w:t>
      </w:r>
      <w:r w:rsidR="00E36F6A" w:rsidRPr="00F23192">
        <w:t>le temps presse</w:t>
      </w:r>
      <w:r>
        <w:t>…</w:t>
      </w:r>
    </w:p>
    <w:p w14:paraId="5542F5B1" w14:textId="77777777" w:rsidR="00D60A57" w:rsidRDefault="00E36F6A" w:rsidP="00D60A57">
      <w:r w:rsidRPr="00F23192">
        <w:t>Puis à l</w:t>
      </w:r>
      <w:r w:rsidR="00D60A57">
        <w:t>’</w:t>
      </w:r>
      <w:r w:rsidRPr="00F23192">
        <w:t>autre</w:t>
      </w:r>
      <w:r w:rsidR="00D60A57">
        <w:t> :</w:t>
      </w:r>
    </w:p>
    <w:p w14:paraId="7DABA162" w14:textId="77777777" w:rsidR="00D60A57" w:rsidRDefault="00D60A57" w:rsidP="00D60A57">
      <w:r>
        <w:t>— </w:t>
      </w:r>
      <w:r w:rsidR="00E36F6A" w:rsidRPr="00F23192">
        <w:t>Qu</w:t>
      </w:r>
      <w:r>
        <w:t>’</w:t>
      </w:r>
      <w:r w:rsidR="00E36F6A" w:rsidRPr="00F23192">
        <w:t>on amène les charrois</w:t>
      </w:r>
      <w:r>
        <w:t xml:space="preserve">, </w:t>
      </w:r>
      <w:r w:rsidR="00E36F6A" w:rsidRPr="00F23192">
        <w:t>il faut faire vite si l</w:t>
      </w:r>
      <w:r>
        <w:t>’</w:t>
      </w:r>
      <w:r w:rsidR="00E36F6A" w:rsidRPr="00F23192">
        <w:t>on veut avoir fini avant le jour</w:t>
      </w:r>
      <w:r>
        <w:t>…</w:t>
      </w:r>
    </w:p>
    <w:p w14:paraId="0F4BBE2D" w14:textId="77777777" w:rsidR="00D60A57" w:rsidRDefault="00E36F6A" w:rsidP="00D60A57">
      <w:r w:rsidRPr="00F23192">
        <w:t>Du temps qu</w:t>
      </w:r>
      <w:r w:rsidR="00D60A57">
        <w:t>’</w:t>
      </w:r>
      <w:r w:rsidRPr="00F23192">
        <w:t>il parlait</w:t>
      </w:r>
      <w:r w:rsidR="00D60A57">
        <w:t xml:space="preserve">, </w:t>
      </w:r>
      <w:r w:rsidRPr="00F23192">
        <w:t>le pont du bateau s</w:t>
      </w:r>
      <w:r w:rsidR="00D60A57">
        <w:t>’</w:t>
      </w:r>
      <w:r w:rsidRPr="00F23192">
        <w:t>était garni d</w:t>
      </w:r>
      <w:r w:rsidR="00D60A57">
        <w:t>’</w:t>
      </w:r>
      <w:r w:rsidRPr="00F23192">
        <w:t>hommes qui s</w:t>
      </w:r>
      <w:r w:rsidR="00D60A57">
        <w:t>’</w:t>
      </w:r>
      <w:r w:rsidRPr="00F23192">
        <w:t>occupaient à remonter de la cale des caisses pesantes</w:t>
      </w:r>
      <w:r w:rsidR="00D60A57">
        <w:t xml:space="preserve">, </w:t>
      </w:r>
      <w:r w:rsidRPr="00F23192">
        <w:t>qu</w:t>
      </w:r>
      <w:r w:rsidR="00D60A57">
        <w:t>’</w:t>
      </w:r>
      <w:r w:rsidRPr="00F23192">
        <w:t>ils déposaient sur la berge où d</w:t>
      </w:r>
      <w:r w:rsidR="00D60A57">
        <w:t>’</w:t>
      </w:r>
      <w:r w:rsidRPr="00F23192">
        <w:t>autres hommes</w:t>
      </w:r>
      <w:r w:rsidR="00D60A57">
        <w:t xml:space="preserve">, </w:t>
      </w:r>
      <w:r w:rsidRPr="00F23192">
        <w:t>accourus d</w:t>
      </w:r>
      <w:r w:rsidR="00D60A57">
        <w:t>’</w:t>
      </w:r>
      <w:r w:rsidRPr="00F23192">
        <w:t>un bois voisin</w:t>
      </w:r>
      <w:r w:rsidR="00D60A57">
        <w:t xml:space="preserve">, </w:t>
      </w:r>
      <w:r w:rsidRPr="00F23192">
        <w:t>les prenaient et les cha</w:t>
      </w:r>
      <w:r w:rsidRPr="00F23192">
        <w:t>r</w:t>
      </w:r>
      <w:r w:rsidRPr="00F23192">
        <w:t>geaient sur des chariots</w:t>
      </w:r>
      <w:r w:rsidR="00D60A57">
        <w:t>.</w:t>
      </w:r>
    </w:p>
    <w:p w14:paraId="027BD9F1" w14:textId="77777777" w:rsidR="00D60A57" w:rsidRDefault="00E36F6A" w:rsidP="00D60A57">
      <w:r w:rsidRPr="00F23192">
        <w:t>Le nouvel arrivant</w:t>
      </w:r>
      <w:r w:rsidR="00D60A57">
        <w:t xml:space="preserve">, </w:t>
      </w:r>
      <w:r w:rsidRPr="00F23192">
        <w:t>répondant à une question posée par c</w:t>
      </w:r>
      <w:r w:rsidRPr="00F23192">
        <w:t>e</w:t>
      </w:r>
      <w:r w:rsidRPr="00F23192">
        <w:t>lui qui l</w:t>
      </w:r>
      <w:r w:rsidR="00D60A57">
        <w:t>’</w:t>
      </w:r>
      <w:r w:rsidRPr="00F23192">
        <w:t>avait attendu</w:t>
      </w:r>
      <w:r w:rsidR="00D60A57">
        <w:t xml:space="preserve">, </w:t>
      </w:r>
      <w:r w:rsidRPr="00F23192">
        <w:t>proposa</w:t>
      </w:r>
      <w:r w:rsidR="00D60A57">
        <w:t> :</w:t>
      </w:r>
    </w:p>
    <w:p w14:paraId="04FD03D1" w14:textId="77777777" w:rsidR="00D60A57" w:rsidRDefault="00D60A57" w:rsidP="00D60A57">
      <w:r>
        <w:t>— </w:t>
      </w:r>
      <w:r w:rsidR="00E36F6A" w:rsidRPr="00F23192">
        <w:t>Entrons là</w:t>
      </w:r>
      <w:r>
        <w:t xml:space="preserve">… </w:t>
      </w:r>
      <w:r w:rsidR="00E36F6A" w:rsidRPr="00F23192">
        <w:t>je vais vous conter la chose</w:t>
      </w:r>
      <w:r>
        <w:t xml:space="preserve">, </w:t>
      </w:r>
      <w:r w:rsidR="00E36F6A" w:rsidRPr="00F23192">
        <w:t>tandis qu</w:t>
      </w:r>
      <w:r>
        <w:t>’</w:t>
      </w:r>
      <w:r w:rsidR="00E36F6A" w:rsidRPr="00F23192">
        <w:t>ils achèvent le travail</w:t>
      </w:r>
      <w:r>
        <w:t>.</w:t>
      </w:r>
    </w:p>
    <w:p w14:paraId="7371C736" w14:textId="77777777" w:rsidR="00D60A57" w:rsidRDefault="00E36F6A" w:rsidP="00D60A57">
      <w:r w:rsidRPr="00F23192">
        <w:t>Il indiquait de la main le logis du passeur</w:t>
      </w:r>
      <w:r w:rsidR="00D60A57">
        <w:t>.</w:t>
      </w:r>
    </w:p>
    <w:p w14:paraId="2EB3F8BB" w14:textId="77777777" w:rsidR="00D60A57" w:rsidRDefault="00E36F6A" w:rsidP="00D60A57">
      <w:r w:rsidRPr="00F23192">
        <w:t>Une cire y brûlait</w:t>
      </w:r>
      <w:r w:rsidR="00D60A57">
        <w:t xml:space="preserve">, </w:t>
      </w:r>
      <w:r w:rsidRPr="00F23192">
        <w:t>qui jetait sur les deux visages</w:t>
      </w:r>
      <w:r w:rsidR="00D60A57">
        <w:t xml:space="preserve">, </w:t>
      </w:r>
      <w:r w:rsidRPr="00F23192">
        <w:t>tendus l</w:t>
      </w:r>
      <w:r w:rsidR="00D60A57">
        <w:t>’</w:t>
      </w:r>
      <w:r w:rsidRPr="00F23192">
        <w:t>un vers l</w:t>
      </w:r>
      <w:r w:rsidR="00D60A57">
        <w:t>’</w:t>
      </w:r>
      <w:r w:rsidRPr="00F23192">
        <w:t>autre</w:t>
      </w:r>
      <w:r w:rsidR="00D60A57">
        <w:t xml:space="preserve">, </w:t>
      </w:r>
      <w:r w:rsidRPr="00F23192">
        <w:t>une lueur tremblotante et vague</w:t>
      </w:r>
      <w:r w:rsidR="00D60A57">
        <w:t xml:space="preserve"> ; </w:t>
      </w:r>
      <w:r w:rsidRPr="00F23192">
        <w:t>l</w:t>
      </w:r>
      <w:r w:rsidR="00D60A57">
        <w:t>’</w:t>
      </w:r>
      <w:r w:rsidRPr="00F23192">
        <w:t>un était c</w:t>
      </w:r>
      <w:r w:rsidRPr="00F23192">
        <w:t>e</w:t>
      </w:r>
      <w:r w:rsidRPr="00F23192">
        <w:t xml:space="preserve">lui de Bertrand du </w:t>
      </w:r>
      <w:proofErr w:type="spellStart"/>
      <w:r w:rsidRPr="00F23192">
        <w:t>Palouët</w:t>
      </w:r>
      <w:proofErr w:type="spellEnd"/>
      <w:r w:rsidR="00D60A57">
        <w:t xml:space="preserve">, </w:t>
      </w:r>
      <w:r w:rsidRPr="00F23192">
        <w:t>l</w:t>
      </w:r>
      <w:r w:rsidR="00D60A57">
        <w:t>’</w:t>
      </w:r>
      <w:r w:rsidRPr="00F23192">
        <w:t>autre celui d</w:t>
      </w:r>
      <w:r w:rsidR="00D60A57">
        <w:t>’</w:t>
      </w:r>
      <w:r w:rsidRPr="00F23192">
        <w:t>un homme d</w:t>
      </w:r>
      <w:r w:rsidR="00D60A57">
        <w:t>’</w:t>
      </w:r>
      <w:r w:rsidRPr="00F23192">
        <w:t>une ci</w:t>
      </w:r>
      <w:r w:rsidRPr="00F23192">
        <w:t>n</w:t>
      </w:r>
      <w:r w:rsidRPr="00F23192">
        <w:t>quantaine d</w:t>
      </w:r>
      <w:r w:rsidR="00D60A57">
        <w:t>’</w:t>
      </w:r>
      <w:r w:rsidRPr="00F23192">
        <w:t>années</w:t>
      </w:r>
      <w:r w:rsidR="00D60A57">
        <w:t>…</w:t>
      </w:r>
    </w:p>
    <w:p w14:paraId="17D46306" w14:textId="77777777" w:rsidR="00D60A57" w:rsidRDefault="00E36F6A" w:rsidP="00D60A57">
      <w:r w:rsidRPr="00F23192">
        <w:lastRenderedPageBreak/>
        <w:t>Bertrand aussitôt commença</w:t>
      </w:r>
      <w:r w:rsidR="00D60A57">
        <w:t> :</w:t>
      </w:r>
    </w:p>
    <w:p w14:paraId="54ECFFF6" w14:textId="77777777" w:rsidR="00D60A57" w:rsidRDefault="00D60A57" w:rsidP="00D60A57">
      <w:r>
        <w:t>— </w:t>
      </w:r>
      <w:r w:rsidR="00E36F6A" w:rsidRPr="00F23192">
        <w:t>Ce que j</w:t>
      </w:r>
      <w:r>
        <w:t>’</w:t>
      </w:r>
      <w:r w:rsidR="00E36F6A" w:rsidRPr="00F23192">
        <w:t>ai à vous dire est bref</w:t>
      </w:r>
      <w:r>
        <w:t xml:space="preserve">… </w:t>
      </w:r>
      <w:r w:rsidR="00E36F6A" w:rsidRPr="00F23192">
        <w:t>le voyage jusqu</w:t>
      </w:r>
      <w:r>
        <w:t>’</w:t>
      </w:r>
      <w:r w:rsidR="00E36F6A" w:rsidRPr="00F23192">
        <w:t>à Paris s</w:t>
      </w:r>
      <w:r>
        <w:t>’</w:t>
      </w:r>
      <w:r w:rsidR="00E36F6A" w:rsidRPr="00F23192">
        <w:t>est effectué sans encombre</w:t>
      </w:r>
      <w:r>
        <w:t xml:space="preserve">… </w:t>
      </w:r>
      <w:r w:rsidR="00E36F6A" w:rsidRPr="00F23192">
        <w:t>j</w:t>
      </w:r>
      <w:r>
        <w:t>’</w:t>
      </w:r>
      <w:r w:rsidR="00E36F6A" w:rsidRPr="00F23192">
        <w:t>ai vu là-bas celui auquel vous m</w:t>
      </w:r>
      <w:r>
        <w:t>’</w:t>
      </w:r>
      <w:r w:rsidR="00E36F6A" w:rsidRPr="00F23192">
        <w:t>aviez adressé et qui m</w:t>
      </w:r>
      <w:r>
        <w:t>’</w:t>
      </w:r>
      <w:r w:rsidR="00E36F6A" w:rsidRPr="00F23192">
        <w:t>a mis en rapport avec un personnage qui ne s</w:t>
      </w:r>
      <w:r>
        <w:t>’</w:t>
      </w:r>
      <w:r w:rsidR="00E36F6A" w:rsidRPr="00F23192">
        <w:t>est pas nommé</w:t>
      </w:r>
      <w:r>
        <w:t xml:space="preserve">, </w:t>
      </w:r>
      <w:r w:rsidR="00E36F6A" w:rsidRPr="00F23192">
        <w:t>mais que j</w:t>
      </w:r>
      <w:r>
        <w:t>’</w:t>
      </w:r>
      <w:r w:rsidR="00E36F6A" w:rsidRPr="00F23192">
        <w:t xml:space="preserve">ai su être </w:t>
      </w:r>
      <w:r>
        <w:t>M. de </w:t>
      </w:r>
      <w:r w:rsidR="00E36F6A" w:rsidRPr="00F23192">
        <w:t>Crillon</w:t>
      </w:r>
      <w:r>
        <w:t>…</w:t>
      </w:r>
    </w:p>
    <w:p w14:paraId="432A05FF" w14:textId="77777777" w:rsidR="00D60A57" w:rsidRDefault="00D60A57" w:rsidP="00D60A57">
      <w:r>
        <w:t>— </w:t>
      </w:r>
      <w:r w:rsidR="00E36F6A" w:rsidRPr="00F23192">
        <w:t>En personne</w:t>
      </w:r>
      <w:r>
        <w:t> ?</w:t>
      </w:r>
    </w:p>
    <w:p w14:paraId="0EB20BE0" w14:textId="77777777" w:rsidR="00D60A57" w:rsidRDefault="00D60A57" w:rsidP="00D60A57">
      <w:r>
        <w:t>— </w:t>
      </w:r>
      <w:r w:rsidR="00E36F6A" w:rsidRPr="00F23192">
        <w:t>On me l</w:t>
      </w:r>
      <w:r>
        <w:t>’</w:t>
      </w:r>
      <w:r w:rsidR="00E36F6A" w:rsidRPr="00F23192">
        <w:t>a assuré</w:t>
      </w:r>
      <w:r>
        <w:t xml:space="preserve">… </w:t>
      </w:r>
      <w:r w:rsidR="00E36F6A" w:rsidRPr="00F23192">
        <w:t>il m</w:t>
      </w:r>
      <w:r>
        <w:t>’</w:t>
      </w:r>
      <w:r w:rsidR="00E36F6A" w:rsidRPr="00F23192">
        <w:t>a donné ses instructions</w:t>
      </w:r>
      <w:r>
        <w:t xml:space="preserve">, </w:t>
      </w:r>
      <w:r w:rsidR="00E36F6A" w:rsidRPr="00F23192">
        <w:t>quant à la marche des affaires en Bretagne</w:t>
      </w:r>
      <w:r>
        <w:t xml:space="preserve">, </w:t>
      </w:r>
      <w:r w:rsidR="00E36F6A" w:rsidRPr="00F23192">
        <w:t>et j</w:t>
      </w:r>
      <w:r>
        <w:t>’</w:t>
      </w:r>
      <w:r w:rsidR="00E36F6A" w:rsidRPr="00F23192">
        <w:t>ai eu</w:t>
      </w:r>
      <w:r>
        <w:t xml:space="preserve">, </w:t>
      </w:r>
      <w:r w:rsidR="00E36F6A" w:rsidRPr="00F23192">
        <w:t>d</w:t>
      </w:r>
      <w:r>
        <w:t>’</w:t>
      </w:r>
      <w:r w:rsidR="00E36F6A" w:rsidRPr="00F23192">
        <w:t>autre part</w:t>
      </w:r>
      <w:r>
        <w:t xml:space="preserve">, </w:t>
      </w:r>
      <w:r w:rsidR="00E36F6A" w:rsidRPr="00F23192">
        <w:t>ce</w:t>
      </w:r>
      <w:r w:rsidR="00E36F6A" w:rsidRPr="00F23192">
        <w:t>r</w:t>
      </w:r>
      <w:r w:rsidR="00E36F6A" w:rsidRPr="00F23192">
        <w:t>tains renseignements qui ont motivé le message que je vous ai fait tenir</w:t>
      </w:r>
      <w:r>
        <w:t>.</w:t>
      </w:r>
    </w:p>
    <w:p w14:paraId="088DE46D" w14:textId="77777777" w:rsidR="00D60A57" w:rsidRDefault="00D60A57" w:rsidP="00D60A57">
      <w:r>
        <w:t xml:space="preserve">— … </w:t>
      </w:r>
      <w:r w:rsidR="00E36F6A" w:rsidRPr="00F23192">
        <w:t>Et que j</w:t>
      </w:r>
      <w:r>
        <w:t>’</w:t>
      </w:r>
      <w:r w:rsidR="00E36F6A" w:rsidRPr="00F23192">
        <w:t>ai exécuté ponctuellement</w:t>
      </w:r>
      <w:r>
        <w:t xml:space="preserve">, </w:t>
      </w:r>
      <w:r w:rsidR="00E36F6A" w:rsidRPr="00F23192">
        <w:t>comme vous po</w:t>
      </w:r>
      <w:r w:rsidR="00E36F6A" w:rsidRPr="00F23192">
        <w:t>u</w:t>
      </w:r>
      <w:r w:rsidR="00E36F6A" w:rsidRPr="00F23192">
        <w:t>vez le constater</w:t>
      </w:r>
      <w:r>
        <w:t>.</w:t>
      </w:r>
    </w:p>
    <w:p w14:paraId="572CC4E7" w14:textId="77777777" w:rsidR="00D60A57" w:rsidRDefault="00E36F6A" w:rsidP="00D60A57">
      <w:r w:rsidRPr="00F23192">
        <w:t>Curieusement</w:t>
      </w:r>
      <w:r w:rsidR="00D60A57">
        <w:t xml:space="preserve">, </w:t>
      </w:r>
      <w:r w:rsidRPr="00F23192">
        <w:t>il interrogea</w:t>
      </w:r>
      <w:r w:rsidR="00D60A57">
        <w:t> :</w:t>
      </w:r>
    </w:p>
    <w:p w14:paraId="441F69CD" w14:textId="77777777" w:rsidR="00D60A57" w:rsidRDefault="00D60A57" w:rsidP="00D60A57">
      <w:r>
        <w:t>— </w:t>
      </w:r>
      <w:r w:rsidR="00E36F6A" w:rsidRPr="00F23192">
        <w:t>Opération intéressante</w:t>
      </w:r>
      <w:r>
        <w:t> ?</w:t>
      </w:r>
    </w:p>
    <w:p w14:paraId="756B4DDF" w14:textId="77777777" w:rsidR="00D60A57" w:rsidRDefault="00D60A57" w:rsidP="00D60A57">
      <w:r>
        <w:t>— </w:t>
      </w:r>
      <w:r w:rsidR="00E36F6A" w:rsidRPr="00F23192">
        <w:t>Je pense</w:t>
      </w:r>
      <w:r>
        <w:t xml:space="preserve">… </w:t>
      </w:r>
      <w:r w:rsidR="00E36F6A" w:rsidRPr="00F23192">
        <w:t>vu la source des renseignements que j</w:t>
      </w:r>
      <w:r>
        <w:t>’</w:t>
      </w:r>
      <w:r w:rsidR="00E36F6A" w:rsidRPr="00F23192">
        <w:t>ai obt</w:t>
      </w:r>
      <w:r w:rsidR="00E36F6A" w:rsidRPr="00F23192">
        <w:t>e</w:t>
      </w:r>
      <w:r w:rsidR="00E36F6A" w:rsidRPr="00F23192">
        <w:t>nus de curieuse façon</w:t>
      </w:r>
      <w:r>
        <w:t xml:space="preserve">… </w:t>
      </w:r>
      <w:r w:rsidR="00E36F6A" w:rsidRPr="00F23192">
        <w:t>Un soir que je me trouvais à Saint-Cloud</w:t>
      </w:r>
      <w:r>
        <w:t xml:space="preserve">… </w:t>
      </w:r>
      <w:r w:rsidR="00E36F6A" w:rsidRPr="00F23192">
        <w:t>chez le roi</w:t>
      </w:r>
      <w:r>
        <w:t>…</w:t>
      </w:r>
    </w:p>
    <w:p w14:paraId="379F49C0" w14:textId="77777777" w:rsidR="00D60A57" w:rsidRDefault="00D60A57" w:rsidP="00D60A57">
      <w:r>
        <w:t>— </w:t>
      </w:r>
      <w:r w:rsidR="00E36F6A" w:rsidRPr="00F23192">
        <w:t>Chez le roi</w:t>
      </w:r>
      <w:r>
        <w:t xml:space="preserve"> ?… </w:t>
      </w:r>
      <w:r w:rsidR="00E36F6A" w:rsidRPr="00F23192">
        <w:t>vous</w:t>
      </w:r>
      <w:r>
        <w:t>…</w:t>
      </w:r>
    </w:p>
    <w:p w14:paraId="616476F3" w14:textId="77777777" w:rsidR="00D60A57" w:rsidRDefault="00D60A57" w:rsidP="00D60A57">
      <w:r>
        <w:t>— </w:t>
      </w:r>
      <w:r w:rsidR="00E36F6A" w:rsidRPr="00F23192">
        <w:t xml:space="preserve">Ne me recommandais-je pas du chevalier des </w:t>
      </w:r>
      <w:proofErr w:type="spellStart"/>
      <w:r w:rsidR="00E36F6A" w:rsidRPr="00F23192">
        <w:t>Blaitti</w:t>
      </w:r>
      <w:r w:rsidR="00E36F6A" w:rsidRPr="00F23192">
        <w:t>è</w:t>
      </w:r>
      <w:r w:rsidR="00E36F6A" w:rsidRPr="00F23192">
        <w:t>res</w:t>
      </w:r>
      <w:proofErr w:type="spellEnd"/>
      <w:r>
        <w:t xml:space="preserve">, </w:t>
      </w:r>
      <w:r w:rsidR="00E36F6A" w:rsidRPr="00F23192">
        <w:t>ancien compagnon d</w:t>
      </w:r>
      <w:r>
        <w:t>’</w:t>
      </w:r>
      <w:r w:rsidR="00E36F6A" w:rsidRPr="00F23192">
        <w:t xml:space="preserve">armes de </w:t>
      </w:r>
      <w:r>
        <w:t>M. de </w:t>
      </w:r>
      <w:r w:rsidR="00E36F6A" w:rsidRPr="00F23192">
        <w:t>Crillon</w:t>
      </w:r>
      <w:r>
        <w:t xml:space="preserve"> ?… </w:t>
      </w:r>
      <w:r w:rsidR="00E36F6A" w:rsidRPr="00F23192">
        <w:t>Votre nom m</w:t>
      </w:r>
      <w:r>
        <w:t>’</w:t>
      </w:r>
      <w:r w:rsidR="00E36F6A" w:rsidRPr="00F23192">
        <w:t>a ouvert toutes les portes</w:t>
      </w:r>
      <w:r>
        <w:t xml:space="preserve">… </w:t>
      </w:r>
      <w:r w:rsidR="00E36F6A" w:rsidRPr="00F23192">
        <w:t>Ce soir-là donc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ai eu l</w:t>
      </w:r>
      <w:r>
        <w:t>’</w:t>
      </w:r>
      <w:r w:rsidR="00E36F6A" w:rsidRPr="00F23192">
        <w:t>occasion de surprendre qu</w:t>
      </w:r>
      <w:r>
        <w:t>’</w:t>
      </w:r>
      <w:r w:rsidR="00E36F6A" w:rsidRPr="00F23192">
        <w:t>un convoi venant d</w:t>
      </w:r>
      <w:r>
        <w:t>’</w:t>
      </w:r>
      <w:r w:rsidR="00E36F6A" w:rsidRPr="00F23192">
        <w:t>Espagne et adressé aux L</w:t>
      </w:r>
      <w:r w:rsidR="00E36F6A" w:rsidRPr="00F23192">
        <w:t>i</w:t>
      </w:r>
      <w:r w:rsidR="00E36F6A" w:rsidRPr="00F23192">
        <w:t>gueurs de Bretagne</w:t>
      </w:r>
      <w:r>
        <w:t xml:space="preserve">, </w:t>
      </w:r>
      <w:r w:rsidR="00E36F6A" w:rsidRPr="00F23192">
        <w:t>devait passer certaine nuit par le Mans</w:t>
      </w:r>
      <w:r>
        <w:t xml:space="preserve">… </w:t>
      </w:r>
      <w:r w:rsidR="00E36F6A" w:rsidRPr="00F23192">
        <w:t>L</w:t>
      </w:r>
      <w:r>
        <w:t>’</w:t>
      </w:r>
      <w:r w:rsidR="00E36F6A" w:rsidRPr="00F23192">
        <w:t>idée m</w:t>
      </w:r>
      <w:r>
        <w:t>’</w:t>
      </w:r>
      <w:r w:rsidR="00E36F6A" w:rsidRPr="00F23192">
        <w:t>est venue</w:t>
      </w:r>
      <w:r>
        <w:t xml:space="preserve">, </w:t>
      </w:r>
      <w:r w:rsidR="00E36F6A" w:rsidRPr="00F23192">
        <w:t>pour employer mon temps</w:t>
      </w:r>
      <w:r>
        <w:t xml:space="preserve">, </w:t>
      </w:r>
      <w:r w:rsidR="00E36F6A" w:rsidRPr="00F23192">
        <w:t>de guetter le convoi et de l</w:t>
      </w:r>
      <w:r>
        <w:t>’</w:t>
      </w:r>
      <w:r w:rsidR="00E36F6A" w:rsidRPr="00F23192">
        <w:t>attaquer</w:t>
      </w:r>
      <w:r>
        <w:t xml:space="preserve">, </w:t>
      </w:r>
      <w:r w:rsidR="00E36F6A" w:rsidRPr="00F23192">
        <w:t>dans l</w:t>
      </w:r>
      <w:r>
        <w:t>’</w:t>
      </w:r>
      <w:r w:rsidR="00E36F6A" w:rsidRPr="00F23192">
        <w:t>espoir d</w:t>
      </w:r>
      <w:r>
        <w:t>’</w:t>
      </w:r>
      <w:r w:rsidR="00E36F6A" w:rsidRPr="00F23192">
        <w:t>y trouver de fructueuses choses</w:t>
      </w:r>
      <w:r>
        <w:t xml:space="preserve">… </w:t>
      </w:r>
      <w:r w:rsidR="00E36F6A" w:rsidRPr="00F23192">
        <w:t xml:space="preserve">Vous savez que Sa Majesté </w:t>
      </w:r>
      <w:r w:rsidR="00E36F6A" w:rsidRPr="00F23192">
        <w:lastRenderedPageBreak/>
        <w:t>très Catholique fournit a</w:t>
      </w:r>
      <w:r w:rsidR="00E36F6A" w:rsidRPr="00F23192">
        <w:t>s</w:t>
      </w:r>
      <w:r w:rsidR="00E36F6A" w:rsidRPr="00F23192">
        <w:t xml:space="preserve">sez copieusement en or </w:t>
      </w:r>
      <w:r>
        <w:t>M. </w:t>
      </w:r>
      <w:r w:rsidR="00E36F6A" w:rsidRPr="00F23192">
        <w:t>le duc de Guise</w:t>
      </w:r>
      <w:r>
        <w:t>…</w:t>
      </w:r>
    </w:p>
    <w:p w14:paraId="7CB100AA" w14:textId="77777777" w:rsidR="00D60A57" w:rsidRDefault="00D60A57" w:rsidP="00D60A57">
      <w:r>
        <w:t>— </w:t>
      </w:r>
      <w:r w:rsidR="00E36F6A" w:rsidRPr="00F23192">
        <w:t>Bon</w:t>
      </w:r>
      <w:r>
        <w:t xml:space="preserve">, </w:t>
      </w:r>
      <w:r w:rsidR="00E36F6A" w:rsidRPr="00F23192">
        <w:t>cela</w:t>
      </w:r>
      <w:r>
        <w:t xml:space="preserve">… </w:t>
      </w:r>
      <w:r w:rsidR="00E36F6A" w:rsidRPr="00F23192">
        <w:t xml:space="preserve">opina </w:t>
      </w:r>
      <w:r>
        <w:t>M. de </w:t>
      </w:r>
      <w:proofErr w:type="spellStart"/>
      <w:r w:rsidR="00E36F6A" w:rsidRPr="00F23192">
        <w:t>Blaittières</w:t>
      </w:r>
      <w:proofErr w:type="spellEnd"/>
      <w:r>
        <w:t xml:space="preserve">, </w:t>
      </w:r>
      <w:r w:rsidR="00E36F6A" w:rsidRPr="00F23192">
        <w:t>et si toutes les cai</w:t>
      </w:r>
      <w:r w:rsidR="00E36F6A" w:rsidRPr="00F23192">
        <w:t>s</w:t>
      </w:r>
      <w:r w:rsidR="00E36F6A" w:rsidRPr="00F23192">
        <w:t>ses que vous ramenez sont pleines d</w:t>
      </w:r>
      <w:r>
        <w:t>’</w:t>
      </w:r>
      <w:r w:rsidR="00E36F6A" w:rsidRPr="00F23192">
        <w:t>or</w:t>
      </w:r>
      <w:r>
        <w:t xml:space="preserve">, </w:t>
      </w:r>
      <w:r w:rsidR="00E36F6A" w:rsidRPr="00F23192">
        <w:t>la Cause bretonne sera en bonne posture</w:t>
      </w:r>
      <w:r>
        <w:t>…</w:t>
      </w:r>
    </w:p>
    <w:p w14:paraId="4328D7F5" w14:textId="77777777" w:rsidR="00D60A57" w:rsidRDefault="00E36F6A" w:rsidP="00D60A57">
      <w:r w:rsidRPr="00F23192">
        <w:t>Ce à quoi le jeune homme répliqua</w:t>
      </w:r>
      <w:r w:rsidR="00D60A57">
        <w:t> :</w:t>
      </w:r>
    </w:p>
    <w:p w14:paraId="22C4AA5C" w14:textId="77777777" w:rsidR="00D60A57" w:rsidRDefault="00D60A57" w:rsidP="00D60A57">
      <w:r>
        <w:t>— </w:t>
      </w:r>
      <w:r w:rsidR="00E36F6A" w:rsidRPr="00F23192">
        <w:t>Le contenu des caisses</w:t>
      </w:r>
      <w:r>
        <w:t xml:space="preserve">, </w:t>
      </w:r>
      <w:r w:rsidR="00E36F6A" w:rsidRPr="00F23192">
        <w:t>pour n</w:t>
      </w:r>
      <w:r>
        <w:t>’</w:t>
      </w:r>
      <w:r w:rsidR="00E36F6A" w:rsidRPr="00F23192">
        <w:t>être pas de l</w:t>
      </w:r>
      <w:r>
        <w:t>’</w:t>
      </w:r>
      <w:r w:rsidR="00E36F6A" w:rsidRPr="00F23192">
        <w:t>or</w:t>
      </w:r>
      <w:r>
        <w:t xml:space="preserve">, </w:t>
      </w:r>
      <w:r w:rsidR="00E36F6A" w:rsidRPr="00F23192">
        <w:t>n</w:t>
      </w:r>
      <w:r>
        <w:t>’</w:t>
      </w:r>
      <w:r w:rsidR="00E36F6A" w:rsidRPr="00F23192">
        <w:t>en vaut pas moins</w:t>
      </w:r>
      <w:r>
        <w:t xml:space="preserve">. </w:t>
      </w:r>
      <w:r w:rsidR="00E36F6A" w:rsidRPr="00F23192">
        <w:t>Ce sont munitions pour canons et mousquets dont le besoin s</w:t>
      </w:r>
      <w:r>
        <w:t>’</w:t>
      </w:r>
      <w:r w:rsidR="00E36F6A" w:rsidRPr="00F23192">
        <w:t>imposera d</w:t>
      </w:r>
      <w:r>
        <w:t>’</w:t>
      </w:r>
      <w:r w:rsidR="00E36F6A" w:rsidRPr="00F23192">
        <w:t>ici peu</w:t>
      </w:r>
      <w:r>
        <w:t xml:space="preserve">… </w:t>
      </w:r>
      <w:r w:rsidR="00E36F6A" w:rsidRPr="00F23192">
        <w:t xml:space="preserve">à en croire </w:t>
      </w:r>
      <w:r>
        <w:t>M. de </w:t>
      </w:r>
      <w:r w:rsidR="00E36F6A" w:rsidRPr="00F23192">
        <w:t>Crillon</w:t>
      </w:r>
      <w:r>
        <w:t>…</w:t>
      </w:r>
    </w:p>
    <w:p w14:paraId="3635EE52" w14:textId="77777777" w:rsidR="00D60A57" w:rsidRDefault="00E36F6A" w:rsidP="00D60A57">
      <w:r w:rsidRPr="00F23192">
        <w:t xml:space="preserve">Le visage de </w:t>
      </w:r>
      <w:r w:rsidR="00D60A57">
        <w:t>M. </w:t>
      </w:r>
      <w:r w:rsidRPr="00F23192">
        <w:t xml:space="preserve">des </w:t>
      </w:r>
      <w:proofErr w:type="spellStart"/>
      <w:r w:rsidRPr="00F23192">
        <w:t>Blaittières</w:t>
      </w:r>
      <w:proofErr w:type="spellEnd"/>
      <w:r w:rsidRPr="00F23192">
        <w:t xml:space="preserve"> s</w:t>
      </w:r>
      <w:r w:rsidR="00D60A57">
        <w:t>’</w:t>
      </w:r>
      <w:r w:rsidRPr="00F23192">
        <w:t>était rembruni</w:t>
      </w:r>
      <w:r w:rsidR="00D60A57">
        <w:t>.</w:t>
      </w:r>
    </w:p>
    <w:p w14:paraId="22E53762" w14:textId="77777777" w:rsidR="00D60A57" w:rsidRDefault="00D60A57" w:rsidP="00D60A57">
      <w:r>
        <w:t>— </w:t>
      </w:r>
      <w:r w:rsidR="00E36F6A" w:rsidRPr="00F23192">
        <w:t>Des munitions</w:t>
      </w:r>
      <w:r>
        <w:t xml:space="preserve"> ! </w:t>
      </w:r>
      <w:r w:rsidR="00E36F6A" w:rsidRPr="00F23192">
        <w:t>Pour s</w:t>
      </w:r>
      <w:r>
        <w:t>’</w:t>
      </w:r>
      <w:r w:rsidR="00E36F6A" w:rsidRPr="00F23192">
        <w:t>en servir</w:t>
      </w:r>
      <w:r>
        <w:t xml:space="preserve">, </w:t>
      </w:r>
      <w:r w:rsidR="00E36F6A" w:rsidRPr="00F23192">
        <w:t>il faut des armes</w:t>
      </w:r>
      <w:r>
        <w:t xml:space="preserve">, </w:t>
      </w:r>
      <w:r w:rsidR="00E36F6A" w:rsidRPr="00F23192">
        <w:t>gr</w:t>
      </w:r>
      <w:r w:rsidR="00E36F6A" w:rsidRPr="00F23192">
        <w:t>o</w:t>
      </w:r>
      <w:r w:rsidR="00E36F6A" w:rsidRPr="00F23192">
        <w:t>gna-t-il</w:t>
      </w:r>
      <w:r>
        <w:t>.</w:t>
      </w:r>
    </w:p>
    <w:p w14:paraId="325B3C7C" w14:textId="77777777" w:rsidR="00D60A57" w:rsidRDefault="00D60A57" w:rsidP="00D60A57">
      <w:r>
        <w:t>— </w:t>
      </w:r>
      <w:r w:rsidR="00E36F6A" w:rsidRPr="00F23192">
        <w:t>On s</w:t>
      </w:r>
      <w:r>
        <w:t>’</w:t>
      </w:r>
      <w:r w:rsidR="00E36F6A" w:rsidRPr="00F23192">
        <w:t>en procurera</w:t>
      </w:r>
      <w:r>
        <w:t xml:space="preserve">… </w:t>
      </w:r>
      <w:r w:rsidR="00E36F6A" w:rsidRPr="00F23192">
        <w:t>l</w:t>
      </w:r>
      <w:r>
        <w:t>’</w:t>
      </w:r>
      <w:r w:rsidR="00E36F6A" w:rsidRPr="00F23192">
        <w:t>hôtel de ville de Morlaix est pou</w:t>
      </w:r>
      <w:r w:rsidR="00E36F6A" w:rsidRPr="00F23192">
        <w:t>r</w:t>
      </w:r>
      <w:r w:rsidR="00E36F6A" w:rsidRPr="00F23192">
        <w:t>vu de mousquets</w:t>
      </w:r>
      <w:r>
        <w:t xml:space="preserve"> ; </w:t>
      </w:r>
      <w:r w:rsidR="00E36F6A" w:rsidRPr="00F23192">
        <w:t>quant aux canons</w:t>
      </w:r>
      <w:r>
        <w:t xml:space="preserve">, </w:t>
      </w:r>
      <w:r w:rsidR="00E36F6A" w:rsidRPr="00F23192">
        <w:t>un officier des ga</w:t>
      </w:r>
      <w:r w:rsidR="00E36F6A" w:rsidRPr="00F23192">
        <w:t>r</w:t>
      </w:r>
      <w:r w:rsidR="00E36F6A" w:rsidRPr="00F23192">
        <w:t>des</w:t>
      </w:r>
      <w:r>
        <w:t xml:space="preserve">, </w:t>
      </w:r>
      <w:r w:rsidR="00E36F6A" w:rsidRPr="00F23192">
        <w:t>qui est de ces régions</w:t>
      </w:r>
      <w:r>
        <w:t xml:space="preserve">, </w:t>
      </w:r>
      <w:r w:rsidR="00E36F6A" w:rsidRPr="00F23192">
        <w:t>et que j</w:t>
      </w:r>
      <w:r>
        <w:t>’</w:t>
      </w:r>
      <w:r w:rsidR="00E36F6A" w:rsidRPr="00F23192">
        <w:t>ai eu l</w:t>
      </w:r>
      <w:r>
        <w:t>’</w:t>
      </w:r>
      <w:r w:rsidR="00E36F6A" w:rsidRPr="00F23192">
        <w:t>occasion de fréquenter à Saint-Cloud m</w:t>
      </w:r>
      <w:r>
        <w:t>’</w:t>
      </w:r>
      <w:r w:rsidR="00E36F6A" w:rsidRPr="00F23192">
        <w:t>a dit connaître certain endroit qui en serait pourvu</w:t>
      </w:r>
      <w:r>
        <w:t>…</w:t>
      </w:r>
    </w:p>
    <w:p w14:paraId="459A4DA4" w14:textId="77777777" w:rsidR="00D60A57" w:rsidRDefault="00D60A57" w:rsidP="00D60A57">
      <w:r>
        <w:t>— </w:t>
      </w:r>
      <w:r w:rsidR="00E36F6A" w:rsidRPr="00F23192">
        <w:t>Un e</w:t>
      </w:r>
      <w:r w:rsidR="00E36F6A" w:rsidRPr="00F23192">
        <w:t>n</w:t>
      </w:r>
      <w:r w:rsidR="00E36F6A" w:rsidRPr="00F23192">
        <w:t>droit</w:t>
      </w:r>
      <w:r>
        <w:t xml:space="preserve">… </w:t>
      </w:r>
      <w:r w:rsidR="00E36F6A" w:rsidRPr="00F23192">
        <w:t>dans nos régions</w:t>
      </w:r>
      <w:r>
        <w:t> ?</w:t>
      </w:r>
    </w:p>
    <w:p w14:paraId="0AB1DF3C" w14:textId="77777777" w:rsidR="00D60A57" w:rsidRDefault="00D60A57" w:rsidP="00D60A57">
      <w:r>
        <w:t>— </w:t>
      </w:r>
      <w:r w:rsidR="00E36F6A" w:rsidRPr="00F23192">
        <w:t>À Morlaix même</w:t>
      </w:r>
      <w:r>
        <w:t xml:space="preserve">… </w:t>
      </w:r>
      <w:r w:rsidR="00E36F6A" w:rsidRPr="00F23192">
        <w:t>ou presque</w:t>
      </w:r>
      <w:r>
        <w:t xml:space="preserve">… </w:t>
      </w:r>
      <w:r w:rsidR="00E36F6A" w:rsidRPr="00F23192">
        <w:t>répondit le jeune homme qui paraissait prendre plaisir à intriguer son interloc</w:t>
      </w:r>
      <w:r w:rsidR="00E36F6A" w:rsidRPr="00F23192">
        <w:t>u</w:t>
      </w:r>
      <w:r w:rsidR="00E36F6A" w:rsidRPr="00F23192">
        <w:t>teur</w:t>
      </w:r>
      <w:r>
        <w:t>.</w:t>
      </w:r>
    </w:p>
    <w:p w14:paraId="43FF624A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au bout de quelques secondes de silence</w:t>
      </w:r>
      <w:r w:rsidR="00D60A57">
        <w:t xml:space="preserve">, </w:t>
      </w:r>
      <w:r w:rsidRPr="00F23192">
        <w:t>il ajouta sur un ton de confidence</w:t>
      </w:r>
      <w:r w:rsidR="00D60A57">
        <w:t> :</w:t>
      </w:r>
    </w:p>
    <w:p w14:paraId="0D7B2B55" w14:textId="77777777" w:rsidR="00D60A57" w:rsidRDefault="00D60A57" w:rsidP="00D60A57">
      <w:r>
        <w:t>— </w:t>
      </w:r>
      <w:r w:rsidR="00E36F6A" w:rsidRPr="00F23192">
        <w:t>Le donjon du Sanglier</w:t>
      </w:r>
      <w:r>
        <w:t>…</w:t>
      </w:r>
    </w:p>
    <w:p w14:paraId="51B13BA5" w14:textId="77777777" w:rsidR="00D60A57" w:rsidRDefault="00D60A57" w:rsidP="00D60A57">
      <w:r>
        <w:t>M. de </w:t>
      </w:r>
      <w:proofErr w:type="spellStart"/>
      <w:r w:rsidR="00E36F6A" w:rsidRPr="00F23192">
        <w:t>Blaittières</w:t>
      </w:r>
      <w:proofErr w:type="spellEnd"/>
      <w:r w:rsidR="00E36F6A" w:rsidRPr="00F23192">
        <w:t xml:space="preserve"> répéta</w:t>
      </w:r>
      <w:r>
        <w:t xml:space="preserve">, </w:t>
      </w:r>
      <w:r w:rsidR="00E36F6A" w:rsidRPr="00F23192">
        <w:t>stupéfait</w:t>
      </w:r>
      <w:r>
        <w:t> :</w:t>
      </w:r>
    </w:p>
    <w:p w14:paraId="10676128" w14:textId="77777777" w:rsidR="00D60A57" w:rsidRDefault="00D60A57" w:rsidP="00D60A57">
      <w:r>
        <w:lastRenderedPageBreak/>
        <w:t>— </w:t>
      </w:r>
      <w:r w:rsidR="00E36F6A" w:rsidRPr="00F23192">
        <w:t>Le Sanglier</w:t>
      </w:r>
      <w:r>
        <w:t xml:space="preserve"> !… </w:t>
      </w:r>
      <w:r w:rsidR="00E36F6A" w:rsidRPr="00F23192">
        <w:t>Vous êtes certain</w:t>
      </w:r>
      <w:r>
        <w:t> ?</w:t>
      </w:r>
    </w:p>
    <w:p w14:paraId="48B8C0A9" w14:textId="77777777" w:rsidR="00D60A57" w:rsidRDefault="00D60A57" w:rsidP="00D60A57">
      <w:r>
        <w:t>— </w:t>
      </w:r>
      <w:r w:rsidR="00E36F6A" w:rsidRPr="00F23192">
        <w:t>Certain</w:t>
      </w:r>
      <w:r>
        <w:t xml:space="preserve"> !… </w:t>
      </w:r>
      <w:r w:rsidR="00E36F6A" w:rsidRPr="00F23192">
        <w:t>Autant qu</w:t>
      </w:r>
      <w:r>
        <w:t>’</w:t>
      </w:r>
      <w:r w:rsidR="00E36F6A" w:rsidRPr="00F23192">
        <w:t>on peut l</w:t>
      </w:r>
      <w:r>
        <w:t>’</w:t>
      </w:r>
      <w:r w:rsidR="00E36F6A" w:rsidRPr="00F23192">
        <w:t>être d</w:t>
      </w:r>
      <w:r>
        <w:t>’</w:t>
      </w:r>
      <w:r w:rsidR="00E36F6A" w:rsidRPr="00F23192">
        <w:t>un fait qu</w:t>
      </w:r>
      <w:r>
        <w:t>’</w:t>
      </w:r>
      <w:r w:rsidR="00E36F6A" w:rsidRPr="00F23192">
        <w:t>on n</w:t>
      </w:r>
      <w:r>
        <w:t>’</w:t>
      </w:r>
      <w:r w:rsidR="00E36F6A" w:rsidRPr="00F23192">
        <w:t>a pas contrôlé soi-même</w:t>
      </w:r>
      <w:r>
        <w:t xml:space="preserve">, </w:t>
      </w:r>
      <w:r w:rsidR="00E36F6A" w:rsidRPr="00F23192">
        <w:t>mais sur lequel vous pouvez me rense</w:t>
      </w:r>
      <w:r w:rsidR="00E36F6A" w:rsidRPr="00F23192">
        <w:t>i</w:t>
      </w:r>
      <w:r w:rsidR="00E36F6A" w:rsidRPr="00F23192">
        <w:t>gner</w:t>
      </w:r>
      <w:r>
        <w:t xml:space="preserve">… </w:t>
      </w:r>
      <w:r w:rsidR="00E36F6A" w:rsidRPr="00F23192">
        <w:t>car j</w:t>
      </w:r>
      <w:r>
        <w:t>’</w:t>
      </w:r>
      <w:r w:rsidR="00E36F6A" w:rsidRPr="00F23192">
        <w:t>ai appris que ce vieux donjon était votre propriété</w:t>
      </w:r>
      <w:r>
        <w:t>.</w:t>
      </w:r>
    </w:p>
    <w:p w14:paraId="5F827EB6" w14:textId="77777777" w:rsidR="00D60A57" w:rsidRDefault="00D60A57" w:rsidP="00D60A57">
      <w:r>
        <w:t>M. de </w:t>
      </w:r>
      <w:proofErr w:type="spellStart"/>
      <w:r w:rsidR="00E36F6A" w:rsidRPr="00F23192">
        <w:t>Blaittières</w:t>
      </w:r>
      <w:proofErr w:type="spellEnd"/>
      <w:r w:rsidR="00E36F6A" w:rsidRPr="00F23192">
        <w:t xml:space="preserve"> pinça les lèvres</w:t>
      </w:r>
      <w:r>
        <w:t>.</w:t>
      </w:r>
    </w:p>
    <w:p w14:paraId="468B9AA3" w14:textId="77777777" w:rsidR="00D60A57" w:rsidRDefault="00D60A57" w:rsidP="00D60A57">
      <w:r>
        <w:t>— </w:t>
      </w:r>
      <w:r w:rsidR="00E36F6A" w:rsidRPr="00F23192">
        <w:t>On est bien renseigné là-bas</w:t>
      </w:r>
      <w:r>
        <w:t> !</w:t>
      </w:r>
    </w:p>
    <w:p w14:paraId="5BA2520C" w14:textId="77777777" w:rsidR="00D60A57" w:rsidRDefault="00E36F6A" w:rsidP="00D60A57">
      <w:r w:rsidRPr="00F23192">
        <w:t>Sans paraître remarquer cette manifestation de gêne</w:t>
      </w:r>
      <w:r w:rsidR="00D60A57">
        <w:t xml:space="preserve">, </w:t>
      </w:r>
      <w:r w:rsidRPr="00F23192">
        <w:t>le comte Bernard observa du ton le plus naturel du monde</w:t>
      </w:r>
      <w:r w:rsidR="00D60A57">
        <w:t> :</w:t>
      </w:r>
    </w:p>
    <w:p w14:paraId="167C7E5F" w14:textId="77777777" w:rsidR="00D60A57" w:rsidRDefault="00D60A57" w:rsidP="00D60A57">
      <w:r>
        <w:t>— </w:t>
      </w:r>
      <w:r w:rsidR="00E36F6A" w:rsidRPr="00F23192">
        <w:t>N</w:t>
      </w:r>
      <w:r>
        <w:t>’</w:t>
      </w:r>
      <w:r w:rsidR="00E36F6A" w:rsidRPr="00F23192">
        <w:t>est-il pas le fait d</w:t>
      </w:r>
      <w:r>
        <w:t>’</w:t>
      </w:r>
      <w:r w:rsidR="00E36F6A" w:rsidRPr="00F23192">
        <w:t>un bon homme de guerre</w:t>
      </w:r>
      <w:r>
        <w:t xml:space="preserve"> – </w:t>
      </w:r>
      <w:r w:rsidR="00E36F6A" w:rsidRPr="00F23192">
        <w:t xml:space="preserve">et </w:t>
      </w:r>
      <w:r>
        <w:t>M. de </w:t>
      </w:r>
      <w:r w:rsidR="00E36F6A" w:rsidRPr="00F23192">
        <w:t>Crillon compte parmi les premiers</w:t>
      </w:r>
      <w:r>
        <w:t xml:space="preserve"> – </w:t>
      </w:r>
      <w:r w:rsidR="00E36F6A" w:rsidRPr="00F23192">
        <w:t>de connaître les re</w:t>
      </w:r>
      <w:r w:rsidR="00E36F6A" w:rsidRPr="00F23192">
        <w:t>s</w:t>
      </w:r>
      <w:r w:rsidR="00E36F6A" w:rsidRPr="00F23192">
        <w:t>sources d</w:t>
      </w:r>
      <w:r>
        <w:t>’</w:t>
      </w:r>
      <w:r w:rsidR="00E36F6A" w:rsidRPr="00F23192">
        <w:t>une contrée où il y a lieu de prévoir des opérations milita</w:t>
      </w:r>
      <w:r w:rsidR="00E36F6A" w:rsidRPr="00F23192">
        <w:t>i</w:t>
      </w:r>
      <w:r w:rsidR="00E36F6A" w:rsidRPr="00F23192">
        <w:t>res</w:t>
      </w:r>
      <w:r>
        <w:t> ?…</w:t>
      </w:r>
    </w:p>
    <w:p w14:paraId="05B082CB" w14:textId="77777777" w:rsidR="00D60A57" w:rsidRDefault="00D60A57" w:rsidP="00D60A57">
      <w:r>
        <w:t>— M. de </w:t>
      </w:r>
      <w:r w:rsidR="00E36F6A" w:rsidRPr="00F23192">
        <w:t>Crillon pense-t-il qu</w:t>
      </w:r>
      <w:r>
        <w:t>’</w:t>
      </w:r>
      <w:r w:rsidR="00E36F6A" w:rsidRPr="00F23192">
        <w:t>on devra en arriver là</w:t>
      </w:r>
      <w:r>
        <w:t> ?</w:t>
      </w:r>
    </w:p>
    <w:p w14:paraId="26BE67D0" w14:textId="77777777" w:rsidR="00D60A57" w:rsidRDefault="00D60A57" w:rsidP="00D60A57">
      <w:r>
        <w:t>— </w:t>
      </w:r>
      <w:r w:rsidR="00E36F6A" w:rsidRPr="00F23192">
        <w:t>Il le craint</w:t>
      </w:r>
      <w:r>
        <w:t xml:space="preserve"> : </w:t>
      </w:r>
      <w:r w:rsidR="00E36F6A" w:rsidRPr="00F23192">
        <w:t>l</w:t>
      </w:r>
      <w:r>
        <w:t>’</w:t>
      </w:r>
      <w:r w:rsidR="00E36F6A" w:rsidRPr="00F23192">
        <w:t>activité du duc de Guise est grande et</w:t>
      </w:r>
      <w:r>
        <w:t xml:space="preserve">, </w:t>
      </w:r>
      <w:r w:rsidR="00E36F6A" w:rsidRPr="00F23192">
        <w:t>vous le savez comme moi</w:t>
      </w:r>
      <w:r>
        <w:t xml:space="preserve">, </w:t>
      </w:r>
      <w:r w:rsidR="00E36F6A" w:rsidRPr="00F23192">
        <w:t>ses partisans en Bretagne se remuent beaucoup</w:t>
      </w:r>
      <w:r>
        <w:t>.</w:t>
      </w:r>
    </w:p>
    <w:p w14:paraId="53DBB0B8" w14:textId="77777777" w:rsidR="00D60A57" w:rsidRDefault="00D60A57" w:rsidP="00D60A57">
      <w:r>
        <w:t>— </w:t>
      </w:r>
      <w:r w:rsidR="00E36F6A" w:rsidRPr="00F23192">
        <w:t>Mais vous-mêmes ne chômez pas</w:t>
      </w:r>
      <w:r>
        <w:t xml:space="preserve">, </w:t>
      </w:r>
      <w:r w:rsidR="00E36F6A" w:rsidRPr="00F23192">
        <w:t>monsieur le comte</w:t>
      </w:r>
      <w:r>
        <w:t>.</w:t>
      </w:r>
    </w:p>
    <w:p w14:paraId="50658197" w14:textId="77777777" w:rsidR="00D60A57" w:rsidRDefault="00D60A57" w:rsidP="00D60A57">
      <w:r>
        <w:t>— </w:t>
      </w:r>
      <w:r w:rsidR="00E36F6A" w:rsidRPr="00F23192">
        <w:t>Je fais ce que je puis</w:t>
      </w:r>
      <w:r>
        <w:t xml:space="preserve">… </w:t>
      </w:r>
      <w:r w:rsidR="00E36F6A" w:rsidRPr="00F23192">
        <w:t>témoin ce coup de main qui vient de réussir providentiellement et qui peut nous être d</w:t>
      </w:r>
      <w:r>
        <w:t>’</w:t>
      </w:r>
      <w:r w:rsidR="00E36F6A" w:rsidRPr="00F23192">
        <w:t>un grand appui</w:t>
      </w:r>
      <w:r>
        <w:t>.</w:t>
      </w:r>
    </w:p>
    <w:p w14:paraId="0D6EB2CD" w14:textId="77777777" w:rsidR="00D60A57" w:rsidRDefault="00E36F6A" w:rsidP="00D60A57">
      <w:r w:rsidRPr="00F23192">
        <w:t>Un temps</w:t>
      </w:r>
      <w:r w:rsidR="00D60A57">
        <w:t xml:space="preserve">, </w:t>
      </w:r>
      <w:r w:rsidRPr="00F23192">
        <w:t>puis</w:t>
      </w:r>
      <w:r w:rsidR="00D60A57">
        <w:t> :</w:t>
      </w:r>
    </w:p>
    <w:p w14:paraId="7F0A5E7F" w14:textId="77777777" w:rsidR="00D60A57" w:rsidRDefault="00D60A57" w:rsidP="00D60A57">
      <w:r>
        <w:t>— </w:t>
      </w:r>
      <w:r w:rsidR="00E36F6A" w:rsidRPr="00F23192">
        <w:t>Vous êtes-vous enquis de ce que je vous mandais</w:t>
      </w:r>
      <w:r>
        <w:t xml:space="preserve">, </w:t>
      </w:r>
      <w:r w:rsidR="00E36F6A" w:rsidRPr="00F23192">
        <w:t>to</w:t>
      </w:r>
      <w:r w:rsidR="00E36F6A" w:rsidRPr="00F23192">
        <w:t>u</w:t>
      </w:r>
      <w:r w:rsidR="00E36F6A" w:rsidRPr="00F23192">
        <w:t>chant le donjon</w:t>
      </w:r>
      <w:r>
        <w:t> ?</w:t>
      </w:r>
    </w:p>
    <w:p w14:paraId="41147EBB" w14:textId="77777777" w:rsidR="00D60A57" w:rsidRDefault="00D60A57" w:rsidP="00D60A57">
      <w:r>
        <w:lastRenderedPageBreak/>
        <w:t>— </w:t>
      </w:r>
      <w:r w:rsidR="00E36F6A" w:rsidRPr="00F23192">
        <w:t>Des hommes y perquisitionnent cette nuit même</w:t>
      </w:r>
      <w:r>
        <w:t xml:space="preserve">, </w:t>
      </w:r>
      <w:r w:rsidR="00E36F6A" w:rsidRPr="00F23192">
        <w:t>mais je doute qu</w:t>
      </w:r>
      <w:r>
        <w:t>’</w:t>
      </w:r>
      <w:r w:rsidR="00E36F6A" w:rsidRPr="00F23192">
        <w:t>ils découvrent rien de ce que vous souhaitez</w:t>
      </w:r>
      <w:r>
        <w:t xml:space="preserve">… </w:t>
      </w:r>
      <w:r w:rsidR="00E36F6A" w:rsidRPr="00F23192">
        <w:t>le do</w:t>
      </w:r>
      <w:r w:rsidR="00E36F6A" w:rsidRPr="00F23192">
        <w:t>n</w:t>
      </w:r>
      <w:r w:rsidR="00E36F6A" w:rsidRPr="00F23192">
        <w:t>jon n</w:t>
      </w:r>
      <w:r>
        <w:t>’</w:t>
      </w:r>
      <w:r w:rsidR="00E36F6A" w:rsidRPr="00F23192">
        <w:t>a</w:t>
      </w:r>
      <w:r>
        <w:t xml:space="preserve">, </w:t>
      </w:r>
      <w:r w:rsidR="00E36F6A" w:rsidRPr="00F23192">
        <w:t>à ma connaissance</w:t>
      </w:r>
      <w:r>
        <w:t xml:space="preserve">, </w:t>
      </w:r>
      <w:r w:rsidR="00E36F6A" w:rsidRPr="00F23192">
        <w:t>pas l</w:t>
      </w:r>
      <w:r>
        <w:t>’</w:t>
      </w:r>
      <w:r w:rsidR="00E36F6A" w:rsidRPr="00F23192">
        <w:t>ombre d</w:t>
      </w:r>
      <w:r>
        <w:t>’</w:t>
      </w:r>
      <w:r w:rsidR="00E36F6A" w:rsidRPr="00F23192">
        <w:t>artillerie</w:t>
      </w:r>
      <w:r>
        <w:t>…</w:t>
      </w:r>
    </w:p>
    <w:p w14:paraId="4482A263" w14:textId="77777777" w:rsidR="00D60A57" w:rsidRDefault="00D60A57" w:rsidP="00D60A57">
      <w:r>
        <w:t>— </w:t>
      </w:r>
      <w:r w:rsidR="00E36F6A" w:rsidRPr="00F23192">
        <w:t>Le connaissez-vous bien</w:t>
      </w:r>
      <w:r>
        <w:t xml:space="preserve"> ? </w:t>
      </w:r>
      <w:r w:rsidR="00E36F6A" w:rsidRPr="00F23192">
        <w:t>Si j</w:t>
      </w:r>
      <w:r>
        <w:t>’</w:t>
      </w:r>
      <w:r w:rsidR="00E36F6A" w:rsidRPr="00F23192">
        <w:t>en crois les renseign</w:t>
      </w:r>
      <w:r w:rsidR="00E36F6A" w:rsidRPr="00F23192">
        <w:t>e</w:t>
      </w:r>
      <w:r w:rsidR="00E36F6A" w:rsidRPr="00F23192">
        <w:t>ments qui m</w:t>
      </w:r>
      <w:r>
        <w:t>’</w:t>
      </w:r>
      <w:r w:rsidR="00E36F6A" w:rsidRPr="00F23192">
        <w:t>ont été fournis</w:t>
      </w:r>
      <w:r>
        <w:t xml:space="preserve">, – </w:t>
      </w:r>
      <w:r w:rsidR="00E36F6A" w:rsidRPr="00F23192">
        <w:t>toujours là-bas</w:t>
      </w:r>
      <w:r>
        <w:t xml:space="preserve">, – </w:t>
      </w:r>
      <w:r w:rsidR="00E36F6A" w:rsidRPr="00F23192">
        <w:t>la plat</w:t>
      </w:r>
      <w:r w:rsidR="00E36F6A" w:rsidRPr="00F23192">
        <w:t>e</w:t>
      </w:r>
      <w:r w:rsidR="00E36F6A" w:rsidRPr="00F23192">
        <w:t>forme du donjon serait garnie de couleuvrines</w:t>
      </w:r>
      <w:r>
        <w:t>…</w:t>
      </w:r>
    </w:p>
    <w:p w14:paraId="2CCF3972" w14:textId="77777777" w:rsidR="00D60A57" w:rsidRDefault="00D60A57" w:rsidP="00D60A57">
      <w:r>
        <w:t>— </w:t>
      </w:r>
      <w:r w:rsidR="00E36F6A" w:rsidRPr="00F23192">
        <w:t>Je vous avouerai que je n</w:t>
      </w:r>
      <w:r>
        <w:t>’</w:t>
      </w:r>
      <w:r w:rsidR="00E36F6A" w:rsidRPr="00F23192">
        <w:t>ai jamais eu la curiosité d</w:t>
      </w:r>
      <w:r>
        <w:t>’</w:t>
      </w:r>
      <w:r w:rsidR="00E36F6A" w:rsidRPr="00F23192">
        <w:t>y a</w:t>
      </w:r>
      <w:r w:rsidR="00E36F6A" w:rsidRPr="00F23192">
        <w:t>l</w:t>
      </w:r>
      <w:r w:rsidR="00E36F6A" w:rsidRPr="00F23192">
        <w:t>ler voir</w:t>
      </w:r>
      <w:r>
        <w:t xml:space="preserve">. </w:t>
      </w:r>
      <w:r w:rsidR="00E36F6A" w:rsidRPr="00F23192">
        <w:t>D</w:t>
      </w:r>
      <w:r>
        <w:t>’</w:t>
      </w:r>
      <w:r w:rsidR="00E36F6A" w:rsidRPr="00F23192">
        <w:t>ailleurs</w:t>
      </w:r>
      <w:r>
        <w:t xml:space="preserve">, </w:t>
      </w:r>
      <w:r w:rsidR="00E36F6A" w:rsidRPr="00F23192">
        <w:t>le sommet en est inaccessible</w:t>
      </w:r>
      <w:r>
        <w:t>…</w:t>
      </w:r>
    </w:p>
    <w:p w14:paraId="175ED8A0" w14:textId="77777777" w:rsidR="00D60A57" w:rsidRDefault="00D60A57" w:rsidP="00D60A57">
      <w:r>
        <w:t>— </w:t>
      </w:r>
      <w:r w:rsidR="00E36F6A" w:rsidRPr="00F23192">
        <w:t>Il y a cependant des moyens d</w:t>
      </w:r>
      <w:r>
        <w:t>’</w:t>
      </w:r>
      <w:r w:rsidR="00E36F6A" w:rsidRPr="00F23192">
        <w:t>accès que je vous ai fait t</w:t>
      </w:r>
      <w:r w:rsidR="00E36F6A" w:rsidRPr="00F23192">
        <w:t>e</w:t>
      </w:r>
      <w:r w:rsidR="00E36F6A" w:rsidRPr="00F23192">
        <w:t>nir</w:t>
      </w:r>
      <w:r>
        <w:t>.</w:t>
      </w:r>
    </w:p>
    <w:p w14:paraId="742D8769" w14:textId="77777777" w:rsidR="00D60A57" w:rsidRDefault="00D60A57" w:rsidP="00D60A57">
      <w:r>
        <w:t>— </w:t>
      </w:r>
      <w:r w:rsidR="00E36F6A" w:rsidRPr="00F23192">
        <w:t>Qui me paraissent bien étranges</w:t>
      </w:r>
      <w:r>
        <w:t xml:space="preserve">, </w:t>
      </w:r>
      <w:r w:rsidR="00E36F6A" w:rsidRPr="00F23192">
        <w:t>mais je les ai commun</w:t>
      </w:r>
      <w:r w:rsidR="00E36F6A" w:rsidRPr="00F23192">
        <w:t>i</w:t>
      </w:r>
      <w:r w:rsidR="00E36F6A" w:rsidRPr="00F23192">
        <w:t>qués à mon fils</w:t>
      </w:r>
      <w:r>
        <w:t xml:space="preserve">, </w:t>
      </w:r>
      <w:r w:rsidR="00E36F6A" w:rsidRPr="00F23192">
        <w:t>auquel j</w:t>
      </w:r>
      <w:r>
        <w:t>’</w:t>
      </w:r>
      <w:r w:rsidR="00E36F6A" w:rsidRPr="00F23192">
        <w:t>ai donné mission de vérifier la chose</w:t>
      </w:r>
      <w:r>
        <w:t xml:space="preserve">. </w:t>
      </w:r>
      <w:r w:rsidR="00E36F6A" w:rsidRPr="00F23192">
        <w:t>Je ne pouvais mieux faire</w:t>
      </w:r>
      <w:r>
        <w:t xml:space="preserve">, </w:t>
      </w:r>
      <w:r w:rsidR="00E36F6A" w:rsidRPr="00F23192">
        <w:t>mon âge m</w:t>
      </w:r>
      <w:r>
        <w:t>’</w:t>
      </w:r>
      <w:r w:rsidR="00E36F6A" w:rsidRPr="00F23192">
        <w:t>interdisant des expéd</w:t>
      </w:r>
      <w:r w:rsidR="00E36F6A" w:rsidRPr="00F23192">
        <w:t>i</w:t>
      </w:r>
      <w:r w:rsidR="00E36F6A" w:rsidRPr="00F23192">
        <w:t>tions de ce genre</w:t>
      </w:r>
      <w:r>
        <w:t>…</w:t>
      </w:r>
    </w:p>
    <w:p w14:paraId="4497A1C5" w14:textId="77777777" w:rsidR="00D60A57" w:rsidRDefault="00D60A57" w:rsidP="00D60A57">
      <w:r>
        <w:t>M. </w:t>
      </w:r>
      <w:r w:rsidR="00E36F6A" w:rsidRPr="00F23192">
        <w:t xml:space="preserve">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approuva</w:t>
      </w:r>
      <w:r>
        <w:t xml:space="preserve">, </w:t>
      </w:r>
      <w:r w:rsidR="00E36F6A" w:rsidRPr="00F23192">
        <w:t>mais ajouta</w:t>
      </w:r>
      <w:r>
        <w:t> :</w:t>
      </w:r>
    </w:p>
    <w:p w14:paraId="2C971535" w14:textId="77777777" w:rsidR="00D60A57" w:rsidRDefault="00D60A57" w:rsidP="00D60A57">
      <w:r>
        <w:t>— </w:t>
      </w:r>
      <w:r w:rsidR="00E36F6A" w:rsidRPr="00F23192">
        <w:t>Qu</w:t>
      </w:r>
      <w:r>
        <w:t>’</w:t>
      </w:r>
      <w:r w:rsidR="00E36F6A" w:rsidRPr="00F23192">
        <w:t>il se hâte</w:t>
      </w:r>
      <w:r>
        <w:t xml:space="preserve">, </w:t>
      </w:r>
      <w:r w:rsidR="00E36F6A" w:rsidRPr="00F23192">
        <w:t>car ces renseignements peuvent être égal</w:t>
      </w:r>
      <w:r w:rsidR="00E36F6A" w:rsidRPr="00F23192">
        <w:t>e</w:t>
      </w:r>
      <w:r w:rsidR="00E36F6A" w:rsidRPr="00F23192">
        <w:t>ment en possession de certains qui ont intérêt à en user</w:t>
      </w:r>
      <w:r>
        <w:t>…</w:t>
      </w:r>
    </w:p>
    <w:p w14:paraId="400604B6" w14:textId="77777777" w:rsidR="00D60A57" w:rsidRDefault="00D60A57" w:rsidP="00D60A57">
      <w:r>
        <w:t>— </w:t>
      </w:r>
      <w:r w:rsidR="00E36F6A" w:rsidRPr="00F23192">
        <w:t>Ceux-là</w:t>
      </w:r>
      <w:r>
        <w:t xml:space="preserve">, </w:t>
      </w:r>
      <w:r w:rsidR="00E36F6A" w:rsidRPr="00F23192">
        <w:t xml:space="preserve">plaisanta </w:t>
      </w:r>
      <w:r>
        <w:t>M. </w:t>
      </w:r>
      <w:r w:rsidR="00E36F6A" w:rsidRPr="00F23192">
        <w:t xml:space="preserve">des </w:t>
      </w:r>
      <w:proofErr w:type="spellStart"/>
      <w:r w:rsidR="00E36F6A" w:rsidRPr="00F23192">
        <w:t>Blaittières</w:t>
      </w:r>
      <w:proofErr w:type="spellEnd"/>
      <w:r>
        <w:t xml:space="preserve">, </w:t>
      </w:r>
      <w:r w:rsidR="00E36F6A" w:rsidRPr="00F23192">
        <w:t>auraient-ils l</w:t>
      </w:r>
      <w:r>
        <w:t>’</w:t>
      </w:r>
      <w:r w:rsidR="00E36F6A" w:rsidRPr="00F23192">
        <w:t>intention d</w:t>
      </w:r>
      <w:r>
        <w:t>’</w:t>
      </w:r>
      <w:r w:rsidR="00E36F6A" w:rsidRPr="00F23192">
        <w:t>enlever les couleuvrines</w:t>
      </w:r>
      <w:r>
        <w:t xml:space="preserve">, </w:t>
      </w:r>
      <w:r w:rsidR="00E36F6A" w:rsidRPr="00F23192">
        <w:t>au cas où elles exist</w:t>
      </w:r>
      <w:r w:rsidR="00E36F6A" w:rsidRPr="00F23192">
        <w:t>e</w:t>
      </w:r>
      <w:r w:rsidR="00E36F6A" w:rsidRPr="00F23192">
        <w:t>raient</w:t>
      </w:r>
      <w:r>
        <w:t>…</w:t>
      </w:r>
    </w:p>
    <w:p w14:paraId="1CB32AB5" w14:textId="77777777" w:rsidR="00D60A57" w:rsidRDefault="00D60A57" w:rsidP="00D60A57">
      <w:r>
        <w:t>— </w:t>
      </w:r>
      <w:r w:rsidR="00E36F6A" w:rsidRPr="00F23192">
        <w:t>Les enlever</w:t>
      </w:r>
      <w:r>
        <w:t xml:space="preserve"> ? </w:t>
      </w:r>
      <w:r w:rsidR="00E36F6A" w:rsidRPr="00F23192">
        <w:t>non</w:t>
      </w:r>
      <w:r>
        <w:t xml:space="preserve">… </w:t>
      </w:r>
      <w:r w:rsidR="00E36F6A" w:rsidRPr="00F23192">
        <w:t>mais les enclouer</w:t>
      </w:r>
      <w:r>
        <w:t>…</w:t>
      </w:r>
    </w:p>
    <w:p w14:paraId="09140D03" w14:textId="77777777" w:rsidR="00D60A57" w:rsidRDefault="00D60A57" w:rsidP="00D60A57">
      <w:r>
        <w:t>— </w:t>
      </w:r>
      <w:r w:rsidR="00E36F6A" w:rsidRPr="00F23192">
        <w:t>Mon fils ira cette nuit même</w:t>
      </w:r>
      <w:r>
        <w:t xml:space="preserve">, </w:t>
      </w:r>
      <w:r w:rsidR="00E36F6A" w:rsidRPr="00F23192">
        <w:t>en menant les charrois de munitions</w:t>
      </w:r>
      <w:r>
        <w:t xml:space="preserve">, </w:t>
      </w:r>
      <w:r w:rsidR="00E36F6A" w:rsidRPr="00F23192">
        <w:t>et y retrouvera d</w:t>
      </w:r>
      <w:r>
        <w:t>’</w:t>
      </w:r>
      <w:r w:rsidR="00E36F6A" w:rsidRPr="00F23192">
        <w:t>ailleurs des gens à nous qu</w:t>
      </w:r>
      <w:r>
        <w:t>’</w:t>
      </w:r>
      <w:r w:rsidR="00E36F6A" w:rsidRPr="00F23192">
        <w:t>il y a envoyés en manière d</w:t>
      </w:r>
      <w:r>
        <w:t>’</w:t>
      </w:r>
      <w:r w:rsidR="00E36F6A" w:rsidRPr="00F23192">
        <w:t>avant-garde</w:t>
      </w:r>
      <w:r>
        <w:t>…</w:t>
      </w:r>
    </w:p>
    <w:p w14:paraId="02D93B61" w14:textId="77777777" w:rsidR="00D60A57" w:rsidRDefault="00D60A57" w:rsidP="00D60A57">
      <w:r>
        <w:lastRenderedPageBreak/>
        <w:t>— </w:t>
      </w:r>
      <w:r w:rsidR="00E36F6A" w:rsidRPr="00F23192">
        <w:t>C</w:t>
      </w:r>
      <w:r>
        <w:t>’</w:t>
      </w:r>
      <w:r w:rsidR="00E36F6A" w:rsidRPr="00F23192">
        <w:t>est au mieux</w:t>
      </w:r>
      <w:r>
        <w:t xml:space="preserve">, </w:t>
      </w:r>
      <w:r w:rsidR="00E36F6A" w:rsidRPr="00F23192">
        <w:t>approuva le jeune comte</w:t>
      </w:r>
      <w:r>
        <w:t xml:space="preserve"> ; </w:t>
      </w:r>
      <w:r w:rsidR="00E36F6A" w:rsidRPr="00F23192">
        <w:t>là-dessus</w:t>
      </w:r>
      <w:r>
        <w:t xml:space="preserve">, </w:t>
      </w:r>
      <w:r w:rsidR="00E36F6A" w:rsidRPr="00F23192">
        <w:t>je vous quitte</w:t>
      </w:r>
      <w:r>
        <w:t xml:space="preserve">, </w:t>
      </w:r>
      <w:r w:rsidR="00E36F6A" w:rsidRPr="00F23192">
        <w:t>car je suis attendu pour rendre compte de mon voyage</w:t>
      </w:r>
      <w:r>
        <w:t>.</w:t>
      </w:r>
    </w:p>
    <w:p w14:paraId="20F3BE94" w14:textId="77777777" w:rsidR="00D60A57" w:rsidRDefault="00E36F6A" w:rsidP="00D60A57">
      <w:r w:rsidRPr="00F23192">
        <w:t>Et il s</w:t>
      </w:r>
      <w:r w:rsidR="00D60A57">
        <w:t>’</w:t>
      </w:r>
      <w:r w:rsidRPr="00F23192">
        <w:t>en alla</w:t>
      </w:r>
      <w:r w:rsidR="00D60A57">
        <w:t xml:space="preserve">, </w:t>
      </w:r>
      <w:r w:rsidRPr="00F23192">
        <w:t xml:space="preserve">laissant </w:t>
      </w:r>
      <w:r w:rsidR="00D60A57">
        <w:t>M. </w:t>
      </w:r>
      <w:r w:rsidRPr="00F23192">
        <w:t xml:space="preserve">des </w:t>
      </w:r>
      <w:proofErr w:type="spellStart"/>
      <w:r w:rsidRPr="00F23192">
        <w:t>Blaittières</w:t>
      </w:r>
      <w:proofErr w:type="spellEnd"/>
      <w:r w:rsidRPr="00F23192">
        <w:t xml:space="preserve"> tout perplexe</w:t>
      </w:r>
      <w:r w:rsidR="00D60A57">
        <w:t xml:space="preserve"> ; </w:t>
      </w:r>
      <w:r w:rsidRPr="00F23192">
        <w:t>les détails qui venaient de lui être donnés paraissaient l</w:t>
      </w:r>
      <w:r w:rsidR="00D60A57">
        <w:t>’</w:t>
      </w:r>
      <w:r w:rsidRPr="00F23192">
        <w:t>avoir pr</w:t>
      </w:r>
      <w:r w:rsidRPr="00F23192">
        <w:t>o</w:t>
      </w:r>
      <w:r w:rsidRPr="00F23192">
        <w:t>fondément stupéfait</w:t>
      </w:r>
      <w:r w:rsidR="00D60A57">
        <w:t xml:space="preserve"> : </w:t>
      </w:r>
      <w:r w:rsidRPr="00F23192">
        <w:t>de l</w:t>
      </w:r>
      <w:r w:rsidR="00D60A57">
        <w:t>’</w:t>
      </w:r>
      <w:r w:rsidRPr="00F23192">
        <w:t>artillerie au Sanglier</w:t>
      </w:r>
      <w:r w:rsidR="00D60A57">
        <w:t xml:space="preserve"> !… </w:t>
      </w:r>
      <w:r w:rsidRPr="00F23192">
        <w:t>qui l</w:t>
      </w:r>
      <w:r w:rsidR="00D60A57">
        <w:t>’</w:t>
      </w:r>
      <w:r w:rsidRPr="00F23192">
        <w:t>aurait jamais supposé</w:t>
      </w:r>
      <w:r w:rsidR="00D60A57">
        <w:t> ?</w:t>
      </w:r>
    </w:p>
    <w:p w14:paraId="3D3A943E" w14:textId="77777777" w:rsidR="00D60A57" w:rsidRDefault="00E36F6A" w:rsidP="00D60A57">
      <w:r w:rsidRPr="00F23192">
        <w:t>Il est vrai que cette partie du donjon ne l</w:t>
      </w:r>
      <w:r w:rsidR="00D60A57">
        <w:t>’</w:t>
      </w:r>
      <w:r w:rsidRPr="00F23192">
        <w:t>avait jamais</w:t>
      </w:r>
      <w:r w:rsidR="00D60A57">
        <w:t xml:space="preserve"> – </w:t>
      </w:r>
      <w:r w:rsidRPr="00F23192">
        <w:t>comme il l</w:t>
      </w:r>
      <w:r w:rsidR="00D60A57">
        <w:t>’</w:t>
      </w:r>
      <w:r w:rsidRPr="00F23192">
        <w:t>avait reconnu</w:t>
      </w:r>
      <w:r w:rsidR="00D60A57">
        <w:t xml:space="preserve"> – </w:t>
      </w:r>
      <w:r w:rsidRPr="00F23192">
        <w:t>intéressé</w:t>
      </w:r>
      <w:r w:rsidR="00D60A57">
        <w:t xml:space="preserve"> ; </w:t>
      </w:r>
      <w:r w:rsidRPr="00F23192">
        <w:t>son souci s</w:t>
      </w:r>
      <w:r w:rsidR="00D60A57">
        <w:t>’</w:t>
      </w:r>
      <w:r w:rsidRPr="00F23192">
        <w:t>était conce</w:t>
      </w:r>
      <w:r w:rsidRPr="00F23192">
        <w:t>n</w:t>
      </w:r>
      <w:r w:rsidRPr="00F23192">
        <w:t>tré tout sur les souterrains</w:t>
      </w:r>
      <w:r w:rsidR="00D60A57">
        <w:t>.</w:t>
      </w:r>
    </w:p>
    <w:p w14:paraId="77D19FB3" w14:textId="77777777" w:rsidR="00D60A57" w:rsidRDefault="00E36F6A" w:rsidP="00D60A57">
      <w:r w:rsidRPr="00F23192">
        <w:t>En ce moment</w:t>
      </w:r>
      <w:r w:rsidR="00D60A57">
        <w:t xml:space="preserve">, </w:t>
      </w:r>
      <w:r w:rsidRPr="00F23192">
        <w:t>son fils entra</w:t>
      </w:r>
      <w:r w:rsidR="00D60A57">
        <w:t xml:space="preserve">, </w:t>
      </w:r>
      <w:r w:rsidRPr="00F23192">
        <w:t>annonçant</w:t>
      </w:r>
      <w:r w:rsidR="00D60A57">
        <w:t> :</w:t>
      </w:r>
    </w:p>
    <w:p w14:paraId="55C48A9D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chargé</w:t>
      </w:r>
      <w:r>
        <w:t xml:space="preserve">… </w:t>
      </w:r>
      <w:r w:rsidR="00E36F6A" w:rsidRPr="00F23192">
        <w:t>et</w:t>
      </w:r>
      <w:r>
        <w:t xml:space="preserve">, </w:t>
      </w:r>
      <w:r w:rsidR="00E36F6A" w:rsidRPr="00F23192">
        <w:t>maintenant</w:t>
      </w:r>
      <w:r>
        <w:t xml:space="preserve">, </w:t>
      </w:r>
      <w:r w:rsidR="00E36F6A" w:rsidRPr="00F23192">
        <w:t>je pars avec le charrois</w:t>
      </w:r>
      <w:r>
        <w:t xml:space="preserve">, </w:t>
      </w:r>
      <w:r w:rsidR="00E36F6A" w:rsidRPr="00F23192">
        <w:t>car là-bas tout doit être prêt pour recevoir les caisses</w:t>
      </w:r>
      <w:r>
        <w:t xml:space="preserve">… </w:t>
      </w:r>
      <w:proofErr w:type="spellStart"/>
      <w:r w:rsidR="00E36F6A" w:rsidRPr="00F23192">
        <w:t>Lecoult</w:t>
      </w:r>
      <w:proofErr w:type="spellEnd"/>
      <w:r w:rsidR="00E36F6A" w:rsidRPr="00F23192">
        <w:t xml:space="preserve"> et ses hommes avaient mission de faire diligence</w:t>
      </w:r>
      <w:r>
        <w:t>…</w:t>
      </w:r>
    </w:p>
    <w:p w14:paraId="484FD516" w14:textId="77777777" w:rsidR="00D60A57" w:rsidRDefault="00E36F6A" w:rsidP="00D60A57">
      <w:r w:rsidRPr="00F23192">
        <w:t>Comme il se dirigeait vers la porte</w:t>
      </w:r>
      <w:r w:rsidR="00D60A57">
        <w:t>, M. </w:t>
      </w:r>
      <w:r w:rsidRPr="00F23192">
        <w:t xml:space="preserve">des </w:t>
      </w:r>
      <w:proofErr w:type="spellStart"/>
      <w:r w:rsidRPr="00F23192">
        <w:t>Blaittières</w:t>
      </w:r>
      <w:proofErr w:type="spellEnd"/>
      <w:r w:rsidRPr="00F23192">
        <w:t xml:space="preserve"> l</w:t>
      </w:r>
      <w:r w:rsidR="00D60A57">
        <w:t>’</w:t>
      </w:r>
      <w:r w:rsidRPr="00F23192">
        <w:t>arrêta</w:t>
      </w:r>
      <w:r w:rsidR="00D60A57">
        <w:t>.</w:t>
      </w:r>
    </w:p>
    <w:p w14:paraId="764C787F" w14:textId="77777777" w:rsidR="00D60A57" w:rsidRDefault="00D60A57" w:rsidP="00D60A57">
      <w:r>
        <w:t>— </w:t>
      </w:r>
      <w:r w:rsidR="00E36F6A" w:rsidRPr="00F23192">
        <w:t>Un moment encore</w:t>
      </w:r>
      <w:r>
        <w:t xml:space="preserve"> ; </w:t>
      </w:r>
      <w:r w:rsidR="00E36F6A" w:rsidRPr="00F23192">
        <w:t>vous avez bien retenu les explic</w:t>
      </w:r>
      <w:r w:rsidR="00E36F6A" w:rsidRPr="00F23192">
        <w:t>a</w:t>
      </w:r>
      <w:r w:rsidR="00E36F6A" w:rsidRPr="00F23192">
        <w:t>tions qui m</w:t>
      </w:r>
      <w:r>
        <w:t>’</w:t>
      </w:r>
      <w:r w:rsidR="00E36F6A" w:rsidRPr="00F23192">
        <w:t>ont été envoyées touchant l</w:t>
      </w:r>
      <w:r>
        <w:t>’</w:t>
      </w:r>
      <w:r w:rsidR="00E36F6A" w:rsidRPr="00F23192">
        <w:t>accès de la plate-forme</w:t>
      </w:r>
      <w:r>
        <w:t> ?</w:t>
      </w:r>
    </w:p>
    <w:p w14:paraId="167AB0C0" w14:textId="77777777" w:rsidR="00D60A57" w:rsidRDefault="00D60A57" w:rsidP="00D60A57">
      <w:r>
        <w:t>— </w:t>
      </w:r>
      <w:r w:rsidR="00E36F6A" w:rsidRPr="00F23192">
        <w:t>Je les sais par cœur</w:t>
      </w:r>
      <w:r>
        <w:t>…</w:t>
      </w:r>
    </w:p>
    <w:p w14:paraId="2D774FB0" w14:textId="77777777" w:rsidR="00D60A57" w:rsidRDefault="00D60A57" w:rsidP="00D60A57">
      <w:r>
        <w:t>— </w:t>
      </w:r>
      <w:r w:rsidR="00E36F6A" w:rsidRPr="00F23192">
        <w:t>Vous êtes sûr de vous</w:t>
      </w:r>
      <w:r>
        <w:t> ?</w:t>
      </w:r>
    </w:p>
    <w:p w14:paraId="03EBDF74" w14:textId="77777777" w:rsidR="00D60A57" w:rsidRDefault="00D60A57" w:rsidP="00D60A57">
      <w:r>
        <w:t>— </w:t>
      </w:r>
      <w:r w:rsidR="00E36F6A" w:rsidRPr="00F23192">
        <w:t>Je fais chaque jour plus dur que ça dans les falaises</w:t>
      </w:r>
      <w:r>
        <w:t xml:space="preserve">, </w:t>
      </w:r>
      <w:r w:rsidR="00E36F6A" w:rsidRPr="00F23192">
        <w:t>a</w:t>
      </w:r>
      <w:r w:rsidR="00E36F6A" w:rsidRPr="00F23192">
        <w:t>f</w:t>
      </w:r>
      <w:r w:rsidR="00E36F6A" w:rsidRPr="00F23192">
        <w:t>firma le jeune homme</w:t>
      </w:r>
      <w:r>
        <w:t xml:space="preserve">. </w:t>
      </w:r>
      <w:r w:rsidR="00E36F6A" w:rsidRPr="00F23192">
        <w:t>Mais j</w:t>
      </w:r>
      <w:r>
        <w:t>’</w:t>
      </w:r>
      <w:r w:rsidR="00E36F6A" w:rsidRPr="00F23192">
        <w:t xml:space="preserve">ai </w:t>
      </w:r>
      <w:proofErr w:type="spellStart"/>
      <w:r w:rsidR="00E36F6A" w:rsidRPr="00F23192">
        <w:t>grand</w:t>
      </w:r>
      <w:r>
        <w:t>’</w:t>
      </w:r>
      <w:r w:rsidR="00E36F6A" w:rsidRPr="00F23192">
        <w:t>peur</w:t>
      </w:r>
      <w:proofErr w:type="spellEnd"/>
      <w:r w:rsidR="00E36F6A" w:rsidRPr="00F23192">
        <w:t xml:space="preserve"> que cette gymnast</w:t>
      </w:r>
      <w:r w:rsidR="00E36F6A" w:rsidRPr="00F23192">
        <w:t>i</w:t>
      </w:r>
      <w:r w:rsidR="00E36F6A" w:rsidRPr="00F23192">
        <w:t>que ne donne que piètre résultat</w:t>
      </w:r>
      <w:r>
        <w:t>…</w:t>
      </w:r>
    </w:p>
    <w:p w14:paraId="027B944D" w14:textId="77777777" w:rsidR="00D60A57" w:rsidRDefault="00D60A57" w:rsidP="00D60A57">
      <w:r>
        <w:t>— </w:t>
      </w:r>
      <w:r w:rsidR="00E36F6A" w:rsidRPr="00F23192">
        <w:t>Le comte paraît sûr de son fait</w:t>
      </w:r>
      <w:r>
        <w:t>…</w:t>
      </w:r>
    </w:p>
    <w:p w14:paraId="28CC58DD" w14:textId="77777777" w:rsidR="00D60A57" w:rsidRDefault="00E36F6A" w:rsidP="00D60A57">
      <w:r w:rsidRPr="00F23192">
        <w:lastRenderedPageBreak/>
        <w:t>Il achevait ces mots</w:t>
      </w:r>
      <w:r w:rsidR="00D60A57">
        <w:t xml:space="preserve">, </w:t>
      </w:r>
      <w:r w:rsidRPr="00F23192">
        <w:t>quand la porte s</w:t>
      </w:r>
      <w:r w:rsidR="00D60A57">
        <w:t>’</w:t>
      </w:r>
      <w:r w:rsidRPr="00F23192">
        <w:t>ouvrit violemment</w:t>
      </w:r>
      <w:r w:rsidR="00D60A57">
        <w:t xml:space="preserve">, </w:t>
      </w:r>
      <w:r w:rsidRPr="00F23192">
        <w:t>livrant passage à un homme</w:t>
      </w:r>
      <w:r w:rsidR="00D60A57">
        <w:t xml:space="preserve">, </w:t>
      </w:r>
      <w:r w:rsidRPr="00F23192">
        <w:t>les vêtements en désordre</w:t>
      </w:r>
      <w:r w:rsidR="00D60A57">
        <w:t xml:space="preserve">, </w:t>
      </w:r>
      <w:r w:rsidRPr="00F23192">
        <w:t>le sou</w:t>
      </w:r>
      <w:r w:rsidRPr="00F23192">
        <w:t>f</w:t>
      </w:r>
      <w:r w:rsidRPr="00F23192">
        <w:t>fle coupé par une course précipitée</w:t>
      </w:r>
      <w:r w:rsidR="00D60A57">
        <w:t>.</w:t>
      </w:r>
    </w:p>
    <w:p w14:paraId="5ADE2EB8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terminé</w:t>
      </w:r>
      <w:r>
        <w:t xml:space="preserve">, </w:t>
      </w:r>
      <w:r w:rsidR="00E36F6A" w:rsidRPr="00F23192">
        <w:t>là-bas</w:t>
      </w:r>
      <w:r>
        <w:t xml:space="preserve"> ? </w:t>
      </w:r>
      <w:r w:rsidR="00E36F6A" w:rsidRPr="00F23192">
        <w:t xml:space="preserve">interrogea </w:t>
      </w:r>
      <w:r>
        <w:t>M. </w:t>
      </w:r>
      <w:r w:rsidR="00E36F6A" w:rsidRPr="00F23192">
        <w:t xml:space="preserve">des </w:t>
      </w:r>
      <w:proofErr w:type="spellStart"/>
      <w:r w:rsidR="00E36F6A" w:rsidRPr="00F23192">
        <w:t>Blaittières</w:t>
      </w:r>
      <w:proofErr w:type="spellEnd"/>
      <w:r>
        <w:t>.</w:t>
      </w:r>
    </w:p>
    <w:p w14:paraId="2C4079FF" w14:textId="77777777" w:rsidR="00D60A57" w:rsidRDefault="00D60A57" w:rsidP="00D60A57">
      <w:r>
        <w:t>— </w:t>
      </w:r>
      <w:r w:rsidR="00E36F6A" w:rsidRPr="00F23192">
        <w:t>Plût au ciel que cela n</w:t>
      </w:r>
      <w:r>
        <w:t>’</w:t>
      </w:r>
      <w:r w:rsidR="00E36F6A" w:rsidRPr="00F23192">
        <w:t>eût pas commencé</w:t>
      </w:r>
      <w:r>
        <w:t xml:space="preserve"> ! </w:t>
      </w:r>
      <w:r w:rsidR="00E36F6A" w:rsidRPr="00F23192">
        <w:t>jeta le no</w:t>
      </w:r>
      <w:r w:rsidR="00E36F6A" w:rsidRPr="00F23192">
        <w:t>u</w:t>
      </w:r>
      <w:r w:rsidR="00E36F6A" w:rsidRPr="00F23192">
        <w:t>veau venu</w:t>
      </w:r>
      <w:r>
        <w:t xml:space="preserve">. </w:t>
      </w:r>
      <w:r w:rsidR="00E36F6A" w:rsidRPr="00F23192">
        <w:t>Un peu plus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y laissais ma peau</w:t>
      </w:r>
      <w:r>
        <w:t xml:space="preserve">, </w:t>
      </w:r>
      <w:r w:rsidR="00E36F6A" w:rsidRPr="00F23192">
        <w:t>moi aussi</w:t>
      </w:r>
      <w:r>
        <w:t>.</w:t>
      </w:r>
    </w:p>
    <w:p w14:paraId="2DF1E2A9" w14:textId="77777777" w:rsidR="00D60A57" w:rsidRDefault="00D60A57" w:rsidP="00D60A57">
      <w:r>
        <w:t>— </w:t>
      </w:r>
      <w:r w:rsidR="00E36F6A" w:rsidRPr="00F23192">
        <w:t>Toi aussi</w:t>
      </w:r>
      <w:r>
        <w:t xml:space="preserve"> ! </w:t>
      </w:r>
      <w:r w:rsidR="00E36F6A" w:rsidRPr="00F23192">
        <w:t>Qu</w:t>
      </w:r>
      <w:r>
        <w:t>’</w:t>
      </w:r>
      <w:r w:rsidR="00E36F6A" w:rsidRPr="00F23192">
        <w:t>est-il donc arrivé</w:t>
      </w:r>
      <w:r>
        <w:t> ?</w:t>
      </w:r>
    </w:p>
    <w:p w14:paraId="655E51E0" w14:textId="77777777" w:rsidR="00D60A57" w:rsidRDefault="00D60A57" w:rsidP="00D60A57">
      <w:r>
        <w:t>— </w:t>
      </w:r>
      <w:r w:rsidR="00E36F6A" w:rsidRPr="00F23192">
        <w:t>Une bande de gars nous a surpris en plein travail et s</w:t>
      </w:r>
      <w:r>
        <w:t>’</w:t>
      </w:r>
      <w:r w:rsidR="00E36F6A" w:rsidRPr="00F23192">
        <w:t>est jetée sur nous</w:t>
      </w:r>
      <w:r>
        <w:t xml:space="preserve"> ! </w:t>
      </w:r>
      <w:r w:rsidR="00E36F6A" w:rsidRPr="00F23192">
        <w:t>Ç</w:t>
      </w:r>
      <w:r>
        <w:t>’</w:t>
      </w:r>
      <w:r w:rsidR="00E36F6A" w:rsidRPr="00F23192">
        <w:t>a été dur</w:t>
      </w:r>
      <w:r>
        <w:t xml:space="preserve">… </w:t>
      </w:r>
      <w:proofErr w:type="spellStart"/>
      <w:r w:rsidR="00E36F6A" w:rsidRPr="00F23192">
        <w:t>Lebriz</w:t>
      </w:r>
      <w:proofErr w:type="spellEnd"/>
      <w:r w:rsidR="00E36F6A" w:rsidRPr="00F23192">
        <w:t xml:space="preserve"> et </w:t>
      </w:r>
      <w:proofErr w:type="spellStart"/>
      <w:r w:rsidR="00E36F6A" w:rsidRPr="00F23192">
        <w:t>Quénemec</w:t>
      </w:r>
      <w:proofErr w:type="spellEnd"/>
      <w:r w:rsidR="00E36F6A" w:rsidRPr="00F23192">
        <w:t xml:space="preserve"> sont restés là-bas</w:t>
      </w:r>
      <w:r>
        <w:t>…</w:t>
      </w:r>
    </w:p>
    <w:p w14:paraId="0929CB13" w14:textId="77777777" w:rsidR="00D60A57" w:rsidRDefault="00D60A57" w:rsidP="00D60A57">
      <w:r>
        <w:t>— </w:t>
      </w:r>
      <w:r w:rsidR="00E36F6A" w:rsidRPr="00F23192">
        <w:t>Vous les avez laissés</w:t>
      </w:r>
      <w:r>
        <w:t xml:space="preserve"> ! </w:t>
      </w:r>
      <w:r w:rsidR="00E36F6A" w:rsidRPr="00F23192">
        <w:t>cria</w:t>
      </w:r>
      <w:r>
        <w:t xml:space="preserve">, </w:t>
      </w:r>
      <w:r w:rsidR="00E36F6A" w:rsidRPr="00F23192">
        <w:t>hors de lui</w:t>
      </w:r>
      <w:r>
        <w:t xml:space="preserve">, </w:t>
      </w:r>
      <w:r w:rsidR="00E36F6A" w:rsidRPr="00F23192">
        <w:t xml:space="preserve">le fils de </w:t>
      </w:r>
      <w:r>
        <w:t>M. </w:t>
      </w:r>
      <w:r w:rsidR="00E36F6A" w:rsidRPr="00F23192">
        <w:t xml:space="preserve">des </w:t>
      </w:r>
      <w:proofErr w:type="spellStart"/>
      <w:r w:rsidR="00E36F6A" w:rsidRPr="00F23192">
        <w:t>Blaittières</w:t>
      </w:r>
      <w:proofErr w:type="spellEnd"/>
      <w:r>
        <w:t xml:space="preserve">… </w:t>
      </w:r>
      <w:r w:rsidR="00E36F6A" w:rsidRPr="00F23192">
        <w:t>Les Loups ne doivent pas abandonner les leurs</w:t>
      </w:r>
      <w:r>
        <w:t>…</w:t>
      </w:r>
    </w:p>
    <w:p w14:paraId="41A8895B" w14:textId="77777777" w:rsidR="00D60A57" w:rsidRDefault="00D60A57" w:rsidP="00D60A57">
      <w:r>
        <w:t>— </w:t>
      </w:r>
      <w:r w:rsidR="00E36F6A" w:rsidRPr="00F23192">
        <w:t>Dans la bataille</w:t>
      </w:r>
      <w:r>
        <w:t xml:space="preserve">, </w:t>
      </w:r>
      <w:r w:rsidR="00E36F6A" w:rsidRPr="00F23192">
        <w:t>ils ont disparu</w:t>
      </w:r>
      <w:r>
        <w:t xml:space="preserve"> !… </w:t>
      </w:r>
      <w:r w:rsidR="00E36F6A" w:rsidRPr="00F23192">
        <w:t>Pressé de toutes parts</w:t>
      </w:r>
      <w:r>
        <w:t xml:space="preserve">, </w:t>
      </w:r>
      <w:r w:rsidR="00E36F6A" w:rsidRPr="00F23192">
        <w:t>impossible de les chercher</w:t>
      </w:r>
      <w:r>
        <w:t xml:space="preserve">… </w:t>
      </w:r>
      <w:r w:rsidR="00E36F6A" w:rsidRPr="00F23192">
        <w:t>bien heureux encore de n</w:t>
      </w:r>
      <w:r>
        <w:t>’</w:t>
      </w:r>
      <w:r w:rsidR="00E36F6A" w:rsidRPr="00F23192">
        <w:t>avoir pas été pris</w:t>
      </w:r>
      <w:r>
        <w:t>…</w:t>
      </w:r>
    </w:p>
    <w:p w14:paraId="150D9674" w14:textId="77777777" w:rsidR="00D60A57" w:rsidRDefault="00D60A57" w:rsidP="00D60A57">
      <w:r>
        <w:t>M. </w:t>
      </w:r>
      <w:r w:rsidR="00E36F6A" w:rsidRPr="00F23192">
        <w:t xml:space="preserve">des </w:t>
      </w:r>
      <w:proofErr w:type="spellStart"/>
      <w:r w:rsidR="00E36F6A" w:rsidRPr="00F23192">
        <w:t>Blaittières</w:t>
      </w:r>
      <w:proofErr w:type="spellEnd"/>
      <w:r w:rsidR="00E36F6A" w:rsidRPr="00F23192">
        <w:t xml:space="preserve"> demanda</w:t>
      </w:r>
      <w:r>
        <w:t> :</w:t>
      </w:r>
    </w:p>
    <w:p w14:paraId="64EC6DD4" w14:textId="77777777" w:rsidR="00D60A57" w:rsidRDefault="00D60A57" w:rsidP="00D60A57">
      <w:r>
        <w:t>— </w:t>
      </w:r>
      <w:r w:rsidR="00E36F6A" w:rsidRPr="00F23192">
        <w:t>Quels sont ces gens</w:t>
      </w:r>
      <w:r>
        <w:t> ?</w:t>
      </w:r>
    </w:p>
    <w:p w14:paraId="396FC185" w14:textId="77777777" w:rsidR="00D60A57" w:rsidRDefault="00D60A57" w:rsidP="00D60A57">
      <w:r>
        <w:t>— </w:t>
      </w:r>
      <w:r w:rsidR="00E36F6A" w:rsidRPr="00F23192">
        <w:t>Impossible de les reconnaître</w:t>
      </w:r>
      <w:r>
        <w:t xml:space="preserve"> !… </w:t>
      </w:r>
      <w:r w:rsidR="00E36F6A" w:rsidRPr="00F23192">
        <w:t>Ils étaient encagoulés</w:t>
      </w:r>
      <w:r>
        <w:t xml:space="preserve">… </w:t>
      </w:r>
      <w:r w:rsidR="00E36F6A" w:rsidRPr="00F23192">
        <w:t>Mais ce ne m</w:t>
      </w:r>
      <w:r>
        <w:t>’</w:t>
      </w:r>
      <w:r w:rsidR="00E36F6A" w:rsidRPr="00F23192">
        <w:t>étonnerait pas qu</w:t>
      </w:r>
      <w:r>
        <w:t>’</w:t>
      </w:r>
      <w:r w:rsidR="00E36F6A" w:rsidRPr="00F23192">
        <w:t>ils appartiennent au sire de la Fontanelle</w:t>
      </w:r>
      <w:r>
        <w:t xml:space="preserve">. </w:t>
      </w:r>
      <w:r w:rsidR="00E36F6A" w:rsidRPr="00F23192">
        <w:t>L</w:t>
      </w:r>
      <w:r>
        <w:t>’</w:t>
      </w:r>
      <w:r w:rsidR="00E36F6A" w:rsidRPr="00F23192">
        <w:t>un d</w:t>
      </w:r>
      <w:r>
        <w:t>’</w:t>
      </w:r>
      <w:r w:rsidR="00E36F6A" w:rsidRPr="00F23192">
        <w:t>eux a lancé un nom que je sais être celui d</w:t>
      </w:r>
      <w:r>
        <w:t>’</w:t>
      </w:r>
      <w:r w:rsidR="00E36F6A" w:rsidRPr="00F23192">
        <w:t>un gars de la bande</w:t>
      </w:r>
      <w:r>
        <w:t>…</w:t>
      </w:r>
    </w:p>
    <w:p w14:paraId="6DB5F7E4" w14:textId="77777777" w:rsidR="00D60A57" w:rsidRDefault="00D60A57" w:rsidP="00D60A57">
      <w:r>
        <w:t>— </w:t>
      </w:r>
      <w:r w:rsidR="00E36F6A" w:rsidRPr="00F23192">
        <w:t>Qu</w:t>
      </w:r>
      <w:r>
        <w:t>’</w:t>
      </w:r>
      <w:r w:rsidR="00E36F6A" w:rsidRPr="00F23192">
        <w:t>iraient-ils faire au Sanglier</w:t>
      </w:r>
      <w:r>
        <w:t xml:space="preserve"> ? </w:t>
      </w:r>
      <w:r w:rsidR="00E36F6A" w:rsidRPr="00F23192">
        <w:t>interrogea</w:t>
      </w:r>
      <w:r>
        <w:t xml:space="preserve">, </w:t>
      </w:r>
      <w:r w:rsidR="00E36F6A" w:rsidRPr="00F23192">
        <w:t>sceptique</w:t>
      </w:r>
      <w:r>
        <w:t xml:space="preserve">, </w:t>
      </w:r>
      <w:r w:rsidR="00E36F6A" w:rsidRPr="00F23192">
        <w:t xml:space="preserve">René des </w:t>
      </w:r>
      <w:proofErr w:type="spellStart"/>
      <w:r w:rsidR="00E36F6A" w:rsidRPr="00F23192">
        <w:t>Blaittières</w:t>
      </w:r>
      <w:proofErr w:type="spellEnd"/>
      <w:r>
        <w:t>.</w:t>
      </w:r>
    </w:p>
    <w:p w14:paraId="3B82840E" w14:textId="77777777" w:rsidR="00D60A57" w:rsidRDefault="00E36F6A" w:rsidP="00D60A57">
      <w:r w:rsidRPr="00F23192">
        <w:t>Son père objecta</w:t>
      </w:r>
      <w:r w:rsidR="00D60A57">
        <w:t> :</w:t>
      </w:r>
    </w:p>
    <w:p w14:paraId="39A89610" w14:textId="77777777" w:rsidR="00D60A57" w:rsidRDefault="00D60A57" w:rsidP="00D60A57">
      <w:r>
        <w:t>— </w:t>
      </w:r>
      <w:r w:rsidR="00E36F6A" w:rsidRPr="00F23192">
        <w:t>Peut-être ce que vous allez y faire vous-même</w:t>
      </w:r>
      <w:r>
        <w:t>.</w:t>
      </w:r>
    </w:p>
    <w:p w14:paraId="56DB1BB9" w14:textId="77777777" w:rsidR="00D60A57" w:rsidRDefault="00E36F6A" w:rsidP="00D60A57">
      <w:r w:rsidRPr="00F23192">
        <w:lastRenderedPageBreak/>
        <w:t>Le jeune homme</w:t>
      </w:r>
      <w:r w:rsidR="00D60A57">
        <w:t xml:space="preserve">, </w:t>
      </w:r>
      <w:r w:rsidRPr="00F23192">
        <w:t>alors</w:t>
      </w:r>
      <w:r w:rsidR="00D60A57">
        <w:t xml:space="preserve">, </w:t>
      </w:r>
      <w:r w:rsidRPr="00F23192">
        <w:t>serrant autour de sa taille le cei</w:t>
      </w:r>
      <w:r w:rsidRPr="00F23192">
        <w:t>n</w:t>
      </w:r>
      <w:r w:rsidRPr="00F23192">
        <w:t>turon auquel pendait une large dague</w:t>
      </w:r>
      <w:r w:rsidR="00D60A57">
        <w:t> :</w:t>
      </w:r>
    </w:p>
    <w:p w14:paraId="18057E80" w14:textId="77777777" w:rsidR="00D60A57" w:rsidRDefault="00D60A57" w:rsidP="00D60A57">
      <w:r>
        <w:t>— </w:t>
      </w:r>
      <w:r w:rsidR="00E36F6A" w:rsidRPr="00F23192">
        <w:t>En ce cas</w:t>
      </w:r>
      <w:r>
        <w:t xml:space="preserve">, </w:t>
      </w:r>
      <w:r w:rsidR="00E36F6A" w:rsidRPr="00F23192">
        <w:t>la conversation sera chaude</w:t>
      </w:r>
      <w:r>
        <w:t>.</w:t>
      </w:r>
    </w:p>
    <w:p w14:paraId="1F93DBB3" w14:textId="77777777" w:rsidR="00D60A57" w:rsidRDefault="00D60A57" w:rsidP="00D60A57">
      <w:r>
        <w:t>— </w:t>
      </w:r>
      <w:r w:rsidR="00E36F6A" w:rsidRPr="00F23192">
        <w:t>De la prudence</w:t>
      </w:r>
      <w:r>
        <w:t xml:space="preserve">, </w:t>
      </w:r>
      <w:r w:rsidR="00E36F6A" w:rsidRPr="00F23192">
        <w:t>recommanda le père</w:t>
      </w:r>
      <w:r>
        <w:t>.</w:t>
      </w:r>
    </w:p>
    <w:p w14:paraId="306D78CB" w14:textId="77777777" w:rsidR="00D60A57" w:rsidRDefault="00E36F6A" w:rsidP="00D60A57">
      <w:r w:rsidRPr="00F23192">
        <w:t>Ce à quoi l</w:t>
      </w:r>
      <w:r w:rsidR="00D60A57">
        <w:t>’</w:t>
      </w:r>
      <w:r w:rsidRPr="00F23192">
        <w:t>autre riposta</w:t>
      </w:r>
      <w:r w:rsidR="00D60A57">
        <w:t> :</w:t>
      </w:r>
    </w:p>
    <w:p w14:paraId="4429263C" w14:textId="77777777" w:rsidR="00D60A57" w:rsidRDefault="00D60A57" w:rsidP="00D60A57">
      <w:r>
        <w:t>— </w:t>
      </w:r>
      <w:r w:rsidR="00E36F6A" w:rsidRPr="00F23192">
        <w:t>Voilà un mot dont vous ne m</w:t>
      </w:r>
      <w:r>
        <w:t>’</w:t>
      </w:r>
      <w:r w:rsidR="00E36F6A" w:rsidRPr="00F23192">
        <w:t>avez pas appris à conna</w:t>
      </w:r>
      <w:r w:rsidR="00E36F6A" w:rsidRPr="00F23192">
        <w:t>î</w:t>
      </w:r>
      <w:r w:rsidR="00E36F6A" w:rsidRPr="00F23192">
        <w:t>tre le sens</w:t>
      </w:r>
      <w:r>
        <w:t>.</w:t>
      </w:r>
    </w:p>
    <w:p w14:paraId="70582481" w14:textId="77777777" w:rsidR="00D60A57" w:rsidRDefault="00E36F6A" w:rsidP="00D60A57">
      <w:r w:rsidRPr="00F23192">
        <w:t>Il ajouta</w:t>
      </w:r>
      <w:r w:rsidR="00D60A57">
        <w:t> :</w:t>
      </w:r>
    </w:p>
    <w:p w14:paraId="638E2171" w14:textId="77777777" w:rsidR="00D60A57" w:rsidRDefault="00D60A57" w:rsidP="00D60A57">
      <w:r>
        <w:t>— </w:t>
      </w:r>
      <w:r w:rsidR="00E36F6A" w:rsidRPr="00F23192">
        <w:t>Au lieu de vous soucier de moi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 xml:space="preserve">est plutôt de </w:t>
      </w:r>
      <w:proofErr w:type="spellStart"/>
      <w:r w:rsidR="00E36F6A" w:rsidRPr="00F23192">
        <w:t>Lebriz</w:t>
      </w:r>
      <w:proofErr w:type="spellEnd"/>
      <w:r w:rsidR="00E36F6A" w:rsidRPr="00F23192">
        <w:t xml:space="preserve"> et </w:t>
      </w:r>
      <w:proofErr w:type="spellStart"/>
      <w:r w:rsidR="00E36F6A" w:rsidRPr="00F23192">
        <w:t>Quénemec</w:t>
      </w:r>
      <w:proofErr w:type="spellEnd"/>
      <w:r w:rsidR="00E36F6A" w:rsidRPr="00F23192">
        <w:t xml:space="preserve"> dont vous devriez prendre souci</w:t>
      </w:r>
      <w:r>
        <w:t>…</w:t>
      </w:r>
    </w:p>
    <w:p w14:paraId="1BA51670" w14:textId="77777777" w:rsidR="00D60A57" w:rsidRDefault="00E36F6A" w:rsidP="00D60A57">
      <w:r w:rsidRPr="00F23192">
        <w:t>Ce à quoi le père répliqua d</w:t>
      </w:r>
      <w:r w:rsidR="00D60A57">
        <w:t>’</w:t>
      </w:r>
      <w:r w:rsidRPr="00F23192">
        <w:t>une voix dure</w:t>
      </w:r>
      <w:r w:rsidR="00D60A57">
        <w:t> :</w:t>
      </w:r>
    </w:p>
    <w:p w14:paraId="559D2876" w14:textId="77777777" w:rsidR="00D60A57" w:rsidRDefault="00D60A57" w:rsidP="00D60A57">
      <w:r>
        <w:t>— </w:t>
      </w:r>
      <w:r w:rsidR="00E36F6A" w:rsidRPr="00F23192">
        <w:t>Aujourd</w:t>
      </w:r>
      <w:r>
        <w:t>’</w:t>
      </w:r>
      <w:r w:rsidR="00E36F6A" w:rsidRPr="00F23192">
        <w:t>hui</w:t>
      </w:r>
      <w:r>
        <w:t xml:space="preserve">, </w:t>
      </w:r>
      <w:r w:rsidR="00E36F6A" w:rsidRPr="00F23192">
        <w:t>eux</w:t>
      </w:r>
      <w:r>
        <w:t xml:space="preserve"> !… </w:t>
      </w:r>
      <w:r w:rsidR="00E36F6A" w:rsidRPr="00F23192">
        <w:t>Nous</w:t>
      </w:r>
      <w:r>
        <w:t xml:space="preserve">, </w:t>
      </w:r>
      <w:r w:rsidR="00E36F6A" w:rsidRPr="00F23192">
        <w:t>demain</w:t>
      </w:r>
      <w:r>
        <w:t> !</w:t>
      </w:r>
    </w:p>
    <w:p w14:paraId="17E81890" w14:textId="77777777" w:rsidR="00D60A57" w:rsidRDefault="00D60A57" w:rsidP="00D60A57">
      <w:r>
        <w:t>— </w:t>
      </w:r>
      <w:r w:rsidR="00E36F6A" w:rsidRPr="00F23192">
        <w:t>Évidemment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le métier</w:t>
      </w:r>
      <w:r>
        <w:t xml:space="preserve"> !… </w:t>
      </w:r>
      <w:r w:rsidR="00E36F6A" w:rsidRPr="00F23192">
        <w:t>Mais vous ne songez pas que</w:t>
      </w:r>
      <w:r>
        <w:t xml:space="preserve">, </w:t>
      </w:r>
      <w:r w:rsidR="00E36F6A" w:rsidRPr="00F23192">
        <w:t>des deux demeurés là-bas</w:t>
      </w:r>
      <w:r>
        <w:t xml:space="preserve">, </w:t>
      </w:r>
      <w:r w:rsidR="00E36F6A" w:rsidRPr="00F23192">
        <w:t>un est inquiétant</w:t>
      </w:r>
      <w:r>
        <w:t xml:space="preserve"> : </w:t>
      </w:r>
      <w:proofErr w:type="spellStart"/>
      <w:r w:rsidR="00E36F6A" w:rsidRPr="00F23192">
        <w:t>Lebriz</w:t>
      </w:r>
      <w:proofErr w:type="spellEnd"/>
      <w:r>
        <w:t xml:space="preserve">… </w:t>
      </w:r>
      <w:r w:rsidR="00E36F6A" w:rsidRPr="00F23192">
        <w:t>S</w:t>
      </w:r>
      <w:r>
        <w:t>’</w:t>
      </w:r>
      <w:r w:rsidR="00E36F6A" w:rsidRPr="00F23192">
        <w:t>il est mort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au mieux</w:t>
      </w:r>
      <w:r>
        <w:t xml:space="preserve">… </w:t>
      </w:r>
      <w:r w:rsidR="00E36F6A" w:rsidRPr="00F23192">
        <w:t>Vivant et pris</w:t>
      </w:r>
      <w:r>
        <w:t xml:space="preserve">, </w:t>
      </w:r>
      <w:r w:rsidR="00E36F6A" w:rsidRPr="00F23192">
        <w:t>il nous vendra</w:t>
      </w:r>
      <w:r>
        <w:t xml:space="preserve">… </w:t>
      </w:r>
      <w:r w:rsidR="00E36F6A" w:rsidRPr="00F23192">
        <w:t>J</w:t>
      </w:r>
      <w:r>
        <w:t>’</w:t>
      </w:r>
      <w:r w:rsidR="00E36F6A" w:rsidRPr="00F23192">
        <w:t>ai toujours eu le gars en méfiance</w:t>
      </w:r>
      <w:r>
        <w:t>…</w:t>
      </w:r>
    </w:p>
    <w:p w14:paraId="145AF736" w14:textId="77777777" w:rsidR="00D60A57" w:rsidRDefault="00E36F6A" w:rsidP="00D60A57">
      <w:r w:rsidRPr="00F23192">
        <w:t>Il ajouta</w:t>
      </w:r>
      <w:r w:rsidR="00D60A57">
        <w:t xml:space="preserve">, </w:t>
      </w:r>
      <w:r w:rsidRPr="00F23192">
        <w:t>gagnant la porte</w:t>
      </w:r>
      <w:r w:rsidR="00D60A57">
        <w:t> :</w:t>
      </w:r>
    </w:p>
    <w:p w14:paraId="781EEF01" w14:textId="77777777" w:rsidR="00D60A57" w:rsidRDefault="00D60A57" w:rsidP="00D60A57">
      <w:r>
        <w:t>— </w:t>
      </w:r>
      <w:r w:rsidR="00E36F6A" w:rsidRPr="00F23192">
        <w:t>En tout cas</w:t>
      </w:r>
      <w:r>
        <w:t xml:space="preserve">, </w:t>
      </w:r>
      <w:r w:rsidR="00E36F6A" w:rsidRPr="00F23192">
        <w:t>nous ne tarderons pas à être fixés</w:t>
      </w:r>
      <w:r>
        <w:t xml:space="preserve">… </w:t>
      </w:r>
      <w:r w:rsidR="00E36F6A" w:rsidRPr="00F23192">
        <w:t>Surtout</w:t>
      </w:r>
      <w:r>
        <w:t xml:space="preserve">, </w:t>
      </w:r>
      <w:r w:rsidR="00E36F6A" w:rsidRPr="00F23192">
        <w:t>que le charrois demeure ici jusqu</w:t>
      </w:r>
      <w:r>
        <w:t>’</w:t>
      </w:r>
      <w:r w:rsidR="00E36F6A" w:rsidRPr="00F23192">
        <w:t>à mon retour</w:t>
      </w:r>
      <w:r>
        <w:t xml:space="preserve"> ; </w:t>
      </w:r>
      <w:r w:rsidR="00E36F6A" w:rsidRPr="00F23192">
        <w:t>peut-être</w:t>
      </w:r>
      <w:r>
        <w:t xml:space="preserve">, </w:t>
      </w:r>
      <w:r w:rsidR="00E36F6A" w:rsidRPr="00F23192">
        <w:t>su</w:t>
      </w:r>
      <w:r w:rsidR="00E36F6A" w:rsidRPr="00F23192">
        <w:t>i</w:t>
      </w:r>
      <w:r w:rsidR="00E36F6A" w:rsidRPr="00F23192">
        <w:t>vant ce que je trouverai là-bas</w:t>
      </w:r>
      <w:r>
        <w:t xml:space="preserve">, </w:t>
      </w:r>
      <w:r w:rsidR="00E36F6A" w:rsidRPr="00F23192">
        <w:t>y aura-t-il lieu de changer la de</w:t>
      </w:r>
      <w:r w:rsidR="00E36F6A" w:rsidRPr="00F23192">
        <w:t>s</w:t>
      </w:r>
      <w:r w:rsidR="00E36F6A" w:rsidRPr="00F23192">
        <w:t>tination des caisses</w:t>
      </w:r>
      <w:r>
        <w:t>.</w:t>
      </w:r>
    </w:p>
    <w:p w14:paraId="5810E691" w14:textId="77777777" w:rsidR="00D60A57" w:rsidRDefault="00E36F6A" w:rsidP="00D60A57">
      <w:r w:rsidRPr="00F23192">
        <w:t>Une fois dehors</w:t>
      </w:r>
      <w:r w:rsidR="00D60A57">
        <w:t xml:space="preserve">, </w:t>
      </w:r>
      <w:r w:rsidRPr="00F23192">
        <w:t>il courut jusqu</w:t>
      </w:r>
      <w:r w:rsidR="00D60A57">
        <w:t>’</w:t>
      </w:r>
      <w:r w:rsidRPr="00F23192">
        <w:t>à la berge</w:t>
      </w:r>
      <w:r w:rsidR="00D60A57">
        <w:t xml:space="preserve"> ; </w:t>
      </w:r>
      <w:r w:rsidRPr="00F23192">
        <w:t>à l</w:t>
      </w:r>
      <w:r w:rsidR="00D60A57">
        <w:t>’</w:t>
      </w:r>
      <w:r w:rsidRPr="00F23192">
        <w:t>arrière de la gabarre</w:t>
      </w:r>
      <w:r w:rsidR="00D60A57">
        <w:t xml:space="preserve">, </w:t>
      </w:r>
      <w:r w:rsidRPr="00F23192">
        <w:t>un léger canot était amarré</w:t>
      </w:r>
      <w:r w:rsidR="00D60A57">
        <w:t xml:space="preserve">, </w:t>
      </w:r>
      <w:r w:rsidRPr="00F23192">
        <w:t>dans lequel il sauta</w:t>
      </w:r>
      <w:r w:rsidR="00D60A57">
        <w:t xml:space="preserve"> ; </w:t>
      </w:r>
      <w:r w:rsidRPr="00F23192">
        <w:t>puis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ayant détaché</w:t>
      </w:r>
      <w:r w:rsidR="00D60A57">
        <w:t xml:space="preserve">, </w:t>
      </w:r>
      <w:r w:rsidRPr="00F23192">
        <w:t>il s</w:t>
      </w:r>
      <w:r w:rsidR="00D60A57">
        <w:t>’</w:t>
      </w:r>
      <w:r w:rsidRPr="00F23192">
        <w:t>éloigna à grands coups d</w:t>
      </w:r>
      <w:r w:rsidR="00D60A57">
        <w:t>’</w:t>
      </w:r>
      <w:r w:rsidRPr="00F23192">
        <w:t>avirons</w:t>
      </w:r>
      <w:r w:rsidR="00D60A57">
        <w:t>.</w:t>
      </w:r>
    </w:p>
    <w:p w14:paraId="54197856" w14:textId="77777777" w:rsidR="00D60A57" w:rsidRDefault="00E36F6A" w:rsidP="00D60A57">
      <w:r w:rsidRPr="00F23192">
        <w:t>Quelques instants après</w:t>
      </w:r>
      <w:r w:rsidR="00D60A57">
        <w:t xml:space="preserve">, </w:t>
      </w:r>
      <w:r w:rsidRPr="00F23192">
        <w:t>il atteignait la rivière de Morlaix qui l</w:t>
      </w:r>
      <w:r w:rsidR="00D60A57">
        <w:t>’</w:t>
      </w:r>
      <w:r w:rsidRPr="00F23192">
        <w:t>amena rapidement</w:t>
      </w:r>
      <w:r w:rsidR="00D60A57">
        <w:t xml:space="preserve">, </w:t>
      </w:r>
      <w:r w:rsidRPr="00F23192">
        <w:t>poussé par la marée montante</w:t>
      </w:r>
      <w:r w:rsidR="00D60A57">
        <w:t xml:space="preserve">, </w:t>
      </w:r>
      <w:r w:rsidRPr="00F23192">
        <w:lastRenderedPageBreak/>
        <w:t>jusqu</w:t>
      </w:r>
      <w:r w:rsidR="00D60A57">
        <w:t>’</w:t>
      </w:r>
      <w:r w:rsidRPr="00F23192">
        <w:t>à une portée de mousquet de la ville</w:t>
      </w:r>
      <w:r w:rsidR="00D60A57">
        <w:t xml:space="preserve"> ; </w:t>
      </w:r>
      <w:r w:rsidRPr="00F23192">
        <w:t>là</w:t>
      </w:r>
      <w:r w:rsidR="00D60A57">
        <w:t xml:space="preserve">, </w:t>
      </w:r>
      <w:r w:rsidRPr="00F23192">
        <w:t>il aborda en un point où l</w:t>
      </w:r>
      <w:r w:rsidR="00D60A57">
        <w:t>’</w:t>
      </w:r>
      <w:r w:rsidRPr="00F23192">
        <w:t>eau n</w:t>
      </w:r>
      <w:r w:rsidR="00D60A57">
        <w:t>’</w:t>
      </w:r>
      <w:r w:rsidRPr="00F23192">
        <w:t>était séparée que par un étroit chemin de halage d</w:t>
      </w:r>
      <w:r w:rsidR="00D60A57">
        <w:t>’</w:t>
      </w:r>
      <w:r w:rsidRPr="00F23192">
        <w:t>un épais bois de chênes qui escaladait le flanc rocheux d</w:t>
      </w:r>
      <w:r w:rsidR="00D60A57">
        <w:t>’</w:t>
      </w:r>
      <w:r w:rsidRPr="00F23192">
        <w:t>une colline dont le sommet se couronnait de ruines</w:t>
      </w:r>
      <w:r w:rsidR="00D60A57">
        <w:t>.</w:t>
      </w:r>
    </w:p>
    <w:p w14:paraId="24E922F7" w14:textId="77777777" w:rsidR="00D60A57" w:rsidRDefault="00E36F6A" w:rsidP="00D60A57">
      <w:r w:rsidRPr="00F23192">
        <w:t>Laissant la barque</w:t>
      </w:r>
      <w:r w:rsidR="00D60A57">
        <w:t xml:space="preserve">, </w:t>
      </w:r>
      <w:r w:rsidRPr="00F23192">
        <w:t>masquée par les herbes qui garnissaient la berge</w:t>
      </w:r>
      <w:r w:rsidR="00D60A57">
        <w:t xml:space="preserve">, </w:t>
      </w:r>
      <w:r w:rsidRPr="00F23192">
        <w:t>le jeune homme s</w:t>
      </w:r>
      <w:r w:rsidR="00D60A57">
        <w:t>’</w:t>
      </w:r>
      <w:r w:rsidRPr="00F23192">
        <w:t>engagea dans un étroit sentier qui se coulait parmi les arbres et commença de grimper lentement vers le Sanglier</w:t>
      </w:r>
      <w:r w:rsidR="00D60A57">
        <w:t>.</w:t>
      </w:r>
    </w:p>
    <w:p w14:paraId="55FADE56" w14:textId="77777777" w:rsidR="00D60A57" w:rsidRDefault="00D60A57" w:rsidP="00D60A57">
      <w:r>
        <w:t> </w:t>
      </w:r>
    </w:p>
    <w:p w14:paraId="55FADE56" w14:textId="77777777" w:rsidR="00D60A57" w:rsidRDefault="00E36F6A" w:rsidP="00D60A57">
      <w:r w:rsidRPr="00F23192">
        <w:t xml:space="preserve">Maral </w:t>
      </w:r>
      <w:proofErr w:type="spellStart"/>
      <w:r w:rsidRPr="00F23192">
        <w:t>Krez</w:t>
      </w:r>
      <w:proofErr w:type="spellEnd"/>
      <w:r w:rsidRPr="00F23192">
        <w:t xml:space="preserve"> datait du </w:t>
      </w:r>
      <w:r w:rsidR="00D60A57" w:rsidRPr="00F23192">
        <w:t>XII</w:t>
      </w:r>
      <w:r w:rsidR="00D60A57" w:rsidRPr="00D60A57">
        <w:rPr>
          <w:vertAlign w:val="superscript"/>
        </w:rPr>
        <w:t>e</w:t>
      </w:r>
      <w:r w:rsidR="00D60A57">
        <w:t> siècle</w:t>
      </w:r>
      <w:r w:rsidRPr="00F23192">
        <w:t xml:space="preserve"> et avait été le fief de Jean de </w:t>
      </w:r>
      <w:proofErr w:type="spellStart"/>
      <w:r w:rsidRPr="00F23192">
        <w:t>Kreadec</w:t>
      </w:r>
      <w:proofErr w:type="spellEnd"/>
      <w:r w:rsidR="00D60A57">
        <w:t xml:space="preserve">, </w:t>
      </w:r>
      <w:r w:rsidRPr="00F23192">
        <w:t>dit le Sanglier de la mer</w:t>
      </w:r>
      <w:r w:rsidR="00D60A57">
        <w:t xml:space="preserve">, </w:t>
      </w:r>
      <w:r w:rsidRPr="00F23192">
        <w:t>dont le nom a été c</w:t>
      </w:r>
      <w:r w:rsidRPr="00F23192">
        <w:t>é</w:t>
      </w:r>
      <w:r w:rsidRPr="00F23192">
        <w:t>lébré par les historiens locaux comme celui du plus terrible co</w:t>
      </w:r>
      <w:r w:rsidRPr="00F23192">
        <w:t>r</w:t>
      </w:r>
      <w:r w:rsidRPr="00F23192">
        <w:t>saire qui eût couru la Manche et l</w:t>
      </w:r>
      <w:r w:rsidR="00D60A57">
        <w:t>’</w:t>
      </w:r>
      <w:r w:rsidRPr="00F23192">
        <w:t>Atlantique</w:t>
      </w:r>
      <w:r w:rsidR="00D60A57">
        <w:t>.</w:t>
      </w:r>
    </w:p>
    <w:p w14:paraId="21839537" w14:textId="77777777" w:rsidR="00D60A57" w:rsidRDefault="00E36F6A" w:rsidP="00D60A57">
      <w:r w:rsidRPr="00F23192">
        <w:t>On prétend même qu</w:t>
      </w:r>
      <w:r w:rsidR="00D60A57">
        <w:t>’</w:t>
      </w:r>
      <w:r w:rsidRPr="00F23192">
        <w:t>il ne se faisait pas faute</w:t>
      </w:r>
      <w:r w:rsidR="00D60A57">
        <w:t xml:space="preserve">, </w:t>
      </w:r>
      <w:r w:rsidRPr="00F23192">
        <w:t>quand la mer lui en laissait le loisir</w:t>
      </w:r>
      <w:r w:rsidR="00D60A57">
        <w:t xml:space="preserve">, </w:t>
      </w:r>
      <w:r w:rsidRPr="00F23192">
        <w:t>de pressurer quelque peu les gens de terre</w:t>
      </w:r>
      <w:r w:rsidR="00D60A57">
        <w:t>.</w:t>
      </w:r>
    </w:p>
    <w:p w14:paraId="2EAB5A59" w14:textId="77777777" w:rsidR="00D60A57" w:rsidRDefault="00E36F6A" w:rsidP="00D60A57">
      <w:r w:rsidRPr="00F23192">
        <w:t>De son inexpugnable retraite</w:t>
      </w:r>
      <w:r w:rsidR="00D60A57">
        <w:t xml:space="preserve">, </w:t>
      </w:r>
      <w:r w:rsidRPr="00F23192">
        <w:t>il fondait</w:t>
      </w:r>
      <w:r w:rsidR="00D60A57">
        <w:t xml:space="preserve"> – </w:t>
      </w:r>
      <w:r w:rsidRPr="00F23192">
        <w:t>comme un r</w:t>
      </w:r>
      <w:r w:rsidRPr="00F23192">
        <w:t>a</w:t>
      </w:r>
      <w:r w:rsidRPr="00F23192">
        <w:t>pace de son aire</w:t>
      </w:r>
      <w:r w:rsidR="00D60A57">
        <w:t xml:space="preserve"> – </w:t>
      </w:r>
      <w:r w:rsidRPr="00F23192">
        <w:t>sur les caravanes de marchands que lui s</w:t>
      </w:r>
      <w:r w:rsidRPr="00F23192">
        <w:t>i</w:t>
      </w:r>
      <w:r w:rsidRPr="00F23192">
        <w:t>gnalait un service d</w:t>
      </w:r>
      <w:r w:rsidR="00D60A57">
        <w:t>’</w:t>
      </w:r>
      <w:r w:rsidRPr="00F23192">
        <w:t>espionnage admirablement organisé</w:t>
      </w:r>
      <w:r w:rsidR="00D60A57">
        <w:t xml:space="preserve">, </w:t>
      </w:r>
      <w:r w:rsidRPr="00F23192">
        <w:t>puis il re</w:t>
      </w:r>
      <w:r w:rsidRPr="00F23192">
        <w:t>n</w:t>
      </w:r>
      <w:r w:rsidRPr="00F23192">
        <w:t>trait entasser dans les soubassements du château les marcha</w:t>
      </w:r>
      <w:r w:rsidRPr="00F23192">
        <w:t>n</w:t>
      </w:r>
      <w:r w:rsidRPr="00F23192">
        <w:t>dises dont il avait dépouillé les malheureux sans défense</w:t>
      </w:r>
      <w:r w:rsidR="00D60A57">
        <w:t>.</w:t>
      </w:r>
    </w:p>
    <w:p w14:paraId="21AFCF4C" w14:textId="77777777" w:rsidR="00D60A57" w:rsidRDefault="00E36F6A" w:rsidP="00D60A57">
      <w:r w:rsidRPr="00F23192">
        <w:t>Ce butin</w:t>
      </w:r>
      <w:r w:rsidR="00D60A57">
        <w:t xml:space="preserve">, </w:t>
      </w:r>
      <w:r w:rsidRPr="00F23192">
        <w:t>il le faisait ensuite vendre par des complices à lui qui s</w:t>
      </w:r>
      <w:r w:rsidR="00D60A57">
        <w:t>’</w:t>
      </w:r>
      <w:r w:rsidRPr="00F23192">
        <w:t>en allaient par la contrée l</w:t>
      </w:r>
      <w:r w:rsidR="00D60A57">
        <w:t>’</w:t>
      </w:r>
      <w:r w:rsidRPr="00F23192">
        <w:t>offrir sur les places de marché</w:t>
      </w:r>
      <w:r w:rsidR="00D60A57">
        <w:t xml:space="preserve"> ; </w:t>
      </w:r>
      <w:r w:rsidRPr="00F23192">
        <w:t>les acheteurs</w:t>
      </w:r>
      <w:r w:rsidR="00D60A57">
        <w:t xml:space="preserve">, </w:t>
      </w:r>
      <w:r w:rsidRPr="00F23192">
        <w:t>dont la plupart connaissaient l</w:t>
      </w:r>
      <w:r w:rsidR="00D60A57">
        <w:t>’</w:t>
      </w:r>
      <w:r w:rsidRPr="00F23192">
        <w:t>origine des ma</w:t>
      </w:r>
      <w:r w:rsidRPr="00F23192">
        <w:t>r</w:t>
      </w:r>
      <w:r w:rsidRPr="00F23192">
        <w:t>chandises</w:t>
      </w:r>
      <w:r w:rsidR="00D60A57">
        <w:t xml:space="preserve">, </w:t>
      </w:r>
      <w:r w:rsidRPr="00F23192">
        <w:t>n</w:t>
      </w:r>
      <w:r w:rsidR="00D60A57">
        <w:t>’</w:t>
      </w:r>
      <w:r w:rsidRPr="00F23192">
        <w:t>osaient se récuser</w:t>
      </w:r>
      <w:r w:rsidR="00D60A57">
        <w:t xml:space="preserve">, </w:t>
      </w:r>
      <w:r w:rsidRPr="00F23192">
        <w:t>sachant par expérience ce qu</w:t>
      </w:r>
      <w:r w:rsidR="00D60A57">
        <w:t>’</w:t>
      </w:r>
      <w:r w:rsidRPr="00F23192">
        <w:t>il en coûtait de faire montre d</w:t>
      </w:r>
      <w:r w:rsidR="00D60A57">
        <w:t>’</w:t>
      </w:r>
      <w:r w:rsidRPr="00F23192">
        <w:t>un scrupule exagéré</w:t>
      </w:r>
      <w:r w:rsidR="00D60A57">
        <w:t>.</w:t>
      </w:r>
    </w:p>
    <w:p w14:paraId="39DCD436" w14:textId="77777777" w:rsidR="00D60A57" w:rsidRDefault="00E36F6A" w:rsidP="00D60A57">
      <w:r w:rsidRPr="00F23192">
        <w:lastRenderedPageBreak/>
        <w:t>L</w:t>
      </w:r>
      <w:r w:rsidR="00D60A57">
        <w:t>’</w:t>
      </w:r>
      <w:r w:rsidRPr="00F23192">
        <w:t>incendie d</w:t>
      </w:r>
      <w:r w:rsidR="00D60A57">
        <w:t>’</w:t>
      </w:r>
      <w:r w:rsidRPr="00F23192">
        <w:t>un magasin</w:t>
      </w:r>
      <w:r w:rsidR="00D60A57">
        <w:t xml:space="preserve">, </w:t>
      </w:r>
      <w:r w:rsidRPr="00F23192">
        <w:t>la mort subite d</w:t>
      </w:r>
      <w:r w:rsidR="00D60A57">
        <w:t>’</w:t>
      </w:r>
      <w:r w:rsidRPr="00F23192">
        <w:t>animaux</w:t>
      </w:r>
      <w:r w:rsidR="00D60A57">
        <w:t xml:space="preserve">, </w:t>
      </w:r>
      <w:r w:rsidRPr="00F23192">
        <w:t>atte</w:t>
      </w:r>
      <w:r w:rsidRPr="00F23192">
        <w:t>s</w:t>
      </w:r>
      <w:r w:rsidRPr="00F23192">
        <w:t>taient la rancune du vendeur</w:t>
      </w:r>
      <w:r w:rsidR="00D60A57">
        <w:t xml:space="preserve"> ; </w:t>
      </w:r>
      <w:r w:rsidRPr="00F23192">
        <w:t>c</w:t>
      </w:r>
      <w:r w:rsidR="00D60A57">
        <w:t>’</w:t>
      </w:r>
      <w:r w:rsidRPr="00F23192">
        <w:t>était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ailleurs</w:t>
      </w:r>
      <w:r w:rsidR="00D60A57">
        <w:t xml:space="preserve">, </w:t>
      </w:r>
      <w:r w:rsidRPr="00F23192">
        <w:t>un de ces sini</w:t>
      </w:r>
      <w:r w:rsidRPr="00F23192">
        <w:t>s</w:t>
      </w:r>
      <w:r w:rsidRPr="00F23192">
        <w:t>trés qui avait mis fin à ce régime de déprédation</w:t>
      </w:r>
      <w:r w:rsidR="00D60A57">
        <w:t>.</w:t>
      </w:r>
    </w:p>
    <w:p w14:paraId="2FD0E1E7" w14:textId="77777777" w:rsidR="00D60A57" w:rsidRDefault="00E36F6A" w:rsidP="00D60A57">
      <w:r w:rsidRPr="00F23192">
        <w:t>Ruinée</w:t>
      </w:r>
      <w:r w:rsidR="00D60A57">
        <w:t xml:space="preserve">, </w:t>
      </w:r>
      <w:r w:rsidRPr="00F23192">
        <w:t>n</w:t>
      </w:r>
      <w:r w:rsidR="00D60A57">
        <w:t>’</w:t>
      </w:r>
      <w:r w:rsidRPr="00F23192">
        <w:t>ayant plus rien à perdre que la vie</w:t>
      </w:r>
      <w:r w:rsidR="00D60A57">
        <w:t xml:space="preserve">, – </w:t>
      </w:r>
      <w:r w:rsidRPr="00F23192">
        <w:t>à laquelle plus rien ne la rattachait</w:t>
      </w:r>
      <w:r w:rsidR="00D60A57">
        <w:t xml:space="preserve">, – </w:t>
      </w:r>
      <w:r w:rsidRPr="00F23192">
        <w:t>l</w:t>
      </w:r>
      <w:r w:rsidR="00D60A57">
        <w:t>’</w:t>
      </w:r>
      <w:r w:rsidRPr="00F23192">
        <w:t>une des victimes du Sanglier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accord avec la maréchaussée</w:t>
      </w:r>
      <w:r w:rsidR="00D60A57">
        <w:t xml:space="preserve">, </w:t>
      </w:r>
      <w:r w:rsidRPr="00F23192">
        <w:t>avait tendu un piège dans lequel le corsaire était tombé</w:t>
      </w:r>
      <w:r w:rsidR="00D60A57">
        <w:t>.</w:t>
      </w:r>
    </w:p>
    <w:p w14:paraId="24BD2458" w14:textId="77777777" w:rsidR="00D60A57" w:rsidRDefault="00E36F6A" w:rsidP="00D60A57">
      <w:r w:rsidRPr="00F23192">
        <w:t>Condamné à être pendu</w:t>
      </w:r>
      <w:r w:rsidR="00D60A57">
        <w:t xml:space="preserve">, </w:t>
      </w:r>
      <w:r w:rsidRPr="00F23192">
        <w:t>la potence avait été dressée au sommet du donjon dont la crête dominait d</w:t>
      </w:r>
      <w:r w:rsidR="00D60A57">
        <w:t>’</w:t>
      </w:r>
      <w:r w:rsidRPr="00F23192">
        <w:t>une quinzaine de pieds la plate-forme centrale</w:t>
      </w:r>
      <w:r w:rsidR="00D60A57">
        <w:t>.</w:t>
      </w:r>
    </w:p>
    <w:p w14:paraId="25A28730" w14:textId="77777777" w:rsidR="00D60A57" w:rsidRDefault="00E36F6A" w:rsidP="00D60A57">
      <w:r w:rsidRPr="00F23192">
        <w:t>Et le corps était demeuré là</w:t>
      </w:r>
      <w:r w:rsidR="00D60A57">
        <w:t xml:space="preserve">, </w:t>
      </w:r>
      <w:r w:rsidRPr="00F23192">
        <w:t>croché au gibet par une chaîne que le vent faisait grincer</w:t>
      </w:r>
      <w:r w:rsidR="00D60A57">
        <w:t xml:space="preserve">, </w:t>
      </w:r>
      <w:r w:rsidRPr="00F23192">
        <w:t>sinistre pâture pour les oiseaux de proie</w:t>
      </w:r>
      <w:r w:rsidR="00D60A57">
        <w:t xml:space="preserve">, </w:t>
      </w:r>
      <w:r w:rsidRPr="00F23192">
        <w:t>terrible enseignement pour les mauvais garçons</w:t>
      </w:r>
      <w:r w:rsidR="00D60A57">
        <w:t xml:space="preserve">, </w:t>
      </w:r>
      <w:r w:rsidRPr="00F23192">
        <w:t>enclins à marcher sur les traces du Sanglier</w:t>
      </w:r>
      <w:r w:rsidR="00D60A57">
        <w:t>.</w:t>
      </w:r>
    </w:p>
    <w:p w14:paraId="2C3D4B01" w14:textId="77777777" w:rsidR="00D60A57" w:rsidRDefault="00E36F6A" w:rsidP="00D60A57">
      <w:r w:rsidRPr="00F23192">
        <w:t>Et lorsque les becs des rapaces avaient déchiqueté les chairs corrompues par le soleil</w:t>
      </w:r>
      <w:r w:rsidR="00D60A57">
        <w:t xml:space="preserve">, </w:t>
      </w:r>
      <w:r w:rsidRPr="00F23192">
        <w:t>le squelette avait continué à se balancer dans le vide</w:t>
      </w:r>
      <w:r w:rsidR="00D60A57">
        <w:t xml:space="preserve">, </w:t>
      </w:r>
      <w:r w:rsidRPr="00F23192">
        <w:t>tout blanc</w:t>
      </w:r>
      <w:r w:rsidR="00D60A57">
        <w:t xml:space="preserve">, </w:t>
      </w:r>
      <w:r w:rsidRPr="00F23192">
        <w:t>ses os cliquetant au moindre souffle de la brise</w:t>
      </w:r>
      <w:r w:rsidR="00D60A57">
        <w:t>…</w:t>
      </w:r>
    </w:p>
    <w:p w14:paraId="4BA61E15" w14:textId="77777777" w:rsidR="00D60A57" w:rsidRDefault="00E36F6A" w:rsidP="00D60A57">
      <w:r w:rsidRPr="00F23192">
        <w:t>Puis l</w:t>
      </w:r>
      <w:r w:rsidR="00D60A57">
        <w:t>’</w:t>
      </w:r>
      <w:r w:rsidRPr="00F23192">
        <w:t>ossature même du corsaire s</w:t>
      </w:r>
      <w:r w:rsidR="00D60A57">
        <w:t>’</w:t>
      </w:r>
      <w:r w:rsidRPr="00F23192">
        <w:t>était dissociée pour ne laisser</w:t>
      </w:r>
      <w:r w:rsidR="00D60A57">
        <w:t xml:space="preserve">, </w:t>
      </w:r>
      <w:r w:rsidRPr="00F23192">
        <w:t>au bout de la chaîne</w:t>
      </w:r>
      <w:r w:rsidR="00D60A57">
        <w:t xml:space="preserve">, </w:t>
      </w:r>
      <w:r w:rsidRPr="00F23192">
        <w:t>que le crâne solidement croché par la nuque et qui</w:t>
      </w:r>
      <w:r w:rsidR="00D60A57">
        <w:t xml:space="preserve">, </w:t>
      </w:r>
      <w:r w:rsidRPr="00F23192">
        <w:t>vu d</w:t>
      </w:r>
      <w:r w:rsidR="00D60A57">
        <w:t>’</w:t>
      </w:r>
      <w:r w:rsidRPr="00F23192">
        <w:t>en bas</w:t>
      </w:r>
      <w:r w:rsidR="00D60A57">
        <w:t xml:space="preserve">, </w:t>
      </w:r>
      <w:r w:rsidRPr="00F23192">
        <w:t>donnait l</w:t>
      </w:r>
      <w:r w:rsidR="00D60A57">
        <w:t>’</w:t>
      </w:r>
      <w:r w:rsidRPr="00F23192">
        <w:t>impression d</w:t>
      </w:r>
      <w:r w:rsidR="00D60A57">
        <w:t>’</w:t>
      </w:r>
      <w:r w:rsidRPr="00F23192">
        <w:t>un b</w:t>
      </w:r>
      <w:r w:rsidRPr="00F23192">
        <w:t>a</w:t>
      </w:r>
      <w:r w:rsidRPr="00F23192">
        <w:t>lancier zigzaguant au gré du vent</w:t>
      </w:r>
      <w:r w:rsidR="00D60A57">
        <w:t>.</w:t>
      </w:r>
    </w:p>
    <w:p w14:paraId="3D5027C3" w14:textId="77777777" w:rsidR="00D60A57" w:rsidRDefault="00E36F6A" w:rsidP="00D60A57">
      <w:r w:rsidRPr="00F23192">
        <w:t>La nuit</w:t>
      </w:r>
      <w:r w:rsidR="00D60A57">
        <w:t xml:space="preserve">, </w:t>
      </w:r>
      <w:r w:rsidRPr="00F23192">
        <w:t>quand la lune l</w:t>
      </w:r>
      <w:r w:rsidR="00D60A57">
        <w:t>’</w:t>
      </w:r>
      <w:r w:rsidRPr="00F23192">
        <w:t>éclairait</w:t>
      </w:r>
      <w:r w:rsidR="00D60A57">
        <w:t xml:space="preserve">, </w:t>
      </w:r>
      <w:r w:rsidRPr="00F23192">
        <w:t>cela faisait un impre</w:t>
      </w:r>
      <w:r w:rsidRPr="00F23192">
        <w:t>s</w:t>
      </w:r>
      <w:r w:rsidRPr="00F23192">
        <w:t>sionnant effet</w:t>
      </w:r>
      <w:r w:rsidR="00D60A57">
        <w:t xml:space="preserve">, </w:t>
      </w:r>
      <w:r w:rsidRPr="00F23192">
        <w:t>même sur les gens d</w:t>
      </w:r>
      <w:r w:rsidR="00D60A57">
        <w:t>’</w:t>
      </w:r>
      <w:r w:rsidRPr="00F23192">
        <w:t>âme forte</w:t>
      </w:r>
      <w:r w:rsidR="00D60A57">
        <w:t xml:space="preserve">, </w:t>
      </w:r>
      <w:r w:rsidRPr="00F23192">
        <w:t>exempts de toute superstition</w:t>
      </w:r>
      <w:r w:rsidR="00D60A57">
        <w:t xml:space="preserve">. </w:t>
      </w:r>
      <w:r w:rsidRPr="00F23192">
        <w:t>Et</w:t>
      </w:r>
      <w:r w:rsidR="00D60A57">
        <w:t xml:space="preserve">, </w:t>
      </w:r>
      <w:r w:rsidRPr="00F23192">
        <w:t>depuis lors</w:t>
      </w:r>
      <w:r w:rsidR="00D60A57">
        <w:t xml:space="preserve">, </w:t>
      </w:r>
      <w:r w:rsidRPr="00F23192">
        <w:t>le manoir du Sanglier avait été pr</w:t>
      </w:r>
      <w:r w:rsidRPr="00F23192">
        <w:t>o</w:t>
      </w:r>
      <w:r w:rsidRPr="00F23192">
        <w:t>tégé par cette sinistre épave d</w:t>
      </w:r>
      <w:r w:rsidR="00D60A57">
        <w:t>’</w:t>
      </w:r>
      <w:r w:rsidRPr="00F23192">
        <w:t>un passé déjà lointain</w:t>
      </w:r>
      <w:r w:rsidR="00D60A57">
        <w:t xml:space="preserve">, </w:t>
      </w:r>
      <w:r w:rsidRPr="00F23192">
        <w:t>contre la cupidité des héritiers du Corsaire</w:t>
      </w:r>
      <w:r w:rsidR="00D60A57">
        <w:t xml:space="preserve">, </w:t>
      </w:r>
      <w:r w:rsidRPr="00F23192">
        <w:t>désireux d</w:t>
      </w:r>
      <w:r w:rsidR="00D60A57">
        <w:t>’</w:t>
      </w:r>
      <w:r w:rsidRPr="00F23192">
        <w:t>explorer les so</w:t>
      </w:r>
      <w:r w:rsidRPr="00F23192">
        <w:t>u</w:t>
      </w:r>
      <w:r w:rsidRPr="00F23192">
        <w:t>terrains du château où devait se trouver entassé le produit de ses rapines</w:t>
      </w:r>
      <w:r w:rsidR="00D60A57">
        <w:t>.</w:t>
      </w:r>
    </w:p>
    <w:p w14:paraId="2389FA3A" w14:textId="77777777" w:rsidR="00D60A57" w:rsidRDefault="00E36F6A" w:rsidP="00D60A57">
      <w:r w:rsidRPr="00F23192">
        <w:lastRenderedPageBreak/>
        <w:t>Toutes les tentatives faites dans ce genre avaient échoué</w:t>
      </w:r>
      <w:r w:rsidR="00D60A57">
        <w:t xml:space="preserve">, </w:t>
      </w:r>
      <w:r w:rsidRPr="00F23192">
        <w:t>la terreur arrêtant sur le seuil les gens trop curieux</w:t>
      </w:r>
      <w:r w:rsidR="00D60A57">
        <w:t>.</w:t>
      </w:r>
    </w:p>
    <w:p w14:paraId="6D71FED1" w14:textId="77777777" w:rsidR="00D60A57" w:rsidRDefault="00E36F6A" w:rsidP="00D60A57">
      <w:r w:rsidRPr="00F23192">
        <w:t>Puis</w:t>
      </w:r>
      <w:r w:rsidR="00D60A57">
        <w:t xml:space="preserve">, </w:t>
      </w:r>
      <w:r w:rsidRPr="00F23192">
        <w:t>vers le milieu du siècle</w:t>
      </w:r>
      <w:r w:rsidR="00D60A57">
        <w:t xml:space="preserve">, </w:t>
      </w:r>
      <w:r w:rsidRPr="00F23192">
        <w:t>le château avait été mis en vente par le dernier héritier du Sanglier et avait été acquis</w:t>
      </w:r>
      <w:r w:rsidR="00D60A57">
        <w:t xml:space="preserve">, </w:t>
      </w:r>
      <w:r w:rsidRPr="00F23192">
        <w:t>pour une somme dérisoire</w:t>
      </w:r>
      <w:r w:rsidR="00D60A57">
        <w:t xml:space="preserve">, </w:t>
      </w:r>
      <w:r w:rsidRPr="00F23192">
        <w:t xml:space="preserve">par un sieur des </w:t>
      </w:r>
      <w:proofErr w:type="spellStart"/>
      <w:r w:rsidRPr="00F23192">
        <w:t>Blaittières</w:t>
      </w:r>
      <w:proofErr w:type="spellEnd"/>
      <w:r w:rsidR="00D60A57">
        <w:t xml:space="preserve">, </w:t>
      </w:r>
      <w:r w:rsidRPr="00F23192">
        <w:t>originaire du sud de la France</w:t>
      </w:r>
      <w:r w:rsidR="00D60A57">
        <w:t xml:space="preserve">, </w:t>
      </w:r>
      <w:r w:rsidRPr="00F23192">
        <w:t>qui était venu s</w:t>
      </w:r>
      <w:r w:rsidR="00D60A57">
        <w:t>’</w:t>
      </w:r>
      <w:r w:rsidRPr="00F23192">
        <w:t>y installer</w:t>
      </w:r>
      <w:r w:rsidR="00D60A57">
        <w:t xml:space="preserve">, </w:t>
      </w:r>
      <w:r w:rsidRPr="00F23192">
        <w:t>après avoir fait e</w:t>
      </w:r>
      <w:r w:rsidRPr="00F23192">
        <w:t>f</w:t>
      </w:r>
      <w:r w:rsidRPr="00F23192">
        <w:t>fectuer</w:t>
      </w:r>
      <w:r w:rsidR="00D60A57">
        <w:t xml:space="preserve">, </w:t>
      </w:r>
      <w:r w:rsidRPr="00F23192">
        <w:t>sous sa direction</w:t>
      </w:r>
      <w:r w:rsidR="00D60A57">
        <w:t xml:space="preserve">, </w:t>
      </w:r>
      <w:r w:rsidRPr="00F23192">
        <w:t>certaines réparations indispensables</w:t>
      </w:r>
      <w:r w:rsidR="00D60A57">
        <w:t>.</w:t>
      </w:r>
    </w:p>
    <w:p w14:paraId="258690F2" w14:textId="77777777" w:rsidR="00D60A57" w:rsidRDefault="00E36F6A" w:rsidP="00D60A57">
      <w:r w:rsidRPr="00F23192">
        <w:t>Bien entendu</w:t>
      </w:r>
      <w:r w:rsidR="00D60A57">
        <w:t xml:space="preserve">, </w:t>
      </w:r>
      <w:r w:rsidRPr="00F23192">
        <w:t>il s</w:t>
      </w:r>
      <w:r w:rsidR="00D60A57">
        <w:t>’</w:t>
      </w:r>
      <w:r w:rsidRPr="00F23192">
        <w:t>était livré</w:t>
      </w:r>
      <w:r w:rsidR="00D60A57">
        <w:t xml:space="preserve">, </w:t>
      </w:r>
      <w:r w:rsidRPr="00F23192">
        <w:t>lui aussi</w:t>
      </w:r>
      <w:r w:rsidR="00D60A57">
        <w:t xml:space="preserve">, </w:t>
      </w:r>
      <w:r w:rsidRPr="00F23192">
        <w:t>à des recherches dans les légendaires souterrains qui</w:t>
      </w:r>
      <w:r w:rsidR="00D60A57">
        <w:t xml:space="preserve">, </w:t>
      </w:r>
      <w:r w:rsidRPr="00F23192">
        <w:t>certainement</w:t>
      </w:r>
      <w:r w:rsidR="00D60A57">
        <w:t xml:space="preserve">, </w:t>
      </w:r>
      <w:r w:rsidRPr="00F23192">
        <w:t>avaient été la cause principale</w:t>
      </w:r>
      <w:r w:rsidR="00D60A57">
        <w:t xml:space="preserve">, </w:t>
      </w:r>
      <w:r w:rsidRPr="00F23192">
        <w:t>essentielle même de son acquisition</w:t>
      </w:r>
      <w:r w:rsidR="00D60A57">
        <w:t xml:space="preserve">, </w:t>
      </w:r>
      <w:r w:rsidRPr="00F23192">
        <w:t>le</w:t>
      </w:r>
      <w:r w:rsidRPr="00F23192">
        <w:t>s</w:t>
      </w:r>
      <w:r w:rsidRPr="00F23192">
        <w:t>quelles recherches étaient demeurées infructueuses</w:t>
      </w:r>
      <w:r w:rsidR="00D60A57">
        <w:t xml:space="preserve"> ; </w:t>
      </w:r>
      <w:r w:rsidRPr="00F23192">
        <w:t>le chât</w:t>
      </w:r>
      <w:r w:rsidRPr="00F23192">
        <w:t>e</w:t>
      </w:r>
      <w:r w:rsidRPr="00F23192">
        <w:t>lain</w:t>
      </w:r>
      <w:r w:rsidR="00D60A57">
        <w:t xml:space="preserve">, </w:t>
      </w:r>
      <w:r w:rsidRPr="00F23192">
        <w:t>alors désintéressé de son domaine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avait finalement abandonné</w:t>
      </w:r>
      <w:r w:rsidR="00D60A57">
        <w:t xml:space="preserve">, </w:t>
      </w:r>
      <w:r w:rsidRPr="00F23192">
        <w:t>le laissant sous la survei</w:t>
      </w:r>
      <w:r w:rsidRPr="00F23192">
        <w:t>l</w:t>
      </w:r>
      <w:r w:rsidRPr="00F23192">
        <w:t>lance d</w:t>
      </w:r>
      <w:r w:rsidR="00D60A57">
        <w:t>’</w:t>
      </w:r>
      <w:r w:rsidRPr="00F23192">
        <w:t>un homme à lui</w:t>
      </w:r>
      <w:r w:rsidR="00D60A57">
        <w:t xml:space="preserve">, </w:t>
      </w:r>
      <w:r w:rsidRPr="00F23192">
        <w:t>mi-intendant</w:t>
      </w:r>
      <w:r w:rsidR="00D60A57">
        <w:t xml:space="preserve">, </w:t>
      </w:r>
      <w:r w:rsidRPr="00F23192">
        <w:t>mi-jardinier</w:t>
      </w:r>
      <w:r w:rsidR="00D60A57">
        <w:t xml:space="preserve">, </w:t>
      </w:r>
      <w:r w:rsidRPr="00F23192">
        <w:t>un nommé Hervé</w:t>
      </w:r>
      <w:r w:rsidR="00D60A57">
        <w:t xml:space="preserve">, </w:t>
      </w:r>
      <w:r w:rsidRPr="00F23192">
        <w:t>originaire d</w:t>
      </w:r>
      <w:r w:rsidR="00D60A57">
        <w:t>’</w:t>
      </w:r>
      <w:r w:rsidRPr="00F23192">
        <w:t>Alsace</w:t>
      </w:r>
      <w:r w:rsidR="00D60A57">
        <w:t xml:space="preserve">, </w:t>
      </w:r>
      <w:r w:rsidRPr="00F23192">
        <w:t>avait-il dit</w:t>
      </w:r>
      <w:r w:rsidR="00D60A57">
        <w:t>.</w:t>
      </w:r>
    </w:p>
    <w:p w14:paraId="040D04E3" w14:textId="77777777" w:rsidR="00D60A57" w:rsidRDefault="00E36F6A" w:rsidP="00D60A57">
      <w:r w:rsidRPr="00F23192">
        <w:t>Hervé vivait là</w:t>
      </w:r>
      <w:r w:rsidR="00D60A57">
        <w:t xml:space="preserve">, </w:t>
      </w:r>
      <w:r w:rsidRPr="00F23192">
        <w:t>seul</w:t>
      </w:r>
      <w:r w:rsidR="00D60A57">
        <w:t xml:space="preserve">, </w:t>
      </w:r>
      <w:r w:rsidRPr="00F23192">
        <w:t>comme un hibou</w:t>
      </w:r>
      <w:r w:rsidR="00D60A57">
        <w:t xml:space="preserve">, </w:t>
      </w:r>
      <w:r w:rsidRPr="00F23192">
        <w:t>déclaraient les gens du pays</w:t>
      </w:r>
      <w:r w:rsidR="00D60A57">
        <w:t xml:space="preserve">, </w:t>
      </w:r>
      <w:r w:rsidRPr="00F23192">
        <w:t>n</w:t>
      </w:r>
      <w:r w:rsidR="00D60A57">
        <w:t>’</w:t>
      </w:r>
      <w:r w:rsidRPr="00F23192">
        <w:t>ayant avec ceux-ci que des rapports strictement n</w:t>
      </w:r>
      <w:r w:rsidRPr="00F23192">
        <w:t>é</w:t>
      </w:r>
      <w:r w:rsidRPr="00F23192">
        <w:t>cessaires à son existence matérielle et limités à l</w:t>
      </w:r>
      <w:r w:rsidR="00D60A57">
        <w:t>’</w:t>
      </w:r>
      <w:r w:rsidRPr="00F23192">
        <w:t>achat du lait</w:t>
      </w:r>
      <w:r w:rsidR="00D60A57">
        <w:t xml:space="preserve">, </w:t>
      </w:r>
      <w:r w:rsidRPr="00F23192">
        <w:t>de viande et de pain</w:t>
      </w:r>
      <w:r w:rsidR="00D60A57">
        <w:t xml:space="preserve">, </w:t>
      </w:r>
      <w:r w:rsidRPr="00F23192">
        <w:t>les légumes étant récoltés sur un terrain d</w:t>
      </w:r>
      <w:r w:rsidRPr="00F23192">
        <w:t>é</w:t>
      </w:r>
      <w:r w:rsidRPr="00F23192">
        <w:t>pendant du château et cultivé par lui-même</w:t>
      </w:r>
      <w:r w:rsidR="00D60A57">
        <w:t>.</w:t>
      </w:r>
    </w:p>
    <w:p w14:paraId="2EC20245" w14:textId="77777777" w:rsidR="00D60A57" w:rsidRDefault="00E36F6A" w:rsidP="00D60A57">
      <w:r w:rsidRPr="00F23192">
        <w:t>Sans relation dans le voisinage</w:t>
      </w:r>
      <w:r w:rsidR="00D60A57">
        <w:t xml:space="preserve">, </w:t>
      </w:r>
      <w:r w:rsidRPr="00F23192">
        <w:t>il ne recevait jamais de vis</w:t>
      </w:r>
      <w:r w:rsidRPr="00F23192">
        <w:t>i</w:t>
      </w:r>
      <w:r w:rsidRPr="00F23192">
        <w:t>teurs</w:t>
      </w:r>
      <w:r w:rsidR="00D60A57">
        <w:t xml:space="preserve">, </w:t>
      </w:r>
      <w:r w:rsidRPr="00F23192">
        <w:t>à l</w:t>
      </w:r>
      <w:r w:rsidR="00D60A57">
        <w:t>’</w:t>
      </w:r>
      <w:r w:rsidRPr="00F23192">
        <w:t>exception de son maître</w:t>
      </w:r>
      <w:r w:rsidR="00D60A57">
        <w:t xml:space="preserve"> ; </w:t>
      </w:r>
      <w:r w:rsidRPr="00F23192">
        <w:t>celui-ci établi sur la côte dans une ancienne ferme qu</w:t>
      </w:r>
      <w:r w:rsidR="00D60A57">
        <w:t>’</w:t>
      </w:r>
      <w:r w:rsidRPr="00F23192">
        <w:t>il avait fait aménager à son usage</w:t>
      </w:r>
      <w:r w:rsidR="00D60A57">
        <w:t xml:space="preserve">, </w:t>
      </w:r>
      <w:r w:rsidRPr="00F23192">
        <w:t>venait de temps à autre</w:t>
      </w:r>
      <w:r w:rsidR="00D60A57">
        <w:t xml:space="preserve">, </w:t>
      </w:r>
      <w:r w:rsidRPr="00F23192">
        <w:t>voir son régisseur</w:t>
      </w:r>
      <w:r w:rsidR="00D60A57">
        <w:t xml:space="preserve">, </w:t>
      </w:r>
      <w:r w:rsidRPr="00F23192">
        <w:t>qui l</w:t>
      </w:r>
      <w:r w:rsidR="00D60A57">
        <w:t>’</w:t>
      </w:r>
      <w:r w:rsidRPr="00F23192">
        <w:t>approvisionnait de légumes et de fruits</w:t>
      </w:r>
      <w:r w:rsidR="00D60A57">
        <w:t xml:space="preserve">, </w:t>
      </w:r>
      <w:r w:rsidRPr="00F23192">
        <w:t xml:space="preserve">son domaine de </w:t>
      </w:r>
      <w:proofErr w:type="spellStart"/>
      <w:r w:rsidRPr="00F23192">
        <w:t>Roach</w:t>
      </w:r>
      <w:r w:rsidR="00D60A57">
        <w:t>’</w:t>
      </w:r>
      <w:r w:rsidRPr="00F23192">
        <w:t>ster</w:t>
      </w:r>
      <w:proofErr w:type="spellEnd"/>
      <w:r w:rsidR="00D60A57">
        <w:t xml:space="preserve">, </w:t>
      </w:r>
      <w:r w:rsidRPr="00F23192">
        <w:t>ne compo</w:t>
      </w:r>
      <w:r w:rsidRPr="00F23192">
        <w:t>r</w:t>
      </w:r>
      <w:r w:rsidRPr="00F23192">
        <w:t>tant que des roches contre lesquelles le flot venait se briser</w:t>
      </w:r>
      <w:r w:rsidR="00D60A57">
        <w:t xml:space="preserve">, </w:t>
      </w:r>
      <w:r w:rsidRPr="00F23192">
        <w:t>to</w:t>
      </w:r>
      <w:r w:rsidRPr="00F23192">
        <w:t>u</w:t>
      </w:r>
      <w:r w:rsidRPr="00F23192">
        <w:t>jours hostile</w:t>
      </w:r>
      <w:r w:rsidR="00D60A57">
        <w:t xml:space="preserve">, </w:t>
      </w:r>
      <w:r w:rsidRPr="00F23192">
        <w:t>même par temps calme</w:t>
      </w:r>
      <w:r w:rsidR="00D60A57">
        <w:t>.</w:t>
      </w:r>
    </w:p>
    <w:p w14:paraId="5175E6E1" w14:textId="77777777" w:rsidR="00D60A57" w:rsidRDefault="00E36F6A" w:rsidP="00D60A57">
      <w:r w:rsidRPr="00F23192">
        <w:t>Parfois</w:t>
      </w:r>
      <w:r w:rsidR="00D60A57">
        <w:t xml:space="preserve">, </w:t>
      </w:r>
      <w:r w:rsidRPr="00F23192">
        <w:t>il était accompagné de son fils</w:t>
      </w:r>
      <w:r w:rsidR="00D60A57">
        <w:t xml:space="preserve">, </w:t>
      </w:r>
      <w:r w:rsidRPr="00F23192">
        <w:t>grand et beau ga</w:t>
      </w:r>
      <w:r w:rsidRPr="00F23192">
        <w:t>r</w:t>
      </w:r>
      <w:r w:rsidRPr="00F23192">
        <w:t>çon d</w:t>
      </w:r>
      <w:r w:rsidR="00D60A57">
        <w:t>’</w:t>
      </w:r>
      <w:r w:rsidRPr="00F23192">
        <w:t>une vingtaine d</w:t>
      </w:r>
      <w:r w:rsidR="00D60A57">
        <w:t>’</w:t>
      </w:r>
      <w:r w:rsidRPr="00F23192">
        <w:t>années</w:t>
      </w:r>
      <w:r w:rsidR="00D60A57">
        <w:t xml:space="preserve"> ; </w:t>
      </w:r>
      <w:r w:rsidRPr="00F23192">
        <w:t xml:space="preserve">une forte chevelure noire </w:t>
      </w:r>
      <w:r w:rsidRPr="00F23192">
        <w:lastRenderedPageBreak/>
        <w:t>enc</w:t>
      </w:r>
      <w:r w:rsidRPr="00F23192">
        <w:t>a</w:t>
      </w:r>
      <w:r w:rsidRPr="00F23192">
        <w:t>drait d</w:t>
      </w:r>
      <w:r w:rsidR="00D60A57">
        <w:t>’</w:t>
      </w:r>
      <w:r w:rsidRPr="00F23192">
        <w:t>une masse sombre son front</w:t>
      </w:r>
      <w:r w:rsidR="00D60A57">
        <w:t xml:space="preserve">, </w:t>
      </w:r>
      <w:r w:rsidRPr="00F23192">
        <w:t>poli et d</w:t>
      </w:r>
      <w:r w:rsidR="00D60A57">
        <w:t>’</w:t>
      </w:r>
      <w:r w:rsidRPr="00F23192">
        <w:t>un blanc mat</w:t>
      </w:r>
      <w:r w:rsidR="00D60A57">
        <w:t xml:space="preserve">, </w:t>
      </w:r>
      <w:r w:rsidRPr="00F23192">
        <w:t>comme le reste le visage ovale au menton volontaire et aux l</w:t>
      </w:r>
      <w:r w:rsidRPr="00F23192">
        <w:t>è</w:t>
      </w:r>
      <w:r w:rsidRPr="00F23192">
        <w:t>vres de dessin impérieux</w:t>
      </w:r>
      <w:r w:rsidR="00D60A57">
        <w:t>.</w:t>
      </w:r>
    </w:p>
    <w:p w14:paraId="028B190F" w14:textId="77777777" w:rsidR="00D60A57" w:rsidRDefault="00E36F6A" w:rsidP="00D60A57">
      <w:r w:rsidRPr="00F23192">
        <w:t>Rarement souriante</w:t>
      </w:r>
      <w:r w:rsidR="00D60A57">
        <w:t xml:space="preserve">, </w:t>
      </w:r>
      <w:r w:rsidRPr="00F23192">
        <w:t>sa bouche était naturellement grave</w:t>
      </w:r>
      <w:r w:rsidR="00D60A57">
        <w:t xml:space="preserve">, </w:t>
      </w:r>
      <w:r w:rsidRPr="00F23192">
        <w:t>peut-être même triste</w:t>
      </w:r>
      <w:r w:rsidR="00D60A57">
        <w:t xml:space="preserve"> ; </w:t>
      </w:r>
      <w:r w:rsidRPr="00F23192">
        <w:t>le nez était droit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une ligne pure</w:t>
      </w:r>
      <w:r w:rsidR="00D60A57">
        <w:t xml:space="preserve">, </w:t>
      </w:r>
      <w:r w:rsidRPr="00F23192">
        <w:t>avec des narines d</w:t>
      </w:r>
      <w:r w:rsidR="00D60A57">
        <w:t>’</w:t>
      </w:r>
      <w:r w:rsidRPr="00F23192">
        <w:t>une mobilité extrême qui trahissait les impre</w:t>
      </w:r>
      <w:r w:rsidRPr="00F23192">
        <w:t>s</w:t>
      </w:r>
      <w:r w:rsidRPr="00F23192">
        <w:t>sions par lesquelles passait le jeune homme avec une rapidité surprenante</w:t>
      </w:r>
      <w:r w:rsidR="00D60A57">
        <w:t xml:space="preserve">, </w:t>
      </w:r>
      <w:r w:rsidRPr="00F23192">
        <w:t>ce qui décelait une nervosité exceptionnelle</w:t>
      </w:r>
      <w:r w:rsidR="00D60A57">
        <w:t>.</w:t>
      </w:r>
    </w:p>
    <w:p w14:paraId="7CFCBA60" w14:textId="77777777" w:rsidR="00D60A57" w:rsidRDefault="00E36F6A" w:rsidP="00D60A57">
      <w:r w:rsidRPr="00F23192">
        <w:t xml:space="preserve">René des </w:t>
      </w:r>
      <w:proofErr w:type="spellStart"/>
      <w:r w:rsidRPr="00F23192">
        <w:t>Blaittières</w:t>
      </w:r>
      <w:proofErr w:type="spellEnd"/>
      <w:r w:rsidRPr="00F23192">
        <w:t xml:space="preserve"> se révélait écuyer consommé</w:t>
      </w:r>
      <w:r w:rsidR="00D60A57">
        <w:t xml:space="preserve">, </w:t>
      </w:r>
      <w:r w:rsidRPr="00F23192">
        <w:t>montant avec une dextérité remarquable une jument alezan de grande beauté</w:t>
      </w:r>
      <w:r w:rsidR="00D60A57">
        <w:t xml:space="preserve"> ; </w:t>
      </w:r>
      <w:r w:rsidRPr="00F23192">
        <w:t>mais de caractère difficile</w:t>
      </w:r>
      <w:r w:rsidR="00D60A57">
        <w:t xml:space="preserve">, </w:t>
      </w:r>
      <w:r w:rsidRPr="00F23192">
        <w:t>si l</w:t>
      </w:r>
      <w:r w:rsidR="00D60A57">
        <w:t>’</w:t>
      </w:r>
      <w:r w:rsidRPr="00F23192">
        <w:t>on en jugeait par certa</w:t>
      </w:r>
      <w:r w:rsidRPr="00F23192">
        <w:t>i</w:t>
      </w:r>
      <w:r w:rsidRPr="00F23192">
        <w:t>nes révoltes que son maître devait dompter</w:t>
      </w:r>
      <w:r w:rsidR="00D60A57">
        <w:t xml:space="preserve">, </w:t>
      </w:r>
      <w:r w:rsidRPr="00F23192">
        <w:t>avec autant de fe</w:t>
      </w:r>
      <w:r w:rsidRPr="00F23192">
        <w:t>r</w:t>
      </w:r>
      <w:r w:rsidRPr="00F23192">
        <w:t>meté que de souplesse</w:t>
      </w:r>
      <w:r w:rsidR="00D60A57">
        <w:t>.</w:t>
      </w:r>
    </w:p>
    <w:p w14:paraId="01A2FB88" w14:textId="77777777" w:rsidR="00D60A57" w:rsidRDefault="00E36F6A" w:rsidP="00D60A57">
      <w:r w:rsidRPr="00F23192">
        <w:t>Le plus souvent</w:t>
      </w:r>
      <w:r w:rsidR="00D60A57">
        <w:t xml:space="preserve">, </w:t>
      </w:r>
      <w:r w:rsidRPr="00F23192">
        <w:t>le jeune homme accompagnait à cheval son père qui</w:t>
      </w:r>
      <w:r w:rsidR="00D60A57">
        <w:t xml:space="preserve">, </w:t>
      </w:r>
      <w:r w:rsidRPr="00F23192">
        <w:t>lui</w:t>
      </w:r>
      <w:r w:rsidR="00D60A57">
        <w:t xml:space="preserve">, </w:t>
      </w:r>
      <w:r w:rsidRPr="00F23192">
        <w:t>venait dans une mauvaise carriole</w:t>
      </w:r>
      <w:r w:rsidR="00D60A57">
        <w:t xml:space="preserve">, </w:t>
      </w:r>
      <w:r w:rsidRPr="00F23192">
        <w:t>tirée par un bidet du pays de médiocre allure</w:t>
      </w:r>
      <w:r w:rsidR="00D60A57">
        <w:t xml:space="preserve">, </w:t>
      </w:r>
      <w:r w:rsidRPr="00F23192">
        <w:t>mais duquel il se déclarait fort satisfait</w:t>
      </w:r>
      <w:r w:rsidR="00D60A57">
        <w:t>.</w:t>
      </w:r>
    </w:p>
    <w:p w14:paraId="418D99F9" w14:textId="77777777" w:rsidR="00D60A57" w:rsidRDefault="00E36F6A" w:rsidP="00D60A57">
      <w:r w:rsidRPr="00F23192">
        <w:t>Ni le père</w:t>
      </w:r>
      <w:r w:rsidR="00D60A57">
        <w:t xml:space="preserve">, </w:t>
      </w:r>
      <w:r w:rsidRPr="00F23192">
        <w:t>ni le fils ne fréquentaient personne</w:t>
      </w:r>
      <w:r w:rsidR="00D60A57">
        <w:t xml:space="preserve"> ; </w:t>
      </w:r>
      <w:r w:rsidRPr="00F23192">
        <w:t>quand ils faisaient un séjour au donjon</w:t>
      </w:r>
      <w:r w:rsidR="00D60A57">
        <w:t xml:space="preserve">, </w:t>
      </w:r>
      <w:r w:rsidRPr="00F23192">
        <w:t>séjour toujours court d</w:t>
      </w:r>
      <w:r w:rsidR="00D60A57">
        <w:t>’</w:t>
      </w:r>
      <w:r w:rsidRPr="00F23192">
        <w:t>ailleurs</w:t>
      </w:r>
      <w:r w:rsidR="00D60A57">
        <w:t xml:space="preserve">, </w:t>
      </w:r>
      <w:r w:rsidRPr="00F23192">
        <w:t>c</w:t>
      </w:r>
      <w:r w:rsidR="00D60A57">
        <w:t>’</w:t>
      </w:r>
      <w:r w:rsidRPr="00F23192">
        <w:t>était par l</w:t>
      </w:r>
      <w:r w:rsidR="00D60A57">
        <w:t>’</w:t>
      </w:r>
      <w:r w:rsidRPr="00F23192">
        <w:t>intermédiaire d</w:t>
      </w:r>
      <w:r w:rsidR="00D60A57">
        <w:t>’</w:t>
      </w:r>
      <w:r w:rsidRPr="00F23192">
        <w:t>Hervé que s</w:t>
      </w:r>
      <w:r w:rsidR="00D60A57">
        <w:t>’</w:t>
      </w:r>
      <w:r w:rsidRPr="00F23192">
        <w:t>établissait le contact entre eux et les gens du dehors</w:t>
      </w:r>
      <w:r w:rsidR="00D60A57">
        <w:t>.</w:t>
      </w:r>
    </w:p>
    <w:p w14:paraId="15AFEF4E" w14:textId="77777777" w:rsidR="00D60A57" w:rsidRDefault="00E36F6A" w:rsidP="00D60A57">
      <w:r w:rsidRPr="00F23192">
        <w:t>Ceux-ci étaient d</w:t>
      </w:r>
      <w:r w:rsidR="00D60A57">
        <w:t>’</w:t>
      </w:r>
      <w:r w:rsidRPr="00F23192">
        <w:t>accord pour mettre sur le compte de la fierté la réserve dont les châtelains usaient à leur égard</w:t>
      </w:r>
      <w:r w:rsidR="00D60A57">
        <w:t>.</w:t>
      </w:r>
    </w:p>
    <w:p w14:paraId="4DF093FE" w14:textId="77777777" w:rsidR="00D60A57" w:rsidRDefault="00E36F6A" w:rsidP="00D60A57">
      <w:r w:rsidRPr="00F23192">
        <w:t>Certains allaient jusqu</w:t>
      </w:r>
      <w:r w:rsidR="00D60A57">
        <w:t>’</w:t>
      </w:r>
      <w:r w:rsidRPr="00F23192">
        <w:t>à insinuer que c</w:t>
      </w:r>
      <w:r w:rsidR="00D60A57">
        <w:t>’</w:t>
      </w:r>
      <w:r w:rsidRPr="00F23192">
        <w:t>était parce qu</w:t>
      </w:r>
      <w:r w:rsidR="00D60A57">
        <w:t>’</w:t>
      </w:r>
      <w:r w:rsidRPr="00F23192">
        <w:t>ils se cachaient</w:t>
      </w:r>
      <w:r w:rsidR="00D60A57">
        <w:t>…</w:t>
      </w:r>
    </w:p>
    <w:p w14:paraId="068E5905" w14:textId="77777777" w:rsidR="00D60A57" w:rsidRDefault="00E36F6A" w:rsidP="00D60A57">
      <w:r w:rsidRPr="00F23192">
        <w:t>Mais de qui</w:t>
      </w:r>
      <w:r w:rsidR="00D60A57">
        <w:t xml:space="preserve"> ?… </w:t>
      </w:r>
      <w:r w:rsidRPr="00F23192">
        <w:t>Et pourquoi</w:t>
      </w:r>
      <w:r w:rsidR="00D60A57">
        <w:t> ?…</w:t>
      </w:r>
    </w:p>
    <w:p w14:paraId="155A1655" w14:textId="77777777" w:rsidR="00D60A57" w:rsidRDefault="00E36F6A" w:rsidP="00D60A57">
      <w:r w:rsidRPr="00F23192">
        <w:lastRenderedPageBreak/>
        <w:t>Voilà ce qu</w:t>
      </w:r>
      <w:r w:rsidR="00D60A57">
        <w:t>’</w:t>
      </w:r>
      <w:r w:rsidRPr="00F23192">
        <w:t>il eût été intéressant d</w:t>
      </w:r>
      <w:r w:rsidR="00D60A57">
        <w:t>’</w:t>
      </w:r>
      <w:r w:rsidRPr="00F23192">
        <w:t>établir</w:t>
      </w:r>
      <w:r w:rsidR="00D60A57">
        <w:t xml:space="preserve">… </w:t>
      </w:r>
      <w:r w:rsidRPr="00F23192">
        <w:t>Et comme cela leur avait été impossible</w:t>
      </w:r>
      <w:r w:rsidR="00D60A57">
        <w:t xml:space="preserve">, </w:t>
      </w:r>
      <w:r w:rsidRPr="00F23192">
        <w:t>ceux-là étaient considérés comme de mauvaises langues</w:t>
      </w:r>
      <w:r w:rsidR="00D60A57">
        <w:t>.</w:t>
      </w:r>
    </w:p>
    <w:p w14:paraId="6978B029" w14:textId="77777777" w:rsidR="00D60A57" w:rsidRDefault="00E36F6A" w:rsidP="00D60A57">
      <w:r w:rsidRPr="00F23192">
        <w:t>Tout ce que l</w:t>
      </w:r>
      <w:r w:rsidR="00D60A57">
        <w:t>’</w:t>
      </w:r>
      <w:r w:rsidRPr="00F23192">
        <w:t>on savait du père et du fils</w:t>
      </w:r>
      <w:r w:rsidR="00D60A57">
        <w:t xml:space="preserve">, </w:t>
      </w:r>
      <w:r w:rsidRPr="00F23192">
        <w:t>c</w:t>
      </w:r>
      <w:r w:rsidR="00D60A57">
        <w:t>’</w:t>
      </w:r>
      <w:r w:rsidRPr="00F23192">
        <w:t xml:space="preserve">est que leurs rapports semblaient plutôt froids et que </w:t>
      </w:r>
      <w:r w:rsidR="00D60A57">
        <w:t>M. </w:t>
      </w:r>
      <w:r w:rsidRPr="00F23192">
        <w:t xml:space="preserve">des </w:t>
      </w:r>
      <w:proofErr w:type="spellStart"/>
      <w:r w:rsidRPr="00F23192">
        <w:t>Blaittières</w:t>
      </w:r>
      <w:proofErr w:type="spellEnd"/>
      <w:r w:rsidRPr="00F23192">
        <w:t xml:space="preserve"> do</w:t>
      </w:r>
      <w:r w:rsidRPr="00F23192">
        <w:t>n</w:t>
      </w:r>
      <w:r w:rsidRPr="00F23192">
        <w:t>nait l</w:t>
      </w:r>
      <w:r w:rsidR="00D60A57">
        <w:t>’</w:t>
      </w:r>
      <w:r w:rsidRPr="00F23192">
        <w:t>impression d</w:t>
      </w:r>
      <w:r w:rsidR="00D60A57">
        <w:t>’</w:t>
      </w:r>
      <w:r w:rsidRPr="00F23192">
        <w:t>être entièrement sous la domination de son fils René</w:t>
      </w:r>
      <w:r w:rsidR="00D60A57">
        <w:t xml:space="preserve"> ; </w:t>
      </w:r>
      <w:r w:rsidRPr="00F23192">
        <w:t>cette impression résultait d</w:t>
      </w:r>
      <w:r w:rsidR="00D60A57">
        <w:t>’</w:t>
      </w:r>
      <w:r w:rsidRPr="00F23192">
        <w:t>une circonstance fo</w:t>
      </w:r>
      <w:r w:rsidRPr="00F23192">
        <w:t>r</w:t>
      </w:r>
      <w:r w:rsidRPr="00F23192">
        <w:t>tuite</w:t>
      </w:r>
      <w:r w:rsidR="00D60A57">
        <w:t xml:space="preserve"> : </w:t>
      </w:r>
      <w:r w:rsidRPr="00F23192">
        <w:t>la jument du jeune homme s</w:t>
      </w:r>
      <w:r w:rsidR="00D60A57">
        <w:t>’</w:t>
      </w:r>
      <w:r w:rsidRPr="00F23192">
        <w:t>était déferrée</w:t>
      </w:r>
      <w:r w:rsidR="00D60A57">
        <w:t xml:space="preserve">, </w:t>
      </w:r>
      <w:r w:rsidRPr="00F23192">
        <w:t>ce qui avait obligé les châtelains à s</w:t>
      </w:r>
      <w:r w:rsidR="00D60A57">
        <w:t>’</w:t>
      </w:r>
      <w:r w:rsidRPr="00F23192">
        <w:t>arrêter chez un forgeron de la ville</w:t>
      </w:r>
      <w:r w:rsidR="00D60A57">
        <w:t>.</w:t>
      </w:r>
    </w:p>
    <w:p w14:paraId="7F5552DC" w14:textId="77777777" w:rsidR="00D60A57" w:rsidRDefault="00E36F6A" w:rsidP="00D60A57">
      <w:r w:rsidRPr="00F23192">
        <w:t>Durant que s</w:t>
      </w:r>
      <w:r w:rsidR="00D60A57">
        <w:t>’</w:t>
      </w:r>
      <w:r w:rsidRPr="00F23192">
        <w:t>opérait le travail</w:t>
      </w:r>
      <w:r w:rsidR="00D60A57">
        <w:t>, M. </w:t>
      </w:r>
      <w:r w:rsidRPr="00F23192">
        <w:t xml:space="preserve">des </w:t>
      </w:r>
      <w:proofErr w:type="spellStart"/>
      <w:r w:rsidRPr="00F23192">
        <w:t>Blaittières</w:t>
      </w:r>
      <w:proofErr w:type="spellEnd"/>
      <w:r w:rsidRPr="00F23192">
        <w:t xml:space="preserve"> et René avaient fait côte à côte les cent pas sur la route et le forgeron qui les observait du coin de l</w:t>
      </w:r>
      <w:r w:rsidR="00D60A57">
        <w:t>’</w:t>
      </w:r>
      <w:r w:rsidRPr="00F23192">
        <w:t>œil croyait avoir constaté qu</w:t>
      </w:r>
      <w:r w:rsidR="00D60A57">
        <w:t>’</w:t>
      </w:r>
      <w:r w:rsidRPr="00F23192">
        <w:t>il se</w:t>
      </w:r>
      <w:r w:rsidRPr="00F23192">
        <w:t>m</w:t>
      </w:r>
      <w:r w:rsidRPr="00F23192">
        <w:t>blait qu</w:t>
      </w:r>
      <w:r w:rsidR="00D60A57">
        <w:t>’</w:t>
      </w:r>
      <w:r w:rsidRPr="00F23192">
        <w:t>une discussion s</w:t>
      </w:r>
      <w:r w:rsidR="00D60A57">
        <w:t>’</w:t>
      </w:r>
      <w:r w:rsidRPr="00F23192">
        <w:t>était élevée entre eux</w:t>
      </w:r>
      <w:r w:rsidR="00D60A57">
        <w:t xml:space="preserve">, </w:t>
      </w:r>
      <w:r w:rsidRPr="00F23192">
        <w:t>discussion qui s</w:t>
      </w:r>
      <w:r w:rsidR="00D60A57">
        <w:t>’</w:t>
      </w:r>
      <w:r w:rsidRPr="00F23192">
        <w:t>était close sur un geste énergique</w:t>
      </w:r>
      <w:r w:rsidR="00D60A57">
        <w:t xml:space="preserve">, </w:t>
      </w:r>
      <w:r w:rsidRPr="00F23192">
        <w:t>quasi impérieux</w:t>
      </w:r>
      <w:r w:rsidR="00D60A57">
        <w:t xml:space="preserve">, </w:t>
      </w:r>
      <w:r w:rsidRPr="00F23192">
        <w:t>du jeune homme</w:t>
      </w:r>
      <w:r w:rsidR="00D60A57">
        <w:t xml:space="preserve">, </w:t>
      </w:r>
      <w:r w:rsidRPr="00F23192">
        <w:t>geste que le père avait accueilli en baissant la tête</w:t>
      </w:r>
      <w:r w:rsidR="00D60A57">
        <w:t xml:space="preserve">, </w:t>
      </w:r>
      <w:r w:rsidRPr="00F23192">
        <w:t>pour demeurer ensuite</w:t>
      </w:r>
      <w:r w:rsidR="00D60A57">
        <w:t xml:space="preserve">, </w:t>
      </w:r>
      <w:r w:rsidRPr="00F23192">
        <w:t>durant quelques instants</w:t>
      </w:r>
      <w:r w:rsidR="00D60A57">
        <w:t xml:space="preserve">, </w:t>
      </w:r>
      <w:r w:rsidRPr="00F23192">
        <w:t>les épaules cou</w:t>
      </w:r>
      <w:r w:rsidRPr="00F23192">
        <w:t>r</w:t>
      </w:r>
      <w:r w:rsidRPr="00F23192">
        <w:t>bées</w:t>
      </w:r>
      <w:r w:rsidR="00D60A57">
        <w:t xml:space="preserve">, </w:t>
      </w:r>
      <w:r w:rsidRPr="00F23192">
        <w:t>dans une attitude pleine d</w:t>
      </w:r>
      <w:r w:rsidR="00D60A57">
        <w:t>’</w:t>
      </w:r>
      <w:r w:rsidRPr="00F23192">
        <w:t>humilité</w:t>
      </w:r>
      <w:r w:rsidR="00D60A57">
        <w:t>.</w:t>
      </w:r>
    </w:p>
    <w:p w14:paraId="702AF941" w14:textId="77777777" w:rsidR="00D60A57" w:rsidRDefault="00E36F6A" w:rsidP="00D60A57">
      <w:r w:rsidRPr="00F23192">
        <w:t>Il n</w:t>
      </w:r>
      <w:r w:rsidR="00D60A57">
        <w:t>’</w:t>
      </w:r>
      <w:r w:rsidRPr="00F23192">
        <w:t xml:space="preserve">en avait pas fallu davantage pour que </w:t>
      </w:r>
      <w:proofErr w:type="spellStart"/>
      <w:r w:rsidRPr="00F23192">
        <w:t>Ferroul</w:t>
      </w:r>
      <w:proofErr w:type="spellEnd"/>
      <w:r w:rsidR="00D60A57">
        <w:t xml:space="preserve">, </w:t>
      </w:r>
      <w:r w:rsidRPr="00F23192">
        <w:t>le forg</w:t>
      </w:r>
      <w:r w:rsidRPr="00F23192">
        <w:t>e</w:t>
      </w:r>
      <w:r w:rsidRPr="00F23192">
        <w:t>ron</w:t>
      </w:r>
      <w:r w:rsidR="00D60A57">
        <w:t xml:space="preserve">, </w:t>
      </w:r>
      <w:r w:rsidRPr="00F23192">
        <w:t xml:space="preserve">établit de péremptoire façon que le jeune sire des </w:t>
      </w:r>
      <w:proofErr w:type="spellStart"/>
      <w:r w:rsidRPr="00F23192">
        <w:t>Blaitti</w:t>
      </w:r>
      <w:r w:rsidRPr="00F23192">
        <w:t>è</w:t>
      </w:r>
      <w:r w:rsidRPr="00F23192">
        <w:t>res</w:t>
      </w:r>
      <w:proofErr w:type="spellEnd"/>
      <w:r w:rsidRPr="00F23192">
        <w:t xml:space="preserve"> était </w:t>
      </w:r>
      <w:r w:rsidR="00D60A57">
        <w:t>« </w:t>
      </w:r>
      <w:r w:rsidRPr="00F23192">
        <w:t>une forte tête</w:t>
      </w:r>
      <w:r w:rsidR="00D60A57">
        <w:t> »</w:t>
      </w:r>
      <w:r w:rsidRPr="00F23192">
        <w:t xml:space="preserve"> et son père un </w:t>
      </w:r>
      <w:r w:rsidR="00D60A57">
        <w:t>« </w:t>
      </w:r>
      <w:r w:rsidRPr="00F23192">
        <w:t>pauvre homme</w:t>
      </w:r>
      <w:r w:rsidR="00D60A57">
        <w:t> ».</w:t>
      </w:r>
    </w:p>
    <w:p w14:paraId="611E5AFD" w14:textId="77777777" w:rsidR="00D60A57" w:rsidRDefault="00E36F6A" w:rsidP="00D60A57">
      <w:r w:rsidRPr="00F23192">
        <w:t>Il avait conclu son récit par des paroles vagues</w:t>
      </w:r>
      <w:r w:rsidR="00D60A57">
        <w:t xml:space="preserve">, </w:t>
      </w:r>
      <w:r w:rsidRPr="00F23192">
        <w:t>pleines d</w:t>
      </w:r>
      <w:r w:rsidR="00D60A57">
        <w:t>’</w:t>
      </w:r>
      <w:r w:rsidRPr="00F23192">
        <w:t>équivoques et de sous-entendus</w:t>
      </w:r>
      <w:r w:rsidR="00D60A57">
        <w:t>… « </w:t>
      </w:r>
      <w:r w:rsidRPr="00F23192">
        <w:t>À notre époque</w:t>
      </w:r>
      <w:r w:rsidR="00D60A57">
        <w:t xml:space="preserve">… </w:t>
      </w:r>
      <w:r w:rsidRPr="00F23192">
        <w:t>on en voit de si drôles qu</w:t>
      </w:r>
      <w:r w:rsidR="00D60A57">
        <w:t>’</w:t>
      </w:r>
      <w:r w:rsidRPr="00F23192">
        <w:t>y faut pas s</w:t>
      </w:r>
      <w:r w:rsidR="00D60A57">
        <w:t>’</w:t>
      </w:r>
      <w:r w:rsidRPr="00F23192">
        <w:t>étonner si des choses vous p</w:t>
      </w:r>
      <w:r w:rsidRPr="00F23192">
        <w:t>a</w:t>
      </w:r>
      <w:r w:rsidRPr="00F23192">
        <w:t>raissent invraisemblables et qui finissent par être simples</w:t>
      </w:r>
      <w:r w:rsidR="00D60A57">
        <w:t xml:space="preserve">, </w:t>
      </w:r>
      <w:r w:rsidRPr="00F23192">
        <w:t>si bien que les pas malins sont étonnés quand un beau jour on d</w:t>
      </w:r>
      <w:r w:rsidRPr="00F23192">
        <w:t>é</w:t>
      </w:r>
      <w:r w:rsidRPr="00F23192">
        <w:t>couvre le pot aux roses</w:t>
      </w:r>
      <w:r w:rsidR="00D60A57">
        <w:t xml:space="preserve"> », </w:t>
      </w:r>
      <w:r w:rsidRPr="00F23192">
        <w:t>etc</w:t>
      </w:r>
      <w:r w:rsidR="00D60A57">
        <w:t xml:space="preserve">., </w:t>
      </w:r>
      <w:r w:rsidRPr="00F23192">
        <w:t>etc</w:t>
      </w:r>
      <w:r w:rsidR="00D60A57">
        <w:t>.…</w:t>
      </w:r>
    </w:p>
    <w:p w14:paraId="58CF8A83" w14:textId="77777777" w:rsidR="00D60A57" w:rsidRDefault="00E36F6A" w:rsidP="00D60A57">
      <w:r w:rsidRPr="00F23192">
        <w:lastRenderedPageBreak/>
        <w:t>Tel était son refrain quand</w:t>
      </w:r>
      <w:r w:rsidR="00D60A57">
        <w:t xml:space="preserve">, </w:t>
      </w:r>
      <w:r w:rsidRPr="00F23192">
        <w:t>le soir venu</w:t>
      </w:r>
      <w:r w:rsidR="00D60A57">
        <w:t xml:space="preserve">, </w:t>
      </w:r>
      <w:r w:rsidRPr="00F23192">
        <w:t>la besogne quot</w:t>
      </w:r>
      <w:r w:rsidRPr="00F23192">
        <w:t>i</w:t>
      </w:r>
      <w:r w:rsidRPr="00F23192">
        <w:t>dienne achevée</w:t>
      </w:r>
      <w:r w:rsidR="00D60A57">
        <w:t xml:space="preserve">, </w:t>
      </w:r>
      <w:r w:rsidRPr="00F23192">
        <w:t>les voisins se trouvaient réunis chez lui</w:t>
      </w:r>
      <w:r w:rsidR="00D60A57">
        <w:t xml:space="preserve">, </w:t>
      </w:r>
      <w:r w:rsidRPr="00F23192">
        <w:t>à vider un pot de cidre nouveau</w:t>
      </w:r>
      <w:r w:rsidR="00D60A57">
        <w:t>.</w:t>
      </w:r>
    </w:p>
    <w:p w14:paraId="3129C055" w14:textId="77777777" w:rsidR="00D60A57" w:rsidRDefault="00E36F6A" w:rsidP="00D60A57">
      <w:r w:rsidRPr="00F23192">
        <w:t>Car</w:t>
      </w:r>
      <w:r w:rsidR="00D60A57">
        <w:t xml:space="preserve">, </w:t>
      </w:r>
      <w:r w:rsidRPr="00F23192">
        <w:t>à sa forge</w:t>
      </w:r>
      <w:r w:rsidR="00D60A57">
        <w:t xml:space="preserve">, </w:t>
      </w:r>
      <w:proofErr w:type="spellStart"/>
      <w:r w:rsidRPr="00F23192">
        <w:t>Ferroul</w:t>
      </w:r>
      <w:proofErr w:type="spellEnd"/>
      <w:r w:rsidRPr="00F23192">
        <w:t xml:space="preserve"> adjoignait une manière de cabaret fréquenté par les gens du quartier qu</w:t>
      </w:r>
      <w:r w:rsidR="00D60A57">
        <w:t>’</w:t>
      </w:r>
      <w:r w:rsidRPr="00F23192">
        <w:t>il tenait à sa dévotion par son éloquence et la hardiesse de ses théories</w:t>
      </w:r>
      <w:r w:rsidR="00D60A57">
        <w:t>…</w:t>
      </w:r>
    </w:p>
    <w:p w14:paraId="6C81BF8A" w14:textId="77777777" w:rsidR="00D60A57" w:rsidRDefault="00E36F6A" w:rsidP="00D60A57">
      <w:r w:rsidRPr="00F23192">
        <w:t>Mais quand un auditeur</w:t>
      </w:r>
      <w:r w:rsidR="00D60A57">
        <w:t xml:space="preserve">, </w:t>
      </w:r>
      <w:r w:rsidRPr="00F23192">
        <w:t>ou plus curieux ou plus sceptique que les autres</w:t>
      </w:r>
      <w:r w:rsidR="00D60A57">
        <w:t xml:space="preserve">, </w:t>
      </w:r>
      <w:r w:rsidRPr="00F23192">
        <w:t xml:space="preserve">demandait au forgeron de parler plus net et de formuler clairement son opinion en ce qui concernait </w:t>
      </w:r>
      <w:r w:rsidR="00D60A57">
        <w:t>M. </w:t>
      </w:r>
      <w:r w:rsidRPr="00F23192">
        <w:t xml:space="preserve">des </w:t>
      </w:r>
      <w:proofErr w:type="spellStart"/>
      <w:r w:rsidRPr="00F23192">
        <w:t>Blaittières</w:t>
      </w:r>
      <w:proofErr w:type="spellEnd"/>
      <w:r w:rsidR="00D60A57">
        <w:t xml:space="preserve">, </w:t>
      </w:r>
      <w:proofErr w:type="spellStart"/>
      <w:r w:rsidRPr="00F23192">
        <w:t>Ferroul</w:t>
      </w:r>
      <w:proofErr w:type="spellEnd"/>
      <w:r w:rsidRPr="00F23192">
        <w:t xml:space="preserve"> hochait la tête d</w:t>
      </w:r>
      <w:r w:rsidR="00D60A57">
        <w:t>’</w:t>
      </w:r>
      <w:r w:rsidRPr="00F23192">
        <w:t>un air entendu et répo</w:t>
      </w:r>
      <w:r w:rsidRPr="00F23192">
        <w:t>n</w:t>
      </w:r>
      <w:r w:rsidRPr="00F23192">
        <w:t>dait</w:t>
      </w:r>
      <w:r w:rsidR="00D60A57">
        <w:t> :</w:t>
      </w:r>
    </w:p>
    <w:p w14:paraId="7045E1DB" w14:textId="77777777" w:rsidR="00D60A57" w:rsidRDefault="00D60A57" w:rsidP="00D60A57">
      <w:r>
        <w:t>— </w:t>
      </w:r>
      <w:r w:rsidR="00E36F6A" w:rsidRPr="00F23192">
        <w:t>Minute</w:t>
      </w:r>
      <w:r>
        <w:t xml:space="preserve"> !… </w:t>
      </w:r>
      <w:r w:rsidR="00E36F6A" w:rsidRPr="00F23192">
        <w:t>faut attendre</w:t>
      </w:r>
      <w:r>
        <w:t xml:space="preserve">, </w:t>
      </w:r>
      <w:r w:rsidR="00E36F6A" w:rsidRPr="00F23192">
        <w:t>pour cueillir l</w:t>
      </w:r>
      <w:r>
        <w:t>’</w:t>
      </w:r>
      <w:r w:rsidR="00E36F6A" w:rsidRPr="00F23192">
        <w:t>œuf</w:t>
      </w:r>
      <w:r>
        <w:t xml:space="preserve">, </w:t>
      </w:r>
      <w:r w:rsidR="00E36F6A" w:rsidRPr="00F23192">
        <w:t>que la poule ait pondu</w:t>
      </w:r>
      <w:r>
        <w:t>…</w:t>
      </w:r>
    </w:p>
    <w:p w14:paraId="620F6058" w14:textId="77777777" w:rsidR="00D60A57" w:rsidRDefault="00D60A57" w:rsidP="00D60A57">
      <w:r>
        <w:t>— </w:t>
      </w:r>
      <w:r w:rsidR="00E36F6A" w:rsidRPr="00F23192">
        <w:t>Tout ça c</w:t>
      </w:r>
      <w:r>
        <w:t>’</w:t>
      </w:r>
      <w:r w:rsidR="00E36F6A" w:rsidRPr="00F23192">
        <w:t>est bel et bien</w:t>
      </w:r>
      <w:r>
        <w:t xml:space="preserve">… </w:t>
      </w:r>
      <w:r w:rsidR="00E36F6A" w:rsidRPr="00F23192">
        <w:t>mais ça ne dit rien</w:t>
      </w:r>
      <w:r>
        <w:t xml:space="preserve">, </w:t>
      </w:r>
      <w:r w:rsidR="00E36F6A" w:rsidRPr="00F23192">
        <w:t>s</w:t>
      </w:r>
      <w:r>
        <w:t>’</w:t>
      </w:r>
      <w:r w:rsidR="00E36F6A" w:rsidRPr="00F23192">
        <w:t>entêtait à objecter le curieux déçu</w:t>
      </w:r>
      <w:r>
        <w:t>…</w:t>
      </w:r>
    </w:p>
    <w:p w14:paraId="4CC36F83" w14:textId="77777777" w:rsidR="00D60A57" w:rsidRDefault="00E36F6A" w:rsidP="00D60A57">
      <w:r w:rsidRPr="00F23192">
        <w:t>Plissant malicieusement les paupières</w:t>
      </w:r>
      <w:r w:rsidR="00D60A57">
        <w:t xml:space="preserve">, </w:t>
      </w:r>
      <w:r w:rsidRPr="00F23192">
        <w:t>le forgeron décl</w:t>
      </w:r>
      <w:r w:rsidRPr="00F23192">
        <w:t>a</w:t>
      </w:r>
      <w:r w:rsidRPr="00F23192">
        <w:t>rait</w:t>
      </w:r>
      <w:r w:rsidR="00D60A57">
        <w:t> :</w:t>
      </w:r>
    </w:p>
    <w:p w14:paraId="28631132" w14:textId="77777777" w:rsidR="00D60A57" w:rsidRDefault="00D60A57" w:rsidP="00D60A57">
      <w:r>
        <w:t>— </w:t>
      </w:r>
      <w:r w:rsidR="00E36F6A" w:rsidRPr="00F23192">
        <w:t>Motus</w:t>
      </w:r>
      <w:r>
        <w:t xml:space="preserve">… </w:t>
      </w:r>
      <w:r w:rsidR="00E36F6A" w:rsidRPr="00F23192">
        <w:t>l</w:t>
      </w:r>
      <w:r>
        <w:t>’</w:t>
      </w:r>
      <w:r w:rsidR="00E36F6A" w:rsidRPr="00F23192">
        <w:t>ancien disait qu</w:t>
      </w:r>
      <w:r>
        <w:t>’</w:t>
      </w:r>
      <w:r w:rsidR="00E36F6A" w:rsidRPr="00F23192">
        <w:t>y faut s</w:t>
      </w:r>
      <w:r>
        <w:t>’</w:t>
      </w:r>
      <w:r w:rsidR="00E36F6A" w:rsidRPr="00F23192">
        <w:t>mettre un bœuf sur la langue pour s</w:t>
      </w:r>
      <w:r>
        <w:t>’</w:t>
      </w:r>
      <w:r w:rsidR="00E36F6A" w:rsidRPr="00F23192">
        <w:t>éviter d</w:t>
      </w:r>
      <w:r>
        <w:t>’</w:t>
      </w:r>
      <w:r w:rsidR="00E36F6A" w:rsidRPr="00F23192">
        <w:t>l</w:t>
      </w:r>
      <w:r>
        <w:t>’</w:t>
      </w:r>
      <w:r w:rsidR="00E36F6A" w:rsidRPr="00F23192">
        <w:t>avoir trop longue</w:t>
      </w:r>
      <w:r>
        <w:t xml:space="preserve">… </w:t>
      </w:r>
      <w:r w:rsidR="00E36F6A" w:rsidRPr="00F23192">
        <w:t>moi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pas un bœuf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tout l</w:t>
      </w:r>
      <w:r>
        <w:t>’</w:t>
      </w:r>
      <w:r w:rsidR="00E36F6A" w:rsidRPr="00F23192">
        <w:t>troupeau qu</w:t>
      </w:r>
      <w:r>
        <w:t>’</w:t>
      </w:r>
      <w:r w:rsidR="00E36F6A" w:rsidRPr="00F23192">
        <w:t>j</w:t>
      </w:r>
      <w:r>
        <w:t>’</w:t>
      </w:r>
      <w:r w:rsidR="00E36F6A" w:rsidRPr="00F23192">
        <w:t>y mets</w:t>
      </w:r>
      <w:r>
        <w:t xml:space="preserve">… </w:t>
      </w:r>
      <w:r w:rsidR="00E36F6A" w:rsidRPr="00F23192">
        <w:t>Qui vivra verra</w:t>
      </w:r>
      <w:r>
        <w:t> !</w:t>
      </w:r>
    </w:p>
    <w:p w14:paraId="7E521A7B" w14:textId="77777777" w:rsidR="00D60A57" w:rsidRDefault="00D60A57" w:rsidP="00D60A57">
      <w:r>
        <w:t>— </w:t>
      </w:r>
      <w:r w:rsidR="00E36F6A" w:rsidRPr="00F23192">
        <w:t>Verra</w:t>
      </w:r>
      <w:r>
        <w:t xml:space="preserve">… </w:t>
      </w:r>
      <w:r w:rsidR="00E36F6A" w:rsidRPr="00F23192">
        <w:t>quoi</w:t>
      </w:r>
      <w:r>
        <w:t> ?</w:t>
      </w:r>
    </w:p>
    <w:p w14:paraId="53622185" w14:textId="77777777" w:rsidR="00D60A57" w:rsidRDefault="00E36F6A" w:rsidP="00D60A57">
      <w:r w:rsidRPr="00F23192">
        <w:t>À cette question</w:t>
      </w:r>
      <w:r w:rsidR="00D60A57">
        <w:t xml:space="preserve">, </w:t>
      </w:r>
      <w:r w:rsidRPr="00F23192">
        <w:t>il ne répondait pas</w:t>
      </w:r>
      <w:r w:rsidR="00D60A57">
        <w:t>.</w:t>
      </w:r>
    </w:p>
    <w:p w14:paraId="22B8651E" w14:textId="2ECEECE0" w:rsidR="00E36F6A" w:rsidRPr="00F23192" w:rsidRDefault="00E36F6A" w:rsidP="00D60A57">
      <w:pPr>
        <w:pStyle w:val="Titre1"/>
      </w:pPr>
      <w:bookmarkStart w:id="8" w:name="_Toc186820629"/>
      <w:bookmarkStart w:id="9" w:name="_Toc195122106"/>
      <w:r w:rsidRPr="00F23192">
        <w:lastRenderedPageBreak/>
        <w:t>CHAPITRE IV</w:t>
      </w:r>
      <w:r w:rsidRPr="00F23192">
        <w:br/>
      </w:r>
      <w:r w:rsidRPr="00F23192">
        <w:br/>
        <w:t>LE DONJON DU SANGLIER</w:t>
      </w:r>
      <w:bookmarkEnd w:id="8"/>
      <w:bookmarkEnd w:id="9"/>
      <w:r w:rsidRPr="00F23192">
        <w:br/>
      </w:r>
    </w:p>
    <w:p w14:paraId="325333ED" w14:textId="77777777" w:rsidR="00D60A57" w:rsidRDefault="00E36F6A" w:rsidP="00D60A57">
      <w:r w:rsidRPr="00F23192">
        <w:t>Cependant</w:t>
      </w:r>
      <w:r w:rsidR="00D60A57">
        <w:t xml:space="preserve">, </w:t>
      </w:r>
      <w:r w:rsidRPr="00F23192">
        <w:t xml:space="preserve">le jeune des </w:t>
      </w:r>
      <w:proofErr w:type="spellStart"/>
      <w:r w:rsidRPr="00F23192">
        <w:t>Blaittières</w:t>
      </w:r>
      <w:proofErr w:type="spellEnd"/>
      <w:r w:rsidRPr="00F23192">
        <w:t xml:space="preserve"> montait lentement à pas prudents</w:t>
      </w:r>
      <w:r w:rsidR="00D60A57">
        <w:t xml:space="preserve">, </w:t>
      </w:r>
      <w:r w:rsidRPr="00F23192">
        <w:t xml:space="preserve">prenant garde de ne pas faire ébouler sous la semelle de ses bottes des pierres dont la chute eût pu </w:t>
      </w:r>
      <w:proofErr w:type="gramStart"/>
      <w:r w:rsidRPr="00F23192">
        <w:t>avoir</w:t>
      </w:r>
      <w:proofErr w:type="gramEnd"/>
      <w:r w:rsidRPr="00F23192">
        <w:t xml:space="preserve"> des cons</w:t>
      </w:r>
      <w:r w:rsidRPr="00F23192">
        <w:t>é</w:t>
      </w:r>
      <w:r w:rsidRPr="00F23192">
        <w:t>quences graves</w:t>
      </w:r>
      <w:r w:rsidR="00D60A57">
        <w:t>.</w:t>
      </w:r>
    </w:p>
    <w:p w14:paraId="2390DF22" w14:textId="77777777" w:rsidR="00D60A57" w:rsidRDefault="00E36F6A" w:rsidP="00D60A57">
      <w:r w:rsidRPr="00F23192">
        <w:t>De temps à autre</w:t>
      </w:r>
      <w:r w:rsidR="00D60A57">
        <w:t xml:space="preserve">, </w:t>
      </w:r>
      <w:r w:rsidRPr="00F23192">
        <w:t>il faisait halte</w:t>
      </w:r>
      <w:r w:rsidR="00D60A57">
        <w:t xml:space="preserve">, </w:t>
      </w:r>
      <w:r w:rsidRPr="00F23192">
        <w:t>non pour reprendre son souffle</w:t>
      </w:r>
      <w:r w:rsidR="00D60A57">
        <w:t xml:space="preserve">, </w:t>
      </w:r>
      <w:r w:rsidRPr="00F23192">
        <w:t>mais pour scruter d</w:t>
      </w:r>
      <w:r w:rsidR="00D60A57">
        <w:t>’</w:t>
      </w:r>
      <w:r w:rsidRPr="00F23192">
        <w:t>une oreille avide le silence</w:t>
      </w:r>
      <w:r w:rsidR="00D60A57">
        <w:t>.</w:t>
      </w:r>
    </w:p>
    <w:p w14:paraId="59C52E8E" w14:textId="77777777" w:rsidR="00D60A57" w:rsidRDefault="00E36F6A" w:rsidP="00D60A57">
      <w:r w:rsidRPr="00F23192">
        <w:t>Mais rien qui pût l</w:t>
      </w:r>
      <w:r w:rsidR="00D60A57">
        <w:t>’</w:t>
      </w:r>
      <w:r w:rsidRPr="00F23192">
        <w:t>alarmer</w:t>
      </w:r>
      <w:r w:rsidR="00D60A57">
        <w:t xml:space="preserve"> ; </w:t>
      </w:r>
      <w:r w:rsidRPr="00F23192">
        <w:t>du côté de la ville ne venait aucun bruit et</w:t>
      </w:r>
      <w:r w:rsidR="00D60A57">
        <w:t xml:space="preserve">, </w:t>
      </w:r>
      <w:r w:rsidRPr="00F23192">
        <w:t>au-dessus de lui</w:t>
      </w:r>
      <w:r w:rsidR="00D60A57">
        <w:t xml:space="preserve">, </w:t>
      </w:r>
      <w:r w:rsidRPr="00F23192">
        <w:t>le donjon dressait ses ruines</w:t>
      </w:r>
      <w:r w:rsidR="00D60A57">
        <w:t xml:space="preserve">, </w:t>
      </w:r>
      <w:r w:rsidRPr="00F23192">
        <w:t>muettes</w:t>
      </w:r>
      <w:r w:rsidR="00D60A57">
        <w:t>.</w:t>
      </w:r>
    </w:p>
    <w:p w14:paraId="67F3E4FC" w14:textId="77777777" w:rsidR="00D60A57" w:rsidRDefault="00E36F6A" w:rsidP="00D60A57">
      <w:r w:rsidRPr="00F23192">
        <w:t>Alors</w:t>
      </w:r>
      <w:r w:rsidR="00D60A57">
        <w:t xml:space="preserve">, </w:t>
      </w:r>
      <w:r w:rsidRPr="00F23192">
        <w:t>sa prudence rassurée</w:t>
      </w:r>
      <w:r w:rsidR="00D60A57">
        <w:t xml:space="preserve">, </w:t>
      </w:r>
      <w:r w:rsidRPr="00F23192">
        <w:t>il reprenait son ascension</w:t>
      </w:r>
      <w:r w:rsidR="00D60A57">
        <w:t xml:space="preserve"> ; </w:t>
      </w:r>
      <w:r w:rsidRPr="00F23192">
        <w:t>elle devenait</w:t>
      </w:r>
      <w:r w:rsidR="00D60A57">
        <w:t xml:space="preserve">, </w:t>
      </w:r>
      <w:r w:rsidRPr="00F23192">
        <w:t>au fur et à mesure qu</w:t>
      </w:r>
      <w:r w:rsidR="00D60A57">
        <w:t>’</w:t>
      </w:r>
      <w:r w:rsidRPr="00F23192">
        <w:t>il s</w:t>
      </w:r>
      <w:r w:rsidR="00D60A57">
        <w:t>’</w:t>
      </w:r>
      <w:r w:rsidRPr="00F23192">
        <w:t>élevait</w:t>
      </w:r>
      <w:r w:rsidR="00D60A57">
        <w:t xml:space="preserve">, </w:t>
      </w:r>
      <w:r w:rsidRPr="00F23192">
        <w:t>plus rude</w:t>
      </w:r>
      <w:r w:rsidR="00D60A57">
        <w:t xml:space="preserve">, </w:t>
      </w:r>
      <w:r w:rsidRPr="00F23192">
        <w:t>plus difficultueuse</w:t>
      </w:r>
      <w:r w:rsidR="00D60A57">
        <w:t xml:space="preserve">, </w:t>
      </w:r>
      <w:r w:rsidRPr="00F23192">
        <w:t>le lit du torrent se creusant davantage</w:t>
      </w:r>
      <w:r w:rsidR="00D60A57">
        <w:t>.</w:t>
      </w:r>
    </w:p>
    <w:p w14:paraId="4B08E457" w14:textId="77777777" w:rsidR="00D60A57" w:rsidRDefault="00E36F6A" w:rsidP="00D60A57">
      <w:r w:rsidRPr="00F23192">
        <w:t>Un peu avant d</w:t>
      </w:r>
      <w:r w:rsidR="00D60A57">
        <w:t>’</w:t>
      </w:r>
      <w:r w:rsidRPr="00F23192">
        <w:t>atteindre aux assises du château</w:t>
      </w:r>
      <w:r w:rsidR="00D60A57">
        <w:t xml:space="preserve">, </w:t>
      </w:r>
      <w:r w:rsidRPr="00F23192">
        <w:t>il fit une dernière halte pour tirer de sa gaine un fort couteau qu</w:t>
      </w:r>
      <w:r w:rsidR="00D60A57">
        <w:t>’</w:t>
      </w:r>
      <w:r w:rsidRPr="00F23192">
        <w:t>il passa</w:t>
      </w:r>
      <w:r w:rsidR="00D60A57">
        <w:t xml:space="preserve">, </w:t>
      </w:r>
      <w:r w:rsidRPr="00F23192">
        <w:t>lame ouverte</w:t>
      </w:r>
      <w:r w:rsidR="00D60A57">
        <w:t xml:space="preserve">, </w:t>
      </w:r>
      <w:r w:rsidRPr="00F23192">
        <w:t>dans la ceinture de cuir qui lui serrait aux flancs ses vêtements</w:t>
      </w:r>
      <w:r w:rsidR="00D60A57">
        <w:t>.</w:t>
      </w:r>
    </w:p>
    <w:p w14:paraId="64214415" w14:textId="77777777" w:rsidR="00D60A57" w:rsidRDefault="00E36F6A" w:rsidP="00D60A57">
      <w:r w:rsidRPr="00F23192">
        <w:t>Ensuite</w:t>
      </w:r>
      <w:r w:rsidR="00D60A57">
        <w:t xml:space="preserve">, </w:t>
      </w:r>
      <w:r w:rsidRPr="00F23192">
        <w:t>il recommença à grimper</w:t>
      </w:r>
      <w:r w:rsidR="00D60A57">
        <w:t>.</w:t>
      </w:r>
    </w:p>
    <w:p w14:paraId="397C8FDF" w14:textId="77777777" w:rsidR="00D60A57" w:rsidRDefault="00E36F6A" w:rsidP="00D60A57">
      <w:r w:rsidRPr="00F23192">
        <w:t>Arriva un moment où</w:t>
      </w:r>
      <w:r w:rsidR="00D60A57">
        <w:t xml:space="preserve">, </w:t>
      </w:r>
      <w:r w:rsidRPr="00F23192">
        <w:t>ayant atteint un épais massif de broussailles qui</w:t>
      </w:r>
      <w:r w:rsidR="00D60A57">
        <w:t xml:space="preserve">, </w:t>
      </w:r>
      <w:r w:rsidRPr="00F23192">
        <w:t>déraciné par un récent orage</w:t>
      </w:r>
      <w:r w:rsidR="00D60A57">
        <w:t xml:space="preserve">, </w:t>
      </w:r>
      <w:r w:rsidRPr="00F23192">
        <w:t>paraissait avoir séché sur place</w:t>
      </w:r>
      <w:r w:rsidR="00D60A57">
        <w:t xml:space="preserve">, </w:t>
      </w:r>
      <w:r w:rsidRPr="00F23192">
        <w:t>il s</w:t>
      </w:r>
      <w:r w:rsidR="00D60A57">
        <w:t>’</w:t>
      </w:r>
      <w:r w:rsidRPr="00F23192">
        <w:t>arrêta encore</w:t>
      </w:r>
      <w:r w:rsidR="00D60A57">
        <w:t xml:space="preserve"> ; </w:t>
      </w:r>
      <w:r w:rsidRPr="00F23192">
        <w:t>cette fois</w:t>
      </w:r>
      <w:r w:rsidR="00D60A57">
        <w:t xml:space="preserve">, </w:t>
      </w:r>
      <w:r w:rsidRPr="00F23192">
        <w:t>il sembla que son ascension eût pris fin</w:t>
      </w:r>
      <w:r w:rsidR="00D60A57">
        <w:t>.</w:t>
      </w:r>
    </w:p>
    <w:p w14:paraId="1EA223D7" w14:textId="77777777" w:rsidR="00D60A57" w:rsidRDefault="00E36F6A" w:rsidP="00D60A57">
      <w:r w:rsidRPr="00F23192">
        <w:lastRenderedPageBreak/>
        <w:t>Il souffla longuement</w:t>
      </w:r>
      <w:r w:rsidR="00D60A57">
        <w:t xml:space="preserve">, </w:t>
      </w:r>
      <w:r w:rsidRPr="00F23192">
        <w:t>prit son couteau</w:t>
      </w:r>
      <w:r w:rsidR="00D60A57">
        <w:t xml:space="preserve">, </w:t>
      </w:r>
      <w:r w:rsidRPr="00F23192">
        <w:t>en tâta la pointe sur son pouce</w:t>
      </w:r>
      <w:r w:rsidR="00D60A57">
        <w:t xml:space="preserve">, </w:t>
      </w:r>
      <w:r w:rsidRPr="00F23192">
        <w:t>le remit en place</w:t>
      </w:r>
      <w:r w:rsidR="00D60A57">
        <w:t xml:space="preserve"> ; </w:t>
      </w:r>
      <w:r w:rsidRPr="00F23192">
        <w:t>ensuite de quoi</w:t>
      </w:r>
      <w:r w:rsidR="00D60A57">
        <w:t xml:space="preserve">, </w:t>
      </w:r>
      <w:r w:rsidRPr="00F23192">
        <w:t>il empoigna à deux mains les broussailles et les tira à lui</w:t>
      </w:r>
      <w:r w:rsidR="00D60A57">
        <w:t>.</w:t>
      </w:r>
    </w:p>
    <w:p w14:paraId="0671DDAA" w14:textId="77777777" w:rsidR="00D60A57" w:rsidRDefault="00E36F6A" w:rsidP="00D60A57">
      <w:r w:rsidRPr="00F23192">
        <w:t>Il était contraint d</w:t>
      </w:r>
      <w:r w:rsidR="00D60A57">
        <w:t>’</w:t>
      </w:r>
      <w:r w:rsidRPr="00F23192">
        <w:t>y mettre toute la force de ses poignets et dut s</w:t>
      </w:r>
      <w:r w:rsidR="00D60A57">
        <w:t>’</w:t>
      </w:r>
      <w:r w:rsidRPr="00F23192">
        <w:t>y reprendre à plusieurs reprises</w:t>
      </w:r>
      <w:r w:rsidR="00D60A57">
        <w:t xml:space="preserve">, </w:t>
      </w:r>
      <w:r w:rsidRPr="00F23192">
        <w:t>non pour les arracher</w:t>
      </w:r>
      <w:r w:rsidR="00D60A57">
        <w:t xml:space="preserve">, </w:t>
      </w:r>
      <w:r w:rsidRPr="00F23192">
        <w:t>car leurs racines n</w:t>
      </w:r>
      <w:r w:rsidR="00D60A57">
        <w:t>’</w:t>
      </w:r>
      <w:r w:rsidRPr="00F23192">
        <w:t>étaient point en terre</w:t>
      </w:r>
      <w:r w:rsidR="00D60A57">
        <w:t xml:space="preserve">, </w:t>
      </w:r>
      <w:r w:rsidRPr="00F23192">
        <w:t>comme il y paraissait mais pour les déplacer</w:t>
      </w:r>
      <w:r w:rsidR="00D60A57">
        <w:t>.</w:t>
      </w:r>
    </w:p>
    <w:p w14:paraId="230F860B" w14:textId="77777777" w:rsidR="00D60A57" w:rsidRDefault="00E36F6A" w:rsidP="00D60A57">
      <w:r w:rsidRPr="00F23192">
        <w:t>Cela donnait maintenant l</w:t>
      </w:r>
      <w:r w:rsidR="00D60A57">
        <w:t>’</w:t>
      </w:r>
      <w:r w:rsidRPr="00F23192">
        <w:t>impression d</w:t>
      </w:r>
      <w:r w:rsidR="00D60A57">
        <w:t>’</w:t>
      </w:r>
      <w:r w:rsidRPr="00F23192">
        <w:t>être un massif po</w:t>
      </w:r>
      <w:r w:rsidRPr="00F23192">
        <w:t>s</w:t>
      </w:r>
      <w:r w:rsidRPr="00F23192">
        <w:t>tiche destiné à masquer une étroite ouverture pratiquée dans le terrain rocheux qui servait de base à la colossale construction</w:t>
      </w:r>
      <w:r w:rsidR="00D60A57">
        <w:t>.</w:t>
      </w:r>
    </w:p>
    <w:p w14:paraId="09F3E440" w14:textId="77777777" w:rsidR="00D60A57" w:rsidRDefault="00E36F6A" w:rsidP="00D60A57">
      <w:r w:rsidRPr="00F23192">
        <w:t>Un moment</w:t>
      </w:r>
      <w:r w:rsidR="00D60A57">
        <w:t xml:space="preserve">, </w:t>
      </w:r>
      <w:r w:rsidRPr="00F23192">
        <w:t>le jeune homme demeura engagé jusqu</w:t>
      </w:r>
      <w:r w:rsidR="00D60A57">
        <w:t>’</w:t>
      </w:r>
      <w:r w:rsidRPr="00F23192">
        <w:t>aux épaules dans le trou béant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assurant que n</w:t>
      </w:r>
      <w:r w:rsidR="00D60A57">
        <w:t>’</w:t>
      </w:r>
      <w:r w:rsidRPr="00F23192">
        <w:t>en sortait aucun écho révélateur</w:t>
      </w:r>
      <w:r w:rsidR="00D60A57">
        <w:t>.</w:t>
      </w:r>
    </w:p>
    <w:p w14:paraId="3D7CD254" w14:textId="77777777" w:rsidR="00D60A57" w:rsidRDefault="00E36F6A" w:rsidP="00D60A57">
      <w:r w:rsidRPr="00F23192">
        <w:t>Le silence était complet</w:t>
      </w:r>
      <w:r w:rsidR="00D60A57">
        <w:t>.</w:t>
      </w:r>
    </w:p>
    <w:p w14:paraId="55790CF0" w14:textId="77777777" w:rsidR="00D60A57" w:rsidRDefault="00E36F6A" w:rsidP="00D60A57">
      <w:r w:rsidRPr="00F23192">
        <w:t>Dans ces conditions</w:t>
      </w:r>
      <w:r w:rsidR="00D60A57">
        <w:t xml:space="preserve">, </w:t>
      </w:r>
      <w:r w:rsidRPr="00F23192">
        <w:t>il estima qu</w:t>
      </w:r>
      <w:r w:rsidR="00D60A57">
        <w:t>’</w:t>
      </w:r>
      <w:r w:rsidRPr="00F23192">
        <w:t>il ne risquai rien</w:t>
      </w:r>
      <w:r w:rsidR="00D60A57">
        <w:t xml:space="preserve">… </w:t>
      </w:r>
      <w:r w:rsidRPr="00F23192">
        <w:t xml:space="preserve">ou pas </w:t>
      </w:r>
      <w:proofErr w:type="spellStart"/>
      <w:r w:rsidRPr="00F23192">
        <w:t>grand</w:t>
      </w:r>
      <w:r w:rsidR="00D60A57">
        <w:t>’</w:t>
      </w:r>
      <w:r w:rsidRPr="00F23192">
        <w:t>chose</w:t>
      </w:r>
      <w:proofErr w:type="spellEnd"/>
      <w:r w:rsidR="00D60A57">
        <w:t xml:space="preserve">, </w:t>
      </w:r>
      <w:r w:rsidRPr="00F23192">
        <w:t>à s</w:t>
      </w:r>
      <w:r w:rsidR="00D60A57">
        <w:t>’</w:t>
      </w:r>
      <w:r w:rsidRPr="00F23192">
        <w:t>enfoncer plus avant dans le noir</w:t>
      </w:r>
      <w:r w:rsidR="00D60A57">
        <w:t xml:space="preserve"> ; </w:t>
      </w:r>
      <w:r w:rsidRPr="00F23192">
        <w:t>mais</w:t>
      </w:r>
      <w:r w:rsidR="00D60A57">
        <w:t xml:space="preserve">, </w:t>
      </w:r>
      <w:r w:rsidRPr="00F23192">
        <w:t>aupar</w:t>
      </w:r>
      <w:r w:rsidRPr="00F23192">
        <w:t>a</w:t>
      </w:r>
      <w:r w:rsidRPr="00F23192">
        <w:t>vant</w:t>
      </w:r>
      <w:r w:rsidR="00D60A57">
        <w:t xml:space="preserve">, </w:t>
      </w:r>
      <w:r w:rsidRPr="00F23192">
        <w:t>il attira à lui la masse de broussailles</w:t>
      </w:r>
      <w:r w:rsidR="00D60A57">
        <w:t xml:space="preserve">, </w:t>
      </w:r>
      <w:r w:rsidRPr="00F23192">
        <w:t>de façon à la repl</w:t>
      </w:r>
      <w:r w:rsidRPr="00F23192">
        <w:t>a</w:t>
      </w:r>
      <w:r w:rsidRPr="00F23192">
        <w:t>cer derrière lui</w:t>
      </w:r>
      <w:r w:rsidR="00D60A57">
        <w:t xml:space="preserve">, </w:t>
      </w:r>
      <w:r w:rsidRPr="00F23192">
        <w:t>dans la position où il l</w:t>
      </w:r>
      <w:r w:rsidR="00D60A57">
        <w:t>’</w:t>
      </w:r>
      <w:r w:rsidRPr="00F23192">
        <w:t>avait trouvée</w:t>
      </w:r>
      <w:r w:rsidR="00D60A57">
        <w:t>.</w:t>
      </w:r>
    </w:p>
    <w:p w14:paraId="2990AD63" w14:textId="77777777" w:rsidR="00D60A57" w:rsidRDefault="00E36F6A" w:rsidP="00D60A57">
      <w:r w:rsidRPr="00F23192">
        <w:t>Cela fait</w:t>
      </w:r>
      <w:r w:rsidR="00D60A57">
        <w:t xml:space="preserve">, </w:t>
      </w:r>
      <w:r w:rsidRPr="00F23192">
        <w:t>son couteau en main</w:t>
      </w:r>
      <w:r w:rsidR="00D60A57">
        <w:t xml:space="preserve">, </w:t>
      </w:r>
      <w:r w:rsidRPr="00F23192">
        <w:t>prêt à toute éventualité</w:t>
      </w:r>
      <w:r w:rsidR="00D60A57">
        <w:t xml:space="preserve">, </w:t>
      </w:r>
      <w:r w:rsidRPr="00F23192">
        <w:t>il se glissa dans un boyau si étroit que</w:t>
      </w:r>
      <w:r w:rsidR="00D60A57">
        <w:t xml:space="preserve">, </w:t>
      </w:r>
      <w:r w:rsidRPr="00F23192">
        <w:t>de chaque côté</w:t>
      </w:r>
      <w:r w:rsidR="00D60A57">
        <w:t xml:space="preserve">, </w:t>
      </w:r>
      <w:r w:rsidRPr="00F23192">
        <w:t>ses épaules frôlaient les parois et qu</w:t>
      </w:r>
      <w:r w:rsidR="00D60A57">
        <w:t>’</w:t>
      </w:r>
      <w:r w:rsidRPr="00F23192">
        <w:t>il était contraint de marcher l</w:t>
      </w:r>
      <w:r w:rsidR="00D60A57">
        <w:t>’</w:t>
      </w:r>
      <w:r w:rsidRPr="00F23192">
        <w:t>échine ployée en deux pour éviter de heurter du crâne la voûte r</w:t>
      </w:r>
      <w:r w:rsidRPr="00F23192">
        <w:t>o</w:t>
      </w:r>
      <w:r w:rsidRPr="00F23192">
        <w:t>cheuse</w:t>
      </w:r>
      <w:r w:rsidR="00D60A57">
        <w:t>.</w:t>
      </w:r>
    </w:p>
    <w:p w14:paraId="14826426" w14:textId="77777777" w:rsidR="00D60A57" w:rsidRDefault="00E36F6A" w:rsidP="00D60A57">
      <w:r w:rsidRPr="00F23192">
        <w:t>Il avançait avec assurance</w:t>
      </w:r>
      <w:r w:rsidR="00D60A57">
        <w:t xml:space="preserve"> ; </w:t>
      </w:r>
      <w:r w:rsidRPr="00F23192">
        <w:t>pas un choc</w:t>
      </w:r>
      <w:r w:rsidR="00D60A57">
        <w:t xml:space="preserve">, </w:t>
      </w:r>
      <w:r w:rsidRPr="00F23192">
        <w:t>pas un faux pas</w:t>
      </w:r>
      <w:r w:rsidR="00D60A57">
        <w:t xml:space="preserve">… </w:t>
      </w:r>
      <w:r w:rsidRPr="00F23192">
        <w:t>Évidemment</w:t>
      </w:r>
      <w:r w:rsidR="00D60A57">
        <w:t xml:space="preserve">, </w:t>
      </w:r>
      <w:r w:rsidRPr="00F23192">
        <w:t>quelque secret qu</w:t>
      </w:r>
      <w:r w:rsidR="00D60A57">
        <w:t>’</w:t>
      </w:r>
      <w:r w:rsidRPr="00F23192">
        <w:t>il fût</w:t>
      </w:r>
      <w:r w:rsidR="00D60A57">
        <w:t xml:space="preserve">, </w:t>
      </w:r>
      <w:r w:rsidRPr="00F23192">
        <w:t>ce chemin lui paraissait familier</w:t>
      </w:r>
      <w:r w:rsidR="00D60A57">
        <w:t xml:space="preserve">, </w:t>
      </w:r>
      <w:r w:rsidRPr="00F23192">
        <w:t xml:space="preserve">tellement étaient claires les explications envoyées de Paris par Bertrand du </w:t>
      </w:r>
      <w:proofErr w:type="spellStart"/>
      <w:r w:rsidRPr="00F23192">
        <w:t>Falouët</w:t>
      </w:r>
      <w:proofErr w:type="spellEnd"/>
      <w:r w:rsidR="00D60A57">
        <w:t>.</w:t>
      </w:r>
    </w:p>
    <w:p w14:paraId="29BEA560" w14:textId="77777777" w:rsidR="00D60A57" w:rsidRDefault="00D60A57" w:rsidP="00D60A57">
      <w:r>
        <w:t>« </w:t>
      </w:r>
      <w:r w:rsidR="00E36F6A" w:rsidRPr="00F23192">
        <w:t>Quinze</w:t>
      </w:r>
      <w:r>
        <w:t xml:space="preserve">, </w:t>
      </w:r>
      <w:r w:rsidR="00E36F6A" w:rsidRPr="00F23192">
        <w:t>seize</w:t>
      </w:r>
      <w:r>
        <w:t xml:space="preserve">, </w:t>
      </w:r>
      <w:r w:rsidR="00E36F6A" w:rsidRPr="00F23192">
        <w:t>dix-sept</w:t>
      </w:r>
      <w:r>
        <w:t xml:space="preserve"> », </w:t>
      </w:r>
      <w:r w:rsidR="00E36F6A" w:rsidRPr="00F23192">
        <w:t>comptait-il à chaque pas</w:t>
      </w:r>
      <w:r>
        <w:t>.</w:t>
      </w:r>
    </w:p>
    <w:p w14:paraId="1FDA5E23" w14:textId="77777777" w:rsidR="00D60A57" w:rsidRDefault="00E36F6A" w:rsidP="00D60A57">
      <w:r w:rsidRPr="00F23192">
        <w:lastRenderedPageBreak/>
        <w:t xml:space="preserve">Quand il eut dit </w:t>
      </w:r>
      <w:r w:rsidR="00D60A57">
        <w:t>« </w:t>
      </w:r>
      <w:r w:rsidRPr="00F23192">
        <w:t>vingt</w:t>
      </w:r>
      <w:r w:rsidR="00D60A57">
        <w:t xml:space="preserve"> », </w:t>
      </w:r>
      <w:r w:rsidRPr="00F23192">
        <w:t>il s</w:t>
      </w:r>
      <w:r w:rsidR="00D60A57">
        <w:t>’</w:t>
      </w:r>
      <w:r w:rsidRPr="00F23192">
        <w:t>arrêta</w:t>
      </w:r>
      <w:r w:rsidR="00D60A57">
        <w:t xml:space="preserve">, </w:t>
      </w:r>
      <w:r w:rsidRPr="00F23192">
        <w:t>étendit le bras et</w:t>
      </w:r>
      <w:r w:rsidR="00D60A57">
        <w:t xml:space="preserve">, </w:t>
      </w:r>
      <w:r w:rsidRPr="00F23192">
        <w:t>ses doigts frôlant en avant de lui le roc</w:t>
      </w:r>
      <w:r w:rsidR="00D60A57">
        <w:t xml:space="preserve">, </w:t>
      </w:r>
      <w:r w:rsidRPr="00F23192">
        <w:t>il murmura</w:t>
      </w:r>
      <w:r w:rsidR="00D60A57">
        <w:t> :</w:t>
      </w:r>
    </w:p>
    <w:p w14:paraId="7AE82D39" w14:textId="77777777" w:rsidR="00D60A57" w:rsidRDefault="00D60A57" w:rsidP="00D60A57">
      <w:r>
        <w:t>« </w:t>
      </w:r>
      <w:r w:rsidR="00E36F6A" w:rsidRPr="00F23192">
        <w:t>M</w:t>
      </w:r>
      <w:r>
        <w:t>’</w:t>
      </w:r>
      <w:r w:rsidR="00E36F6A" w:rsidRPr="00F23192">
        <w:t>y voici</w:t>
      </w:r>
      <w:r>
        <w:t>… »</w:t>
      </w:r>
    </w:p>
    <w:p w14:paraId="1EA78E8D" w14:textId="77777777" w:rsidR="00D60A57" w:rsidRDefault="00E36F6A" w:rsidP="00D60A57">
      <w:r w:rsidRPr="00F23192">
        <w:t>Durant quelques secondes</w:t>
      </w:r>
      <w:r w:rsidR="00D60A57">
        <w:t xml:space="preserve">, </w:t>
      </w:r>
      <w:r w:rsidRPr="00F23192">
        <w:t>il sonda l</w:t>
      </w:r>
      <w:r w:rsidR="00D60A57">
        <w:t>’</w:t>
      </w:r>
      <w:r w:rsidRPr="00F23192">
        <w:t>obscurité pour bien s</w:t>
      </w:r>
      <w:r w:rsidR="00D60A57">
        <w:t>’</w:t>
      </w:r>
      <w:r w:rsidRPr="00F23192">
        <w:t>assurer qu</w:t>
      </w:r>
      <w:r w:rsidR="00D60A57">
        <w:t>’</w:t>
      </w:r>
      <w:r w:rsidRPr="00F23192">
        <w:t>il ne se trompait pas</w:t>
      </w:r>
      <w:r w:rsidR="00D60A57">
        <w:t xml:space="preserve"> ; </w:t>
      </w:r>
      <w:r w:rsidRPr="00F23192">
        <w:t>puis</w:t>
      </w:r>
      <w:r w:rsidR="00D60A57">
        <w:t xml:space="preserve">, </w:t>
      </w:r>
      <w:r w:rsidRPr="00F23192">
        <w:t>de l</w:t>
      </w:r>
      <w:r w:rsidR="00D60A57">
        <w:t>’</w:t>
      </w:r>
      <w:r w:rsidRPr="00F23192">
        <w:t>extrémité de ses doigts</w:t>
      </w:r>
      <w:r w:rsidR="00D60A57">
        <w:t xml:space="preserve">, </w:t>
      </w:r>
      <w:r w:rsidRPr="00F23192">
        <w:t>il palpa l</w:t>
      </w:r>
      <w:r w:rsidR="00D60A57">
        <w:t>’</w:t>
      </w:r>
      <w:r w:rsidRPr="00F23192">
        <w:t>obstacle devant lequel il se trouvait arrêté</w:t>
      </w:r>
      <w:r w:rsidR="00D60A57">
        <w:t xml:space="preserve">. </w:t>
      </w:r>
      <w:r w:rsidRPr="00F23192">
        <w:t>Sa recherche fut longue</w:t>
      </w:r>
      <w:r w:rsidR="00D60A57">
        <w:t xml:space="preserve">, </w:t>
      </w:r>
      <w:r w:rsidRPr="00F23192">
        <w:t>pour enfin aboutir à un certain endroit où il appuya le doigt</w:t>
      </w:r>
      <w:r w:rsidR="00D60A57">
        <w:t>.</w:t>
      </w:r>
    </w:p>
    <w:p w14:paraId="377E5676" w14:textId="77777777" w:rsidR="00D60A57" w:rsidRDefault="00E36F6A" w:rsidP="00D60A57">
      <w:r w:rsidRPr="00F23192">
        <w:t>Un déclic se produisit</w:t>
      </w:r>
      <w:r w:rsidR="00D60A57">
        <w:t xml:space="preserve">, </w:t>
      </w:r>
      <w:r w:rsidRPr="00F23192">
        <w:t>à peine perceptible pour une oreille étrangère</w:t>
      </w:r>
      <w:r w:rsidR="00D60A57">
        <w:t>.</w:t>
      </w:r>
    </w:p>
    <w:p w14:paraId="7EA904B9" w14:textId="77777777" w:rsidR="00D60A57" w:rsidRDefault="00E36F6A" w:rsidP="00D60A57">
      <w:r w:rsidRPr="00F23192">
        <w:t>Alors</w:t>
      </w:r>
      <w:r w:rsidR="00D60A57">
        <w:t xml:space="preserve">, </w:t>
      </w:r>
      <w:r w:rsidRPr="00F23192">
        <w:t>assurant dans sa main le manche du couteau</w:t>
      </w:r>
      <w:r w:rsidR="00D60A57">
        <w:t xml:space="preserve">, </w:t>
      </w:r>
      <w:r w:rsidRPr="00F23192">
        <w:t>il poussa</w:t>
      </w:r>
      <w:r w:rsidR="00D60A57">
        <w:t xml:space="preserve">, </w:t>
      </w:r>
      <w:r w:rsidRPr="00F23192">
        <w:t>de l</w:t>
      </w:r>
      <w:r w:rsidR="00D60A57">
        <w:t>’</w:t>
      </w:r>
      <w:r w:rsidRPr="00F23192">
        <w:t>autre main</w:t>
      </w:r>
      <w:r w:rsidR="00D60A57">
        <w:t xml:space="preserve">, </w:t>
      </w:r>
      <w:r w:rsidRPr="00F23192">
        <w:t>une porte qui évolua sans bruit sur ses gonds huilés</w:t>
      </w:r>
      <w:r w:rsidR="00D60A57">
        <w:t>.</w:t>
      </w:r>
    </w:p>
    <w:p w14:paraId="3D47ACD3" w14:textId="77777777" w:rsidR="00D60A57" w:rsidRDefault="00E36F6A" w:rsidP="00D60A57">
      <w:r w:rsidRPr="00F23192">
        <w:t>Il fit deux pas</w:t>
      </w:r>
      <w:r w:rsidR="00D60A57">
        <w:t xml:space="preserve">, </w:t>
      </w:r>
      <w:r w:rsidRPr="00F23192">
        <w:t>referma la porte et promena ses regards a</w:t>
      </w:r>
      <w:r w:rsidRPr="00F23192">
        <w:t>u</w:t>
      </w:r>
      <w:r w:rsidRPr="00F23192">
        <w:t>tour de lui</w:t>
      </w:r>
      <w:r w:rsidR="00D60A57">
        <w:t xml:space="preserve"> : </w:t>
      </w:r>
      <w:r w:rsidRPr="00F23192">
        <w:t>il se trouvait dans une pièce qu</w:t>
      </w:r>
      <w:r w:rsidR="00D60A57">
        <w:t>’</w:t>
      </w:r>
      <w:r w:rsidRPr="00F23192">
        <w:t>éclairait d</w:t>
      </w:r>
      <w:r w:rsidR="00D60A57">
        <w:t>’</w:t>
      </w:r>
      <w:r w:rsidRPr="00F23192">
        <w:t>une lueur blafarde le clair de lune passant à travers les barreaux d</w:t>
      </w:r>
      <w:r w:rsidR="00D60A57">
        <w:t>’</w:t>
      </w:r>
      <w:r w:rsidRPr="00F23192">
        <w:t>un étroit soupirail</w:t>
      </w:r>
      <w:r w:rsidR="00D60A57">
        <w:t>.</w:t>
      </w:r>
    </w:p>
    <w:p w14:paraId="6BE11F68" w14:textId="77777777" w:rsidR="00D60A57" w:rsidRDefault="00E36F6A" w:rsidP="00D60A57">
      <w:r w:rsidRPr="00F23192">
        <w:t>La pièce</w:t>
      </w:r>
      <w:r w:rsidR="00D60A57">
        <w:t xml:space="preserve">, </w:t>
      </w:r>
      <w:r w:rsidRPr="00F23192">
        <w:t>de grandes dimensions</w:t>
      </w:r>
      <w:r w:rsidR="00D60A57">
        <w:t xml:space="preserve">, </w:t>
      </w:r>
      <w:r w:rsidRPr="00F23192">
        <w:t>mais extrêmement basse de voûte</w:t>
      </w:r>
      <w:r w:rsidR="00D60A57">
        <w:t xml:space="preserve">, </w:t>
      </w:r>
      <w:r w:rsidRPr="00F23192">
        <w:t>était emplie de caisses de toutes formes</w:t>
      </w:r>
      <w:r w:rsidR="00D60A57">
        <w:t xml:space="preserve">, </w:t>
      </w:r>
      <w:r w:rsidRPr="00F23192">
        <w:t>fermées par des barres d</w:t>
      </w:r>
      <w:r w:rsidR="00D60A57">
        <w:t>’</w:t>
      </w:r>
      <w:r w:rsidRPr="00F23192">
        <w:t>acier</w:t>
      </w:r>
      <w:r w:rsidR="00D60A57">
        <w:t xml:space="preserve">, </w:t>
      </w:r>
      <w:r w:rsidRPr="00F23192">
        <w:t>de barils grands et petits</w:t>
      </w:r>
      <w:r w:rsidR="00D60A57">
        <w:t xml:space="preserve">, </w:t>
      </w:r>
      <w:r w:rsidRPr="00F23192">
        <w:t>dont la fermeture était également assurée par des cercles de métal que renfo</w:t>
      </w:r>
      <w:r w:rsidRPr="00F23192">
        <w:t>r</w:t>
      </w:r>
      <w:r w:rsidRPr="00F23192">
        <w:t>çaient de forts cadenas</w:t>
      </w:r>
      <w:r w:rsidR="00D60A57">
        <w:t>.</w:t>
      </w:r>
    </w:p>
    <w:p w14:paraId="36A2BA7C" w14:textId="77777777" w:rsidR="00D60A57" w:rsidRDefault="00E36F6A" w:rsidP="00D60A57">
      <w:r w:rsidRPr="00F23192">
        <w:t>Ayant minutieusement compté caisses et barils</w:t>
      </w:r>
      <w:r w:rsidR="00D60A57">
        <w:t xml:space="preserve">, </w:t>
      </w:r>
      <w:r w:rsidRPr="00F23192">
        <w:t>il eut un soupir qui devait être de satisfaction</w:t>
      </w:r>
      <w:r w:rsidR="00D60A57">
        <w:t xml:space="preserve">, </w:t>
      </w:r>
      <w:r w:rsidRPr="00F23192">
        <w:t>car ces mots fusèrent de ses lèvres</w:t>
      </w:r>
      <w:r w:rsidR="00D60A57">
        <w:t> :</w:t>
      </w:r>
    </w:p>
    <w:p w14:paraId="6EB079E2" w14:textId="77777777" w:rsidR="00D60A57" w:rsidRDefault="00D60A57" w:rsidP="00D60A57">
      <w:r>
        <w:t>« </w:t>
      </w:r>
      <w:r w:rsidR="00E36F6A" w:rsidRPr="00F23192">
        <w:t>Tudieu</w:t>
      </w:r>
      <w:r>
        <w:t xml:space="preserve"> ! </w:t>
      </w:r>
      <w:r w:rsidR="00E36F6A" w:rsidRPr="00F23192">
        <w:t>j</w:t>
      </w:r>
      <w:r>
        <w:t>’</w:t>
      </w:r>
      <w:r w:rsidR="00E36F6A" w:rsidRPr="00F23192">
        <w:t>ai eu peur</w:t>
      </w:r>
      <w:r>
        <w:t> ! »</w:t>
      </w:r>
    </w:p>
    <w:p w14:paraId="698F8227" w14:textId="77777777" w:rsidR="00D60A57" w:rsidRDefault="00E36F6A" w:rsidP="00D60A57">
      <w:r w:rsidRPr="00F23192">
        <w:t>Pour se livrer à cette inspection</w:t>
      </w:r>
      <w:r w:rsidR="00D60A57">
        <w:t xml:space="preserve">, </w:t>
      </w:r>
      <w:r w:rsidRPr="00F23192">
        <w:t>il avait remis en place son couteau inutile</w:t>
      </w:r>
      <w:r w:rsidR="00D60A57">
        <w:t xml:space="preserve">, </w:t>
      </w:r>
      <w:r w:rsidRPr="00F23192">
        <w:t xml:space="preserve">mais il le reprit en main pour traverser le </w:t>
      </w:r>
      <w:r w:rsidRPr="00F23192">
        <w:lastRenderedPageBreak/>
        <w:t>so</w:t>
      </w:r>
      <w:r w:rsidRPr="00F23192">
        <w:t>u</w:t>
      </w:r>
      <w:r w:rsidRPr="00F23192">
        <w:t>terrain dans toute sa largeur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approcher de l</w:t>
      </w:r>
      <w:r w:rsidR="00D60A57">
        <w:t>’</w:t>
      </w:r>
      <w:r w:rsidRPr="00F23192">
        <w:t>une des parois sur laquelle il promena ses mains à tâtons</w:t>
      </w:r>
      <w:r w:rsidR="00D60A57">
        <w:t>.</w:t>
      </w:r>
    </w:p>
    <w:p w14:paraId="0B9CFDE0" w14:textId="77777777" w:rsidR="00D60A57" w:rsidRDefault="00E36F6A" w:rsidP="00D60A57">
      <w:r w:rsidRPr="00F23192">
        <w:t>Un juron de mauvaise humeur lui échappa à constater l</w:t>
      </w:r>
      <w:r w:rsidR="00D60A57">
        <w:t>’</w:t>
      </w:r>
      <w:r w:rsidRPr="00F23192">
        <w:t>inutilité de ses recherches</w:t>
      </w:r>
      <w:r w:rsidR="00D60A57">
        <w:t xml:space="preserve">. </w:t>
      </w:r>
      <w:r w:rsidRPr="00F23192">
        <w:t>Il revint sur ses pas</w:t>
      </w:r>
      <w:r w:rsidR="00D60A57">
        <w:t xml:space="preserve">, </w:t>
      </w:r>
      <w:r w:rsidRPr="00F23192">
        <w:t>comptant ses enjambées</w:t>
      </w:r>
      <w:r w:rsidR="00D60A57">
        <w:t xml:space="preserve">, </w:t>
      </w:r>
      <w:r w:rsidRPr="00F23192">
        <w:t>en prenant bien garde de les faire de même lo</w:t>
      </w:r>
      <w:r w:rsidRPr="00F23192">
        <w:t>n</w:t>
      </w:r>
      <w:r w:rsidRPr="00F23192">
        <w:t>gueur</w:t>
      </w:r>
      <w:r w:rsidR="00D60A57">
        <w:t>.</w:t>
      </w:r>
    </w:p>
    <w:p w14:paraId="242DB2B1" w14:textId="77777777" w:rsidR="00D60A57" w:rsidRDefault="00E36F6A" w:rsidP="00D60A57">
      <w:r w:rsidRPr="00F23192">
        <w:t>Ensuite</w:t>
      </w:r>
      <w:r w:rsidR="00D60A57">
        <w:t xml:space="preserve">, </w:t>
      </w:r>
      <w:r w:rsidRPr="00F23192">
        <w:t>il se livra à un manège semblable</w:t>
      </w:r>
      <w:r w:rsidR="00D60A57">
        <w:t xml:space="preserve">, </w:t>
      </w:r>
      <w:r w:rsidRPr="00F23192">
        <w:t>mais dans un sens qui coupait perpendiculairement le premier</w:t>
      </w:r>
      <w:r w:rsidR="00D60A57">
        <w:t xml:space="preserve"> ; </w:t>
      </w:r>
      <w:r w:rsidRPr="00F23192">
        <w:t>l</w:t>
      </w:r>
      <w:r w:rsidR="00D60A57">
        <w:t>’</w:t>
      </w:r>
      <w:r w:rsidRPr="00F23192">
        <w:t>un lui avait donné vingt-trois enjambées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autre trente-deux</w:t>
      </w:r>
      <w:r w:rsidR="00D60A57">
        <w:t xml:space="preserve"> ; </w:t>
      </w:r>
      <w:r w:rsidRPr="00F23192">
        <w:t>au point d</w:t>
      </w:r>
      <w:r w:rsidR="00D60A57">
        <w:t>’</w:t>
      </w:r>
      <w:r w:rsidRPr="00F23192">
        <w:t>intersection</w:t>
      </w:r>
      <w:r w:rsidR="00D60A57">
        <w:t xml:space="preserve">, </w:t>
      </w:r>
      <w:r w:rsidRPr="00F23192">
        <w:t>il s</w:t>
      </w:r>
      <w:r w:rsidR="00D60A57">
        <w:t>’</w:t>
      </w:r>
      <w:r w:rsidRPr="00F23192">
        <w:t>immobilisa et</w:t>
      </w:r>
      <w:r w:rsidR="00D60A57">
        <w:t xml:space="preserve">, </w:t>
      </w:r>
      <w:r w:rsidRPr="00F23192">
        <w:t>accroupi sur le sol</w:t>
      </w:r>
      <w:r w:rsidR="00D60A57">
        <w:t xml:space="preserve">, </w:t>
      </w:r>
      <w:r w:rsidRPr="00F23192">
        <w:t>il promena ses doigts sur le carrelage fait d</w:t>
      </w:r>
      <w:r w:rsidR="00D60A57">
        <w:t>’</w:t>
      </w:r>
      <w:r w:rsidRPr="00F23192">
        <w:t>une grossière m</w:t>
      </w:r>
      <w:r w:rsidRPr="00F23192">
        <w:t>o</w:t>
      </w:r>
      <w:r w:rsidRPr="00F23192">
        <w:t>saïque</w:t>
      </w:r>
      <w:r w:rsidR="00D60A57">
        <w:t xml:space="preserve"> ; </w:t>
      </w:r>
      <w:r w:rsidRPr="00F23192">
        <w:t>après quoi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étant dressé</w:t>
      </w:r>
      <w:r w:rsidR="00D60A57">
        <w:t xml:space="preserve">, </w:t>
      </w:r>
      <w:r w:rsidRPr="00F23192">
        <w:t>il pesa de tout son poids sur un certain point que ses doigts avaient repéré</w:t>
      </w:r>
      <w:r w:rsidR="00D60A57">
        <w:t>.</w:t>
      </w:r>
    </w:p>
    <w:p w14:paraId="4197A803" w14:textId="77777777" w:rsidR="00D60A57" w:rsidRDefault="00E36F6A" w:rsidP="00D60A57">
      <w:r w:rsidRPr="00F23192">
        <w:t>Aussitôt un bruit sec lui fit connaître que le ressort auquel commandait le point sur lequel s</w:t>
      </w:r>
      <w:r w:rsidR="00D60A57">
        <w:t>’</w:t>
      </w:r>
      <w:r w:rsidRPr="00F23192">
        <w:t>était exercée sa pression avait joué et</w:t>
      </w:r>
      <w:r w:rsidR="00D60A57">
        <w:t xml:space="preserve">, </w:t>
      </w:r>
      <w:r w:rsidRPr="00F23192">
        <w:t>sans hésitation</w:t>
      </w:r>
      <w:r w:rsidR="00D60A57">
        <w:t xml:space="preserve">, </w:t>
      </w:r>
      <w:r w:rsidRPr="00F23192">
        <w:t>il marcha droit au fond du souterrain</w:t>
      </w:r>
      <w:r w:rsidR="00D60A57">
        <w:t>.</w:t>
      </w:r>
    </w:p>
    <w:p w14:paraId="35799661" w14:textId="77777777" w:rsidR="00D60A57" w:rsidRDefault="00E36F6A" w:rsidP="00D60A57">
      <w:r w:rsidRPr="00F23192">
        <w:t>L</w:t>
      </w:r>
      <w:r w:rsidR="00D60A57">
        <w:t>’</w:t>
      </w:r>
      <w:r w:rsidRPr="00F23192">
        <w:t>auscultation de ses doigts lui permit alors de reconnaître dans la roche une légère fissure qui décelait l</w:t>
      </w:r>
      <w:r w:rsidR="00D60A57">
        <w:t>’</w:t>
      </w:r>
      <w:r w:rsidRPr="00F23192">
        <w:t>existence d</w:t>
      </w:r>
      <w:r w:rsidR="00D60A57">
        <w:t>’</w:t>
      </w:r>
      <w:r w:rsidRPr="00F23192">
        <w:t>une ouverture faisant communiquer la pièce dans laquelle il se tro</w:t>
      </w:r>
      <w:r w:rsidRPr="00F23192">
        <w:t>u</w:t>
      </w:r>
      <w:r w:rsidRPr="00F23192">
        <w:t>vait avec</w:t>
      </w:r>
      <w:r w:rsidR="00D60A57">
        <w:t>…</w:t>
      </w:r>
    </w:p>
    <w:p w14:paraId="2BDBB11E" w14:textId="77777777" w:rsidR="00D60A57" w:rsidRDefault="00E36F6A" w:rsidP="00D60A57">
      <w:r w:rsidRPr="00F23192">
        <w:t>Soudain il s</w:t>
      </w:r>
      <w:r w:rsidR="00D60A57">
        <w:t>’</w:t>
      </w:r>
      <w:r w:rsidRPr="00F23192">
        <w:t>arrêta</w:t>
      </w:r>
      <w:r w:rsidR="00D60A57">
        <w:t xml:space="preserve">, </w:t>
      </w:r>
      <w:r w:rsidRPr="00F23192">
        <w:t>saisi</w:t>
      </w:r>
      <w:r w:rsidR="00D60A57">
        <w:t xml:space="preserve"> : </w:t>
      </w:r>
      <w:r w:rsidRPr="00F23192">
        <w:t>ne venait-il pas de lui sembler e</w:t>
      </w:r>
      <w:r w:rsidRPr="00F23192">
        <w:t>n</w:t>
      </w:r>
      <w:r w:rsidRPr="00F23192">
        <w:t>tendre un bruit léger filtrant par cette fissure</w:t>
      </w:r>
      <w:r w:rsidR="00D60A57">
        <w:t xml:space="preserve">. </w:t>
      </w:r>
      <w:r w:rsidRPr="00F23192">
        <w:t>Difficilement</w:t>
      </w:r>
      <w:r w:rsidR="00D60A57">
        <w:t xml:space="preserve">, </w:t>
      </w:r>
      <w:r w:rsidRPr="00F23192">
        <w:t>il en pouvait définir la nature</w:t>
      </w:r>
      <w:r w:rsidR="00D60A57">
        <w:t xml:space="preserve">, </w:t>
      </w:r>
      <w:r w:rsidRPr="00F23192">
        <w:t>mais en forçant son attention</w:t>
      </w:r>
      <w:r w:rsidR="00D60A57">
        <w:t xml:space="preserve">, </w:t>
      </w:r>
      <w:r w:rsidRPr="00F23192">
        <w:t>il lui semblait bien qu</w:t>
      </w:r>
      <w:r w:rsidR="00D60A57">
        <w:t>’</w:t>
      </w:r>
      <w:r w:rsidRPr="00F23192">
        <w:t>il s</w:t>
      </w:r>
      <w:r w:rsidR="00D60A57">
        <w:t>’</w:t>
      </w:r>
      <w:r w:rsidRPr="00F23192">
        <w:t>agissait d</w:t>
      </w:r>
      <w:r w:rsidR="00D60A57">
        <w:t>’</w:t>
      </w:r>
      <w:r w:rsidRPr="00F23192">
        <w:t>un vagissement de petit enfant</w:t>
      </w:r>
      <w:r w:rsidR="00D60A57">
        <w:t xml:space="preserve">… </w:t>
      </w:r>
      <w:r w:rsidRPr="00F23192">
        <w:t>à moins que ce ne fût tout simplement un gémissement loi</w:t>
      </w:r>
      <w:r w:rsidRPr="00F23192">
        <w:t>n</w:t>
      </w:r>
      <w:r w:rsidRPr="00F23192">
        <w:t>tain</w:t>
      </w:r>
      <w:r w:rsidR="00D60A57">
        <w:t>…</w:t>
      </w:r>
    </w:p>
    <w:p w14:paraId="2F2209D7" w14:textId="77777777" w:rsidR="00D60A57" w:rsidRDefault="00E36F6A" w:rsidP="00D60A57">
      <w:r w:rsidRPr="00F23192">
        <w:t>La première supposition étant improbable</w:t>
      </w:r>
      <w:r w:rsidR="00D60A57">
        <w:t xml:space="preserve">, </w:t>
      </w:r>
      <w:r w:rsidRPr="00F23192">
        <w:t>restait la s</w:t>
      </w:r>
      <w:r w:rsidRPr="00F23192">
        <w:t>e</w:t>
      </w:r>
      <w:r w:rsidRPr="00F23192">
        <w:t>conde</w:t>
      </w:r>
      <w:r w:rsidR="00D60A57">
        <w:t>.</w:t>
      </w:r>
    </w:p>
    <w:p w14:paraId="0229EDF9" w14:textId="77777777" w:rsidR="00D60A57" w:rsidRDefault="00E36F6A" w:rsidP="00D60A57">
      <w:r w:rsidRPr="00F23192">
        <w:lastRenderedPageBreak/>
        <w:t>Mais un gémissement</w:t>
      </w:r>
      <w:r w:rsidR="00D60A57">
        <w:t xml:space="preserve">, </w:t>
      </w:r>
      <w:r w:rsidRPr="00F23192">
        <w:t>pour être admissible</w:t>
      </w:r>
      <w:r w:rsidR="00D60A57">
        <w:t xml:space="preserve">, </w:t>
      </w:r>
      <w:r w:rsidRPr="00F23192">
        <w:t>le contraignait à supposer</w:t>
      </w:r>
      <w:r w:rsidR="00D60A57">
        <w:t>…</w:t>
      </w:r>
    </w:p>
    <w:p w14:paraId="622214F7" w14:textId="77777777" w:rsidR="00D60A57" w:rsidRDefault="00E36F6A" w:rsidP="00D60A57">
      <w:r w:rsidRPr="00F23192">
        <w:t>Et cette supposition s</w:t>
      </w:r>
      <w:r w:rsidR="00D60A57">
        <w:t>’</w:t>
      </w:r>
      <w:r w:rsidRPr="00F23192">
        <w:t>accordait si bien avec les détails qui lui avaient été donnés une heure auparavant</w:t>
      </w:r>
      <w:r w:rsidR="00D60A57">
        <w:t xml:space="preserve">, </w:t>
      </w:r>
      <w:r w:rsidRPr="00F23192">
        <w:t>qu</w:t>
      </w:r>
      <w:r w:rsidR="00D60A57">
        <w:t>’</w:t>
      </w:r>
      <w:r w:rsidRPr="00F23192">
        <w:t>un frémiss</w:t>
      </w:r>
      <w:r w:rsidRPr="00F23192">
        <w:t>e</w:t>
      </w:r>
      <w:r w:rsidRPr="00F23192">
        <w:t>ment d</w:t>
      </w:r>
      <w:r w:rsidR="00D60A57">
        <w:t>’</w:t>
      </w:r>
      <w:r w:rsidRPr="00F23192">
        <w:t>angoisse le secoua tout entier</w:t>
      </w:r>
      <w:r w:rsidR="00D60A57">
        <w:t>…</w:t>
      </w:r>
    </w:p>
    <w:p w14:paraId="0457526E" w14:textId="77777777" w:rsidR="00D60A57" w:rsidRDefault="00E36F6A" w:rsidP="00D60A57">
      <w:r w:rsidRPr="00F23192">
        <w:t>Cependant</w:t>
      </w:r>
      <w:r w:rsidR="00D60A57">
        <w:t xml:space="preserve">, </w:t>
      </w:r>
      <w:r w:rsidRPr="00F23192">
        <w:t>la situation exigeait qu</w:t>
      </w:r>
      <w:r w:rsidR="00D60A57">
        <w:t>’</w:t>
      </w:r>
      <w:r w:rsidRPr="00F23192">
        <w:t>il redevint maître de lui</w:t>
      </w:r>
      <w:r w:rsidR="00D60A57">
        <w:t xml:space="preserve"> : </w:t>
      </w:r>
      <w:r w:rsidRPr="00F23192">
        <w:t>il se raidit donc contre cette dépression passagère et</w:t>
      </w:r>
      <w:r w:rsidR="00D60A57">
        <w:t xml:space="preserve">, </w:t>
      </w:r>
      <w:r w:rsidRPr="00F23192">
        <w:t>do</w:t>
      </w:r>
      <w:r w:rsidRPr="00F23192">
        <w:t>u</w:t>
      </w:r>
      <w:r w:rsidRPr="00F23192">
        <w:t>cement</w:t>
      </w:r>
      <w:r w:rsidR="00D60A57">
        <w:t xml:space="preserve">, </w:t>
      </w:r>
      <w:r w:rsidRPr="00F23192">
        <w:t>sans bruit</w:t>
      </w:r>
      <w:r w:rsidR="00D60A57">
        <w:t xml:space="preserve">, </w:t>
      </w:r>
      <w:r w:rsidRPr="00F23192">
        <w:t>pesa du poids de ses épaules contre le roc</w:t>
      </w:r>
      <w:r w:rsidR="00D60A57">
        <w:t xml:space="preserve">, </w:t>
      </w:r>
      <w:r w:rsidRPr="00F23192">
        <w:t>dont un pan év</w:t>
      </w:r>
      <w:r w:rsidRPr="00F23192">
        <w:t>o</w:t>
      </w:r>
      <w:r w:rsidRPr="00F23192">
        <w:t>lua sur lui-même</w:t>
      </w:r>
      <w:r w:rsidR="00D60A57">
        <w:t xml:space="preserve">, </w:t>
      </w:r>
      <w:r w:rsidRPr="00F23192">
        <w:t>formant une mince ouverture par laquelle il se coula de l</w:t>
      </w:r>
      <w:r w:rsidR="00D60A57">
        <w:t>’</w:t>
      </w:r>
      <w:r w:rsidRPr="00F23192">
        <w:t>autre côté</w:t>
      </w:r>
      <w:r w:rsidR="00D60A57">
        <w:t>.</w:t>
      </w:r>
    </w:p>
    <w:p w14:paraId="59325F31" w14:textId="77777777" w:rsidR="00D60A57" w:rsidRDefault="00E36F6A" w:rsidP="00D60A57">
      <w:r w:rsidRPr="00F23192">
        <w:t>Là se rencontrait un étroit palier auquel s</w:t>
      </w:r>
      <w:r w:rsidR="00D60A57">
        <w:t>’</w:t>
      </w:r>
      <w:r w:rsidRPr="00F23192">
        <w:t>amorçaient les marches d</w:t>
      </w:r>
      <w:r w:rsidR="00D60A57">
        <w:t>’</w:t>
      </w:r>
      <w:r w:rsidRPr="00F23192">
        <w:t>un escalier qui montait en spirale dans l</w:t>
      </w:r>
      <w:r w:rsidR="00D60A57">
        <w:t>’</w:t>
      </w:r>
      <w:r w:rsidRPr="00F23192">
        <w:t>intérieur même du bloc sur lequel reposait le château</w:t>
      </w:r>
      <w:r w:rsidR="00D60A57">
        <w:t>.</w:t>
      </w:r>
    </w:p>
    <w:p w14:paraId="0DA9C423" w14:textId="77777777" w:rsidR="00D60A57" w:rsidRDefault="00E36F6A" w:rsidP="00D60A57">
      <w:r w:rsidRPr="00F23192">
        <w:t>Avant de s</w:t>
      </w:r>
      <w:r w:rsidR="00D60A57">
        <w:t>’</w:t>
      </w:r>
      <w:r w:rsidRPr="00F23192">
        <w:t>y engager</w:t>
      </w:r>
      <w:r w:rsidR="00D60A57">
        <w:t xml:space="preserve">, </w:t>
      </w:r>
      <w:r w:rsidRPr="00F23192">
        <w:t>le jeune homme scruta le silence d</w:t>
      </w:r>
      <w:r w:rsidR="00D60A57">
        <w:t>’</w:t>
      </w:r>
      <w:r w:rsidRPr="00F23192">
        <w:t>une oreille prudente et le bruit</w:t>
      </w:r>
      <w:r w:rsidR="00D60A57">
        <w:t xml:space="preserve">, </w:t>
      </w:r>
      <w:r w:rsidRPr="00F23192">
        <w:t>perçu d</w:t>
      </w:r>
      <w:r w:rsidR="00D60A57">
        <w:t>’</w:t>
      </w:r>
      <w:r w:rsidRPr="00F23192">
        <w:t>en bas</w:t>
      </w:r>
      <w:r w:rsidR="00D60A57">
        <w:t xml:space="preserve">, </w:t>
      </w:r>
      <w:r w:rsidRPr="00F23192">
        <w:t>lui parvint plus distinctement</w:t>
      </w:r>
      <w:r w:rsidR="00D60A57">
        <w:t>.</w:t>
      </w:r>
    </w:p>
    <w:p w14:paraId="676FACDE" w14:textId="77777777" w:rsidR="00D60A57" w:rsidRDefault="00E36F6A" w:rsidP="00D60A57">
      <w:r w:rsidRPr="00F23192">
        <w:t>C</w:t>
      </w:r>
      <w:r w:rsidR="00D60A57">
        <w:t>’</w:t>
      </w:r>
      <w:r w:rsidRPr="00F23192">
        <w:t>était bien une plainte qu</w:t>
      </w:r>
      <w:r w:rsidR="00D60A57">
        <w:t>’</w:t>
      </w:r>
      <w:r w:rsidRPr="00F23192">
        <w:t>il avait entendue</w:t>
      </w:r>
      <w:r w:rsidR="00D60A57">
        <w:t>.</w:t>
      </w:r>
    </w:p>
    <w:p w14:paraId="5106F32F" w14:textId="77777777" w:rsidR="00D60A57" w:rsidRDefault="00E36F6A" w:rsidP="00D60A57">
      <w:r w:rsidRPr="00F23192">
        <w:t>Cette fois</w:t>
      </w:r>
      <w:r w:rsidR="00D60A57">
        <w:t xml:space="preserve">, </w:t>
      </w:r>
      <w:r w:rsidRPr="00F23192">
        <w:t>son émoi se transforma en angoisse et ses doigts étreignirent plus fortement le manche de son couteau</w:t>
      </w:r>
      <w:r w:rsidR="00D60A57">
        <w:t>.</w:t>
      </w:r>
    </w:p>
    <w:p w14:paraId="72B8BAB1" w14:textId="77777777" w:rsidR="00D60A57" w:rsidRDefault="00E36F6A" w:rsidP="00D60A57">
      <w:r w:rsidRPr="00F23192">
        <w:t>Il commença de monter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oreille toujours tendue vers la plainte qui allait s</w:t>
      </w:r>
      <w:r w:rsidR="00D60A57">
        <w:t>’</w:t>
      </w:r>
      <w:r w:rsidRPr="00F23192">
        <w:t>accentuant au fur et à mesure qu</w:t>
      </w:r>
      <w:r w:rsidR="00D60A57">
        <w:t>’</w:t>
      </w:r>
      <w:r w:rsidRPr="00F23192">
        <w:t>il s</w:t>
      </w:r>
      <w:r w:rsidR="00D60A57">
        <w:t>’</w:t>
      </w:r>
      <w:r w:rsidRPr="00F23192">
        <w:t>élevait</w:t>
      </w:r>
      <w:r w:rsidR="00D60A57">
        <w:t>.</w:t>
      </w:r>
    </w:p>
    <w:p w14:paraId="11CFD233" w14:textId="77777777" w:rsidR="00D60A57" w:rsidRDefault="00E36F6A" w:rsidP="00D60A57">
      <w:r w:rsidRPr="00F23192">
        <w:t>À certain moment il glissa</w:t>
      </w:r>
      <w:r w:rsidR="00D60A57">
        <w:t xml:space="preserve"> ; </w:t>
      </w:r>
      <w:r w:rsidRPr="00F23192">
        <w:t>pour éviter une chute co</w:t>
      </w:r>
      <w:r w:rsidRPr="00F23192">
        <w:t>m</w:t>
      </w:r>
      <w:r w:rsidRPr="00F23192">
        <w:t>plète</w:t>
      </w:r>
      <w:r w:rsidR="00D60A57">
        <w:t xml:space="preserve">, </w:t>
      </w:r>
      <w:r w:rsidRPr="00F23192">
        <w:t>il dut plaquer l</w:t>
      </w:r>
      <w:r w:rsidR="00D60A57">
        <w:t>’</w:t>
      </w:r>
      <w:r w:rsidRPr="00F23192">
        <w:t>une de ses mains sur une marche</w:t>
      </w:r>
      <w:r w:rsidR="00D60A57">
        <w:t xml:space="preserve"> ; </w:t>
      </w:r>
      <w:r w:rsidRPr="00F23192">
        <w:t>quand il se redressa</w:t>
      </w:r>
      <w:r w:rsidR="00D60A57">
        <w:t xml:space="preserve">, </w:t>
      </w:r>
      <w:r w:rsidRPr="00F23192">
        <w:t>il sentit sa main souillée d</w:t>
      </w:r>
      <w:r w:rsidR="00D60A57">
        <w:t>’</w:t>
      </w:r>
      <w:r w:rsidRPr="00F23192">
        <w:t>un liquide gluant et ses narines flairèrent le sang</w:t>
      </w:r>
      <w:r w:rsidR="00D60A57">
        <w:t>.</w:t>
      </w:r>
    </w:p>
    <w:p w14:paraId="0DE4FB7B" w14:textId="77777777" w:rsidR="00D60A57" w:rsidRDefault="00E36F6A" w:rsidP="00D60A57">
      <w:r w:rsidRPr="00F23192">
        <w:t>Il demeura une minute ou deux figé dans une immobilité pleine d</w:t>
      </w:r>
      <w:r w:rsidR="00D60A57">
        <w:t>’</w:t>
      </w:r>
      <w:r w:rsidRPr="00F23192">
        <w:t>incertitude</w:t>
      </w:r>
      <w:r w:rsidR="00D60A57">
        <w:t>.</w:t>
      </w:r>
    </w:p>
    <w:p w14:paraId="4E8F2EB0" w14:textId="77777777" w:rsidR="00D60A57" w:rsidRDefault="00E36F6A" w:rsidP="00D60A57">
      <w:r w:rsidRPr="00F23192">
        <w:lastRenderedPageBreak/>
        <w:t>Du sang</w:t>
      </w:r>
      <w:r w:rsidR="00D60A57">
        <w:t xml:space="preserve"> ! </w:t>
      </w:r>
      <w:r w:rsidRPr="00F23192">
        <w:t>Qu</w:t>
      </w:r>
      <w:r w:rsidR="00D60A57">
        <w:t>’</w:t>
      </w:r>
      <w:r w:rsidRPr="00F23192">
        <w:t>est-ce que cela signifiait</w:t>
      </w:r>
      <w:r w:rsidR="00D60A57">
        <w:t xml:space="preserve">… </w:t>
      </w:r>
      <w:r w:rsidRPr="00F23192">
        <w:t>Mais</w:t>
      </w:r>
      <w:r w:rsidR="00D60A57">
        <w:t xml:space="preserve">, </w:t>
      </w:r>
      <w:r w:rsidRPr="00F23192">
        <w:t>presque au</w:t>
      </w:r>
      <w:r w:rsidRPr="00F23192">
        <w:t>s</w:t>
      </w:r>
      <w:r w:rsidRPr="00F23192">
        <w:t>sitôt</w:t>
      </w:r>
      <w:r w:rsidR="00D60A57">
        <w:t xml:space="preserve">, </w:t>
      </w:r>
      <w:r w:rsidRPr="00F23192">
        <w:t>il se souvint du rapport qui lui avait été fait une heure plus tôt</w:t>
      </w:r>
      <w:r w:rsidR="00D60A57">
        <w:t>.</w:t>
      </w:r>
    </w:p>
    <w:p w14:paraId="018EE7F8" w14:textId="77777777" w:rsidR="00D60A57" w:rsidRDefault="00E36F6A" w:rsidP="00D60A57">
      <w:r w:rsidRPr="00F23192">
        <w:t>Ne lui avait-il pas été dit qu</w:t>
      </w:r>
      <w:r w:rsidR="00D60A57">
        <w:t>’</w:t>
      </w:r>
      <w:r w:rsidRPr="00F23192">
        <w:t>on s</w:t>
      </w:r>
      <w:r w:rsidR="00D60A57">
        <w:t>’</w:t>
      </w:r>
      <w:r w:rsidRPr="00F23192">
        <w:t>était battu</w:t>
      </w:r>
      <w:r w:rsidR="00D60A57">
        <w:t xml:space="preserve">… </w:t>
      </w:r>
      <w:r w:rsidRPr="00F23192">
        <w:t>battu si fort qu</w:t>
      </w:r>
      <w:r w:rsidR="00D60A57">
        <w:t>’</w:t>
      </w:r>
      <w:r w:rsidRPr="00F23192">
        <w:t>il était à peu près certain qu</w:t>
      </w:r>
      <w:r w:rsidR="00D60A57">
        <w:t>’</w:t>
      </w:r>
      <w:r w:rsidRPr="00F23192">
        <w:t>aucun n</w:t>
      </w:r>
      <w:r w:rsidR="00D60A57">
        <w:t>’</w:t>
      </w:r>
      <w:r w:rsidRPr="00F23192">
        <w:t>avait survécu</w:t>
      </w:r>
      <w:r w:rsidR="00D60A57">
        <w:t xml:space="preserve">, </w:t>
      </w:r>
      <w:r w:rsidRPr="00F23192">
        <w:t>sans qu</w:t>
      </w:r>
      <w:r w:rsidR="00D60A57">
        <w:t>’</w:t>
      </w:r>
      <w:r w:rsidRPr="00F23192">
        <w:t>on lui en eût</w:t>
      </w:r>
      <w:r w:rsidR="00D60A57">
        <w:t xml:space="preserve">, </w:t>
      </w:r>
      <w:r w:rsidRPr="00F23192">
        <w:t>cependant</w:t>
      </w:r>
      <w:r w:rsidR="00D60A57">
        <w:t xml:space="preserve">, </w:t>
      </w:r>
      <w:r w:rsidRPr="00F23192">
        <w:t>donné l</w:t>
      </w:r>
      <w:r w:rsidR="00D60A57">
        <w:t>’</w:t>
      </w:r>
      <w:r w:rsidRPr="00F23192">
        <w:t>assurance</w:t>
      </w:r>
      <w:r w:rsidR="00D60A57">
        <w:t>.</w:t>
      </w:r>
    </w:p>
    <w:p w14:paraId="7314BA02" w14:textId="77777777" w:rsidR="00D60A57" w:rsidRDefault="00E36F6A" w:rsidP="00D60A57">
      <w:r w:rsidRPr="00F23192">
        <w:t>Ainsi donc</w:t>
      </w:r>
      <w:r w:rsidR="00D60A57">
        <w:t xml:space="preserve">, </w:t>
      </w:r>
      <w:r w:rsidRPr="00F23192">
        <w:t>son émoi présent n</w:t>
      </w:r>
      <w:r w:rsidR="00D60A57">
        <w:t>’</w:t>
      </w:r>
      <w:r w:rsidRPr="00F23192">
        <w:t>avait pas de raison d</w:t>
      </w:r>
      <w:r w:rsidR="00D60A57">
        <w:t>’</w:t>
      </w:r>
      <w:r w:rsidRPr="00F23192">
        <w:t>être</w:t>
      </w:r>
      <w:r w:rsidR="00D60A57">
        <w:t xml:space="preserve">, </w:t>
      </w:r>
      <w:r w:rsidRPr="00F23192">
        <w:t>puisqu</w:t>
      </w:r>
      <w:r w:rsidR="00D60A57">
        <w:t>’</w:t>
      </w:r>
      <w:r w:rsidRPr="00F23192">
        <w:t>il était prévenu</w:t>
      </w:r>
      <w:r w:rsidR="00D60A57">
        <w:t>.</w:t>
      </w:r>
    </w:p>
    <w:p w14:paraId="52C63198" w14:textId="77777777" w:rsidR="00D60A57" w:rsidRDefault="00E36F6A" w:rsidP="00D60A57">
      <w:r w:rsidRPr="00F23192">
        <w:t>Il essuya sa main gluante et reprit son ascension</w:t>
      </w:r>
      <w:r w:rsidR="00D60A57">
        <w:t>.</w:t>
      </w:r>
    </w:p>
    <w:p w14:paraId="22116BB5" w14:textId="77777777" w:rsidR="00D60A57" w:rsidRDefault="00E36F6A" w:rsidP="00D60A57">
      <w:r w:rsidRPr="00F23192">
        <w:t>En dépit de l</w:t>
      </w:r>
      <w:r w:rsidR="00D60A57">
        <w:t>’</w:t>
      </w:r>
      <w:r w:rsidRPr="00F23192">
        <w:t>assurance qui lui en avait été donnée</w:t>
      </w:r>
      <w:r w:rsidR="00D60A57">
        <w:t xml:space="preserve">, </w:t>
      </w:r>
      <w:r w:rsidRPr="00F23192">
        <w:t>il y avait là-haut encore quelqu</w:t>
      </w:r>
      <w:r w:rsidR="00D60A57">
        <w:t>’</w:t>
      </w:r>
      <w:r w:rsidRPr="00F23192">
        <w:t>un de vivant</w:t>
      </w:r>
      <w:r w:rsidR="00D60A57">
        <w:t xml:space="preserve">… </w:t>
      </w:r>
      <w:r w:rsidRPr="00F23192">
        <w:t>et cela c</w:t>
      </w:r>
      <w:r w:rsidR="00D60A57">
        <w:t>’</w:t>
      </w:r>
      <w:r w:rsidRPr="00F23192">
        <w:t>était un danger</w:t>
      </w:r>
      <w:r w:rsidR="00D60A57">
        <w:t>.</w:t>
      </w:r>
    </w:p>
    <w:p w14:paraId="53C784E1" w14:textId="77777777" w:rsidR="00D60A57" w:rsidRDefault="00E36F6A" w:rsidP="00D60A57">
      <w:r w:rsidRPr="00F23192">
        <w:t>Quel était celui-là</w:t>
      </w:r>
      <w:r w:rsidR="00D60A57">
        <w:t> ?</w:t>
      </w:r>
    </w:p>
    <w:p w14:paraId="75AB450E" w14:textId="77777777" w:rsidR="00D60A57" w:rsidRDefault="00E36F6A" w:rsidP="00D60A57">
      <w:r w:rsidRPr="00F23192">
        <w:t>Tout à coup un souffle d</w:t>
      </w:r>
      <w:r w:rsidR="00D60A57">
        <w:t>’</w:t>
      </w:r>
      <w:r w:rsidRPr="00F23192">
        <w:t>air le frappa en plein visage et un juron lui échappa</w:t>
      </w:r>
      <w:r w:rsidR="00D60A57">
        <w:t xml:space="preserve"> : </w:t>
      </w:r>
      <w:r w:rsidRPr="00F23192">
        <w:t>une porte qu</w:t>
      </w:r>
      <w:r w:rsidR="00D60A57">
        <w:t>’</w:t>
      </w:r>
      <w:r w:rsidRPr="00F23192">
        <w:t>il pensait trouver fermée était ouverte</w:t>
      </w:r>
      <w:r w:rsidR="00D60A57">
        <w:t> !</w:t>
      </w:r>
    </w:p>
    <w:p w14:paraId="7B080968" w14:textId="77777777" w:rsidR="00D60A57" w:rsidRDefault="00E36F6A" w:rsidP="00D60A57">
      <w:r w:rsidRPr="00F23192">
        <w:t>Les autres</w:t>
      </w:r>
      <w:r w:rsidR="00D60A57">
        <w:t xml:space="preserve">, </w:t>
      </w:r>
      <w:r w:rsidRPr="00F23192">
        <w:t>en partant</w:t>
      </w:r>
      <w:r w:rsidR="00D60A57">
        <w:t xml:space="preserve">, </w:t>
      </w:r>
      <w:r w:rsidRPr="00F23192">
        <w:t>avaient donc négligé de la clore</w:t>
      </w:r>
      <w:r w:rsidR="00D60A57">
        <w:t xml:space="preserve"> ? </w:t>
      </w:r>
      <w:r w:rsidRPr="00F23192">
        <w:t>Supposition bien invraisemblable</w:t>
      </w:r>
      <w:r w:rsidR="00D60A57">
        <w:t>.</w:t>
      </w:r>
    </w:p>
    <w:p w14:paraId="7022B8AD" w14:textId="77777777" w:rsidR="00D60A57" w:rsidRDefault="00E36F6A" w:rsidP="00D60A57">
      <w:r w:rsidRPr="00F23192">
        <w:t>Ou alors</w:t>
      </w:r>
      <w:r w:rsidR="00D60A57">
        <w:t xml:space="preserve">, </w:t>
      </w:r>
      <w:r w:rsidRPr="00F23192">
        <w:t>crainte plus admissible</w:t>
      </w:r>
      <w:r w:rsidR="00D60A57">
        <w:t xml:space="preserve">, </w:t>
      </w:r>
      <w:r w:rsidRPr="00F23192">
        <w:t>c</w:t>
      </w:r>
      <w:r w:rsidR="00D60A57">
        <w:t>’</w:t>
      </w:r>
      <w:r w:rsidRPr="00F23192">
        <w:t>était après leur départ qu</w:t>
      </w:r>
      <w:r w:rsidR="00D60A57">
        <w:t>’</w:t>
      </w:r>
      <w:r w:rsidRPr="00F23192">
        <w:t>elle avait été ouverte</w:t>
      </w:r>
      <w:r w:rsidR="00D60A57">
        <w:t>.</w:t>
      </w:r>
    </w:p>
    <w:p w14:paraId="318FF718" w14:textId="77777777" w:rsidR="00D60A57" w:rsidRDefault="00E36F6A" w:rsidP="00D60A57">
      <w:r w:rsidRPr="00F23192">
        <w:t>Mais par qui</w:t>
      </w:r>
      <w:r w:rsidR="00D60A57">
        <w:t> ?</w:t>
      </w:r>
    </w:p>
    <w:p w14:paraId="5E0111E5" w14:textId="77777777" w:rsidR="00D60A57" w:rsidRDefault="00E36F6A" w:rsidP="00D60A57">
      <w:r w:rsidRPr="00F23192">
        <w:t>Quelques marches encore gravies</w:t>
      </w:r>
      <w:r w:rsidR="00D60A57">
        <w:t xml:space="preserve">, </w:t>
      </w:r>
      <w:r w:rsidRPr="00F23192">
        <w:t>il constata qu</w:t>
      </w:r>
      <w:r w:rsidR="00D60A57">
        <w:t>’</w:t>
      </w:r>
      <w:r w:rsidRPr="00F23192">
        <w:t>il ne s</w:t>
      </w:r>
      <w:r w:rsidR="00D60A57">
        <w:t>’</w:t>
      </w:r>
      <w:r w:rsidRPr="00F23192">
        <w:t>était pas trompé</w:t>
      </w:r>
      <w:r w:rsidR="00D60A57">
        <w:t xml:space="preserve"> : </w:t>
      </w:r>
      <w:r w:rsidRPr="00F23192">
        <w:t>une porte laissait passer l</w:t>
      </w:r>
      <w:r w:rsidR="00D60A57">
        <w:t>’</w:t>
      </w:r>
      <w:r w:rsidRPr="00F23192">
        <w:t>air extérieur</w:t>
      </w:r>
      <w:r w:rsidR="00D60A57">
        <w:t>.</w:t>
      </w:r>
    </w:p>
    <w:p w14:paraId="454BE1AE" w14:textId="77777777" w:rsidR="00D60A57" w:rsidRDefault="00E36F6A" w:rsidP="00D60A57">
      <w:r w:rsidRPr="00F23192">
        <w:t>Par cette porte</w:t>
      </w:r>
      <w:r w:rsidR="00D60A57">
        <w:t xml:space="preserve">, </w:t>
      </w:r>
      <w:r w:rsidRPr="00F23192">
        <w:t>en même temps</w:t>
      </w:r>
      <w:r w:rsidR="00D60A57">
        <w:t xml:space="preserve">, </w:t>
      </w:r>
      <w:r w:rsidRPr="00F23192">
        <w:t>filtrait la plainte qui l</w:t>
      </w:r>
      <w:r w:rsidR="00D60A57">
        <w:t>’</w:t>
      </w:r>
      <w:r w:rsidRPr="00F23192">
        <w:t>avait alerté</w:t>
      </w:r>
      <w:r w:rsidR="00D60A57">
        <w:t>.</w:t>
      </w:r>
    </w:p>
    <w:p w14:paraId="0A065DEF" w14:textId="77777777" w:rsidR="00D60A57" w:rsidRDefault="00E36F6A" w:rsidP="00D60A57">
      <w:r w:rsidRPr="00F23192">
        <w:lastRenderedPageBreak/>
        <w:t>Il la poussa doucement</w:t>
      </w:r>
      <w:r w:rsidR="00D60A57">
        <w:t xml:space="preserve">, </w:t>
      </w:r>
      <w:r w:rsidRPr="00F23192">
        <w:t>trop doucement peut-être</w:t>
      </w:r>
      <w:r w:rsidR="00D60A57">
        <w:t xml:space="preserve">, </w:t>
      </w:r>
      <w:r w:rsidRPr="00F23192">
        <w:t>car il lui fut impossible tout d</w:t>
      </w:r>
      <w:r w:rsidR="00D60A57">
        <w:t>’</w:t>
      </w:r>
      <w:r w:rsidRPr="00F23192">
        <w:t>abord</w:t>
      </w:r>
      <w:r w:rsidR="00D60A57">
        <w:t xml:space="preserve">, </w:t>
      </w:r>
      <w:r w:rsidRPr="00F23192">
        <w:t>en raison d</w:t>
      </w:r>
      <w:r w:rsidR="00D60A57">
        <w:t>’</w:t>
      </w:r>
      <w:r w:rsidRPr="00F23192">
        <w:t>un obstacle</w:t>
      </w:r>
      <w:r w:rsidR="00D60A57">
        <w:t xml:space="preserve">, </w:t>
      </w:r>
      <w:r w:rsidRPr="00F23192">
        <w:t>invisible naturellement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en rabattre complètement le battant en d</w:t>
      </w:r>
      <w:r w:rsidRPr="00F23192">
        <w:t>e</w:t>
      </w:r>
      <w:r w:rsidRPr="00F23192">
        <w:t>dans</w:t>
      </w:r>
      <w:r w:rsidR="00D60A57">
        <w:t>.</w:t>
      </w:r>
    </w:p>
    <w:p w14:paraId="2711B0F4" w14:textId="77777777" w:rsidR="00D60A57" w:rsidRDefault="00E36F6A" w:rsidP="00D60A57">
      <w:r w:rsidRPr="00F23192">
        <w:t>Cependant</w:t>
      </w:r>
      <w:r w:rsidR="00D60A57">
        <w:t xml:space="preserve">, </w:t>
      </w:r>
      <w:r w:rsidRPr="00F23192">
        <w:t>en s</w:t>
      </w:r>
      <w:r w:rsidR="00D60A57">
        <w:t>’</w:t>
      </w:r>
      <w:r w:rsidRPr="00F23192">
        <w:t>arc-boutant solidement</w:t>
      </w:r>
      <w:r w:rsidR="00D60A57">
        <w:t xml:space="preserve">, </w:t>
      </w:r>
      <w:r w:rsidRPr="00F23192">
        <w:t>il parvint à prat</w:t>
      </w:r>
      <w:r w:rsidRPr="00F23192">
        <w:t>i</w:t>
      </w:r>
      <w:r w:rsidRPr="00F23192">
        <w:t>quer un passage suffisamment large pour qu</w:t>
      </w:r>
      <w:r w:rsidR="00D60A57">
        <w:t>’</w:t>
      </w:r>
      <w:r w:rsidRPr="00F23192">
        <w:t>il lui fut possible de se glisser à l</w:t>
      </w:r>
      <w:r w:rsidR="00D60A57">
        <w:t>’</w:t>
      </w:r>
      <w:r w:rsidRPr="00F23192">
        <w:t>intérieur</w:t>
      </w:r>
      <w:r w:rsidR="00D60A57">
        <w:t>.</w:t>
      </w:r>
    </w:p>
    <w:p w14:paraId="59D65E11" w14:textId="77777777" w:rsidR="00D60A57" w:rsidRDefault="00E36F6A" w:rsidP="00D60A57">
      <w:r w:rsidRPr="00F23192">
        <w:t>Alors</w:t>
      </w:r>
      <w:r w:rsidR="00D60A57">
        <w:t xml:space="preserve">, </w:t>
      </w:r>
      <w:r w:rsidRPr="00F23192">
        <w:t>seulement</w:t>
      </w:r>
      <w:r w:rsidR="00D60A57">
        <w:t xml:space="preserve">, </w:t>
      </w:r>
      <w:r w:rsidRPr="00F23192">
        <w:t>il put identifier l</w:t>
      </w:r>
      <w:r w:rsidR="00D60A57">
        <w:t>’</w:t>
      </w:r>
      <w:r w:rsidRPr="00F23192">
        <w:t>obstacle au libre jeu de la porte</w:t>
      </w:r>
      <w:r w:rsidR="00D60A57">
        <w:t xml:space="preserve"> : </w:t>
      </w:r>
      <w:r w:rsidRPr="00F23192">
        <w:t>cet obstacle était le corps d</w:t>
      </w:r>
      <w:r w:rsidR="00D60A57">
        <w:t>’</w:t>
      </w:r>
      <w:r w:rsidRPr="00F23192">
        <w:t>un homme étendu sur le sol et baignant dans son sang</w:t>
      </w:r>
      <w:r w:rsidR="00D60A57">
        <w:t>.</w:t>
      </w:r>
    </w:p>
    <w:p w14:paraId="29343378" w14:textId="77777777" w:rsidR="00D60A57" w:rsidRDefault="00E36F6A" w:rsidP="00D60A57">
      <w:r w:rsidRPr="00F23192">
        <w:t>Il faisait trop sombre pour qu</w:t>
      </w:r>
      <w:r w:rsidR="00D60A57">
        <w:t>’</w:t>
      </w:r>
      <w:r w:rsidRPr="00F23192">
        <w:t>il en p</w:t>
      </w:r>
      <w:r w:rsidR="00850ACC">
        <w:t>û</w:t>
      </w:r>
      <w:r w:rsidRPr="00F23192">
        <w:t>t distinguer les traits et il dut tirer le corps près d</w:t>
      </w:r>
      <w:r w:rsidR="00D60A57">
        <w:t>’</w:t>
      </w:r>
      <w:r w:rsidRPr="00F23192">
        <w:t>une fenêtre</w:t>
      </w:r>
      <w:r w:rsidR="00D60A57">
        <w:t xml:space="preserve">, </w:t>
      </w:r>
      <w:r w:rsidRPr="00F23192">
        <w:t>grande ouverte</w:t>
      </w:r>
      <w:r w:rsidR="00D60A57">
        <w:t xml:space="preserve">, </w:t>
      </w:r>
      <w:r w:rsidRPr="00F23192">
        <w:t>pour que le visage lui apparut blanc à la clarté lunaire</w:t>
      </w:r>
      <w:r w:rsidR="00D60A57">
        <w:t>.</w:t>
      </w:r>
    </w:p>
    <w:p w14:paraId="779DB67F" w14:textId="77777777" w:rsidR="00D60A57" w:rsidRDefault="00E36F6A" w:rsidP="00D60A57">
      <w:r w:rsidRPr="00F23192">
        <w:t>Une exclamation lui échappa alors</w:t>
      </w:r>
      <w:r w:rsidR="00D60A57">
        <w:t>.</w:t>
      </w:r>
    </w:p>
    <w:p w14:paraId="59473E8F" w14:textId="77777777" w:rsidR="00D60A57" w:rsidRDefault="00E36F6A" w:rsidP="00D60A57">
      <w:r w:rsidRPr="00F23192">
        <w:t>Il avait soulevé la tête de l</w:t>
      </w:r>
      <w:r w:rsidR="00D60A57">
        <w:t>’</w:t>
      </w:r>
      <w:r w:rsidRPr="00F23192">
        <w:t>homme si durement que le crâne</w:t>
      </w:r>
      <w:r w:rsidR="00D60A57">
        <w:t xml:space="preserve">, </w:t>
      </w:r>
      <w:r w:rsidRPr="00F23192">
        <w:t>heurtant la pierre</w:t>
      </w:r>
      <w:r w:rsidR="00D60A57">
        <w:t xml:space="preserve">, </w:t>
      </w:r>
      <w:r w:rsidRPr="00F23192">
        <w:t>rendit un son sourd</w:t>
      </w:r>
      <w:r w:rsidR="00D60A57">
        <w:t xml:space="preserve">, </w:t>
      </w:r>
      <w:r w:rsidRPr="00F23192">
        <w:t>et que le heurt fut suivi d</w:t>
      </w:r>
      <w:r w:rsidR="00D60A57">
        <w:t>’</w:t>
      </w:r>
      <w:r w:rsidRPr="00F23192">
        <w:t>une plainte plus accentuée</w:t>
      </w:r>
      <w:r w:rsidR="00D60A57">
        <w:t>.</w:t>
      </w:r>
    </w:p>
    <w:p w14:paraId="0567DBD0" w14:textId="77777777" w:rsidR="00D60A57" w:rsidRDefault="00D60A57" w:rsidP="00D60A57">
      <w:r>
        <w:t>— </w:t>
      </w:r>
      <w:proofErr w:type="spellStart"/>
      <w:r w:rsidR="00E36F6A" w:rsidRPr="00F23192">
        <w:t>Lebriz</w:t>
      </w:r>
      <w:proofErr w:type="spellEnd"/>
      <w:r>
        <w:t xml:space="preserve"> ! </w:t>
      </w:r>
      <w:proofErr w:type="spellStart"/>
      <w:r w:rsidR="00E36F6A" w:rsidRPr="00F23192">
        <w:t>Lebriz</w:t>
      </w:r>
      <w:proofErr w:type="spellEnd"/>
      <w:r>
        <w:t xml:space="preserve">, </w:t>
      </w:r>
      <w:r w:rsidR="00E36F6A" w:rsidRPr="00F23192">
        <w:t>m</w:t>
      </w:r>
      <w:r>
        <w:t>’</w:t>
      </w:r>
      <w:r w:rsidR="00E36F6A" w:rsidRPr="00F23192">
        <w:t>entends-tu</w:t>
      </w:r>
      <w:r>
        <w:t> ?</w:t>
      </w:r>
    </w:p>
    <w:p w14:paraId="4AF6A276" w14:textId="77777777" w:rsidR="00D60A57" w:rsidRDefault="00E36F6A" w:rsidP="00D60A57">
      <w:r w:rsidRPr="00F23192">
        <w:t>Le blessé ne répondit pas</w:t>
      </w:r>
      <w:r w:rsidR="00D60A57">
        <w:t xml:space="preserve">, </w:t>
      </w:r>
      <w:r w:rsidRPr="00F23192">
        <w:t>mais se plaignit plus haut</w:t>
      </w:r>
      <w:r w:rsidR="00D60A57">
        <w:t xml:space="preserve">. </w:t>
      </w:r>
      <w:r w:rsidRPr="00F23192">
        <w:t xml:space="preserve">René des </w:t>
      </w:r>
      <w:proofErr w:type="spellStart"/>
      <w:r w:rsidRPr="00F23192">
        <w:t>Blaittières</w:t>
      </w:r>
      <w:proofErr w:type="spellEnd"/>
      <w:r w:rsidRPr="00F23192">
        <w:t xml:space="preserve"> insista</w:t>
      </w:r>
      <w:r w:rsidR="00D60A57">
        <w:t> :</w:t>
      </w:r>
    </w:p>
    <w:p w14:paraId="4FD36737" w14:textId="77777777" w:rsidR="00D60A57" w:rsidRDefault="00D60A57" w:rsidP="00D60A57">
      <w:r>
        <w:t>— </w:t>
      </w:r>
      <w:proofErr w:type="spellStart"/>
      <w:r w:rsidR="00E36F6A" w:rsidRPr="00F23192">
        <w:t>Lebriz</w:t>
      </w:r>
      <w:proofErr w:type="spellEnd"/>
      <w:r>
        <w:t xml:space="preserve"> ! </w:t>
      </w:r>
      <w:proofErr w:type="spellStart"/>
      <w:r w:rsidR="00E36F6A" w:rsidRPr="00F23192">
        <w:t>Lebriz</w:t>
      </w:r>
      <w:proofErr w:type="spellEnd"/>
      <w:r>
        <w:t xml:space="preserve">, </w:t>
      </w:r>
      <w:r w:rsidR="00E36F6A" w:rsidRPr="00F23192">
        <w:t>tu me reconnais</w:t>
      </w:r>
      <w:r>
        <w:t> ?</w:t>
      </w:r>
    </w:p>
    <w:p w14:paraId="2BC809A7" w14:textId="77777777" w:rsidR="00D60A57" w:rsidRDefault="00E36F6A" w:rsidP="00D60A57">
      <w:r w:rsidRPr="00F23192">
        <w:t>D</w:t>
      </w:r>
      <w:r w:rsidR="00D60A57">
        <w:t>’</w:t>
      </w:r>
      <w:r w:rsidRPr="00F23192">
        <w:t>entre les lèvres du malheureux fusa un nom</w:t>
      </w:r>
      <w:r w:rsidR="00D60A57">
        <w:t>.</w:t>
      </w:r>
    </w:p>
    <w:p w14:paraId="5B38D085" w14:textId="77777777" w:rsidR="00D60A57" w:rsidRDefault="00D60A57" w:rsidP="00D60A57">
      <w:r>
        <w:t>— </w:t>
      </w:r>
      <w:r w:rsidR="00E36F6A" w:rsidRPr="00F23192">
        <w:t>Le loup</w:t>
      </w:r>
      <w:r>
        <w:t> !</w:t>
      </w:r>
    </w:p>
    <w:p w14:paraId="177769F2" w14:textId="77777777" w:rsidR="00D60A57" w:rsidRDefault="00E36F6A" w:rsidP="00D60A57">
      <w:r w:rsidRPr="00F23192">
        <w:t>Ce fut tout</w:t>
      </w:r>
      <w:r w:rsidR="00D60A57">
        <w:t xml:space="preserve">, </w:t>
      </w:r>
      <w:r w:rsidRPr="00F23192">
        <w:t>il sembla qu</w:t>
      </w:r>
      <w:r w:rsidR="00D60A57">
        <w:t>’</w:t>
      </w:r>
      <w:r w:rsidRPr="00F23192">
        <w:t>il n</w:t>
      </w:r>
      <w:r w:rsidR="00D60A57">
        <w:t>’</w:t>
      </w:r>
      <w:r w:rsidRPr="00F23192">
        <w:t>y eût pas d</w:t>
      </w:r>
      <w:r w:rsidR="00D60A57">
        <w:t>’</w:t>
      </w:r>
      <w:r w:rsidRPr="00F23192">
        <w:t>espoir d</w:t>
      </w:r>
      <w:r w:rsidR="00D60A57">
        <w:t>’</w:t>
      </w:r>
      <w:r w:rsidRPr="00F23192">
        <w:t>en obtenir davantage</w:t>
      </w:r>
      <w:r w:rsidR="00D60A57">
        <w:t>.</w:t>
      </w:r>
    </w:p>
    <w:p w14:paraId="2BFB83D5" w14:textId="77777777" w:rsidR="00D60A57" w:rsidRDefault="00E36F6A" w:rsidP="00D60A57">
      <w:r w:rsidRPr="00F23192">
        <w:lastRenderedPageBreak/>
        <w:t>René s</w:t>
      </w:r>
      <w:r w:rsidR="00D60A57">
        <w:t>’</w:t>
      </w:r>
      <w:r w:rsidRPr="00F23192">
        <w:t>agenouilla</w:t>
      </w:r>
      <w:r w:rsidR="00D60A57">
        <w:t xml:space="preserve">, </w:t>
      </w:r>
      <w:r w:rsidRPr="00F23192">
        <w:t>releva le buste du blessé et l</w:t>
      </w:r>
      <w:r w:rsidR="00D60A57">
        <w:t>’</w:t>
      </w:r>
      <w:r w:rsidRPr="00F23192">
        <w:t>appuya contre son genou</w:t>
      </w:r>
      <w:r w:rsidR="00D60A57">
        <w:t xml:space="preserve">, </w:t>
      </w:r>
      <w:r w:rsidRPr="00F23192">
        <w:t>de façon à faciliter le jeu des poumons</w:t>
      </w:r>
      <w:r w:rsidR="00D60A57">
        <w:t>.</w:t>
      </w:r>
    </w:p>
    <w:p w14:paraId="0FE81A25" w14:textId="77777777" w:rsidR="00D60A57" w:rsidRDefault="00D60A57" w:rsidP="00D60A57">
      <w:r>
        <w:t>— </w:t>
      </w:r>
      <w:r w:rsidR="00E36F6A" w:rsidRPr="00F23192">
        <w:t>Fais effort pour parler</w:t>
      </w:r>
      <w:r>
        <w:t xml:space="preserve"> ! </w:t>
      </w:r>
      <w:r w:rsidR="00E36F6A" w:rsidRPr="00F23192">
        <w:t>enjoignit-il</w:t>
      </w:r>
      <w:r>
        <w:t>.</w:t>
      </w:r>
    </w:p>
    <w:p w14:paraId="67F3D0B1" w14:textId="77777777" w:rsidR="00D60A57" w:rsidRDefault="00E36F6A" w:rsidP="00D60A57">
      <w:r w:rsidRPr="00F23192">
        <w:t>Le blessé</w:t>
      </w:r>
      <w:r w:rsidR="00D60A57">
        <w:t xml:space="preserve">, </w:t>
      </w:r>
      <w:r w:rsidRPr="00F23192">
        <w:t>certainement</w:t>
      </w:r>
      <w:r w:rsidR="00D60A57">
        <w:t xml:space="preserve">, </w:t>
      </w:r>
      <w:r w:rsidRPr="00F23192">
        <w:t>entendait encore</w:t>
      </w:r>
      <w:r w:rsidR="00D60A57">
        <w:t xml:space="preserve">, </w:t>
      </w:r>
      <w:r w:rsidRPr="00F23192">
        <w:t>cela se devinait au souffle rauque qui s</w:t>
      </w:r>
      <w:r w:rsidR="00D60A57">
        <w:t>’</w:t>
      </w:r>
      <w:r w:rsidRPr="00F23192">
        <w:t>échappait de ses lèvres tordues par l</w:t>
      </w:r>
      <w:r w:rsidR="00D60A57">
        <w:t>’</w:t>
      </w:r>
      <w:r w:rsidRPr="00F23192">
        <w:t>e</w:t>
      </w:r>
      <w:r w:rsidRPr="00F23192">
        <w:t>f</w:t>
      </w:r>
      <w:r w:rsidRPr="00F23192">
        <w:t>fort</w:t>
      </w:r>
      <w:r w:rsidR="00D60A57">
        <w:t xml:space="preserve"> ; </w:t>
      </w:r>
      <w:r w:rsidRPr="00F23192">
        <w:t>mais sa langue se refusait à obéir à sa volonté</w:t>
      </w:r>
      <w:r w:rsidR="00D60A57">
        <w:t>.</w:t>
      </w:r>
    </w:p>
    <w:p w14:paraId="22560775" w14:textId="77777777" w:rsidR="00D60A57" w:rsidRDefault="00E36F6A" w:rsidP="00D60A57">
      <w:r w:rsidRPr="00F23192">
        <w:t>Le jeune homme insista</w:t>
      </w:r>
      <w:r w:rsidR="00D60A57">
        <w:t> :</w:t>
      </w:r>
    </w:p>
    <w:p w14:paraId="239ADD60" w14:textId="77777777" w:rsidR="00D60A57" w:rsidRDefault="00D60A57" w:rsidP="00D60A57">
      <w:r>
        <w:t>— </w:t>
      </w:r>
      <w:proofErr w:type="spellStart"/>
      <w:r w:rsidR="00E36F6A" w:rsidRPr="00F23192">
        <w:t>Quénemec</w:t>
      </w:r>
      <w:proofErr w:type="spellEnd"/>
      <w:r>
        <w:t> ?…</w:t>
      </w:r>
    </w:p>
    <w:p w14:paraId="285CF5B1" w14:textId="77777777" w:rsidR="00D60A57" w:rsidRDefault="00E36F6A" w:rsidP="00D60A57">
      <w:r w:rsidRPr="00F23192">
        <w:t xml:space="preserve">Les paupières de </w:t>
      </w:r>
      <w:proofErr w:type="spellStart"/>
      <w:r w:rsidRPr="00F23192">
        <w:t>Lebriz</w:t>
      </w:r>
      <w:proofErr w:type="spellEnd"/>
      <w:r w:rsidRPr="00F23192">
        <w:t xml:space="preserve"> se soulevèrent péniblement</w:t>
      </w:r>
      <w:r w:rsidR="00D60A57">
        <w:t xml:space="preserve">, </w:t>
      </w:r>
      <w:r w:rsidRPr="00F23192">
        <w:t>d</w:t>
      </w:r>
      <w:r w:rsidRPr="00F23192">
        <w:t>é</w:t>
      </w:r>
      <w:r w:rsidRPr="00F23192">
        <w:t>couvrant les prunelles vitreuses</w:t>
      </w:r>
      <w:r w:rsidR="00D60A57">
        <w:t xml:space="preserve">, </w:t>
      </w:r>
      <w:r w:rsidRPr="00F23192">
        <w:t>comme éteintes déjà par le voile qu</w:t>
      </w:r>
      <w:r w:rsidR="00D60A57">
        <w:t>’</w:t>
      </w:r>
      <w:r w:rsidRPr="00F23192">
        <w:t>y tendait la mort toute proche</w:t>
      </w:r>
      <w:r w:rsidR="00D60A57">
        <w:t xml:space="preserve"> ; </w:t>
      </w:r>
      <w:r w:rsidRPr="00F23192">
        <w:t>le regard sembla so</w:t>
      </w:r>
      <w:r w:rsidRPr="00F23192">
        <w:t>u</w:t>
      </w:r>
      <w:r w:rsidRPr="00F23192">
        <w:t>dain</w:t>
      </w:r>
      <w:r w:rsidR="00D60A57">
        <w:t xml:space="preserve">, </w:t>
      </w:r>
      <w:r w:rsidRPr="00F23192">
        <w:t>comme déchirant ce voile</w:t>
      </w:r>
      <w:r w:rsidR="00D60A57">
        <w:t xml:space="preserve">, </w:t>
      </w:r>
      <w:r w:rsidRPr="00F23192">
        <w:t>se fixer sur celui qui l</w:t>
      </w:r>
      <w:r w:rsidR="00D60A57">
        <w:t>’</w:t>
      </w:r>
      <w:r w:rsidRPr="00F23192">
        <w:t>interrogeait si anxieusement</w:t>
      </w:r>
      <w:r w:rsidR="00D60A57">
        <w:t xml:space="preserve">, </w:t>
      </w:r>
      <w:r w:rsidRPr="00F23192">
        <w:t>et sans doute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 xml:space="preserve">angoisse peinte sur son visage lui </w:t>
      </w:r>
      <w:proofErr w:type="spellStart"/>
      <w:r w:rsidRPr="00F23192">
        <w:t>fut-il</w:t>
      </w:r>
      <w:proofErr w:type="spellEnd"/>
      <w:r w:rsidRPr="00F23192">
        <w:t xml:space="preserve"> un miraculeux stimulant</w:t>
      </w:r>
      <w:r w:rsidR="00D60A57">
        <w:t>.</w:t>
      </w:r>
    </w:p>
    <w:p w14:paraId="6D7D73BF" w14:textId="77777777" w:rsidR="00D60A57" w:rsidRDefault="00E36F6A" w:rsidP="00D60A57">
      <w:r w:rsidRPr="00F23192">
        <w:t>Dans un surhumain effort</w:t>
      </w:r>
      <w:r w:rsidR="00D60A57">
        <w:t xml:space="preserve">, </w:t>
      </w:r>
      <w:r w:rsidRPr="00F23192">
        <w:t>ses lèvres crispées se distend</w:t>
      </w:r>
      <w:r w:rsidRPr="00F23192">
        <w:t>i</w:t>
      </w:r>
      <w:r w:rsidRPr="00F23192">
        <w:t>rent</w:t>
      </w:r>
      <w:r w:rsidR="00D60A57">
        <w:t>.</w:t>
      </w:r>
    </w:p>
    <w:p w14:paraId="09314162" w14:textId="77777777" w:rsidR="00D60A57" w:rsidRDefault="00D60A57" w:rsidP="00D60A57">
      <w:r>
        <w:t>« </w:t>
      </w:r>
      <w:r w:rsidR="00E36F6A" w:rsidRPr="00F23192">
        <w:t>Là-haut</w:t>
      </w:r>
      <w:r>
        <w:t> ! »</w:t>
      </w:r>
      <w:r w:rsidR="00E36F6A" w:rsidRPr="00F23192">
        <w:t xml:space="preserve"> balbutièrent-elles dans un souffle</w:t>
      </w:r>
      <w:r>
        <w:t>.</w:t>
      </w:r>
    </w:p>
    <w:p w14:paraId="174CC8BA" w14:textId="77777777" w:rsidR="00D60A57" w:rsidRDefault="00E36F6A" w:rsidP="00D60A57">
      <w:r w:rsidRPr="00F23192">
        <w:t>Puis elles reprirent leur immobilité</w:t>
      </w:r>
      <w:r w:rsidR="00D60A57">
        <w:t>.</w:t>
      </w:r>
    </w:p>
    <w:p w14:paraId="34DF06E2" w14:textId="77777777" w:rsidR="00D60A57" w:rsidRDefault="00E36F6A" w:rsidP="00D60A57">
      <w:r w:rsidRPr="00F23192">
        <w:t>Une seconde à peine</w:t>
      </w:r>
      <w:r w:rsidR="00D60A57">
        <w:t xml:space="preserve">, </w:t>
      </w:r>
      <w:r w:rsidRPr="00F23192">
        <w:t>René hésita</w:t>
      </w:r>
      <w:r w:rsidR="00D60A57">
        <w:t xml:space="preserve">, </w:t>
      </w:r>
      <w:r w:rsidRPr="00F23192">
        <w:t>considérant celui qu</w:t>
      </w:r>
      <w:r w:rsidR="00D60A57">
        <w:t>’</w:t>
      </w:r>
      <w:r w:rsidRPr="00F23192">
        <w:t>il tenait dans ses bras et qui</w:t>
      </w:r>
      <w:r w:rsidR="00D60A57">
        <w:t xml:space="preserve">, </w:t>
      </w:r>
      <w:r w:rsidRPr="00F23192">
        <w:t>peut-être déjà</w:t>
      </w:r>
      <w:r w:rsidR="00D60A57">
        <w:t xml:space="preserve">, </w:t>
      </w:r>
      <w:r w:rsidRPr="00F23192">
        <w:t>n</w:t>
      </w:r>
      <w:r w:rsidR="00D60A57">
        <w:t>’</w:t>
      </w:r>
      <w:r w:rsidRPr="00F23192">
        <w:t>était plus qu</w:t>
      </w:r>
      <w:r w:rsidR="00D60A57">
        <w:t>’</w:t>
      </w:r>
      <w:r w:rsidRPr="00F23192">
        <w:t>un c</w:t>
      </w:r>
      <w:r w:rsidRPr="00F23192">
        <w:t>a</w:t>
      </w:r>
      <w:r w:rsidRPr="00F23192">
        <w:t>davre et se demandant ce qu</w:t>
      </w:r>
      <w:r w:rsidR="00D60A57">
        <w:t>’</w:t>
      </w:r>
      <w:r w:rsidRPr="00F23192">
        <w:t>il devait faire</w:t>
      </w:r>
      <w:r w:rsidR="00D60A57">
        <w:t xml:space="preserve">, </w:t>
      </w:r>
      <w:r w:rsidRPr="00F23192">
        <w:t>ou bien tenter de le ramener à la vie et de lui arracher encore quelques mots</w:t>
      </w:r>
      <w:r w:rsidR="00D60A57">
        <w:t xml:space="preserve">, </w:t>
      </w:r>
      <w:r w:rsidRPr="00F23192">
        <w:t>que les circonstances rendaient de toute urgence</w:t>
      </w:r>
      <w:r w:rsidR="00D60A57">
        <w:t xml:space="preserve">, </w:t>
      </w:r>
      <w:r w:rsidRPr="00F23192">
        <w:t>ou bien</w:t>
      </w:r>
      <w:r w:rsidR="00D60A57">
        <w:t xml:space="preserve">, </w:t>
      </w:r>
      <w:r w:rsidRPr="00F23192">
        <w:t>aiguillé sur une piste nouvelle par les deux syllabes échappées des lèvres de l</w:t>
      </w:r>
      <w:r w:rsidR="00D60A57">
        <w:t>’</w:t>
      </w:r>
      <w:r w:rsidRPr="00F23192">
        <w:t>agonisant</w:t>
      </w:r>
      <w:r w:rsidR="00D60A57">
        <w:t xml:space="preserve">, </w:t>
      </w:r>
      <w:r w:rsidRPr="00F23192">
        <w:t>abandonner celui-ci et</w:t>
      </w:r>
      <w:r w:rsidR="00D60A57">
        <w:t>…</w:t>
      </w:r>
    </w:p>
    <w:p w14:paraId="0AD80E86" w14:textId="77777777" w:rsidR="00D60A57" w:rsidRDefault="00D60A57" w:rsidP="00D60A57">
      <w:r>
        <w:t>« </w:t>
      </w:r>
      <w:r w:rsidR="00E36F6A" w:rsidRPr="00F23192">
        <w:t>Là-haut</w:t>
      </w:r>
      <w:r>
        <w:t xml:space="preserve"> », </w:t>
      </w:r>
      <w:r w:rsidR="00E36F6A" w:rsidRPr="00F23192">
        <w:t xml:space="preserve">avait soufflé </w:t>
      </w:r>
      <w:proofErr w:type="spellStart"/>
      <w:r w:rsidR="00E36F6A" w:rsidRPr="00F23192">
        <w:t>Lebriz</w:t>
      </w:r>
      <w:proofErr w:type="spellEnd"/>
      <w:r>
        <w:t>.</w:t>
      </w:r>
    </w:p>
    <w:p w14:paraId="4E33D8B7" w14:textId="77777777" w:rsidR="00D60A57" w:rsidRDefault="00E36F6A" w:rsidP="00D60A57">
      <w:r w:rsidRPr="00F23192">
        <w:lastRenderedPageBreak/>
        <w:t>Qu</w:t>
      </w:r>
      <w:r w:rsidR="00D60A57">
        <w:t>’</w:t>
      </w:r>
      <w:r w:rsidRPr="00F23192">
        <w:t>est-ce que cela signifiait</w:t>
      </w:r>
      <w:r w:rsidR="00D60A57">
        <w:t> : « </w:t>
      </w:r>
      <w:r w:rsidRPr="00F23192">
        <w:t>Là-haut</w:t>
      </w:r>
      <w:r w:rsidR="00D60A57">
        <w:t xml:space="preserve"> » ?… </w:t>
      </w:r>
      <w:r w:rsidRPr="00F23192">
        <w:t>Inquiétante énigme de la solution de laquelle tant de choses pouvaient d</w:t>
      </w:r>
      <w:r w:rsidRPr="00F23192">
        <w:t>é</w:t>
      </w:r>
      <w:r w:rsidRPr="00F23192">
        <w:t>pendre</w:t>
      </w:r>
      <w:r w:rsidR="00D60A57">
        <w:t>.</w:t>
      </w:r>
    </w:p>
    <w:p w14:paraId="4B25409D" w14:textId="77777777" w:rsidR="00D60A57" w:rsidRDefault="00E36F6A" w:rsidP="00D60A57">
      <w:r w:rsidRPr="00F23192">
        <w:t>Question de vie ou de mort</w:t>
      </w:r>
      <w:r w:rsidR="00D60A57">
        <w:t xml:space="preserve">… </w:t>
      </w:r>
      <w:r w:rsidRPr="00F23192">
        <w:t>songeait-il</w:t>
      </w:r>
      <w:r w:rsidR="00D60A57">
        <w:t>.</w:t>
      </w:r>
    </w:p>
    <w:p w14:paraId="1C6F96B5" w14:textId="77777777" w:rsidR="00D60A57" w:rsidRDefault="00E36F6A" w:rsidP="00D60A57">
      <w:r w:rsidRPr="00F23192">
        <w:t>Quelques secondes de réflexion et sa résolution fut prise</w:t>
      </w:r>
      <w:r w:rsidR="00D60A57">
        <w:t xml:space="preserve"> ; </w:t>
      </w:r>
      <w:r w:rsidRPr="00F23192">
        <w:t>déposant doucement sur le sol le corps inerte</w:t>
      </w:r>
      <w:r w:rsidR="00D60A57">
        <w:t xml:space="preserve">, </w:t>
      </w:r>
      <w:r w:rsidRPr="00F23192">
        <w:t>il se redressa et</w:t>
      </w:r>
      <w:r w:rsidR="00D60A57">
        <w:t xml:space="preserve">, </w:t>
      </w:r>
      <w:r w:rsidRPr="00F23192">
        <w:t>à pas prudents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oreille toujours aux aguets</w:t>
      </w:r>
      <w:r w:rsidR="00D60A57">
        <w:t xml:space="preserve">, </w:t>
      </w:r>
      <w:r w:rsidRPr="00F23192">
        <w:t>sortit de la pièce</w:t>
      </w:r>
      <w:r w:rsidR="00D60A57">
        <w:t>.</w:t>
      </w:r>
    </w:p>
    <w:p w14:paraId="031180E6" w14:textId="77777777" w:rsidR="00D60A57" w:rsidRDefault="00E36F6A" w:rsidP="00D60A57">
      <w:r w:rsidRPr="00F23192">
        <w:t>Hors de celle-ci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escalier poursuivait</w:t>
      </w:r>
      <w:r w:rsidR="00D60A57">
        <w:t xml:space="preserve">, </w:t>
      </w:r>
      <w:r w:rsidRPr="00F23192">
        <w:t>tirebouchonnant à travers la muraille épaisse</w:t>
      </w:r>
      <w:r w:rsidR="00D60A57">
        <w:t xml:space="preserve">, </w:t>
      </w:r>
      <w:r w:rsidRPr="00F23192">
        <w:t>vers le sommet du donjon</w:t>
      </w:r>
      <w:r w:rsidR="00D60A57">
        <w:t>.</w:t>
      </w:r>
    </w:p>
    <w:p w14:paraId="51F80AC0" w14:textId="77777777" w:rsidR="00D60A57" w:rsidRDefault="00E36F6A" w:rsidP="00D60A57">
      <w:proofErr w:type="spellStart"/>
      <w:r w:rsidRPr="00F23192">
        <w:t>Lebriz</w:t>
      </w:r>
      <w:proofErr w:type="spellEnd"/>
      <w:r w:rsidRPr="00F23192">
        <w:t xml:space="preserve"> avait dit</w:t>
      </w:r>
      <w:r w:rsidR="00D60A57">
        <w:t> : « </w:t>
      </w:r>
      <w:r w:rsidRPr="00F23192">
        <w:t>Là-haut</w:t>
      </w:r>
      <w:r w:rsidR="00D60A57">
        <w:t>. »</w:t>
      </w:r>
    </w:p>
    <w:p w14:paraId="17C771FD" w14:textId="77777777" w:rsidR="00D60A57" w:rsidRDefault="00E36F6A" w:rsidP="00D60A57">
      <w:r w:rsidRPr="00F23192">
        <w:t>Cette indication ne pouvait que signifier la plate-forme d</w:t>
      </w:r>
      <w:r w:rsidR="00D60A57">
        <w:t>’</w:t>
      </w:r>
      <w:r w:rsidRPr="00F23192">
        <w:t>où le regard s</w:t>
      </w:r>
      <w:r w:rsidR="00D60A57">
        <w:t>’</w:t>
      </w:r>
      <w:r w:rsidRPr="00F23192">
        <w:t>étendait sur tout le pays d</w:t>
      </w:r>
      <w:r w:rsidR="00D60A57">
        <w:t>’</w:t>
      </w:r>
      <w:r w:rsidRPr="00F23192">
        <w:t>alentour</w:t>
      </w:r>
      <w:r w:rsidR="00D60A57">
        <w:t xml:space="preserve">, </w:t>
      </w:r>
      <w:r w:rsidRPr="00F23192">
        <w:t>la plate-forme armée de couleuvrines dont les cous de bronze s</w:t>
      </w:r>
      <w:r w:rsidR="00D60A57">
        <w:t>’</w:t>
      </w:r>
      <w:r w:rsidRPr="00F23192">
        <w:t>allongeaient à travers les créneaux</w:t>
      </w:r>
      <w:r w:rsidR="00D60A57">
        <w:t xml:space="preserve">, </w:t>
      </w:r>
      <w:r w:rsidRPr="00F23192">
        <w:t>crachant la mitraille sur les a</w:t>
      </w:r>
      <w:r w:rsidRPr="00F23192">
        <w:t>s</w:t>
      </w:r>
      <w:r w:rsidRPr="00F23192">
        <w:t>saillants assez audacieux pour assaillir le Sanglier et les contraindre à abandonner le siège</w:t>
      </w:r>
      <w:r w:rsidR="00D60A57">
        <w:t>.</w:t>
      </w:r>
    </w:p>
    <w:p w14:paraId="38FC87B3" w14:textId="77777777" w:rsidR="00D60A57" w:rsidRDefault="00E36F6A" w:rsidP="00D60A57">
      <w:r w:rsidRPr="00F23192">
        <w:t>Digne émule du féroce animal dont elle portait le nom</w:t>
      </w:r>
      <w:r w:rsidR="00D60A57">
        <w:t xml:space="preserve">, </w:t>
      </w:r>
      <w:r w:rsidRPr="00F23192">
        <w:t>la défense du redoutable corsaire de jadis réduisait en miettes les hordes montant à l</w:t>
      </w:r>
      <w:r w:rsidR="00D60A57">
        <w:t>’</w:t>
      </w:r>
      <w:r w:rsidRPr="00F23192">
        <w:t>assaut de ses inaccessibles murailles</w:t>
      </w:r>
      <w:r w:rsidR="00D60A57">
        <w:t xml:space="preserve">, </w:t>
      </w:r>
      <w:r w:rsidRPr="00F23192">
        <w:t>comme le sanglier forcé découd les chiens accrochés à ses flancs</w:t>
      </w:r>
      <w:r w:rsidR="00D60A57">
        <w:t>.</w:t>
      </w:r>
    </w:p>
    <w:p w14:paraId="3F7B9A93" w14:textId="77777777" w:rsidR="00D60A57" w:rsidRDefault="00E36F6A" w:rsidP="00D60A57">
      <w:r w:rsidRPr="00F23192">
        <w:t>Là-haut</w:t>
      </w:r>
      <w:r w:rsidR="00D60A57">
        <w:t> !</w:t>
      </w:r>
    </w:p>
    <w:p w14:paraId="245E5241" w14:textId="77777777" w:rsidR="00D60A57" w:rsidRDefault="00E36F6A" w:rsidP="00D60A57">
      <w:r w:rsidRPr="00F23192">
        <w:t>Que s</w:t>
      </w:r>
      <w:r w:rsidR="00D60A57">
        <w:t>’</w:t>
      </w:r>
      <w:r w:rsidRPr="00F23192">
        <w:t xml:space="preserve">était-il passé là-haut de tellement significatif que </w:t>
      </w:r>
      <w:proofErr w:type="spellStart"/>
      <w:r w:rsidRPr="00F23192">
        <w:t>L</w:t>
      </w:r>
      <w:r w:rsidRPr="00F23192">
        <w:t>e</w:t>
      </w:r>
      <w:r w:rsidRPr="00F23192">
        <w:t>briz</w:t>
      </w:r>
      <w:proofErr w:type="spellEnd"/>
      <w:r w:rsidR="00D60A57">
        <w:t xml:space="preserve">, </w:t>
      </w:r>
      <w:r w:rsidRPr="00F23192">
        <w:t>même à l</w:t>
      </w:r>
      <w:r w:rsidR="00D60A57">
        <w:t>’</w:t>
      </w:r>
      <w:r w:rsidRPr="00F23192">
        <w:t>article de la mort</w:t>
      </w:r>
      <w:r w:rsidR="00D60A57">
        <w:t xml:space="preserve">, </w:t>
      </w:r>
      <w:r w:rsidRPr="00F23192">
        <w:t>eût songé</w:t>
      </w:r>
      <w:r w:rsidR="00D60A57">
        <w:t xml:space="preserve">, </w:t>
      </w:r>
      <w:r w:rsidRPr="00F23192">
        <w:t>répondant à la que</w:t>
      </w:r>
      <w:r w:rsidRPr="00F23192">
        <w:t>s</w:t>
      </w:r>
      <w:r w:rsidRPr="00F23192">
        <w:t>tion qui lui était posée</w:t>
      </w:r>
      <w:r w:rsidR="00D60A57">
        <w:t xml:space="preserve">, </w:t>
      </w:r>
      <w:r w:rsidRPr="00F23192">
        <w:t>à prononcer ces deux syllabes</w:t>
      </w:r>
      <w:r w:rsidR="00D60A57">
        <w:t>.</w:t>
      </w:r>
    </w:p>
    <w:p w14:paraId="2AD9D660" w14:textId="77777777" w:rsidR="00D60A57" w:rsidRDefault="00E36F6A" w:rsidP="00D60A57">
      <w:r w:rsidRPr="00F23192">
        <w:t>Une fois le pied mis sur la plate-forme</w:t>
      </w:r>
      <w:r w:rsidR="00D60A57">
        <w:t xml:space="preserve">, </w:t>
      </w:r>
      <w:r w:rsidRPr="00F23192">
        <w:t>le jeune homme dut s</w:t>
      </w:r>
      <w:r w:rsidR="00D60A57">
        <w:t>’</w:t>
      </w:r>
      <w:r w:rsidRPr="00F23192">
        <w:t xml:space="preserve">accrocher des deux mains à la balustrade de pierre qui </w:t>
      </w:r>
      <w:r w:rsidRPr="00F23192">
        <w:lastRenderedPageBreak/>
        <w:t>la cei</w:t>
      </w:r>
      <w:r w:rsidRPr="00F23192">
        <w:t>n</w:t>
      </w:r>
      <w:r w:rsidRPr="00F23192">
        <w:t>turait</w:t>
      </w:r>
      <w:r w:rsidR="00D60A57">
        <w:t xml:space="preserve"> ; </w:t>
      </w:r>
      <w:r w:rsidRPr="00F23192">
        <w:t>le vent soufflait tellement violent que</w:t>
      </w:r>
      <w:r w:rsidR="00D60A57">
        <w:t xml:space="preserve">, </w:t>
      </w:r>
      <w:r w:rsidRPr="00F23192">
        <w:t>pour un peu</w:t>
      </w:r>
      <w:r w:rsidR="00D60A57">
        <w:t xml:space="preserve">, </w:t>
      </w:r>
      <w:r w:rsidRPr="00F23192">
        <w:t>il eût été renversé</w:t>
      </w:r>
      <w:r w:rsidR="00D60A57">
        <w:t>.</w:t>
      </w:r>
    </w:p>
    <w:p w14:paraId="1EBA4A26" w14:textId="77777777" w:rsidR="00D60A57" w:rsidRDefault="00E36F6A" w:rsidP="00D60A57">
      <w:r w:rsidRPr="00F23192">
        <w:t>Au-dessus de sa tête</w:t>
      </w:r>
      <w:r w:rsidR="00D60A57">
        <w:t xml:space="preserve">, </w:t>
      </w:r>
      <w:r w:rsidRPr="00F23192">
        <w:t>le crâne du corsaire brinqueballait au bout de sa chaîne avec un bruit sinistre</w:t>
      </w:r>
      <w:r w:rsidR="00D60A57">
        <w:t>.</w:t>
      </w:r>
    </w:p>
    <w:p w14:paraId="0E00376D" w14:textId="77777777" w:rsidR="00D60A57" w:rsidRDefault="00E36F6A" w:rsidP="00D60A57">
      <w:r w:rsidRPr="00F23192">
        <w:t>Le jeune homme</w:t>
      </w:r>
      <w:r w:rsidR="00D60A57">
        <w:t xml:space="preserve">, </w:t>
      </w:r>
      <w:r w:rsidRPr="00F23192">
        <w:t>cependant</w:t>
      </w:r>
      <w:r w:rsidR="00D60A57">
        <w:t xml:space="preserve">, </w:t>
      </w:r>
      <w:r w:rsidRPr="00F23192">
        <w:t>fouillait d</w:t>
      </w:r>
      <w:r w:rsidR="00D60A57">
        <w:t>’</w:t>
      </w:r>
      <w:r w:rsidRPr="00F23192">
        <w:t>un regard a</w:t>
      </w:r>
      <w:r w:rsidRPr="00F23192">
        <w:t>n</w:t>
      </w:r>
      <w:r w:rsidRPr="00F23192">
        <w:t>xieux</w:t>
      </w:r>
      <w:r w:rsidR="00D60A57">
        <w:t xml:space="preserve">, </w:t>
      </w:r>
      <w:r w:rsidRPr="00F23192">
        <w:t>jusque dans ses moindres recoins</w:t>
      </w:r>
      <w:r w:rsidR="00D60A57">
        <w:t xml:space="preserve">, </w:t>
      </w:r>
      <w:r w:rsidRPr="00F23192">
        <w:t>cette plate-forme qu</w:t>
      </w:r>
      <w:r w:rsidR="00D60A57">
        <w:t>’</w:t>
      </w:r>
      <w:r w:rsidRPr="00F23192">
        <w:t xml:space="preserve">indiquaient forcément les derniers mots prononcés par </w:t>
      </w:r>
      <w:proofErr w:type="spellStart"/>
      <w:r w:rsidRPr="00F23192">
        <w:t>L</w:t>
      </w:r>
      <w:r w:rsidRPr="00F23192">
        <w:t>e</w:t>
      </w:r>
      <w:r w:rsidRPr="00F23192">
        <w:t>briz</w:t>
      </w:r>
      <w:proofErr w:type="spellEnd"/>
      <w:r w:rsidR="00D60A57">
        <w:t>.</w:t>
      </w:r>
    </w:p>
    <w:p w14:paraId="72DDA866" w14:textId="77777777" w:rsidR="00D60A57" w:rsidRDefault="00D60A57" w:rsidP="00D60A57">
      <w:r>
        <w:t>« </w:t>
      </w:r>
      <w:r w:rsidR="00E36F6A" w:rsidRPr="00F23192">
        <w:t>Là-haut</w:t>
      </w:r>
      <w:r>
        <w:t> !… »</w:t>
      </w:r>
      <w:r w:rsidR="00E36F6A" w:rsidRPr="00F23192">
        <w:t xml:space="preserve"> mais rien ne se remarquait</w:t>
      </w:r>
      <w:r>
        <w:t>, « </w:t>
      </w:r>
      <w:r w:rsidR="00E36F6A" w:rsidRPr="00F23192">
        <w:t>là-haut</w:t>
      </w:r>
      <w:r>
        <w:t xml:space="preserve"> », </w:t>
      </w:r>
      <w:r w:rsidR="00E36F6A" w:rsidRPr="00F23192">
        <w:t>qui fût de nature à retenir son attention</w:t>
      </w:r>
      <w:r>
        <w:t xml:space="preserve">… </w:t>
      </w:r>
      <w:r w:rsidR="00E36F6A" w:rsidRPr="00F23192">
        <w:t xml:space="preserve">et cependant </w:t>
      </w:r>
      <w:proofErr w:type="spellStart"/>
      <w:r w:rsidR="00E36F6A" w:rsidRPr="00F23192">
        <w:t>Lebriz</w:t>
      </w:r>
      <w:proofErr w:type="spellEnd"/>
      <w:r w:rsidR="00E36F6A" w:rsidRPr="00F23192">
        <w:t xml:space="preserve"> était un de ceux auxquels René savait pouvoir accorder une absolue confiance</w:t>
      </w:r>
      <w:r>
        <w:t xml:space="preserve"> ; </w:t>
      </w:r>
      <w:r w:rsidR="00E36F6A" w:rsidRPr="00F23192">
        <w:t>des deux que les compagnons avaient laissés de</w:t>
      </w:r>
      <w:r w:rsidR="00E36F6A" w:rsidRPr="00F23192">
        <w:t>r</w:t>
      </w:r>
      <w:r w:rsidR="00E36F6A" w:rsidRPr="00F23192">
        <w:t>rière eux</w:t>
      </w:r>
      <w:r>
        <w:t xml:space="preserve">, </w:t>
      </w:r>
      <w:r w:rsidR="00E36F6A" w:rsidRPr="00F23192">
        <w:t>en quittant le donjon</w:t>
      </w:r>
      <w:r>
        <w:t xml:space="preserve">, </w:t>
      </w:r>
      <w:proofErr w:type="spellStart"/>
      <w:r w:rsidR="00E36F6A" w:rsidRPr="00F23192">
        <w:t>Lebriz</w:t>
      </w:r>
      <w:proofErr w:type="spellEnd"/>
      <w:r w:rsidR="00E36F6A" w:rsidRPr="00F23192">
        <w:t xml:space="preserve"> était celui duquel il n</w:t>
      </w:r>
      <w:r>
        <w:t>’</w:t>
      </w:r>
      <w:r w:rsidR="00E36F6A" w:rsidRPr="00F23192">
        <w:t>avait pas le droit de douter</w:t>
      </w:r>
      <w:r>
        <w:t>…</w:t>
      </w:r>
    </w:p>
    <w:p w14:paraId="552458A3" w14:textId="77777777" w:rsidR="00D60A57" w:rsidRDefault="00E36F6A" w:rsidP="00D60A57">
      <w:r w:rsidRPr="00F23192">
        <w:t xml:space="preserve">Tandis que </w:t>
      </w:r>
      <w:proofErr w:type="spellStart"/>
      <w:r w:rsidRPr="00F23192">
        <w:t>Quénemec</w:t>
      </w:r>
      <w:proofErr w:type="spellEnd"/>
      <w:r w:rsidR="00D60A57">
        <w:t> !…</w:t>
      </w:r>
    </w:p>
    <w:p w14:paraId="55713B98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à sa surprise</w:t>
      </w:r>
      <w:r w:rsidR="00D60A57">
        <w:t xml:space="preserve">, </w:t>
      </w:r>
      <w:r w:rsidRPr="00F23192">
        <w:t xml:space="preserve">pensant trouver celui-ci </w:t>
      </w:r>
      <w:r w:rsidR="00D60A57">
        <w:t>« </w:t>
      </w:r>
      <w:r w:rsidRPr="00F23192">
        <w:t>là-haut</w:t>
      </w:r>
      <w:r w:rsidR="00D60A57">
        <w:t xml:space="preserve"> », </w:t>
      </w:r>
      <w:r w:rsidRPr="00F23192">
        <w:t>il le cherchait vainement</w:t>
      </w:r>
      <w:r w:rsidR="00D60A57">
        <w:t>.</w:t>
      </w:r>
    </w:p>
    <w:p w14:paraId="7725C10C" w14:textId="77777777" w:rsidR="00D60A57" w:rsidRDefault="00E36F6A" w:rsidP="00D60A57">
      <w:r w:rsidRPr="00F23192">
        <w:t>Qu</w:t>
      </w:r>
      <w:r w:rsidR="00D60A57">
        <w:t>’</w:t>
      </w:r>
      <w:r w:rsidRPr="00F23192">
        <w:t xml:space="preserve">était devenu </w:t>
      </w:r>
      <w:proofErr w:type="spellStart"/>
      <w:r w:rsidRPr="00F23192">
        <w:t>Quénemec</w:t>
      </w:r>
      <w:proofErr w:type="spellEnd"/>
      <w:r w:rsidR="00D60A57">
        <w:t> ?</w:t>
      </w:r>
    </w:p>
    <w:p w14:paraId="0931B600" w14:textId="77777777" w:rsidR="00D60A57" w:rsidRDefault="00E36F6A" w:rsidP="00D60A57">
      <w:r w:rsidRPr="00F23192">
        <w:t>Autant qu</w:t>
      </w:r>
      <w:r w:rsidR="00D60A57">
        <w:t>’</w:t>
      </w:r>
      <w:r w:rsidRPr="00F23192">
        <w:t>il lui était possible de reconstituer la marche des événements quand les compagnons avaient fui le donjon</w:t>
      </w:r>
      <w:r w:rsidR="00D60A57">
        <w:t xml:space="preserve">, </w:t>
      </w:r>
      <w:r w:rsidRPr="00F23192">
        <w:t>lai</w:t>
      </w:r>
      <w:r w:rsidRPr="00F23192">
        <w:t>s</w:t>
      </w:r>
      <w:r w:rsidRPr="00F23192">
        <w:t>sant derrière eux</w:t>
      </w:r>
      <w:r w:rsidR="00D60A57">
        <w:t xml:space="preserve"> – </w:t>
      </w:r>
      <w:r w:rsidRPr="00F23192">
        <w:t>comme ils l</w:t>
      </w:r>
      <w:r w:rsidR="00D60A57">
        <w:t>’</w:t>
      </w:r>
      <w:r w:rsidRPr="00F23192">
        <w:t>avaient expliqué</w:t>
      </w:r>
      <w:r w:rsidR="00D60A57">
        <w:t xml:space="preserve"> – </w:t>
      </w:r>
      <w:r w:rsidRPr="00F23192">
        <w:t>deux des leurs dont l</w:t>
      </w:r>
      <w:r w:rsidR="00D60A57">
        <w:t>’</w:t>
      </w:r>
      <w:r w:rsidRPr="00F23192">
        <w:t>état s</w:t>
      </w:r>
      <w:r w:rsidR="00D60A57">
        <w:t>’</w:t>
      </w:r>
      <w:r w:rsidRPr="00F23192">
        <w:t>opposait à ce qu</w:t>
      </w:r>
      <w:r w:rsidR="00D60A57">
        <w:t>’</w:t>
      </w:r>
      <w:r w:rsidRPr="00F23192">
        <w:t>ils tentassent de les emporter</w:t>
      </w:r>
      <w:r w:rsidR="00D60A57">
        <w:t xml:space="preserve">, </w:t>
      </w:r>
      <w:r w:rsidRPr="00F23192">
        <w:t>les deux blessés avaient dû</w:t>
      </w:r>
      <w:r w:rsidR="00D60A57">
        <w:t xml:space="preserve">, </w:t>
      </w:r>
      <w:r w:rsidRPr="00F23192">
        <w:t>pour une cause inconnue</w:t>
      </w:r>
      <w:r w:rsidR="00D60A57">
        <w:t xml:space="preserve">, </w:t>
      </w:r>
      <w:r w:rsidRPr="00F23192">
        <w:t>en venir aux mains</w:t>
      </w:r>
      <w:r w:rsidR="00D60A57">
        <w:t>.</w:t>
      </w:r>
    </w:p>
    <w:p w14:paraId="05C291DC" w14:textId="77777777" w:rsidR="00D60A57" w:rsidRDefault="00E36F6A" w:rsidP="00D60A57">
      <w:r w:rsidRPr="00F23192">
        <w:t>L</w:t>
      </w:r>
      <w:r w:rsidR="00D60A57">
        <w:t>’</w:t>
      </w:r>
      <w:r w:rsidRPr="00F23192">
        <w:t>un</w:t>
      </w:r>
      <w:r w:rsidR="00D60A57">
        <w:t xml:space="preserve">, </w:t>
      </w:r>
      <w:proofErr w:type="spellStart"/>
      <w:r w:rsidRPr="00F23192">
        <w:t>Quénemec</w:t>
      </w:r>
      <w:proofErr w:type="spellEnd"/>
      <w:r w:rsidR="00D60A57">
        <w:t xml:space="preserve">, </w:t>
      </w:r>
      <w:r w:rsidRPr="00F23192">
        <w:t>avait eu le dessous et laissé mort sur la plate-forme par l</w:t>
      </w:r>
      <w:r w:rsidR="00D60A57">
        <w:t>’</w:t>
      </w:r>
      <w:r w:rsidRPr="00F23192">
        <w:t>autre</w:t>
      </w:r>
      <w:r w:rsidR="00D60A57">
        <w:t xml:space="preserve"> ; </w:t>
      </w:r>
      <w:proofErr w:type="spellStart"/>
      <w:r w:rsidRPr="00F23192">
        <w:t>Lebriz</w:t>
      </w:r>
      <w:proofErr w:type="spellEnd"/>
      <w:r w:rsidR="00D60A57">
        <w:t xml:space="preserve">, </w:t>
      </w:r>
      <w:r w:rsidRPr="00F23192">
        <w:t>qui avait tenté de fuir par l</w:t>
      </w:r>
      <w:r w:rsidR="00D60A57">
        <w:t>’</w:t>
      </w:r>
      <w:r w:rsidRPr="00F23192">
        <w:t>esc</w:t>
      </w:r>
      <w:r w:rsidRPr="00F23192">
        <w:t>a</w:t>
      </w:r>
      <w:r w:rsidRPr="00F23192">
        <w:t>lier intérieur</w:t>
      </w:r>
      <w:r w:rsidR="00D60A57">
        <w:t xml:space="preserve">, </w:t>
      </w:r>
      <w:r w:rsidRPr="00F23192">
        <w:t>mais épuisé par la perte de son sang</w:t>
      </w:r>
      <w:r w:rsidR="00D60A57">
        <w:t xml:space="preserve">, </w:t>
      </w:r>
      <w:r w:rsidRPr="00F23192">
        <w:t>était tombé</w:t>
      </w:r>
      <w:r w:rsidR="00D60A57">
        <w:t xml:space="preserve">, </w:t>
      </w:r>
      <w:r w:rsidRPr="00F23192">
        <w:t>mourant</w:t>
      </w:r>
      <w:r w:rsidR="00D60A57">
        <w:t xml:space="preserve">, </w:t>
      </w:r>
      <w:r w:rsidRPr="00F23192">
        <w:t>dans la pièce où l</w:t>
      </w:r>
      <w:r w:rsidR="00D60A57">
        <w:t>’</w:t>
      </w:r>
      <w:r w:rsidRPr="00F23192">
        <w:t xml:space="preserve">avait trouvé le jeune des </w:t>
      </w:r>
      <w:proofErr w:type="spellStart"/>
      <w:r w:rsidRPr="00F23192">
        <w:t>Blaittières</w:t>
      </w:r>
      <w:proofErr w:type="spellEnd"/>
      <w:r w:rsidR="00D60A57">
        <w:t>.</w:t>
      </w:r>
    </w:p>
    <w:p w14:paraId="1BF751F4" w14:textId="77777777" w:rsidR="00D60A57" w:rsidRDefault="00E36F6A" w:rsidP="00D60A57">
      <w:r w:rsidRPr="00F23192">
        <w:lastRenderedPageBreak/>
        <w:t xml:space="preserve">Mais </w:t>
      </w:r>
      <w:proofErr w:type="spellStart"/>
      <w:r w:rsidRPr="00F23192">
        <w:t>Quénemec</w:t>
      </w:r>
      <w:proofErr w:type="spellEnd"/>
      <w:r w:rsidR="00D60A57">
        <w:t xml:space="preserve"> !… </w:t>
      </w:r>
      <w:r w:rsidRPr="00F23192">
        <w:t>Qu</w:t>
      </w:r>
      <w:r w:rsidR="00D60A57">
        <w:t>’</w:t>
      </w:r>
      <w:r w:rsidRPr="00F23192">
        <w:t>était-il advenu de lui</w:t>
      </w:r>
      <w:r w:rsidR="00D60A57">
        <w:t> ?</w:t>
      </w:r>
    </w:p>
    <w:p w14:paraId="490486CF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soudain</w:t>
      </w:r>
      <w:r w:rsidR="00D60A57">
        <w:t xml:space="preserve">, </w:t>
      </w:r>
      <w:r w:rsidRPr="00F23192">
        <w:t>René eut le soupçon qu</w:t>
      </w:r>
      <w:r w:rsidR="00D60A57">
        <w:t>’</w:t>
      </w:r>
      <w:r w:rsidRPr="00F23192">
        <w:t xml:space="preserve">en fin de combat les deux hommes en étaient arrivés à lutter contre la balustrade de pierre et que </w:t>
      </w:r>
      <w:proofErr w:type="spellStart"/>
      <w:r w:rsidRPr="00F23192">
        <w:t>Lebriz</w:t>
      </w:r>
      <w:proofErr w:type="spellEnd"/>
      <w:r w:rsidRPr="00F23192">
        <w:t xml:space="preserve"> avait réussi à se débarrasser de son adve</w:t>
      </w:r>
      <w:r w:rsidRPr="00F23192">
        <w:t>r</w:t>
      </w:r>
      <w:r w:rsidRPr="00F23192">
        <w:t>saire en le faisant passer par-dessus la balustrade et à le précip</w:t>
      </w:r>
      <w:r w:rsidRPr="00F23192">
        <w:t>i</w:t>
      </w:r>
      <w:r w:rsidRPr="00F23192">
        <w:t>ter dans le vide</w:t>
      </w:r>
      <w:r w:rsidR="00D60A57">
        <w:t>.</w:t>
      </w:r>
    </w:p>
    <w:p w14:paraId="2312049E" w14:textId="77777777" w:rsidR="00D60A57" w:rsidRDefault="00E36F6A" w:rsidP="00D60A57">
      <w:r w:rsidRPr="00F23192">
        <w:t>Oui</w:t>
      </w:r>
      <w:r w:rsidR="00D60A57">
        <w:t xml:space="preserve">, </w:t>
      </w:r>
      <w:r w:rsidRPr="00F23192">
        <w:t>assurément</w:t>
      </w:r>
      <w:r w:rsidR="00D60A57">
        <w:t xml:space="preserve">, </w:t>
      </w:r>
      <w:r w:rsidRPr="00F23192">
        <w:t>cette supposition devait être</w:t>
      </w:r>
      <w:r w:rsidR="00D60A57">
        <w:t xml:space="preserve">… </w:t>
      </w:r>
      <w:r w:rsidRPr="00F23192">
        <w:t>était la bonne</w:t>
      </w:r>
      <w:r w:rsidR="00D60A57">
        <w:t xml:space="preserve">, </w:t>
      </w:r>
      <w:r w:rsidRPr="00F23192">
        <w:t>la seule susceptible de répondre à la vérité</w:t>
      </w:r>
      <w:r w:rsidR="00D60A57">
        <w:t>.</w:t>
      </w:r>
    </w:p>
    <w:p w14:paraId="313F95B8" w14:textId="77777777" w:rsidR="00D60A57" w:rsidRDefault="00E36F6A" w:rsidP="00D60A57">
      <w:r w:rsidRPr="00F23192">
        <w:t>À pas lents</w:t>
      </w:r>
      <w:r w:rsidR="00D60A57">
        <w:t xml:space="preserve">, </w:t>
      </w:r>
      <w:r w:rsidRPr="00F23192">
        <w:t>donc</w:t>
      </w:r>
      <w:r w:rsidR="00D60A57">
        <w:t xml:space="preserve">, </w:t>
      </w:r>
      <w:r w:rsidRPr="00F23192">
        <w:t>il commença le tour de la plate-forme</w:t>
      </w:r>
      <w:r w:rsidR="00D60A57">
        <w:t xml:space="preserve">, </w:t>
      </w:r>
      <w:r w:rsidRPr="00F23192">
        <w:t>se penchant au-dessus de l</w:t>
      </w:r>
      <w:r w:rsidR="00D60A57">
        <w:t>’</w:t>
      </w:r>
      <w:r w:rsidRPr="00F23192">
        <w:t>abîme</w:t>
      </w:r>
      <w:r w:rsidR="00D60A57">
        <w:t xml:space="preserve">, </w:t>
      </w:r>
      <w:r w:rsidRPr="00F23192">
        <w:t>tentant de fouiller l</w:t>
      </w:r>
      <w:r w:rsidR="00D60A57">
        <w:t>’</w:t>
      </w:r>
      <w:r w:rsidRPr="00F23192">
        <w:t>ombre dans laquelle le sol demeurait enseveli</w:t>
      </w:r>
      <w:r w:rsidR="00D60A57">
        <w:t>.</w:t>
      </w:r>
    </w:p>
    <w:p w14:paraId="3D755F25" w14:textId="77777777" w:rsidR="00D60A57" w:rsidRDefault="00E36F6A" w:rsidP="00D60A57">
      <w:r w:rsidRPr="00F23192">
        <w:t>Déjà</w:t>
      </w:r>
      <w:r w:rsidR="00D60A57">
        <w:t xml:space="preserve">, </w:t>
      </w:r>
      <w:r w:rsidRPr="00F23192">
        <w:t>il désespérait</w:t>
      </w:r>
      <w:r w:rsidR="00D60A57">
        <w:t xml:space="preserve">, </w:t>
      </w:r>
      <w:r w:rsidRPr="00F23192">
        <w:t>quand il lui sembla entendre</w:t>
      </w:r>
      <w:r w:rsidR="00D60A57">
        <w:t xml:space="preserve">, </w:t>
      </w:r>
      <w:r w:rsidRPr="00F23192">
        <w:t>montant du vide</w:t>
      </w:r>
      <w:r w:rsidR="00D60A57">
        <w:t xml:space="preserve">, </w:t>
      </w:r>
      <w:r w:rsidRPr="00F23192">
        <w:t>comme une plainte étouffée</w:t>
      </w:r>
      <w:r w:rsidR="00D60A57">
        <w:t>.</w:t>
      </w:r>
    </w:p>
    <w:p w14:paraId="76FD4D95" w14:textId="77777777" w:rsidR="00D60A57" w:rsidRDefault="00E36F6A" w:rsidP="00D60A57">
      <w:r w:rsidRPr="00F23192">
        <w:t>Incrédule</w:t>
      </w:r>
      <w:r w:rsidR="00D60A57">
        <w:t xml:space="preserve">, </w:t>
      </w:r>
      <w:r w:rsidRPr="00F23192">
        <w:t>impressionné cependant</w:t>
      </w:r>
      <w:r w:rsidR="00D60A57">
        <w:t xml:space="preserve">, </w:t>
      </w:r>
      <w:r w:rsidRPr="00F23192">
        <w:t>il se pencha par-dessus la balustrade</w:t>
      </w:r>
      <w:r w:rsidR="00D60A57">
        <w:t xml:space="preserve">, </w:t>
      </w:r>
      <w:r w:rsidRPr="00F23192">
        <w:t>jusqu</w:t>
      </w:r>
      <w:r w:rsidR="00D60A57">
        <w:t>’</w:t>
      </w:r>
      <w:r w:rsidRPr="00F23192">
        <w:t>à perdre l</w:t>
      </w:r>
      <w:r w:rsidR="00D60A57">
        <w:t>’</w:t>
      </w:r>
      <w:r w:rsidRPr="00F23192">
        <w:t>équilibre</w:t>
      </w:r>
      <w:r w:rsidR="00D60A57">
        <w:t xml:space="preserve">, </w:t>
      </w:r>
      <w:r w:rsidRPr="00F23192">
        <w:t>et alors</w:t>
      </w:r>
      <w:r w:rsidR="00D60A57">
        <w:t xml:space="preserve">, </w:t>
      </w:r>
      <w:r w:rsidRPr="00F23192">
        <w:t>à sa grande stupeur</w:t>
      </w:r>
      <w:r w:rsidR="00D60A57">
        <w:t xml:space="preserve">, </w:t>
      </w:r>
      <w:r w:rsidRPr="00F23192">
        <w:t>il distingua</w:t>
      </w:r>
      <w:r w:rsidR="00D60A57">
        <w:t xml:space="preserve">, </w:t>
      </w:r>
      <w:r w:rsidRPr="00F23192">
        <w:t>au milieu de l</w:t>
      </w:r>
      <w:r w:rsidR="00D60A57">
        <w:t>’</w:t>
      </w:r>
      <w:r w:rsidRPr="00F23192">
        <w:t>ombre</w:t>
      </w:r>
      <w:r w:rsidR="00D60A57">
        <w:t xml:space="preserve">, </w:t>
      </w:r>
      <w:r w:rsidRPr="00F23192">
        <w:t>quelque chose d</w:t>
      </w:r>
      <w:r w:rsidR="00D60A57">
        <w:t>’</w:t>
      </w:r>
      <w:r w:rsidRPr="00F23192">
        <w:t>informe qui se balançait dans le vide</w:t>
      </w:r>
      <w:r w:rsidR="00D60A57">
        <w:t xml:space="preserve">, </w:t>
      </w:r>
      <w:r w:rsidRPr="00F23192">
        <w:t>sous le souffle du vent</w:t>
      </w:r>
      <w:r w:rsidR="00D60A57">
        <w:t>.</w:t>
      </w:r>
    </w:p>
    <w:p w14:paraId="1452E7F6" w14:textId="77777777" w:rsidR="00D60A57" w:rsidRDefault="00E36F6A" w:rsidP="00D60A57">
      <w:r w:rsidRPr="00F23192">
        <w:t>Un moment</w:t>
      </w:r>
      <w:r w:rsidR="00D60A57">
        <w:t xml:space="preserve">, </w:t>
      </w:r>
      <w:r w:rsidRPr="00F23192">
        <w:t>il douta de la sûreté de son regard</w:t>
      </w:r>
      <w:r w:rsidR="00D60A57">
        <w:t xml:space="preserve"> ; </w:t>
      </w:r>
      <w:r w:rsidRPr="00F23192">
        <w:t>mais</w:t>
      </w:r>
      <w:r w:rsidR="00D60A57">
        <w:t xml:space="preserve">, </w:t>
      </w:r>
      <w:r w:rsidRPr="00F23192">
        <w:t>me</w:t>
      </w:r>
      <w:r w:rsidRPr="00F23192">
        <w:t>t</w:t>
      </w:r>
      <w:r w:rsidRPr="00F23192">
        <w:t>tant toute sa volonté à en augmenter l</w:t>
      </w:r>
      <w:r w:rsidR="00D60A57">
        <w:t>’</w:t>
      </w:r>
      <w:r w:rsidRPr="00F23192">
        <w:t>acuité</w:t>
      </w:r>
      <w:r w:rsidR="00D60A57">
        <w:t xml:space="preserve">, </w:t>
      </w:r>
      <w:r w:rsidRPr="00F23192">
        <w:t>il constata que ce quelque chose avait forme humaine</w:t>
      </w:r>
      <w:r w:rsidR="00D60A57">
        <w:t>.</w:t>
      </w:r>
    </w:p>
    <w:p w14:paraId="5A591D54" w14:textId="77777777" w:rsidR="00D60A57" w:rsidRDefault="00E36F6A" w:rsidP="00D60A57">
      <w:r w:rsidRPr="00F23192">
        <w:t>Oui</w:t>
      </w:r>
      <w:r w:rsidR="00D60A57">
        <w:t xml:space="preserve">, </w:t>
      </w:r>
      <w:r w:rsidRPr="00F23192">
        <w:t>c</w:t>
      </w:r>
      <w:r w:rsidR="00D60A57">
        <w:t>’</w:t>
      </w:r>
      <w:r w:rsidRPr="00F23192">
        <w:t>était bien là un homme</w:t>
      </w:r>
      <w:r w:rsidR="00D60A57">
        <w:t xml:space="preserve">, </w:t>
      </w:r>
      <w:r w:rsidRPr="00F23192">
        <w:t>un homme qui semblait pendu à l</w:t>
      </w:r>
      <w:r w:rsidR="00D60A57">
        <w:t>’</w:t>
      </w:r>
      <w:r w:rsidRPr="00F23192">
        <w:t>extrémité d</w:t>
      </w:r>
      <w:r w:rsidR="00D60A57">
        <w:t>’</w:t>
      </w:r>
      <w:r w:rsidRPr="00F23192">
        <w:t>une chaîne dont l</w:t>
      </w:r>
      <w:r w:rsidR="00D60A57">
        <w:t>’</w:t>
      </w:r>
      <w:r w:rsidRPr="00F23192">
        <w:t>autre extrémité s</w:t>
      </w:r>
      <w:r w:rsidR="00D60A57">
        <w:t>’</w:t>
      </w:r>
      <w:r w:rsidRPr="00F23192">
        <w:t>enro</w:t>
      </w:r>
      <w:r w:rsidRPr="00F23192">
        <w:t>u</w:t>
      </w:r>
      <w:r w:rsidRPr="00F23192">
        <w:t>lait autour d</w:t>
      </w:r>
      <w:r w:rsidR="00D60A57">
        <w:t>’</w:t>
      </w:r>
      <w:r w:rsidRPr="00F23192">
        <w:t>une couleuvrine dont le cou saillait au-dessus du vide</w:t>
      </w:r>
      <w:r w:rsidR="00D60A57">
        <w:t>.</w:t>
      </w:r>
    </w:p>
    <w:p w14:paraId="1A21C9A9" w14:textId="77777777" w:rsidR="00D60A57" w:rsidRDefault="00E36F6A" w:rsidP="00D60A57">
      <w:r w:rsidRPr="00F23192">
        <w:t>Ce devait être là</w:t>
      </w:r>
      <w:r w:rsidR="00D60A57">
        <w:t xml:space="preserve">… </w:t>
      </w:r>
      <w:r w:rsidRPr="00F23192">
        <w:t>c</w:t>
      </w:r>
      <w:r w:rsidR="00D60A57">
        <w:t>’</w:t>
      </w:r>
      <w:r w:rsidRPr="00F23192">
        <w:t xml:space="preserve">était sûrement </w:t>
      </w:r>
      <w:proofErr w:type="spellStart"/>
      <w:r w:rsidRPr="00F23192">
        <w:t>Quénemec</w:t>
      </w:r>
      <w:proofErr w:type="spellEnd"/>
      <w:r w:rsidR="00D60A57">
        <w:t> !</w:t>
      </w:r>
    </w:p>
    <w:p w14:paraId="0BCDE4AB" w14:textId="77777777" w:rsidR="00D60A57" w:rsidRDefault="00E36F6A" w:rsidP="00D60A57">
      <w:r w:rsidRPr="00F23192">
        <w:lastRenderedPageBreak/>
        <w:t>Comment cela se pouvait-il faire</w:t>
      </w:r>
      <w:r w:rsidR="00D60A57">
        <w:t xml:space="preserve"> ?… </w:t>
      </w:r>
      <w:r w:rsidRPr="00F23192">
        <w:t>Problème qu</w:t>
      </w:r>
      <w:r w:rsidR="00D60A57">
        <w:t>’</w:t>
      </w:r>
      <w:r w:rsidRPr="00F23192">
        <w:t>il n</w:t>
      </w:r>
      <w:r w:rsidR="00D60A57">
        <w:t>’</w:t>
      </w:r>
      <w:r w:rsidRPr="00F23192">
        <w:t>était pas l</w:t>
      </w:r>
      <w:r w:rsidR="00D60A57">
        <w:t>’</w:t>
      </w:r>
      <w:r w:rsidRPr="00F23192">
        <w:t>heure de solutionner</w:t>
      </w:r>
      <w:r w:rsidR="00D60A57">
        <w:t xml:space="preserve"> ; </w:t>
      </w:r>
      <w:r w:rsidRPr="00F23192">
        <w:t>pour le moment</w:t>
      </w:r>
      <w:r w:rsidR="00D60A57">
        <w:t xml:space="preserve">, </w:t>
      </w:r>
      <w:r w:rsidRPr="00F23192">
        <w:t>il s</w:t>
      </w:r>
      <w:r w:rsidR="00D60A57">
        <w:t>’</w:t>
      </w:r>
      <w:r w:rsidRPr="00F23192">
        <w:t>agissait de bien autre chose</w:t>
      </w:r>
      <w:r w:rsidR="00D60A57">
        <w:t>.</w:t>
      </w:r>
    </w:p>
    <w:p w14:paraId="099A730D" w14:textId="77777777" w:rsidR="00D60A57" w:rsidRDefault="00E36F6A" w:rsidP="00D60A57">
      <w:r w:rsidRPr="00F23192">
        <w:t>Par quel moyen tirer le corps à lui</w:t>
      </w:r>
      <w:r w:rsidR="00D60A57">
        <w:t xml:space="preserve">, </w:t>
      </w:r>
      <w:r w:rsidRPr="00F23192">
        <w:t>car</w:t>
      </w:r>
      <w:r w:rsidR="00D60A57">
        <w:t xml:space="preserve">, </w:t>
      </w:r>
      <w:r w:rsidRPr="00F23192">
        <w:t>mort ou vivant</w:t>
      </w:r>
      <w:r w:rsidR="00D60A57">
        <w:t xml:space="preserve">, </w:t>
      </w:r>
      <w:r w:rsidRPr="00F23192">
        <w:t>il lui fallait l</w:t>
      </w:r>
      <w:r w:rsidR="00D60A57">
        <w:t>’</w:t>
      </w:r>
      <w:r w:rsidRPr="00F23192">
        <w:t>avoir</w:t>
      </w:r>
      <w:r w:rsidR="00D60A57">
        <w:t>.</w:t>
      </w:r>
    </w:p>
    <w:p w14:paraId="7BEAFB8A" w14:textId="77777777" w:rsidR="00D60A57" w:rsidRDefault="00E36F6A" w:rsidP="00D60A57">
      <w:r w:rsidRPr="00F23192">
        <w:t>Mais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abord</w:t>
      </w:r>
      <w:r w:rsidR="00D60A57">
        <w:t xml:space="preserve">, </w:t>
      </w:r>
      <w:r w:rsidRPr="00F23192">
        <w:t>était-il encore en vie</w:t>
      </w:r>
      <w:r w:rsidR="00D60A57">
        <w:t> ?</w:t>
      </w:r>
    </w:p>
    <w:p w14:paraId="0003D47F" w14:textId="77777777" w:rsidR="00D60A57" w:rsidRDefault="00E36F6A" w:rsidP="00D60A57">
      <w:r w:rsidRPr="00F23192">
        <w:t>Penché sur le vide</w:t>
      </w:r>
      <w:r w:rsidR="00D60A57">
        <w:t xml:space="preserve">, </w:t>
      </w:r>
      <w:r w:rsidRPr="00F23192">
        <w:t>se cramponnant des deux mains à la b</w:t>
      </w:r>
      <w:r w:rsidRPr="00F23192">
        <w:t>a</w:t>
      </w:r>
      <w:r w:rsidRPr="00F23192">
        <w:t>lustrade</w:t>
      </w:r>
      <w:r w:rsidR="00D60A57">
        <w:t> :</w:t>
      </w:r>
    </w:p>
    <w:p w14:paraId="2D26B064" w14:textId="77777777" w:rsidR="00D60A57" w:rsidRDefault="00D60A57" w:rsidP="00D60A57">
      <w:r>
        <w:t>— </w:t>
      </w:r>
      <w:proofErr w:type="spellStart"/>
      <w:r w:rsidR="00E36F6A" w:rsidRPr="00F23192">
        <w:t>Quénemec</w:t>
      </w:r>
      <w:proofErr w:type="spellEnd"/>
      <w:r>
        <w:t xml:space="preserve"> !… </w:t>
      </w:r>
      <w:r w:rsidR="00E36F6A" w:rsidRPr="00F23192">
        <w:t>appela-t-il</w:t>
      </w:r>
      <w:r>
        <w:t xml:space="preserve">… </w:t>
      </w:r>
      <w:r w:rsidR="00E36F6A" w:rsidRPr="00F23192">
        <w:t>Hé</w:t>
      </w:r>
      <w:r>
        <w:t xml:space="preserve"> ! </w:t>
      </w:r>
      <w:proofErr w:type="spellStart"/>
      <w:r w:rsidR="00E36F6A" w:rsidRPr="00F23192">
        <w:t>Quénemec</w:t>
      </w:r>
      <w:proofErr w:type="spellEnd"/>
      <w:r>
        <w:t> !</w:t>
      </w:r>
    </w:p>
    <w:p w14:paraId="6627F51D" w14:textId="77777777" w:rsidR="00D60A57" w:rsidRDefault="00E36F6A" w:rsidP="00D60A57">
      <w:r w:rsidRPr="00F23192">
        <w:t>Une voix</w:t>
      </w:r>
      <w:r w:rsidR="00D60A57">
        <w:t xml:space="preserve">, </w:t>
      </w:r>
      <w:r w:rsidRPr="00F23192">
        <w:t>dominant la violence du vent</w:t>
      </w:r>
      <w:r w:rsidR="00D60A57">
        <w:t xml:space="preserve">, </w:t>
      </w:r>
      <w:r w:rsidRPr="00F23192">
        <w:t>cria</w:t>
      </w:r>
      <w:r w:rsidR="00D60A57">
        <w:t> :</w:t>
      </w:r>
    </w:p>
    <w:p w14:paraId="024DEA47" w14:textId="77777777" w:rsidR="00D60A57" w:rsidRDefault="00D60A57" w:rsidP="00D60A57">
      <w:r>
        <w:t>— </w:t>
      </w:r>
      <w:r w:rsidR="00E36F6A" w:rsidRPr="00F23192">
        <w:t>À moi</w:t>
      </w:r>
      <w:r>
        <w:t xml:space="preserve"> !… </w:t>
      </w:r>
      <w:r w:rsidR="00E36F6A" w:rsidRPr="00F23192">
        <w:t>À moi</w:t>
      </w:r>
      <w:r>
        <w:t> !…</w:t>
      </w:r>
    </w:p>
    <w:p w14:paraId="54C399BB" w14:textId="77777777" w:rsidR="00D60A57" w:rsidRDefault="00E36F6A" w:rsidP="00D60A57">
      <w:r w:rsidRPr="00F23192">
        <w:t>Mais cette voix</w:t>
      </w:r>
      <w:r w:rsidR="00D60A57">
        <w:t xml:space="preserve">, </w:t>
      </w:r>
      <w:r w:rsidRPr="00F23192">
        <w:t>comme étranglée</w:t>
      </w:r>
      <w:r w:rsidR="00D60A57">
        <w:t xml:space="preserve">, </w:t>
      </w:r>
      <w:r w:rsidRPr="00F23192">
        <w:t>témoignait que celui qui appelait était à bout de forces</w:t>
      </w:r>
      <w:r w:rsidR="00D60A57">
        <w:t>.</w:t>
      </w:r>
    </w:p>
    <w:p w14:paraId="2820E287" w14:textId="77777777" w:rsidR="00D60A57" w:rsidRDefault="00E36F6A" w:rsidP="00D60A57">
      <w:r w:rsidRPr="00F23192">
        <w:t>Le jeune homme comprit que cet agonisant était incapable de coopérer à son propre sauvetage</w:t>
      </w:r>
      <w:r w:rsidR="00D60A57">
        <w:t xml:space="preserve"> ; </w:t>
      </w:r>
      <w:r w:rsidRPr="00F23192">
        <w:t>alors</w:t>
      </w:r>
      <w:r w:rsidR="00D60A57">
        <w:t xml:space="preserve">, </w:t>
      </w:r>
      <w:r w:rsidRPr="00F23192">
        <w:t>il demanda</w:t>
      </w:r>
      <w:r w:rsidR="00D60A57">
        <w:t> :</w:t>
      </w:r>
    </w:p>
    <w:p w14:paraId="41B4955E" w14:textId="77777777" w:rsidR="00D60A57" w:rsidRDefault="00D60A57" w:rsidP="00D60A57">
      <w:r>
        <w:t>— </w:t>
      </w:r>
      <w:r w:rsidR="00E36F6A" w:rsidRPr="00F23192">
        <w:t>Pendu</w:t>
      </w:r>
      <w:r>
        <w:t> ?</w:t>
      </w:r>
    </w:p>
    <w:p w14:paraId="047C6B66" w14:textId="77777777" w:rsidR="00D60A57" w:rsidRDefault="00D60A57" w:rsidP="00D60A57">
      <w:r>
        <w:t>— </w:t>
      </w:r>
      <w:r w:rsidR="00E36F6A" w:rsidRPr="00F23192">
        <w:t>Accroché par les mains</w:t>
      </w:r>
      <w:r>
        <w:t xml:space="preserve"> !… </w:t>
      </w:r>
      <w:r w:rsidR="00E36F6A" w:rsidRPr="00F23192">
        <w:t>Mais</w:t>
      </w:r>
      <w:r>
        <w:t xml:space="preserve">, </w:t>
      </w:r>
      <w:r w:rsidR="00E36F6A" w:rsidRPr="00F23192">
        <w:t>qui que vous soyez</w:t>
      </w:r>
      <w:r>
        <w:t xml:space="preserve">, </w:t>
      </w:r>
      <w:r w:rsidR="00E36F6A" w:rsidRPr="00F23192">
        <w:t>h</w:t>
      </w:r>
      <w:r w:rsidR="00E36F6A" w:rsidRPr="00F23192">
        <w:t>â</w:t>
      </w:r>
      <w:r w:rsidR="00E36F6A" w:rsidRPr="00F23192">
        <w:t>tez-vous</w:t>
      </w:r>
      <w:r>
        <w:t> !…</w:t>
      </w:r>
    </w:p>
    <w:p w14:paraId="53C426A9" w14:textId="77777777" w:rsidR="00D60A57" w:rsidRDefault="00E36F6A" w:rsidP="00D60A57">
      <w:r w:rsidRPr="00F23192">
        <w:t>Et presque aussitôt</w:t>
      </w:r>
      <w:r w:rsidR="00D60A57">
        <w:t> :</w:t>
      </w:r>
    </w:p>
    <w:p w14:paraId="12EE303F" w14:textId="77777777" w:rsidR="00D60A57" w:rsidRDefault="00D60A57" w:rsidP="00D60A57">
      <w:r>
        <w:t>— </w:t>
      </w:r>
      <w:r w:rsidR="00E36F6A" w:rsidRPr="00F23192">
        <w:t>Qui êtes-vous</w:t>
      </w:r>
      <w:r>
        <w:t> ?</w:t>
      </w:r>
    </w:p>
    <w:p w14:paraId="42EE7A14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moi</w:t>
      </w:r>
      <w:r>
        <w:t xml:space="preserve">, </w:t>
      </w:r>
      <w:r w:rsidR="00E36F6A" w:rsidRPr="00F23192">
        <w:t>le Loup</w:t>
      </w:r>
      <w:r>
        <w:t>…</w:t>
      </w:r>
    </w:p>
    <w:p w14:paraId="6AAC5B42" w14:textId="77777777" w:rsidR="00D60A57" w:rsidRDefault="00E36F6A" w:rsidP="00D60A57">
      <w:r w:rsidRPr="00F23192">
        <w:t>Il sembla que l</w:t>
      </w:r>
      <w:r w:rsidR="00D60A57">
        <w:t>’</w:t>
      </w:r>
      <w:r w:rsidRPr="00F23192">
        <w:t>homme poussait une exclamation</w:t>
      </w:r>
      <w:r w:rsidR="00D60A57">
        <w:t>.</w:t>
      </w:r>
    </w:p>
    <w:p w14:paraId="3B2F9ADF" w14:textId="77777777" w:rsidR="00D60A57" w:rsidRDefault="00D60A57" w:rsidP="00D60A57">
      <w:r>
        <w:t>— </w:t>
      </w:r>
      <w:r w:rsidR="00E36F6A" w:rsidRPr="00F23192">
        <w:t>Tiens bon</w:t>
      </w:r>
      <w:r>
        <w:t xml:space="preserve">, </w:t>
      </w:r>
      <w:proofErr w:type="spellStart"/>
      <w:r w:rsidR="00E36F6A" w:rsidRPr="00F23192">
        <w:t>Quénemec</w:t>
      </w:r>
      <w:proofErr w:type="spellEnd"/>
      <w:r>
        <w:t xml:space="preserve"> !… </w:t>
      </w:r>
      <w:r w:rsidR="00E36F6A" w:rsidRPr="00F23192">
        <w:t xml:space="preserve">Je vais te </w:t>
      </w:r>
      <w:proofErr w:type="spellStart"/>
      <w:r w:rsidR="00E36F6A" w:rsidRPr="00F23192">
        <w:t>haler</w:t>
      </w:r>
      <w:proofErr w:type="spellEnd"/>
      <w:r w:rsidR="00E36F6A" w:rsidRPr="00F23192">
        <w:t xml:space="preserve"> jusqu</w:t>
      </w:r>
      <w:r>
        <w:t>’</w:t>
      </w:r>
      <w:r w:rsidR="00E36F6A" w:rsidRPr="00F23192">
        <w:t>à moi</w:t>
      </w:r>
      <w:r>
        <w:t>…</w:t>
      </w:r>
    </w:p>
    <w:p w14:paraId="592F3D02" w14:textId="77777777" w:rsidR="00D60A57" w:rsidRDefault="00E36F6A" w:rsidP="00D60A57">
      <w:r w:rsidRPr="00F23192">
        <w:lastRenderedPageBreak/>
        <w:t>Alors</w:t>
      </w:r>
      <w:r w:rsidR="00D60A57">
        <w:t xml:space="preserve">, </w:t>
      </w:r>
      <w:r w:rsidRPr="00F23192">
        <w:t>du vide montèrent ces mots</w:t>
      </w:r>
      <w:r w:rsidR="00D60A57">
        <w:t xml:space="preserve">, </w:t>
      </w:r>
      <w:r w:rsidRPr="00F23192">
        <w:t>non pas prononcés d</w:t>
      </w:r>
      <w:r w:rsidR="00D60A57">
        <w:t>’</w:t>
      </w:r>
      <w:r w:rsidRPr="00F23192">
        <w:t>une voix suppliante</w:t>
      </w:r>
      <w:r w:rsidR="00D60A57">
        <w:t xml:space="preserve">, </w:t>
      </w:r>
      <w:r w:rsidRPr="00F23192">
        <w:t>mais impérieusement jetés</w:t>
      </w:r>
      <w:r w:rsidR="00D60A57">
        <w:t> :</w:t>
      </w:r>
    </w:p>
    <w:p w14:paraId="4DACE854" w14:textId="77777777" w:rsidR="00D60A57" w:rsidRDefault="00D60A57" w:rsidP="00D60A57">
      <w:r>
        <w:t>— </w:t>
      </w:r>
      <w:r w:rsidR="00E36F6A" w:rsidRPr="00F23192">
        <w:t>Non</w:t>
      </w:r>
      <w:r>
        <w:t xml:space="preserve">… </w:t>
      </w:r>
      <w:r w:rsidR="00E36F6A" w:rsidRPr="00F23192">
        <w:t>ne touchez pas à la chaîne</w:t>
      </w:r>
      <w:r>
        <w:t xml:space="preserve">… </w:t>
      </w:r>
      <w:r w:rsidR="00E36F6A" w:rsidRPr="00F23192">
        <w:t>ou j</w:t>
      </w:r>
      <w:r>
        <w:t>’</w:t>
      </w:r>
      <w:r w:rsidR="00E36F6A" w:rsidRPr="00F23192">
        <w:t>ouvre les mains</w:t>
      </w:r>
      <w:r>
        <w:t> !</w:t>
      </w:r>
    </w:p>
    <w:p w14:paraId="753ED586" w14:textId="77777777" w:rsidR="00D60A57" w:rsidRDefault="00E36F6A" w:rsidP="00D60A57">
      <w:r w:rsidRPr="00F23192">
        <w:t>Stupéfait</w:t>
      </w:r>
      <w:r w:rsidR="00D60A57">
        <w:t xml:space="preserve">, </w:t>
      </w:r>
      <w:r w:rsidRPr="00F23192">
        <w:t>René cria</w:t>
      </w:r>
      <w:r w:rsidR="00D60A57">
        <w:t> :</w:t>
      </w:r>
    </w:p>
    <w:p w14:paraId="37B65F68" w14:textId="77777777" w:rsidR="00D60A57" w:rsidRDefault="00D60A57" w:rsidP="00D60A57">
      <w:r>
        <w:t>— </w:t>
      </w:r>
      <w:r w:rsidR="00E36F6A" w:rsidRPr="00F23192">
        <w:t>Es-tu fou</w:t>
      </w:r>
      <w:r>
        <w:t> ?</w:t>
      </w:r>
    </w:p>
    <w:p w14:paraId="6F5DB9E8" w14:textId="77777777" w:rsidR="00D60A57" w:rsidRDefault="00E36F6A" w:rsidP="00D60A57">
      <w:proofErr w:type="spellStart"/>
      <w:r w:rsidRPr="00F23192">
        <w:t>Quénemec</w:t>
      </w:r>
      <w:proofErr w:type="spellEnd"/>
      <w:r w:rsidRPr="00F23192">
        <w:t xml:space="preserve"> posa</w:t>
      </w:r>
      <w:r w:rsidR="00D60A57">
        <w:t xml:space="preserve">, </w:t>
      </w:r>
      <w:r w:rsidRPr="00F23192">
        <w:t>haletant</w:t>
      </w:r>
      <w:r w:rsidR="00D60A57">
        <w:t> :</w:t>
      </w:r>
    </w:p>
    <w:p w14:paraId="39F3D048" w14:textId="77777777" w:rsidR="00D60A57" w:rsidRDefault="00D60A57" w:rsidP="00D60A57">
      <w:r>
        <w:t>— </w:t>
      </w:r>
      <w:r w:rsidR="00E36F6A" w:rsidRPr="00F23192">
        <w:t>Jurez sur Dieu d</w:t>
      </w:r>
      <w:r>
        <w:t>’</w:t>
      </w:r>
      <w:r w:rsidR="00E36F6A" w:rsidRPr="00F23192">
        <w:t>oublier ce que j</w:t>
      </w:r>
      <w:r>
        <w:t>’</w:t>
      </w:r>
      <w:r w:rsidR="00E36F6A" w:rsidRPr="00F23192">
        <w:t>ai à vous dire</w:t>
      </w:r>
      <w:r>
        <w:t xml:space="preserve">, </w:t>
      </w:r>
      <w:r w:rsidR="00E36F6A" w:rsidRPr="00F23192">
        <w:t>sinon</w:t>
      </w:r>
      <w:r>
        <w:t>…</w:t>
      </w:r>
    </w:p>
    <w:p w14:paraId="26610AA8" w14:textId="77777777" w:rsidR="00D60A57" w:rsidRDefault="00E36F6A" w:rsidP="00D60A57">
      <w:r w:rsidRPr="00F23192">
        <w:t>Un débat s</w:t>
      </w:r>
      <w:r w:rsidR="00D60A57">
        <w:t>’</w:t>
      </w:r>
      <w:r w:rsidRPr="00F23192">
        <w:t>éleva</w:t>
      </w:r>
      <w:r w:rsidR="00D60A57">
        <w:t xml:space="preserve">, </w:t>
      </w:r>
      <w:r w:rsidRPr="00F23192">
        <w:t>durant une seconde</w:t>
      </w:r>
      <w:r w:rsidR="00D60A57">
        <w:t xml:space="preserve">, </w:t>
      </w:r>
      <w:r w:rsidRPr="00F23192">
        <w:t>dans l</w:t>
      </w:r>
      <w:r w:rsidR="00D60A57">
        <w:t>’</w:t>
      </w:r>
      <w:r w:rsidRPr="00F23192">
        <w:t>esprit du jeune homme</w:t>
      </w:r>
      <w:r w:rsidR="00D60A57">
        <w:t>.</w:t>
      </w:r>
    </w:p>
    <w:p w14:paraId="5467BEE1" w14:textId="77777777" w:rsidR="00D60A57" w:rsidRDefault="00E36F6A" w:rsidP="00D60A57">
      <w:r w:rsidRPr="00F23192">
        <w:t>Puis</w:t>
      </w:r>
      <w:r w:rsidR="00D60A57">
        <w:t xml:space="preserve">, </w:t>
      </w:r>
      <w:r w:rsidRPr="00F23192">
        <w:t>il prononça</w:t>
      </w:r>
      <w:r w:rsidR="00D60A57">
        <w:t> :</w:t>
      </w:r>
    </w:p>
    <w:p w14:paraId="0530C4B7" w14:textId="77777777" w:rsidR="00D60A57" w:rsidRDefault="00D60A57" w:rsidP="00D60A57">
      <w:r>
        <w:t>— </w:t>
      </w:r>
      <w:r w:rsidR="00E36F6A" w:rsidRPr="00F23192">
        <w:t>Sur Dieu</w:t>
      </w:r>
      <w:r>
        <w:t xml:space="preserve">, </w:t>
      </w:r>
      <w:r w:rsidR="00E36F6A" w:rsidRPr="00F23192">
        <w:t>je le jure</w:t>
      </w:r>
      <w:r>
        <w:t> !…</w:t>
      </w:r>
    </w:p>
    <w:p w14:paraId="3D06738E" w14:textId="77777777" w:rsidR="00D60A57" w:rsidRDefault="00E36F6A" w:rsidP="00D60A57">
      <w:r w:rsidRPr="00F23192">
        <w:t>Dans un souffle s</w:t>
      </w:r>
      <w:r w:rsidR="00D60A57">
        <w:t>’</w:t>
      </w:r>
      <w:r w:rsidRPr="00F23192">
        <w:t>éleva alors jusqu</w:t>
      </w:r>
      <w:r w:rsidR="00D60A57">
        <w:t>’</w:t>
      </w:r>
      <w:r w:rsidRPr="00F23192">
        <w:t>au jeune homme ce mot</w:t>
      </w:r>
      <w:r w:rsidR="00D60A57">
        <w:t xml:space="preserve">, </w:t>
      </w:r>
      <w:r w:rsidRPr="00F23192">
        <w:t xml:space="preserve">le seul que la faiblesse de </w:t>
      </w:r>
      <w:proofErr w:type="spellStart"/>
      <w:r w:rsidRPr="00F23192">
        <w:t>Quénemec</w:t>
      </w:r>
      <w:proofErr w:type="spellEnd"/>
      <w:r w:rsidRPr="00F23192">
        <w:t xml:space="preserve"> lui permit de prononcer</w:t>
      </w:r>
      <w:r w:rsidR="00D60A57">
        <w:t> :</w:t>
      </w:r>
    </w:p>
    <w:p w14:paraId="0296E14E" w14:textId="77777777" w:rsidR="00D60A57" w:rsidRDefault="00D60A57" w:rsidP="00D60A57">
      <w:r>
        <w:t>— </w:t>
      </w:r>
      <w:r w:rsidR="00E36F6A" w:rsidRPr="00F23192">
        <w:t>Enlevez</w:t>
      </w:r>
      <w:r>
        <w:t>…</w:t>
      </w:r>
    </w:p>
    <w:p w14:paraId="5F86C3A1" w14:textId="77777777" w:rsidR="00D60A57" w:rsidRDefault="00E36F6A" w:rsidP="00D60A57">
      <w:r w:rsidRPr="00F23192">
        <w:t>On imagine avec quelles précautions fut halée la chaîne à l</w:t>
      </w:r>
      <w:r w:rsidR="00D60A57">
        <w:t>’</w:t>
      </w:r>
      <w:r w:rsidRPr="00F23192">
        <w:t>extrémité de laquelle l</w:t>
      </w:r>
      <w:r w:rsidR="00D60A57">
        <w:t>’</w:t>
      </w:r>
      <w:r w:rsidRPr="00F23192">
        <w:t>homme était accroché</w:t>
      </w:r>
      <w:r w:rsidR="00D60A57">
        <w:t xml:space="preserve"> ; </w:t>
      </w:r>
      <w:r w:rsidRPr="00F23192">
        <w:t>à chaque effort que faisait René</w:t>
      </w:r>
      <w:r w:rsidR="00D60A57">
        <w:t xml:space="preserve">, </w:t>
      </w:r>
      <w:r w:rsidRPr="00F23192">
        <w:t>il lui semblait que son cœur fut sur le point de se rompre</w:t>
      </w:r>
      <w:r w:rsidR="00D60A57">
        <w:t>.</w:t>
      </w:r>
    </w:p>
    <w:p w14:paraId="7241BFFA" w14:textId="77777777" w:rsidR="00D60A57" w:rsidRDefault="00E36F6A" w:rsidP="00D60A57">
      <w:r w:rsidRPr="00F23192">
        <w:t>Quelle joie fut la sienne quand ses mains happèrent enfin le corps inerte et</w:t>
      </w:r>
      <w:r w:rsidR="00D60A57">
        <w:t xml:space="preserve">, </w:t>
      </w:r>
      <w:r w:rsidRPr="00F23192">
        <w:t>en apparence</w:t>
      </w:r>
      <w:r w:rsidR="00D60A57">
        <w:t xml:space="preserve">, </w:t>
      </w:r>
      <w:r w:rsidRPr="00F23192">
        <w:t>sans vie</w:t>
      </w:r>
      <w:r w:rsidR="00D60A57">
        <w:t xml:space="preserve">, </w:t>
      </w:r>
      <w:r w:rsidRPr="00F23192">
        <w:t>dont les doigts étaient si furieusement crispés sur la chaîne qu</w:t>
      </w:r>
      <w:r w:rsidR="00D60A57">
        <w:t>’</w:t>
      </w:r>
      <w:r w:rsidRPr="00F23192">
        <w:t>il eut toutes les peines du monde à les en décrocher</w:t>
      </w:r>
      <w:r w:rsidR="00D60A57">
        <w:t>.</w:t>
      </w:r>
    </w:p>
    <w:p w14:paraId="37115392" w14:textId="77777777" w:rsidR="00D60A57" w:rsidRDefault="00E36F6A" w:rsidP="00D60A57">
      <w:r w:rsidRPr="00F23192">
        <w:t>Alors</w:t>
      </w:r>
      <w:r w:rsidR="00D60A57">
        <w:t xml:space="preserve">, </w:t>
      </w:r>
      <w:r w:rsidRPr="00F23192">
        <w:t>il l</w:t>
      </w:r>
      <w:r w:rsidR="00D60A57">
        <w:t>’</w:t>
      </w:r>
      <w:r w:rsidRPr="00F23192">
        <w:t>étendit sur les dalles et s</w:t>
      </w:r>
      <w:r w:rsidR="00D60A57">
        <w:t>’</w:t>
      </w:r>
      <w:r w:rsidRPr="00F23192">
        <w:t>efforça de le faire revenir à lui</w:t>
      </w:r>
      <w:r w:rsidR="00D60A57">
        <w:t>.</w:t>
      </w:r>
    </w:p>
    <w:p w14:paraId="10E7B652" w14:textId="77777777" w:rsidR="00D60A57" w:rsidRDefault="00E36F6A" w:rsidP="00D60A57">
      <w:r w:rsidRPr="00F23192">
        <w:lastRenderedPageBreak/>
        <w:t xml:space="preserve">Il y eut </w:t>
      </w:r>
      <w:proofErr w:type="spellStart"/>
      <w:r w:rsidRPr="00F23192">
        <w:t>grand</w:t>
      </w:r>
      <w:r w:rsidR="00D60A57">
        <w:t>’</w:t>
      </w:r>
      <w:r w:rsidRPr="00F23192">
        <w:t>peine</w:t>
      </w:r>
      <w:proofErr w:type="spellEnd"/>
      <w:r w:rsidR="00D60A57">
        <w:t xml:space="preserve">, </w:t>
      </w:r>
      <w:r w:rsidRPr="00F23192">
        <w:t xml:space="preserve">la mort paraissant avoir fait son œuvre et déjà il désespérait lorsque </w:t>
      </w:r>
      <w:proofErr w:type="spellStart"/>
      <w:r w:rsidRPr="00F23192">
        <w:t>Quénemec</w:t>
      </w:r>
      <w:proofErr w:type="spellEnd"/>
      <w:r w:rsidRPr="00F23192">
        <w:t xml:space="preserve"> poussa un profond so</w:t>
      </w:r>
      <w:r w:rsidRPr="00F23192">
        <w:t>u</w:t>
      </w:r>
      <w:r w:rsidRPr="00F23192">
        <w:t>pir</w:t>
      </w:r>
      <w:r w:rsidR="00D60A57">
        <w:t xml:space="preserve">, </w:t>
      </w:r>
      <w:r w:rsidRPr="00F23192">
        <w:t>un soupir qui semblait venir de l</w:t>
      </w:r>
      <w:r w:rsidR="00D60A57">
        <w:t>’</w:t>
      </w:r>
      <w:r w:rsidRPr="00F23192">
        <w:t>Éternité</w:t>
      </w:r>
      <w:r w:rsidR="00D60A57">
        <w:t>.</w:t>
      </w:r>
    </w:p>
    <w:p w14:paraId="4B2CE40E" w14:textId="77777777" w:rsidR="00D60A57" w:rsidRDefault="00D60A57" w:rsidP="00D60A57">
      <w:r>
        <w:t>— </w:t>
      </w:r>
      <w:proofErr w:type="spellStart"/>
      <w:r w:rsidR="00E36F6A" w:rsidRPr="00F23192">
        <w:t>Quénemec</w:t>
      </w:r>
      <w:proofErr w:type="spellEnd"/>
      <w:r>
        <w:t xml:space="preserve"> ! </w:t>
      </w:r>
      <w:r w:rsidR="00E36F6A" w:rsidRPr="00F23192">
        <w:t>appela le jeune homme</w:t>
      </w:r>
      <w:r>
        <w:t xml:space="preserve">, </w:t>
      </w:r>
      <w:r w:rsidR="00E36F6A" w:rsidRPr="00F23192">
        <w:t>les lèvres collées à l</w:t>
      </w:r>
      <w:r>
        <w:t>’</w:t>
      </w:r>
      <w:r w:rsidR="00E36F6A" w:rsidRPr="00F23192">
        <w:t>oreille du moribond</w:t>
      </w:r>
      <w:r>
        <w:t>.</w:t>
      </w:r>
    </w:p>
    <w:p w14:paraId="6DAD28D0" w14:textId="77777777" w:rsidR="00D60A57" w:rsidRDefault="00E36F6A" w:rsidP="00D60A57">
      <w:r w:rsidRPr="00F23192">
        <w:t>Les paupières de celui-ci se soulevèrent avec peine</w:t>
      </w:r>
      <w:r w:rsidR="00D60A57">
        <w:t xml:space="preserve">, </w:t>
      </w:r>
      <w:r w:rsidRPr="00F23192">
        <w:t>déco</w:t>
      </w:r>
      <w:r w:rsidRPr="00F23192">
        <w:t>u</w:t>
      </w:r>
      <w:r w:rsidRPr="00F23192">
        <w:t>vrant des prunelles qu</w:t>
      </w:r>
      <w:r w:rsidR="00D60A57">
        <w:t>’</w:t>
      </w:r>
      <w:r w:rsidRPr="00F23192">
        <w:t>agrandissait l</w:t>
      </w:r>
      <w:r w:rsidR="00D60A57">
        <w:t>’</w:t>
      </w:r>
      <w:r w:rsidRPr="00F23192">
        <w:t>approche de la mort</w:t>
      </w:r>
      <w:r w:rsidR="00D60A57">
        <w:t>.</w:t>
      </w:r>
    </w:p>
    <w:p w14:paraId="4F5A0E78" w14:textId="77777777" w:rsidR="00D60A57" w:rsidRDefault="00D60A57" w:rsidP="00D60A57">
      <w:r>
        <w:t>— </w:t>
      </w:r>
      <w:r w:rsidR="00E36F6A" w:rsidRPr="00F23192">
        <w:t>Me reconnais-tu</w:t>
      </w:r>
      <w:r>
        <w:t xml:space="preserve"> ? </w:t>
      </w:r>
      <w:r w:rsidR="00E36F6A" w:rsidRPr="00F23192">
        <w:t>interrogea-t-il plein d</w:t>
      </w:r>
      <w:r>
        <w:t>’</w:t>
      </w:r>
      <w:r w:rsidR="00E36F6A" w:rsidRPr="00F23192">
        <w:t>angoisse</w:t>
      </w:r>
      <w:r>
        <w:t>.</w:t>
      </w:r>
    </w:p>
    <w:p w14:paraId="4849CCD8" w14:textId="77777777" w:rsidR="00D60A57" w:rsidRDefault="00E36F6A" w:rsidP="00D60A57">
      <w:r w:rsidRPr="00F23192">
        <w:t>Au lieu de répondre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autre murmura par deux fois</w:t>
      </w:r>
      <w:r w:rsidR="00D60A57">
        <w:t> :</w:t>
      </w:r>
    </w:p>
    <w:p w14:paraId="241AF896" w14:textId="77777777" w:rsidR="00D60A57" w:rsidRDefault="00D60A57" w:rsidP="00D60A57">
      <w:r>
        <w:t>— </w:t>
      </w:r>
      <w:proofErr w:type="spellStart"/>
      <w:r w:rsidR="00E36F6A" w:rsidRPr="00F23192">
        <w:t>Lebriz</w:t>
      </w:r>
      <w:proofErr w:type="spellEnd"/>
      <w:r>
        <w:t xml:space="preserve">… </w:t>
      </w:r>
      <w:proofErr w:type="spellStart"/>
      <w:r w:rsidR="00E36F6A" w:rsidRPr="00F23192">
        <w:t>Lebriz</w:t>
      </w:r>
      <w:proofErr w:type="spellEnd"/>
      <w:r>
        <w:t>.</w:t>
      </w:r>
    </w:p>
    <w:p w14:paraId="7D19882A" w14:textId="77777777" w:rsidR="00D60A57" w:rsidRDefault="00D60A57" w:rsidP="00D60A57">
      <w:r>
        <w:t>— </w:t>
      </w:r>
      <w:r w:rsidR="00E36F6A" w:rsidRPr="00F23192">
        <w:t>Eh bien</w:t>
      </w:r>
      <w:r>
        <w:t xml:space="preserve"> !… </w:t>
      </w:r>
      <w:r w:rsidR="00E36F6A" w:rsidRPr="00F23192">
        <w:t>quoi</w:t>
      </w:r>
      <w:r>
        <w:t xml:space="preserve">, </w:t>
      </w:r>
      <w:proofErr w:type="spellStart"/>
      <w:r w:rsidR="00E36F6A" w:rsidRPr="00F23192">
        <w:t>Lebriz</w:t>
      </w:r>
      <w:proofErr w:type="spellEnd"/>
      <w:r>
        <w:t> ?</w:t>
      </w:r>
    </w:p>
    <w:p w14:paraId="565802D3" w14:textId="77777777" w:rsidR="00D60A57" w:rsidRDefault="00E36F6A" w:rsidP="00D60A57">
      <w:proofErr w:type="spellStart"/>
      <w:r w:rsidRPr="00F23192">
        <w:t>Quénemec</w:t>
      </w:r>
      <w:proofErr w:type="spellEnd"/>
      <w:r w:rsidRPr="00F23192">
        <w:t xml:space="preserve"> </w:t>
      </w:r>
      <w:proofErr w:type="gramStart"/>
      <w:r w:rsidRPr="00F23192">
        <w:t>fit</w:t>
      </w:r>
      <w:proofErr w:type="gramEnd"/>
      <w:r w:rsidRPr="00F23192">
        <w:t xml:space="preserve"> un effort violent</w:t>
      </w:r>
      <w:r w:rsidR="00D60A57">
        <w:t xml:space="preserve"> ; </w:t>
      </w:r>
      <w:r w:rsidRPr="00F23192">
        <w:t>visiblement il luttait contre la mort qui déjà lui tenait la langue</w:t>
      </w:r>
      <w:r w:rsidR="00D60A57">
        <w:t>.</w:t>
      </w:r>
    </w:p>
    <w:p w14:paraId="5A6DD21F" w14:textId="77777777" w:rsidR="00D60A57" w:rsidRDefault="00D60A57" w:rsidP="00D60A57">
      <w:r>
        <w:t>— </w:t>
      </w:r>
      <w:r w:rsidR="00E36F6A" w:rsidRPr="00F23192">
        <w:t>Parle</w:t>
      </w:r>
      <w:r>
        <w:t xml:space="preserve"> ! </w:t>
      </w:r>
      <w:r w:rsidR="00E36F6A" w:rsidRPr="00F23192">
        <w:t>enjoignit avec colère le jeune homme</w:t>
      </w:r>
      <w:r>
        <w:t xml:space="preserve">, </w:t>
      </w:r>
      <w:r w:rsidR="00E36F6A" w:rsidRPr="00F23192">
        <w:t>parle</w:t>
      </w:r>
      <w:r>
        <w:t>.</w:t>
      </w:r>
    </w:p>
    <w:p w14:paraId="4B8C9BFD" w14:textId="77777777" w:rsidR="00D60A57" w:rsidRDefault="00E36F6A" w:rsidP="00D60A57">
      <w:r w:rsidRPr="00F23192">
        <w:t>Détachant chaque syllabe</w:t>
      </w:r>
      <w:r w:rsidR="00D60A57">
        <w:t xml:space="preserve">, </w:t>
      </w:r>
      <w:r w:rsidRPr="00F23192">
        <w:t>le moribond bégaya</w:t>
      </w:r>
      <w:r w:rsidR="00D60A57">
        <w:t> :</w:t>
      </w:r>
    </w:p>
    <w:p w14:paraId="49B1C94F" w14:textId="77777777" w:rsidR="00D60A57" w:rsidRDefault="00D60A57" w:rsidP="00D60A57">
      <w:r>
        <w:t>— </w:t>
      </w:r>
      <w:r w:rsidR="00E36F6A" w:rsidRPr="00F23192">
        <w:t>Il</w:t>
      </w:r>
      <w:r>
        <w:t xml:space="preserve">… </w:t>
      </w:r>
      <w:r w:rsidR="00E36F6A" w:rsidRPr="00F23192">
        <w:t>ne faut pas</w:t>
      </w:r>
      <w:r>
        <w:t xml:space="preserve">… </w:t>
      </w:r>
      <w:proofErr w:type="spellStart"/>
      <w:r w:rsidR="00E36F6A" w:rsidRPr="00F23192">
        <w:t>Lebriz</w:t>
      </w:r>
      <w:proofErr w:type="spellEnd"/>
      <w:r w:rsidR="00E36F6A" w:rsidRPr="00F23192">
        <w:t xml:space="preserve"> s</w:t>
      </w:r>
      <w:r>
        <w:t>’</w:t>
      </w:r>
      <w:r w:rsidR="00E36F6A" w:rsidRPr="00F23192">
        <w:t>enfuir</w:t>
      </w:r>
      <w:r>
        <w:t xml:space="preserve">… </w:t>
      </w:r>
      <w:r w:rsidR="00E36F6A" w:rsidRPr="00F23192">
        <w:t>il ne faut pas</w:t>
      </w:r>
      <w:r>
        <w:t>…</w:t>
      </w:r>
    </w:p>
    <w:p w14:paraId="35545CDA" w14:textId="77777777" w:rsidR="00D60A57" w:rsidRDefault="00E36F6A" w:rsidP="00D60A57">
      <w:r w:rsidRPr="00F23192">
        <w:t>Ces mots provoquèrent chez René une angoisse extrême</w:t>
      </w:r>
      <w:r w:rsidR="00D60A57">
        <w:t>.</w:t>
      </w:r>
    </w:p>
    <w:p w14:paraId="0835AFAB" w14:textId="77777777" w:rsidR="00D60A57" w:rsidRDefault="00E36F6A" w:rsidP="00D60A57">
      <w:r w:rsidRPr="00F23192">
        <w:t>Il eut un geste de colère</w:t>
      </w:r>
      <w:r w:rsidR="00D60A57">
        <w:t xml:space="preserve">, </w:t>
      </w:r>
      <w:r w:rsidRPr="00F23192">
        <w:t>oubliant que les minutes étaient précieuses</w:t>
      </w:r>
      <w:r w:rsidR="00D60A57">
        <w:t xml:space="preserve">, </w:t>
      </w:r>
      <w:r w:rsidRPr="00F23192">
        <w:t>qu</w:t>
      </w:r>
      <w:r w:rsidR="00D60A57">
        <w:t>’</w:t>
      </w:r>
      <w:r w:rsidRPr="00F23192">
        <w:t>il les perdait à tenter de savoir</w:t>
      </w:r>
      <w:r w:rsidR="00D60A57">
        <w:t>.</w:t>
      </w:r>
    </w:p>
    <w:p w14:paraId="4E621141" w14:textId="77777777" w:rsidR="00D60A57" w:rsidRDefault="00D60A57" w:rsidP="00D60A57">
      <w:r>
        <w:t>— </w:t>
      </w:r>
      <w:r w:rsidR="00E36F6A" w:rsidRPr="00F23192">
        <w:t>Pourquoi</w:t>
      </w:r>
      <w:r>
        <w:t xml:space="preserve"> ? </w:t>
      </w:r>
      <w:r w:rsidR="00E36F6A" w:rsidRPr="00F23192">
        <w:t>interrogea-t-il avec violence</w:t>
      </w:r>
      <w:r>
        <w:t>.</w:t>
      </w:r>
    </w:p>
    <w:p w14:paraId="6E16EE9A" w14:textId="77777777" w:rsidR="00D60A57" w:rsidRDefault="00E36F6A" w:rsidP="00D60A57">
      <w:r w:rsidRPr="00F23192">
        <w:t>Mais le mor</w:t>
      </w:r>
      <w:r w:rsidRPr="00F23192">
        <w:t>i</w:t>
      </w:r>
      <w:r w:rsidRPr="00F23192">
        <w:t>bond s</w:t>
      </w:r>
      <w:r w:rsidR="00D60A57">
        <w:t>’</w:t>
      </w:r>
      <w:r w:rsidRPr="00F23192">
        <w:t>entêtait</w:t>
      </w:r>
      <w:r w:rsidR="00D60A57">
        <w:t>.</w:t>
      </w:r>
    </w:p>
    <w:p w14:paraId="3E674D62" w14:textId="77777777" w:rsidR="00D60A57" w:rsidRDefault="00D60A57" w:rsidP="00D60A57">
      <w:r>
        <w:t>— </w:t>
      </w:r>
      <w:proofErr w:type="spellStart"/>
      <w:r w:rsidR="00E36F6A" w:rsidRPr="00F23192">
        <w:t>Lebriz</w:t>
      </w:r>
      <w:proofErr w:type="spellEnd"/>
      <w:r>
        <w:t xml:space="preserve">… </w:t>
      </w:r>
      <w:proofErr w:type="spellStart"/>
      <w:r w:rsidR="00E36F6A" w:rsidRPr="00F23192">
        <w:t>Lebriz</w:t>
      </w:r>
      <w:proofErr w:type="spellEnd"/>
      <w:r>
        <w:t>…</w:t>
      </w:r>
    </w:p>
    <w:p w14:paraId="41E1953F" w14:textId="77777777" w:rsidR="00D60A57" w:rsidRDefault="00E36F6A" w:rsidP="00D60A57">
      <w:r w:rsidRPr="00F23192">
        <w:lastRenderedPageBreak/>
        <w:t>Et il ajouta</w:t>
      </w:r>
      <w:r w:rsidR="00D60A57">
        <w:t xml:space="preserve">, </w:t>
      </w:r>
      <w:r w:rsidRPr="00F23192">
        <w:t>usant ses dernières forces dans un bégaiement inintelligible presque</w:t>
      </w:r>
      <w:r w:rsidR="00D60A57">
        <w:t> :</w:t>
      </w:r>
    </w:p>
    <w:p w14:paraId="2FAD63A4" w14:textId="77777777" w:rsidR="00D60A57" w:rsidRDefault="00D60A57" w:rsidP="00D60A57">
      <w:r>
        <w:t xml:space="preserve">— … </w:t>
      </w:r>
      <w:r w:rsidR="00E36F6A" w:rsidRPr="00F23192">
        <w:t>Empêcher</w:t>
      </w:r>
      <w:r>
        <w:t xml:space="preserve">… </w:t>
      </w:r>
      <w:r w:rsidR="00E36F6A" w:rsidRPr="00F23192">
        <w:t>de fuir</w:t>
      </w:r>
      <w:r>
        <w:t>…</w:t>
      </w:r>
    </w:p>
    <w:p w14:paraId="54B2A7D1" w14:textId="77777777" w:rsidR="00D60A57" w:rsidRDefault="00E36F6A" w:rsidP="00D60A57">
      <w:r w:rsidRPr="00F23192">
        <w:t>Les paupières se fermèrent</w:t>
      </w:r>
      <w:r w:rsidR="00D60A57">
        <w:t xml:space="preserve">… </w:t>
      </w:r>
      <w:r w:rsidRPr="00F23192">
        <w:t>les membres se raidirent</w:t>
      </w:r>
      <w:r w:rsidR="00D60A57">
        <w:t>.</w:t>
      </w:r>
    </w:p>
    <w:p w14:paraId="0978143D" w14:textId="77777777" w:rsidR="00D60A57" w:rsidRDefault="00E36F6A" w:rsidP="00D60A57">
      <w:r w:rsidRPr="00F23192">
        <w:t>Était-il mort</w:t>
      </w:r>
      <w:r w:rsidR="00D60A57">
        <w:t> ?</w:t>
      </w:r>
    </w:p>
    <w:p w14:paraId="313B1733" w14:textId="77777777" w:rsidR="00D60A57" w:rsidRDefault="00E36F6A" w:rsidP="00D60A57">
      <w:r w:rsidRPr="00F23192">
        <w:t>René eut un geste de colère</w:t>
      </w:r>
      <w:r w:rsidR="00D60A57">
        <w:t>.</w:t>
      </w:r>
    </w:p>
    <w:p w14:paraId="6B088F2F" w14:textId="77777777" w:rsidR="00D60A57" w:rsidRDefault="00E36F6A" w:rsidP="00D60A57">
      <w:r w:rsidRPr="00F23192">
        <w:t>Et il demeurait là</w:t>
      </w:r>
      <w:r w:rsidR="00D60A57">
        <w:t xml:space="preserve">, </w:t>
      </w:r>
      <w:r w:rsidRPr="00F23192">
        <w:t>comme pétrifié d</w:t>
      </w:r>
      <w:r w:rsidR="00D60A57">
        <w:t>’</w:t>
      </w:r>
      <w:r w:rsidRPr="00F23192">
        <w:t>étonnement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incertitude</w:t>
      </w:r>
      <w:r w:rsidR="00D60A57">
        <w:t xml:space="preserve">, </w:t>
      </w:r>
      <w:r w:rsidRPr="00F23192">
        <w:t>considérant d</w:t>
      </w:r>
      <w:r w:rsidR="00D60A57">
        <w:t>’</w:t>
      </w:r>
      <w:r w:rsidRPr="00F23192">
        <w:t>un air hébété le visage rigide</w:t>
      </w:r>
      <w:r w:rsidR="00D60A57">
        <w:t xml:space="preserve">, </w:t>
      </w:r>
      <w:r w:rsidRPr="00F23192">
        <w:t>tout blanc de la clarté lunaire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efforçant</w:t>
      </w:r>
      <w:r w:rsidR="00D60A57">
        <w:t xml:space="preserve">, </w:t>
      </w:r>
      <w:r w:rsidRPr="00F23192">
        <w:t>mais vainement</w:t>
      </w:r>
      <w:r w:rsidR="00D60A57">
        <w:t xml:space="preserve">, </w:t>
      </w:r>
      <w:r w:rsidRPr="00F23192">
        <w:t>de réso</w:t>
      </w:r>
      <w:r w:rsidRPr="00F23192">
        <w:t>u</w:t>
      </w:r>
      <w:r w:rsidRPr="00F23192">
        <w:t>dre le problème qui se posait devant lui</w:t>
      </w:r>
      <w:r w:rsidR="00D60A57">
        <w:t>.</w:t>
      </w:r>
    </w:p>
    <w:p w14:paraId="72F16DB7" w14:textId="77777777" w:rsidR="00D60A57" w:rsidRDefault="00E36F6A" w:rsidP="00D60A57">
      <w:r w:rsidRPr="00F23192">
        <w:t>Mais subitement il eut l</w:t>
      </w:r>
      <w:r w:rsidR="00D60A57">
        <w:t>’</w:t>
      </w:r>
      <w:r w:rsidRPr="00F23192">
        <w:t>impression qu</w:t>
      </w:r>
      <w:r w:rsidR="00D60A57">
        <w:t>’</w:t>
      </w:r>
      <w:r w:rsidRPr="00F23192">
        <w:t>il perdait son temps</w:t>
      </w:r>
      <w:r w:rsidR="00D60A57">
        <w:t xml:space="preserve">, </w:t>
      </w:r>
      <w:r w:rsidRPr="00F23192">
        <w:t>alors que le moribond</w:t>
      </w:r>
      <w:r w:rsidR="00D60A57">
        <w:t xml:space="preserve">, </w:t>
      </w:r>
      <w:r w:rsidRPr="00F23192">
        <w:t>par deux fois</w:t>
      </w:r>
      <w:r w:rsidR="00D60A57">
        <w:t xml:space="preserve">, </w:t>
      </w:r>
      <w:r w:rsidRPr="00F23192">
        <w:t xml:space="preserve">avait exprimé la crainte que </w:t>
      </w:r>
      <w:proofErr w:type="spellStart"/>
      <w:r w:rsidRPr="00F23192">
        <w:t>Lebriz</w:t>
      </w:r>
      <w:proofErr w:type="spellEnd"/>
      <w:r w:rsidRPr="00F23192">
        <w:t xml:space="preserve"> ne prit la fuite</w:t>
      </w:r>
      <w:r w:rsidR="00D60A57">
        <w:t xml:space="preserve">… </w:t>
      </w:r>
      <w:r w:rsidRPr="00F23192">
        <w:t>et quoique cette crainte lui parut chimérique</w:t>
      </w:r>
      <w:r w:rsidR="00D60A57">
        <w:t xml:space="preserve">, </w:t>
      </w:r>
      <w:r w:rsidRPr="00F23192">
        <w:t>étant donné l</w:t>
      </w:r>
      <w:r w:rsidR="00D60A57">
        <w:t>’</w:t>
      </w:r>
      <w:r w:rsidRPr="00F23192">
        <w:t>état dans lequel il l</w:t>
      </w:r>
      <w:r w:rsidR="00D60A57">
        <w:t>’</w:t>
      </w:r>
      <w:r w:rsidRPr="00F23192">
        <w:t>avait laissé</w:t>
      </w:r>
      <w:r w:rsidR="00D60A57">
        <w:t xml:space="preserve">, </w:t>
      </w:r>
      <w:r w:rsidRPr="00F23192">
        <w:t>il se redressa</w:t>
      </w:r>
      <w:r w:rsidR="00D60A57">
        <w:t xml:space="preserve">, </w:t>
      </w:r>
      <w:r w:rsidRPr="00F23192">
        <w:t>et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un bond</w:t>
      </w:r>
      <w:r w:rsidR="00D60A57">
        <w:t xml:space="preserve">, </w:t>
      </w:r>
      <w:r w:rsidRPr="00F23192">
        <w:t>traversa la plateforme pour se lancer dans l</w:t>
      </w:r>
      <w:r w:rsidR="00D60A57">
        <w:t>’</w:t>
      </w:r>
      <w:r w:rsidRPr="00F23192">
        <w:t>escalier</w:t>
      </w:r>
      <w:r w:rsidR="00D60A57">
        <w:t>.</w:t>
      </w:r>
    </w:p>
    <w:p w14:paraId="4808865B" w14:textId="77777777" w:rsidR="00D60A57" w:rsidRDefault="00E36F6A" w:rsidP="00D60A57">
      <w:r w:rsidRPr="00F23192">
        <w:t>Les marches descendues en trombe</w:t>
      </w:r>
      <w:r w:rsidR="00D60A57">
        <w:t xml:space="preserve">, </w:t>
      </w:r>
      <w:r w:rsidRPr="00F23192">
        <w:t xml:space="preserve">il arriva dans la pièce où il avait laissé </w:t>
      </w:r>
      <w:proofErr w:type="spellStart"/>
      <w:r w:rsidRPr="00F23192">
        <w:t>Lebriz</w:t>
      </w:r>
      <w:proofErr w:type="spellEnd"/>
      <w:r w:rsidRPr="00F23192">
        <w:t xml:space="preserve"> expirant</w:t>
      </w:r>
      <w:r w:rsidR="00D60A57">
        <w:t xml:space="preserve"> ; </w:t>
      </w:r>
      <w:r w:rsidRPr="00F23192">
        <w:t>mais vainement chercha-t-il sur le carrelage le corps</w:t>
      </w:r>
      <w:r w:rsidR="00D60A57">
        <w:t xml:space="preserve">… </w:t>
      </w:r>
      <w:r w:rsidRPr="00F23192">
        <w:t>Celui-ci avait disparu</w:t>
      </w:r>
      <w:r w:rsidR="00D60A57">
        <w:t>.</w:t>
      </w:r>
    </w:p>
    <w:p w14:paraId="33AAC430" w14:textId="77777777" w:rsidR="00D60A57" w:rsidRDefault="00E36F6A" w:rsidP="00D60A57">
      <w:r w:rsidRPr="00F23192">
        <w:t xml:space="preserve">Ce que craignait </w:t>
      </w:r>
      <w:proofErr w:type="spellStart"/>
      <w:r w:rsidRPr="00F23192">
        <w:t>Quénemec</w:t>
      </w:r>
      <w:proofErr w:type="spellEnd"/>
      <w:r w:rsidRPr="00F23192">
        <w:t xml:space="preserve"> était arrivé</w:t>
      </w:r>
      <w:r w:rsidR="00D60A57">
        <w:t>.</w:t>
      </w:r>
    </w:p>
    <w:p w14:paraId="492E4AF5" w14:textId="77777777" w:rsidR="00D60A57" w:rsidRDefault="00E36F6A" w:rsidP="00D60A57">
      <w:proofErr w:type="spellStart"/>
      <w:r w:rsidRPr="00F23192">
        <w:t>Lebriz</w:t>
      </w:r>
      <w:proofErr w:type="spellEnd"/>
      <w:r w:rsidRPr="00F23192">
        <w:t xml:space="preserve"> avait fui</w:t>
      </w:r>
      <w:r w:rsidR="00D60A57">
        <w:t> !</w:t>
      </w:r>
    </w:p>
    <w:p w14:paraId="318B22FE" w14:textId="77777777" w:rsidR="00D60A57" w:rsidRDefault="00E36F6A" w:rsidP="00D60A57">
      <w:r w:rsidRPr="00F23192">
        <w:t>Un juron de colère lui jaillit des lèvres et il s</w:t>
      </w:r>
      <w:r w:rsidR="00D60A57">
        <w:t>’</w:t>
      </w:r>
      <w:r w:rsidRPr="00F23192">
        <w:t>élança vers la porte qui donnait accès à l</w:t>
      </w:r>
      <w:r w:rsidR="00D60A57">
        <w:t>’</w:t>
      </w:r>
      <w:r w:rsidRPr="00F23192">
        <w:t>escalier</w:t>
      </w:r>
      <w:r w:rsidR="00D60A57">
        <w:t>.</w:t>
      </w:r>
    </w:p>
    <w:p w14:paraId="06424E1E" w14:textId="77777777" w:rsidR="00D60A57" w:rsidRDefault="00E36F6A" w:rsidP="00D60A57">
      <w:r w:rsidRPr="00F23192">
        <w:t>La porte était fermée</w:t>
      </w:r>
      <w:r w:rsidR="00D60A57">
        <w:t xml:space="preserve"> ; </w:t>
      </w:r>
      <w:r w:rsidRPr="00F23192">
        <w:t>ainsi le fuyard s</w:t>
      </w:r>
      <w:r w:rsidR="00D60A57">
        <w:t>’</w:t>
      </w:r>
      <w:proofErr w:type="spellStart"/>
      <w:r w:rsidRPr="00F23192">
        <w:t>assurait-il</w:t>
      </w:r>
      <w:proofErr w:type="spellEnd"/>
      <w:r w:rsidRPr="00F23192">
        <w:t xml:space="preserve"> contre toute poursuite</w:t>
      </w:r>
      <w:r w:rsidR="00D60A57">
        <w:t>.</w:t>
      </w:r>
    </w:p>
    <w:p w14:paraId="0E93AF3B" w14:textId="77777777" w:rsidR="00D60A57" w:rsidRDefault="00E36F6A" w:rsidP="00D60A57">
      <w:r w:rsidRPr="00F23192">
        <w:t>C</w:t>
      </w:r>
      <w:r w:rsidR="00D60A57">
        <w:t>’</w:t>
      </w:r>
      <w:r w:rsidRPr="00F23192">
        <w:t>était lui</w:t>
      </w:r>
      <w:r w:rsidR="00D60A57">
        <w:t xml:space="preserve">, </w:t>
      </w:r>
      <w:r w:rsidRPr="00F23192">
        <w:t>qui</w:t>
      </w:r>
      <w:r w:rsidR="00D60A57">
        <w:t xml:space="preserve">, </w:t>
      </w:r>
      <w:r w:rsidRPr="00F23192">
        <w:t>maintenant</w:t>
      </w:r>
      <w:r w:rsidR="00D60A57">
        <w:t xml:space="preserve">, </w:t>
      </w:r>
      <w:r w:rsidRPr="00F23192">
        <w:t>était prisonnier</w:t>
      </w:r>
      <w:r w:rsidR="00D60A57">
        <w:t>.</w:t>
      </w:r>
    </w:p>
    <w:p w14:paraId="2F362A5D" w14:textId="77777777" w:rsidR="00D60A57" w:rsidRDefault="00E36F6A" w:rsidP="00D60A57">
      <w:r w:rsidRPr="00F23192">
        <w:lastRenderedPageBreak/>
        <w:t>Prisonnier</w:t>
      </w:r>
      <w:r w:rsidR="00D60A57">
        <w:t> !…</w:t>
      </w:r>
    </w:p>
    <w:p w14:paraId="4D84A13E" w14:textId="77777777" w:rsidR="00D60A57" w:rsidRDefault="00E36F6A" w:rsidP="00D60A57">
      <w:r w:rsidRPr="00F23192">
        <w:t>En vain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épuisait-il à enfoncer la porte</w:t>
      </w:r>
      <w:r w:rsidR="00D60A57">
        <w:t>.</w:t>
      </w:r>
    </w:p>
    <w:p w14:paraId="23B6905D" w14:textId="77777777" w:rsidR="00D60A57" w:rsidRDefault="00E36F6A" w:rsidP="00D60A57">
      <w:r w:rsidRPr="00F23192">
        <w:t>Et cependant</w:t>
      </w:r>
      <w:r w:rsidR="00D60A57">
        <w:t xml:space="preserve">, </w:t>
      </w:r>
      <w:r w:rsidRPr="00F23192">
        <w:t>la gravité des circonstances lui imposait de tenter l</w:t>
      </w:r>
      <w:r w:rsidR="00D60A57">
        <w:t>’</w:t>
      </w:r>
      <w:r w:rsidRPr="00F23192">
        <w:t>impossible pour reconquérir sa liberté</w:t>
      </w:r>
      <w:r w:rsidR="00D60A57">
        <w:t>.</w:t>
      </w:r>
    </w:p>
    <w:p w14:paraId="2C3B1064" w14:textId="77777777" w:rsidR="00D60A57" w:rsidRDefault="00E36F6A" w:rsidP="00D60A57">
      <w:r w:rsidRPr="00F23192">
        <w:t>L</w:t>
      </w:r>
      <w:r w:rsidR="00D60A57">
        <w:t>’</w:t>
      </w:r>
      <w:r w:rsidRPr="00F23192">
        <w:t>impossible</w:t>
      </w:r>
      <w:r w:rsidR="00D60A57">
        <w:t xml:space="preserve"> !… </w:t>
      </w:r>
      <w:r w:rsidRPr="00F23192">
        <w:t>mais comment</w:t>
      </w:r>
      <w:r w:rsidR="00D60A57">
        <w:t xml:space="preserve"> ?… </w:t>
      </w:r>
      <w:r w:rsidRPr="00F23192">
        <w:t>sous quelle forme</w:t>
      </w:r>
      <w:r w:rsidR="00D60A57">
        <w:t> ?</w:t>
      </w:r>
    </w:p>
    <w:p w14:paraId="5860711B" w14:textId="77777777" w:rsidR="00D60A57" w:rsidRDefault="00E36F6A" w:rsidP="00D60A57">
      <w:r w:rsidRPr="00F23192">
        <w:t>Et il songeait que</w:t>
      </w:r>
      <w:r w:rsidR="00D60A57">
        <w:t xml:space="preserve">, </w:t>
      </w:r>
      <w:r w:rsidRPr="00F23192">
        <w:t>tout à l</w:t>
      </w:r>
      <w:r w:rsidR="00D60A57">
        <w:t>’</w:t>
      </w:r>
      <w:r w:rsidRPr="00F23192">
        <w:t>heure</w:t>
      </w:r>
      <w:r w:rsidR="00D60A57">
        <w:t xml:space="preserve">, </w:t>
      </w:r>
      <w:r w:rsidRPr="00F23192">
        <w:t>quand</w:t>
      </w:r>
      <w:r w:rsidR="00D60A57">
        <w:t xml:space="preserve">, </w:t>
      </w:r>
      <w:r w:rsidRPr="00F23192">
        <w:t>dans un souffle qu</w:t>
      </w:r>
      <w:r w:rsidR="00D60A57">
        <w:t>’</w:t>
      </w:r>
      <w:r w:rsidRPr="00F23192">
        <w:t>il avait cru être le dernier</w:t>
      </w:r>
      <w:r w:rsidR="00D60A57">
        <w:t xml:space="preserve">, </w:t>
      </w:r>
      <w:proofErr w:type="spellStart"/>
      <w:r w:rsidRPr="00F23192">
        <w:t>Lebriz</w:t>
      </w:r>
      <w:proofErr w:type="spellEnd"/>
      <w:r w:rsidRPr="00F23192">
        <w:t xml:space="preserve"> avait prononcé ces deux syllabes qui l</w:t>
      </w:r>
      <w:r w:rsidR="00D60A57">
        <w:t>’</w:t>
      </w:r>
      <w:r w:rsidRPr="00F23192">
        <w:t>avaient abusé</w:t>
      </w:r>
      <w:r w:rsidR="00D60A57">
        <w:t xml:space="preserve">, </w:t>
      </w:r>
      <w:r w:rsidRPr="00F23192">
        <w:t>il avait joué une sinistre comédie dans le seul but de se débarrasser de lui</w:t>
      </w:r>
      <w:r w:rsidR="00D60A57">
        <w:t xml:space="preserve">, </w:t>
      </w:r>
      <w:r w:rsidRPr="00F23192">
        <w:t>pour mettre à exéc</w:t>
      </w:r>
      <w:r w:rsidRPr="00F23192">
        <w:t>u</w:t>
      </w:r>
      <w:r w:rsidRPr="00F23192">
        <w:t>tion son projet de fuite</w:t>
      </w:r>
      <w:r w:rsidR="00D60A57">
        <w:t>.</w:t>
      </w:r>
    </w:p>
    <w:p w14:paraId="5ACE008F" w14:textId="77777777" w:rsidR="00D60A57" w:rsidRDefault="00E36F6A" w:rsidP="00D60A57">
      <w:r w:rsidRPr="00F23192">
        <w:t>Combien grande avait été sa naïveté</w:t>
      </w:r>
      <w:r w:rsidR="00D60A57">
        <w:t>.</w:t>
      </w:r>
    </w:p>
    <w:p w14:paraId="702313D4" w14:textId="77777777" w:rsidR="00D60A57" w:rsidRDefault="00E36F6A" w:rsidP="00D60A57">
      <w:r w:rsidRPr="00F23192">
        <w:t>Lentement</w:t>
      </w:r>
      <w:r w:rsidR="00D60A57">
        <w:t xml:space="preserve">, </w:t>
      </w:r>
      <w:r w:rsidRPr="00F23192">
        <w:t>il gravissait maintenant les marches qui m</w:t>
      </w:r>
      <w:r w:rsidRPr="00F23192">
        <w:t>e</w:t>
      </w:r>
      <w:r w:rsidRPr="00F23192">
        <w:t>naient à la plateforme</w:t>
      </w:r>
      <w:r w:rsidR="00D60A57">
        <w:t>.</w:t>
      </w:r>
    </w:p>
    <w:p w14:paraId="3864E8ED" w14:textId="77777777" w:rsidR="00D60A57" w:rsidRDefault="00E36F6A" w:rsidP="00D60A57">
      <w:proofErr w:type="spellStart"/>
      <w:r w:rsidRPr="00F23192">
        <w:t>Quénemec</w:t>
      </w:r>
      <w:proofErr w:type="spellEnd"/>
      <w:r w:rsidRPr="00F23192">
        <w:t xml:space="preserve"> était toujours là</w:t>
      </w:r>
      <w:r w:rsidR="00D60A57">
        <w:t xml:space="preserve">, </w:t>
      </w:r>
      <w:r w:rsidRPr="00F23192">
        <w:t>dans la même posture où il l</w:t>
      </w:r>
      <w:r w:rsidR="00D60A57">
        <w:t>’</w:t>
      </w:r>
      <w:r w:rsidRPr="00F23192">
        <w:t>avait laissé</w:t>
      </w:r>
      <w:r w:rsidR="00D60A57">
        <w:t xml:space="preserve">, </w:t>
      </w:r>
      <w:r w:rsidRPr="00F23192">
        <w:t>mort sans doute</w:t>
      </w:r>
      <w:r w:rsidR="00D60A57">
        <w:t>.</w:t>
      </w:r>
    </w:p>
    <w:p w14:paraId="0671EC9E" w14:textId="77777777" w:rsidR="00D60A57" w:rsidRDefault="00E36F6A" w:rsidP="00D60A57">
      <w:r w:rsidRPr="00F23192">
        <w:t>La lune</w:t>
      </w:r>
      <w:r w:rsidR="00D60A57">
        <w:t xml:space="preserve">, </w:t>
      </w:r>
      <w:r w:rsidRPr="00F23192">
        <w:t>maintenant</w:t>
      </w:r>
      <w:r w:rsidR="00D60A57">
        <w:t xml:space="preserve">, </w:t>
      </w:r>
      <w:r w:rsidRPr="00F23192">
        <w:t>brillait dans son plein</w:t>
      </w:r>
      <w:r w:rsidR="00D60A57">
        <w:t xml:space="preserve">, </w:t>
      </w:r>
      <w:r w:rsidRPr="00F23192">
        <w:t>dégagée des nuages qui</w:t>
      </w:r>
      <w:r w:rsidR="00D60A57">
        <w:t xml:space="preserve">, </w:t>
      </w:r>
      <w:r w:rsidRPr="00F23192">
        <w:t>jusqu</w:t>
      </w:r>
      <w:r w:rsidR="00D60A57">
        <w:t>’</w:t>
      </w:r>
      <w:r w:rsidRPr="00F23192">
        <w:t>à présent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avait masquée par intermittence</w:t>
      </w:r>
      <w:r w:rsidR="00D60A57">
        <w:t xml:space="preserve">… </w:t>
      </w:r>
      <w:r w:rsidRPr="00F23192">
        <w:t>et le jeune homme</w:t>
      </w:r>
      <w:r w:rsidR="00D60A57">
        <w:t xml:space="preserve">, </w:t>
      </w:r>
      <w:r w:rsidRPr="00F23192">
        <w:t xml:space="preserve">son attention détournée de </w:t>
      </w:r>
      <w:proofErr w:type="spellStart"/>
      <w:r w:rsidRPr="00F23192">
        <w:t>Quénemec</w:t>
      </w:r>
      <w:proofErr w:type="spellEnd"/>
      <w:r w:rsidRPr="00F23192">
        <w:t xml:space="preserve"> pr</w:t>
      </w:r>
      <w:r w:rsidRPr="00F23192">
        <w:t>o</w:t>
      </w:r>
      <w:r w:rsidRPr="00F23192">
        <w:t>menait autour de lui un regard investigateur</w:t>
      </w:r>
      <w:r w:rsidR="00D60A57">
        <w:t xml:space="preserve">, </w:t>
      </w:r>
      <w:r w:rsidRPr="00F23192">
        <w:t>à la recherche d</w:t>
      </w:r>
      <w:r w:rsidR="00D60A57">
        <w:t>’</w:t>
      </w:r>
      <w:r w:rsidRPr="00F23192">
        <w:t>un improbable moyen d</w:t>
      </w:r>
      <w:r w:rsidR="00D60A57">
        <w:t>’</w:t>
      </w:r>
      <w:r w:rsidRPr="00F23192">
        <w:t>évasion</w:t>
      </w:r>
      <w:r w:rsidR="00D60A57">
        <w:t>.</w:t>
      </w:r>
    </w:p>
    <w:p w14:paraId="19D28BE4" w14:textId="77777777" w:rsidR="00D60A57" w:rsidRDefault="00E36F6A" w:rsidP="00D60A57">
      <w:r w:rsidRPr="00F23192">
        <w:t>Brusquement</w:t>
      </w:r>
      <w:r w:rsidR="00D60A57">
        <w:t xml:space="preserve">, </w:t>
      </w:r>
      <w:r w:rsidRPr="00F23192">
        <w:t>une idée lui venant en tête</w:t>
      </w:r>
      <w:r w:rsidR="00D60A57">
        <w:t xml:space="preserve">, </w:t>
      </w:r>
      <w:r w:rsidRPr="00F23192">
        <w:t>il se dirigea vers la couleuvrine à laquelle se trouvait enroulée la chaîne de l</w:t>
      </w:r>
      <w:r w:rsidRPr="00F23192">
        <w:t>a</w:t>
      </w:r>
      <w:r w:rsidRPr="00F23192">
        <w:t xml:space="preserve">quelle il avait détaché </w:t>
      </w:r>
      <w:proofErr w:type="spellStart"/>
      <w:r w:rsidRPr="00F23192">
        <w:t>Quénemec</w:t>
      </w:r>
      <w:proofErr w:type="spellEnd"/>
      <w:r w:rsidRPr="00F23192">
        <w:t xml:space="preserve"> et l</w:t>
      </w:r>
      <w:r w:rsidR="00D60A57">
        <w:t>’</w:t>
      </w:r>
      <w:r w:rsidRPr="00F23192">
        <w:t>examinait avec attention</w:t>
      </w:r>
      <w:r w:rsidR="00D60A57">
        <w:t>.</w:t>
      </w:r>
    </w:p>
    <w:p w14:paraId="5BADEEC2" w14:textId="77777777" w:rsidR="00D60A57" w:rsidRDefault="00E36F6A" w:rsidP="00D60A57">
      <w:r w:rsidRPr="00F23192">
        <w:t>C</w:t>
      </w:r>
      <w:r w:rsidR="00D60A57">
        <w:t>’</w:t>
      </w:r>
      <w:r w:rsidRPr="00F23192">
        <w:t>était peut-être là le moyen d</w:t>
      </w:r>
      <w:r w:rsidR="00D60A57">
        <w:t>’</w:t>
      </w:r>
      <w:r w:rsidRPr="00F23192">
        <w:t>évasion</w:t>
      </w:r>
      <w:r w:rsidR="00D60A57">
        <w:t> !…</w:t>
      </w:r>
    </w:p>
    <w:p w14:paraId="2939E83F" w14:textId="77777777" w:rsidR="00D60A57" w:rsidRDefault="00E36F6A" w:rsidP="00D60A57">
      <w:r w:rsidRPr="00F23192">
        <w:lastRenderedPageBreak/>
        <w:t>Non pas qu</w:t>
      </w:r>
      <w:r w:rsidR="00D60A57">
        <w:t>’</w:t>
      </w:r>
      <w:r w:rsidRPr="00F23192">
        <w:t>il la supposât de longueur suffisante pour lui permettre de gagner le sol</w:t>
      </w:r>
      <w:r w:rsidR="00D60A57">
        <w:t xml:space="preserve">, </w:t>
      </w:r>
      <w:r w:rsidRPr="00F23192">
        <w:t>mais peut-être</w:t>
      </w:r>
      <w:r w:rsidR="00D60A57">
        <w:t>…</w:t>
      </w:r>
    </w:p>
    <w:p w14:paraId="73EF09ED" w14:textId="77777777" w:rsidR="00D60A57" w:rsidRDefault="00E36F6A" w:rsidP="00D60A57">
      <w:r w:rsidRPr="00F23192">
        <w:t>Penché par l</w:t>
      </w:r>
      <w:r w:rsidR="00D60A57">
        <w:t>’</w:t>
      </w:r>
      <w:r w:rsidRPr="00F23192">
        <w:t>embrasure</w:t>
      </w:r>
      <w:r w:rsidR="00D60A57">
        <w:t xml:space="preserve">, </w:t>
      </w:r>
      <w:r w:rsidRPr="00F23192">
        <w:t>il sondait le vide</w:t>
      </w:r>
      <w:r w:rsidR="00D60A57">
        <w:t xml:space="preserve">, </w:t>
      </w:r>
      <w:r w:rsidRPr="00F23192">
        <w:t>cherchant à se rendre compte s</w:t>
      </w:r>
      <w:r w:rsidR="00D60A57">
        <w:t>’</w:t>
      </w:r>
      <w:r w:rsidRPr="00F23192">
        <w:t>il n</w:t>
      </w:r>
      <w:r w:rsidR="00D60A57">
        <w:t>’</w:t>
      </w:r>
      <w:r w:rsidRPr="00F23192">
        <w:t>existait pas dans les flancs du donjon</w:t>
      </w:r>
      <w:r w:rsidR="00D60A57">
        <w:t xml:space="preserve">, </w:t>
      </w:r>
      <w:r w:rsidRPr="00F23192">
        <w:t>que</w:t>
      </w:r>
      <w:r w:rsidRPr="00F23192">
        <w:t>l</w:t>
      </w:r>
      <w:r w:rsidRPr="00F23192">
        <w:t>que meurtrière qu</w:t>
      </w:r>
      <w:r w:rsidR="00D60A57">
        <w:t>’</w:t>
      </w:r>
      <w:r w:rsidRPr="00F23192">
        <w:t>il lui serait possible d</w:t>
      </w:r>
      <w:r w:rsidR="00D60A57">
        <w:t>’</w:t>
      </w:r>
      <w:r w:rsidRPr="00F23192">
        <w:t>atteindre</w:t>
      </w:r>
      <w:r w:rsidR="00D60A57">
        <w:t xml:space="preserve">, </w:t>
      </w:r>
      <w:r w:rsidRPr="00F23192">
        <w:t>suspendu à la chaîne</w:t>
      </w:r>
      <w:r w:rsidR="00D60A57">
        <w:t xml:space="preserve">… </w:t>
      </w:r>
      <w:r w:rsidRPr="00F23192">
        <w:t>pour</w:t>
      </w:r>
      <w:r w:rsidR="00D60A57">
        <w:t xml:space="preserve">, </w:t>
      </w:r>
      <w:r w:rsidRPr="00F23192">
        <w:t>de là</w:t>
      </w:r>
      <w:r w:rsidR="00D60A57">
        <w:t xml:space="preserve">, </w:t>
      </w:r>
      <w:r w:rsidRPr="00F23192">
        <w:t>par échelons successifs</w:t>
      </w:r>
      <w:r w:rsidR="00D60A57">
        <w:t xml:space="preserve">, </w:t>
      </w:r>
      <w:r w:rsidRPr="00F23192">
        <w:t>toucher le sol</w:t>
      </w:r>
      <w:r w:rsidR="00D60A57">
        <w:t xml:space="preserve">, </w:t>
      </w:r>
      <w:r w:rsidRPr="00F23192">
        <w:t>à moins que cette meurtrière</w:t>
      </w:r>
      <w:r w:rsidR="00D60A57">
        <w:t xml:space="preserve">, </w:t>
      </w:r>
      <w:r w:rsidRPr="00F23192">
        <w:t>servant à éclairer l</w:t>
      </w:r>
      <w:r w:rsidR="00D60A57">
        <w:t>’</w:t>
      </w:r>
      <w:r w:rsidRPr="00F23192">
        <w:t>escalier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év</w:t>
      </w:r>
      <w:r w:rsidRPr="00F23192">
        <w:t>a</w:t>
      </w:r>
      <w:r w:rsidRPr="00F23192">
        <w:t>sion lui fut</w:t>
      </w:r>
      <w:r w:rsidR="00D60A57">
        <w:t xml:space="preserve">, </w:t>
      </w:r>
      <w:r w:rsidRPr="00F23192">
        <w:t>par ce système</w:t>
      </w:r>
      <w:r w:rsidR="00D60A57">
        <w:t xml:space="preserve">, </w:t>
      </w:r>
      <w:r w:rsidRPr="00F23192">
        <w:t>facilitée</w:t>
      </w:r>
      <w:r w:rsidR="00D60A57">
        <w:t>.</w:t>
      </w:r>
    </w:p>
    <w:p w14:paraId="654D5008" w14:textId="77777777" w:rsidR="00D60A57" w:rsidRDefault="00E36F6A" w:rsidP="00D60A57">
      <w:r w:rsidRPr="00F23192">
        <w:t>Une exclamation sourde marqua</w:t>
      </w:r>
      <w:r w:rsidR="00D60A57">
        <w:t xml:space="preserve">, </w:t>
      </w:r>
      <w:r w:rsidRPr="00F23192">
        <w:t>chez lui</w:t>
      </w:r>
      <w:r w:rsidR="00D60A57">
        <w:t xml:space="preserve">, </w:t>
      </w:r>
      <w:r w:rsidRPr="00F23192">
        <w:t>la découverte d</w:t>
      </w:r>
      <w:r w:rsidR="00D60A57">
        <w:t>’</w:t>
      </w:r>
      <w:r w:rsidRPr="00F23192">
        <w:t>une ouverture percée à quelques pieds au-dessous de lui</w:t>
      </w:r>
      <w:r w:rsidR="00D60A57">
        <w:t xml:space="preserve">, </w:t>
      </w:r>
      <w:r w:rsidRPr="00F23192">
        <w:t>o</w:t>
      </w:r>
      <w:r w:rsidRPr="00F23192">
        <w:t>f</w:t>
      </w:r>
      <w:r w:rsidRPr="00F23192">
        <w:t>frant une sai</w:t>
      </w:r>
      <w:r w:rsidRPr="00F23192">
        <w:t>l</w:t>
      </w:r>
      <w:r w:rsidRPr="00F23192">
        <w:t>lie suffisante pour qu</w:t>
      </w:r>
      <w:r w:rsidR="00D60A57">
        <w:t>’</w:t>
      </w:r>
      <w:r w:rsidRPr="00F23192">
        <w:t>il pût s</w:t>
      </w:r>
      <w:r w:rsidR="00D60A57">
        <w:t>’</w:t>
      </w:r>
      <w:r w:rsidRPr="00F23192">
        <w:t>y poser</w:t>
      </w:r>
      <w:r w:rsidR="00D60A57">
        <w:t xml:space="preserve"> ; </w:t>
      </w:r>
      <w:r w:rsidRPr="00F23192">
        <w:t>d</w:t>
      </w:r>
      <w:r w:rsidR="00D60A57">
        <w:t>’</w:t>
      </w:r>
      <w:r w:rsidRPr="00F23192">
        <w:t>autre part</w:t>
      </w:r>
      <w:r w:rsidR="00D60A57">
        <w:t xml:space="preserve">, </w:t>
      </w:r>
      <w:r w:rsidRPr="00F23192">
        <w:t>la chaîne paraissait suffisamment longue pour que</w:t>
      </w:r>
      <w:r w:rsidR="00D60A57">
        <w:t xml:space="preserve">, </w:t>
      </w:r>
      <w:r w:rsidRPr="00F23192">
        <w:t>passée a</w:t>
      </w:r>
      <w:r w:rsidRPr="00F23192">
        <w:t>u</w:t>
      </w:r>
      <w:r w:rsidRPr="00F23192">
        <w:t>tour du cou de la couleuvrine</w:t>
      </w:r>
      <w:r w:rsidR="00D60A57">
        <w:t xml:space="preserve">, </w:t>
      </w:r>
      <w:r w:rsidRPr="00F23192">
        <w:t>elle lui pe</w:t>
      </w:r>
      <w:r w:rsidRPr="00F23192">
        <w:t>r</w:t>
      </w:r>
      <w:r w:rsidRPr="00F23192">
        <w:t>mît</w:t>
      </w:r>
      <w:r w:rsidR="00D60A57">
        <w:t xml:space="preserve">, </w:t>
      </w:r>
      <w:r w:rsidRPr="00F23192">
        <w:t>ayant atteint l</w:t>
      </w:r>
      <w:r w:rsidR="00D60A57">
        <w:t>’</w:t>
      </w:r>
      <w:r w:rsidRPr="00F23192">
        <w:t>objectif envisagé</w:t>
      </w:r>
      <w:r w:rsidR="00D60A57">
        <w:t xml:space="preserve">, </w:t>
      </w:r>
      <w:r w:rsidRPr="00F23192">
        <w:t>de l</w:t>
      </w:r>
      <w:r w:rsidR="00D60A57">
        <w:t>’</w:t>
      </w:r>
      <w:r w:rsidRPr="00F23192">
        <w:t>attirer à lui pour r</w:t>
      </w:r>
      <w:r w:rsidRPr="00F23192">
        <w:t>e</w:t>
      </w:r>
      <w:r w:rsidRPr="00F23192">
        <w:t>commencer plus bas une manœuvre semblable</w:t>
      </w:r>
      <w:r w:rsidR="00D60A57">
        <w:t>.</w:t>
      </w:r>
    </w:p>
    <w:p w14:paraId="573F09F9" w14:textId="77777777" w:rsidR="00D60A57" w:rsidRDefault="00E36F6A" w:rsidP="00D60A57">
      <w:r w:rsidRPr="00F23192">
        <w:t>Accroché des deux mains à la chaîne double</w:t>
      </w:r>
      <w:r w:rsidR="00D60A57">
        <w:t xml:space="preserve">, </w:t>
      </w:r>
      <w:r w:rsidRPr="00F23192">
        <w:t>il dut s</w:t>
      </w:r>
      <w:r w:rsidR="00D60A57">
        <w:t>’</w:t>
      </w:r>
      <w:r w:rsidRPr="00F23192">
        <w:t>imprimer un balancement assez fort pour que ses pieds atte</w:t>
      </w:r>
      <w:r w:rsidRPr="00F23192">
        <w:t>i</w:t>
      </w:r>
      <w:r w:rsidRPr="00F23192">
        <w:t>gni</w:t>
      </w:r>
      <w:r w:rsidRPr="00F23192">
        <w:t>s</w:t>
      </w:r>
      <w:r w:rsidRPr="00F23192">
        <w:t>sent le rebord de la meurtrière sur lequel ils parvinrent</w:t>
      </w:r>
      <w:r w:rsidR="00D60A57">
        <w:t xml:space="preserve">, </w:t>
      </w:r>
      <w:r w:rsidRPr="00F23192">
        <w:t>grâce à une périlleuse adresse</w:t>
      </w:r>
      <w:r w:rsidR="00D60A57">
        <w:t xml:space="preserve">, </w:t>
      </w:r>
      <w:r w:rsidRPr="00F23192">
        <w:t>à se poser</w:t>
      </w:r>
      <w:r w:rsidR="00D60A57">
        <w:t>.</w:t>
      </w:r>
    </w:p>
    <w:p w14:paraId="32E3C36D" w14:textId="77777777" w:rsidR="00D60A57" w:rsidRDefault="00E36F6A" w:rsidP="00D60A57">
      <w:r w:rsidRPr="00F23192">
        <w:t>Cela fait</w:t>
      </w:r>
      <w:r w:rsidR="00D60A57">
        <w:t xml:space="preserve">, </w:t>
      </w:r>
      <w:r w:rsidRPr="00F23192">
        <w:t>il tira la chaîne à lui</w:t>
      </w:r>
      <w:r w:rsidR="00D60A57">
        <w:t xml:space="preserve">, </w:t>
      </w:r>
      <w:r w:rsidRPr="00F23192">
        <w:t>prêt à recommencer la manœuvre</w:t>
      </w:r>
      <w:r w:rsidR="00D60A57">
        <w:t xml:space="preserve">, – </w:t>
      </w:r>
      <w:r w:rsidRPr="00F23192">
        <w:t>ainsi qu</w:t>
      </w:r>
      <w:r w:rsidR="00D60A57">
        <w:t>’</w:t>
      </w:r>
      <w:r w:rsidRPr="00F23192">
        <w:t>il l</w:t>
      </w:r>
      <w:r w:rsidR="00D60A57">
        <w:t>’</w:t>
      </w:r>
      <w:r w:rsidRPr="00F23192">
        <w:t>avait envisagé</w:t>
      </w:r>
      <w:r w:rsidR="00D60A57">
        <w:t xml:space="preserve">, – </w:t>
      </w:r>
      <w:r w:rsidRPr="00F23192">
        <w:t>au cas où le lui facil</w:t>
      </w:r>
      <w:r w:rsidRPr="00F23192">
        <w:t>i</w:t>
      </w:r>
      <w:r w:rsidRPr="00F23192">
        <w:t>terait la disposition des lieux</w:t>
      </w:r>
      <w:r w:rsidR="00D60A57">
        <w:t>.</w:t>
      </w:r>
    </w:p>
    <w:p w14:paraId="5EE211DF" w14:textId="77777777" w:rsidR="00D60A57" w:rsidRDefault="00E36F6A" w:rsidP="00D60A57">
      <w:r w:rsidRPr="00F23192">
        <w:t>Le tout était de savoir si sa longueur lui permettrait d</w:t>
      </w:r>
      <w:r w:rsidR="00D60A57">
        <w:t>’</w:t>
      </w:r>
      <w:r w:rsidRPr="00F23192">
        <w:t>a</w:t>
      </w:r>
      <w:r w:rsidRPr="00F23192">
        <w:t>t</w:t>
      </w:r>
      <w:r w:rsidRPr="00F23192">
        <w:t>teindre le sol</w:t>
      </w:r>
      <w:r w:rsidR="00D60A57">
        <w:t>.</w:t>
      </w:r>
    </w:p>
    <w:p w14:paraId="70D54AB2" w14:textId="77777777" w:rsidR="00D60A57" w:rsidRDefault="00E36F6A" w:rsidP="00D60A57">
      <w:r w:rsidRPr="00F23192">
        <w:t>Comme il réfléchissait</w:t>
      </w:r>
      <w:r w:rsidR="00D60A57">
        <w:t xml:space="preserve">, </w:t>
      </w:r>
      <w:r w:rsidRPr="00F23192">
        <w:t>il remarqua qu</w:t>
      </w:r>
      <w:r w:rsidR="00D60A57">
        <w:t>’</w:t>
      </w:r>
      <w:r w:rsidRPr="00F23192">
        <w:t>un arbre</w:t>
      </w:r>
      <w:r w:rsidR="00D60A57">
        <w:t xml:space="preserve">, </w:t>
      </w:r>
      <w:r w:rsidRPr="00F23192">
        <w:t>de colo</w:t>
      </w:r>
      <w:r w:rsidRPr="00F23192">
        <w:t>s</w:t>
      </w:r>
      <w:r w:rsidRPr="00F23192">
        <w:t>sale dimension</w:t>
      </w:r>
      <w:r w:rsidR="00D60A57">
        <w:t xml:space="preserve">, </w:t>
      </w:r>
      <w:r w:rsidRPr="00F23192">
        <w:t>qui dressait son fût majestueux non loin du donjon</w:t>
      </w:r>
      <w:r w:rsidR="00D60A57">
        <w:t xml:space="preserve">, </w:t>
      </w:r>
      <w:r w:rsidRPr="00F23192">
        <w:t>tendait ses branches si près de la fenêtre qu</w:t>
      </w:r>
      <w:r w:rsidR="00D60A57">
        <w:t>’</w:t>
      </w:r>
      <w:r w:rsidRPr="00F23192">
        <w:t>en ava</w:t>
      </w:r>
      <w:r w:rsidRPr="00F23192">
        <w:t>n</w:t>
      </w:r>
      <w:r w:rsidRPr="00F23192">
        <w:t>çant le bras peut-être lui serait-il possible d</w:t>
      </w:r>
      <w:r w:rsidR="00D60A57">
        <w:t>’</w:t>
      </w:r>
      <w:r w:rsidRPr="00F23192">
        <w:t>en atteindre une pour</w:t>
      </w:r>
      <w:r w:rsidR="00D60A57">
        <w:t>…</w:t>
      </w:r>
    </w:p>
    <w:p w14:paraId="21CB45E0" w14:textId="77777777" w:rsidR="00D60A57" w:rsidRDefault="00E36F6A" w:rsidP="00D60A57">
      <w:r w:rsidRPr="00F23192">
        <w:lastRenderedPageBreak/>
        <w:t>Sans tarder davantage</w:t>
      </w:r>
      <w:r w:rsidR="00D60A57">
        <w:t xml:space="preserve">, </w:t>
      </w:r>
      <w:r w:rsidRPr="00F23192">
        <w:t>se servant de la chaîne comme d</w:t>
      </w:r>
      <w:r w:rsidR="00D60A57">
        <w:t>’</w:t>
      </w:r>
      <w:r w:rsidRPr="00F23192">
        <w:t>un lasso</w:t>
      </w:r>
      <w:r w:rsidR="00D60A57">
        <w:t xml:space="preserve">, </w:t>
      </w:r>
      <w:r w:rsidRPr="00F23192">
        <w:t>il réussit à capter la toute extrémité feuillue d</w:t>
      </w:r>
      <w:r w:rsidR="00D60A57">
        <w:t>’</w:t>
      </w:r>
      <w:r w:rsidRPr="00F23192">
        <w:t>une des branches de telle sorte que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attirant à lui</w:t>
      </w:r>
      <w:r w:rsidR="00D60A57">
        <w:t xml:space="preserve">, </w:t>
      </w:r>
      <w:r w:rsidRPr="00F23192">
        <w:t>il lui apparut qu</w:t>
      </w:r>
      <w:r w:rsidR="00D60A57">
        <w:t>’</w:t>
      </w:r>
      <w:r w:rsidRPr="00F23192">
        <w:t>en s</w:t>
      </w:r>
      <w:r w:rsidR="00D60A57">
        <w:t>’</w:t>
      </w:r>
      <w:r w:rsidRPr="00F23192">
        <w:t>y suspendant des deux mains il pourrait gagner le tronc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où il descendrait à terre</w:t>
      </w:r>
      <w:r w:rsidR="00D60A57">
        <w:t>.</w:t>
      </w:r>
    </w:p>
    <w:p w14:paraId="73A3440E" w14:textId="77777777" w:rsidR="00D60A57" w:rsidRDefault="00E36F6A" w:rsidP="00D60A57">
      <w:r w:rsidRPr="00F23192">
        <w:t>Évidemment</w:t>
      </w:r>
      <w:r w:rsidR="00D60A57">
        <w:t xml:space="preserve">, </w:t>
      </w:r>
      <w:r w:rsidRPr="00F23192">
        <w:t>il courait le risque que</w:t>
      </w:r>
      <w:r w:rsidR="00D60A57">
        <w:t xml:space="preserve">, </w:t>
      </w:r>
      <w:r w:rsidRPr="00F23192">
        <w:t>sous son poids</w:t>
      </w:r>
      <w:r w:rsidR="00D60A57">
        <w:t xml:space="preserve">, </w:t>
      </w:r>
      <w:r w:rsidRPr="00F23192">
        <w:t>la branche cassât</w:t>
      </w:r>
      <w:r w:rsidR="00D60A57">
        <w:t xml:space="preserve"> ; </w:t>
      </w:r>
      <w:r w:rsidRPr="00F23192">
        <w:t>mais qu</w:t>
      </w:r>
      <w:r w:rsidR="00D60A57">
        <w:t>’</w:t>
      </w:r>
      <w:r w:rsidRPr="00F23192">
        <w:t>était cette éventualité à envisager a</w:t>
      </w:r>
      <w:r w:rsidRPr="00F23192">
        <w:t>u</w:t>
      </w:r>
      <w:r w:rsidRPr="00F23192">
        <w:t>près de la certitude des conséquences qu</w:t>
      </w:r>
      <w:r w:rsidR="00D60A57">
        <w:t>’</w:t>
      </w:r>
      <w:r w:rsidRPr="00F23192">
        <w:t>entraînerait l</w:t>
      </w:r>
      <w:r w:rsidR="00D60A57">
        <w:t>’</w:t>
      </w:r>
      <w:r w:rsidRPr="00F23192">
        <w:t>obligation pour lui de demeurer prisonnier</w:t>
      </w:r>
      <w:r w:rsidR="00D60A57">
        <w:t>.</w:t>
      </w:r>
    </w:p>
    <w:p w14:paraId="3D83437F" w14:textId="77777777" w:rsidR="00D60A57" w:rsidRDefault="00E36F6A" w:rsidP="00D60A57">
      <w:r w:rsidRPr="00F23192">
        <w:t>S</w:t>
      </w:r>
      <w:r w:rsidR="00D60A57">
        <w:t>’</w:t>
      </w:r>
      <w:r w:rsidRPr="00F23192">
        <w:t>étant enroulé la chaîne autour du corps</w:t>
      </w:r>
      <w:r w:rsidR="00D60A57">
        <w:t xml:space="preserve">, </w:t>
      </w:r>
      <w:r w:rsidRPr="00F23192">
        <w:t>il empoigna la branche et</w:t>
      </w:r>
      <w:r w:rsidR="00D60A57">
        <w:t xml:space="preserve">, </w:t>
      </w:r>
      <w:r w:rsidRPr="00F23192">
        <w:t>imprimant à ses reins un fort élan</w:t>
      </w:r>
      <w:r w:rsidR="00D60A57">
        <w:t xml:space="preserve">, </w:t>
      </w:r>
      <w:r w:rsidRPr="00F23192">
        <w:t>se laissa aller dans le vide</w:t>
      </w:r>
      <w:r w:rsidR="00D60A57">
        <w:t>.</w:t>
      </w:r>
    </w:p>
    <w:p w14:paraId="68CFAB9A" w14:textId="5976CC2A" w:rsidR="00E36F6A" w:rsidRPr="00F23192" w:rsidRDefault="00E36F6A" w:rsidP="00D60A57">
      <w:pPr>
        <w:pStyle w:val="Titre1"/>
      </w:pPr>
      <w:bookmarkStart w:id="10" w:name="_Toc186820630"/>
      <w:bookmarkStart w:id="11" w:name="_Toc195122107"/>
      <w:r w:rsidRPr="00F23192">
        <w:lastRenderedPageBreak/>
        <w:t>CHAPITRE V</w:t>
      </w:r>
      <w:r w:rsidRPr="00F23192">
        <w:br/>
      </w:r>
      <w:r w:rsidRPr="00F23192">
        <w:br/>
        <w:t>COUP DOUBLE</w:t>
      </w:r>
      <w:bookmarkEnd w:id="10"/>
      <w:bookmarkEnd w:id="11"/>
      <w:r w:rsidRPr="00F23192">
        <w:br/>
      </w:r>
    </w:p>
    <w:p w14:paraId="46BA5C0C" w14:textId="77777777" w:rsidR="00D60A57" w:rsidRDefault="00E36F6A" w:rsidP="00D60A57">
      <w:r w:rsidRPr="00F23192">
        <w:t>La jeune fille allait au pas de sa monture</w:t>
      </w:r>
      <w:r w:rsidR="00D60A57">
        <w:t xml:space="preserve">, </w:t>
      </w:r>
      <w:r w:rsidRPr="00F23192">
        <w:t>sans hâte d</w:t>
      </w:r>
      <w:r w:rsidR="00D60A57">
        <w:t>’</w:t>
      </w:r>
      <w:r w:rsidRPr="00F23192">
        <w:t>arriver</w:t>
      </w:r>
      <w:r w:rsidR="00D60A57">
        <w:t xml:space="preserve"> ; </w:t>
      </w:r>
      <w:r w:rsidRPr="00F23192">
        <w:t>elle avait le pressentiment qu</w:t>
      </w:r>
      <w:r w:rsidR="00D60A57">
        <w:t>’</w:t>
      </w:r>
      <w:r w:rsidRPr="00F23192">
        <w:t>il en serait ce soir-là comme des précédents</w:t>
      </w:r>
      <w:r w:rsidR="00D60A57">
        <w:t xml:space="preserve"> : </w:t>
      </w:r>
      <w:r w:rsidRPr="00F23192">
        <w:t>Bertrand ne se trouverait pas à la c</w:t>
      </w:r>
      <w:r w:rsidRPr="00F23192">
        <w:t>a</w:t>
      </w:r>
      <w:r w:rsidRPr="00F23192">
        <w:t>bane du bûcheron</w:t>
      </w:r>
      <w:r w:rsidR="00D60A57">
        <w:t>.</w:t>
      </w:r>
    </w:p>
    <w:p w14:paraId="5CE1B05D" w14:textId="77777777" w:rsidR="00D60A57" w:rsidRDefault="00E36F6A" w:rsidP="00D60A57">
      <w:r w:rsidRPr="00F23192">
        <w:t>Il en était ainsi depuis près d</w:t>
      </w:r>
      <w:r w:rsidR="00D60A57">
        <w:t>’</w:t>
      </w:r>
      <w:r w:rsidRPr="00F23192">
        <w:t>une semaine</w:t>
      </w:r>
      <w:r w:rsidR="00D60A57">
        <w:t>.</w:t>
      </w:r>
    </w:p>
    <w:p w14:paraId="4C40251F" w14:textId="77777777" w:rsidR="00D60A57" w:rsidRDefault="00E36F6A" w:rsidP="00D60A57">
      <w:r w:rsidRPr="00F23192">
        <w:t>Certes</w:t>
      </w:r>
      <w:r w:rsidR="00D60A57">
        <w:t xml:space="preserve">, </w:t>
      </w:r>
      <w:r w:rsidRPr="00F23192">
        <w:t>elle ne s</w:t>
      </w:r>
      <w:r w:rsidR="00D60A57">
        <w:t>’</w:t>
      </w:r>
      <w:r w:rsidRPr="00F23192">
        <w:t>en inquiétait pas</w:t>
      </w:r>
      <w:r w:rsidR="00D60A57">
        <w:t xml:space="preserve">… </w:t>
      </w:r>
      <w:r w:rsidRPr="00F23192">
        <w:t>elle n</w:t>
      </w:r>
      <w:r w:rsidR="00D60A57">
        <w:t>’</w:t>
      </w:r>
      <w:r w:rsidRPr="00F23192">
        <w:t>avait aucun motif de s</w:t>
      </w:r>
      <w:r w:rsidR="00D60A57">
        <w:t>’</w:t>
      </w:r>
      <w:r w:rsidRPr="00F23192">
        <w:t>inquiéter</w:t>
      </w:r>
      <w:r w:rsidR="00D60A57">
        <w:t xml:space="preserve">, </w:t>
      </w:r>
      <w:r w:rsidRPr="00F23192">
        <w:t>sûre qu</w:t>
      </w:r>
      <w:r w:rsidR="00D60A57">
        <w:t>’</w:t>
      </w:r>
      <w:r w:rsidRPr="00F23192">
        <w:t>elle était de l</w:t>
      </w:r>
      <w:r w:rsidR="00D60A57">
        <w:t>’</w:t>
      </w:r>
      <w:r w:rsidRPr="00F23192">
        <w:t>amour de celui qu</w:t>
      </w:r>
      <w:r w:rsidR="00D60A57">
        <w:t>’</w:t>
      </w:r>
      <w:r w:rsidRPr="00F23192">
        <w:t>elle a</w:t>
      </w:r>
      <w:r w:rsidRPr="00F23192">
        <w:t>i</w:t>
      </w:r>
      <w:r w:rsidRPr="00F23192">
        <w:t>mait si intensément elle-même</w:t>
      </w:r>
      <w:r w:rsidR="00D60A57">
        <w:t>…</w:t>
      </w:r>
    </w:p>
    <w:p w14:paraId="5DF3E71E" w14:textId="77777777" w:rsidR="00D60A57" w:rsidRDefault="00E36F6A" w:rsidP="00D60A57">
      <w:r w:rsidRPr="00F23192">
        <w:t>Elle savait d</w:t>
      </w:r>
      <w:r w:rsidR="00D60A57">
        <w:t>’</w:t>
      </w:r>
      <w:r w:rsidRPr="00F23192">
        <w:t>une part que les circonstances étaient graves pour la Bretagne et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autre part</w:t>
      </w:r>
      <w:r w:rsidR="00D60A57">
        <w:t xml:space="preserve">, </w:t>
      </w:r>
      <w:r w:rsidRPr="00F23192">
        <w:t>elle connaissait de quelle foi ardente le comte brûlait pour sa patrie</w:t>
      </w:r>
      <w:r w:rsidR="00D60A57">
        <w:t xml:space="preserve">, </w:t>
      </w:r>
      <w:r w:rsidRPr="00F23192">
        <w:t>foi qu</w:t>
      </w:r>
      <w:r w:rsidR="00D60A57">
        <w:t>’</w:t>
      </w:r>
      <w:r w:rsidRPr="00F23192">
        <w:t>elle partageait d</w:t>
      </w:r>
      <w:r w:rsidR="00D60A57">
        <w:t>’</w:t>
      </w:r>
      <w:r w:rsidRPr="00F23192">
        <w:t>ailleurs</w:t>
      </w:r>
      <w:r w:rsidR="00D60A57">
        <w:t>.</w:t>
      </w:r>
    </w:p>
    <w:p w14:paraId="32803C1C" w14:textId="77777777" w:rsidR="00D60A57" w:rsidRDefault="00E36F6A" w:rsidP="00D60A57">
      <w:r w:rsidRPr="00F23192">
        <w:t>Dans ces conditions</w:t>
      </w:r>
      <w:r w:rsidR="00D60A57">
        <w:t xml:space="preserve">, </w:t>
      </w:r>
      <w:r w:rsidRPr="00F23192">
        <w:t>comment n</w:t>
      </w:r>
      <w:r w:rsidR="00D60A57">
        <w:t>’</w:t>
      </w:r>
      <w:r w:rsidRPr="00F23192">
        <w:t>eût-elle pas admis qu</w:t>
      </w:r>
      <w:r w:rsidR="00D60A57">
        <w:t>’</w:t>
      </w:r>
      <w:r w:rsidRPr="00F23192">
        <w:t>il la négligeât quelque peu pour se consacrer tout entier à son d</w:t>
      </w:r>
      <w:r w:rsidRPr="00F23192">
        <w:t>e</w:t>
      </w:r>
      <w:r w:rsidRPr="00F23192">
        <w:t>voir</w:t>
      </w:r>
      <w:r w:rsidR="00D60A57">
        <w:t xml:space="preserve"> ; </w:t>
      </w:r>
      <w:r w:rsidRPr="00F23192">
        <w:t>néanmoins</w:t>
      </w:r>
      <w:r w:rsidR="00D60A57">
        <w:t xml:space="preserve">, </w:t>
      </w:r>
      <w:r w:rsidRPr="00F23192">
        <w:t>elle revenait fidèlement chaque soir au re</w:t>
      </w:r>
      <w:r w:rsidRPr="00F23192">
        <w:t>n</w:t>
      </w:r>
      <w:r w:rsidRPr="00F23192">
        <w:t>dez-vous</w:t>
      </w:r>
      <w:r w:rsidR="00D60A57">
        <w:t xml:space="preserve">, </w:t>
      </w:r>
      <w:r w:rsidRPr="00F23192">
        <w:t>voulant espérer que quelque loisir imprévu perme</w:t>
      </w:r>
      <w:r w:rsidRPr="00F23192">
        <w:t>t</w:t>
      </w:r>
      <w:r w:rsidRPr="00F23192">
        <w:t>trait à Bertrand de l</w:t>
      </w:r>
      <w:r w:rsidR="00D60A57">
        <w:t>’</w:t>
      </w:r>
      <w:r w:rsidRPr="00F23192">
        <w:t>y venir rejoindre</w:t>
      </w:r>
      <w:r w:rsidR="00D60A57">
        <w:t xml:space="preserve">. </w:t>
      </w:r>
      <w:r w:rsidRPr="00F23192">
        <w:t>Et c</w:t>
      </w:r>
      <w:r w:rsidR="00D60A57">
        <w:t>’</w:t>
      </w:r>
      <w:r w:rsidRPr="00F23192">
        <w:t>est pourquoi</w:t>
      </w:r>
      <w:r w:rsidR="00D60A57">
        <w:t xml:space="preserve">, </w:t>
      </w:r>
      <w:r w:rsidRPr="00F23192">
        <w:t>en ce moment</w:t>
      </w:r>
      <w:r w:rsidR="00D60A57">
        <w:t xml:space="preserve">, </w:t>
      </w:r>
      <w:r w:rsidRPr="00F23192">
        <w:t>elle s</w:t>
      </w:r>
      <w:r w:rsidR="00D60A57">
        <w:t>’</w:t>
      </w:r>
      <w:r w:rsidRPr="00F23192">
        <w:t>y rendait comme chaque soir</w:t>
      </w:r>
      <w:r w:rsidR="00D60A57">
        <w:t xml:space="preserve">, </w:t>
      </w:r>
      <w:r w:rsidRPr="00F23192">
        <w:t>mais lentement</w:t>
      </w:r>
      <w:r w:rsidR="00D60A57">
        <w:t xml:space="preserve">, </w:t>
      </w:r>
      <w:r w:rsidRPr="00F23192">
        <w:t>afin que se prolongeât l</w:t>
      </w:r>
      <w:r w:rsidR="00D60A57">
        <w:t>’</w:t>
      </w:r>
      <w:r w:rsidRPr="00F23192">
        <w:t>espoir qu</w:t>
      </w:r>
      <w:r w:rsidR="00D60A57">
        <w:t>’</w:t>
      </w:r>
      <w:r w:rsidRPr="00F23192">
        <w:t>elle avait de le rencontrer</w:t>
      </w:r>
      <w:r w:rsidR="00D60A57">
        <w:t>.</w:t>
      </w:r>
    </w:p>
    <w:p w14:paraId="0CE55514" w14:textId="77777777" w:rsidR="00D60A57" w:rsidRDefault="00E36F6A" w:rsidP="00D60A57">
      <w:r w:rsidRPr="00F23192">
        <w:t>La déception</w:t>
      </w:r>
      <w:r w:rsidR="00D60A57">
        <w:t xml:space="preserve">, </w:t>
      </w:r>
      <w:r w:rsidRPr="00F23192">
        <w:t>hélas</w:t>
      </w:r>
      <w:r w:rsidR="00D60A57">
        <w:t xml:space="preserve"> ! </w:t>
      </w:r>
      <w:r w:rsidRPr="00F23192">
        <w:t>viendrait assez vite</w:t>
      </w:r>
      <w:r w:rsidR="00D60A57">
        <w:t>.</w:t>
      </w:r>
    </w:p>
    <w:p w14:paraId="202DA548" w14:textId="77777777" w:rsidR="00D60A57" w:rsidRDefault="00E36F6A" w:rsidP="00D60A57">
      <w:r w:rsidRPr="00F23192">
        <w:t>Combien elle était loin de soupçonner en quel cruel d</w:t>
      </w:r>
      <w:r w:rsidRPr="00F23192">
        <w:t>i</w:t>
      </w:r>
      <w:r w:rsidRPr="00F23192">
        <w:t>lemme se débattait le malheureux Bertrand</w:t>
      </w:r>
      <w:r w:rsidR="00D60A57">
        <w:t xml:space="preserve">, </w:t>
      </w:r>
      <w:r w:rsidRPr="00F23192">
        <w:t xml:space="preserve">envisageant de </w:t>
      </w:r>
      <w:r w:rsidRPr="00F23192">
        <w:lastRenderedPageBreak/>
        <w:t>s</w:t>
      </w:r>
      <w:r w:rsidRPr="00F23192">
        <w:t>a</w:t>
      </w:r>
      <w:r w:rsidRPr="00F23192">
        <w:t>crifier à son culte pour la Bretagne l</w:t>
      </w:r>
      <w:r w:rsidR="00D60A57">
        <w:t>’</w:t>
      </w:r>
      <w:r w:rsidRPr="00F23192">
        <w:t>amour que lui insp</w:t>
      </w:r>
      <w:r w:rsidRPr="00F23192">
        <w:t>i</w:t>
      </w:r>
      <w:r w:rsidRPr="00F23192">
        <w:t>rait sa fiancée</w:t>
      </w:r>
      <w:r w:rsidR="00D60A57">
        <w:t>.</w:t>
      </w:r>
    </w:p>
    <w:p w14:paraId="04C5A1C8" w14:textId="77777777" w:rsidR="00D60A57" w:rsidRDefault="00E36F6A" w:rsidP="00D60A57">
      <w:r w:rsidRPr="00F23192">
        <w:t>Le sentant si étroitement à elle</w:t>
      </w:r>
      <w:r w:rsidR="00D60A57">
        <w:t xml:space="preserve">, </w:t>
      </w:r>
      <w:r w:rsidRPr="00F23192">
        <w:t>autant qu</w:t>
      </w:r>
      <w:r w:rsidR="00D60A57">
        <w:t>’</w:t>
      </w:r>
      <w:r w:rsidRPr="00F23192">
        <w:t>elle-même l</w:t>
      </w:r>
      <w:r w:rsidR="00D60A57">
        <w:t>’</w:t>
      </w:r>
      <w:r w:rsidRPr="00F23192">
        <w:t>était à lui</w:t>
      </w:r>
      <w:r w:rsidR="00D60A57">
        <w:t xml:space="preserve">, </w:t>
      </w:r>
      <w:r w:rsidRPr="00F23192">
        <w:t>comment eût-elle pu soupçonner une telle décision</w:t>
      </w:r>
      <w:r w:rsidR="00D60A57">
        <w:t> ?</w:t>
      </w:r>
    </w:p>
    <w:p w14:paraId="141A5AED" w14:textId="77777777" w:rsidR="00D60A57" w:rsidRDefault="00E36F6A" w:rsidP="00D60A57">
      <w:r w:rsidRPr="00F23192">
        <w:t>Si lentement cependant qu</w:t>
      </w:r>
      <w:r w:rsidR="00D60A57">
        <w:t>’</w:t>
      </w:r>
      <w:r w:rsidRPr="00F23192">
        <w:t>elle chevauchât</w:t>
      </w:r>
      <w:r w:rsidR="00D60A57">
        <w:t xml:space="preserve">, </w:t>
      </w:r>
      <w:r w:rsidRPr="00F23192">
        <w:t>elle avait fini par atteindre le terme de sa course</w:t>
      </w:r>
      <w:r w:rsidR="00D60A57">
        <w:t xml:space="preserve">, </w:t>
      </w:r>
      <w:r w:rsidRPr="00F23192">
        <w:t>et</w:t>
      </w:r>
      <w:r w:rsidR="00D60A57">
        <w:t xml:space="preserve">, </w:t>
      </w:r>
      <w:r w:rsidRPr="00F23192">
        <w:t>sa monture s</w:t>
      </w:r>
      <w:r w:rsidR="00D60A57">
        <w:t>’</w:t>
      </w:r>
      <w:r w:rsidRPr="00F23192">
        <w:t>étant arr</w:t>
      </w:r>
      <w:r w:rsidRPr="00F23192">
        <w:t>ê</w:t>
      </w:r>
      <w:r w:rsidRPr="00F23192">
        <w:t>tée d</w:t>
      </w:r>
      <w:r w:rsidR="00D60A57">
        <w:t>’</w:t>
      </w:r>
      <w:r w:rsidRPr="00F23192">
        <w:t>elle-même devant la cabane du bûcheron</w:t>
      </w:r>
      <w:r w:rsidR="00D60A57">
        <w:t xml:space="preserve">, </w:t>
      </w:r>
      <w:r w:rsidRPr="00F23192">
        <w:t>la jeune fille mit pied à terre et l</w:t>
      </w:r>
      <w:r w:rsidR="00D60A57">
        <w:t>’</w:t>
      </w:r>
      <w:r w:rsidRPr="00F23192">
        <w:t>attacha au tronc d</w:t>
      </w:r>
      <w:r w:rsidR="00D60A57">
        <w:t>’</w:t>
      </w:r>
      <w:r w:rsidRPr="00F23192">
        <w:t>un hêtre</w:t>
      </w:r>
      <w:r w:rsidR="00D60A57">
        <w:t xml:space="preserve">, </w:t>
      </w:r>
      <w:r w:rsidRPr="00F23192">
        <w:t>pour aller</w:t>
      </w:r>
      <w:r w:rsidR="00D60A57">
        <w:t xml:space="preserve">, </w:t>
      </w:r>
      <w:r w:rsidRPr="00F23192">
        <w:t>suivant son habitude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asseoir sur une souche</w:t>
      </w:r>
      <w:r w:rsidR="00D60A57">
        <w:t xml:space="preserve">, </w:t>
      </w:r>
      <w:r w:rsidRPr="00F23192">
        <w:t>à peine équarrie</w:t>
      </w:r>
      <w:r w:rsidR="00D60A57">
        <w:t xml:space="preserve">, </w:t>
      </w:r>
      <w:r w:rsidRPr="00F23192">
        <w:t>qui servait de siège à la porte du logis</w:t>
      </w:r>
      <w:r w:rsidR="00D60A57">
        <w:t>.</w:t>
      </w:r>
    </w:p>
    <w:p w14:paraId="0635C69D" w14:textId="77777777" w:rsidR="00D60A57" w:rsidRDefault="00E36F6A" w:rsidP="00D60A57">
      <w:r w:rsidRPr="00F23192">
        <w:t>Là</w:t>
      </w:r>
      <w:r w:rsidR="00D60A57">
        <w:t xml:space="preserve">, </w:t>
      </w:r>
      <w:r w:rsidRPr="00F23192">
        <w:t>elle se laissa aller à la douceur d</w:t>
      </w:r>
      <w:r w:rsidR="00D60A57">
        <w:t>’</w:t>
      </w:r>
      <w:r w:rsidRPr="00F23192">
        <w:t>une rêverie énamo</w:t>
      </w:r>
      <w:r w:rsidRPr="00F23192">
        <w:t>u</w:t>
      </w:r>
      <w:r w:rsidRPr="00F23192">
        <w:t>rée</w:t>
      </w:r>
      <w:r w:rsidR="00D60A57">
        <w:t xml:space="preserve"> ; </w:t>
      </w:r>
      <w:r w:rsidRPr="00F23192">
        <w:t>la nuit était d</w:t>
      </w:r>
      <w:r w:rsidR="00D60A57">
        <w:t>’</w:t>
      </w:r>
      <w:r w:rsidRPr="00F23192">
        <w:t>une exceptionnelle douceur</w:t>
      </w:r>
      <w:r w:rsidR="00D60A57">
        <w:t xml:space="preserve">, </w:t>
      </w:r>
      <w:r w:rsidRPr="00F23192">
        <w:t>un zéphir léger chantait dans les branches et</w:t>
      </w:r>
      <w:r w:rsidR="00D60A57">
        <w:t xml:space="preserve">, </w:t>
      </w:r>
      <w:r w:rsidRPr="00F23192">
        <w:t>non loin</w:t>
      </w:r>
      <w:r w:rsidR="00D60A57">
        <w:t xml:space="preserve">, </w:t>
      </w:r>
      <w:r w:rsidRPr="00F23192">
        <w:t>une colombe roucoulait timidement</w:t>
      </w:r>
      <w:r w:rsidR="00D60A57">
        <w:t>.</w:t>
      </w:r>
    </w:p>
    <w:p w14:paraId="25BEF617" w14:textId="77777777" w:rsidR="00D60A57" w:rsidRDefault="00E36F6A" w:rsidP="00D60A57">
      <w:r w:rsidRPr="00F23192">
        <w:t>Que Bertrand n</w:t>
      </w:r>
      <w:r w:rsidR="00D60A57">
        <w:t>’</w:t>
      </w:r>
      <w:r w:rsidRPr="00F23192">
        <w:t>était-il là</w:t>
      </w:r>
      <w:r w:rsidR="00D60A57">
        <w:t xml:space="preserve"> ! </w:t>
      </w:r>
      <w:r w:rsidRPr="00F23192">
        <w:t>regrettait la jeune fille</w:t>
      </w:r>
      <w:r w:rsidR="00D60A57">
        <w:t>.</w:t>
      </w:r>
    </w:p>
    <w:p w14:paraId="020EE646" w14:textId="77777777" w:rsidR="00D60A57" w:rsidRDefault="00E36F6A" w:rsidP="00D60A57">
      <w:r w:rsidRPr="00F23192">
        <w:t>Elle poussa un soupir</w:t>
      </w:r>
      <w:r w:rsidR="00D60A57">
        <w:t xml:space="preserve"> ; </w:t>
      </w:r>
      <w:r w:rsidRPr="00F23192">
        <w:t>décidément</w:t>
      </w:r>
      <w:r w:rsidR="00D60A57">
        <w:t xml:space="preserve">, </w:t>
      </w:r>
      <w:r w:rsidRPr="00F23192">
        <w:t>il ne viendrait pas</w:t>
      </w:r>
      <w:r w:rsidR="00D60A57">
        <w:t> !</w:t>
      </w:r>
    </w:p>
    <w:p w14:paraId="1B031E8B" w14:textId="77777777" w:rsidR="00D60A57" w:rsidRDefault="00E36F6A" w:rsidP="00D60A57">
      <w:r w:rsidRPr="00F23192">
        <w:t>Sur le premier moment</w:t>
      </w:r>
      <w:r w:rsidR="00D60A57">
        <w:t xml:space="preserve">, </w:t>
      </w:r>
      <w:r w:rsidRPr="00F23192">
        <w:t>sa déception lui inspira un mo</w:t>
      </w:r>
      <w:r w:rsidRPr="00F23192">
        <w:t>u</w:t>
      </w:r>
      <w:r w:rsidRPr="00F23192">
        <w:t>vement de jalousie pour cette patrie qui lui prenait l</w:t>
      </w:r>
      <w:r w:rsidR="00D60A57">
        <w:t>’</w:t>
      </w:r>
      <w:r w:rsidRPr="00F23192">
        <w:t>homme aimé</w:t>
      </w:r>
      <w:r w:rsidR="00D60A57">
        <w:t>.</w:t>
      </w:r>
    </w:p>
    <w:p w14:paraId="593E6A5F" w14:textId="77777777" w:rsidR="00D60A57" w:rsidRDefault="00E36F6A" w:rsidP="00D60A57">
      <w:r w:rsidRPr="00F23192">
        <w:t>Soudain</w:t>
      </w:r>
      <w:r w:rsidR="00D60A57">
        <w:t xml:space="preserve">, </w:t>
      </w:r>
      <w:r w:rsidRPr="00F23192">
        <w:t>une lourde étoffe s</w:t>
      </w:r>
      <w:r w:rsidR="00D60A57">
        <w:t>’</w:t>
      </w:r>
      <w:r w:rsidRPr="00F23192">
        <w:t>abattit sur elle</w:t>
      </w:r>
      <w:r w:rsidR="00D60A57">
        <w:t xml:space="preserve">, </w:t>
      </w:r>
      <w:r w:rsidRPr="00F23192">
        <w:t>enveloppant si étroitement sa tête</w:t>
      </w:r>
      <w:r w:rsidR="00D60A57">
        <w:t xml:space="preserve">, </w:t>
      </w:r>
      <w:r w:rsidRPr="00F23192">
        <w:t>que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un même coup</w:t>
      </w:r>
      <w:r w:rsidR="00D60A57">
        <w:t xml:space="preserve">, </w:t>
      </w:r>
      <w:r w:rsidRPr="00F23192">
        <w:t>elle se trouva privée de la vue et de l</w:t>
      </w:r>
      <w:r w:rsidR="00D60A57">
        <w:t>’</w:t>
      </w:r>
      <w:r w:rsidRPr="00F23192">
        <w:t>ouïe</w:t>
      </w:r>
      <w:r w:rsidR="00D60A57">
        <w:t xml:space="preserve">, </w:t>
      </w:r>
      <w:r w:rsidRPr="00F23192">
        <w:t>tandis qu</w:t>
      </w:r>
      <w:r w:rsidR="00D60A57">
        <w:t>’</w:t>
      </w:r>
      <w:r w:rsidRPr="00F23192">
        <w:t>elle se sentit en même temps bâillonnée</w:t>
      </w:r>
      <w:r w:rsidR="00D60A57">
        <w:t>.</w:t>
      </w:r>
    </w:p>
    <w:p w14:paraId="384A05E8" w14:textId="77777777" w:rsidR="00D60A57" w:rsidRDefault="00E36F6A" w:rsidP="00D60A57">
      <w:r w:rsidRPr="00F23192">
        <w:t>Des bras la saisirent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enlevèrent du sol</w:t>
      </w:r>
      <w:r w:rsidR="00D60A57">
        <w:t xml:space="preserve">, </w:t>
      </w:r>
      <w:r w:rsidRPr="00F23192">
        <w:t>et elle fut empo</w:t>
      </w:r>
      <w:r w:rsidRPr="00F23192">
        <w:t>r</w:t>
      </w:r>
      <w:r w:rsidRPr="00F23192">
        <w:t>tée dans une course rapide</w:t>
      </w:r>
      <w:r w:rsidR="00D60A57">
        <w:t xml:space="preserve">, </w:t>
      </w:r>
      <w:r w:rsidRPr="00F23192">
        <w:t>sans qu</w:t>
      </w:r>
      <w:r w:rsidR="00D60A57">
        <w:t>’</w:t>
      </w:r>
      <w:r w:rsidRPr="00F23192">
        <w:t>elle eût la possibilité ni de pousser un cri ni de tenter la moindre résistance</w:t>
      </w:r>
      <w:r w:rsidR="00D60A57">
        <w:t>.</w:t>
      </w:r>
    </w:p>
    <w:p w14:paraId="1FC62841" w14:textId="77777777" w:rsidR="00D60A57" w:rsidRDefault="00E36F6A" w:rsidP="00D60A57">
      <w:r w:rsidRPr="00F23192">
        <w:lastRenderedPageBreak/>
        <w:t>Près de défaillir</w:t>
      </w:r>
      <w:r w:rsidR="00D60A57">
        <w:t xml:space="preserve">, </w:t>
      </w:r>
      <w:r w:rsidRPr="00F23192">
        <w:t>elle eut la sensation qu</w:t>
      </w:r>
      <w:r w:rsidR="00D60A57">
        <w:t>’</w:t>
      </w:r>
      <w:r w:rsidRPr="00F23192">
        <w:t>on la plaçait sur un cheval</w:t>
      </w:r>
      <w:r w:rsidR="00D60A57">
        <w:t xml:space="preserve">, </w:t>
      </w:r>
      <w:r w:rsidRPr="00F23192">
        <w:t>lequel partit à vive allure</w:t>
      </w:r>
      <w:r w:rsidR="00D60A57">
        <w:t>.</w:t>
      </w:r>
    </w:p>
    <w:p w14:paraId="6081B1D7" w14:textId="77777777" w:rsidR="00D60A57" w:rsidRDefault="00E36F6A" w:rsidP="00D60A57">
      <w:r w:rsidRPr="00F23192">
        <w:t>Alors</w:t>
      </w:r>
      <w:r w:rsidR="00D60A57">
        <w:t xml:space="preserve">, </w:t>
      </w:r>
      <w:r w:rsidRPr="00F23192">
        <w:t>elle s</w:t>
      </w:r>
      <w:r w:rsidR="00D60A57">
        <w:t>’</w:t>
      </w:r>
      <w:r w:rsidRPr="00F23192">
        <w:t>évanouit</w:t>
      </w:r>
      <w:r w:rsidR="00D60A57">
        <w:t>.</w:t>
      </w:r>
    </w:p>
    <w:p w14:paraId="421DFE7D" w14:textId="77777777" w:rsidR="00D60A57" w:rsidRDefault="00E36F6A" w:rsidP="00D60A57">
      <w:r w:rsidRPr="00F23192">
        <w:t>La scène avait demandé une minute à peine</w:t>
      </w:r>
      <w:r w:rsidR="00D60A57">
        <w:t xml:space="preserve"> ; </w:t>
      </w:r>
      <w:r w:rsidRPr="00F23192">
        <w:t>après quoi</w:t>
      </w:r>
      <w:r w:rsidR="00D60A57">
        <w:t xml:space="preserve">, </w:t>
      </w:r>
      <w:r w:rsidRPr="00F23192">
        <w:t>le calme revint dans la clairière</w:t>
      </w:r>
      <w:r w:rsidR="00D60A57">
        <w:t xml:space="preserve">, </w:t>
      </w:r>
      <w:r w:rsidRPr="00F23192">
        <w:t>la colombe reprit son roucoul</w:t>
      </w:r>
      <w:r w:rsidRPr="00F23192">
        <w:t>e</w:t>
      </w:r>
      <w:r w:rsidRPr="00F23192">
        <w:t>ment un instant interrompu et le zéphir susurra à nouveau à travers les branches</w:t>
      </w:r>
      <w:r w:rsidR="00D60A57">
        <w:t>.</w:t>
      </w:r>
    </w:p>
    <w:p w14:paraId="34B4A3F3" w14:textId="77777777" w:rsidR="00D60A57" w:rsidRDefault="00E36F6A" w:rsidP="00D60A57">
      <w:r w:rsidRPr="00F23192">
        <w:t>Le galop s</w:t>
      </w:r>
      <w:r w:rsidR="00D60A57">
        <w:t>’</w:t>
      </w:r>
      <w:r w:rsidRPr="00F23192">
        <w:t>éteignit rapidement dans l</w:t>
      </w:r>
      <w:r w:rsidR="00D60A57">
        <w:t>’</w:t>
      </w:r>
      <w:r w:rsidRPr="00F23192">
        <w:t>éloignement</w:t>
      </w:r>
      <w:r w:rsidR="00D60A57">
        <w:t xml:space="preserve"> ; </w:t>
      </w:r>
      <w:r w:rsidRPr="00F23192">
        <w:t>quand le silence enfin régna</w:t>
      </w:r>
      <w:r w:rsidR="00D60A57">
        <w:t xml:space="preserve">, </w:t>
      </w:r>
      <w:r w:rsidRPr="00F23192">
        <w:t>le feuillage d</w:t>
      </w:r>
      <w:r w:rsidR="00D60A57">
        <w:t>’</w:t>
      </w:r>
      <w:r w:rsidRPr="00F23192">
        <w:t>un fourré tout proche s</w:t>
      </w:r>
      <w:r w:rsidR="00D60A57">
        <w:t>’</w:t>
      </w:r>
      <w:r w:rsidRPr="00F23192">
        <w:t>écarta</w:t>
      </w:r>
      <w:r w:rsidR="00D60A57">
        <w:t xml:space="preserve">, </w:t>
      </w:r>
      <w:r w:rsidRPr="00F23192">
        <w:t>livrant passage à une forme humaine qui demeura un court moment immobile</w:t>
      </w:r>
      <w:r w:rsidR="00D60A57">
        <w:t xml:space="preserve">, </w:t>
      </w:r>
      <w:r w:rsidRPr="00F23192">
        <w:t>étendue dans l</w:t>
      </w:r>
      <w:r w:rsidR="00D60A57">
        <w:t>’</w:t>
      </w:r>
      <w:r w:rsidRPr="00F23192">
        <w:t>herbe</w:t>
      </w:r>
      <w:r w:rsidR="00D60A57">
        <w:t xml:space="preserve">, </w:t>
      </w:r>
      <w:r w:rsidRPr="00F23192">
        <w:t>dressée sur ses deux poignets</w:t>
      </w:r>
      <w:r w:rsidR="00D60A57">
        <w:t xml:space="preserve">, </w:t>
      </w:r>
      <w:r w:rsidRPr="00F23192">
        <w:t>tendant l</w:t>
      </w:r>
      <w:r w:rsidR="00D60A57">
        <w:t>’</w:t>
      </w:r>
      <w:r w:rsidRPr="00F23192">
        <w:t>oreille vers les fonds de la forêt</w:t>
      </w:r>
      <w:r w:rsidR="00D60A57">
        <w:t xml:space="preserve">, </w:t>
      </w:r>
      <w:r w:rsidRPr="00F23192">
        <w:t>comme si elle eût cherché à se rendre compte de la dire</w:t>
      </w:r>
      <w:r w:rsidRPr="00F23192">
        <w:t>c</w:t>
      </w:r>
      <w:r w:rsidRPr="00F23192">
        <w:t>tion suivie par le cavalier</w:t>
      </w:r>
      <w:r w:rsidR="00D60A57">
        <w:t>.</w:t>
      </w:r>
    </w:p>
    <w:p w14:paraId="271A60FF" w14:textId="77777777" w:rsidR="00D60A57" w:rsidRDefault="00E36F6A" w:rsidP="00D60A57">
      <w:r w:rsidRPr="00F23192">
        <w:t>Puis se levant</w:t>
      </w:r>
      <w:r w:rsidR="00D60A57">
        <w:t> :</w:t>
      </w:r>
    </w:p>
    <w:p w14:paraId="58DBA0F4" w14:textId="77777777" w:rsidR="00D60A57" w:rsidRDefault="00D60A57" w:rsidP="00D60A57">
      <w:r>
        <w:t>« </w:t>
      </w:r>
      <w:r w:rsidR="00E36F6A" w:rsidRPr="00F23192">
        <w:t>Singulière besogne</w:t>
      </w:r>
      <w:r>
        <w:t xml:space="preserve"> », </w:t>
      </w:r>
      <w:r w:rsidR="00E36F6A" w:rsidRPr="00F23192">
        <w:t>murmura-t-elle</w:t>
      </w:r>
      <w:r>
        <w:t>.</w:t>
      </w:r>
    </w:p>
    <w:p w14:paraId="1F1117CF" w14:textId="77777777" w:rsidR="00D60A57" w:rsidRDefault="00E36F6A" w:rsidP="00D60A57">
      <w:r w:rsidRPr="00F23192">
        <w:t>Et la forme humaine rentra dans le taillis d</w:t>
      </w:r>
      <w:r w:rsidR="00D60A57">
        <w:t>’</w:t>
      </w:r>
      <w:r w:rsidRPr="00F23192">
        <w:t>où bientôt elle sortit</w:t>
      </w:r>
      <w:r w:rsidR="00D60A57">
        <w:t xml:space="preserve">, </w:t>
      </w:r>
      <w:r w:rsidRPr="00F23192">
        <w:t>du côté opposé</w:t>
      </w:r>
      <w:r w:rsidR="00D60A57">
        <w:t xml:space="preserve">, </w:t>
      </w:r>
      <w:r w:rsidRPr="00F23192">
        <w:t>rampant avec tant de souplesse que l</w:t>
      </w:r>
      <w:r w:rsidR="00D60A57">
        <w:t>’</w:t>
      </w:r>
      <w:r w:rsidRPr="00F23192">
        <w:t>oreille la mieux exercée n</w:t>
      </w:r>
      <w:r w:rsidR="00D60A57">
        <w:t>’</w:t>
      </w:r>
      <w:r w:rsidRPr="00F23192">
        <w:t>eût pu surprendre le plus petit froi</w:t>
      </w:r>
      <w:r w:rsidRPr="00F23192">
        <w:t>s</w:t>
      </w:r>
      <w:r w:rsidRPr="00F23192">
        <w:t>sement de feuilles</w:t>
      </w:r>
      <w:r w:rsidR="00D60A57">
        <w:t xml:space="preserve">, </w:t>
      </w:r>
      <w:r w:rsidRPr="00F23192">
        <w:t>le plus mince craquement de branches</w:t>
      </w:r>
      <w:r w:rsidR="00D60A57">
        <w:t>.</w:t>
      </w:r>
    </w:p>
    <w:p w14:paraId="2678FA96" w14:textId="77777777" w:rsidR="00D60A57" w:rsidRDefault="00E36F6A" w:rsidP="00D60A57">
      <w:r w:rsidRPr="00F23192">
        <w:t>Un cheval attendait</w:t>
      </w:r>
      <w:r w:rsidR="00D60A57">
        <w:t xml:space="preserve">, </w:t>
      </w:r>
      <w:r w:rsidRPr="00F23192">
        <w:t>dissimulé dans un hallier</w:t>
      </w:r>
      <w:r w:rsidR="00D60A57">
        <w:t xml:space="preserve"> ; </w:t>
      </w:r>
      <w:r w:rsidRPr="00F23192">
        <w:t>l</w:t>
      </w:r>
      <w:r w:rsidR="00D60A57">
        <w:t>’</w:t>
      </w:r>
      <w:r w:rsidRPr="00F23192">
        <w:t>enfourcher d</w:t>
      </w:r>
      <w:r w:rsidR="00D60A57">
        <w:t>’</w:t>
      </w:r>
      <w:r w:rsidRPr="00F23192">
        <w:t>un bond</w:t>
      </w:r>
      <w:r w:rsidR="00D60A57">
        <w:t xml:space="preserve">, </w:t>
      </w:r>
      <w:r w:rsidRPr="00F23192">
        <w:t>le lancer au galop</w:t>
      </w:r>
      <w:r w:rsidR="00D60A57">
        <w:t xml:space="preserve">, </w:t>
      </w:r>
      <w:r w:rsidRPr="00F23192">
        <w:t>fut l</w:t>
      </w:r>
      <w:r w:rsidR="00D60A57">
        <w:t>’</w:t>
      </w:r>
      <w:r w:rsidRPr="00F23192">
        <w:t>affaire de que</w:t>
      </w:r>
      <w:r w:rsidRPr="00F23192">
        <w:t>l</w:t>
      </w:r>
      <w:r w:rsidRPr="00F23192">
        <w:t>ques s</w:t>
      </w:r>
      <w:r w:rsidRPr="00F23192">
        <w:t>e</w:t>
      </w:r>
      <w:r w:rsidRPr="00F23192">
        <w:t>condes</w:t>
      </w:r>
      <w:r w:rsidR="00D60A57">
        <w:t>.</w:t>
      </w:r>
    </w:p>
    <w:p w14:paraId="3D18890A" w14:textId="77777777" w:rsidR="00D60A57" w:rsidRDefault="00E36F6A" w:rsidP="00D60A57">
      <w:r w:rsidRPr="00F23192">
        <w:t>Le cavalier paraissait connaître à fond la région</w:t>
      </w:r>
      <w:r w:rsidR="00D60A57">
        <w:t xml:space="preserve">. </w:t>
      </w:r>
      <w:r w:rsidRPr="00F23192">
        <w:t>Traversant taillis et futaies</w:t>
      </w:r>
      <w:r w:rsidR="00D60A57">
        <w:t xml:space="preserve">, </w:t>
      </w:r>
      <w:r w:rsidRPr="00F23192">
        <w:t>il coupait au plus court</w:t>
      </w:r>
      <w:r w:rsidR="00D60A57">
        <w:t xml:space="preserve">, </w:t>
      </w:r>
      <w:r w:rsidRPr="00F23192">
        <w:t>avec une visible volo</w:t>
      </w:r>
      <w:r w:rsidRPr="00F23192">
        <w:t>n</w:t>
      </w:r>
      <w:r w:rsidRPr="00F23192">
        <w:t>té d</w:t>
      </w:r>
      <w:r w:rsidR="00D60A57">
        <w:t>’</w:t>
      </w:r>
      <w:r w:rsidRPr="00F23192">
        <w:t>atteindre en temps voulu le but auquel il tendait</w:t>
      </w:r>
      <w:r w:rsidR="00D60A57">
        <w:t>.</w:t>
      </w:r>
    </w:p>
    <w:p w14:paraId="5C9D9D82" w14:textId="77777777" w:rsidR="00D60A57" w:rsidRDefault="00E36F6A" w:rsidP="00D60A57">
      <w:r w:rsidRPr="00F23192">
        <w:lastRenderedPageBreak/>
        <w:t>Après une course assez longue</w:t>
      </w:r>
      <w:r w:rsidR="00D60A57">
        <w:t xml:space="preserve">, </w:t>
      </w:r>
      <w:r w:rsidRPr="00F23192">
        <w:t>brusquement il s</w:t>
      </w:r>
      <w:r w:rsidR="00D60A57">
        <w:t>’</w:t>
      </w:r>
      <w:r w:rsidRPr="00F23192">
        <w:t>arrêta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oreille alertée par un bruit qui</w:t>
      </w:r>
      <w:r w:rsidR="00D60A57">
        <w:t xml:space="preserve">, </w:t>
      </w:r>
      <w:r w:rsidRPr="00F23192">
        <w:t>soudainement</w:t>
      </w:r>
      <w:r w:rsidR="00D60A57">
        <w:t xml:space="preserve">, </w:t>
      </w:r>
      <w:r w:rsidRPr="00F23192">
        <w:t>venait de tro</w:t>
      </w:r>
      <w:r w:rsidRPr="00F23192">
        <w:t>u</w:t>
      </w:r>
      <w:r w:rsidRPr="00F23192">
        <w:t>bler le silence</w:t>
      </w:r>
      <w:r w:rsidR="00D60A57">
        <w:t xml:space="preserve"> ; </w:t>
      </w:r>
      <w:r w:rsidRPr="00F23192">
        <w:t>il s</w:t>
      </w:r>
      <w:r w:rsidR="00D60A57">
        <w:t>’</w:t>
      </w:r>
      <w:r w:rsidRPr="00F23192">
        <w:t>immobilisa</w:t>
      </w:r>
      <w:r w:rsidR="00D60A57">
        <w:t xml:space="preserve">, </w:t>
      </w:r>
      <w:r w:rsidRPr="00F23192">
        <w:t>haut dressé sur ses étriers</w:t>
      </w:r>
      <w:r w:rsidR="00D60A57">
        <w:t xml:space="preserve">, </w:t>
      </w:r>
      <w:r w:rsidRPr="00F23192">
        <w:t>la main en visière au-dessus des yeux</w:t>
      </w:r>
      <w:r w:rsidR="00D60A57">
        <w:t xml:space="preserve">, </w:t>
      </w:r>
      <w:r w:rsidRPr="00F23192">
        <w:t>comme s</w:t>
      </w:r>
      <w:r w:rsidR="00D60A57">
        <w:t>’</w:t>
      </w:r>
      <w:r w:rsidRPr="00F23192">
        <w:t>il eût espéré</w:t>
      </w:r>
      <w:r w:rsidR="00D60A57">
        <w:t xml:space="preserve">, </w:t>
      </w:r>
      <w:r w:rsidRPr="00F23192">
        <w:t>par ce geste instinctif</w:t>
      </w:r>
      <w:r w:rsidR="00D60A57">
        <w:t xml:space="preserve">, </w:t>
      </w:r>
      <w:r w:rsidRPr="00F23192">
        <w:t>augmenter l</w:t>
      </w:r>
      <w:r w:rsidR="00D60A57">
        <w:t>’</w:t>
      </w:r>
      <w:r w:rsidRPr="00F23192">
        <w:t>acuité de sa vue</w:t>
      </w:r>
      <w:r w:rsidR="00D60A57">
        <w:t>.</w:t>
      </w:r>
    </w:p>
    <w:p w14:paraId="7B4BF5E1" w14:textId="77777777" w:rsidR="00D60A57" w:rsidRDefault="00E36F6A" w:rsidP="00D60A57">
      <w:r w:rsidRPr="00F23192">
        <w:t>Impossible de rien distinguer</w:t>
      </w:r>
      <w:r w:rsidR="00D60A57">
        <w:t>.</w:t>
      </w:r>
    </w:p>
    <w:p w14:paraId="14512FE9" w14:textId="77777777" w:rsidR="00D60A57" w:rsidRDefault="00E36F6A" w:rsidP="00D60A57">
      <w:r w:rsidRPr="00F23192">
        <w:t>Il poussa un peu sa monture</w:t>
      </w:r>
      <w:r w:rsidR="00D60A57">
        <w:t xml:space="preserve">, </w:t>
      </w:r>
      <w:r w:rsidRPr="00F23192">
        <w:t>de façon à atteindre un point où le feuillage</w:t>
      </w:r>
      <w:r w:rsidR="00D60A57">
        <w:t xml:space="preserve">, </w:t>
      </w:r>
      <w:r w:rsidRPr="00F23192">
        <w:t>un peu moins dru</w:t>
      </w:r>
      <w:r w:rsidR="00D60A57">
        <w:t xml:space="preserve">, </w:t>
      </w:r>
      <w:r w:rsidRPr="00F23192">
        <w:t>formait comme une éclaircie sur le paysage</w:t>
      </w:r>
      <w:r w:rsidR="00D60A57">
        <w:t xml:space="preserve"> ; </w:t>
      </w:r>
      <w:r w:rsidRPr="00F23192">
        <w:t>mais celui-ci</w:t>
      </w:r>
      <w:r w:rsidR="00D60A57">
        <w:t xml:space="preserve">, </w:t>
      </w:r>
      <w:r w:rsidRPr="00F23192">
        <w:t>enveloppé de nuit</w:t>
      </w:r>
      <w:r w:rsidR="00D60A57">
        <w:t xml:space="preserve">, </w:t>
      </w:r>
      <w:r w:rsidRPr="00F23192">
        <w:t>ne permettait guère de distinguer autre chose que des ombres vagues se</w:t>
      </w:r>
      <w:r w:rsidRPr="00F23192">
        <w:t>m</w:t>
      </w:r>
      <w:r w:rsidRPr="00F23192">
        <w:t>blant batailler</w:t>
      </w:r>
      <w:r w:rsidR="00D60A57">
        <w:t>.</w:t>
      </w:r>
    </w:p>
    <w:p w14:paraId="00B02A89" w14:textId="77777777" w:rsidR="00D60A57" w:rsidRDefault="00E36F6A" w:rsidP="00D60A57">
      <w:r w:rsidRPr="00F23192">
        <w:t>Soudain</w:t>
      </w:r>
      <w:r w:rsidR="00D60A57">
        <w:t xml:space="preserve">, </w:t>
      </w:r>
      <w:r w:rsidRPr="00F23192">
        <w:t>le cavalier grommela entre ses dents</w:t>
      </w:r>
      <w:r w:rsidR="00D60A57">
        <w:t> :</w:t>
      </w:r>
    </w:p>
    <w:p w14:paraId="512CEEDD" w14:textId="77777777" w:rsidR="00D60A57" w:rsidRDefault="00D60A57" w:rsidP="00D60A57">
      <w:r>
        <w:t>« </w:t>
      </w:r>
      <w:r w:rsidR="00E36F6A" w:rsidRPr="00F23192">
        <w:t>Les maladroits</w:t>
      </w:r>
      <w:r>
        <w:t>… »</w:t>
      </w:r>
    </w:p>
    <w:p w14:paraId="4B1983A8" w14:textId="77777777" w:rsidR="00D60A57" w:rsidRDefault="00E36F6A" w:rsidP="00D60A57">
      <w:r w:rsidRPr="00F23192">
        <w:t>Ses talons impatients pressèrent machinalement les flancs du cheval</w:t>
      </w:r>
      <w:r w:rsidR="00D60A57">
        <w:t xml:space="preserve">, </w:t>
      </w:r>
      <w:r w:rsidRPr="00F23192">
        <w:t>qui fit un écart</w:t>
      </w:r>
      <w:r w:rsidR="00D60A57">
        <w:t xml:space="preserve">. </w:t>
      </w:r>
      <w:r w:rsidRPr="00F23192">
        <w:t>Un moment il y eut lutte entre la bête et son maître</w:t>
      </w:r>
      <w:r w:rsidR="00D60A57">
        <w:t xml:space="preserve">, </w:t>
      </w:r>
      <w:r w:rsidRPr="00F23192">
        <w:t>qui finit par assagir sa monture</w:t>
      </w:r>
      <w:r w:rsidR="00D60A57">
        <w:t>.</w:t>
      </w:r>
    </w:p>
    <w:p w14:paraId="29AF2282" w14:textId="77777777" w:rsidR="00D60A57" w:rsidRDefault="00E36F6A" w:rsidP="00D60A57">
      <w:r w:rsidRPr="00F23192">
        <w:t>Soudain</w:t>
      </w:r>
      <w:r w:rsidR="00D60A57">
        <w:t xml:space="preserve">, </w:t>
      </w:r>
      <w:r w:rsidRPr="00F23192">
        <w:t>trois syllabes lui jaillirent des lèvres</w:t>
      </w:r>
      <w:r w:rsidR="00D60A57">
        <w:t> :</w:t>
      </w:r>
    </w:p>
    <w:p w14:paraId="25B4C01C" w14:textId="77777777" w:rsidR="00D60A57" w:rsidRDefault="00D60A57" w:rsidP="00D60A57">
      <w:r>
        <w:t>— </w:t>
      </w:r>
      <w:r w:rsidR="00E36F6A" w:rsidRPr="00F23192">
        <w:t>Par la mort</w:t>
      </w:r>
      <w:r>
        <w:t> !…</w:t>
      </w:r>
    </w:p>
    <w:p w14:paraId="42C2F702" w14:textId="77777777" w:rsidR="00D60A57" w:rsidRDefault="00E36F6A" w:rsidP="00D60A57">
      <w:r w:rsidRPr="00F23192">
        <w:t>Et il se lança en avant</w:t>
      </w:r>
      <w:r w:rsidR="00D60A57">
        <w:t xml:space="preserve">. </w:t>
      </w:r>
      <w:r w:rsidRPr="00F23192">
        <w:t>Non loin</w:t>
      </w:r>
      <w:r w:rsidR="00D60A57">
        <w:t xml:space="preserve">, </w:t>
      </w:r>
      <w:r w:rsidRPr="00F23192">
        <w:t>en effet</w:t>
      </w:r>
      <w:r w:rsidR="00D60A57">
        <w:t xml:space="preserve">, </w:t>
      </w:r>
      <w:r w:rsidRPr="00F23192">
        <w:t>une lutte avait lieu</w:t>
      </w:r>
      <w:r w:rsidR="00D60A57">
        <w:t xml:space="preserve">, </w:t>
      </w:r>
      <w:r w:rsidRPr="00F23192">
        <w:t>lutte disproportionnée</w:t>
      </w:r>
      <w:r w:rsidR="00D60A57">
        <w:t xml:space="preserve">, </w:t>
      </w:r>
      <w:r w:rsidRPr="00F23192">
        <w:t>homérique vraiment</w:t>
      </w:r>
      <w:r w:rsidR="00D60A57">
        <w:t>.</w:t>
      </w:r>
    </w:p>
    <w:p w14:paraId="03E8ACC9" w14:textId="77777777" w:rsidR="00D60A57" w:rsidRDefault="00E36F6A" w:rsidP="00D60A57">
      <w:r w:rsidRPr="00F23192">
        <w:t>Un homme tenait tête à cinq agresseurs</w:t>
      </w:r>
      <w:r w:rsidR="00D60A57">
        <w:t xml:space="preserve">, </w:t>
      </w:r>
      <w:r w:rsidRPr="00F23192">
        <w:t>tel un sanglier que cherche à coiffer une meute de chiens</w:t>
      </w:r>
      <w:r w:rsidR="00D60A57">
        <w:t xml:space="preserve"> ; </w:t>
      </w:r>
      <w:r w:rsidRPr="00F23192">
        <w:t>mais le sanglier parai</w:t>
      </w:r>
      <w:r w:rsidRPr="00F23192">
        <w:t>s</w:t>
      </w:r>
      <w:r w:rsidRPr="00F23192">
        <w:t>sait avoir de rudes boutoirs</w:t>
      </w:r>
      <w:r w:rsidR="00D60A57">
        <w:t xml:space="preserve"> ; </w:t>
      </w:r>
      <w:r w:rsidRPr="00F23192">
        <w:t>adossé à un quartier de roc</w:t>
      </w:r>
      <w:r w:rsidR="00D60A57">
        <w:t xml:space="preserve">, </w:t>
      </w:r>
      <w:r w:rsidRPr="00F23192">
        <w:t>il jouait de l</w:t>
      </w:r>
      <w:r w:rsidR="00D60A57">
        <w:t>’</w:t>
      </w:r>
      <w:r w:rsidRPr="00F23192">
        <w:t>épée avec une maestria telle</w:t>
      </w:r>
      <w:r w:rsidR="00D60A57">
        <w:t xml:space="preserve">, </w:t>
      </w:r>
      <w:r w:rsidRPr="00F23192">
        <w:t>que le cavalier ne put se retenir de s</w:t>
      </w:r>
      <w:r w:rsidR="00D60A57">
        <w:t>’</w:t>
      </w:r>
      <w:r w:rsidRPr="00F23192">
        <w:t>exclamer</w:t>
      </w:r>
      <w:r w:rsidR="00D60A57">
        <w:t> :</w:t>
      </w:r>
    </w:p>
    <w:p w14:paraId="03F213E1" w14:textId="77777777" w:rsidR="00D60A57" w:rsidRDefault="00D60A57" w:rsidP="00D60A57">
      <w:r>
        <w:t>— </w:t>
      </w:r>
      <w:r w:rsidR="00E36F6A" w:rsidRPr="00F23192">
        <w:t>Vrai Dieu</w:t>
      </w:r>
      <w:r>
        <w:t xml:space="preserve"> !… </w:t>
      </w:r>
      <w:r w:rsidR="00E36F6A" w:rsidRPr="00F23192">
        <w:t>voilà un homme</w:t>
      </w:r>
      <w:r>
        <w:t> !…</w:t>
      </w:r>
    </w:p>
    <w:p w14:paraId="5BAFA7E0" w14:textId="77777777" w:rsidR="00D60A57" w:rsidRDefault="00E36F6A" w:rsidP="00D60A57">
      <w:r w:rsidRPr="00F23192">
        <w:lastRenderedPageBreak/>
        <w:t>À peine venait-il de manifester ainsi son admiration que celui qui en était l</w:t>
      </w:r>
      <w:r w:rsidR="00D60A57">
        <w:t>’</w:t>
      </w:r>
      <w:r w:rsidRPr="00F23192">
        <w:t>objet bondit en avant et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un seul coup de pointe</w:t>
      </w:r>
      <w:r w:rsidR="00D60A57">
        <w:t xml:space="preserve">, </w:t>
      </w:r>
      <w:r w:rsidRPr="00F23192">
        <w:t>creva la poitrine de l</w:t>
      </w:r>
      <w:r w:rsidR="00D60A57">
        <w:t>’</w:t>
      </w:r>
      <w:r w:rsidRPr="00F23192">
        <w:t>un de ses agresseurs</w:t>
      </w:r>
      <w:r w:rsidR="00D60A57">
        <w:t xml:space="preserve">, </w:t>
      </w:r>
      <w:r w:rsidRPr="00F23192">
        <w:t>tandis que d</w:t>
      </w:r>
      <w:r w:rsidR="00D60A57">
        <w:t>’</w:t>
      </w:r>
      <w:r w:rsidRPr="00F23192">
        <w:t>un revers terrible</w:t>
      </w:r>
      <w:r w:rsidR="00D60A57">
        <w:t xml:space="preserve">, </w:t>
      </w:r>
      <w:r w:rsidRPr="00F23192">
        <w:t>il tranchait la gorge d</w:t>
      </w:r>
      <w:r w:rsidR="00D60A57">
        <w:t>’</w:t>
      </w:r>
      <w:r w:rsidRPr="00F23192">
        <w:t>un autre</w:t>
      </w:r>
      <w:r w:rsidR="00D60A57">
        <w:t>.</w:t>
      </w:r>
    </w:p>
    <w:p w14:paraId="27A9585F" w14:textId="77777777" w:rsidR="00D60A57" w:rsidRDefault="00D60A57" w:rsidP="00D60A57">
      <w:r>
        <w:t>— </w:t>
      </w:r>
      <w:r w:rsidR="00E36F6A" w:rsidRPr="00F23192">
        <w:t>Vive Dieu</w:t>
      </w:r>
      <w:r>
        <w:t xml:space="preserve"> !… </w:t>
      </w:r>
      <w:r w:rsidR="00E36F6A" w:rsidRPr="00F23192">
        <w:t>Quel gars</w:t>
      </w:r>
      <w:r>
        <w:t xml:space="preserve"> ! </w:t>
      </w:r>
      <w:r w:rsidR="00E36F6A" w:rsidRPr="00F23192">
        <w:t>répéta malgré lui le spectateur de cet inégal combat</w:t>
      </w:r>
      <w:r>
        <w:t>.</w:t>
      </w:r>
    </w:p>
    <w:p w14:paraId="499C75F5" w14:textId="77777777" w:rsidR="00D60A57" w:rsidRDefault="00E36F6A" w:rsidP="00D60A57">
      <w:r w:rsidRPr="00F23192">
        <w:t>Mais</w:t>
      </w:r>
      <w:r w:rsidR="00D60A57">
        <w:t xml:space="preserve">, </w:t>
      </w:r>
      <w:r w:rsidRPr="00F23192">
        <w:t>presque aussitôt</w:t>
      </w:r>
      <w:r w:rsidR="00D60A57">
        <w:t xml:space="preserve">, </w:t>
      </w:r>
      <w:r w:rsidRPr="00F23192">
        <w:t>le vaillant lutteur</w:t>
      </w:r>
      <w:r w:rsidR="00D60A57">
        <w:t xml:space="preserve">, </w:t>
      </w:r>
      <w:r w:rsidRPr="00F23192">
        <w:t>atteint par trois lames à la fois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écroulait sur le sol</w:t>
      </w:r>
      <w:r w:rsidR="00D60A57">
        <w:t>.</w:t>
      </w:r>
    </w:p>
    <w:p w14:paraId="6E7737C7" w14:textId="77777777" w:rsidR="00D60A57" w:rsidRDefault="00E36F6A" w:rsidP="00D60A57">
      <w:r w:rsidRPr="00F23192">
        <w:t>Ce que voyant</w:t>
      </w:r>
      <w:r w:rsidR="00D60A57">
        <w:t xml:space="preserve">, </w:t>
      </w:r>
      <w:r w:rsidRPr="00F23192">
        <w:t>ses adversaires se ruèrent sur lui</w:t>
      </w:r>
      <w:r w:rsidR="00D60A57">
        <w:t xml:space="preserve">, </w:t>
      </w:r>
      <w:r w:rsidRPr="00F23192">
        <w:t>avec l</w:t>
      </w:r>
      <w:r w:rsidR="00D60A57">
        <w:t>’</w:t>
      </w:r>
      <w:r w:rsidRPr="00F23192">
        <w:t>évidente intention de l</w:t>
      </w:r>
      <w:r w:rsidR="00D60A57">
        <w:t>’</w:t>
      </w:r>
      <w:r w:rsidRPr="00F23192">
        <w:t>achever</w:t>
      </w:r>
      <w:r w:rsidR="00D60A57">
        <w:t>.</w:t>
      </w:r>
    </w:p>
    <w:p w14:paraId="1DBBCB20" w14:textId="77777777" w:rsidR="00D60A57" w:rsidRDefault="00D60A57" w:rsidP="00D60A57">
      <w:r>
        <w:t>— </w:t>
      </w:r>
      <w:r w:rsidR="00E36F6A" w:rsidRPr="00F23192">
        <w:t>Ah</w:t>
      </w:r>
      <w:r>
        <w:t xml:space="preserve"> ! </w:t>
      </w:r>
      <w:r w:rsidR="00E36F6A" w:rsidRPr="00F23192">
        <w:t>les maudits chiens</w:t>
      </w:r>
      <w:r>
        <w:t xml:space="preserve"> ! </w:t>
      </w:r>
      <w:r w:rsidR="00E36F6A" w:rsidRPr="00F23192">
        <w:t>hurla le cavalier hors de lui</w:t>
      </w:r>
      <w:r>
        <w:t xml:space="preserve">, </w:t>
      </w:r>
      <w:r w:rsidR="00E36F6A" w:rsidRPr="00F23192">
        <w:t>plein d</w:t>
      </w:r>
      <w:r>
        <w:t>’</w:t>
      </w:r>
      <w:r w:rsidR="00E36F6A" w:rsidRPr="00F23192">
        <w:t>indignation</w:t>
      </w:r>
      <w:r>
        <w:t>.</w:t>
      </w:r>
    </w:p>
    <w:p w14:paraId="7FC48D01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mettant les éperons aux flancs de sa monture</w:t>
      </w:r>
      <w:r w:rsidR="00D60A57">
        <w:t xml:space="preserve">, </w:t>
      </w:r>
      <w:r w:rsidRPr="00F23192">
        <w:t>il la jeta en avant</w:t>
      </w:r>
      <w:r w:rsidR="00D60A57">
        <w:t xml:space="preserve">, </w:t>
      </w:r>
      <w:r w:rsidRPr="00F23192">
        <w:t>dans une allure folle</w:t>
      </w:r>
      <w:r w:rsidR="00D60A57">
        <w:t>.</w:t>
      </w:r>
    </w:p>
    <w:p w14:paraId="03214D9E" w14:textId="77777777" w:rsidR="00D60A57" w:rsidRDefault="00E36F6A" w:rsidP="00D60A57">
      <w:r w:rsidRPr="00F23192">
        <w:t>Au bruit de la galopade</w:t>
      </w:r>
      <w:r w:rsidR="00D60A57">
        <w:t xml:space="preserve">, </w:t>
      </w:r>
      <w:r w:rsidRPr="00F23192">
        <w:t>les autres prirent peur et</w:t>
      </w:r>
      <w:r w:rsidR="00D60A57">
        <w:t xml:space="preserve">, </w:t>
      </w:r>
      <w:r w:rsidRPr="00F23192">
        <w:t>tournant les talons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enfoncèrent dans la profondeur de la nuit</w:t>
      </w:r>
      <w:r w:rsidR="00D60A57">
        <w:t>.</w:t>
      </w:r>
    </w:p>
    <w:p w14:paraId="59B82E2A" w14:textId="77777777" w:rsidR="00D60A57" w:rsidRDefault="00E36F6A" w:rsidP="00D60A57">
      <w:r w:rsidRPr="00F23192">
        <w:t>Quand le cavalier arriva sur les lieux du combat</w:t>
      </w:r>
      <w:r w:rsidR="00D60A57">
        <w:t xml:space="preserve">, </w:t>
      </w:r>
      <w:r w:rsidRPr="00F23192">
        <w:t>seul s</w:t>
      </w:r>
      <w:r w:rsidR="00D60A57">
        <w:t>’</w:t>
      </w:r>
      <w:r w:rsidRPr="00F23192">
        <w:t>y trouvait</w:t>
      </w:r>
      <w:r w:rsidR="00D60A57">
        <w:t xml:space="preserve">, </w:t>
      </w:r>
      <w:r w:rsidRPr="00F23192">
        <w:t>gisant à terre dans une mare de sang</w:t>
      </w:r>
      <w:r w:rsidR="00D60A57">
        <w:t xml:space="preserve">, </w:t>
      </w:r>
      <w:r w:rsidRPr="00F23192">
        <w:t>le vaillant garçon dont la bravoure avait provoqué son admiration</w:t>
      </w:r>
      <w:r w:rsidR="00D60A57">
        <w:t>.</w:t>
      </w:r>
    </w:p>
    <w:p w14:paraId="05D5E29A" w14:textId="77777777" w:rsidR="00D60A57" w:rsidRDefault="00E36F6A" w:rsidP="00D60A57">
      <w:r w:rsidRPr="00F23192">
        <w:t>Sautant de selle</w:t>
      </w:r>
      <w:r w:rsidR="00D60A57">
        <w:t xml:space="preserve">, </w:t>
      </w:r>
      <w:r w:rsidRPr="00F23192">
        <w:t>il courut au blessé et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agenouillant près du corps</w:t>
      </w:r>
      <w:r w:rsidR="00D60A57">
        <w:t xml:space="preserve">, </w:t>
      </w:r>
      <w:r w:rsidRPr="00F23192">
        <w:t>le palpa avec soin</w:t>
      </w:r>
      <w:r w:rsidR="00D60A57">
        <w:t xml:space="preserve"> ; </w:t>
      </w:r>
      <w:r w:rsidRPr="00F23192">
        <w:t>après quoi</w:t>
      </w:r>
      <w:r w:rsidR="00D60A57">
        <w:t xml:space="preserve">, </w:t>
      </w:r>
      <w:r w:rsidRPr="00F23192">
        <w:t>avec un soupir de sati</w:t>
      </w:r>
      <w:r w:rsidRPr="00F23192">
        <w:t>s</w:t>
      </w:r>
      <w:r w:rsidRPr="00F23192">
        <w:t>faction</w:t>
      </w:r>
      <w:r w:rsidR="00D60A57">
        <w:t xml:space="preserve">, </w:t>
      </w:r>
      <w:r w:rsidRPr="00F23192">
        <w:t>il murmura</w:t>
      </w:r>
      <w:r w:rsidR="00D60A57">
        <w:t> :</w:t>
      </w:r>
    </w:p>
    <w:p w14:paraId="637426A0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eût été dommage qu</w:t>
      </w:r>
      <w:r>
        <w:t>’</w:t>
      </w:r>
      <w:r w:rsidR="00E36F6A" w:rsidRPr="00F23192">
        <w:t>un tel gars succombât</w:t>
      </w:r>
      <w:r>
        <w:t>.</w:t>
      </w:r>
    </w:p>
    <w:p w14:paraId="22EA26F3" w14:textId="77777777" w:rsidR="00D60A57" w:rsidRDefault="00E36F6A" w:rsidP="00D60A57">
      <w:r w:rsidRPr="00F23192">
        <w:t>Un moment de réflexion</w:t>
      </w:r>
      <w:r w:rsidR="00D60A57">
        <w:t xml:space="preserve">, </w:t>
      </w:r>
      <w:r w:rsidRPr="00F23192">
        <w:t>et il ajouta avec mépris</w:t>
      </w:r>
      <w:r w:rsidR="00D60A57">
        <w:t> :</w:t>
      </w:r>
    </w:p>
    <w:p w14:paraId="6D5F614B" w14:textId="77777777" w:rsidR="00D60A57" w:rsidRDefault="00D60A57" w:rsidP="00D60A57">
      <w:r>
        <w:t>— </w:t>
      </w:r>
      <w:r w:rsidR="00E36F6A" w:rsidRPr="00F23192">
        <w:t>Cinq contre un</w:t>
      </w:r>
      <w:r>
        <w:t xml:space="preserve">… </w:t>
      </w:r>
      <w:r w:rsidR="00E36F6A" w:rsidRPr="00F23192">
        <w:t>et ce résultat</w:t>
      </w:r>
      <w:r>
        <w:t xml:space="preserve"> !… </w:t>
      </w:r>
      <w:r w:rsidR="00E36F6A" w:rsidRPr="00F23192">
        <w:t>Voilà de piètres gr</w:t>
      </w:r>
      <w:r w:rsidR="00E36F6A" w:rsidRPr="00F23192">
        <w:t>e</w:t>
      </w:r>
      <w:r w:rsidR="00E36F6A" w:rsidRPr="00F23192">
        <w:t>dins</w:t>
      </w:r>
      <w:r>
        <w:t>.</w:t>
      </w:r>
    </w:p>
    <w:p w14:paraId="3307BBB8" w14:textId="77777777" w:rsidR="00D60A57" w:rsidRDefault="00E36F6A" w:rsidP="00D60A57">
      <w:r w:rsidRPr="00F23192">
        <w:lastRenderedPageBreak/>
        <w:t>Se relevant</w:t>
      </w:r>
      <w:r w:rsidR="00D60A57">
        <w:t xml:space="preserve">, </w:t>
      </w:r>
      <w:r w:rsidRPr="00F23192">
        <w:t>il alla de l</w:t>
      </w:r>
      <w:r w:rsidR="00D60A57">
        <w:t>’</w:t>
      </w:r>
      <w:r w:rsidRPr="00F23192">
        <w:t>un à l</w:t>
      </w:r>
      <w:r w:rsidR="00D60A57">
        <w:t>’</w:t>
      </w:r>
      <w:r w:rsidRPr="00F23192">
        <w:t>autre de ceux qu</w:t>
      </w:r>
      <w:r w:rsidR="00D60A57">
        <w:t>’</w:t>
      </w:r>
      <w:r w:rsidRPr="00F23192">
        <w:t>avait si all</w:t>
      </w:r>
      <w:r w:rsidRPr="00F23192">
        <w:t>è</w:t>
      </w:r>
      <w:r w:rsidRPr="00F23192">
        <w:t>grement expédié au néant le vaillant champion et</w:t>
      </w:r>
      <w:r w:rsidR="00D60A57">
        <w:t xml:space="preserve">, </w:t>
      </w:r>
      <w:r w:rsidRPr="00F23192">
        <w:t>les ayant examinés</w:t>
      </w:r>
      <w:r w:rsidR="00D60A57">
        <w:t xml:space="preserve">, </w:t>
      </w:r>
      <w:r w:rsidRPr="00F23192">
        <w:t>il murmura ironiquement</w:t>
      </w:r>
      <w:r w:rsidR="00D60A57">
        <w:t> :</w:t>
      </w:r>
    </w:p>
    <w:p w14:paraId="41A37568" w14:textId="77777777" w:rsidR="00D60A57" w:rsidRDefault="00D60A57" w:rsidP="00D60A57">
      <w:r>
        <w:t>— </w:t>
      </w:r>
      <w:r w:rsidR="00E36F6A" w:rsidRPr="00F23192">
        <w:t>Je ne ferai pas compliment au sir de la Fontanelle sur le jeu de ses hommes</w:t>
      </w:r>
      <w:r>
        <w:t>…</w:t>
      </w:r>
    </w:p>
    <w:p w14:paraId="2C0FF370" w14:textId="77777777" w:rsidR="00D60A57" w:rsidRDefault="00E36F6A" w:rsidP="00D60A57">
      <w:r w:rsidRPr="00F23192">
        <w:t>Revenant vers la victime</w:t>
      </w:r>
      <w:r w:rsidR="00D60A57">
        <w:t xml:space="preserve">, </w:t>
      </w:r>
      <w:r w:rsidRPr="00F23192">
        <w:t>il lui releva la tête pour mieux examiner sa face</w:t>
      </w:r>
      <w:r w:rsidR="00D60A57">
        <w:t xml:space="preserve">. </w:t>
      </w:r>
      <w:r w:rsidRPr="00F23192">
        <w:t>Un moment s</w:t>
      </w:r>
      <w:r w:rsidR="00D60A57">
        <w:t>’</w:t>
      </w:r>
      <w:r w:rsidRPr="00F23192">
        <w:t>écoula</w:t>
      </w:r>
      <w:r w:rsidR="00D60A57">
        <w:t xml:space="preserve">, </w:t>
      </w:r>
      <w:r w:rsidRPr="00F23192">
        <w:t>puis</w:t>
      </w:r>
      <w:r w:rsidR="00D60A57">
        <w:t xml:space="preserve">, </w:t>
      </w:r>
      <w:r w:rsidRPr="00F23192">
        <w:t>une résolution soudainement prise</w:t>
      </w:r>
      <w:r w:rsidR="00D60A57">
        <w:t> :</w:t>
      </w:r>
    </w:p>
    <w:p w14:paraId="065977AB" w14:textId="77777777" w:rsidR="00D60A57" w:rsidRDefault="00D60A57" w:rsidP="00D60A57">
      <w:r>
        <w:t>« </w:t>
      </w:r>
      <w:r w:rsidR="00E36F6A" w:rsidRPr="00F23192">
        <w:t>Foi de Loup</w:t>
      </w:r>
      <w:r>
        <w:t xml:space="preserve">… </w:t>
      </w:r>
      <w:r w:rsidR="00E36F6A" w:rsidRPr="00F23192">
        <w:t>il ne sera pas dit que j</w:t>
      </w:r>
      <w:r>
        <w:t>’</w:t>
      </w:r>
      <w:r w:rsidR="00E36F6A" w:rsidRPr="00F23192">
        <w:t>aurai laissé celui-ci crever ici comme un chien</w:t>
      </w:r>
      <w:r>
        <w:t>… »</w:t>
      </w:r>
    </w:p>
    <w:p w14:paraId="7A13D9E8" w14:textId="77777777" w:rsidR="00D60A57" w:rsidRDefault="00E36F6A" w:rsidP="00D60A57">
      <w:r w:rsidRPr="00F23192">
        <w:t>Il se pencha à nouveau</w:t>
      </w:r>
      <w:r w:rsidR="00D60A57">
        <w:t xml:space="preserve">, </w:t>
      </w:r>
      <w:r w:rsidRPr="00F23192">
        <w:t>saisit à pleins bras le corps inanimé et</w:t>
      </w:r>
      <w:r w:rsidR="00D60A57">
        <w:t xml:space="preserve">, </w:t>
      </w:r>
      <w:r w:rsidRPr="00F23192">
        <w:t>sans effort apparent</w:t>
      </w:r>
      <w:r w:rsidR="00D60A57">
        <w:t xml:space="preserve">, </w:t>
      </w:r>
      <w:r w:rsidRPr="00F23192">
        <w:t>le porta jusqu</w:t>
      </w:r>
      <w:r w:rsidR="00D60A57">
        <w:t>’</w:t>
      </w:r>
      <w:r w:rsidRPr="00F23192">
        <w:t>à son cheval sur lequel il le hissa à travers de la selle</w:t>
      </w:r>
      <w:r w:rsidR="00D60A57">
        <w:t>.</w:t>
      </w:r>
    </w:p>
    <w:p w14:paraId="7987455C" w14:textId="77777777" w:rsidR="00D60A57" w:rsidRDefault="00E36F6A" w:rsidP="00D60A57">
      <w:r w:rsidRPr="00F23192">
        <w:t>Ensuite</w:t>
      </w:r>
      <w:r w:rsidR="00D60A57">
        <w:t xml:space="preserve">, </w:t>
      </w:r>
      <w:r w:rsidRPr="00F23192">
        <w:t>prenant la bête par le mors</w:t>
      </w:r>
      <w:r w:rsidR="00D60A57">
        <w:t xml:space="preserve">, </w:t>
      </w:r>
      <w:r w:rsidRPr="00F23192">
        <w:t>il se mit en marche</w:t>
      </w:r>
      <w:r w:rsidR="00D60A57">
        <w:t xml:space="preserve">, </w:t>
      </w:r>
      <w:r w:rsidRPr="00F23192">
        <w:t>veillant avec soin à ce qu</w:t>
      </w:r>
      <w:r w:rsidR="00D60A57">
        <w:t>’</w:t>
      </w:r>
      <w:r w:rsidRPr="00F23192">
        <w:t>elle ne fît aucun faux pas</w:t>
      </w:r>
      <w:r w:rsidR="00D60A57">
        <w:t xml:space="preserve">, </w:t>
      </w:r>
      <w:r w:rsidRPr="00F23192">
        <w:t>crainte qu</w:t>
      </w:r>
      <w:r w:rsidR="00D60A57">
        <w:t>’</w:t>
      </w:r>
      <w:r w:rsidRPr="00F23192">
        <w:t>une brusque secousse n</w:t>
      </w:r>
      <w:r w:rsidR="00D60A57">
        <w:t>’</w:t>
      </w:r>
      <w:r w:rsidRPr="00F23192">
        <w:t>aggravât l</w:t>
      </w:r>
      <w:r w:rsidR="00D60A57">
        <w:t>’</w:t>
      </w:r>
      <w:r w:rsidRPr="00F23192">
        <w:t>état du blessé</w:t>
      </w:r>
      <w:r w:rsidR="00D60A57">
        <w:t>.</w:t>
      </w:r>
    </w:p>
    <w:p w14:paraId="328B55E9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tandis qu</w:t>
      </w:r>
      <w:r w:rsidR="00D60A57">
        <w:t>’</w:t>
      </w:r>
      <w:r w:rsidRPr="00F23192">
        <w:t>il chevauchait ainsi dans la nuit</w:t>
      </w:r>
      <w:r w:rsidR="00D60A57">
        <w:t xml:space="preserve">, </w:t>
      </w:r>
      <w:r w:rsidRPr="00F23192">
        <w:t xml:space="preserve">René des </w:t>
      </w:r>
      <w:proofErr w:type="spellStart"/>
      <w:r w:rsidRPr="00F23192">
        <w:t>Blaittières</w:t>
      </w:r>
      <w:proofErr w:type="spellEnd"/>
      <w:r w:rsidR="00D60A57">
        <w:t xml:space="preserve"> – </w:t>
      </w:r>
      <w:r w:rsidRPr="00F23192">
        <w:t>car c</w:t>
      </w:r>
      <w:r w:rsidR="00D60A57">
        <w:t>’</w:t>
      </w:r>
      <w:r w:rsidRPr="00F23192">
        <w:t>était lui</w:t>
      </w:r>
      <w:r w:rsidR="00D60A57">
        <w:t xml:space="preserve"> – </w:t>
      </w:r>
      <w:r w:rsidRPr="00F23192">
        <w:t>réfléchissait à l</w:t>
      </w:r>
      <w:r w:rsidR="00D60A57">
        <w:t>’</w:t>
      </w:r>
      <w:r w:rsidRPr="00F23192">
        <w:t>étrange coïnc</w:t>
      </w:r>
      <w:r w:rsidRPr="00F23192">
        <w:t>i</w:t>
      </w:r>
      <w:r w:rsidRPr="00F23192">
        <w:t>dence qui faisait qu</w:t>
      </w:r>
      <w:r w:rsidR="00D60A57">
        <w:t>’</w:t>
      </w:r>
      <w:r w:rsidRPr="00F23192">
        <w:t xml:space="preserve">au moment où Edwige de </w:t>
      </w:r>
      <w:proofErr w:type="spellStart"/>
      <w:r w:rsidRPr="00F23192">
        <w:t>Coatserho</w:t>
      </w:r>
      <w:proofErr w:type="spellEnd"/>
      <w:r w:rsidR="00D60A57">
        <w:t xml:space="preserve">, </w:t>
      </w:r>
      <w:r w:rsidRPr="00F23192">
        <w:t xml:space="preserve">fiancée du comte du </w:t>
      </w:r>
      <w:proofErr w:type="spellStart"/>
      <w:r w:rsidRPr="00F23192">
        <w:t>Palouët</w:t>
      </w:r>
      <w:proofErr w:type="spellEnd"/>
      <w:r w:rsidR="00D60A57">
        <w:t xml:space="preserve">, </w:t>
      </w:r>
      <w:r w:rsidRPr="00F23192">
        <w:t>était victime d</w:t>
      </w:r>
      <w:r w:rsidR="00D60A57">
        <w:t>’</w:t>
      </w:r>
      <w:r w:rsidRPr="00F23192">
        <w:t>un attentat</w:t>
      </w:r>
      <w:r w:rsidR="00D60A57">
        <w:t xml:space="preserve">, </w:t>
      </w:r>
      <w:r w:rsidRPr="00F23192">
        <w:t>son fiancé tombait à son tour dans un guet-apens</w:t>
      </w:r>
      <w:r w:rsidR="00D60A57">
        <w:t>…</w:t>
      </w:r>
    </w:p>
    <w:p w14:paraId="07799D19" w14:textId="77777777" w:rsidR="00D60A57" w:rsidRDefault="00E36F6A" w:rsidP="00D60A57">
      <w:r w:rsidRPr="00F23192">
        <w:t>Et c</w:t>
      </w:r>
      <w:r w:rsidR="00D60A57">
        <w:t>’</w:t>
      </w:r>
      <w:r w:rsidRPr="00F23192">
        <w:t>étaient les hommes de la Fontanelle qui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un côté comme de l</w:t>
      </w:r>
      <w:r w:rsidR="00D60A57">
        <w:t>’</w:t>
      </w:r>
      <w:r w:rsidRPr="00F23192">
        <w:t>autre</w:t>
      </w:r>
      <w:r w:rsidR="00D60A57">
        <w:t xml:space="preserve">, </w:t>
      </w:r>
      <w:r w:rsidRPr="00F23192">
        <w:t>avaient été chargés d</w:t>
      </w:r>
      <w:r w:rsidR="00D60A57">
        <w:t>’</w:t>
      </w:r>
      <w:r w:rsidRPr="00F23192">
        <w:t>exécuter ces deux coups de main</w:t>
      </w:r>
      <w:r w:rsidR="00D60A57">
        <w:t>.</w:t>
      </w:r>
    </w:p>
    <w:p w14:paraId="2B9DCC6D" w14:textId="77777777" w:rsidR="00D60A57" w:rsidRDefault="00E36F6A" w:rsidP="00D60A57">
      <w:r w:rsidRPr="00F23192">
        <w:t>Mais sur les ordres de qui</w:t>
      </w:r>
      <w:r w:rsidR="00D60A57">
        <w:t> ?…</w:t>
      </w:r>
    </w:p>
    <w:p w14:paraId="3761B0D7" w14:textId="77777777" w:rsidR="00D60A57" w:rsidRDefault="00E36F6A" w:rsidP="00D60A57">
      <w:r w:rsidRPr="00F23192">
        <w:t>Évidemment</w:t>
      </w:r>
      <w:r w:rsidR="00D60A57">
        <w:t xml:space="preserve">, </w:t>
      </w:r>
      <w:r w:rsidRPr="00F23192">
        <w:t>c</w:t>
      </w:r>
      <w:r w:rsidR="00D60A57">
        <w:t>’</w:t>
      </w:r>
      <w:r w:rsidRPr="00F23192">
        <w:t xml:space="preserve">était le même qui avait commandé ces deux expéditions et celui-là ne pouvait être que le sire de la </w:t>
      </w:r>
      <w:r w:rsidRPr="00F23192">
        <w:lastRenderedPageBreak/>
        <w:t>Font</w:t>
      </w:r>
      <w:r w:rsidRPr="00F23192">
        <w:t>a</w:t>
      </w:r>
      <w:r w:rsidRPr="00F23192">
        <w:t>nelle</w:t>
      </w:r>
      <w:r w:rsidR="00D60A57">
        <w:t xml:space="preserve">, </w:t>
      </w:r>
      <w:r w:rsidRPr="00F23192">
        <w:t>grand coutumier du fait</w:t>
      </w:r>
      <w:r w:rsidR="00D60A57">
        <w:t xml:space="preserve">, </w:t>
      </w:r>
      <w:r w:rsidRPr="00F23192">
        <w:t>connu pour ses rapines et ses actes de vandalisme</w:t>
      </w:r>
      <w:r w:rsidR="00D60A57">
        <w:t>.</w:t>
      </w:r>
    </w:p>
    <w:p w14:paraId="1623CDCE" w14:textId="77777777" w:rsidR="00D60A57" w:rsidRDefault="00E36F6A" w:rsidP="00D60A57">
      <w:r w:rsidRPr="00F23192">
        <w:t>Qu</w:t>
      </w:r>
      <w:r w:rsidR="00D60A57">
        <w:t>’</w:t>
      </w:r>
      <w:r w:rsidRPr="00F23192">
        <w:t xml:space="preserve">il eût fait enlever </w:t>
      </w:r>
      <w:r w:rsidR="00D60A57">
        <w:t>M</w:t>
      </w:r>
      <w:r w:rsidR="00D60A57" w:rsidRPr="00D60A57">
        <w:rPr>
          <w:vertAlign w:val="superscript"/>
        </w:rPr>
        <w:t>lle</w:t>
      </w:r>
      <w:r w:rsidR="00D60A57">
        <w:t> de </w:t>
      </w:r>
      <w:proofErr w:type="spellStart"/>
      <w:r w:rsidRPr="00F23192">
        <w:t>Coatserho</w:t>
      </w:r>
      <w:proofErr w:type="spellEnd"/>
      <w:r w:rsidR="00D60A57">
        <w:t xml:space="preserve">, </w:t>
      </w:r>
      <w:r w:rsidRPr="00F23192">
        <w:t>cela</w:t>
      </w:r>
      <w:r w:rsidR="00D60A57">
        <w:t xml:space="preserve">, </w:t>
      </w:r>
      <w:r w:rsidRPr="00F23192">
        <w:t>à la rigueur</w:t>
      </w:r>
      <w:r w:rsidR="00D60A57">
        <w:t xml:space="preserve">, </w:t>
      </w:r>
      <w:r w:rsidRPr="00F23192">
        <w:t>était compréhensible</w:t>
      </w:r>
      <w:r w:rsidR="00D60A57">
        <w:t xml:space="preserve">, </w:t>
      </w:r>
      <w:r w:rsidRPr="00F23192">
        <w:t>ce genre d</w:t>
      </w:r>
      <w:r w:rsidR="00D60A57">
        <w:t>’</w:t>
      </w:r>
      <w:r w:rsidRPr="00F23192">
        <w:t>action lui étant coutumier</w:t>
      </w:r>
      <w:r w:rsidR="00D60A57">
        <w:t xml:space="preserve"> ; </w:t>
      </w:r>
      <w:r w:rsidRPr="00F23192">
        <w:t>moins explicable était la tentative d</w:t>
      </w:r>
      <w:r w:rsidR="00D60A57">
        <w:t>’</w:t>
      </w:r>
      <w:r w:rsidRPr="00F23192">
        <w:t xml:space="preserve">assassinat commise sur le comte du </w:t>
      </w:r>
      <w:proofErr w:type="spellStart"/>
      <w:r w:rsidRPr="00F23192">
        <w:t>Palouët</w:t>
      </w:r>
      <w:proofErr w:type="spellEnd"/>
      <w:r w:rsidR="00D60A57">
        <w:t xml:space="preserve">, </w:t>
      </w:r>
      <w:r w:rsidRPr="00F23192">
        <w:t>à moins que cette tentative ne visât le tenant du roi de Navarre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adversaire de la Ligue que certains tentaient d</w:t>
      </w:r>
      <w:r w:rsidR="00D60A57">
        <w:t>’</w:t>
      </w:r>
      <w:r w:rsidRPr="00F23192">
        <w:t>instaurer au pays d</w:t>
      </w:r>
      <w:r w:rsidR="00D60A57">
        <w:t>’</w:t>
      </w:r>
      <w:r w:rsidRPr="00F23192">
        <w:t>Armor</w:t>
      </w:r>
      <w:r w:rsidR="00D60A57">
        <w:t>…</w:t>
      </w:r>
    </w:p>
    <w:p w14:paraId="3521ECD4" w14:textId="77777777" w:rsidR="00D60A57" w:rsidRDefault="00E36F6A" w:rsidP="00D60A57">
      <w:r w:rsidRPr="00F23192">
        <w:t>Cette raison était plausible</w:t>
      </w:r>
      <w:r w:rsidR="00D60A57">
        <w:t xml:space="preserve"> ; </w:t>
      </w:r>
      <w:r w:rsidRPr="00F23192">
        <w:t>elle n</w:t>
      </w:r>
      <w:r w:rsidR="00D60A57">
        <w:t>’</w:t>
      </w:r>
      <w:r w:rsidRPr="00F23192">
        <w:t>en rendait pas moins odieux l</w:t>
      </w:r>
      <w:r w:rsidR="00D60A57">
        <w:t>’</w:t>
      </w:r>
      <w:r w:rsidRPr="00F23192">
        <w:t>attentat dont le jeune homme avait failli être victime</w:t>
      </w:r>
      <w:r w:rsidR="00D60A57">
        <w:t>.</w:t>
      </w:r>
    </w:p>
    <w:p w14:paraId="72140573" w14:textId="77777777" w:rsidR="00D60A57" w:rsidRDefault="00E36F6A" w:rsidP="00D60A57">
      <w:r w:rsidRPr="00F23192">
        <w:t>Non seulement</w:t>
      </w:r>
      <w:r w:rsidR="00D60A57">
        <w:t xml:space="preserve">, </w:t>
      </w:r>
      <w:r w:rsidRPr="00F23192">
        <w:t>le comte était celui qui</w:t>
      </w:r>
      <w:r w:rsidR="00D60A57">
        <w:t xml:space="preserve">, </w:t>
      </w:r>
      <w:r w:rsidRPr="00F23192">
        <w:t>les jours préc</w:t>
      </w:r>
      <w:r w:rsidRPr="00F23192">
        <w:t>é</w:t>
      </w:r>
      <w:r w:rsidRPr="00F23192">
        <w:t>dents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 xml:space="preserve">avait arraché aux mains des </w:t>
      </w:r>
      <w:proofErr w:type="spellStart"/>
      <w:r w:rsidRPr="00F23192">
        <w:t>gardes-côtes</w:t>
      </w:r>
      <w:proofErr w:type="spellEnd"/>
      <w:r w:rsidR="00D60A57">
        <w:t xml:space="preserve"> ; </w:t>
      </w:r>
      <w:r w:rsidRPr="00F23192">
        <w:t>mais il v</w:t>
      </w:r>
      <w:r w:rsidRPr="00F23192">
        <w:t>e</w:t>
      </w:r>
      <w:r w:rsidRPr="00F23192">
        <w:t>nait</w:t>
      </w:r>
      <w:r w:rsidR="00D60A57">
        <w:t xml:space="preserve">, </w:t>
      </w:r>
      <w:r w:rsidRPr="00F23192">
        <w:t>quelques instants auparavant</w:t>
      </w:r>
      <w:r w:rsidR="00D60A57">
        <w:t xml:space="preserve">, </w:t>
      </w:r>
      <w:r w:rsidRPr="00F23192">
        <w:t>de faire preuve d</w:t>
      </w:r>
      <w:r w:rsidR="00D60A57">
        <w:t>’</w:t>
      </w:r>
      <w:r w:rsidRPr="00F23192">
        <w:t>une telle vaillance que son âme</w:t>
      </w:r>
      <w:r w:rsidR="00D60A57">
        <w:t xml:space="preserve">, </w:t>
      </w:r>
      <w:r w:rsidRPr="00F23192">
        <w:t>au fond chevaleresque</w:t>
      </w:r>
      <w:r w:rsidR="00D60A57">
        <w:t xml:space="preserve">, </w:t>
      </w:r>
      <w:r w:rsidRPr="00F23192">
        <w:t>ne pouvait ma</w:t>
      </w:r>
      <w:r w:rsidRPr="00F23192">
        <w:t>n</w:t>
      </w:r>
      <w:r w:rsidRPr="00F23192">
        <w:t>quer d</w:t>
      </w:r>
      <w:r w:rsidR="00D60A57">
        <w:t>’</w:t>
      </w:r>
      <w:r w:rsidRPr="00F23192">
        <w:t>en être profondément touchée</w:t>
      </w:r>
      <w:r w:rsidR="00D60A57">
        <w:t>.</w:t>
      </w:r>
    </w:p>
    <w:p w14:paraId="05AC52B2" w14:textId="77777777" w:rsidR="00D60A57" w:rsidRDefault="00E36F6A" w:rsidP="00D60A57">
      <w:r w:rsidRPr="00F23192">
        <w:t>Il allait donc lentement</w:t>
      </w:r>
      <w:r w:rsidR="00D60A57">
        <w:t xml:space="preserve">, </w:t>
      </w:r>
      <w:r w:rsidRPr="00F23192">
        <w:t>soutenant d</w:t>
      </w:r>
      <w:r w:rsidR="00D60A57">
        <w:t>’</w:t>
      </w:r>
      <w:r w:rsidRPr="00F23192">
        <w:t>une main ferme la bête qui bronchait à chaque pas</w:t>
      </w:r>
      <w:r w:rsidR="00D60A57">
        <w:t xml:space="preserve">, </w:t>
      </w:r>
      <w:r w:rsidRPr="00F23192">
        <w:t>se penchant vers le blessé pour s</w:t>
      </w:r>
      <w:r w:rsidR="00D60A57">
        <w:t>’</w:t>
      </w:r>
      <w:r w:rsidRPr="00F23192">
        <w:t>assurer que la secousse n</w:t>
      </w:r>
      <w:r w:rsidR="00D60A57">
        <w:t>’</w:t>
      </w:r>
      <w:r w:rsidRPr="00F23192">
        <w:t>avait pas aggravé son état</w:t>
      </w:r>
      <w:r w:rsidR="00D60A57">
        <w:t>.</w:t>
      </w:r>
    </w:p>
    <w:p w14:paraId="2940323B" w14:textId="77777777" w:rsidR="00D60A57" w:rsidRDefault="00E36F6A" w:rsidP="00D60A57">
      <w:r w:rsidRPr="00F23192">
        <w:t>Il arriva ainsi jusqu</w:t>
      </w:r>
      <w:r w:rsidR="00D60A57">
        <w:t>’</w:t>
      </w:r>
      <w:r w:rsidRPr="00F23192">
        <w:t xml:space="preserve">à un hameau de pêcheurs du nom de </w:t>
      </w:r>
      <w:proofErr w:type="spellStart"/>
      <w:r w:rsidRPr="00F23192">
        <w:t>Dourduff</w:t>
      </w:r>
      <w:proofErr w:type="spellEnd"/>
      <w:r w:rsidR="00D60A57">
        <w:t xml:space="preserve">, </w:t>
      </w:r>
      <w:r w:rsidRPr="00F23192">
        <w:t>qui se trouve à l</w:t>
      </w:r>
      <w:r w:rsidR="00D60A57">
        <w:t>’</w:t>
      </w:r>
      <w:r w:rsidRPr="00F23192">
        <w:t>embouchure de la rivière</w:t>
      </w:r>
      <w:r w:rsidR="00D60A57">
        <w:t xml:space="preserve">, </w:t>
      </w:r>
      <w:r w:rsidRPr="00F23192">
        <w:t>face à la baie de Morlaix</w:t>
      </w:r>
      <w:r w:rsidR="00D60A57">
        <w:t>.</w:t>
      </w:r>
    </w:p>
    <w:p w14:paraId="3BAD765C" w14:textId="77777777" w:rsidR="00D60A57" w:rsidRDefault="00E36F6A" w:rsidP="00D60A57">
      <w:r w:rsidRPr="00F23192">
        <w:t>Au bord de la route</w:t>
      </w:r>
      <w:r w:rsidR="00D60A57">
        <w:t xml:space="preserve">, </w:t>
      </w:r>
      <w:r w:rsidRPr="00F23192">
        <w:t>une petite maison au toit de chaume se devinait dans l</w:t>
      </w:r>
      <w:r w:rsidR="00D60A57">
        <w:t>’</w:t>
      </w:r>
      <w:r w:rsidRPr="00F23192">
        <w:t>ombre</w:t>
      </w:r>
      <w:r w:rsidR="00D60A57">
        <w:t xml:space="preserve"> ; </w:t>
      </w:r>
      <w:r w:rsidRPr="00F23192">
        <w:t>un faible rais de lumière filtrait par la fente des volets mal joints</w:t>
      </w:r>
      <w:r w:rsidR="00D60A57">
        <w:t>.</w:t>
      </w:r>
    </w:p>
    <w:p w14:paraId="5BA4EBC3" w14:textId="77777777" w:rsidR="00D60A57" w:rsidRDefault="00E36F6A" w:rsidP="00D60A57">
      <w:r w:rsidRPr="00F23192">
        <w:t>Le cavalier y heurta par trois fois</w:t>
      </w:r>
      <w:r w:rsidR="00D60A57">
        <w:t xml:space="preserve"> ; </w:t>
      </w:r>
      <w:r w:rsidRPr="00F23192">
        <w:t>au troisième coup les v</w:t>
      </w:r>
      <w:r w:rsidRPr="00F23192">
        <w:t>o</w:t>
      </w:r>
      <w:r w:rsidRPr="00F23192">
        <w:t>lets s</w:t>
      </w:r>
      <w:r w:rsidR="00D60A57">
        <w:t>’</w:t>
      </w:r>
      <w:r w:rsidR="00396B4D" w:rsidRPr="00F23192">
        <w:t>entr</w:t>
      </w:r>
      <w:r w:rsidR="00D60A57">
        <w:t>’</w:t>
      </w:r>
      <w:r w:rsidR="00396B4D" w:rsidRPr="00F23192">
        <w:t>ouvrirent</w:t>
      </w:r>
      <w:r w:rsidRPr="00F23192">
        <w:t xml:space="preserve"> prudemment et une tête passa</w:t>
      </w:r>
      <w:r w:rsidR="00D60A57">
        <w:t>.</w:t>
      </w:r>
    </w:p>
    <w:p w14:paraId="4655AC82" w14:textId="77777777" w:rsidR="00D60A57" w:rsidRDefault="00D60A57" w:rsidP="00D60A57">
      <w:r>
        <w:t>— </w:t>
      </w:r>
      <w:r w:rsidR="00E36F6A" w:rsidRPr="00F23192">
        <w:t>Qui va là</w:t>
      </w:r>
      <w:r>
        <w:t xml:space="preserve"> ? </w:t>
      </w:r>
      <w:r w:rsidR="00E36F6A" w:rsidRPr="00F23192">
        <w:t>interrogea-t-on d</w:t>
      </w:r>
      <w:r>
        <w:t>’</w:t>
      </w:r>
      <w:r w:rsidR="00E36F6A" w:rsidRPr="00F23192">
        <w:t>une voix forte</w:t>
      </w:r>
      <w:r>
        <w:t>.</w:t>
      </w:r>
    </w:p>
    <w:p w14:paraId="0F58EE9A" w14:textId="77777777" w:rsidR="00D60A57" w:rsidRDefault="00D60A57" w:rsidP="00D60A57">
      <w:r>
        <w:t>— </w:t>
      </w:r>
      <w:r w:rsidR="00E36F6A" w:rsidRPr="00F23192">
        <w:t>Le Loup</w:t>
      </w:r>
      <w:r>
        <w:t xml:space="preserve">, </w:t>
      </w:r>
      <w:r w:rsidR="00E36F6A" w:rsidRPr="00F23192">
        <w:t>répondit laconiquement René</w:t>
      </w:r>
      <w:r>
        <w:t>.</w:t>
      </w:r>
    </w:p>
    <w:p w14:paraId="0DC7830E" w14:textId="77777777" w:rsidR="00D60A57" w:rsidRDefault="00E36F6A" w:rsidP="00D60A57">
      <w:r w:rsidRPr="00F23192">
        <w:lastRenderedPageBreak/>
        <w:t>Les volets se refermèrent</w:t>
      </w:r>
      <w:r w:rsidR="00D60A57">
        <w:t xml:space="preserve">, </w:t>
      </w:r>
      <w:r w:rsidRPr="00F23192">
        <w:t>et de l</w:t>
      </w:r>
      <w:r w:rsidR="00D60A57">
        <w:t>’</w:t>
      </w:r>
      <w:r w:rsidRPr="00F23192">
        <w:t>intérieur du logis vint un bruit de pas dégringolant en vitesse les ma</w:t>
      </w:r>
      <w:r w:rsidRPr="00F23192">
        <w:t>r</w:t>
      </w:r>
      <w:r w:rsidRPr="00F23192">
        <w:t>ches d</w:t>
      </w:r>
      <w:r w:rsidR="00D60A57">
        <w:t>’</w:t>
      </w:r>
      <w:r w:rsidRPr="00F23192">
        <w:t>un escalier de bois</w:t>
      </w:r>
      <w:r w:rsidR="00D60A57">
        <w:t>.</w:t>
      </w:r>
    </w:p>
    <w:p w14:paraId="7DD96974" w14:textId="77777777" w:rsidR="00D60A57" w:rsidRDefault="00E36F6A" w:rsidP="00D60A57">
      <w:r w:rsidRPr="00F23192">
        <w:t>Presque aussitôt</w:t>
      </w:r>
      <w:r w:rsidR="00D60A57">
        <w:t xml:space="preserve">, </w:t>
      </w:r>
      <w:r w:rsidRPr="00F23192">
        <w:t>une porte s</w:t>
      </w:r>
      <w:r w:rsidR="00D60A57">
        <w:t>’</w:t>
      </w:r>
      <w:r w:rsidRPr="00F23192">
        <w:t>ouvrit et un homme se préc</w:t>
      </w:r>
      <w:r w:rsidRPr="00F23192">
        <w:t>i</w:t>
      </w:r>
      <w:r w:rsidRPr="00F23192">
        <w:t>pita</w:t>
      </w:r>
      <w:r w:rsidR="00D60A57">
        <w:t>.</w:t>
      </w:r>
    </w:p>
    <w:p w14:paraId="1F91FC08" w14:textId="77777777" w:rsidR="00D60A57" w:rsidRDefault="00D60A57" w:rsidP="00D60A57">
      <w:r>
        <w:t>— </w:t>
      </w:r>
      <w:r w:rsidR="00E36F6A" w:rsidRPr="00F23192">
        <w:t>Jour de Dieu</w:t>
      </w:r>
      <w:r>
        <w:t xml:space="preserve"> ! </w:t>
      </w:r>
      <w:r w:rsidR="00E36F6A" w:rsidRPr="00F23192">
        <w:t>s</w:t>
      </w:r>
      <w:r>
        <w:t>’</w:t>
      </w:r>
      <w:r w:rsidR="00E36F6A" w:rsidRPr="00F23192">
        <w:t>exclama-t-il aussitôt qu</w:t>
      </w:r>
      <w:r>
        <w:t>’</w:t>
      </w:r>
      <w:r w:rsidR="00E36F6A" w:rsidRPr="00F23192">
        <w:t>il eût distingué le corps pendant de part et d</w:t>
      </w:r>
      <w:r>
        <w:t>’</w:t>
      </w:r>
      <w:r w:rsidR="00E36F6A" w:rsidRPr="00F23192">
        <w:t>autre de la selle</w:t>
      </w:r>
      <w:r>
        <w:t>.</w:t>
      </w:r>
    </w:p>
    <w:p w14:paraId="18665831" w14:textId="77777777" w:rsidR="00D60A57" w:rsidRDefault="00D60A57" w:rsidP="00D60A57">
      <w:r>
        <w:t>— </w:t>
      </w:r>
      <w:r w:rsidR="00E36F6A" w:rsidRPr="00F23192">
        <w:t>Un bœuf sur la langue</w:t>
      </w:r>
      <w:r>
        <w:t xml:space="preserve">, </w:t>
      </w:r>
      <w:r w:rsidR="00E36F6A" w:rsidRPr="00F23192">
        <w:t>maître Le Hugon</w:t>
      </w:r>
      <w:r>
        <w:t xml:space="preserve">, </w:t>
      </w:r>
      <w:r w:rsidR="00E36F6A" w:rsidRPr="00F23192">
        <w:t>enjoignit R</w:t>
      </w:r>
      <w:r w:rsidR="00E36F6A" w:rsidRPr="00F23192">
        <w:t>e</w:t>
      </w:r>
      <w:r w:rsidR="00E36F6A" w:rsidRPr="00F23192">
        <w:t>né</w:t>
      </w:r>
      <w:r>
        <w:t>.</w:t>
      </w:r>
    </w:p>
    <w:p w14:paraId="4D87C79B" w14:textId="77777777" w:rsidR="00D60A57" w:rsidRDefault="00E36F6A" w:rsidP="00D60A57">
      <w:r w:rsidRPr="00F23192">
        <w:t>Comme son interlocuteur s</w:t>
      </w:r>
      <w:r w:rsidR="00D60A57">
        <w:t>’</w:t>
      </w:r>
      <w:r w:rsidRPr="00F23192">
        <w:t>était penché vers le blessé</w:t>
      </w:r>
      <w:r w:rsidR="00D60A57">
        <w:t xml:space="preserve">, </w:t>
      </w:r>
      <w:r w:rsidRPr="00F23192">
        <w:t>se rejetant en arrière</w:t>
      </w:r>
      <w:r w:rsidR="00D60A57">
        <w:t xml:space="preserve">, </w:t>
      </w:r>
      <w:r w:rsidRPr="00F23192">
        <w:t>une exclamation aux lèvres</w:t>
      </w:r>
      <w:r w:rsidR="00D60A57">
        <w:t> :</w:t>
      </w:r>
    </w:p>
    <w:p w14:paraId="6AD10DC6" w14:textId="77777777" w:rsidR="00D60A57" w:rsidRDefault="00D60A57" w:rsidP="00D60A57">
      <w:r>
        <w:t>— </w:t>
      </w:r>
      <w:r w:rsidR="00E36F6A" w:rsidRPr="00F23192">
        <w:t>Par le Diable</w:t>
      </w:r>
      <w:r>
        <w:t xml:space="preserve"> ! </w:t>
      </w:r>
      <w:r w:rsidR="00E36F6A" w:rsidRPr="00F23192">
        <w:t>Mais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</w:t>
      </w:r>
      <w:r>
        <w:t>…</w:t>
      </w:r>
    </w:p>
    <w:p w14:paraId="33CE7E04" w14:textId="77777777" w:rsidR="00D60A57" w:rsidRDefault="00D60A57" w:rsidP="00D60A57">
      <w:r>
        <w:t xml:space="preserve">— … </w:t>
      </w:r>
      <w:r w:rsidR="00E36F6A" w:rsidRPr="00F23192">
        <w:t>Deux bœufs</w:t>
      </w:r>
      <w:r>
        <w:t xml:space="preserve"> ! </w:t>
      </w:r>
      <w:r w:rsidR="00E36F6A" w:rsidRPr="00F23192">
        <w:t>coupa le jeune homme</w:t>
      </w:r>
      <w:r>
        <w:t xml:space="preserve">, </w:t>
      </w:r>
      <w:r w:rsidR="00E36F6A" w:rsidRPr="00F23192">
        <w:t>menaçant</w:t>
      </w:r>
      <w:r>
        <w:t>.</w:t>
      </w:r>
    </w:p>
    <w:p w14:paraId="11367848" w14:textId="77777777" w:rsidR="00D60A57" w:rsidRDefault="00D60A57" w:rsidP="00D60A57">
      <w:r>
        <w:t>— </w:t>
      </w:r>
      <w:r w:rsidR="00E36F6A" w:rsidRPr="00F23192">
        <w:t>Bien</w:t>
      </w:r>
      <w:r>
        <w:t xml:space="preserve">… </w:t>
      </w:r>
      <w:r w:rsidR="00E36F6A" w:rsidRPr="00F23192">
        <w:t>bien</w:t>
      </w:r>
      <w:r>
        <w:t xml:space="preserve">, </w:t>
      </w:r>
      <w:r w:rsidR="00E36F6A" w:rsidRPr="00F23192">
        <w:t>fit l</w:t>
      </w:r>
      <w:r>
        <w:t>’</w:t>
      </w:r>
      <w:r w:rsidR="00E36F6A" w:rsidRPr="00F23192">
        <w:t>autre</w:t>
      </w:r>
      <w:r>
        <w:t xml:space="preserve">, </w:t>
      </w:r>
      <w:r w:rsidR="00E36F6A" w:rsidRPr="00F23192">
        <w:t>on se taira</w:t>
      </w:r>
      <w:r>
        <w:t>…</w:t>
      </w:r>
    </w:p>
    <w:p w14:paraId="336F2451" w14:textId="77777777" w:rsidR="00D60A57" w:rsidRDefault="00D60A57" w:rsidP="00D60A57">
      <w:r>
        <w:t>— </w:t>
      </w:r>
      <w:r w:rsidR="00E36F6A" w:rsidRPr="00F23192">
        <w:t>Pour l</w:t>
      </w:r>
      <w:r>
        <w:t>’</w:t>
      </w:r>
      <w:r w:rsidR="00E36F6A" w:rsidRPr="00F23192">
        <w:t>instant</w:t>
      </w:r>
      <w:r>
        <w:t xml:space="preserve">, </w:t>
      </w:r>
      <w:r w:rsidR="00E36F6A" w:rsidRPr="00F23192">
        <w:t>un coup de main</w:t>
      </w:r>
      <w:r>
        <w:t xml:space="preserve">, </w:t>
      </w:r>
      <w:r w:rsidR="00E36F6A" w:rsidRPr="00F23192">
        <w:t>pour le descendre de selle et le transporter dans ta chambre</w:t>
      </w:r>
      <w:r>
        <w:t xml:space="preserve">… </w:t>
      </w:r>
      <w:r w:rsidR="00E36F6A" w:rsidRPr="00F23192">
        <w:t>Là</w:t>
      </w:r>
      <w:r>
        <w:t xml:space="preserve">, </w:t>
      </w:r>
      <w:r w:rsidR="00E36F6A" w:rsidRPr="00F23192">
        <w:t>on avisera</w:t>
      </w:r>
      <w:r>
        <w:t>.</w:t>
      </w:r>
    </w:p>
    <w:p w14:paraId="70F858C2" w14:textId="77777777" w:rsidR="00D60A57" w:rsidRDefault="00E36F6A" w:rsidP="00D60A57">
      <w:r w:rsidRPr="00F23192">
        <w:t>L</w:t>
      </w:r>
      <w:r w:rsidR="00D60A57">
        <w:t>’</w:t>
      </w:r>
      <w:r w:rsidRPr="00F23192">
        <w:t>opération se fit en silence et</w:t>
      </w:r>
      <w:r w:rsidR="00D60A57">
        <w:t xml:space="preserve">, </w:t>
      </w:r>
      <w:r w:rsidRPr="00F23192">
        <w:t>quelques instants plus tard</w:t>
      </w:r>
      <w:r w:rsidR="00D60A57">
        <w:t xml:space="preserve">, </w:t>
      </w:r>
      <w:r w:rsidRPr="00F23192">
        <w:t>le blessé</w:t>
      </w:r>
      <w:r w:rsidR="00D60A57">
        <w:t xml:space="preserve">, </w:t>
      </w:r>
      <w:r w:rsidRPr="00F23192">
        <w:t>étendu sur le lit du cabaretier était examiné avec soin par son sauveur</w:t>
      </w:r>
      <w:r w:rsidR="00D60A57">
        <w:t xml:space="preserve"> ; </w:t>
      </w:r>
      <w:r w:rsidRPr="00F23192">
        <w:t>par mesure de prudence</w:t>
      </w:r>
      <w:r w:rsidR="00D60A57">
        <w:t xml:space="preserve">, </w:t>
      </w:r>
      <w:r w:rsidRPr="00F23192">
        <w:t>celui-ci s</w:t>
      </w:r>
      <w:r w:rsidR="00D60A57">
        <w:t>’</w:t>
      </w:r>
      <w:r w:rsidRPr="00F23192">
        <w:t>était enc</w:t>
      </w:r>
      <w:r w:rsidRPr="00F23192">
        <w:t>a</w:t>
      </w:r>
      <w:r w:rsidRPr="00F23192">
        <w:t>puchonné la tête dans une manière de cagoule qui lui mettait sur le visage comme un masque d</w:t>
      </w:r>
      <w:r w:rsidR="00D60A57">
        <w:t>’</w:t>
      </w:r>
      <w:r w:rsidRPr="00F23192">
        <w:t>étoffe rouge</w:t>
      </w:r>
      <w:r w:rsidR="00D60A57">
        <w:t xml:space="preserve">, </w:t>
      </w:r>
      <w:r w:rsidRPr="00F23192">
        <w:t>ce qui lui pe</w:t>
      </w:r>
      <w:r w:rsidRPr="00F23192">
        <w:t>r</w:t>
      </w:r>
      <w:r w:rsidRPr="00F23192">
        <w:t>mettait de protéger son incognito contre une indiscrétion da</w:t>
      </w:r>
      <w:r w:rsidRPr="00F23192">
        <w:t>n</w:t>
      </w:r>
      <w:r w:rsidRPr="00F23192">
        <w:t>gereuse</w:t>
      </w:r>
      <w:r w:rsidR="00D60A57">
        <w:t>.</w:t>
      </w:r>
    </w:p>
    <w:p w14:paraId="6867711E" w14:textId="77777777" w:rsidR="00D60A57" w:rsidRDefault="00E36F6A" w:rsidP="00D60A57">
      <w:r w:rsidRPr="00F23192">
        <w:t>Après avoir examiné les blessures en homme qui s</w:t>
      </w:r>
      <w:r w:rsidR="00D60A57">
        <w:t>’</w:t>
      </w:r>
      <w:r w:rsidRPr="00F23192">
        <w:t>y connaissait</w:t>
      </w:r>
      <w:r w:rsidR="00D60A57">
        <w:t xml:space="preserve">, </w:t>
      </w:r>
      <w:r w:rsidRPr="00F23192">
        <w:t>il donna à Le Hugon certaines instructions précises relativement au pansement qu</w:t>
      </w:r>
      <w:r w:rsidR="00D60A57">
        <w:t>’</w:t>
      </w:r>
      <w:r w:rsidRPr="00F23192">
        <w:t>il convenait d</w:t>
      </w:r>
      <w:r w:rsidR="00D60A57">
        <w:t>’</w:t>
      </w:r>
      <w:r w:rsidRPr="00F23192">
        <w:t>appliquer</w:t>
      </w:r>
      <w:r w:rsidR="00D60A57">
        <w:t>.</w:t>
      </w:r>
    </w:p>
    <w:p w14:paraId="2B41BFCB" w14:textId="77777777" w:rsidR="00D60A57" w:rsidRDefault="00E36F6A" w:rsidP="00D60A57">
      <w:r w:rsidRPr="00F23192">
        <w:lastRenderedPageBreak/>
        <w:t>Puis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une voix précise</w:t>
      </w:r>
      <w:r w:rsidR="00D60A57">
        <w:t> :</w:t>
      </w:r>
    </w:p>
    <w:p w14:paraId="63E44064" w14:textId="77777777" w:rsidR="00D60A57" w:rsidRDefault="00D60A57" w:rsidP="00D60A57">
      <w:r>
        <w:t>— </w:t>
      </w:r>
      <w:r w:rsidR="00E36F6A" w:rsidRPr="00F23192">
        <w:t>Je le laisse sous ta garde</w:t>
      </w:r>
      <w:r>
        <w:t xml:space="preserve">… </w:t>
      </w:r>
      <w:r w:rsidR="00E36F6A" w:rsidRPr="00F23192">
        <w:t>que personne ne soupçonne sa présence ici</w:t>
      </w:r>
      <w:r>
        <w:t>…</w:t>
      </w:r>
    </w:p>
    <w:p w14:paraId="4B97912F" w14:textId="77777777" w:rsidR="00D60A57" w:rsidRDefault="00D60A57" w:rsidP="00D60A57">
      <w:r>
        <w:t>— </w:t>
      </w:r>
      <w:r w:rsidR="00E36F6A" w:rsidRPr="00F23192">
        <w:t>Et s</w:t>
      </w:r>
      <w:r>
        <w:t>’</w:t>
      </w:r>
      <w:r w:rsidR="00E36F6A" w:rsidRPr="00F23192">
        <w:t>il m</w:t>
      </w:r>
      <w:r>
        <w:t>’</w:t>
      </w:r>
      <w:r w:rsidR="00E36F6A" w:rsidRPr="00F23192">
        <w:t>interroge</w:t>
      </w:r>
      <w:r>
        <w:t> ?</w:t>
      </w:r>
    </w:p>
    <w:p w14:paraId="5477CDDE" w14:textId="77777777" w:rsidR="00D60A57" w:rsidRDefault="00D60A57" w:rsidP="00D60A57">
      <w:r>
        <w:t>— </w:t>
      </w:r>
      <w:r w:rsidR="00E36F6A" w:rsidRPr="00F23192">
        <w:t>N</w:t>
      </w:r>
      <w:r>
        <w:t>’</w:t>
      </w:r>
      <w:r w:rsidR="00E36F6A" w:rsidRPr="00F23192">
        <w:t>aie crainte</w:t>
      </w:r>
      <w:r>
        <w:t xml:space="preserve">… </w:t>
      </w:r>
      <w:r w:rsidR="00E36F6A" w:rsidRPr="00F23192">
        <w:t>s</w:t>
      </w:r>
      <w:r>
        <w:t>’</w:t>
      </w:r>
      <w:r w:rsidR="00E36F6A" w:rsidRPr="00F23192">
        <w:t>il revient à lui</w:t>
      </w:r>
      <w:r>
        <w:t xml:space="preserve">… </w:t>
      </w:r>
      <w:r w:rsidR="00E36F6A" w:rsidRPr="00F23192">
        <w:t>à condition que Dieu veuille qu</w:t>
      </w:r>
      <w:r>
        <w:t>’</w:t>
      </w:r>
      <w:r w:rsidR="00E36F6A" w:rsidRPr="00F23192">
        <w:t>il s</w:t>
      </w:r>
      <w:r>
        <w:t>’</w:t>
      </w:r>
      <w:r w:rsidR="00E36F6A" w:rsidRPr="00F23192">
        <w:t>en tire</w:t>
      </w:r>
      <w:r>
        <w:t xml:space="preserve">… </w:t>
      </w:r>
      <w:r w:rsidR="00E36F6A" w:rsidRPr="00F23192">
        <w:t>ce ne sera pas de sitôt</w:t>
      </w:r>
      <w:r>
        <w:t xml:space="preserve">… </w:t>
      </w:r>
      <w:r w:rsidR="00E36F6A" w:rsidRPr="00F23192">
        <w:t>Certain coup a</w:t>
      </w:r>
      <w:r w:rsidR="00E36F6A" w:rsidRPr="00F23192">
        <w:t>u</w:t>
      </w:r>
      <w:r w:rsidR="00E36F6A" w:rsidRPr="00F23192">
        <w:t>rait dû le jeter bas pour toujours</w:t>
      </w:r>
      <w:r>
        <w:t xml:space="preserve"> ; </w:t>
      </w:r>
      <w:r w:rsidR="00E36F6A" w:rsidRPr="00F23192">
        <w:t>donc</w:t>
      </w:r>
      <w:r>
        <w:t xml:space="preserve">, </w:t>
      </w:r>
      <w:r w:rsidR="00E36F6A" w:rsidRPr="00F23192">
        <w:t>avant qu</w:t>
      </w:r>
      <w:r>
        <w:t>’</w:t>
      </w:r>
      <w:r w:rsidR="00E36F6A" w:rsidRPr="00F23192">
        <w:t>il soit en état de parler</w:t>
      </w:r>
      <w:r>
        <w:t xml:space="preserve">, </w:t>
      </w:r>
      <w:r w:rsidR="00E36F6A" w:rsidRPr="00F23192">
        <w:t>il passera de l</w:t>
      </w:r>
      <w:r>
        <w:t>’</w:t>
      </w:r>
      <w:r w:rsidR="00E36F6A" w:rsidRPr="00F23192">
        <w:t xml:space="preserve">eau au </w:t>
      </w:r>
      <w:proofErr w:type="spellStart"/>
      <w:r w:rsidR="00E36F6A" w:rsidRPr="00F23192">
        <w:t>Dourduff</w:t>
      </w:r>
      <w:proofErr w:type="spellEnd"/>
      <w:r>
        <w:t>…</w:t>
      </w:r>
    </w:p>
    <w:p w14:paraId="0D864803" w14:textId="77777777" w:rsidR="00D60A57" w:rsidRDefault="00E36F6A" w:rsidP="00D60A57">
      <w:r w:rsidRPr="00F23192">
        <w:t>L</w:t>
      </w:r>
      <w:r w:rsidR="00D60A57">
        <w:t>’</w:t>
      </w:r>
      <w:r w:rsidRPr="00F23192">
        <w:t>homme inclina la tête</w:t>
      </w:r>
      <w:r w:rsidR="00D60A57">
        <w:t xml:space="preserve">, </w:t>
      </w:r>
      <w:r w:rsidRPr="00F23192">
        <w:t>indiquant qu</w:t>
      </w:r>
      <w:r w:rsidR="00D60A57">
        <w:t>’</w:t>
      </w:r>
      <w:r w:rsidRPr="00F23192">
        <w:t>il observerait la consigne donnée</w:t>
      </w:r>
      <w:r w:rsidR="00D60A57">
        <w:t>.</w:t>
      </w:r>
    </w:p>
    <w:p w14:paraId="5E238B53" w14:textId="77777777" w:rsidR="00D60A57" w:rsidRDefault="00D60A57" w:rsidP="00D60A57">
      <w:r>
        <w:t>— </w:t>
      </w:r>
      <w:r w:rsidR="00E36F6A" w:rsidRPr="00F23192">
        <w:t>D</w:t>
      </w:r>
      <w:r>
        <w:t>’</w:t>
      </w:r>
      <w:r w:rsidR="00E36F6A" w:rsidRPr="00F23192">
        <w:t>ailleurs</w:t>
      </w:r>
      <w:r>
        <w:t xml:space="preserve">, </w:t>
      </w:r>
      <w:r w:rsidR="00E36F6A" w:rsidRPr="00F23192">
        <w:t>poursuivit-il</w:t>
      </w:r>
      <w:r>
        <w:t xml:space="preserve">, </w:t>
      </w:r>
      <w:r w:rsidR="00E36F6A" w:rsidRPr="00F23192">
        <w:t>je n</w:t>
      </w:r>
      <w:r>
        <w:t>’</w:t>
      </w:r>
      <w:r w:rsidR="00E36F6A" w:rsidRPr="00F23192">
        <w:t>ai pas l</w:t>
      </w:r>
      <w:r>
        <w:t>’</w:t>
      </w:r>
      <w:r w:rsidR="00E36F6A" w:rsidRPr="00F23192">
        <w:t>intention de te le laisser en garde</w:t>
      </w:r>
      <w:r>
        <w:t xml:space="preserve"> ; </w:t>
      </w:r>
      <w:r w:rsidR="00E36F6A" w:rsidRPr="00F23192">
        <w:t>mais j</w:t>
      </w:r>
      <w:r>
        <w:t>’</w:t>
      </w:r>
      <w:r w:rsidR="00E36F6A" w:rsidRPr="00F23192">
        <w:t>ai affaire ailleurs pour l</w:t>
      </w:r>
      <w:r>
        <w:t>’</w:t>
      </w:r>
      <w:r w:rsidR="00E36F6A" w:rsidRPr="00F23192">
        <w:t>instant et n</w:t>
      </w:r>
      <w:r>
        <w:t>’</w:t>
      </w:r>
      <w:r w:rsidR="00E36F6A" w:rsidRPr="00F23192">
        <w:t>ai pas le loisir de m</w:t>
      </w:r>
      <w:r>
        <w:t>’</w:t>
      </w:r>
      <w:r w:rsidR="00E36F6A" w:rsidRPr="00F23192">
        <w:t>occuper de lui</w:t>
      </w:r>
      <w:r>
        <w:t>.</w:t>
      </w:r>
    </w:p>
    <w:p w14:paraId="15BBD087" w14:textId="77777777" w:rsidR="00D60A57" w:rsidRDefault="00E36F6A" w:rsidP="00D60A57">
      <w:r w:rsidRPr="00F23192">
        <w:t>Ayant dit</w:t>
      </w:r>
      <w:r w:rsidR="00D60A57">
        <w:t xml:space="preserve">, </w:t>
      </w:r>
      <w:r w:rsidRPr="00F23192">
        <w:t>il jeta un dernier regard sur le blessé et descendit lentement l</w:t>
      </w:r>
      <w:r w:rsidR="00D60A57">
        <w:t>’</w:t>
      </w:r>
      <w:r w:rsidRPr="00F23192">
        <w:t>escalier</w:t>
      </w:r>
      <w:r w:rsidR="00D60A57">
        <w:t xml:space="preserve">, </w:t>
      </w:r>
      <w:r w:rsidRPr="00F23192">
        <w:t>ordonnant</w:t>
      </w:r>
      <w:r w:rsidR="00D60A57">
        <w:t> :</w:t>
      </w:r>
    </w:p>
    <w:p w14:paraId="4420B297" w14:textId="77777777" w:rsidR="00D60A57" w:rsidRDefault="00D60A57" w:rsidP="00D60A57">
      <w:r>
        <w:t>— </w:t>
      </w:r>
      <w:r w:rsidR="00E36F6A" w:rsidRPr="00F23192">
        <w:t xml:space="preserve">Mets </w:t>
      </w:r>
      <w:proofErr w:type="spellStart"/>
      <w:r w:rsidR="00E36F6A" w:rsidRPr="00F23192">
        <w:t>Doublebanc</w:t>
      </w:r>
      <w:proofErr w:type="spellEnd"/>
      <w:r w:rsidR="00E36F6A" w:rsidRPr="00F23192">
        <w:t xml:space="preserve"> à l</w:t>
      </w:r>
      <w:r>
        <w:t>’</w:t>
      </w:r>
      <w:r w:rsidR="00E36F6A" w:rsidRPr="00F23192">
        <w:t>écurie et donne-lui double ration d</w:t>
      </w:r>
      <w:r>
        <w:t>’</w:t>
      </w:r>
      <w:r w:rsidR="00E36F6A" w:rsidRPr="00F23192">
        <w:t>avoine</w:t>
      </w:r>
      <w:r>
        <w:t xml:space="preserve"> ; </w:t>
      </w:r>
      <w:r w:rsidR="00E36F6A" w:rsidRPr="00F23192">
        <w:t>il aura une course à fournir avant la fin de la nuit</w:t>
      </w:r>
      <w:r>
        <w:t>…</w:t>
      </w:r>
    </w:p>
    <w:p w14:paraId="29849A9D" w14:textId="77777777" w:rsidR="00D60A57" w:rsidRDefault="00E36F6A" w:rsidP="00D60A57">
      <w:r w:rsidRPr="00F23192">
        <w:t>Il sortit et</w:t>
      </w:r>
      <w:r w:rsidR="00D60A57">
        <w:t xml:space="preserve">, </w:t>
      </w:r>
      <w:r w:rsidRPr="00F23192">
        <w:t>à longues enjambées souples et rapides</w:t>
      </w:r>
      <w:r w:rsidR="00D60A57">
        <w:t xml:space="preserve">, </w:t>
      </w:r>
      <w:r w:rsidRPr="00F23192">
        <w:t>se la</w:t>
      </w:r>
      <w:r w:rsidRPr="00F23192">
        <w:t>n</w:t>
      </w:r>
      <w:r w:rsidRPr="00F23192">
        <w:t>ça dans la nuit</w:t>
      </w:r>
      <w:r w:rsidR="00D60A57">
        <w:t>.</w:t>
      </w:r>
    </w:p>
    <w:p w14:paraId="41AAF61A" w14:textId="77777777" w:rsidR="00D60A57" w:rsidRDefault="00E36F6A" w:rsidP="00D60A57">
      <w:r w:rsidRPr="00F23192">
        <w:t>Il allait</w:t>
      </w:r>
      <w:r w:rsidR="00D60A57">
        <w:t xml:space="preserve">, </w:t>
      </w:r>
      <w:r w:rsidRPr="00F23192">
        <w:t>fondu dans l</w:t>
      </w:r>
      <w:r w:rsidR="00D60A57">
        <w:t>’</w:t>
      </w:r>
      <w:r w:rsidRPr="00F23192">
        <w:t xml:space="preserve">ombre épaisse des châtaigniers qui formaient la lisière des bois de </w:t>
      </w:r>
      <w:proofErr w:type="spellStart"/>
      <w:r w:rsidRPr="00F23192">
        <w:t>Ploujean</w:t>
      </w:r>
      <w:proofErr w:type="spellEnd"/>
      <w:r w:rsidR="00D60A57">
        <w:t xml:space="preserve">, </w:t>
      </w:r>
      <w:r w:rsidRPr="00F23192">
        <w:t>qui dressent leurs frondaisons parallèlement à la rivière</w:t>
      </w:r>
      <w:r w:rsidR="00D60A57">
        <w:t>.</w:t>
      </w:r>
    </w:p>
    <w:p w14:paraId="3A8BEBC8" w14:textId="77777777" w:rsidR="00D60A57" w:rsidRDefault="00E36F6A" w:rsidP="00D60A57">
      <w:r w:rsidRPr="00F23192">
        <w:t>Le chemin lui était connu</w:t>
      </w:r>
      <w:r w:rsidR="00D60A57">
        <w:t xml:space="preserve">, </w:t>
      </w:r>
      <w:r w:rsidRPr="00F23192">
        <w:t>car il évitait</w:t>
      </w:r>
      <w:r w:rsidR="00D60A57">
        <w:t xml:space="preserve">, </w:t>
      </w:r>
      <w:r w:rsidRPr="00F23192">
        <w:t>instinctivement pour ainsi dire</w:t>
      </w:r>
      <w:r w:rsidR="00D60A57">
        <w:t xml:space="preserve">, </w:t>
      </w:r>
      <w:r w:rsidRPr="00F23192">
        <w:t>tous les obstacles</w:t>
      </w:r>
      <w:r w:rsidR="00D60A57">
        <w:t xml:space="preserve">, </w:t>
      </w:r>
      <w:r w:rsidRPr="00F23192">
        <w:t>comme il connaissait les méandres de la rivière qui lui servait évidemment pour ses op</w:t>
      </w:r>
      <w:r w:rsidRPr="00F23192">
        <w:t>é</w:t>
      </w:r>
      <w:r w:rsidRPr="00F23192">
        <w:t>rations multiples</w:t>
      </w:r>
      <w:r w:rsidR="00D60A57">
        <w:t>.</w:t>
      </w:r>
    </w:p>
    <w:p w14:paraId="6E8AE2ED" w14:textId="77777777" w:rsidR="00D60A57" w:rsidRDefault="00E36F6A" w:rsidP="00D60A57">
      <w:r w:rsidRPr="00F23192">
        <w:lastRenderedPageBreak/>
        <w:t>Vint un moment où</w:t>
      </w:r>
      <w:r w:rsidR="00D60A57">
        <w:t xml:space="preserve">, </w:t>
      </w:r>
      <w:r w:rsidRPr="00F23192">
        <w:t>après s</w:t>
      </w:r>
      <w:r w:rsidR="00D60A57">
        <w:t>’</w:t>
      </w:r>
      <w:r w:rsidRPr="00F23192">
        <w:t>être assuré d</w:t>
      </w:r>
      <w:r w:rsidR="00D60A57">
        <w:t>’</w:t>
      </w:r>
      <w:r w:rsidRPr="00F23192">
        <w:t>un rapide coup d</w:t>
      </w:r>
      <w:r w:rsidR="00D60A57">
        <w:t>’</w:t>
      </w:r>
      <w:r w:rsidRPr="00F23192">
        <w:t>œil que la route était d</w:t>
      </w:r>
      <w:r w:rsidRPr="00F23192">
        <w:t>é</w:t>
      </w:r>
      <w:r w:rsidRPr="00F23192">
        <w:t>serte</w:t>
      </w:r>
      <w:r w:rsidR="00D60A57">
        <w:t xml:space="preserve">, </w:t>
      </w:r>
      <w:r w:rsidRPr="00F23192">
        <w:t>il y sauta d</w:t>
      </w:r>
      <w:r w:rsidR="00D60A57">
        <w:t>’</w:t>
      </w:r>
      <w:r w:rsidRPr="00F23192">
        <w:t>un bond</w:t>
      </w:r>
      <w:r w:rsidR="00D60A57">
        <w:t xml:space="preserve">, </w:t>
      </w:r>
      <w:r w:rsidRPr="00F23192">
        <w:t>la franchit et</w:t>
      </w:r>
      <w:r w:rsidR="00D60A57">
        <w:t xml:space="preserve">, </w:t>
      </w:r>
      <w:r w:rsidRPr="00F23192">
        <w:t>dégringolant prestement le talus dont la crête su</w:t>
      </w:r>
      <w:r w:rsidRPr="00F23192">
        <w:t>r</w:t>
      </w:r>
      <w:r w:rsidRPr="00F23192">
        <w:t>plombait la rivière</w:t>
      </w:r>
      <w:r w:rsidR="00D60A57">
        <w:t xml:space="preserve">, </w:t>
      </w:r>
      <w:r w:rsidRPr="00F23192">
        <w:t>rejoignit celle-ci juste en un point qui formait une m</w:t>
      </w:r>
      <w:r w:rsidRPr="00F23192">
        <w:t>i</w:t>
      </w:r>
      <w:r w:rsidRPr="00F23192">
        <w:t>nuscule crique où</w:t>
      </w:r>
      <w:r w:rsidR="00D60A57">
        <w:t xml:space="preserve">, </w:t>
      </w:r>
      <w:r w:rsidRPr="00F23192">
        <w:t>dissimulée au milieu des roseaux</w:t>
      </w:r>
      <w:r w:rsidR="00D60A57">
        <w:t xml:space="preserve">, </w:t>
      </w:r>
      <w:r w:rsidRPr="00F23192">
        <w:t>était ama</w:t>
      </w:r>
      <w:r w:rsidRPr="00F23192">
        <w:t>r</w:t>
      </w:r>
      <w:r w:rsidRPr="00F23192">
        <w:t>rée une manière de barque</w:t>
      </w:r>
      <w:r w:rsidR="00D60A57">
        <w:t>.</w:t>
      </w:r>
    </w:p>
    <w:p w14:paraId="1FDCD13E" w14:textId="77777777" w:rsidR="00D60A57" w:rsidRDefault="00E36F6A" w:rsidP="00D60A57">
      <w:r w:rsidRPr="00F23192">
        <w:t>En quelques coups de rame</w:t>
      </w:r>
      <w:r w:rsidR="00D60A57">
        <w:t xml:space="preserve">, </w:t>
      </w:r>
      <w:r w:rsidRPr="00F23192">
        <w:t>il eut vivement gagné l</w:t>
      </w:r>
      <w:r w:rsidR="00D60A57">
        <w:t>’</w:t>
      </w:r>
      <w:r w:rsidRPr="00F23192">
        <w:t>autre rive où il demeura durant quelques instants tapi</w:t>
      </w:r>
      <w:r w:rsidR="00D60A57">
        <w:t xml:space="preserve">, </w:t>
      </w:r>
      <w:r w:rsidRPr="00F23192">
        <w:t>invisible</w:t>
      </w:r>
      <w:r w:rsidR="00D60A57">
        <w:t xml:space="preserve">, </w:t>
      </w:r>
      <w:r w:rsidRPr="00F23192">
        <w:t>pour s</w:t>
      </w:r>
      <w:r w:rsidR="00D60A57">
        <w:t>’</w:t>
      </w:r>
      <w:r w:rsidRPr="00F23192">
        <w:t>assurer que nul n</w:t>
      </w:r>
      <w:r w:rsidR="00D60A57">
        <w:t>’</w:t>
      </w:r>
      <w:r w:rsidRPr="00F23192">
        <w:t>avait pu surprendre sa traversée</w:t>
      </w:r>
      <w:r w:rsidR="00D60A57">
        <w:t>.</w:t>
      </w:r>
    </w:p>
    <w:p w14:paraId="2FC44CAA" w14:textId="77777777" w:rsidR="00D60A57" w:rsidRDefault="00E36F6A" w:rsidP="00D60A57">
      <w:r w:rsidRPr="00F23192">
        <w:t>Sans crainte sur ce point</w:t>
      </w:r>
      <w:r w:rsidR="00D60A57">
        <w:t xml:space="preserve">, </w:t>
      </w:r>
      <w:r w:rsidRPr="00F23192">
        <w:t>il reprit sa course</w:t>
      </w:r>
      <w:r w:rsidR="00D60A57">
        <w:t xml:space="preserve">, </w:t>
      </w:r>
      <w:r w:rsidRPr="00F23192">
        <w:t>accélérant son allure jusqu</w:t>
      </w:r>
      <w:r w:rsidR="00D60A57">
        <w:t>’</w:t>
      </w:r>
      <w:r w:rsidRPr="00F23192">
        <w:t>à ce que lui parvînt l</w:t>
      </w:r>
      <w:r w:rsidR="00D60A57">
        <w:t>’</w:t>
      </w:r>
      <w:r w:rsidRPr="00F23192">
        <w:t>écho lointain d</w:t>
      </w:r>
      <w:r w:rsidR="00D60A57">
        <w:t>’</w:t>
      </w:r>
      <w:r w:rsidRPr="00F23192">
        <w:t>un hurlement de loup crevant le silence</w:t>
      </w:r>
      <w:r w:rsidR="00D60A57">
        <w:t>.</w:t>
      </w:r>
    </w:p>
    <w:p w14:paraId="47A968C2" w14:textId="77777777" w:rsidR="00D60A57" w:rsidRDefault="00E36F6A" w:rsidP="00D60A57">
      <w:r w:rsidRPr="00F23192">
        <w:t>Alors</w:t>
      </w:r>
      <w:r w:rsidR="00D60A57">
        <w:t xml:space="preserve">, </w:t>
      </w:r>
      <w:r w:rsidRPr="00F23192">
        <w:t>il s</w:t>
      </w:r>
      <w:r w:rsidR="00D60A57">
        <w:t>’</w:t>
      </w:r>
      <w:r w:rsidRPr="00F23192">
        <w:t>arrêta</w:t>
      </w:r>
      <w:r w:rsidR="00D60A57">
        <w:t xml:space="preserve">, </w:t>
      </w:r>
      <w:r w:rsidRPr="00F23192">
        <w:t>plongea</w:t>
      </w:r>
      <w:r w:rsidR="00D60A57">
        <w:t xml:space="preserve">, </w:t>
      </w:r>
      <w:r w:rsidRPr="00F23192">
        <w:t>dans les hautes herbes et y d</w:t>
      </w:r>
      <w:r w:rsidRPr="00F23192">
        <w:t>e</w:t>
      </w:r>
      <w:r w:rsidRPr="00F23192">
        <w:t>meura immobile</w:t>
      </w:r>
      <w:r w:rsidR="00D60A57">
        <w:t xml:space="preserve">, </w:t>
      </w:r>
      <w:r w:rsidRPr="00F23192">
        <w:t>attendant</w:t>
      </w:r>
      <w:r w:rsidR="00D60A57">
        <w:t>.</w:t>
      </w:r>
    </w:p>
    <w:p w14:paraId="0F7803E3" w14:textId="18BDE290" w:rsidR="00E36F6A" w:rsidRPr="00F23192" w:rsidRDefault="00E36F6A" w:rsidP="00D60A57">
      <w:pPr>
        <w:pStyle w:val="Titre1"/>
      </w:pPr>
      <w:bookmarkStart w:id="12" w:name="_Toc186820631"/>
      <w:bookmarkStart w:id="13" w:name="_Toc195122108"/>
      <w:r w:rsidRPr="00F23192">
        <w:lastRenderedPageBreak/>
        <w:t>CHAPITRE VI</w:t>
      </w:r>
      <w:r w:rsidRPr="00F23192">
        <w:br/>
      </w:r>
      <w:r w:rsidRPr="00F23192">
        <w:br/>
        <w:t>RETOUR À LA VIE</w:t>
      </w:r>
      <w:bookmarkEnd w:id="12"/>
      <w:bookmarkEnd w:id="13"/>
      <w:r w:rsidRPr="00F23192">
        <w:br/>
      </w:r>
    </w:p>
    <w:p w14:paraId="276E2350" w14:textId="77777777" w:rsidR="00D60A57" w:rsidRDefault="00E36F6A" w:rsidP="00D60A57">
      <w:r w:rsidRPr="00F23192">
        <w:t xml:space="preserve">Bertrand du </w:t>
      </w:r>
      <w:proofErr w:type="spellStart"/>
      <w:r w:rsidRPr="00F23192">
        <w:t>Falouët</w:t>
      </w:r>
      <w:proofErr w:type="spellEnd"/>
      <w:r w:rsidR="00D60A57">
        <w:t xml:space="preserve">, </w:t>
      </w:r>
      <w:r w:rsidRPr="00F23192">
        <w:t>un beau matin</w:t>
      </w:r>
      <w:r w:rsidR="00D60A57">
        <w:t xml:space="preserve">, </w:t>
      </w:r>
      <w:r w:rsidRPr="00F23192">
        <w:t>était sorti du coma dans lequel</w:t>
      </w:r>
      <w:r w:rsidR="00D60A57">
        <w:t xml:space="preserve">, </w:t>
      </w:r>
      <w:r w:rsidRPr="00F23192">
        <w:t>depuis de longs jours</w:t>
      </w:r>
      <w:r w:rsidR="00D60A57">
        <w:t xml:space="preserve">, </w:t>
      </w:r>
      <w:r w:rsidRPr="00F23192">
        <w:t>il était demeuré enlisé</w:t>
      </w:r>
      <w:r w:rsidR="00D60A57">
        <w:t xml:space="preserve">, </w:t>
      </w:r>
      <w:r w:rsidRPr="00F23192">
        <w:t>la nature semblant ne pas savoir au juste ce qu</w:t>
      </w:r>
      <w:r w:rsidR="00D60A57">
        <w:t>’</w:t>
      </w:r>
      <w:r w:rsidRPr="00F23192">
        <w:t>elle devait déc</w:t>
      </w:r>
      <w:r w:rsidRPr="00F23192">
        <w:t>i</w:t>
      </w:r>
      <w:r w:rsidRPr="00F23192">
        <w:t>der à son endroit</w:t>
      </w:r>
      <w:r w:rsidR="00D60A57">
        <w:t xml:space="preserve"> : </w:t>
      </w:r>
      <w:r w:rsidRPr="00F23192">
        <w:t>ou le laisser vivre ou permettre à la mort de poursuivre l</w:t>
      </w:r>
      <w:r w:rsidR="00D60A57">
        <w:t>’</w:t>
      </w:r>
      <w:r w:rsidRPr="00F23192">
        <w:t>œuvre si imp</w:t>
      </w:r>
      <w:r w:rsidRPr="00F23192">
        <w:t>i</w:t>
      </w:r>
      <w:r w:rsidRPr="00F23192">
        <w:t>toyablement commencée</w:t>
      </w:r>
      <w:r w:rsidR="00D60A57">
        <w:t>.</w:t>
      </w:r>
    </w:p>
    <w:p w14:paraId="03B45AD4" w14:textId="77777777" w:rsidR="00D60A57" w:rsidRDefault="00E36F6A" w:rsidP="00D60A57">
      <w:r w:rsidRPr="00F23192">
        <w:t>Les yeux ouverts</w:t>
      </w:r>
      <w:r w:rsidR="00D60A57">
        <w:t xml:space="preserve">, </w:t>
      </w:r>
      <w:r w:rsidRPr="00F23192">
        <w:t>il promenait autour de lui un regard v</w:t>
      </w:r>
      <w:r w:rsidRPr="00F23192">
        <w:t>a</w:t>
      </w:r>
      <w:r w:rsidRPr="00F23192">
        <w:t>gue</w:t>
      </w:r>
      <w:r w:rsidR="00D60A57">
        <w:t xml:space="preserve">, </w:t>
      </w:r>
      <w:r w:rsidRPr="00F23192">
        <w:t>plein d</w:t>
      </w:r>
      <w:r w:rsidR="00D60A57">
        <w:t>’</w:t>
      </w:r>
      <w:r w:rsidRPr="00F23192">
        <w:t>indécision</w:t>
      </w:r>
      <w:r w:rsidR="00D60A57">
        <w:t xml:space="preserve">, </w:t>
      </w:r>
      <w:r w:rsidRPr="00F23192">
        <w:t>ne trouvant dans ce qui l</w:t>
      </w:r>
      <w:r w:rsidR="00D60A57">
        <w:t>’</w:t>
      </w:r>
      <w:r w:rsidRPr="00F23192">
        <w:t>entourait rien qui fût capable de préciser ses souvenirs</w:t>
      </w:r>
      <w:r w:rsidR="00D60A57">
        <w:t>.</w:t>
      </w:r>
    </w:p>
    <w:p w14:paraId="49EA4C86" w14:textId="77777777" w:rsidR="00D60A57" w:rsidRDefault="00E36F6A" w:rsidP="00D60A57">
      <w:r w:rsidRPr="00F23192">
        <w:t>Autant qu</w:t>
      </w:r>
      <w:r w:rsidR="00D60A57">
        <w:t>’</w:t>
      </w:r>
      <w:r w:rsidRPr="00F23192">
        <w:t>il en jugeait d</w:t>
      </w:r>
      <w:r w:rsidR="00D60A57">
        <w:t>’</w:t>
      </w:r>
      <w:r w:rsidRPr="00F23192">
        <w:t>après le champ visuel</w:t>
      </w:r>
      <w:r w:rsidR="00D60A57">
        <w:t xml:space="preserve"> – </w:t>
      </w:r>
      <w:r w:rsidRPr="00F23192">
        <w:t>très étroit</w:t>
      </w:r>
      <w:r w:rsidR="00D60A57">
        <w:t xml:space="preserve"> – </w:t>
      </w:r>
      <w:r w:rsidRPr="00F23192">
        <w:t>que pouvaient e</w:t>
      </w:r>
      <w:r w:rsidRPr="00F23192">
        <w:t>m</w:t>
      </w:r>
      <w:r w:rsidRPr="00F23192">
        <w:t>brasser ses regards</w:t>
      </w:r>
      <w:r w:rsidR="00D60A57">
        <w:t xml:space="preserve">, </w:t>
      </w:r>
      <w:r w:rsidRPr="00F23192">
        <w:t>la pièce dans laquelle il se trouvait était vaste et les murailles en étaient tendues de t</w:t>
      </w:r>
      <w:r w:rsidRPr="00F23192">
        <w:t>a</w:t>
      </w:r>
      <w:r w:rsidRPr="00F23192">
        <w:t>pisseries de haute lice</w:t>
      </w:r>
      <w:r w:rsidR="00D60A57">
        <w:t xml:space="preserve">, </w:t>
      </w:r>
      <w:r w:rsidRPr="00F23192">
        <w:t>les meubles</w:t>
      </w:r>
      <w:r w:rsidR="00D60A57">
        <w:t xml:space="preserve">, </w:t>
      </w:r>
      <w:r w:rsidRPr="00F23192">
        <w:t>rares</w:t>
      </w:r>
      <w:r w:rsidR="00D60A57">
        <w:t xml:space="preserve">, </w:t>
      </w:r>
      <w:r w:rsidRPr="00F23192">
        <w:t>étaient de prix</w:t>
      </w:r>
      <w:r w:rsidR="00D60A57">
        <w:t xml:space="preserve"> ; </w:t>
      </w:r>
      <w:r w:rsidRPr="00F23192">
        <w:t>aux fenêtres</w:t>
      </w:r>
      <w:r w:rsidR="00D60A57">
        <w:t xml:space="preserve">, </w:t>
      </w:r>
      <w:r w:rsidRPr="00F23192">
        <w:t>qui donnaient pl</w:t>
      </w:r>
      <w:r w:rsidRPr="00F23192">
        <w:t>u</w:t>
      </w:r>
      <w:r w:rsidRPr="00F23192">
        <w:t>tôt l</w:t>
      </w:r>
      <w:r w:rsidR="00D60A57">
        <w:t>’</w:t>
      </w:r>
      <w:r w:rsidRPr="00F23192">
        <w:t>impression d</w:t>
      </w:r>
      <w:r w:rsidR="00D60A57">
        <w:t>’</w:t>
      </w:r>
      <w:r w:rsidRPr="00F23192">
        <w:t>embrasures</w:t>
      </w:r>
      <w:r w:rsidR="00D60A57">
        <w:t xml:space="preserve">, </w:t>
      </w:r>
      <w:r w:rsidRPr="00F23192">
        <w:t>de magnifiques tentures étaient pendues</w:t>
      </w:r>
      <w:r w:rsidR="00D60A57">
        <w:t>.</w:t>
      </w:r>
    </w:p>
    <w:p w14:paraId="0E0D1E0E" w14:textId="77777777" w:rsidR="00D60A57" w:rsidRDefault="00E36F6A" w:rsidP="00D60A57">
      <w:r w:rsidRPr="00F23192">
        <w:t>Rien de tout cela n</w:t>
      </w:r>
      <w:r w:rsidR="00D60A57">
        <w:t>’</w:t>
      </w:r>
      <w:r w:rsidRPr="00F23192">
        <w:t>évoquait en lui l</w:t>
      </w:r>
      <w:r w:rsidR="00D60A57">
        <w:t>’</w:t>
      </w:r>
      <w:r w:rsidRPr="00F23192">
        <w:t xml:space="preserve">impression du </w:t>
      </w:r>
      <w:r w:rsidR="00D60A57">
        <w:t>« </w:t>
      </w:r>
      <w:r w:rsidRPr="00F23192">
        <w:t>déjà vu</w:t>
      </w:r>
      <w:r w:rsidR="00D60A57">
        <w:t xml:space="preserve"> » ; </w:t>
      </w:r>
      <w:r w:rsidRPr="00F23192">
        <w:t>donc</w:t>
      </w:r>
      <w:r w:rsidR="00D60A57">
        <w:t xml:space="preserve">, </w:t>
      </w:r>
      <w:r w:rsidRPr="00F23192">
        <w:t>impossibilité pour lui de se rendre compte du lieu où il se trouvait</w:t>
      </w:r>
      <w:r w:rsidR="00D60A57">
        <w:t>.</w:t>
      </w:r>
    </w:p>
    <w:p w14:paraId="3CF4DC33" w14:textId="77777777" w:rsidR="00D60A57" w:rsidRDefault="00E36F6A" w:rsidP="00D60A57">
      <w:r w:rsidRPr="00F23192">
        <w:t>Cette constatation provoqua une surprise qui eut pour conséquence d</w:t>
      </w:r>
      <w:r w:rsidR="00D60A57">
        <w:t>’</w:t>
      </w:r>
      <w:r w:rsidRPr="00F23192">
        <w:t>activer le travail de sa mémoire</w:t>
      </w:r>
      <w:r w:rsidR="00D60A57">
        <w:t xml:space="preserve">, </w:t>
      </w:r>
      <w:r w:rsidRPr="00F23192">
        <w:t>et un petit effort le poussa à se poser cette question</w:t>
      </w:r>
      <w:r w:rsidR="00D60A57">
        <w:t xml:space="preserve"> : </w:t>
      </w:r>
      <w:r w:rsidRPr="00F23192">
        <w:t xml:space="preserve">quelle </w:t>
      </w:r>
      <w:r w:rsidR="00D60A57">
        <w:t>« </w:t>
      </w:r>
      <w:r w:rsidRPr="00F23192">
        <w:t>série d</w:t>
      </w:r>
      <w:r w:rsidR="00D60A57">
        <w:t>’</w:t>
      </w:r>
      <w:r w:rsidRPr="00F23192">
        <w:t>événements l</w:t>
      </w:r>
      <w:r w:rsidR="00D60A57">
        <w:t>’</w:t>
      </w:r>
      <w:r w:rsidRPr="00F23192">
        <w:t>avait donc conduit céans</w:t>
      </w:r>
      <w:r w:rsidR="00D60A57">
        <w:t> ?</w:t>
      </w:r>
    </w:p>
    <w:p w14:paraId="405B2770" w14:textId="77777777" w:rsidR="00D60A57" w:rsidRDefault="00E36F6A" w:rsidP="00D60A57">
      <w:r w:rsidRPr="00F23192">
        <w:lastRenderedPageBreak/>
        <w:t>Alors</w:t>
      </w:r>
      <w:r w:rsidR="00D60A57">
        <w:t xml:space="preserve">, </w:t>
      </w:r>
      <w:r w:rsidRPr="00F23192">
        <w:t>comme un nuage</w:t>
      </w:r>
      <w:r w:rsidR="00D60A57">
        <w:t xml:space="preserve">, </w:t>
      </w:r>
      <w:r w:rsidRPr="00F23192">
        <w:t>se déchirant soudain</w:t>
      </w:r>
      <w:r w:rsidR="00D60A57">
        <w:t xml:space="preserve">, </w:t>
      </w:r>
      <w:r w:rsidRPr="00F23192">
        <w:t>laisse filtrer un rayon lumineux dont tout s</w:t>
      </w:r>
      <w:r w:rsidR="00D60A57">
        <w:t>’</w:t>
      </w:r>
      <w:r w:rsidRPr="00F23192">
        <w:t>éclaire</w:t>
      </w:r>
      <w:r w:rsidR="00D60A57">
        <w:t xml:space="preserve">, </w:t>
      </w:r>
      <w:r w:rsidRPr="00F23192">
        <w:t>lui apparut</w:t>
      </w:r>
      <w:r w:rsidR="00D60A57">
        <w:t xml:space="preserve">, </w:t>
      </w:r>
      <w:r w:rsidRPr="00F23192">
        <w:t>un peu confuse d</w:t>
      </w:r>
      <w:r w:rsidR="00D60A57">
        <w:t>’</w:t>
      </w:r>
      <w:r w:rsidRPr="00F23192">
        <w:t>abord</w:t>
      </w:r>
      <w:r w:rsidR="00D60A57">
        <w:t xml:space="preserve">, </w:t>
      </w:r>
      <w:r w:rsidRPr="00F23192">
        <w:t>la scène de l</w:t>
      </w:r>
      <w:r w:rsidR="00D60A57">
        <w:t>’</w:t>
      </w:r>
      <w:r w:rsidRPr="00F23192">
        <w:t>attentat dont il avait été victime</w:t>
      </w:r>
      <w:r w:rsidR="00D60A57">
        <w:t xml:space="preserve"> ; </w:t>
      </w:r>
      <w:r w:rsidRPr="00F23192">
        <w:t xml:space="preserve">il se revit chevauchant en toute quiétude à travers les bois de </w:t>
      </w:r>
      <w:proofErr w:type="spellStart"/>
      <w:r w:rsidRPr="00F23192">
        <w:t>Chuchuniou</w:t>
      </w:r>
      <w:proofErr w:type="spellEnd"/>
      <w:r w:rsidR="00D60A57">
        <w:t xml:space="preserve">, </w:t>
      </w:r>
      <w:r w:rsidRPr="00F23192">
        <w:t>il rêvait d</w:t>
      </w:r>
      <w:r w:rsidR="00D60A57">
        <w:t>’</w:t>
      </w:r>
      <w:r w:rsidRPr="00F23192">
        <w:t>Edwige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âme cruellement déchirée par la décision qu</w:t>
      </w:r>
      <w:r w:rsidR="00D60A57">
        <w:t>’</w:t>
      </w:r>
      <w:r w:rsidRPr="00F23192">
        <w:t>il avait prise de sacrifier son amour au salut de la patrie bretonne</w:t>
      </w:r>
      <w:r w:rsidR="00D60A57">
        <w:t xml:space="preserve">, </w:t>
      </w:r>
      <w:r w:rsidRPr="00F23192">
        <w:t>quand</w:t>
      </w:r>
      <w:r w:rsidR="00D60A57">
        <w:t xml:space="preserve">, </w:t>
      </w:r>
      <w:r w:rsidRPr="00F23192">
        <w:t>un brusque écart de sa monture lui avait fait quitter la selle</w:t>
      </w:r>
      <w:r w:rsidR="00D60A57">
        <w:t xml:space="preserve"> ; </w:t>
      </w:r>
      <w:r w:rsidRPr="00F23192">
        <w:t>cet écart</w:t>
      </w:r>
      <w:r w:rsidR="00D60A57">
        <w:t xml:space="preserve"> – </w:t>
      </w:r>
      <w:r w:rsidRPr="00F23192">
        <w:t>il avait pu s</w:t>
      </w:r>
      <w:r w:rsidR="00D60A57">
        <w:t>’</w:t>
      </w:r>
      <w:r w:rsidRPr="00F23192">
        <w:t>en rendre compte</w:t>
      </w:r>
      <w:r w:rsidR="00D60A57">
        <w:t xml:space="preserve"> – </w:t>
      </w:r>
      <w:r w:rsidRPr="00F23192">
        <w:t>avait été provoqué par la ruée subite d</w:t>
      </w:r>
      <w:r w:rsidR="00D60A57">
        <w:t>’</w:t>
      </w:r>
      <w:r w:rsidRPr="00F23192">
        <w:t>une poignée d</w:t>
      </w:r>
      <w:r w:rsidR="00D60A57">
        <w:t>’</w:t>
      </w:r>
      <w:r w:rsidRPr="00F23192">
        <w:t>individus armés</w:t>
      </w:r>
      <w:r w:rsidR="00D60A57">
        <w:t xml:space="preserve">, </w:t>
      </w:r>
      <w:r w:rsidRPr="00F23192">
        <w:t>surgis des fourrés</w:t>
      </w:r>
      <w:r w:rsidR="00D60A57">
        <w:t>.</w:t>
      </w:r>
    </w:p>
    <w:p w14:paraId="44EF0101" w14:textId="77777777" w:rsidR="00D60A57" w:rsidRDefault="00E36F6A" w:rsidP="00D60A57">
      <w:r w:rsidRPr="00F23192">
        <w:t>Prestement relevé</w:t>
      </w:r>
      <w:r w:rsidR="00D60A57">
        <w:t xml:space="preserve">, </w:t>
      </w:r>
      <w:r w:rsidRPr="00F23192">
        <w:t>il avait mis l</w:t>
      </w:r>
      <w:r w:rsidR="00D60A57">
        <w:t>’</w:t>
      </w:r>
      <w:r w:rsidRPr="00F23192">
        <w:t>épée à la main et avait b</w:t>
      </w:r>
      <w:r w:rsidRPr="00F23192">
        <w:t>a</w:t>
      </w:r>
      <w:r w:rsidRPr="00F23192">
        <w:t>taillé ferme</w:t>
      </w:r>
      <w:r w:rsidR="00D60A57">
        <w:t xml:space="preserve">, </w:t>
      </w:r>
      <w:r w:rsidRPr="00F23192">
        <w:t>jusqu</w:t>
      </w:r>
      <w:r w:rsidR="00D60A57">
        <w:t>’</w:t>
      </w:r>
      <w:r w:rsidRPr="00F23192">
        <w:t>au moment où</w:t>
      </w:r>
      <w:r w:rsidR="00D60A57">
        <w:t xml:space="preserve">, </w:t>
      </w:r>
      <w:r w:rsidRPr="00F23192">
        <w:t>accablé par le nombre et pl</w:t>
      </w:r>
      <w:r w:rsidRPr="00F23192">
        <w:t>u</w:t>
      </w:r>
      <w:r w:rsidRPr="00F23192">
        <w:t>sieurs fois blessé</w:t>
      </w:r>
      <w:r w:rsidR="00D60A57">
        <w:t xml:space="preserve">, </w:t>
      </w:r>
      <w:r w:rsidRPr="00F23192">
        <w:t>il s</w:t>
      </w:r>
      <w:r w:rsidR="00D60A57">
        <w:t>’</w:t>
      </w:r>
      <w:r w:rsidRPr="00F23192">
        <w:t>était écroulé</w:t>
      </w:r>
      <w:r w:rsidR="00D60A57">
        <w:t>.</w:t>
      </w:r>
    </w:p>
    <w:p w14:paraId="2D359C74" w14:textId="77777777" w:rsidR="00D60A57" w:rsidRDefault="00E36F6A" w:rsidP="00D60A57">
      <w:r w:rsidRPr="00F23192">
        <w:t>Après</w:t>
      </w:r>
      <w:r w:rsidR="00D60A57">
        <w:t xml:space="preserve"> ?… </w:t>
      </w:r>
      <w:r w:rsidRPr="00F23192">
        <w:t>après</w:t>
      </w:r>
      <w:r w:rsidR="00D60A57">
        <w:t xml:space="preserve"> ?… </w:t>
      </w:r>
      <w:r w:rsidRPr="00F23192">
        <w:t>le reste lui échappait</w:t>
      </w:r>
      <w:r w:rsidR="00D60A57">
        <w:t>.</w:t>
      </w:r>
    </w:p>
    <w:p w14:paraId="693639B9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maintenant</w:t>
      </w:r>
      <w:r w:rsidR="00D60A57">
        <w:t xml:space="preserve">, </w:t>
      </w:r>
      <w:r w:rsidRPr="00F23192">
        <w:t>il se réveillait</w:t>
      </w:r>
      <w:r w:rsidR="00D60A57">
        <w:t xml:space="preserve">, </w:t>
      </w:r>
      <w:r w:rsidRPr="00F23192">
        <w:t>vivant</w:t>
      </w:r>
      <w:r w:rsidR="00D60A57">
        <w:t xml:space="preserve">, </w:t>
      </w:r>
      <w:r w:rsidRPr="00F23192">
        <w:t>dans un logement i</w:t>
      </w:r>
      <w:r w:rsidRPr="00F23192">
        <w:t>n</w:t>
      </w:r>
      <w:r w:rsidRPr="00F23192">
        <w:t>connu</w:t>
      </w:r>
      <w:r w:rsidR="00D60A57">
        <w:t> !</w:t>
      </w:r>
    </w:p>
    <w:p w14:paraId="2E590B94" w14:textId="77777777" w:rsidR="00D60A57" w:rsidRDefault="00E36F6A" w:rsidP="00D60A57">
      <w:r w:rsidRPr="00F23192">
        <w:t>Par qui y avait-il été transporté et dans quelles conditions</w:t>
      </w:r>
      <w:r w:rsidR="00D60A57">
        <w:t> ?</w:t>
      </w:r>
    </w:p>
    <w:p w14:paraId="7CAE9F7B" w14:textId="77777777" w:rsidR="00D60A57" w:rsidRDefault="00E36F6A" w:rsidP="00D60A57">
      <w:r w:rsidRPr="00F23192">
        <w:t>Étaient-ce ses adversaires qui le retenaient prisonnier</w:t>
      </w:r>
      <w:r w:rsidR="00D60A57">
        <w:t xml:space="preserve"> ?… </w:t>
      </w:r>
      <w:r w:rsidRPr="00F23192">
        <w:t>Lesquels</w:t>
      </w:r>
      <w:r w:rsidR="00D60A57">
        <w:t xml:space="preserve">, </w:t>
      </w:r>
      <w:r w:rsidRPr="00F23192">
        <w:t>alors</w:t>
      </w:r>
      <w:r w:rsidR="00D60A57">
        <w:t xml:space="preserve">, </w:t>
      </w:r>
      <w:r w:rsidRPr="00F23192">
        <w:t>et dans quel but</w:t>
      </w:r>
      <w:r w:rsidR="00D60A57">
        <w:t> ?</w:t>
      </w:r>
    </w:p>
    <w:p w14:paraId="123A99E7" w14:textId="77777777" w:rsidR="00D60A57" w:rsidRDefault="00E36F6A" w:rsidP="00D60A57">
      <w:r w:rsidRPr="00F23192">
        <w:t>Il voulut se dresser sur son séant</w:t>
      </w:r>
      <w:r w:rsidR="00D60A57">
        <w:t xml:space="preserve"> ; </w:t>
      </w:r>
      <w:r w:rsidRPr="00F23192">
        <w:t>ce geste lui arracha un cri de douleur</w:t>
      </w:r>
      <w:r w:rsidR="00D60A57">
        <w:t xml:space="preserve">, </w:t>
      </w:r>
      <w:r w:rsidRPr="00F23192">
        <w:t>en même temps qu</w:t>
      </w:r>
      <w:r w:rsidR="00D60A57">
        <w:t>’</w:t>
      </w:r>
      <w:r w:rsidRPr="00F23192">
        <w:t>il retombait sur sa couche</w:t>
      </w:r>
      <w:r w:rsidR="00D60A57">
        <w:t xml:space="preserve">, </w:t>
      </w:r>
      <w:r w:rsidRPr="00F23192">
        <w:t>sans connaissance</w:t>
      </w:r>
      <w:r w:rsidR="00D60A57">
        <w:t>.</w:t>
      </w:r>
    </w:p>
    <w:p w14:paraId="3DCA8586" w14:textId="77777777" w:rsidR="00D60A57" w:rsidRDefault="00E36F6A" w:rsidP="00D60A57">
      <w:r w:rsidRPr="00F23192">
        <w:t>Alors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un coin de la pièce que ne pouvait battre son rayon visuel</w:t>
      </w:r>
      <w:r w:rsidR="00D60A57">
        <w:t xml:space="preserve">, </w:t>
      </w:r>
      <w:r w:rsidRPr="00F23192">
        <w:t>quelqu</w:t>
      </w:r>
      <w:r w:rsidR="00D60A57">
        <w:t>’</w:t>
      </w:r>
      <w:r w:rsidRPr="00F23192">
        <w:t>un surgit qui s</w:t>
      </w:r>
      <w:r w:rsidR="00D60A57">
        <w:t>’</w:t>
      </w:r>
      <w:r w:rsidRPr="00F23192">
        <w:t>avança vers le lit</w:t>
      </w:r>
      <w:r w:rsidR="00D60A57">
        <w:t xml:space="preserve">, </w:t>
      </w:r>
      <w:r w:rsidRPr="00F23192">
        <w:t>marchant pr</w:t>
      </w:r>
      <w:r w:rsidRPr="00F23192">
        <w:t>é</w:t>
      </w:r>
      <w:r w:rsidRPr="00F23192">
        <w:t>cautionneusement sur la pointe des pieds</w:t>
      </w:r>
      <w:r w:rsidR="00D60A57">
        <w:t>.</w:t>
      </w:r>
    </w:p>
    <w:p w14:paraId="1CD260AA" w14:textId="77777777" w:rsidR="00D60A57" w:rsidRDefault="00E36F6A" w:rsidP="00D60A57">
      <w:r w:rsidRPr="00F23192">
        <w:t>Penché vers le blessé</w:t>
      </w:r>
      <w:r w:rsidR="00D60A57">
        <w:t xml:space="preserve">, </w:t>
      </w:r>
      <w:r w:rsidRPr="00F23192">
        <w:t>il considéra avec une attention su</w:t>
      </w:r>
      <w:r w:rsidRPr="00F23192">
        <w:t>r</w:t>
      </w:r>
      <w:r w:rsidRPr="00F23192">
        <w:t>prise le visage pâli par la souffrance dans lequel les yeux</w:t>
      </w:r>
      <w:r w:rsidR="00D60A57">
        <w:t xml:space="preserve">, </w:t>
      </w:r>
      <w:r w:rsidRPr="00F23192">
        <w:t>grands ouverts</w:t>
      </w:r>
      <w:r w:rsidR="00D60A57">
        <w:t xml:space="preserve">, </w:t>
      </w:r>
      <w:r w:rsidRPr="00F23192">
        <w:t>luisaient de fièvre</w:t>
      </w:r>
      <w:r w:rsidR="00D60A57">
        <w:t>.</w:t>
      </w:r>
    </w:p>
    <w:p w14:paraId="350004D9" w14:textId="77777777" w:rsidR="00D60A57" w:rsidRDefault="00E36F6A" w:rsidP="00D60A57">
      <w:r w:rsidRPr="00F23192">
        <w:lastRenderedPageBreak/>
        <w:t>C</w:t>
      </w:r>
      <w:r w:rsidR="00D60A57">
        <w:t>’</w:t>
      </w:r>
      <w:r w:rsidRPr="00F23192">
        <w:t>était un homme d</w:t>
      </w:r>
      <w:r w:rsidR="00D60A57">
        <w:t>’</w:t>
      </w:r>
      <w:r w:rsidRPr="00F23192">
        <w:t>une cinquantaine d</w:t>
      </w:r>
      <w:r w:rsidR="00D60A57">
        <w:t>’</w:t>
      </w:r>
      <w:r w:rsidRPr="00F23192">
        <w:t>années</w:t>
      </w:r>
      <w:r w:rsidR="00D60A57">
        <w:t xml:space="preserve">, </w:t>
      </w:r>
      <w:r w:rsidRPr="00F23192">
        <w:t>vêtu de noir</w:t>
      </w:r>
      <w:r w:rsidR="00D60A57">
        <w:t xml:space="preserve">, </w:t>
      </w:r>
      <w:r w:rsidRPr="00F23192">
        <w:t>qui lui prit le poignet</w:t>
      </w:r>
      <w:r w:rsidR="00D60A57">
        <w:t xml:space="preserve">, </w:t>
      </w:r>
      <w:r w:rsidRPr="00F23192">
        <w:t>comptant les battements du pouls</w:t>
      </w:r>
      <w:r w:rsidR="00D60A57">
        <w:t xml:space="preserve"> ; </w:t>
      </w:r>
      <w:r w:rsidRPr="00F23192">
        <w:t>ce à quoi</w:t>
      </w:r>
      <w:r w:rsidR="00D60A57">
        <w:t xml:space="preserve">, </w:t>
      </w:r>
      <w:r w:rsidRPr="00F23192">
        <w:t>le jeune homme devina que c</w:t>
      </w:r>
      <w:r w:rsidR="00D60A57">
        <w:t>’</w:t>
      </w:r>
      <w:r w:rsidRPr="00F23192">
        <w:t>était là un chirurgien</w:t>
      </w:r>
      <w:r w:rsidR="00D60A57">
        <w:t>.</w:t>
      </w:r>
    </w:p>
    <w:p w14:paraId="52702373" w14:textId="77777777" w:rsidR="00D60A57" w:rsidRDefault="00D60A57" w:rsidP="00D60A57">
      <w:r>
        <w:t>— </w:t>
      </w:r>
      <w:r w:rsidR="00E36F6A" w:rsidRPr="00F23192">
        <w:t>Où suis-je</w:t>
      </w:r>
      <w:r>
        <w:t xml:space="preserve"> ? </w:t>
      </w:r>
      <w:r w:rsidR="00E36F6A" w:rsidRPr="00F23192">
        <w:t>demanda-t-il d</w:t>
      </w:r>
      <w:r>
        <w:t>’</w:t>
      </w:r>
      <w:r w:rsidR="00E36F6A" w:rsidRPr="00F23192">
        <w:t>une voix faible</w:t>
      </w:r>
      <w:r>
        <w:t>.</w:t>
      </w:r>
    </w:p>
    <w:p w14:paraId="0D6E96EF" w14:textId="77777777" w:rsidR="00D60A57" w:rsidRDefault="00E36F6A" w:rsidP="00D60A57">
      <w:r w:rsidRPr="00F23192">
        <w:t>L</w:t>
      </w:r>
      <w:r w:rsidR="00D60A57">
        <w:t>’</w:t>
      </w:r>
      <w:r w:rsidRPr="00F23192">
        <w:t>individu plaça un doigt sur ses lèvres</w:t>
      </w:r>
      <w:r w:rsidR="00D60A57">
        <w:t xml:space="preserve">, </w:t>
      </w:r>
      <w:r w:rsidRPr="00F23192">
        <w:t>lui recommandant le silence</w:t>
      </w:r>
      <w:r w:rsidR="00D60A57">
        <w:t xml:space="preserve"> ; </w:t>
      </w:r>
      <w:r w:rsidRPr="00F23192">
        <w:t>après quoi</w:t>
      </w:r>
      <w:r w:rsidR="00D60A57">
        <w:t xml:space="preserve">, </w:t>
      </w:r>
      <w:r w:rsidRPr="00F23192">
        <w:t>il se mit en mesure d</w:t>
      </w:r>
      <w:r w:rsidR="00D60A57">
        <w:t>’</w:t>
      </w:r>
      <w:r w:rsidRPr="00F23192">
        <w:t>examiner ses ble</w:t>
      </w:r>
      <w:r w:rsidRPr="00F23192">
        <w:t>s</w:t>
      </w:r>
      <w:r w:rsidRPr="00F23192">
        <w:t>sures</w:t>
      </w:r>
      <w:r w:rsidR="00D60A57">
        <w:t xml:space="preserve">, </w:t>
      </w:r>
      <w:r w:rsidRPr="00F23192">
        <w:t>ce qu</w:t>
      </w:r>
      <w:r w:rsidR="00D60A57">
        <w:t>’</w:t>
      </w:r>
      <w:r w:rsidRPr="00F23192">
        <w:t>il fit avec un soin délicat et exp</w:t>
      </w:r>
      <w:r w:rsidRPr="00F23192">
        <w:t>é</w:t>
      </w:r>
      <w:r w:rsidRPr="00F23192">
        <w:t>rimenté</w:t>
      </w:r>
      <w:r w:rsidR="00D60A57">
        <w:t xml:space="preserve">. </w:t>
      </w:r>
      <w:r w:rsidRPr="00F23192">
        <w:t>Le jeune homme balb</w:t>
      </w:r>
      <w:r w:rsidRPr="00F23192">
        <w:t>u</w:t>
      </w:r>
      <w:r w:rsidRPr="00F23192">
        <w:t>tia à nouveau</w:t>
      </w:r>
      <w:r w:rsidR="00D60A57">
        <w:t> :</w:t>
      </w:r>
    </w:p>
    <w:p w14:paraId="4D0CB12D" w14:textId="77777777" w:rsidR="00D60A57" w:rsidRDefault="00D60A57" w:rsidP="00D60A57">
      <w:r>
        <w:t>— </w:t>
      </w:r>
      <w:r w:rsidR="00E36F6A" w:rsidRPr="00F23192">
        <w:t>Au nom du ciel</w:t>
      </w:r>
      <w:r>
        <w:t xml:space="preserve">, </w:t>
      </w:r>
      <w:r w:rsidR="00E36F6A" w:rsidRPr="00F23192">
        <w:t>dites-moi où je me trouve céans</w:t>
      </w:r>
      <w:r>
        <w:t>.</w:t>
      </w:r>
    </w:p>
    <w:p w14:paraId="44A5C849" w14:textId="77777777" w:rsidR="00D60A57" w:rsidRDefault="00E36F6A" w:rsidP="00D60A57">
      <w:r w:rsidRPr="00F23192">
        <w:t>L</w:t>
      </w:r>
      <w:r w:rsidR="00D60A57">
        <w:t>’</w:t>
      </w:r>
      <w:r w:rsidRPr="00F23192">
        <w:t>homme</w:t>
      </w:r>
      <w:r w:rsidR="00D60A57">
        <w:t xml:space="preserve">, </w:t>
      </w:r>
      <w:r w:rsidRPr="00F23192">
        <w:t>alors</w:t>
      </w:r>
      <w:r w:rsidR="00D60A57">
        <w:t xml:space="preserve">, </w:t>
      </w:r>
      <w:r w:rsidRPr="00F23192">
        <w:t>désigna sa langue</w:t>
      </w:r>
      <w:r w:rsidR="00D60A57">
        <w:t xml:space="preserve">, </w:t>
      </w:r>
      <w:r w:rsidRPr="00F23192">
        <w:t>puis ses oreilles</w:t>
      </w:r>
      <w:r w:rsidR="00D60A57">
        <w:t xml:space="preserve">, </w:t>
      </w:r>
      <w:r w:rsidRPr="00F23192">
        <w:t>mim</w:t>
      </w:r>
      <w:r w:rsidRPr="00F23192">
        <w:t>i</w:t>
      </w:r>
      <w:r w:rsidRPr="00F23192">
        <w:t>que assez claire pour faire comprendre qu</w:t>
      </w:r>
      <w:r w:rsidR="00D60A57">
        <w:t>’</w:t>
      </w:r>
      <w:r w:rsidRPr="00F23192">
        <w:t>il ne pouvait ni parler ni entendre</w:t>
      </w:r>
      <w:r w:rsidR="00D60A57">
        <w:t>.</w:t>
      </w:r>
    </w:p>
    <w:p w14:paraId="7C1D15A5" w14:textId="77777777" w:rsidR="00D60A57" w:rsidRDefault="00E36F6A" w:rsidP="00D60A57">
      <w:r w:rsidRPr="00F23192">
        <w:t>Sous l</w:t>
      </w:r>
      <w:r w:rsidR="00D60A57">
        <w:t>’</w:t>
      </w:r>
      <w:r w:rsidRPr="00F23192">
        <w:t>empire de la déception irritée</w:t>
      </w:r>
      <w:r w:rsidR="00D60A57">
        <w:t xml:space="preserve">, </w:t>
      </w:r>
      <w:r w:rsidRPr="00F23192">
        <w:t>le jeune homme fit un brusque mouvement et</w:t>
      </w:r>
      <w:r w:rsidR="00D60A57">
        <w:t xml:space="preserve">, </w:t>
      </w:r>
      <w:r w:rsidRPr="00F23192">
        <w:t>de nouveau</w:t>
      </w:r>
      <w:r w:rsidR="00D60A57">
        <w:t xml:space="preserve">, </w:t>
      </w:r>
      <w:r w:rsidRPr="00F23192">
        <w:t>un cri lui échappa</w:t>
      </w:r>
      <w:r w:rsidR="00D60A57">
        <w:t xml:space="preserve">, </w:t>
      </w:r>
      <w:r w:rsidRPr="00F23192">
        <w:t>en même temps que la souffrance lui crispait la face</w:t>
      </w:r>
      <w:r w:rsidR="00D60A57">
        <w:t>.</w:t>
      </w:r>
    </w:p>
    <w:p w14:paraId="26383D85" w14:textId="77777777" w:rsidR="00D60A57" w:rsidRDefault="00E36F6A" w:rsidP="00D60A57">
      <w:r w:rsidRPr="00F23192">
        <w:t>Le calme revenu</w:t>
      </w:r>
      <w:r w:rsidR="00D60A57">
        <w:t xml:space="preserve">, </w:t>
      </w:r>
      <w:r w:rsidRPr="00F23192">
        <w:t>il gronda</w:t>
      </w:r>
      <w:r w:rsidR="00D60A57">
        <w:t> :</w:t>
      </w:r>
    </w:p>
    <w:p w14:paraId="5B5B710B" w14:textId="77777777" w:rsidR="00D60A57" w:rsidRDefault="00D60A57" w:rsidP="00D60A57">
      <w:r>
        <w:t>— </w:t>
      </w:r>
      <w:r w:rsidR="00E36F6A" w:rsidRPr="00F23192">
        <w:t>Il me faut pourtant savoir de qui je suis prisonnier</w:t>
      </w:r>
      <w:r>
        <w:t xml:space="preserve">… </w:t>
      </w:r>
      <w:r w:rsidR="00E36F6A" w:rsidRPr="00F23192">
        <w:t>et combien de temps on prétend me garder ici</w:t>
      </w:r>
      <w:r>
        <w:t> ?</w:t>
      </w:r>
    </w:p>
    <w:p w14:paraId="2694509A" w14:textId="77777777" w:rsidR="00D60A57" w:rsidRDefault="00E36F6A" w:rsidP="00D60A57">
      <w:r w:rsidRPr="00F23192">
        <w:t>L</w:t>
      </w:r>
      <w:r w:rsidR="00D60A57">
        <w:t>’</w:t>
      </w:r>
      <w:r w:rsidRPr="00F23192">
        <w:t>autre</w:t>
      </w:r>
      <w:r w:rsidR="00D60A57">
        <w:t xml:space="preserve">, </w:t>
      </w:r>
      <w:r w:rsidRPr="00F23192">
        <w:t>n</w:t>
      </w:r>
      <w:r w:rsidR="00D60A57">
        <w:t>’</w:t>
      </w:r>
      <w:r w:rsidRPr="00F23192">
        <w:t>entendant pas</w:t>
      </w:r>
      <w:r w:rsidR="00D60A57">
        <w:t xml:space="preserve">, </w:t>
      </w:r>
      <w:r w:rsidRPr="00F23192">
        <w:t>poursuivait son travail paisibl</w:t>
      </w:r>
      <w:r w:rsidRPr="00F23192">
        <w:t>e</w:t>
      </w:r>
      <w:r w:rsidRPr="00F23192">
        <w:t>ment</w:t>
      </w:r>
      <w:r w:rsidR="00D60A57">
        <w:t xml:space="preserve"> ; </w:t>
      </w:r>
      <w:r w:rsidRPr="00F23192">
        <w:t>quand il eut fini</w:t>
      </w:r>
      <w:r w:rsidR="00D60A57">
        <w:t xml:space="preserve">, </w:t>
      </w:r>
      <w:r w:rsidRPr="00F23192">
        <w:t>il ramena doucement les couettes sur le blessé</w:t>
      </w:r>
      <w:r w:rsidR="00D60A57">
        <w:t xml:space="preserve"> ; </w:t>
      </w:r>
      <w:r w:rsidRPr="00F23192">
        <w:t>il s</w:t>
      </w:r>
      <w:r w:rsidR="00D60A57">
        <w:t>’</w:t>
      </w:r>
      <w:r w:rsidRPr="00F23192">
        <w:t>en fut ensuite vers une table sur laquelle se tro</w:t>
      </w:r>
      <w:r w:rsidRPr="00F23192">
        <w:t>u</w:t>
      </w:r>
      <w:r w:rsidRPr="00F23192">
        <w:t>vaient alignés des verres et des flacons</w:t>
      </w:r>
      <w:r w:rsidR="00D60A57">
        <w:t xml:space="preserve">, </w:t>
      </w:r>
      <w:r w:rsidRPr="00F23192">
        <w:t>du contenu desquels il composa un mélange qu</w:t>
      </w:r>
      <w:r w:rsidR="00D60A57">
        <w:t>’</w:t>
      </w:r>
      <w:r w:rsidRPr="00F23192">
        <w:t>il apporta au blessé</w:t>
      </w:r>
      <w:r w:rsidR="00D60A57">
        <w:t xml:space="preserve">, </w:t>
      </w:r>
      <w:r w:rsidRPr="00F23192">
        <w:t>lui faisant co</w:t>
      </w:r>
      <w:r w:rsidRPr="00F23192">
        <w:t>m</w:t>
      </w:r>
      <w:r w:rsidRPr="00F23192">
        <w:t>prendre l</w:t>
      </w:r>
      <w:r w:rsidR="00D60A57">
        <w:t>’</w:t>
      </w:r>
      <w:r w:rsidRPr="00F23192">
        <w:t>intérêt qu</w:t>
      </w:r>
      <w:r w:rsidR="00D60A57">
        <w:t>’</w:t>
      </w:r>
      <w:r w:rsidRPr="00F23192">
        <w:t>il avait à boire</w:t>
      </w:r>
      <w:r w:rsidR="00D60A57">
        <w:t xml:space="preserve">, </w:t>
      </w:r>
      <w:r w:rsidRPr="00F23192">
        <w:t>et Bertrand but</w:t>
      </w:r>
      <w:r w:rsidR="00D60A57">
        <w:t xml:space="preserve"> ; </w:t>
      </w:r>
      <w:r w:rsidRPr="00F23192">
        <w:t>mais il était si visiblement désespéré</w:t>
      </w:r>
      <w:r w:rsidR="00D60A57">
        <w:t xml:space="preserve">, </w:t>
      </w:r>
      <w:r w:rsidRPr="00F23192">
        <w:t>que le médecin</w:t>
      </w:r>
      <w:r w:rsidR="00D60A57">
        <w:t xml:space="preserve">, </w:t>
      </w:r>
      <w:r w:rsidRPr="00F23192">
        <w:t>levant les bras au pl</w:t>
      </w:r>
      <w:r w:rsidRPr="00F23192">
        <w:t>a</w:t>
      </w:r>
      <w:r w:rsidRPr="00F23192">
        <w:t>fond</w:t>
      </w:r>
      <w:r w:rsidR="00D60A57">
        <w:t xml:space="preserve">, </w:t>
      </w:r>
      <w:r w:rsidRPr="00F23192">
        <w:t>sortit de la pièce</w:t>
      </w:r>
      <w:r w:rsidR="00D60A57">
        <w:t>.</w:t>
      </w:r>
    </w:p>
    <w:p w14:paraId="40BE952E" w14:textId="77777777" w:rsidR="00D60A57" w:rsidRDefault="00E36F6A" w:rsidP="00D60A57">
      <w:r w:rsidRPr="00F23192">
        <w:t>Demeuré seul</w:t>
      </w:r>
      <w:r w:rsidR="00D60A57">
        <w:t xml:space="preserve">, </w:t>
      </w:r>
      <w:r w:rsidRPr="00F23192">
        <w:t>le jeune homme commença par envoyer tout au diable</w:t>
      </w:r>
      <w:r w:rsidR="00D60A57">
        <w:t xml:space="preserve">, </w:t>
      </w:r>
      <w:r w:rsidRPr="00F23192">
        <w:t>jurant</w:t>
      </w:r>
      <w:r w:rsidR="00D60A57">
        <w:t xml:space="preserve">, </w:t>
      </w:r>
      <w:r w:rsidRPr="00F23192">
        <w:t>sacrant intérieurement tout ce qu</w:t>
      </w:r>
      <w:r w:rsidR="00D60A57">
        <w:t>’</w:t>
      </w:r>
      <w:r w:rsidRPr="00F23192">
        <w:t xml:space="preserve">il </w:t>
      </w:r>
      <w:r w:rsidRPr="00F23192">
        <w:lastRenderedPageBreak/>
        <w:t>savait</w:t>
      </w:r>
      <w:r w:rsidR="00D60A57">
        <w:t xml:space="preserve">, </w:t>
      </w:r>
      <w:r w:rsidRPr="00F23192">
        <w:t>jusqu</w:t>
      </w:r>
      <w:r w:rsidR="00D60A57">
        <w:t>’</w:t>
      </w:r>
      <w:r w:rsidRPr="00F23192">
        <w:t>au moment où</w:t>
      </w:r>
      <w:r w:rsidR="00D60A57">
        <w:t xml:space="preserve">, </w:t>
      </w:r>
      <w:r w:rsidRPr="00F23192">
        <w:t>sous le coup de la drogue qu</w:t>
      </w:r>
      <w:r w:rsidR="00D60A57">
        <w:t>’</w:t>
      </w:r>
      <w:r w:rsidRPr="00F23192">
        <w:t>on lui avait fait boire</w:t>
      </w:r>
      <w:r w:rsidR="00D60A57">
        <w:t xml:space="preserve">, </w:t>
      </w:r>
      <w:r w:rsidRPr="00F23192">
        <w:t>il s</w:t>
      </w:r>
      <w:r w:rsidR="00D60A57">
        <w:t>’</w:t>
      </w:r>
      <w:r w:rsidRPr="00F23192">
        <w:t>assoupit pour tomber presque aussitôt dans un sommeil profond</w:t>
      </w:r>
      <w:r w:rsidR="00D60A57">
        <w:t>.</w:t>
      </w:r>
    </w:p>
    <w:p w14:paraId="16761B42" w14:textId="77777777" w:rsidR="00D60A57" w:rsidRDefault="00E36F6A" w:rsidP="00D60A57">
      <w:r w:rsidRPr="00F23192">
        <w:t>Combien de temps dormit-il</w:t>
      </w:r>
      <w:r w:rsidR="00D60A57">
        <w:t> ?</w:t>
      </w:r>
    </w:p>
    <w:p w14:paraId="45984B20" w14:textId="77777777" w:rsidR="00D60A57" w:rsidRDefault="00E36F6A" w:rsidP="00D60A57">
      <w:r w:rsidRPr="00F23192">
        <w:t>Quand il s</w:t>
      </w:r>
      <w:r w:rsidR="00D60A57">
        <w:t>’</w:t>
      </w:r>
      <w:r w:rsidRPr="00F23192">
        <w:t>éveilla</w:t>
      </w:r>
      <w:r w:rsidR="00D60A57">
        <w:t xml:space="preserve">, </w:t>
      </w:r>
      <w:r w:rsidRPr="00F23192">
        <w:t>il eut conscience qu</w:t>
      </w:r>
      <w:r w:rsidR="00D60A57">
        <w:t>’</w:t>
      </w:r>
      <w:r w:rsidRPr="00F23192">
        <w:t>il avait rêvé et qu</w:t>
      </w:r>
      <w:r w:rsidR="00D60A57">
        <w:t>’</w:t>
      </w:r>
      <w:r w:rsidRPr="00F23192">
        <w:t>au cours de ce rêve une forme vague</w:t>
      </w:r>
      <w:r w:rsidR="00D60A57">
        <w:t xml:space="preserve"> – </w:t>
      </w:r>
      <w:r w:rsidRPr="00F23192">
        <w:t>qui lui avait paru être celle d</w:t>
      </w:r>
      <w:r w:rsidR="00D60A57">
        <w:t>’</w:t>
      </w:r>
      <w:r w:rsidRPr="00F23192">
        <w:t>une femme</w:t>
      </w:r>
      <w:r w:rsidR="00D60A57">
        <w:t xml:space="preserve"> – </w:t>
      </w:r>
      <w:r w:rsidRPr="00F23192">
        <w:t>s</w:t>
      </w:r>
      <w:r w:rsidR="00D60A57">
        <w:t>’</w:t>
      </w:r>
      <w:r w:rsidRPr="00F23192">
        <w:t>était glissée dans la chambre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était appr</w:t>
      </w:r>
      <w:r w:rsidRPr="00F23192">
        <w:t>o</w:t>
      </w:r>
      <w:r w:rsidRPr="00F23192">
        <w:t>chée de lui et</w:t>
      </w:r>
      <w:r w:rsidR="00D60A57">
        <w:t xml:space="preserve">, </w:t>
      </w:r>
      <w:r w:rsidRPr="00F23192">
        <w:t>penchée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avait examiné longuement</w:t>
      </w:r>
      <w:r w:rsidR="00D60A57">
        <w:t xml:space="preserve">… </w:t>
      </w:r>
      <w:r w:rsidRPr="00F23192">
        <w:t>puis s</w:t>
      </w:r>
      <w:r w:rsidR="00D60A57">
        <w:t>’</w:t>
      </w:r>
      <w:r w:rsidRPr="00F23192">
        <w:t>était ret</w:t>
      </w:r>
      <w:r w:rsidRPr="00F23192">
        <w:t>i</w:t>
      </w:r>
      <w:r w:rsidRPr="00F23192">
        <w:t>rée aussi silencieusement qu</w:t>
      </w:r>
      <w:r w:rsidR="00D60A57">
        <w:t>’</w:t>
      </w:r>
      <w:r w:rsidRPr="00F23192">
        <w:t>elle était entrée</w:t>
      </w:r>
      <w:r w:rsidR="00D60A57">
        <w:t>.</w:t>
      </w:r>
    </w:p>
    <w:p w14:paraId="165F4D45" w14:textId="77777777" w:rsidR="00D60A57" w:rsidRDefault="00E36F6A" w:rsidP="00D60A57">
      <w:r w:rsidRPr="00F23192">
        <w:t>De cette forme</w:t>
      </w:r>
      <w:r w:rsidR="00D60A57">
        <w:t xml:space="preserve">, </w:t>
      </w:r>
      <w:r w:rsidRPr="00F23192">
        <w:t>il n</w:t>
      </w:r>
      <w:r w:rsidR="00D60A57">
        <w:t>’</w:t>
      </w:r>
      <w:r w:rsidRPr="00F23192">
        <w:t>avait pu distinguer le visage</w:t>
      </w:r>
      <w:r w:rsidR="00D60A57">
        <w:t xml:space="preserve">, </w:t>
      </w:r>
      <w:r w:rsidRPr="00F23192">
        <w:t>le seul souvenir qu</w:t>
      </w:r>
      <w:r w:rsidR="00D60A57">
        <w:t>’</w:t>
      </w:r>
      <w:r w:rsidRPr="00F23192">
        <w:t>il en eût conservé était que sa chevelure lui avait paru être de teinte claire</w:t>
      </w:r>
      <w:r w:rsidR="00D60A57">
        <w:t xml:space="preserve">, </w:t>
      </w:r>
      <w:r w:rsidRPr="00F23192">
        <w:t>presque rousse</w:t>
      </w:r>
      <w:r w:rsidR="00D60A57">
        <w:t>.</w:t>
      </w:r>
    </w:p>
    <w:p w14:paraId="3F0D2D22" w14:textId="77777777" w:rsidR="00D60A57" w:rsidRDefault="00E36F6A" w:rsidP="00D60A57">
      <w:r w:rsidRPr="00F23192">
        <w:t>Son désarroi était grand</w:t>
      </w:r>
      <w:r w:rsidR="00D60A57">
        <w:t>.</w:t>
      </w:r>
    </w:p>
    <w:p w14:paraId="672DBE75" w14:textId="77777777" w:rsidR="00D60A57" w:rsidRDefault="00E36F6A" w:rsidP="00D60A57">
      <w:r w:rsidRPr="00F23192">
        <w:t>L</w:t>
      </w:r>
      <w:r w:rsidR="00D60A57">
        <w:t>’</w:t>
      </w:r>
      <w:r w:rsidRPr="00F23192">
        <w:t>impression qu</w:t>
      </w:r>
      <w:r w:rsidR="00D60A57">
        <w:t>’</w:t>
      </w:r>
      <w:r w:rsidRPr="00F23192">
        <w:t>il avait était-elle réelle</w:t>
      </w:r>
      <w:r w:rsidR="00D60A57">
        <w:t xml:space="preserve"> ? </w:t>
      </w:r>
      <w:r w:rsidRPr="00F23192">
        <w:t>Était-il au contraire sous l</w:t>
      </w:r>
      <w:r w:rsidR="00D60A57">
        <w:t>’</w:t>
      </w:r>
      <w:r w:rsidRPr="00F23192">
        <w:t>empire d</w:t>
      </w:r>
      <w:r w:rsidR="00D60A57">
        <w:t>’</w:t>
      </w:r>
      <w:r w:rsidRPr="00F23192">
        <w:t>un cauchemar</w:t>
      </w:r>
      <w:r w:rsidR="00D60A57">
        <w:t> ?</w:t>
      </w:r>
    </w:p>
    <w:p w14:paraId="034FB917" w14:textId="77777777" w:rsidR="00D60A57" w:rsidRDefault="00E36F6A" w:rsidP="00D60A57">
      <w:r w:rsidRPr="00F23192">
        <w:t>Maintenant encore</w:t>
      </w:r>
      <w:r w:rsidR="00D60A57">
        <w:t xml:space="preserve">, </w:t>
      </w:r>
      <w:r w:rsidRPr="00F23192">
        <w:t>se trouvait-il en possession de toutes ses facultés</w:t>
      </w:r>
      <w:r w:rsidR="00D60A57">
        <w:t> ?</w:t>
      </w:r>
    </w:p>
    <w:p w14:paraId="53141F46" w14:textId="77777777" w:rsidR="00D60A57" w:rsidRDefault="00E36F6A" w:rsidP="00D60A57">
      <w:r w:rsidRPr="00F23192">
        <w:t>Il se sentait le cerveau comme vide</w:t>
      </w:r>
      <w:r w:rsidR="00D60A57">
        <w:t xml:space="preserve">… </w:t>
      </w:r>
      <w:r w:rsidRPr="00F23192">
        <w:t>et lourd cependant</w:t>
      </w:r>
      <w:r w:rsidR="00D60A57">
        <w:t>.</w:t>
      </w:r>
    </w:p>
    <w:p w14:paraId="22F11ACC" w14:textId="77777777" w:rsidR="00D60A57" w:rsidRDefault="00E36F6A" w:rsidP="00D60A57">
      <w:r w:rsidRPr="00F23192">
        <w:t>À force de vouloir préciser ses souvenirs</w:t>
      </w:r>
      <w:r w:rsidR="00D60A57">
        <w:t xml:space="preserve">, </w:t>
      </w:r>
      <w:r w:rsidRPr="00F23192">
        <w:t>il parvint à la conviction qu</w:t>
      </w:r>
      <w:r w:rsidR="00D60A57">
        <w:t>’</w:t>
      </w:r>
      <w:r w:rsidRPr="00F23192">
        <w:t>une femme</w:t>
      </w:r>
      <w:r w:rsidR="00D60A57">
        <w:t xml:space="preserve">, </w:t>
      </w:r>
      <w:r w:rsidRPr="00F23192">
        <w:t>durant son sommeil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avait visité</w:t>
      </w:r>
      <w:r w:rsidR="00D60A57">
        <w:t>.</w:t>
      </w:r>
    </w:p>
    <w:p w14:paraId="3E368908" w14:textId="77777777" w:rsidR="00D60A57" w:rsidRDefault="00E36F6A" w:rsidP="00D60A57">
      <w:r w:rsidRPr="00F23192">
        <w:t>Quelque étrange que cela pût lui paraître</w:t>
      </w:r>
      <w:r w:rsidR="00D60A57">
        <w:t xml:space="preserve">, </w:t>
      </w:r>
      <w:r w:rsidRPr="00F23192">
        <w:t>c</w:t>
      </w:r>
      <w:r w:rsidR="00D60A57">
        <w:t>’</w:t>
      </w:r>
      <w:r w:rsidRPr="00F23192">
        <w:t>était un fait</w:t>
      </w:r>
      <w:r w:rsidR="00D60A57">
        <w:t>.</w:t>
      </w:r>
    </w:p>
    <w:p w14:paraId="57C600C6" w14:textId="77777777" w:rsidR="00D60A57" w:rsidRDefault="00E36F6A" w:rsidP="00D60A57">
      <w:r w:rsidRPr="00F23192">
        <w:t>Mais quelle femme</w:t>
      </w:r>
      <w:r w:rsidR="00D60A57">
        <w:t> ?</w:t>
      </w:r>
    </w:p>
    <w:p w14:paraId="6337F812" w14:textId="77777777" w:rsidR="00D60A57" w:rsidRDefault="00E36F6A" w:rsidP="00D60A57">
      <w:r w:rsidRPr="00F23192">
        <w:t>Qui avait intérêt à se soucier de lui suffisamment pour s</w:t>
      </w:r>
      <w:r w:rsidR="00D60A57">
        <w:t>’</w:t>
      </w:r>
      <w:r w:rsidRPr="00F23192">
        <w:t>embarrasser de sa personne</w:t>
      </w:r>
      <w:r w:rsidR="00D60A57">
        <w:t>.</w:t>
      </w:r>
    </w:p>
    <w:p w14:paraId="02CBE9CC" w14:textId="77777777" w:rsidR="00D60A57" w:rsidRDefault="00E36F6A" w:rsidP="00D60A57">
      <w:r w:rsidRPr="00F23192">
        <w:lastRenderedPageBreak/>
        <w:t>Était-ce par charité qu</w:t>
      </w:r>
      <w:r w:rsidR="00D60A57">
        <w:t>’</w:t>
      </w:r>
      <w:r w:rsidRPr="00F23192">
        <w:t>on l</w:t>
      </w:r>
      <w:r w:rsidR="00D60A57">
        <w:t>’</w:t>
      </w:r>
      <w:r w:rsidRPr="00F23192">
        <w:t>avait ramassé sur le lieu du guet-apens dans lequel il était tombé</w:t>
      </w:r>
      <w:r w:rsidR="00D60A57">
        <w:t> ?</w:t>
      </w:r>
    </w:p>
    <w:p w14:paraId="7B24038F" w14:textId="77777777" w:rsidR="00D60A57" w:rsidRDefault="00E36F6A" w:rsidP="00D60A57">
      <w:r w:rsidRPr="00F23192">
        <w:t>N</w:t>
      </w:r>
      <w:r w:rsidR="00D60A57">
        <w:t>’</w:t>
      </w:r>
      <w:r w:rsidRPr="00F23192">
        <w:t>était-ce pas plutôt parce qu</w:t>
      </w:r>
      <w:r w:rsidR="00D60A57">
        <w:t>’</w:t>
      </w:r>
      <w:r w:rsidRPr="00F23192">
        <w:t>il était considéré comme de bonne prise</w:t>
      </w:r>
      <w:r w:rsidR="00D60A57">
        <w:t> ?</w:t>
      </w:r>
    </w:p>
    <w:p w14:paraId="1421299B" w14:textId="77777777" w:rsidR="00D60A57" w:rsidRDefault="00E36F6A" w:rsidP="00D60A57">
      <w:r w:rsidRPr="00F23192">
        <w:t>À cette pensée</w:t>
      </w:r>
      <w:r w:rsidR="00D60A57">
        <w:t xml:space="preserve">, </w:t>
      </w:r>
      <w:r w:rsidRPr="00F23192">
        <w:t>un frisson le secoua</w:t>
      </w:r>
      <w:r w:rsidR="00D60A57">
        <w:t xml:space="preserve">. </w:t>
      </w:r>
      <w:r w:rsidRPr="00F23192">
        <w:t>Si vraiment ceux qui l</w:t>
      </w:r>
      <w:r w:rsidR="00D60A57">
        <w:t>’</w:t>
      </w:r>
      <w:r w:rsidRPr="00F23192">
        <w:t>avaient assailli comptaient se servir de lui comme d</w:t>
      </w:r>
      <w:r w:rsidR="00D60A57">
        <w:t>’</w:t>
      </w:r>
      <w:r w:rsidRPr="00F23192">
        <w:t>une mo</w:t>
      </w:r>
      <w:r w:rsidRPr="00F23192">
        <w:t>n</w:t>
      </w:r>
      <w:r w:rsidRPr="00F23192">
        <w:t>naie d</w:t>
      </w:r>
      <w:r w:rsidR="00D60A57">
        <w:t>’</w:t>
      </w:r>
      <w:r w:rsidRPr="00F23192">
        <w:t>échange</w:t>
      </w:r>
      <w:r w:rsidR="00D60A57">
        <w:t xml:space="preserve">, </w:t>
      </w:r>
      <w:r w:rsidRPr="00F23192">
        <w:t>il connaissait trop bien les mœurs des mauvais garçons qui empoisonnaient le pays de leur brigandage pour ne pas appréhender le pire</w:t>
      </w:r>
      <w:r w:rsidR="00D60A57">
        <w:t>.</w:t>
      </w:r>
    </w:p>
    <w:p w14:paraId="2F85BA3B" w14:textId="77777777" w:rsidR="00D60A57" w:rsidRDefault="00E36F6A" w:rsidP="00D60A57">
      <w:r w:rsidRPr="00F23192">
        <w:t>Et lui</w:t>
      </w:r>
      <w:r w:rsidR="00D60A57">
        <w:t xml:space="preserve">, </w:t>
      </w:r>
      <w:r w:rsidRPr="00F23192">
        <w:t>que la perspective d</w:t>
      </w:r>
      <w:r w:rsidR="00D60A57">
        <w:t>’</w:t>
      </w:r>
      <w:r w:rsidRPr="00F23192">
        <w:t>un coup d</w:t>
      </w:r>
      <w:r w:rsidR="00D60A57">
        <w:t>’</w:t>
      </w:r>
      <w:r w:rsidRPr="00F23192">
        <w:t>épée ou de dague lai</w:t>
      </w:r>
      <w:r w:rsidRPr="00F23192">
        <w:t>s</w:t>
      </w:r>
      <w:r w:rsidRPr="00F23192">
        <w:t>sait indifférent</w:t>
      </w:r>
      <w:r w:rsidR="00D60A57">
        <w:t xml:space="preserve">, </w:t>
      </w:r>
      <w:r w:rsidRPr="00F23192">
        <w:t>se prit à frémir en songeant aux moyens barb</w:t>
      </w:r>
      <w:r w:rsidRPr="00F23192">
        <w:t>a</w:t>
      </w:r>
      <w:r w:rsidRPr="00F23192">
        <w:t>res qu</w:t>
      </w:r>
      <w:r w:rsidR="00D60A57">
        <w:t>’</w:t>
      </w:r>
      <w:r w:rsidRPr="00F23192">
        <w:t>avaient coutume d</w:t>
      </w:r>
      <w:r w:rsidR="00D60A57">
        <w:t>’</w:t>
      </w:r>
      <w:r w:rsidRPr="00F23192">
        <w:t>employer les gens de ces bandes r</w:t>
      </w:r>
      <w:r w:rsidRPr="00F23192">
        <w:t>e</w:t>
      </w:r>
      <w:r w:rsidRPr="00F23192">
        <w:t>doutables pour arracher à leur victime les vérités qu</w:t>
      </w:r>
      <w:r w:rsidR="00D60A57">
        <w:t>’</w:t>
      </w:r>
      <w:r w:rsidRPr="00F23192">
        <w:t>il leur i</w:t>
      </w:r>
      <w:r w:rsidRPr="00F23192">
        <w:t>m</w:t>
      </w:r>
      <w:r w:rsidRPr="00F23192">
        <w:t>portait de connaître</w:t>
      </w:r>
      <w:r w:rsidR="00D60A57">
        <w:t>.</w:t>
      </w:r>
    </w:p>
    <w:p w14:paraId="7AB5046B" w14:textId="77777777" w:rsidR="00D60A57" w:rsidRDefault="00E36F6A" w:rsidP="00D60A57">
      <w:r w:rsidRPr="00F23192">
        <w:t>Mais sa tête était décidément trop faible pour lui permettre de s</w:t>
      </w:r>
      <w:r w:rsidR="00D60A57">
        <w:t>’</w:t>
      </w:r>
      <w:r w:rsidRPr="00F23192">
        <w:t>arrêter longtemps à un seul sujet</w:t>
      </w:r>
      <w:r w:rsidR="00D60A57">
        <w:t xml:space="preserve">… </w:t>
      </w:r>
      <w:r w:rsidRPr="00F23192">
        <w:t>Un moment il songea à Edwige avec attendrissement</w:t>
      </w:r>
      <w:r w:rsidR="00D60A57">
        <w:t xml:space="preserve">, </w:t>
      </w:r>
      <w:r w:rsidRPr="00F23192">
        <w:t>ne se souvenant plus du sacrifice auquel son patriotisme l</w:t>
      </w:r>
      <w:r w:rsidR="00D60A57">
        <w:t>’</w:t>
      </w:r>
      <w:r w:rsidRPr="00F23192">
        <w:t>avait fait consentir</w:t>
      </w:r>
      <w:r w:rsidR="00D60A57">
        <w:t xml:space="preserve">. </w:t>
      </w:r>
      <w:r w:rsidRPr="00F23192">
        <w:t>Ensuite</w:t>
      </w:r>
      <w:r w:rsidR="00D60A57">
        <w:t xml:space="preserve">, </w:t>
      </w:r>
      <w:r w:rsidRPr="00F23192">
        <w:t xml:space="preserve">comme de lointains échos résonnèrent à son oreille les paroles dures et menaçantes échangées entre lui et le duc de </w:t>
      </w:r>
      <w:proofErr w:type="spellStart"/>
      <w:r w:rsidRPr="00F23192">
        <w:t>Kerlor</w:t>
      </w:r>
      <w:proofErr w:type="spellEnd"/>
      <w:r w:rsidR="00D60A57">
        <w:t xml:space="preserve">… </w:t>
      </w:r>
      <w:r w:rsidRPr="00F23192">
        <w:t>Ensuite</w:t>
      </w:r>
      <w:r w:rsidR="00D60A57">
        <w:t xml:space="preserve"> ?… </w:t>
      </w:r>
      <w:r w:rsidRPr="00F23192">
        <w:t>ensuite</w:t>
      </w:r>
      <w:r w:rsidR="00D60A57">
        <w:t xml:space="preserve"> ?… </w:t>
      </w:r>
      <w:r w:rsidRPr="00F23192">
        <w:t>Vainement tenta-t-il de juger de son état</w:t>
      </w:r>
      <w:r w:rsidR="00D60A57">
        <w:t xml:space="preserve">, </w:t>
      </w:r>
      <w:r w:rsidRPr="00F23192">
        <w:t xml:space="preserve">soucieux de sa rencontre prochaine avec </w:t>
      </w:r>
      <w:proofErr w:type="spellStart"/>
      <w:r w:rsidRPr="00F23192">
        <w:t>Kerlor</w:t>
      </w:r>
      <w:proofErr w:type="spellEnd"/>
      <w:r w:rsidR="00D60A57">
        <w:t>.</w:t>
      </w:r>
    </w:p>
    <w:p w14:paraId="39AD4EC1" w14:textId="77777777" w:rsidR="00D60A57" w:rsidRDefault="00E36F6A" w:rsidP="00D60A57">
      <w:r w:rsidRPr="00F23192">
        <w:t>Épuisé par ces efforts</w:t>
      </w:r>
      <w:r w:rsidR="00D60A57">
        <w:t xml:space="preserve">, </w:t>
      </w:r>
      <w:r w:rsidRPr="00F23192">
        <w:t>il perdit connaissance</w:t>
      </w:r>
      <w:r w:rsidR="00D60A57">
        <w:t>.</w:t>
      </w:r>
    </w:p>
    <w:p w14:paraId="1921DE61" w14:textId="77777777" w:rsidR="00D60A57" w:rsidRDefault="00E36F6A" w:rsidP="00D60A57">
      <w:r w:rsidRPr="00F23192">
        <w:t>Combien de temps demeura-t-il anéanti dans cette sorte de coma</w:t>
      </w:r>
      <w:r w:rsidR="00D60A57">
        <w:t> ?</w:t>
      </w:r>
    </w:p>
    <w:p w14:paraId="5C83C2E3" w14:textId="77777777" w:rsidR="00D60A57" w:rsidRDefault="00E36F6A" w:rsidP="00D60A57">
      <w:r w:rsidRPr="00F23192">
        <w:t>Un discret déclic</w:t>
      </w:r>
      <w:r w:rsidR="00D60A57">
        <w:t xml:space="preserve">, </w:t>
      </w:r>
      <w:r w:rsidRPr="00F23192">
        <w:t>frappant son oreille</w:t>
      </w:r>
      <w:r w:rsidR="00D60A57">
        <w:t xml:space="preserve">, </w:t>
      </w:r>
      <w:r w:rsidRPr="00F23192">
        <w:t>lui fit ouvrir les yeux</w:t>
      </w:r>
      <w:r w:rsidR="00D60A57">
        <w:t xml:space="preserve">, </w:t>
      </w:r>
      <w:r w:rsidRPr="00F23192">
        <w:t>avec le pressentiment que quelqu</w:t>
      </w:r>
      <w:r w:rsidR="00D60A57">
        <w:t>’</w:t>
      </w:r>
      <w:r w:rsidRPr="00F23192">
        <w:t>un venait de pénétrer dans la pièce où il se trouvait</w:t>
      </w:r>
      <w:r w:rsidR="00D60A57">
        <w:t>.</w:t>
      </w:r>
    </w:p>
    <w:p w14:paraId="1733A059" w14:textId="77777777" w:rsidR="00D60A57" w:rsidRDefault="00E36F6A" w:rsidP="00D60A57">
      <w:r w:rsidRPr="00F23192">
        <w:lastRenderedPageBreak/>
        <w:t>Un homme était là</w:t>
      </w:r>
      <w:r w:rsidR="00D60A57">
        <w:t xml:space="preserve">, </w:t>
      </w:r>
      <w:r w:rsidRPr="00F23192">
        <w:t>en effet</w:t>
      </w:r>
      <w:r w:rsidR="00D60A57">
        <w:t xml:space="preserve">, </w:t>
      </w:r>
      <w:r w:rsidRPr="00F23192">
        <w:t>debout contre une tenture qui</w:t>
      </w:r>
      <w:r w:rsidR="00D60A57">
        <w:t xml:space="preserve">, </w:t>
      </w:r>
      <w:r w:rsidRPr="00F23192">
        <w:t>sans doute</w:t>
      </w:r>
      <w:r w:rsidR="00D60A57">
        <w:t xml:space="preserve">, </w:t>
      </w:r>
      <w:r w:rsidRPr="00F23192">
        <w:t>masquait la porte par laquelle il venait d</w:t>
      </w:r>
      <w:r w:rsidR="00D60A57">
        <w:t>’</w:t>
      </w:r>
      <w:r w:rsidRPr="00F23192">
        <w:t>entrer</w:t>
      </w:r>
      <w:r w:rsidR="00D60A57">
        <w:t>.</w:t>
      </w:r>
    </w:p>
    <w:p w14:paraId="07128B31" w14:textId="77777777" w:rsidR="00D60A57" w:rsidRDefault="00E36F6A" w:rsidP="00D60A57">
      <w:r w:rsidRPr="00F23192">
        <w:t>Et cet homme tenait ses regards attachés sur lui avec une expression singulière</w:t>
      </w:r>
      <w:r w:rsidR="00D60A57">
        <w:t>.</w:t>
      </w:r>
    </w:p>
    <w:p w14:paraId="5EF02ECC" w14:textId="77777777" w:rsidR="00D60A57" w:rsidRDefault="00E36F6A" w:rsidP="00D60A57">
      <w:r w:rsidRPr="00F23192">
        <w:t>Un secret instinct poussa le blessé à dissimuler qu</w:t>
      </w:r>
      <w:r w:rsidR="00D60A57">
        <w:t>’</w:t>
      </w:r>
      <w:r w:rsidRPr="00F23192">
        <w:t>il fût éveillé</w:t>
      </w:r>
      <w:r w:rsidR="00D60A57">
        <w:t xml:space="preserve">, </w:t>
      </w:r>
      <w:r w:rsidRPr="00F23192">
        <w:t>de façon à pouvoir tout à loisir</w:t>
      </w:r>
      <w:r w:rsidR="00D60A57">
        <w:t xml:space="preserve">, </w:t>
      </w:r>
      <w:r w:rsidRPr="00F23192">
        <w:t>examiner le nouveau venu</w:t>
      </w:r>
      <w:r w:rsidR="00D60A57">
        <w:t>.</w:t>
      </w:r>
    </w:p>
    <w:p w14:paraId="1EF24472" w14:textId="77777777" w:rsidR="00D60A57" w:rsidRDefault="00E36F6A" w:rsidP="00D60A57">
      <w:r w:rsidRPr="00F23192">
        <w:t>Celui-là pouvait avoir une vingtaine d</w:t>
      </w:r>
      <w:r w:rsidR="00D60A57">
        <w:t>’</w:t>
      </w:r>
      <w:r w:rsidRPr="00F23192">
        <w:t>années</w:t>
      </w:r>
      <w:r w:rsidR="00D60A57">
        <w:t xml:space="preserve">, </w:t>
      </w:r>
      <w:r w:rsidRPr="00F23192">
        <w:t>de taille élancée</w:t>
      </w:r>
      <w:r w:rsidR="00D60A57">
        <w:t xml:space="preserve">, </w:t>
      </w:r>
      <w:r w:rsidRPr="00F23192">
        <w:t>il donnait l</w:t>
      </w:r>
      <w:r w:rsidR="00D60A57">
        <w:t>’</w:t>
      </w:r>
      <w:r w:rsidRPr="00F23192">
        <w:t>impression d</w:t>
      </w:r>
      <w:r w:rsidR="00D60A57">
        <w:t>’</w:t>
      </w:r>
      <w:r w:rsidRPr="00F23192">
        <w:t>une vigueur au-dessus de la moyenne</w:t>
      </w:r>
      <w:r w:rsidR="00D60A57">
        <w:t xml:space="preserve">, </w:t>
      </w:r>
      <w:r w:rsidRPr="00F23192">
        <w:t>avec des membres d</w:t>
      </w:r>
      <w:r w:rsidR="00D60A57">
        <w:t>’</w:t>
      </w:r>
      <w:r w:rsidRPr="00F23192">
        <w:t>un ensemble harmonieux et él</w:t>
      </w:r>
      <w:r w:rsidRPr="00F23192">
        <w:t>é</w:t>
      </w:r>
      <w:r w:rsidRPr="00F23192">
        <w:t>gant</w:t>
      </w:r>
      <w:r w:rsidR="00D60A57">
        <w:t>.</w:t>
      </w:r>
    </w:p>
    <w:p w14:paraId="4743EFAB" w14:textId="77777777" w:rsidR="00D60A57" w:rsidRDefault="00E36F6A" w:rsidP="00D60A57">
      <w:r w:rsidRPr="00F23192">
        <w:t>Le visage était d</w:t>
      </w:r>
      <w:r w:rsidR="00D60A57">
        <w:t>’</w:t>
      </w:r>
      <w:r w:rsidRPr="00F23192">
        <w:t>apparence rude</w:t>
      </w:r>
      <w:r w:rsidR="00D60A57">
        <w:t xml:space="preserve">, </w:t>
      </w:r>
      <w:r w:rsidRPr="00F23192">
        <w:t>imberbe</w:t>
      </w:r>
      <w:r w:rsidR="00D60A57">
        <w:t xml:space="preserve">, </w:t>
      </w:r>
      <w:r w:rsidRPr="00F23192">
        <w:t>contrairement à la mode de l</w:t>
      </w:r>
      <w:r w:rsidR="00D60A57">
        <w:t>’</w:t>
      </w:r>
      <w:r w:rsidRPr="00F23192">
        <w:t>époque qui voulait le port de la barbe</w:t>
      </w:r>
      <w:r w:rsidR="00D60A57">
        <w:t xml:space="preserve">, </w:t>
      </w:r>
      <w:r w:rsidRPr="00F23192">
        <w:t>et s</w:t>
      </w:r>
      <w:r w:rsidR="00D60A57">
        <w:t>’</w:t>
      </w:r>
      <w:r w:rsidRPr="00F23192">
        <w:t>éclairait de deux yeux sombres</w:t>
      </w:r>
      <w:r w:rsidR="00D60A57">
        <w:t xml:space="preserve">, </w:t>
      </w:r>
      <w:r w:rsidRPr="00F23192">
        <w:t>tranchant avec la teinte claire des ch</w:t>
      </w:r>
      <w:r w:rsidRPr="00F23192">
        <w:t>e</w:t>
      </w:r>
      <w:r w:rsidRPr="00F23192">
        <w:t>veux</w:t>
      </w:r>
      <w:r w:rsidR="00D60A57">
        <w:t xml:space="preserve">, </w:t>
      </w:r>
      <w:r w:rsidRPr="00F23192">
        <w:t>emprisonnés dans un bonnet de drap rouge qui ne contr</w:t>
      </w:r>
      <w:r w:rsidRPr="00F23192">
        <w:t>i</w:t>
      </w:r>
      <w:r w:rsidRPr="00F23192">
        <w:t>buait pas peu à donner à l</w:t>
      </w:r>
      <w:r w:rsidR="00D60A57">
        <w:t>’</w:t>
      </w:r>
      <w:r w:rsidRPr="00F23192">
        <w:t>ensemble de la physionomie un c</w:t>
      </w:r>
      <w:r w:rsidRPr="00F23192">
        <w:t>a</w:t>
      </w:r>
      <w:r w:rsidRPr="00F23192">
        <w:t>ractère impressionnant de sauvagerie</w:t>
      </w:r>
      <w:r w:rsidR="00D60A57">
        <w:t>.</w:t>
      </w:r>
    </w:p>
    <w:p w14:paraId="1D01F2FD" w14:textId="77777777" w:rsidR="00D60A57" w:rsidRDefault="00E36F6A" w:rsidP="00D60A57">
      <w:r w:rsidRPr="00F23192">
        <w:t>Bertrand constata cependant que ce caractère s</w:t>
      </w:r>
      <w:r w:rsidR="00D60A57">
        <w:t>’</w:t>
      </w:r>
      <w:r w:rsidRPr="00F23192">
        <w:t>atténuait un peu du fait d</w:t>
      </w:r>
      <w:r w:rsidR="00D60A57">
        <w:t>’</w:t>
      </w:r>
      <w:r w:rsidRPr="00F23192">
        <w:t>un sourire plein de douceur qu</w:t>
      </w:r>
      <w:r w:rsidR="00D60A57">
        <w:t>’</w:t>
      </w:r>
      <w:r w:rsidRPr="00F23192">
        <w:t>esquissaient les lèvres</w:t>
      </w:r>
      <w:r w:rsidR="00D60A57">
        <w:t>…</w:t>
      </w:r>
    </w:p>
    <w:p w14:paraId="4409321F" w14:textId="77777777" w:rsidR="00D60A57" w:rsidRDefault="00E36F6A" w:rsidP="00D60A57">
      <w:r w:rsidRPr="00F23192">
        <w:t>Une veste de velours marron</w:t>
      </w:r>
      <w:r w:rsidR="00D60A57">
        <w:t xml:space="preserve">, </w:t>
      </w:r>
      <w:r w:rsidRPr="00F23192">
        <w:t>de mêmes étoffe et teinte que ses haut-de-chausses</w:t>
      </w:r>
      <w:r w:rsidR="00D60A57">
        <w:t xml:space="preserve">, </w:t>
      </w:r>
      <w:r w:rsidRPr="00F23192">
        <w:t>se serrait à la taille d</w:t>
      </w:r>
      <w:r w:rsidR="00D60A57">
        <w:t>’</w:t>
      </w:r>
      <w:r w:rsidRPr="00F23192">
        <w:t>une ceinture à l</w:t>
      </w:r>
      <w:r w:rsidRPr="00F23192">
        <w:t>a</w:t>
      </w:r>
      <w:r w:rsidRPr="00F23192">
        <w:t>quelle pendait une dague</w:t>
      </w:r>
      <w:r w:rsidR="00D60A57">
        <w:t>.</w:t>
      </w:r>
    </w:p>
    <w:p w14:paraId="09E43917" w14:textId="77777777" w:rsidR="00D60A57" w:rsidRDefault="00E36F6A" w:rsidP="00D60A57">
      <w:r w:rsidRPr="00F23192">
        <w:t>L</w:t>
      </w:r>
      <w:r w:rsidR="00D60A57">
        <w:t>’</w:t>
      </w:r>
      <w:r w:rsidRPr="00F23192">
        <w:t>ayant considéré durant un assez long moment</w:t>
      </w:r>
      <w:r w:rsidR="00D60A57">
        <w:t xml:space="preserve">, </w:t>
      </w:r>
      <w:r w:rsidRPr="00F23192">
        <w:t>cet inco</w:t>
      </w:r>
      <w:r w:rsidRPr="00F23192">
        <w:t>n</w:t>
      </w:r>
      <w:r w:rsidRPr="00F23192">
        <w:t>nu s</w:t>
      </w:r>
      <w:r w:rsidR="00D60A57">
        <w:t>’</w:t>
      </w:r>
      <w:r w:rsidRPr="00F23192">
        <w:t>approcha du lit sur la pointe des pieds</w:t>
      </w:r>
      <w:r w:rsidR="00D60A57">
        <w:t xml:space="preserve">, </w:t>
      </w:r>
      <w:r w:rsidRPr="00F23192">
        <w:t>atténuant autant qu</w:t>
      </w:r>
      <w:r w:rsidR="00D60A57">
        <w:t>’</w:t>
      </w:r>
      <w:r w:rsidRPr="00F23192">
        <w:t>il lui était possible le bruit de ses bottes sur le plancher</w:t>
      </w:r>
      <w:r w:rsidR="00D60A57">
        <w:t xml:space="preserve"> ; </w:t>
      </w:r>
      <w:r w:rsidRPr="00F23192">
        <w:t>puis il se pencha vers le blessé et écouta avec attention sa respir</w:t>
      </w:r>
      <w:r w:rsidRPr="00F23192">
        <w:t>a</w:t>
      </w:r>
      <w:r w:rsidRPr="00F23192">
        <w:t>tion</w:t>
      </w:r>
      <w:r w:rsidR="00D60A57">
        <w:t>.</w:t>
      </w:r>
    </w:p>
    <w:p w14:paraId="1F18ABB1" w14:textId="77777777" w:rsidR="00D60A57" w:rsidRDefault="00E36F6A" w:rsidP="00D60A57">
      <w:r w:rsidRPr="00F23192">
        <w:lastRenderedPageBreak/>
        <w:t>Quand il se redressa</w:t>
      </w:r>
      <w:r w:rsidR="00D60A57">
        <w:t xml:space="preserve">, </w:t>
      </w:r>
      <w:r w:rsidRPr="00F23192">
        <w:t>il paraissait soucieux</w:t>
      </w:r>
      <w:r w:rsidR="00D60A57">
        <w:t>.</w:t>
      </w:r>
    </w:p>
    <w:p w14:paraId="019D0F09" w14:textId="77777777" w:rsidR="00D60A57" w:rsidRDefault="00E36F6A" w:rsidP="00D60A57">
      <w:r w:rsidRPr="00F23192">
        <w:t>Comme il demeurait là</w:t>
      </w:r>
      <w:r w:rsidR="00D60A57">
        <w:t xml:space="preserve">, </w:t>
      </w:r>
      <w:r w:rsidRPr="00F23192">
        <w:t>debout</w:t>
      </w:r>
      <w:r w:rsidR="00D60A57">
        <w:t xml:space="preserve">, </w:t>
      </w:r>
      <w:r w:rsidRPr="00F23192">
        <w:t>en proie à une visible pe</w:t>
      </w:r>
      <w:r w:rsidRPr="00F23192">
        <w:t>r</w:t>
      </w:r>
      <w:r w:rsidRPr="00F23192">
        <w:t>plexité</w:t>
      </w:r>
      <w:r w:rsidR="00D60A57">
        <w:t xml:space="preserve">, </w:t>
      </w:r>
      <w:r w:rsidRPr="00F23192">
        <w:t>Bertrand se décida à soulever les paupières</w:t>
      </w:r>
      <w:r w:rsidR="00D60A57">
        <w:t>.</w:t>
      </w:r>
    </w:p>
    <w:p w14:paraId="6FD9C3C3" w14:textId="77777777" w:rsidR="00D60A57" w:rsidRDefault="00E36F6A" w:rsidP="00D60A57">
      <w:r w:rsidRPr="00F23192">
        <w:t>Ce que voyant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autre demanda</w:t>
      </w:r>
      <w:r w:rsidR="00D60A57">
        <w:t xml:space="preserve">, </w:t>
      </w:r>
      <w:r w:rsidRPr="00F23192">
        <w:t>parlant à mi-voix</w:t>
      </w:r>
      <w:r w:rsidR="00D60A57">
        <w:t> :</w:t>
      </w:r>
    </w:p>
    <w:p w14:paraId="50609110" w14:textId="77777777" w:rsidR="00D60A57" w:rsidRDefault="00D60A57" w:rsidP="00D60A57">
      <w:r>
        <w:t>— </w:t>
      </w:r>
      <w:r w:rsidR="00E36F6A" w:rsidRPr="00F23192">
        <w:t>Comment vous sentez-vous</w:t>
      </w:r>
      <w:r>
        <w:t> ?</w:t>
      </w:r>
    </w:p>
    <w:p w14:paraId="485BBAAD" w14:textId="77777777" w:rsidR="00D60A57" w:rsidRDefault="00D60A57" w:rsidP="00D60A57">
      <w:r>
        <w:t>— </w:t>
      </w:r>
      <w:r w:rsidR="00E36F6A" w:rsidRPr="00F23192">
        <w:t>Mal en point</w:t>
      </w:r>
      <w:r>
        <w:t xml:space="preserve">, </w:t>
      </w:r>
      <w:r w:rsidR="00E36F6A" w:rsidRPr="00F23192">
        <w:t>balbutia le blessé</w:t>
      </w:r>
      <w:r>
        <w:t>.</w:t>
      </w:r>
    </w:p>
    <w:p w14:paraId="096AF8EE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miracle même que vous soyez vivant</w:t>
      </w:r>
      <w:r>
        <w:t> !</w:t>
      </w:r>
    </w:p>
    <w:p w14:paraId="1065F831" w14:textId="77777777" w:rsidR="00D60A57" w:rsidRDefault="00E36F6A" w:rsidP="00D60A57">
      <w:r w:rsidRPr="00F23192">
        <w:t>Comme Bertrand esquissait des lèvres l</w:t>
      </w:r>
      <w:r w:rsidR="00D60A57">
        <w:t>’</w:t>
      </w:r>
      <w:r w:rsidRPr="00F23192">
        <w:t>intention de r</w:t>
      </w:r>
      <w:r w:rsidRPr="00F23192">
        <w:t>é</w:t>
      </w:r>
      <w:r w:rsidRPr="00F23192">
        <w:t>pondre</w:t>
      </w:r>
      <w:r w:rsidR="00D60A57">
        <w:t xml:space="preserve">, </w:t>
      </w:r>
      <w:r w:rsidRPr="00F23192">
        <w:t>le visiteur eut de la main un geste qui lui imposait s</w:t>
      </w:r>
      <w:r w:rsidRPr="00F23192">
        <w:t>i</w:t>
      </w:r>
      <w:r w:rsidRPr="00F23192">
        <w:t>lence</w:t>
      </w:r>
      <w:r w:rsidR="00D60A57">
        <w:t>.</w:t>
      </w:r>
    </w:p>
    <w:p w14:paraId="1C0F221F" w14:textId="77777777" w:rsidR="00D60A57" w:rsidRDefault="00D60A57" w:rsidP="00D60A57">
      <w:r>
        <w:t>— </w:t>
      </w:r>
      <w:r w:rsidR="00E36F6A" w:rsidRPr="00F23192">
        <w:t>Ne parlez pas</w:t>
      </w:r>
      <w:r>
        <w:t xml:space="preserve">… </w:t>
      </w:r>
      <w:r w:rsidR="00E36F6A" w:rsidRPr="00F23192">
        <w:t>enjoignit-il d</w:t>
      </w:r>
      <w:r>
        <w:t>’</w:t>
      </w:r>
      <w:r w:rsidR="00E36F6A" w:rsidRPr="00F23192">
        <w:t>une voix qui ordonnait et suppliait en même temps</w:t>
      </w:r>
      <w:r>
        <w:t xml:space="preserve">… </w:t>
      </w:r>
      <w:r w:rsidR="00E36F6A" w:rsidRPr="00F23192">
        <w:t>Le moindre effort peut faire rouvrir vos blessures</w:t>
      </w:r>
      <w:r>
        <w:t>.</w:t>
      </w:r>
    </w:p>
    <w:p w14:paraId="17C67436" w14:textId="77777777" w:rsidR="00D60A57" w:rsidRDefault="00D60A57" w:rsidP="00D60A57">
      <w:r>
        <w:t>— </w:t>
      </w:r>
      <w:r w:rsidR="00E36F6A" w:rsidRPr="00F23192">
        <w:t>Je veux cependant savoir</w:t>
      </w:r>
      <w:r>
        <w:t>…</w:t>
      </w:r>
    </w:p>
    <w:p w14:paraId="43DEAA40" w14:textId="77777777" w:rsidR="00D60A57" w:rsidRDefault="00E36F6A" w:rsidP="00D60A57">
      <w:r w:rsidRPr="00F23192">
        <w:t>Rudement</w:t>
      </w:r>
      <w:r w:rsidR="00D60A57">
        <w:t xml:space="preserve">, </w:t>
      </w:r>
      <w:r w:rsidRPr="00F23192">
        <w:t>le visiteur déclara</w:t>
      </w:r>
      <w:r w:rsidR="00D60A57">
        <w:t> :</w:t>
      </w:r>
    </w:p>
    <w:p w14:paraId="4AD70514" w14:textId="77777777" w:rsidR="00D60A57" w:rsidRDefault="00D60A57" w:rsidP="00D60A57">
      <w:r>
        <w:t>— </w:t>
      </w:r>
      <w:r w:rsidR="00E36F6A" w:rsidRPr="00F23192">
        <w:t>Pour l</w:t>
      </w:r>
      <w:r>
        <w:t>’</w:t>
      </w:r>
      <w:r w:rsidR="00E36F6A" w:rsidRPr="00F23192">
        <w:t>instant</w:t>
      </w:r>
      <w:r>
        <w:t xml:space="preserve">, </w:t>
      </w:r>
      <w:r w:rsidR="00E36F6A" w:rsidRPr="00F23192">
        <w:t>vous n</w:t>
      </w:r>
      <w:r>
        <w:t>’</w:t>
      </w:r>
      <w:r w:rsidR="00E36F6A" w:rsidRPr="00F23192">
        <w:t>avez rien à savoir d</w:t>
      </w:r>
      <w:r>
        <w:t>’</w:t>
      </w:r>
      <w:r w:rsidR="00E36F6A" w:rsidRPr="00F23192">
        <w:t>autre que vous vivez</w:t>
      </w:r>
      <w:r>
        <w:t xml:space="preserve"> ; </w:t>
      </w:r>
      <w:r w:rsidR="00E36F6A" w:rsidRPr="00F23192">
        <w:t>donc</w:t>
      </w:r>
      <w:r>
        <w:t xml:space="preserve">, </w:t>
      </w:r>
      <w:r w:rsidR="00E36F6A" w:rsidRPr="00F23192">
        <w:t>ne vous préoccupez pas de quoi que ce soit</w:t>
      </w:r>
      <w:r>
        <w:t xml:space="preserve">, </w:t>
      </w:r>
      <w:r w:rsidR="00E36F6A" w:rsidRPr="00F23192">
        <w:t>sinon de ne pas faciliter à la mort de vous emporter</w:t>
      </w:r>
      <w:r>
        <w:t xml:space="preserve">. </w:t>
      </w:r>
      <w:r w:rsidR="00E36F6A" w:rsidRPr="00F23192">
        <w:t>Tout autre sujet doit vous être indifférent</w:t>
      </w:r>
      <w:r>
        <w:t>.</w:t>
      </w:r>
    </w:p>
    <w:p w14:paraId="06D19C61" w14:textId="77777777" w:rsidR="00D60A57" w:rsidRDefault="00E36F6A" w:rsidP="00D60A57">
      <w:r w:rsidRPr="00F23192">
        <w:t>À cette déclaration</w:t>
      </w:r>
      <w:r w:rsidR="00D60A57">
        <w:t xml:space="preserve">, </w:t>
      </w:r>
      <w:r w:rsidRPr="00F23192">
        <w:t>Bertrand répliqua avec plus d</w:t>
      </w:r>
      <w:r w:rsidR="00D60A57">
        <w:t>’</w:t>
      </w:r>
      <w:r w:rsidRPr="00F23192">
        <w:t>emportement que ne lui permettait son état</w:t>
      </w:r>
      <w:r w:rsidR="00D60A57">
        <w:t>.</w:t>
      </w:r>
    </w:p>
    <w:p w14:paraId="00102B00" w14:textId="77777777" w:rsidR="00D60A57" w:rsidRDefault="00D60A57" w:rsidP="00D60A57">
      <w:r>
        <w:t>— </w:t>
      </w:r>
      <w:r w:rsidR="00E36F6A" w:rsidRPr="00F23192">
        <w:t>Je veux cependant</w:t>
      </w:r>
      <w:r>
        <w:t>…</w:t>
      </w:r>
    </w:p>
    <w:p w14:paraId="5F7789C1" w14:textId="77777777" w:rsidR="00D60A57" w:rsidRDefault="00E36F6A" w:rsidP="00D60A57">
      <w:r w:rsidRPr="00F23192">
        <w:t>L</w:t>
      </w:r>
      <w:r w:rsidR="00D60A57">
        <w:t>’</w:t>
      </w:r>
      <w:r w:rsidRPr="00F23192">
        <w:t>autre frappa du talon avec impatience</w:t>
      </w:r>
      <w:r w:rsidR="00D60A57">
        <w:t>.</w:t>
      </w:r>
    </w:p>
    <w:p w14:paraId="1CB28D30" w14:textId="77777777" w:rsidR="00D60A57" w:rsidRDefault="00D60A57" w:rsidP="00D60A57">
      <w:r>
        <w:lastRenderedPageBreak/>
        <w:t>— </w:t>
      </w:r>
      <w:r w:rsidR="00E36F6A" w:rsidRPr="00F23192">
        <w:t>Ne veuillez donc qu</w:t>
      </w:r>
      <w:r>
        <w:t>’</w:t>
      </w:r>
      <w:r w:rsidR="00E36F6A" w:rsidRPr="00F23192">
        <w:t>une chose</w:t>
      </w:r>
      <w:r>
        <w:t xml:space="preserve">… </w:t>
      </w:r>
      <w:r w:rsidR="00E36F6A" w:rsidRPr="00F23192">
        <w:t>obéir</w:t>
      </w:r>
      <w:r>
        <w:t xml:space="preserve">… </w:t>
      </w:r>
      <w:r w:rsidR="00E36F6A" w:rsidRPr="00F23192">
        <w:t>en songeant que de votre docilité dépend votre salut</w:t>
      </w:r>
      <w:r>
        <w:t xml:space="preserve"> ! </w:t>
      </w:r>
      <w:r w:rsidR="00E36F6A" w:rsidRPr="00F23192">
        <w:t>Donc</w:t>
      </w:r>
      <w:r>
        <w:t xml:space="preserve">, </w:t>
      </w:r>
      <w:r w:rsidR="00E36F6A" w:rsidRPr="00F23192">
        <w:t>si vous avez des m</w:t>
      </w:r>
      <w:r w:rsidR="00E36F6A" w:rsidRPr="00F23192">
        <w:t>o</w:t>
      </w:r>
      <w:r w:rsidR="00E36F6A" w:rsidRPr="00F23192">
        <w:t>tifs de tenir à la vie</w:t>
      </w:r>
      <w:r>
        <w:t>…</w:t>
      </w:r>
    </w:p>
    <w:p w14:paraId="773A15BF" w14:textId="77777777" w:rsidR="00D60A57" w:rsidRDefault="00D60A57" w:rsidP="00D60A57">
      <w:r>
        <w:t>— </w:t>
      </w:r>
      <w:r w:rsidR="00E36F6A" w:rsidRPr="00F23192">
        <w:t>Des motifs</w:t>
      </w:r>
      <w:r>
        <w:t xml:space="preserve"> ?… </w:t>
      </w:r>
      <w:r w:rsidR="00E36F6A" w:rsidRPr="00F23192">
        <w:t>Jour de Dieu</w:t>
      </w:r>
      <w:r>
        <w:t xml:space="preserve">, </w:t>
      </w:r>
      <w:r w:rsidR="00153CA7">
        <w:t>j</w:t>
      </w:r>
      <w:r>
        <w:t>’</w:t>
      </w:r>
      <w:r w:rsidR="00E36F6A" w:rsidRPr="00F23192">
        <w:t>en ai deux entre tous</w:t>
      </w:r>
      <w:r>
        <w:t> !…</w:t>
      </w:r>
    </w:p>
    <w:p w14:paraId="511445E0" w14:textId="77777777" w:rsidR="00D60A57" w:rsidRDefault="00E36F6A" w:rsidP="00D60A57">
      <w:r w:rsidRPr="00F23192">
        <w:t>Pour lancer cette réplique</w:t>
      </w:r>
      <w:r w:rsidR="00D60A57">
        <w:t xml:space="preserve">, </w:t>
      </w:r>
      <w:r w:rsidRPr="00F23192">
        <w:t>Bertrand s</w:t>
      </w:r>
      <w:r w:rsidR="00D60A57">
        <w:t>’</w:t>
      </w:r>
      <w:r w:rsidRPr="00F23192">
        <w:t>était redressé</w:t>
      </w:r>
      <w:r w:rsidR="00D60A57">
        <w:t xml:space="preserve"> ; </w:t>
      </w:r>
      <w:r w:rsidRPr="00F23192">
        <w:t>mais il se renversa brusquement en arrière</w:t>
      </w:r>
      <w:r w:rsidR="00D60A57">
        <w:t xml:space="preserve">, </w:t>
      </w:r>
      <w:r w:rsidRPr="00F23192">
        <w:t>un flot de sang aux l</w:t>
      </w:r>
      <w:r w:rsidRPr="00F23192">
        <w:t>è</w:t>
      </w:r>
      <w:r w:rsidRPr="00F23192">
        <w:t>vres</w:t>
      </w:r>
      <w:r w:rsidR="00D60A57">
        <w:t xml:space="preserve">, </w:t>
      </w:r>
      <w:r w:rsidRPr="00F23192">
        <w:t>puis il s</w:t>
      </w:r>
      <w:r w:rsidR="00D60A57">
        <w:t>’</w:t>
      </w:r>
      <w:r w:rsidRPr="00F23192">
        <w:t>immobilisa</w:t>
      </w:r>
      <w:r w:rsidR="00D60A57">
        <w:t xml:space="preserve">, </w:t>
      </w:r>
      <w:r w:rsidRPr="00F23192">
        <w:t>tandis que le personnage se ret</w:t>
      </w:r>
      <w:r w:rsidRPr="00F23192">
        <w:t>i</w:t>
      </w:r>
      <w:r w:rsidRPr="00F23192">
        <w:t>rait</w:t>
      </w:r>
      <w:r w:rsidR="00D60A57">
        <w:t>.</w:t>
      </w:r>
    </w:p>
    <w:p w14:paraId="780E4E67" w14:textId="77777777" w:rsidR="00D60A57" w:rsidRDefault="00E36F6A" w:rsidP="00D60A57">
      <w:r w:rsidRPr="00F23192">
        <w:t>Mais quel était le nombre de jours depuis lesquels il se trouvait cloué sur ce lit de douleur</w:t>
      </w:r>
      <w:r w:rsidR="00D60A57">
        <w:t xml:space="preserve">, </w:t>
      </w:r>
      <w:r w:rsidRPr="00F23192">
        <w:t>dans ce logis inconnu</w:t>
      </w:r>
      <w:r w:rsidR="00D60A57">
        <w:t xml:space="preserve">, </w:t>
      </w:r>
      <w:r w:rsidRPr="00F23192">
        <w:t>so</w:t>
      </w:r>
      <w:r w:rsidRPr="00F23192">
        <w:t>i</w:t>
      </w:r>
      <w:r w:rsidRPr="00F23192">
        <w:t>gné par ce personnage dont l</w:t>
      </w:r>
      <w:r w:rsidR="00D60A57">
        <w:t>’</w:t>
      </w:r>
      <w:r w:rsidRPr="00F23192">
        <w:t>identité lui échappait</w:t>
      </w:r>
      <w:r w:rsidR="00D60A57">
        <w:t>.</w:t>
      </w:r>
    </w:p>
    <w:p w14:paraId="2F433346" w14:textId="77777777" w:rsidR="00D60A57" w:rsidRDefault="00E36F6A" w:rsidP="00D60A57">
      <w:r w:rsidRPr="00F23192">
        <w:t>Telle fut la question qu</w:t>
      </w:r>
      <w:r w:rsidR="00D60A57">
        <w:t>’</w:t>
      </w:r>
      <w:r w:rsidRPr="00F23192">
        <w:t>un beau matin il se posa</w:t>
      </w:r>
      <w:r w:rsidR="00D60A57">
        <w:t xml:space="preserve">, </w:t>
      </w:r>
      <w:r w:rsidRPr="00F23192">
        <w:t>en s</w:t>
      </w:r>
      <w:r w:rsidR="00D60A57">
        <w:t>’</w:t>
      </w:r>
      <w:r w:rsidRPr="00F23192">
        <w:t>éveillant</w:t>
      </w:r>
      <w:r w:rsidR="00D60A57">
        <w:t xml:space="preserve">, </w:t>
      </w:r>
      <w:r w:rsidRPr="00F23192">
        <w:t>en pleine possession</w:t>
      </w:r>
      <w:r w:rsidR="00D60A57">
        <w:t xml:space="preserve">, </w:t>
      </w:r>
      <w:r w:rsidRPr="00F23192">
        <w:t>lui apparut-il</w:t>
      </w:r>
      <w:r w:rsidR="00D60A57">
        <w:t xml:space="preserve">, </w:t>
      </w:r>
      <w:r w:rsidRPr="00F23192">
        <w:t>de ses facultés cérébr</w:t>
      </w:r>
      <w:r w:rsidRPr="00F23192">
        <w:t>a</w:t>
      </w:r>
      <w:r w:rsidRPr="00F23192">
        <w:t>les et physiques</w:t>
      </w:r>
      <w:r w:rsidR="00D60A57">
        <w:t>.</w:t>
      </w:r>
    </w:p>
    <w:p w14:paraId="2E92727D" w14:textId="77777777" w:rsidR="00D60A57" w:rsidRDefault="00E36F6A" w:rsidP="00D60A57">
      <w:r w:rsidRPr="00F23192">
        <w:t>Soudain</w:t>
      </w:r>
      <w:r w:rsidR="00D60A57">
        <w:t xml:space="preserve">, </w:t>
      </w:r>
      <w:r w:rsidRPr="00F23192">
        <w:t>il sursauta</w:t>
      </w:r>
      <w:r w:rsidR="00D60A57">
        <w:t xml:space="preserve">, </w:t>
      </w:r>
      <w:r w:rsidRPr="00F23192">
        <w:t>un juron aux lèvres</w:t>
      </w:r>
      <w:r w:rsidR="00D60A57">
        <w:t>.</w:t>
      </w:r>
    </w:p>
    <w:p w14:paraId="636B6511" w14:textId="77777777" w:rsidR="00D60A57" w:rsidRDefault="00D60A57" w:rsidP="00D60A57">
      <w:r>
        <w:t>« </w:t>
      </w:r>
      <w:r w:rsidR="00E36F6A" w:rsidRPr="00F23192">
        <w:t>Jour de Dieu</w:t>
      </w:r>
      <w:r>
        <w:t> ! »</w:t>
      </w:r>
    </w:p>
    <w:p w14:paraId="6E5ED298" w14:textId="77777777" w:rsidR="00D60A57" w:rsidRDefault="00E36F6A" w:rsidP="00D60A57">
      <w:r w:rsidRPr="00F23192">
        <w:t>Il n</w:t>
      </w:r>
      <w:r w:rsidR="00D60A57">
        <w:t>’</w:t>
      </w:r>
      <w:r w:rsidRPr="00F23192">
        <w:t>en put dire davantage</w:t>
      </w:r>
      <w:r w:rsidR="00D60A57">
        <w:t xml:space="preserve">, </w:t>
      </w:r>
      <w:r w:rsidRPr="00F23192">
        <w:t>la gorge serrée par l</w:t>
      </w:r>
      <w:r w:rsidR="00D60A57">
        <w:t>’</w:t>
      </w:r>
      <w:r w:rsidRPr="00F23192">
        <w:t>angoisse</w:t>
      </w:r>
      <w:r w:rsidR="00D60A57">
        <w:t xml:space="preserve"> : </w:t>
      </w:r>
      <w:r w:rsidRPr="00F23192">
        <w:t>il venait de se souvenir so</w:t>
      </w:r>
      <w:r w:rsidRPr="00F23192">
        <w:t>u</w:t>
      </w:r>
      <w:r w:rsidRPr="00F23192">
        <w:t xml:space="preserve">dain de la convocation que lui-même avait adressée aux Bretons pour décider du parti à prendre quant aux propositions du duc de </w:t>
      </w:r>
      <w:proofErr w:type="spellStart"/>
      <w:r w:rsidRPr="00F23192">
        <w:t>Kerlor</w:t>
      </w:r>
      <w:proofErr w:type="spellEnd"/>
      <w:r w:rsidRPr="00F23192">
        <w:t xml:space="preserve"> et en même temps de la rencontre qui devait l</w:t>
      </w:r>
      <w:r w:rsidR="00D60A57">
        <w:t>’</w:t>
      </w:r>
      <w:r w:rsidRPr="00F23192">
        <w:t>opposer lui-même</w:t>
      </w:r>
      <w:r w:rsidR="00D60A57">
        <w:t xml:space="preserve">, </w:t>
      </w:r>
      <w:r w:rsidRPr="00F23192">
        <w:t>les armes à la main</w:t>
      </w:r>
      <w:r w:rsidR="00D60A57">
        <w:t xml:space="preserve">, </w:t>
      </w:r>
      <w:r w:rsidRPr="00F23192">
        <w:t>au chef des ligueurs</w:t>
      </w:r>
      <w:r w:rsidR="00D60A57">
        <w:t>.</w:t>
      </w:r>
    </w:p>
    <w:p w14:paraId="1CCD1D4C" w14:textId="77777777" w:rsidR="00D60A57" w:rsidRDefault="00E36F6A" w:rsidP="00D60A57">
      <w:r w:rsidRPr="00F23192">
        <w:t>Les armes à la main</w:t>
      </w:r>
      <w:r w:rsidR="00D60A57">
        <w:t> !</w:t>
      </w:r>
    </w:p>
    <w:p w14:paraId="391EAA95" w14:textId="77777777" w:rsidR="00D60A57" w:rsidRDefault="00E36F6A" w:rsidP="00D60A57">
      <w:r w:rsidRPr="00F23192">
        <w:t>Serait-il seulement capable de tenir une épée</w:t>
      </w:r>
      <w:r w:rsidR="00D60A57">
        <w:t> !</w:t>
      </w:r>
    </w:p>
    <w:p w14:paraId="7FB04C1E" w14:textId="77777777" w:rsidR="00D60A57" w:rsidRDefault="00E36F6A" w:rsidP="00D60A57">
      <w:r w:rsidRPr="00F23192">
        <w:t>À la pensée que ses forces pourraient le trahir en une si grave circonstance</w:t>
      </w:r>
      <w:r w:rsidR="00D60A57">
        <w:t xml:space="preserve">, </w:t>
      </w:r>
      <w:r w:rsidRPr="00F23192">
        <w:t>ce lui fut</w:t>
      </w:r>
      <w:r w:rsidR="00D60A57">
        <w:t xml:space="preserve">, </w:t>
      </w:r>
      <w:r w:rsidRPr="00F23192">
        <w:t>par tout le corps</w:t>
      </w:r>
      <w:r w:rsidR="00D60A57">
        <w:t xml:space="preserve">, </w:t>
      </w:r>
      <w:r w:rsidRPr="00F23192">
        <w:t>un tremblement nerveux qui le secoua de la tête aux pieds</w:t>
      </w:r>
      <w:r w:rsidR="00D60A57">
        <w:t>.</w:t>
      </w:r>
    </w:p>
    <w:p w14:paraId="28F28D91" w14:textId="77777777" w:rsidR="00D60A57" w:rsidRDefault="00E36F6A" w:rsidP="00D60A57">
      <w:r w:rsidRPr="00F23192">
        <w:lastRenderedPageBreak/>
        <w:t>Faire défaut devant un adversaire qui</w:t>
      </w:r>
      <w:r w:rsidR="00D60A57">
        <w:t xml:space="preserve">, </w:t>
      </w:r>
      <w:r w:rsidRPr="00F23192">
        <w:t>publiquement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avait aussi odieusement prov</w:t>
      </w:r>
      <w:r w:rsidRPr="00F23192">
        <w:t>o</w:t>
      </w:r>
      <w:r w:rsidRPr="00F23192">
        <w:t>qué</w:t>
      </w:r>
      <w:r w:rsidR="00D60A57">
        <w:t> !</w:t>
      </w:r>
    </w:p>
    <w:p w14:paraId="033DBD9F" w14:textId="77777777" w:rsidR="00D60A57" w:rsidRDefault="00E36F6A" w:rsidP="00D60A57">
      <w:r w:rsidRPr="00F23192">
        <w:t>Un flot de sang lui monta à la tête</w:t>
      </w:r>
      <w:r w:rsidR="00D60A57">
        <w:t>.</w:t>
      </w:r>
    </w:p>
    <w:p w14:paraId="07199DD2" w14:textId="77777777" w:rsidR="00D60A57" w:rsidRDefault="00E36F6A" w:rsidP="00D60A57">
      <w:r w:rsidRPr="00F23192">
        <w:t>Comme en état de folie</w:t>
      </w:r>
      <w:r w:rsidR="00D60A57">
        <w:t xml:space="preserve">, </w:t>
      </w:r>
      <w:r w:rsidRPr="00F23192">
        <w:t>il rejeta les couettes au pied du lit et sauta sur le plancher</w:t>
      </w:r>
      <w:r w:rsidR="00D60A57">
        <w:t xml:space="preserve"> ; </w:t>
      </w:r>
      <w:r w:rsidRPr="00F23192">
        <w:t>un court instant</w:t>
      </w:r>
      <w:r w:rsidR="00D60A57">
        <w:t xml:space="preserve">, </w:t>
      </w:r>
      <w:r w:rsidRPr="00F23192">
        <w:t>il chancela</w:t>
      </w:r>
      <w:r w:rsidR="00D60A57">
        <w:t xml:space="preserve">, </w:t>
      </w:r>
      <w:r w:rsidRPr="00F23192">
        <w:t>tout son corps ébranlé par le contact brutal</w:t>
      </w:r>
      <w:r w:rsidR="00D60A57">
        <w:t xml:space="preserve">, </w:t>
      </w:r>
      <w:r w:rsidRPr="00F23192">
        <w:t>et il pensa s</w:t>
      </w:r>
      <w:r w:rsidR="00D60A57">
        <w:t>’</w:t>
      </w:r>
      <w:r w:rsidRPr="00F23192">
        <w:t>écrouler</w:t>
      </w:r>
      <w:r w:rsidR="00D60A57">
        <w:t>.</w:t>
      </w:r>
    </w:p>
    <w:p w14:paraId="27359988" w14:textId="77777777" w:rsidR="00D60A57" w:rsidRDefault="00E36F6A" w:rsidP="00D60A57">
      <w:r w:rsidRPr="00F23192">
        <w:t>Mais sa volonté</w:t>
      </w:r>
      <w:r w:rsidR="00D60A57">
        <w:t xml:space="preserve">, </w:t>
      </w:r>
      <w:r w:rsidRPr="00F23192">
        <w:t>exacerbée</w:t>
      </w:r>
      <w:r w:rsidR="00D60A57">
        <w:t xml:space="preserve">, </w:t>
      </w:r>
      <w:r w:rsidRPr="00F23192">
        <w:t>lui permit de conserver l</w:t>
      </w:r>
      <w:r w:rsidR="00D60A57">
        <w:t>’</w:t>
      </w:r>
      <w:r w:rsidRPr="00F23192">
        <w:t>équilibre et</w:t>
      </w:r>
      <w:r w:rsidR="00D60A57">
        <w:t xml:space="preserve">, </w:t>
      </w:r>
      <w:r w:rsidRPr="00F23192">
        <w:t>après quelques secondes d</w:t>
      </w:r>
      <w:r w:rsidR="00D60A57">
        <w:t>’</w:t>
      </w:r>
      <w:r w:rsidRPr="00F23192">
        <w:t>immobilité</w:t>
      </w:r>
      <w:r w:rsidR="00D60A57">
        <w:t xml:space="preserve">, </w:t>
      </w:r>
      <w:r w:rsidRPr="00F23192">
        <w:t>il eut con</w:t>
      </w:r>
      <w:r w:rsidRPr="00F23192">
        <w:t>s</w:t>
      </w:r>
      <w:r w:rsidRPr="00F23192">
        <w:t>cience de ses forces enfin revenues</w:t>
      </w:r>
      <w:r w:rsidR="00D60A57">
        <w:t>.</w:t>
      </w:r>
    </w:p>
    <w:p w14:paraId="6625DBDE" w14:textId="77777777" w:rsidR="00D60A57" w:rsidRDefault="00E36F6A" w:rsidP="00D60A57">
      <w:r w:rsidRPr="00F23192">
        <w:t>D</w:t>
      </w:r>
      <w:r w:rsidR="00D60A57">
        <w:t>’</w:t>
      </w:r>
      <w:r w:rsidRPr="00F23192">
        <w:t>un pas glissant</w:t>
      </w:r>
      <w:r w:rsidR="00D60A57">
        <w:t xml:space="preserve">, </w:t>
      </w:r>
      <w:r w:rsidRPr="00F23192">
        <w:t>il gagna la muraille où ses vêtements et</w:t>
      </w:r>
      <w:r w:rsidR="00D60A57">
        <w:t xml:space="preserve">, </w:t>
      </w:r>
      <w:r w:rsidRPr="00F23192">
        <w:t>ses armes étaient accrochés et</w:t>
      </w:r>
      <w:r w:rsidR="00D60A57">
        <w:t xml:space="preserve">, </w:t>
      </w:r>
      <w:r w:rsidRPr="00F23192">
        <w:t>sans difficultés</w:t>
      </w:r>
      <w:r w:rsidR="00D60A57">
        <w:t xml:space="preserve">, </w:t>
      </w:r>
      <w:r w:rsidRPr="00F23192">
        <w:t>enfila culottes et pourpoint</w:t>
      </w:r>
      <w:r w:rsidR="00D60A57">
        <w:t xml:space="preserve"> ; </w:t>
      </w:r>
      <w:r w:rsidRPr="00F23192">
        <w:t>après quoi</w:t>
      </w:r>
      <w:r w:rsidR="00D60A57">
        <w:t xml:space="preserve">, </w:t>
      </w:r>
      <w:r w:rsidRPr="00F23192">
        <w:t>ayant bouclé son ceinturon</w:t>
      </w:r>
      <w:r w:rsidR="00D60A57">
        <w:t xml:space="preserve">, </w:t>
      </w:r>
      <w:r w:rsidRPr="00F23192">
        <w:t>il tira son épée</w:t>
      </w:r>
      <w:r w:rsidR="00D60A57">
        <w:t>.</w:t>
      </w:r>
    </w:p>
    <w:p w14:paraId="62E3F63B" w14:textId="77777777" w:rsidR="00D60A57" w:rsidRDefault="00E36F6A" w:rsidP="00D60A57">
      <w:r w:rsidRPr="00F23192">
        <w:t>Tellement était grande sa hâte de savoir s</w:t>
      </w:r>
      <w:r w:rsidR="00D60A57">
        <w:t>’</w:t>
      </w:r>
      <w:r w:rsidRPr="00F23192">
        <w:t>il serait</w:t>
      </w:r>
      <w:r w:rsidR="00D60A57">
        <w:t xml:space="preserve">, </w:t>
      </w:r>
      <w:r w:rsidRPr="00F23192">
        <w:t>au jour dit</w:t>
      </w:r>
      <w:r w:rsidR="00D60A57">
        <w:t xml:space="preserve">, </w:t>
      </w:r>
      <w:r w:rsidRPr="00F23192">
        <w:t>en mesure de combattre</w:t>
      </w:r>
      <w:r w:rsidR="00D60A57">
        <w:t xml:space="preserve">, </w:t>
      </w:r>
      <w:r w:rsidRPr="00F23192">
        <w:t>qu</w:t>
      </w:r>
      <w:r w:rsidR="00D60A57">
        <w:t>’</w:t>
      </w:r>
      <w:r w:rsidRPr="00F23192">
        <w:t>il ne se sentait pas la force d</w:t>
      </w:r>
      <w:r w:rsidR="00D60A57">
        <w:t>’</w:t>
      </w:r>
      <w:r w:rsidRPr="00F23192">
        <w:t>a</w:t>
      </w:r>
      <w:r w:rsidRPr="00F23192">
        <w:t>t</w:t>
      </w:r>
      <w:r w:rsidRPr="00F23192">
        <w:t>tendre un seul moment pour être fixé</w:t>
      </w:r>
      <w:r w:rsidR="00D60A57">
        <w:t>.</w:t>
      </w:r>
    </w:p>
    <w:p w14:paraId="273D3211" w14:textId="77777777" w:rsidR="00D60A57" w:rsidRDefault="00E36F6A" w:rsidP="00D60A57">
      <w:r w:rsidRPr="00F23192">
        <w:t>Tombant en garde</w:t>
      </w:r>
      <w:r w:rsidR="00D60A57">
        <w:t xml:space="preserve">, </w:t>
      </w:r>
      <w:r w:rsidRPr="00F23192">
        <w:t>devant un adversaire fictif</w:t>
      </w:r>
      <w:r w:rsidR="00D60A57">
        <w:t xml:space="preserve">, </w:t>
      </w:r>
      <w:r w:rsidRPr="00F23192">
        <w:t>il se mit à ferrailler avec un entrain qui lui donna espoir</w:t>
      </w:r>
      <w:r w:rsidR="00D60A57">
        <w:t>.</w:t>
      </w:r>
    </w:p>
    <w:p w14:paraId="01D7111D" w14:textId="77777777" w:rsidR="00D60A57" w:rsidRDefault="00E36F6A" w:rsidP="00D60A57">
      <w:proofErr w:type="spellStart"/>
      <w:r w:rsidRPr="00F23192">
        <w:t>Kerlor</w:t>
      </w:r>
      <w:proofErr w:type="spellEnd"/>
      <w:r w:rsidRPr="00F23192">
        <w:t xml:space="preserve"> trouverait à qui parler</w:t>
      </w:r>
      <w:r w:rsidR="00D60A57">
        <w:t>.</w:t>
      </w:r>
    </w:p>
    <w:p w14:paraId="61DFE935" w14:textId="77777777" w:rsidR="00D60A57" w:rsidRDefault="00E36F6A" w:rsidP="00D60A57">
      <w:r w:rsidRPr="00F23192">
        <w:t>Oui</w:t>
      </w:r>
      <w:r w:rsidR="00D60A57">
        <w:t xml:space="preserve">, </w:t>
      </w:r>
      <w:r w:rsidRPr="00F23192">
        <w:t>le poignet avait sa vigueur coutumière et ses jarrets leur élasticité prestigieuse</w:t>
      </w:r>
      <w:r w:rsidR="00D60A57">
        <w:t xml:space="preserve"> ; </w:t>
      </w:r>
      <w:r w:rsidRPr="00F23192">
        <w:t>en plus</w:t>
      </w:r>
      <w:r w:rsidR="00D60A57">
        <w:t xml:space="preserve">, – </w:t>
      </w:r>
      <w:r w:rsidRPr="00F23192">
        <w:t>détail très important</w:t>
      </w:r>
      <w:r w:rsidR="00D60A57">
        <w:t xml:space="preserve">, – </w:t>
      </w:r>
      <w:r w:rsidRPr="00F23192">
        <w:t>il retrouvait dans ses doigts le coup qu</w:t>
      </w:r>
      <w:r w:rsidR="00D60A57">
        <w:t>’</w:t>
      </w:r>
      <w:r w:rsidRPr="00F23192">
        <w:t>un escrimeur italien lui avait enseigné et qui</w:t>
      </w:r>
      <w:r w:rsidR="00D60A57">
        <w:t xml:space="preserve">, </w:t>
      </w:r>
      <w:r w:rsidRPr="00F23192">
        <w:t>dans maintes occasions</w:t>
      </w:r>
      <w:r w:rsidR="00D60A57">
        <w:t xml:space="preserve">, </w:t>
      </w:r>
      <w:r w:rsidRPr="00F23192">
        <w:t>lui avait assuré la victoire sur des adversaires redoutables</w:t>
      </w:r>
      <w:r w:rsidR="00D60A57">
        <w:t>.</w:t>
      </w:r>
    </w:p>
    <w:p w14:paraId="0B6442EA" w14:textId="77777777" w:rsidR="00D60A57" w:rsidRDefault="00E36F6A" w:rsidP="00D60A57">
      <w:r w:rsidRPr="00F23192">
        <w:t>Aussi</w:t>
      </w:r>
      <w:r w:rsidR="00D60A57">
        <w:t xml:space="preserve">, </w:t>
      </w:r>
      <w:r w:rsidRPr="00F23192">
        <w:t>le cœur rempli d</w:t>
      </w:r>
      <w:r w:rsidR="00D60A57">
        <w:t>’</w:t>
      </w:r>
      <w:r w:rsidRPr="00F23192">
        <w:t>aise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escrimait-il comme un vrai diable</w:t>
      </w:r>
      <w:r w:rsidR="00D60A57">
        <w:t xml:space="preserve">, </w:t>
      </w:r>
      <w:r w:rsidRPr="00F23192">
        <w:t>oublieux de l</w:t>
      </w:r>
      <w:r w:rsidR="00D60A57">
        <w:t>’</w:t>
      </w:r>
      <w:r w:rsidRPr="00F23192">
        <w:t>état de faiblesse qui</w:t>
      </w:r>
      <w:r w:rsidR="00D60A57">
        <w:t xml:space="preserve">, </w:t>
      </w:r>
      <w:r w:rsidRPr="00F23192">
        <w:t>quelques minutes a</w:t>
      </w:r>
      <w:r w:rsidRPr="00F23192">
        <w:t>u</w:t>
      </w:r>
      <w:r w:rsidRPr="00F23192">
        <w:t>paravant</w:t>
      </w:r>
      <w:r w:rsidR="00D60A57">
        <w:t xml:space="preserve">, </w:t>
      </w:r>
      <w:r w:rsidRPr="00F23192">
        <w:t>était la sienne</w:t>
      </w:r>
      <w:r w:rsidR="00D60A57">
        <w:t xml:space="preserve">, </w:t>
      </w:r>
      <w:r w:rsidRPr="00F23192">
        <w:t>méprisant les pansements qui co</w:t>
      </w:r>
      <w:r w:rsidRPr="00F23192">
        <w:t>u</w:t>
      </w:r>
      <w:r w:rsidRPr="00F23192">
        <w:t>vraient son corps</w:t>
      </w:r>
      <w:r w:rsidR="00D60A57">
        <w:t>.</w:t>
      </w:r>
    </w:p>
    <w:p w14:paraId="4676930E" w14:textId="77777777" w:rsidR="00D60A57" w:rsidRDefault="00E36F6A" w:rsidP="00D60A57">
      <w:r w:rsidRPr="00F23192">
        <w:lastRenderedPageBreak/>
        <w:t>Et il ponctuait chaque attaque d</w:t>
      </w:r>
      <w:r w:rsidR="00D60A57">
        <w:t>’</w:t>
      </w:r>
      <w:r w:rsidRPr="00F23192">
        <w:t>une exclamation ou d</w:t>
      </w:r>
      <w:r w:rsidR="00D60A57">
        <w:t>’</w:t>
      </w:r>
      <w:r w:rsidRPr="00F23192">
        <w:t>un juron dont</w:t>
      </w:r>
      <w:r w:rsidR="00D60A57">
        <w:t xml:space="preserve">, </w:t>
      </w:r>
      <w:r w:rsidRPr="00F23192">
        <w:t>à son insu</w:t>
      </w:r>
      <w:r w:rsidR="00D60A57">
        <w:t xml:space="preserve">, </w:t>
      </w:r>
      <w:r w:rsidRPr="00F23192">
        <w:t>il se grisait</w:t>
      </w:r>
      <w:r w:rsidR="00D60A57">
        <w:t>.</w:t>
      </w:r>
    </w:p>
    <w:p w14:paraId="339D7A16" w14:textId="77777777" w:rsidR="00D60A57" w:rsidRDefault="00E36F6A" w:rsidP="00D60A57">
      <w:r w:rsidRPr="00F23192">
        <w:t>Au comble de l</w:t>
      </w:r>
      <w:r w:rsidR="00D60A57">
        <w:t>’</w:t>
      </w:r>
      <w:r w:rsidRPr="00F23192">
        <w:t>excitation</w:t>
      </w:r>
      <w:r w:rsidR="00D60A57">
        <w:t xml:space="preserve">, </w:t>
      </w:r>
      <w:r w:rsidRPr="00F23192">
        <w:t>comme il se fendait à fond dans une feinte habile qui devait en terminer avec son adversaire imaginaire</w:t>
      </w:r>
      <w:r w:rsidR="00D60A57">
        <w:t xml:space="preserve">, </w:t>
      </w:r>
      <w:r w:rsidRPr="00F23192">
        <w:t>la porte contre laquelle il s</w:t>
      </w:r>
      <w:r w:rsidR="00D60A57">
        <w:t>’</w:t>
      </w:r>
      <w:r w:rsidRPr="00F23192">
        <w:t>escrimait s</w:t>
      </w:r>
      <w:r w:rsidR="00D60A57">
        <w:t>’</w:t>
      </w:r>
      <w:r w:rsidRPr="00F23192">
        <w:t>ouvrit et sa lame</w:t>
      </w:r>
      <w:r w:rsidR="00D60A57">
        <w:t xml:space="preserve">, </w:t>
      </w:r>
      <w:r w:rsidRPr="00F23192">
        <w:t>poussée à fond</w:t>
      </w:r>
      <w:r w:rsidR="00D60A57">
        <w:t xml:space="preserve">, </w:t>
      </w:r>
      <w:r w:rsidRPr="00F23192">
        <w:t>en rencontra une autre</w:t>
      </w:r>
      <w:r w:rsidR="00D60A57">
        <w:t xml:space="preserve">, </w:t>
      </w:r>
      <w:r w:rsidRPr="00F23192">
        <w:t>tandis qu</w:t>
      </w:r>
      <w:r w:rsidR="00D60A57">
        <w:t>’</w:t>
      </w:r>
      <w:r w:rsidRPr="00F23192">
        <w:t>une voix grondait</w:t>
      </w:r>
      <w:r w:rsidR="00D60A57">
        <w:t> :</w:t>
      </w:r>
    </w:p>
    <w:p w14:paraId="25FF8F63" w14:textId="77777777" w:rsidR="00D60A57" w:rsidRDefault="00D60A57" w:rsidP="00D60A57">
      <w:r>
        <w:t>« </w:t>
      </w:r>
      <w:r w:rsidR="00E36F6A" w:rsidRPr="00F23192">
        <w:t>Par l</w:t>
      </w:r>
      <w:r>
        <w:t>’</w:t>
      </w:r>
      <w:r w:rsidR="00E36F6A" w:rsidRPr="00F23192">
        <w:t>enfer</w:t>
      </w:r>
      <w:r>
        <w:t xml:space="preserve">, </w:t>
      </w:r>
      <w:r w:rsidR="00E36F6A" w:rsidRPr="00F23192">
        <w:t>voici un vrai diable</w:t>
      </w:r>
      <w:r>
        <w:t> ! »</w:t>
      </w:r>
    </w:p>
    <w:p w14:paraId="423AF859" w14:textId="77777777" w:rsidR="00D60A57" w:rsidRDefault="00E36F6A" w:rsidP="00D60A57">
      <w:r w:rsidRPr="00F23192">
        <w:t>Soit de stupeur</w:t>
      </w:r>
      <w:r w:rsidR="00D60A57">
        <w:t xml:space="preserve">, </w:t>
      </w:r>
      <w:r w:rsidRPr="00F23192">
        <w:t>soit d</w:t>
      </w:r>
      <w:r w:rsidR="00D60A57">
        <w:t>’</w:t>
      </w:r>
      <w:r w:rsidRPr="00F23192">
        <w:t>épuisement</w:t>
      </w:r>
      <w:r w:rsidR="00D60A57">
        <w:t xml:space="preserve">, </w:t>
      </w:r>
      <w:r w:rsidRPr="00F23192">
        <w:t>Bertrand perdit connaissance et se fût écroulé sur le sol si le bras du survenant</w:t>
      </w:r>
      <w:r w:rsidR="00D60A57">
        <w:t xml:space="preserve">, </w:t>
      </w:r>
      <w:r w:rsidRPr="00F23192">
        <w:t>tendu opportunément</w:t>
      </w:r>
      <w:r w:rsidR="00D60A57">
        <w:t xml:space="preserve">, </w:t>
      </w:r>
      <w:r w:rsidRPr="00F23192">
        <w:t>ne l</w:t>
      </w:r>
      <w:r w:rsidR="00D60A57">
        <w:t>’</w:t>
      </w:r>
      <w:r w:rsidRPr="00F23192">
        <w:t>eût retenu</w:t>
      </w:r>
      <w:r w:rsidR="00D60A57">
        <w:t>.</w:t>
      </w:r>
    </w:p>
    <w:p w14:paraId="6521D3ED" w14:textId="77777777" w:rsidR="00D60A57" w:rsidRDefault="00D60A57" w:rsidP="00D60A57">
      <w:r>
        <w:t>« </w:t>
      </w:r>
      <w:r w:rsidR="00E36F6A" w:rsidRPr="00F23192">
        <w:t>Tudieu</w:t>
      </w:r>
      <w:r>
        <w:t xml:space="preserve"> ! </w:t>
      </w:r>
      <w:r w:rsidR="00E36F6A" w:rsidRPr="00F23192">
        <w:t>grogna-t-il</w:t>
      </w:r>
      <w:r>
        <w:t xml:space="preserve">, </w:t>
      </w:r>
      <w:r w:rsidR="00E36F6A" w:rsidRPr="00F23192">
        <w:t>que voici du bel ouvrage</w:t>
      </w:r>
      <w:r>
        <w:t>. »</w:t>
      </w:r>
    </w:p>
    <w:p w14:paraId="7986DE98" w14:textId="77777777" w:rsidR="00D60A57" w:rsidRDefault="00E36F6A" w:rsidP="00D60A57">
      <w:r w:rsidRPr="00F23192">
        <w:t>Et l</w:t>
      </w:r>
      <w:r w:rsidR="00D60A57">
        <w:t>’</w:t>
      </w:r>
      <w:r w:rsidRPr="00F23192">
        <w:t>adversaire fortuit de Bertrand appela</w:t>
      </w:r>
      <w:r w:rsidR="00D60A57">
        <w:t> :</w:t>
      </w:r>
    </w:p>
    <w:p w14:paraId="649623CF" w14:textId="77777777" w:rsidR="00D60A57" w:rsidRDefault="00D60A57" w:rsidP="00D60A57">
      <w:r>
        <w:t>— </w:t>
      </w:r>
      <w:r w:rsidR="00E36F6A" w:rsidRPr="00F23192">
        <w:t>Hubert</w:t>
      </w:r>
      <w:r>
        <w:t xml:space="preserve">… </w:t>
      </w:r>
      <w:r w:rsidR="00E36F6A" w:rsidRPr="00F23192">
        <w:t>à moi</w:t>
      </w:r>
      <w:r>
        <w:t> !…</w:t>
      </w:r>
    </w:p>
    <w:p w14:paraId="6DBC5930" w14:textId="77777777" w:rsidR="00D60A57" w:rsidRDefault="00E36F6A" w:rsidP="00D60A57">
      <w:r w:rsidRPr="00F23192">
        <w:t>Il soutenait Bertrand inanimé</w:t>
      </w:r>
      <w:r w:rsidR="00D60A57">
        <w:t xml:space="preserve">, </w:t>
      </w:r>
      <w:r w:rsidRPr="00F23192">
        <w:t>le visage cireux</w:t>
      </w:r>
      <w:r w:rsidR="00D60A57">
        <w:t xml:space="preserve">, </w:t>
      </w:r>
      <w:r w:rsidRPr="00F23192">
        <w:t>les lèvres ourlées d</w:t>
      </w:r>
      <w:r w:rsidR="00D60A57">
        <w:t>’</w:t>
      </w:r>
      <w:r w:rsidRPr="00F23192">
        <w:t>une mousse écarlate</w:t>
      </w:r>
      <w:r w:rsidR="00D60A57">
        <w:t>.</w:t>
      </w:r>
    </w:p>
    <w:p w14:paraId="0C2A6C6B" w14:textId="77777777" w:rsidR="00D60A57" w:rsidRDefault="00D60A57" w:rsidP="00D60A57">
      <w:r>
        <w:t>« </w:t>
      </w:r>
      <w:r w:rsidR="00E36F6A" w:rsidRPr="00F23192">
        <w:t>Un beau jouteur</w:t>
      </w:r>
      <w:r>
        <w:t xml:space="preserve">, </w:t>
      </w:r>
      <w:r w:rsidR="00E36F6A" w:rsidRPr="00F23192">
        <w:t>admira-t-il</w:t>
      </w:r>
      <w:r>
        <w:t xml:space="preserve">… </w:t>
      </w:r>
      <w:r w:rsidR="00E36F6A" w:rsidRPr="00F23192">
        <w:t>mais un fou</w:t>
      </w:r>
      <w:r>
        <w:t> ! »</w:t>
      </w:r>
    </w:p>
    <w:p w14:paraId="2B8E7F3B" w14:textId="77777777" w:rsidR="00D60A57" w:rsidRDefault="00E36F6A" w:rsidP="00D60A57">
      <w:r w:rsidRPr="00F23192">
        <w:t>En ce moment</w:t>
      </w:r>
      <w:r w:rsidR="00D60A57">
        <w:t xml:space="preserve">, </w:t>
      </w:r>
      <w:r w:rsidRPr="00F23192">
        <w:t>la porte s</w:t>
      </w:r>
      <w:r w:rsidR="00D60A57">
        <w:t>’</w:t>
      </w:r>
      <w:r w:rsidRPr="00F23192">
        <w:t>ouvrit</w:t>
      </w:r>
      <w:r w:rsidR="00D60A57">
        <w:t xml:space="preserve">, </w:t>
      </w:r>
      <w:r w:rsidRPr="00F23192">
        <w:t>livrant passage au vieil homme qui</w:t>
      </w:r>
      <w:r w:rsidR="00D60A57">
        <w:t xml:space="preserve">, </w:t>
      </w:r>
      <w:r w:rsidRPr="00F23192">
        <w:t>sans doute</w:t>
      </w:r>
      <w:r w:rsidR="00D60A57">
        <w:t xml:space="preserve">, </w:t>
      </w:r>
      <w:r w:rsidRPr="00F23192">
        <w:t>avait charge de s</w:t>
      </w:r>
      <w:r w:rsidR="00D60A57">
        <w:t>’</w:t>
      </w:r>
      <w:r w:rsidRPr="00F23192">
        <w:t>occuper du blessé</w:t>
      </w:r>
      <w:r w:rsidR="00D60A57">
        <w:t>.</w:t>
      </w:r>
    </w:p>
    <w:p w14:paraId="4E1D7E8E" w14:textId="77777777" w:rsidR="00D60A57" w:rsidRDefault="00D60A57" w:rsidP="00D60A57">
      <w:r>
        <w:t>— </w:t>
      </w:r>
      <w:r w:rsidR="00E36F6A" w:rsidRPr="00F23192">
        <w:t>Voilà le résultat de ton miracle</w:t>
      </w:r>
      <w:r>
        <w:t xml:space="preserve"> ! </w:t>
      </w:r>
      <w:r w:rsidR="00E36F6A" w:rsidRPr="00F23192">
        <w:t>déclara-t-il avec h</w:t>
      </w:r>
      <w:r w:rsidR="00E36F6A" w:rsidRPr="00F23192">
        <w:t>u</w:t>
      </w:r>
      <w:r w:rsidR="00E36F6A" w:rsidRPr="00F23192">
        <w:t>meur</w:t>
      </w:r>
      <w:r>
        <w:t xml:space="preserve"> ; </w:t>
      </w:r>
      <w:r w:rsidR="00E36F6A" w:rsidRPr="00F23192">
        <w:t>tu l</w:t>
      </w:r>
      <w:r>
        <w:t>’</w:t>
      </w:r>
      <w:r w:rsidR="00E36F6A" w:rsidRPr="00F23192">
        <w:t>as si bien remis sur pied que peu s</w:t>
      </w:r>
      <w:r>
        <w:t>’</w:t>
      </w:r>
      <w:r w:rsidR="00E36F6A" w:rsidRPr="00F23192">
        <w:t>en est fallu qu</w:t>
      </w:r>
      <w:r>
        <w:t>’</w:t>
      </w:r>
      <w:r w:rsidR="00E36F6A" w:rsidRPr="00F23192">
        <w:t>il me tuât</w:t>
      </w:r>
      <w:r>
        <w:t>…</w:t>
      </w:r>
    </w:p>
    <w:p w14:paraId="250FCCD7" w14:textId="77777777" w:rsidR="00D60A57" w:rsidRDefault="00E36F6A" w:rsidP="00D60A57">
      <w:r w:rsidRPr="00F23192">
        <w:t>Le nommé Hubert balbutia</w:t>
      </w:r>
      <w:r w:rsidR="00D60A57">
        <w:t xml:space="preserve">, </w:t>
      </w:r>
      <w:r w:rsidRPr="00F23192">
        <w:t>en manière d</w:t>
      </w:r>
      <w:r w:rsidR="00D60A57">
        <w:t>’</w:t>
      </w:r>
      <w:r w:rsidRPr="00F23192">
        <w:t>excuse</w:t>
      </w:r>
      <w:r w:rsidR="00D60A57">
        <w:t> :</w:t>
      </w:r>
    </w:p>
    <w:p w14:paraId="1F17113F" w14:textId="77777777" w:rsidR="00D60A57" w:rsidRDefault="00D60A57" w:rsidP="00D60A57">
      <w:r>
        <w:t>— </w:t>
      </w:r>
      <w:r w:rsidR="00E36F6A" w:rsidRPr="00F23192">
        <w:t>J</w:t>
      </w:r>
      <w:r>
        <w:t>’</w:t>
      </w:r>
      <w:r w:rsidR="00E36F6A" w:rsidRPr="00F23192">
        <w:t>ai fait de mon mieux</w:t>
      </w:r>
      <w:r>
        <w:t>…</w:t>
      </w:r>
    </w:p>
    <w:p w14:paraId="5F9F3AFC" w14:textId="77777777" w:rsidR="00D60A57" w:rsidRDefault="00D60A57" w:rsidP="00D60A57">
      <w:r>
        <w:t>— </w:t>
      </w:r>
      <w:r w:rsidR="00E36F6A" w:rsidRPr="00F23192">
        <w:t>Eh</w:t>
      </w:r>
      <w:r>
        <w:t xml:space="preserve"> ! </w:t>
      </w:r>
      <w:r w:rsidR="00E36F6A" w:rsidRPr="00F23192">
        <w:t>par le diable</w:t>
      </w:r>
      <w:r>
        <w:t xml:space="preserve"> ! </w:t>
      </w:r>
      <w:r w:rsidR="00E36F6A" w:rsidRPr="00F23192">
        <w:t>je n</w:t>
      </w:r>
      <w:r>
        <w:t>’</w:t>
      </w:r>
      <w:r w:rsidR="00E36F6A" w:rsidRPr="00F23192">
        <w:t>en doute pas</w:t>
      </w:r>
      <w:r>
        <w:t xml:space="preserve">… </w:t>
      </w:r>
      <w:r w:rsidR="00E36F6A" w:rsidRPr="00F23192">
        <w:t>tu as fait même trop bien</w:t>
      </w:r>
      <w:r>
        <w:t>.</w:t>
      </w:r>
    </w:p>
    <w:p w14:paraId="68FC2B1E" w14:textId="77777777" w:rsidR="00D60A57" w:rsidRDefault="00E36F6A" w:rsidP="00D60A57">
      <w:r w:rsidRPr="00F23192">
        <w:lastRenderedPageBreak/>
        <w:t>Tout en échangeant ces quelques paroles</w:t>
      </w:r>
      <w:r w:rsidR="00D60A57">
        <w:t xml:space="preserve">, </w:t>
      </w:r>
      <w:r w:rsidRPr="00F23192">
        <w:t>ils avaient dé</w:t>
      </w:r>
      <w:r w:rsidRPr="00F23192">
        <w:t>s</w:t>
      </w:r>
      <w:r w:rsidRPr="00F23192">
        <w:t>habillé le blessé et l</w:t>
      </w:r>
      <w:r w:rsidR="00D60A57">
        <w:t>’</w:t>
      </w:r>
      <w:r w:rsidRPr="00F23192">
        <w:t>avaient remis au lit</w:t>
      </w:r>
      <w:r w:rsidR="00D60A57">
        <w:t xml:space="preserve">… </w:t>
      </w:r>
      <w:r w:rsidRPr="00F23192">
        <w:t>où ils l</w:t>
      </w:r>
      <w:r w:rsidR="00D60A57">
        <w:t>’</w:t>
      </w:r>
      <w:r w:rsidRPr="00F23192">
        <w:t>examinèrent avec soin</w:t>
      </w:r>
      <w:r w:rsidR="00D60A57">
        <w:t>.</w:t>
      </w:r>
    </w:p>
    <w:p w14:paraId="32D8589C" w14:textId="77777777" w:rsidR="00D60A57" w:rsidRDefault="00D60A57" w:rsidP="00D60A57">
      <w:r>
        <w:t>— </w:t>
      </w:r>
      <w:r w:rsidR="00E36F6A" w:rsidRPr="00F23192">
        <w:t>Alors</w:t>
      </w:r>
      <w:r>
        <w:t> ?</w:t>
      </w:r>
    </w:p>
    <w:p w14:paraId="214B04D6" w14:textId="77777777" w:rsidR="00D60A57" w:rsidRDefault="00E36F6A" w:rsidP="00D60A57">
      <w:r w:rsidRPr="00F23192">
        <w:t>À cette question</w:t>
      </w:r>
      <w:r w:rsidR="00D60A57">
        <w:t xml:space="preserve">, </w:t>
      </w:r>
      <w:r w:rsidRPr="00F23192">
        <w:t>Hubert répondit en hochant la tête</w:t>
      </w:r>
      <w:r w:rsidR="00D60A57">
        <w:t>.</w:t>
      </w:r>
    </w:p>
    <w:p w14:paraId="2661B21D" w14:textId="77777777" w:rsidR="00D60A57" w:rsidRDefault="00D60A57" w:rsidP="00D60A57">
      <w:r>
        <w:t>— </w:t>
      </w:r>
      <w:r w:rsidR="00E36F6A" w:rsidRPr="00F23192">
        <w:t>Le mal n</w:t>
      </w:r>
      <w:r>
        <w:t>’</w:t>
      </w:r>
      <w:r w:rsidR="00E36F6A" w:rsidRPr="00F23192">
        <w:t>est pas trop grand</w:t>
      </w:r>
      <w:r>
        <w:t xml:space="preserve">… </w:t>
      </w:r>
      <w:r w:rsidR="00E36F6A" w:rsidRPr="00F23192">
        <w:t>quoique la blessure du flanc droit qui</w:t>
      </w:r>
      <w:r>
        <w:t xml:space="preserve">, </w:t>
      </w:r>
      <w:r w:rsidR="00E36F6A" w:rsidRPr="00F23192">
        <w:t>déjà</w:t>
      </w:r>
      <w:r>
        <w:t xml:space="preserve">, </w:t>
      </w:r>
      <w:r w:rsidR="00E36F6A" w:rsidRPr="00F23192">
        <w:t>se cicatrisait</w:t>
      </w:r>
      <w:r>
        <w:t xml:space="preserve">, </w:t>
      </w:r>
      <w:r w:rsidR="00E36F6A" w:rsidRPr="00F23192">
        <w:t>se soit rouverte</w:t>
      </w:r>
      <w:r>
        <w:t>…</w:t>
      </w:r>
    </w:p>
    <w:p w14:paraId="0D4CF2EA" w14:textId="77777777" w:rsidR="00D60A57" w:rsidRDefault="00D60A57" w:rsidP="00D60A57">
      <w:r>
        <w:t>— </w:t>
      </w:r>
      <w:r w:rsidR="00E36F6A" w:rsidRPr="00F23192">
        <w:t>Alors</w:t>
      </w:r>
      <w:r>
        <w:t xml:space="preserve"> ? </w:t>
      </w:r>
      <w:r w:rsidR="00E36F6A" w:rsidRPr="00F23192">
        <w:t>répéta l</w:t>
      </w:r>
      <w:r>
        <w:t>’</w:t>
      </w:r>
      <w:r w:rsidR="00E36F6A" w:rsidRPr="00F23192">
        <w:t>autre avec impatience</w:t>
      </w:r>
      <w:r>
        <w:t>.</w:t>
      </w:r>
    </w:p>
    <w:p w14:paraId="620A0CAE" w14:textId="77777777" w:rsidR="00D60A57" w:rsidRDefault="00D60A57" w:rsidP="00D60A57">
      <w:r>
        <w:t>— </w:t>
      </w:r>
      <w:r w:rsidR="00E36F6A" w:rsidRPr="00F23192">
        <w:t>Ce peut être long</w:t>
      </w:r>
      <w:r>
        <w:t>.</w:t>
      </w:r>
    </w:p>
    <w:p w14:paraId="1BF75D2B" w14:textId="77777777" w:rsidR="00D60A57" w:rsidRDefault="00D60A57" w:rsidP="00D60A57">
      <w:r>
        <w:t>— </w:t>
      </w:r>
      <w:r w:rsidR="00E36F6A" w:rsidRPr="00F23192">
        <w:t>Mais non dangereux</w:t>
      </w:r>
      <w:r>
        <w:t> ?</w:t>
      </w:r>
    </w:p>
    <w:p w14:paraId="41D3F633" w14:textId="77777777" w:rsidR="00D60A57" w:rsidRDefault="00D60A57" w:rsidP="00D60A57">
      <w:r>
        <w:t>— </w:t>
      </w:r>
      <w:r w:rsidR="00E36F6A" w:rsidRPr="00F23192">
        <w:t>Pas que je sache</w:t>
      </w:r>
      <w:r>
        <w:t xml:space="preserve">… </w:t>
      </w:r>
      <w:r w:rsidR="00E36F6A" w:rsidRPr="00F23192">
        <w:t>à condition toutefois qu</w:t>
      </w:r>
      <w:r>
        <w:t>’</w:t>
      </w:r>
      <w:r w:rsidR="00E36F6A" w:rsidRPr="00F23192">
        <w:t>il ne lui prenne fantaisie de recommencer ce jeu-là</w:t>
      </w:r>
      <w:r>
        <w:t>…</w:t>
      </w:r>
    </w:p>
    <w:p w14:paraId="33AF43C9" w14:textId="77777777" w:rsidR="00D60A57" w:rsidRDefault="00D60A57" w:rsidP="00D60A57">
      <w:r>
        <w:t>— </w:t>
      </w:r>
      <w:r w:rsidR="00E36F6A" w:rsidRPr="00F23192">
        <w:t>Pour cela</w:t>
      </w:r>
      <w:r>
        <w:t xml:space="preserve">, </w:t>
      </w:r>
      <w:r w:rsidR="00E36F6A" w:rsidRPr="00F23192">
        <w:t>nulle crainte</w:t>
      </w:r>
      <w:r>
        <w:t xml:space="preserve">… </w:t>
      </w:r>
      <w:r w:rsidR="00E36F6A" w:rsidRPr="00F23192">
        <w:t>j</w:t>
      </w:r>
      <w:r>
        <w:t>’</w:t>
      </w:r>
      <w:r w:rsidR="00E36F6A" w:rsidRPr="00F23192">
        <w:t>y veillerai moi-même</w:t>
      </w:r>
      <w:r>
        <w:t>…</w:t>
      </w:r>
    </w:p>
    <w:p w14:paraId="4EC99252" w14:textId="77777777" w:rsidR="00D60A57" w:rsidRDefault="00E36F6A" w:rsidP="00D60A57">
      <w:r w:rsidRPr="00F23192">
        <w:t>Cependant</w:t>
      </w:r>
      <w:r w:rsidR="00D60A57">
        <w:t xml:space="preserve">, </w:t>
      </w:r>
      <w:r w:rsidRPr="00F23192">
        <w:t>le pansement s</w:t>
      </w:r>
      <w:r w:rsidR="00D60A57">
        <w:t>’</w:t>
      </w:r>
      <w:r w:rsidRPr="00F23192">
        <w:t>achevait</w:t>
      </w:r>
      <w:r w:rsidR="00D60A57">
        <w:t>.</w:t>
      </w:r>
    </w:p>
    <w:p w14:paraId="49BA08D5" w14:textId="77777777" w:rsidR="00D60A57" w:rsidRDefault="00D60A57" w:rsidP="00D60A57">
      <w:r>
        <w:t>— </w:t>
      </w:r>
      <w:r w:rsidR="00E36F6A" w:rsidRPr="00F23192">
        <w:t>Maintenant</w:t>
      </w:r>
      <w:r>
        <w:t xml:space="preserve">, </w:t>
      </w:r>
      <w:r w:rsidR="00E36F6A" w:rsidRPr="00F23192">
        <w:t>laissons-le reposer</w:t>
      </w:r>
      <w:r>
        <w:t>…</w:t>
      </w:r>
    </w:p>
    <w:p w14:paraId="52DF8B65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étant assurés que</w:t>
      </w:r>
      <w:r w:rsidR="00D60A57">
        <w:t xml:space="preserve">, </w:t>
      </w:r>
      <w:r w:rsidRPr="00F23192">
        <w:t>vaincu par la fatigue</w:t>
      </w:r>
      <w:r w:rsidR="00D60A57">
        <w:t xml:space="preserve">, </w:t>
      </w:r>
      <w:r w:rsidRPr="00F23192">
        <w:t>le blessé avait cédé au sommeil</w:t>
      </w:r>
      <w:r w:rsidR="00D60A57">
        <w:t xml:space="preserve">, </w:t>
      </w:r>
      <w:r w:rsidRPr="00F23192">
        <w:t>ils sortirent de la pièce</w:t>
      </w:r>
      <w:r w:rsidR="00D60A57">
        <w:t xml:space="preserve">, </w:t>
      </w:r>
      <w:r w:rsidRPr="00F23192">
        <w:t>mais non sans que l</w:t>
      </w:r>
      <w:r w:rsidR="00D60A57">
        <w:t>’</w:t>
      </w:r>
      <w:r w:rsidRPr="00F23192">
        <w:t>étranger eût</w:t>
      </w:r>
      <w:r w:rsidR="00D60A57">
        <w:t xml:space="preserve">, </w:t>
      </w:r>
      <w:r w:rsidRPr="00F23192">
        <w:t>par prudence</w:t>
      </w:r>
      <w:r w:rsidR="00D60A57">
        <w:t xml:space="preserve">, </w:t>
      </w:r>
      <w:r w:rsidRPr="00F23192">
        <w:t>emporté l</w:t>
      </w:r>
      <w:r w:rsidR="00D60A57">
        <w:t>’</w:t>
      </w:r>
      <w:r w:rsidRPr="00F23192">
        <w:t>épée de Bertrand</w:t>
      </w:r>
      <w:r w:rsidR="00D60A57">
        <w:t xml:space="preserve">, </w:t>
      </w:r>
      <w:r w:rsidRPr="00F23192">
        <w:t>par crainte</w:t>
      </w:r>
      <w:r w:rsidR="00D60A57">
        <w:t xml:space="preserve">, </w:t>
      </w:r>
      <w:r w:rsidRPr="00F23192">
        <w:t>évidemment</w:t>
      </w:r>
      <w:r w:rsidR="00D60A57">
        <w:t xml:space="preserve">, </w:t>
      </w:r>
      <w:r w:rsidRPr="00F23192">
        <w:t>qu</w:t>
      </w:r>
      <w:r w:rsidR="00D60A57">
        <w:t>’</w:t>
      </w:r>
      <w:r w:rsidRPr="00F23192">
        <w:t>il ne prît au jeune homme fantaisie de se livrer à quelques exercices du genre de celui qui venait de lui si mal réussir</w:t>
      </w:r>
      <w:r w:rsidR="00D60A57">
        <w:t>.</w:t>
      </w:r>
    </w:p>
    <w:p w14:paraId="0AF4F56A" w14:textId="00F1AF52" w:rsidR="00E36F6A" w:rsidRPr="00D60A57" w:rsidRDefault="00E36F6A" w:rsidP="00D60A57">
      <w:pPr>
        <w:keepNext/>
        <w:ind w:firstLine="0"/>
        <w:jc w:val="center"/>
      </w:pPr>
      <w:r w:rsidRPr="00D60A57">
        <w:t>*</w:t>
      </w:r>
    </w:p>
    <w:p w14:paraId="6BBA2ED5" w14:textId="77777777" w:rsidR="00D60A57" w:rsidRDefault="00E36F6A" w:rsidP="00D60A57">
      <w:pPr>
        <w:ind w:firstLine="0"/>
        <w:jc w:val="center"/>
      </w:pPr>
      <w:r w:rsidRPr="00D60A57">
        <w:t>* *</w:t>
      </w:r>
    </w:p>
    <w:p w14:paraId="7FA30C7F" w14:textId="77777777" w:rsidR="00D60A57" w:rsidRDefault="00E36F6A" w:rsidP="00D60A57">
      <w:r w:rsidRPr="00F23192">
        <w:t>Le lendemain</w:t>
      </w:r>
      <w:r w:rsidR="00D60A57">
        <w:t xml:space="preserve">, </w:t>
      </w:r>
      <w:r w:rsidRPr="00F23192">
        <w:t>après une nuit agitée</w:t>
      </w:r>
      <w:r w:rsidR="00D60A57">
        <w:t xml:space="preserve">, </w:t>
      </w:r>
      <w:r w:rsidRPr="00F23192">
        <w:t>mais quand même r</w:t>
      </w:r>
      <w:r w:rsidRPr="00F23192">
        <w:t>e</w:t>
      </w:r>
      <w:r w:rsidRPr="00F23192">
        <w:t>posante</w:t>
      </w:r>
      <w:r w:rsidR="00D60A57">
        <w:t xml:space="preserve">, </w:t>
      </w:r>
      <w:r w:rsidRPr="00F23192">
        <w:t xml:space="preserve">le comte du </w:t>
      </w:r>
      <w:proofErr w:type="spellStart"/>
      <w:r w:rsidRPr="00F23192">
        <w:t>Falouët</w:t>
      </w:r>
      <w:proofErr w:type="spellEnd"/>
      <w:r w:rsidRPr="00F23192">
        <w:t xml:space="preserve"> s</w:t>
      </w:r>
      <w:r w:rsidR="00D60A57">
        <w:t>’</w:t>
      </w:r>
      <w:r w:rsidRPr="00F23192">
        <w:t>éveillait</w:t>
      </w:r>
      <w:r w:rsidR="00D60A57">
        <w:t xml:space="preserve">, </w:t>
      </w:r>
      <w:r w:rsidRPr="00F23192">
        <w:t xml:space="preserve">tout surpris de se </w:t>
      </w:r>
      <w:r w:rsidRPr="00F23192">
        <w:lastRenderedPageBreak/>
        <w:t>tro</w:t>
      </w:r>
      <w:r w:rsidRPr="00F23192">
        <w:t>u</w:t>
      </w:r>
      <w:r w:rsidRPr="00F23192">
        <w:t>ver les membres tout endoloris et ses blessures</w:t>
      </w:r>
      <w:r w:rsidR="00D60A57">
        <w:t xml:space="preserve">, </w:t>
      </w:r>
      <w:r w:rsidRPr="00F23192">
        <w:t>cependant en pleine cicatrisation</w:t>
      </w:r>
      <w:r w:rsidR="00D60A57">
        <w:t xml:space="preserve">, </w:t>
      </w:r>
      <w:r w:rsidRPr="00F23192">
        <w:t>violemment cuisantes</w:t>
      </w:r>
      <w:r w:rsidR="00D60A57">
        <w:t>.</w:t>
      </w:r>
    </w:p>
    <w:p w14:paraId="420F4C74" w14:textId="77777777" w:rsidR="00D60A57" w:rsidRDefault="00E36F6A" w:rsidP="00D60A57">
      <w:r w:rsidRPr="00F23192">
        <w:t>Et il se demandait ce qui avait bien pu se passer durant son sommeil quand sa mémoire désembrumée soudain</w:t>
      </w:r>
      <w:r w:rsidR="00D60A57">
        <w:t xml:space="preserve">, </w:t>
      </w:r>
      <w:r w:rsidRPr="00F23192">
        <w:t>la scène de la veille se présenta à son esprit</w:t>
      </w:r>
      <w:r w:rsidR="00D60A57">
        <w:t xml:space="preserve">, </w:t>
      </w:r>
      <w:r w:rsidRPr="00F23192">
        <w:t>et il murmura</w:t>
      </w:r>
      <w:r w:rsidR="00D60A57">
        <w:t> :</w:t>
      </w:r>
    </w:p>
    <w:p w14:paraId="4E5F31BE" w14:textId="77777777" w:rsidR="00D60A57" w:rsidRDefault="00D60A57" w:rsidP="00D60A57">
      <w:r>
        <w:t>— </w:t>
      </w:r>
      <w:r w:rsidR="00E36F6A" w:rsidRPr="00F23192">
        <w:t>Quel est celui-là</w:t>
      </w:r>
      <w:r>
        <w:t> ?</w:t>
      </w:r>
    </w:p>
    <w:p w14:paraId="7D636F21" w14:textId="77777777" w:rsidR="00D60A57" w:rsidRDefault="00E36F6A" w:rsidP="00D60A57">
      <w:r w:rsidRPr="00F23192">
        <w:t>Bien qu</w:t>
      </w:r>
      <w:r w:rsidR="00D60A57">
        <w:t>’</w:t>
      </w:r>
      <w:r w:rsidRPr="00F23192">
        <w:t>il n</w:t>
      </w:r>
      <w:r w:rsidR="00D60A57">
        <w:t>’</w:t>
      </w:r>
      <w:r w:rsidRPr="00F23192">
        <w:t>en eût eu qu</w:t>
      </w:r>
      <w:r w:rsidR="00D60A57">
        <w:t>’</w:t>
      </w:r>
      <w:r w:rsidRPr="00F23192">
        <w:t>une vision rapide comme un éclair</w:t>
      </w:r>
      <w:r w:rsidR="00D60A57">
        <w:t xml:space="preserve">, </w:t>
      </w:r>
      <w:r w:rsidRPr="00F23192">
        <w:t>il retrouvait l</w:t>
      </w:r>
      <w:r w:rsidR="00D60A57">
        <w:t>’</w:t>
      </w:r>
      <w:r w:rsidRPr="00F23192">
        <w:t>impression d</w:t>
      </w:r>
      <w:r w:rsidR="00D60A57">
        <w:t>’</w:t>
      </w:r>
      <w:r w:rsidRPr="00F23192">
        <w:t>un visage jeune</w:t>
      </w:r>
      <w:r w:rsidR="00D60A57">
        <w:t xml:space="preserve">, </w:t>
      </w:r>
      <w:r w:rsidRPr="00F23192">
        <w:t>reflétant une grande hardiesse</w:t>
      </w:r>
      <w:r w:rsidR="00D60A57">
        <w:t xml:space="preserve">, </w:t>
      </w:r>
      <w:r w:rsidRPr="00F23192">
        <w:t>quelque peu sauvage</w:t>
      </w:r>
      <w:r w:rsidR="00D60A57">
        <w:t xml:space="preserve">, </w:t>
      </w:r>
      <w:r w:rsidRPr="00F23192">
        <w:t>avec même</w:t>
      </w:r>
      <w:r w:rsidR="00D60A57">
        <w:t xml:space="preserve">, </w:t>
      </w:r>
      <w:r w:rsidRPr="00F23192">
        <w:t>dans le r</w:t>
      </w:r>
      <w:r w:rsidRPr="00F23192">
        <w:t>e</w:t>
      </w:r>
      <w:r w:rsidRPr="00F23192">
        <w:t>gard</w:t>
      </w:r>
      <w:r w:rsidR="00D60A57">
        <w:t xml:space="preserve">, </w:t>
      </w:r>
      <w:r w:rsidRPr="00F23192">
        <w:t>quelque chose de cruel</w:t>
      </w:r>
      <w:r w:rsidR="00D60A57">
        <w:t>.</w:t>
      </w:r>
    </w:p>
    <w:p w14:paraId="48E04B3C" w14:textId="77777777" w:rsidR="00D60A57" w:rsidRDefault="00E36F6A" w:rsidP="00D60A57">
      <w:r w:rsidRPr="00F23192">
        <w:t>Et avec cela</w:t>
      </w:r>
      <w:r w:rsidR="00D60A57">
        <w:t xml:space="preserve">, </w:t>
      </w:r>
      <w:r w:rsidRPr="00F23192">
        <w:t>dans l</w:t>
      </w:r>
      <w:r w:rsidR="00D60A57">
        <w:t>’</w:t>
      </w:r>
      <w:r w:rsidRPr="00F23192">
        <w:t>allure</w:t>
      </w:r>
      <w:r w:rsidR="00D60A57">
        <w:t xml:space="preserve">, </w:t>
      </w:r>
      <w:r w:rsidRPr="00F23192">
        <w:t>un ensemble qui eût pu dénoter la race si</w:t>
      </w:r>
      <w:r w:rsidR="00D60A57">
        <w:t xml:space="preserve">… </w:t>
      </w:r>
      <w:r w:rsidRPr="00F23192">
        <w:t>si</w:t>
      </w:r>
      <w:r w:rsidR="00D60A57">
        <w:t>…</w:t>
      </w:r>
    </w:p>
    <w:p w14:paraId="71FCF977" w14:textId="77777777" w:rsidR="00D60A57" w:rsidRDefault="00E36F6A" w:rsidP="00D60A57">
      <w:r w:rsidRPr="00F23192">
        <w:t>Cette restriction provenait d</w:t>
      </w:r>
      <w:r w:rsidR="00D60A57">
        <w:t>’</w:t>
      </w:r>
      <w:r w:rsidRPr="00F23192">
        <w:t>une impression singulière dont il lui était impossible de préciser la nature</w:t>
      </w:r>
      <w:r w:rsidR="00D60A57">
        <w:t xml:space="preserve"> ; </w:t>
      </w:r>
      <w:r w:rsidRPr="00F23192">
        <w:t>l</w:t>
      </w:r>
      <w:r w:rsidR="00D60A57">
        <w:t>’</w:t>
      </w:r>
      <w:r w:rsidRPr="00F23192">
        <w:t>apparition du personnage avait été si rapide qu</w:t>
      </w:r>
      <w:r w:rsidR="00D60A57">
        <w:t>’</w:t>
      </w:r>
      <w:r w:rsidRPr="00F23192">
        <w:t>en vérité</w:t>
      </w:r>
      <w:r w:rsidR="00D60A57">
        <w:t>…</w:t>
      </w:r>
    </w:p>
    <w:p w14:paraId="11D3C7FA" w14:textId="77777777" w:rsidR="00D60A57" w:rsidRDefault="00E36F6A" w:rsidP="00D60A57">
      <w:r w:rsidRPr="00F23192">
        <w:t>Et Bertrand s</w:t>
      </w:r>
      <w:r w:rsidR="00D60A57">
        <w:t>’</w:t>
      </w:r>
      <w:r w:rsidRPr="00F23192">
        <w:t>efforçait en vain à lire en lui</w:t>
      </w:r>
      <w:r w:rsidR="00D60A57">
        <w:t>.</w:t>
      </w:r>
    </w:p>
    <w:p w14:paraId="4049DB95" w14:textId="77777777" w:rsidR="00D60A57" w:rsidRDefault="00E36F6A" w:rsidP="00D60A57">
      <w:r w:rsidRPr="00F23192">
        <w:t>En tous cas</w:t>
      </w:r>
      <w:r w:rsidR="00D60A57">
        <w:t xml:space="preserve">, </w:t>
      </w:r>
      <w:r w:rsidRPr="00F23192">
        <w:t>celui-là lui était inconnu</w:t>
      </w:r>
      <w:r w:rsidR="00D60A57">
        <w:t xml:space="preserve"> ; </w:t>
      </w:r>
      <w:r w:rsidRPr="00F23192">
        <w:t>sans doute était-il nouveau venu dans la contrée</w:t>
      </w:r>
      <w:r w:rsidR="00D60A57">
        <w:t>.</w:t>
      </w:r>
    </w:p>
    <w:p w14:paraId="17950DC6" w14:textId="77777777" w:rsidR="00D60A57" w:rsidRDefault="00E36F6A" w:rsidP="00D60A57">
      <w:r w:rsidRPr="00F23192">
        <w:t>Il en était là de ses réflexions quand la tenture qui ma</w:t>
      </w:r>
      <w:r w:rsidRPr="00F23192">
        <w:t>s</w:t>
      </w:r>
      <w:r w:rsidRPr="00F23192">
        <w:t>quait la porte se souleva avec précaution</w:t>
      </w:r>
      <w:r w:rsidR="00D60A57">
        <w:t xml:space="preserve">, </w:t>
      </w:r>
      <w:r w:rsidRPr="00F23192">
        <w:t xml:space="preserve">laissant paraître un visage que Bertrand reconnut </w:t>
      </w:r>
      <w:proofErr w:type="gramStart"/>
      <w:r w:rsidRPr="00F23192">
        <w:t>de suite</w:t>
      </w:r>
      <w:proofErr w:type="gramEnd"/>
      <w:r w:rsidRPr="00F23192">
        <w:t xml:space="preserve"> et il murmura d</w:t>
      </w:r>
      <w:r w:rsidR="00D60A57">
        <w:t>’</w:t>
      </w:r>
      <w:r w:rsidRPr="00F23192">
        <w:t>une voix lasse</w:t>
      </w:r>
      <w:r w:rsidR="00D60A57">
        <w:t> :</w:t>
      </w:r>
    </w:p>
    <w:p w14:paraId="07858513" w14:textId="77777777" w:rsidR="00D60A57" w:rsidRDefault="00D60A57" w:rsidP="00D60A57">
      <w:r>
        <w:t>— </w:t>
      </w:r>
      <w:r w:rsidR="00E36F6A" w:rsidRPr="00F23192">
        <w:t>Ah</w:t>
      </w:r>
      <w:r>
        <w:t xml:space="preserve"> ! </w:t>
      </w:r>
      <w:r w:rsidR="00E36F6A" w:rsidRPr="00F23192">
        <w:t>vous voici</w:t>
      </w:r>
      <w:r>
        <w:t>…</w:t>
      </w:r>
    </w:p>
    <w:p w14:paraId="74FCDEFE" w14:textId="77777777" w:rsidR="00D60A57" w:rsidRDefault="00D60A57" w:rsidP="00D60A57">
      <w:r>
        <w:t>— </w:t>
      </w:r>
      <w:r w:rsidR="00E36F6A" w:rsidRPr="00F23192">
        <w:t>Me voici</w:t>
      </w:r>
      <w:r>
        <w:t xml:space="preserve">, </w:t>
      </w:r>
      <w:r w:rsidR="00E36F6A" w:rsidRPr="00F23192">
        <w:t>fit l</w:t>
      </w:r>
      <w:r>
        <w:t>’</w:t>
      </w:r>
      <w:r w:rsidR="00E36F6A" w:rsidRPr="00F23192">
        <w:t>inconnu en s</w:t>
      </w:r>
      <w:r>
        <w:t>’</w:t>
      </w:r>
      <w:r w:rsidR="00E36F6A" w:rsidRPr="00F23192">
        <w:t>avançant</w:t>
      </w:r>
      <w:r>
        <w:t xml:space="preserve">, </w:t>
      </w:r>
      <w:r w:rsidR="00E36F6A" w:rsidRPr="00F23192">
        <w:t>oui</w:t>
      </w:r>
      <w:r>
        <w:t xml:space="preserve">, </w:t>
      </w:r>
      <w:r w:rsidR="00E36F6A" w:rsidRPr="00F23192">
        <w:t>me voici</w:t>
      </w:r>
      <w:r>
        <w:t xml:space="preserve">, </w:t>
      </w:r>
      <w:r w:rsidR="00E36F6A" w:rsidRPr="00F23192">
        <w:t>fort satisfait de constater que votre aventure d</w:t>
      </w:r>
      <w:r>
        <w:t>’</w:t>
      </w:r>
      <w:r w:rsidR="00E36F6A" w:rsidRPr="00F23192">
        <w:t>hier n</w:t>
      </w:r>
      <w:r>
        <w:t>’</w:t>
      </w:r>
      <w:r w:rsidR="00E36F6A" w:rsidRPr="00F23192">
        <w:t>aura pas les su</w:t>
      </w:r>
      <w:r w:rsidR="00E36F6A" w:rsidRPr="00F23192">
        <w:t>i</w:t>
      </w:r>
      <w:r w:rsidR="00E36F6A" w:rsidRPr="00F23192">
        <w:t>tes que l</w:t>
      </w:r>
      <w:r>
        <w:t>’</w:t>
      </w:r>
      <w:r w:rsidR="00E36F6A" w:rsidRPr="00F23192">
        <w:t>on pouvait redouter</w:t>
      </w:r>
      <w:r>
        <w:t>.</w:t>
      </w:r>
    </w:p>
    <w:p w14:paraId="3CF23E46" w14:textId="77777777" w:rsidR="00D60A57" w:rsidRDefault="00E36F6A" w:rsidP="00D60A57">
      <w:r w:rsidRPr="00F23192">
        <w:lastRenderedPageBreak/>
        <w:t>Les sourcils de Bertrand se froncèrent et tout de suite il ajouta sur un ton de reproche</w:t>
      </w:r>
      <w:r w:rsidR="00D60A57">
        <w:t> :</w:t>
      </w:r>
    </w:p>
    <w:p w14:paraId="5F547C24" w14:textId="77777777" w:rsidR="00D60A57" w:rsidRDefault="00D60A57" w:rsidP="00D60A57">
      <w:r>
        <w:t>— </w:t>
      </w:r>
      <w:r w:rsidR="00E36F6A" w:rsidRPr="00F23192">
        <w:t>Bien que votre obligé</w:t>
      </w:r>
      <w:r>
        <w:t xml:space="preserve">, </w:t>
      </w:r>
      <w:r w:rsidR="00E36F6A" w:rsidRPr="00F23192">
        <w:t>je ne saurais permettre que vous jugiez ma conduite</w:t>
      </w:r>
      <w:r>
        <w:t xml:space="preserve">, </w:t>
      </w:r>
      <w:r w:rsidR="00E36F6A" w:rsidRPr="00F23192">
        <w:t>sans connaître la raison qui me l</w:t>
      </w:r>
      <w:r>
        <w:t>’</w:t>
      </w:r>
      <w:r w:rsidR="00E36F6A" w:rsidRPr="00F23192">
        <w:t>a dictée</w:t>
      </w:r>
      <w:r>
        <w:t>.</w:t>
      </w:r>
    </w:p>
    <w:p w14:paraId="632DC7CF" w14:textId="77777777" w:rsidR="00D60A57" w:rsidRDefault="00D60A57" w:rsidP="00D60A57">
      <w:r>
        <w:t>— </w:t>
      </w:r>
      <w:r w:rsidR="00E36F6A" w:rsidRPr="00F23192">
        <w:t>Comme moi il m</w:t>
      </w:r>
      <w:r>
        <w:t>’</w:t>
      </w:r>
      <w:r w:rsidR="00E36F6A" w:rsidRPr="00F23192">
        <w:t>est difficile d</w:t>
      </w:r>
      <w:r>
        <w:t>’</w:t>
      </w:r>
      <w:r w:rsidR="00E36F6A" w:rsidRPr="00F23192">
        <w:t>admettre que vous prote</w:t>
      </w:r>
      <w:r w:rsidR="00E36F6A" w:rsidRPr="00F23192">
        <w:t>s</w:t>
      </w:r>
      <w:r w:rsidR="00E36F6A" w:rsidRPr="00F23192">
        <w:t>tiez de la sorte contre des paroles dictées par l</w:t>
      </w:r>
      <w:r>
        <w:t>’</w:t>
      </w:r>
      <w:r w:rsidR="00E36F6A" w:rsidRPr="00F23192">
        <w:t>intérêt de qu</w:t>
      </w:r>
      <w:r w:rsidR="00E36F6A" w:rsidRPr="00F23192">
        <w:t>i</w:t>
      </w:r>
      <w:r w:rsidR="00E36F6A" w:rsidRPr="00F23192">
        <w:t>conque porte épée et qui se sert de la sienne avec une maestria semblable à la vôtre</w:t>
      </w:r>
      <w:r>
        <w:t>.</w:t>
      </w:r>
    </w:p>
    <w:p w14:paraId="22B21F43" w14:textId="77777777" w:rsidR="00D60A57" w:rsidRDefault="00E36F6A" w:rsidP="00D60A57">
      <w:r w:rsidRPr="00F23192">
        <w:t>Sous le compliment</w:t>
      </w:r>
      <w:r w:rsidR="00D60A57">
        <w:t xml:space="preserve">, </w:t>
      </w:r>
      <w:r w:rsidRPr="00F23192">
        <w:t>le visage exsangue de Bertrand se c</w:t>
      </w:r>
      <w:r w:rsidRPr="00F23192">
        <w:t>o</w:t>
      </w:r>
      <w:r w:rsidRPr="00F23192">
        <w:t>lora et il balbutia</w:t>
      </w:r>
      <w:r w:rsidR="00D60A57">
        <w:t> :</w:t>
      </w:r>
    </w:p>
    <w:p w14:paraId="342E4D19" w14:textId="77777777" w:rsidR="00D60A57" w:rsidRDefault="00D60A57" w:rsidP="00D60A57">
      <w:r>
        <w:t>— </w:t>
      </w:r>
      <w:r w:rsidR="00E36F6A" w:rsidRPr="00F23192">
        <w:t>Je vous remercie pour votre courtoisie et vous saurais gré de bien vouloir me dire à qui s</w:t>
      </w:r>
      <w:r>
        <w:t>’</w:t>
      </w:r>
      <w:r w:rsidR="00E36F6A" w:rsidRPr="00F23192">
        <w:t>adressent mes remerci</w:t>
      </w:r>
      <w:r w:rsidR="00E36F6A" w:rsidRPr="00F23192">
        <w:t>e</w:t>
      </w:r>
      <w:r w:rsidR="00E36F6A" w:rsidRPr="00F23192">
        <w:t>ments</w:t>
      </w:r>
      <w:r>
        <w:t>.</w:t>
      </w:r>
    </w:p>
    <w:p w14:paraId="7CF00AF6" w14:textId="77777777" w:rsidR="00D60A57" w:rsidRDefault="00E36F6A" w:rsidP="00D60A57">
      <w:r w:rsidRPr="00F23192">
        <w:t>Le visage de son interlocuteur changea d</w:t>
      </w:r>
      <w:r w:rsidR="00D60A57">
        <w:t>’</w:t>
      </w:r>
      <w:r w:rsidRPr="00F23192">
        <w:t>expression</w:t>
      </w:r>
      <w:r w:rsidR="00D60A57">
        <w:t xml:space="preserve">. </w:t>
      </w:r>
      <w:r w:rsidRPr="00F23192">
        <w:t>D</w:t>
      </w:r>
      <w:r w:rsidR="00D60A57">
        <w:t>’</w:t>
      </w:r>
      <w:r w:rsidRPr="00F23192">
        <w:t>une voix rogue</w:t>
      </w:r>
      <w:r w:rsidR="00D60A57">
        <w:t xml:space="preserve">, </w:t>
      </w:r>
      <w:r w:rsidRPr="00F23192">
        <w:t>il répondit</w:t>
      </w:r>
      <w:r w:rsidR="00D60A57">
        <w:t> :</w:t>
      </w:r>
    </w:p>
    <w:p w14:paraId="26F96C08" w14:textId="77777777" w:rsidR="00D60A57" w:rsidRDefault="00D60A57" w:rsidP="00D60A57">
      <w:r>
        <w:t>— </w:t>
      </w:r>
      <w:r w:rsidR="00E36F6A" w:rsidRPr="00F23192">
        <w:t>Un passant</w:t>
      </w:r>
      <w:r>
        <w:t xml:space="preserve">, </w:t>
      </w:r>
      <w:r w:rsidR="00E36F6A" w:rsidRPr="00F23192">
        <w:t>que le hasard a mis sur votre chemin</w:t>
      </w:r>
      <w:r>
        <w:t xml:space="preserve">, </w:t>
      </w:r>
      <w:r w:rsidR="00E36F6A" w:rsidRPr="00F23192">
        <w:t>juste à temps pour vous sauver la vie</w:t>
      </w:r>
      <w:r>
        <w:t>.</w:t>
      </w:r>
    </w:p>
    <w:p w14:paraId="55955077" w14:textId="77777777" w:rsidR="00D60A57" w:rsidRDefault="00D60A57" w:rsidP="00D60A57">
      <w:r>
        <w:t>— </w:t>
      </w:r>
      <w:r w:rsidR="00E36F6A" w:rsidRPr="00F23192">
        <w:t>Voilà une réponse qui ne saurait me satisfaire</w:t>
      </w:r>
      <w:r>
        <w:t>.</w:t>
      </w:r>
    </w:p>
    <w:p w14:paraId="23F62AA2" w14:textId="77777777" w:rsidR="00D60A57" w:rsidRDefault="00D60A57" w:rsidP="00D60A57">
      <w:r>
        <w:t>— </w:t>
      </w:r>
      <w:r w:rsidR="00E36F6A" w:rsidRPr="00F23192">
        <w:t>Il le faudra bien</w:t>
      </w:r>
      <w:r>
        <w:t>.</w:t>
      </w:r>
    </w:p>
    <w:p w14:paraId="455A43C3" w14:textId="77777777" w:rsidR="00D60A57" w:rsidRDefault="00E36F6A" w:rsidP="00D60A57">
      <w:r w:rsidRPr="00F23192">
        <w:t>Ces mots</w:t>
      </w:r>
      <w:r w:rsidR="00D60A57">
        <w:t xml:space="preserve">, </w:t>
      </w:r>
      <w:r w:rsidRPr="00F23192">
        <w:t>articulés d</w:t>
      </w:r>
      <w:r w:rsidR="00D60A57">
        <w:t>’</w:t>
      </w:r>
      <w:r w:rsidRPr="00F23192">
        <w:t>une voix nette</w:t>
      </w:r>
      <w:r w:rsidR="00D60A57">
        <w:t xml:space="preserve">, </w:t>
      </w:r>
      <w:r w:rsidRPr="00F23192">
        <w:t>firent se froncer les sourcils du jeune comte qui déclara</w:t>
      </w:r>
      <w:r w:rsidR="00D60A57">
        <w:t> :</w:t>
      </w:r>
    </w:p>
    <w:p w14:paraId="4E6DD2FE" w14:textId="77777777" w:rsidR="00D60A57" w:rsidRDefault="00D60A57" w:rsidP="00D60A57">
      <w:r>
        <w:t>— </w:t>
      </w:r>
      <w:r w:rsidR="00E36F6A" w:rsidRPr="00F23192">
        <w:t>En ce cas</w:t>
      </w:r>
      <w:r>
        <w:t xml:space="preserve">, </w:t>
      </w:r>
      <w:r w:rsidR="00E36F6A" w:rsidRPr="00F23192">
        <w:t>comme il ne saurait me convenir d</w:t>
      </w:r>
      <w:r>
        <w:t>’</w:t>
      </w:r>
      <w:r w:rsidR="00E36F6A" w:rsidRPr="00F23192">
        <w:t>être l</w:t>
      </w:r>
      <w:r>
        <w:t>’</w:t>
      </w:r>
      <w:r w:rsidR="00E36F6A" w:rsidRPr="00F23192">
        <w:t>obl</w:t>
      </w:r>
      <w:r w:rsidR="00E36F6A" w:rsidRPr="00F23192">
        <w:t>i</w:t>
      </w:r>
      <w:r w:rsidR="00E36F6A" w:rsidRPr="00F23192">
        <w:t>gé de qui prétend me cacher son nom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entends ne point abuser davantage de votre hospitalité et vais prendre congé</w:t>
      </w:r>
      <w:r>
        <w:t>.</w:t>
      </w:r>
    </w:p>
    <w:p w14:paraId="616AAFE3" w14:textId="77777777" w:rsidR="00D60A57" w:rsidRDefault="00E36F6A" w:rsidP="00D60A57">
      <w:r w:rsidRPr="00F23192">
        <w:t>Ce disant</w:t>
      </w:r>
      <w:r w:rsidR="00D60A57">
        <w:t xml:space="preserve">, </w:t>
      </w:r>
      <w:r w:rsidRPr="00F23192">
        <w:t>il fit effort pour se dresser sur son séant</w:t>
      </w:r>
      <w:r w:rsidR="00D60A57">
        <w:t xml:space="preserve"> ; </w:t>
      </w:r>
      <w:r w:rsidRPr="00F23192">
        <w:t>mais il retomba en arrière</w:t>
      </w:r>
      <w:r w:rsidR="00D60A57">
        <w:t xml:space="preserve">, </w:t>
      </w:r>
      <w:r w:rsidRPr="00F23192">
        <w:t>un cri de souffrance aux lèvres</w:t>
      </w:r>
      <w:r w:rsidR="00D60A57">
        <w:t>.</w:t>
      </w:r>
    </w:p>
    <w:p w14:paraId="433FD588" w14:textId="77777777" w:rsidR="00D60A57" w:rsidRDefault="00D60A57" w:rsidP="00D60A57">
      <w:r>
        <w:lastRenderedPageBreak/>
        <w:t>— </w:t>
      </w:r>
      <w:r w:rsidR="00E36F6A" w:rsidRPr="00F23192">
        <w:t>Par sainte Anne</w:t>
      </w:r>
      <w:r>
        <w:t xml:space="preserve"> ! </w:t>
      </w:r>
      <w:r w:rsidR="00E36F6A" w:rsidRPr="00F23192">
        <w:t>rugit-il en constatant son impui</w:t>
      </w:r>
      <w:r w:rsidR="00E36F6A" w:rsidRPr="00F23192">
        <w:t>s</w:t>
      </w:r>
      <w:r w:rsidR="00E36F6A" w:rsidRPr="00F23192">
        <w:t>sance</w:t>
      </w:r>
      <w:r>
        <w:t>.</w:t>
      </w:r>
    </w:p>
    <w:p w14:paraId="3C4A1A12" w14:textId="77777777" w:rsidR="00D60A57" w:rsidRDefault="00E36F6A" w:rsidP="00D60A57">
      <w:r w:rsidRPr="00F23192">
        <w:t>Impassible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autre conseilla</w:t>
      </w:r>
      <w:r w:rsidR="00D60A57">
        <w:t> :</w:t>
      </w:r>
    </w:p>
    <w:p w14:paraId="2D51B5CA" w14:textId="77777777" w:rsidR="00D60A57" w:rsidRDefault="00D60A57" w:rsidP="00D60A57">
      <w:r>
        <w:t>— </w:t>
      </w:r>
      <w:r w:rsidR="00E36F6A" w:rsidRPr="00F23192">
        <w:t>Quelque habile que vous soyez à l</w:t>
      </w:r>
      <w:r>
        <w:t>’</w:t>
      </w:r>
      <w:r w:rsidR="00E36F6A" w:rsidRPr="00F23192">
        <w:t>épée</w:t>
      </w:r>
      <w:r>
        <w:t xml:space="preserve">, </w:t>
      </w:r>
      <w:r w:rsidR="00E36F6A" w:rsidRPr="00F23192">
        <w:t>votre habileté ne vous permet pas de l</w:t>
      </w:r>
      <w:r>
        <w:t>’</w:t>
      </w:r>
      <w:r w:rsidR="00E36F6A" w:rsidRPr="00F23192">
        <w:t>emporter sur la nature</w:t>
      </w:r>
      <w:r>
        <w:t xml:space="preserve"> ; </w:t>
      </w:r>
      <w:r w:rsidR="00E36F6A" w:rsidRPr="00F23192">
        <w:t>vous avez commis une imprudence qui aurait pu vous coûter cher</w:t>
      </w:r>
      <w:r>
        <w:t xml:space="preserve"> ; </w:t>
      </w:r>
      <w:r w:rsidR="00E36F6A" w:rsidRPr="00F23192">
        <w:t>bénissez sainte Anne</w:t>
      </w:r>
      <w:r>
        <w:t xml:space="preserve">, </w:t>
      </w:r>
      <w:r w:rsidR="00E36F6A" w:rsidRPr="00F23192">
        <w:t>que vous venez d</w:t>
      </w:r>
      <w:r>
        <w:t>’</w:t>
      </w:r>
      <w:r w:rsidR="00E36F6A" w:rsidRPr="00F23192">
        <w:t>invoquer</w:t>
      </w:r>
      <w:r>
        <w:t xml:space="preserve">, </w:t>
      </w:r>
      <w:r w:rsidR="00E36F6A" w:rsidRPr="00F23192">
        <w:t>qu</w:t>
      </w:r>
      <w:r>
        <w:t>’</w:t>
      </w:r>
      <w:r w:rsidR="00E36F6A" w:rsidRPr="00F23192">
        <w:t>elle vous ait protégé contre la mort que vous aviez bien imprudemment provoquée</w:t>
      </w:r>
      <w:r>
        <w:t>.</w:t>
      </w:r>
    </w:p>
    <w:p w14:paraId="50A3B017" w14:textId="77777777" w:rsidR="00D60A57" w:rsidRDefault="00E36F6A" w:rsidP="00D60A57">
      <w:r w:rsidRPr="00F23192">
        <w:t>Bertrand se mordait les lèvres de dépit</w:t>
      </w:r>
      <w:r w:rsidR="00D60A57">
        <w:t xml:space="preserve">. </w:t>
      </w:r>
      <w:r w:rsidRPr="00F23192">
        <w:t>Après un court s</w:t>
      </w:r>
      <w:r w:rsidRPr="00F23192">
        <w:t>i</w:t>
      </w:r>
      <w:r w:rsidRPr="00F23192">
        <w:t>lence</w:t>
      </w:r>
      <w:r w:rsidR="00D60A57">
        <w:t xml:space="preserve">, </w:t>
      </w:r>
      <w:r w:rsidRPr="00F23192">
        <w:t>il demanda</w:t>
      </w:r>
      <w:r w:rsidR="00D60A57">
        <w:t> :</w:t>
      </w:r>
    </w:p>
    <w:p w14:paraId="582F9422" w14:textId="77777777" w:rsidR="00D60A57" w:rsidRDefault="00D60A57" w:rsidP="00D60A57">
      <w:r>
        <w:t>— </w:t>
      </w:r>
      <w:r w:rsidR="00E36F6A" w:rsidRPr="00F23192">
        <w:t>Puis-je vous poser une question</w:t>
      </w:r>
      <w:r>
        <w:t> ?</w:t>
      </w:r>
    </w:p>
    <w:p w14:paraId="6432A6D3" w14:textId="77777777" w:rsidR="00D60A57" w:rsidRDefault="00D60A57" w:rsidP="00D60A57">
      <w:r>
        <w:t>— </w:t>
      </w:r>
      <w:r w:rsidR="00E36F6A" w:rsidRPr="00F23192">
        <w:t>Toutes les questions qu</w:t>
      </w:r>
      <w:r>
        <w:t>’</w:t>
      </w:r>
      <w:r w:rsidR="00E36F6A" w:rsidRPr="00F23192">
        <w:t>il vous plaira</w:t>
      </w:r>
      <w:r>
        <w:t xml:space="preserve">, </w:t>
      </w:r>
      <w:r w:rsidR="00E36F6A" w:rsidRPr="00F23192">
        <w:t>sauf une</w:t>
      </w:r>
      <w:r>
        <w:t xml:space="preserve">, </w:t>
      </w:r>
      <w:r w:rsidR="00E36F6A" w:rsidRPr="00F23192">
        <w:t>celle à l</w:t>
      </w:r>
      <w:r w:rsidR="00E36F6A" w:rsidRPr="00F23192">
        <w:t>a</w:t>
      </w:r>
      <w:r w:rsidR="00E36F6A" w:rsidRPr="00F23192">
        <w:t>quelle je viens de refuser de répondre</w:t>
      </w:r>
      <w:r>
        <w:t>.</w:t>
      </w:r>
    </w:p>
    <w:p w14:paraId="0101A393" w14:textId="77777777" w:rsidR="00D60A57" w:rsidRDefault="00E36F6A" w:rsidP="00D60A57">
      <w:r w:rsidRPr="00F23192">
        <w:t>C</w:t>
      </w:r>
      <w:r w:rsidR="00D60A57">
        <w:t>’</w:t>
      </w:r>
      <w:r w:rsidRPr="00F23192">
        <w:t>était net</w:t>
      </w:r>
      <w:r w:rsidR="00D60A57">
        <w:t xml:space="preserve">, </w:t>
      </w:r>
      <w:r w:rsidRPr="00F23192">
        <w:t>et le blessé comprit qu</w:t>
      </w:r>
      <w:r w:rsidR="00D60A57">
        <w:t>’</w:t>
      </w:r>
      <w:r w:rsidRPr="00F23192">
        <w:t>il lui fallait en prendre son parti</w:t>
      </w:r>
      <w:r w:rsidR="00D60A57">
        <w:t xml:space="preserve">… </w:t>
      </w:r>
      <w:r w:rsidRPr="00F23192">
        <w:t>Il ne saurait rien de plus</w:t>
      </w:r>
      <w:r w:rsidR="00D60A57">
        <w:t>…</w:t>
      </w:r>
    </w:p>
    <w:p w14:paraId="3C07EAE7" w14:textId="77777777" w:rsidR="00D60A57" w:rsidRDefault="00E36F6A" w:rsidP="00D60A57">
      <w:r w:rsidRPr="00F23192">
        <w:t>Certes</w:t>
      </w:r>
      <w:r w:rsidR="00D60A57">
        <w:t xml:space="preserve">, </w:t>
      </w:r>
      <w:r w:rsidRPr="00F23192">
        <w:t>il aurait fallu que son tempérament fut autre pour qu</w:t>
      </w:r>
      <w:r w:rsidR="00D60A57">
        <w:t>’</w:t>
      </w:r>
      <w:r w:rsidRPr="00F23192">
        <w:t>il se résignât avec philosophie à la déclaration qui venait de lui être faite et une rage le tenait de cette résignation</w:t>
      </w:r>
      <w:r w:rsidR="00D60A57">
        <w:t>.</w:t>
      </w:r>
    </w:p>
    <w:p w14:paraId="15786B42" w14:textId="77777777" w:rsidR="00D60A57" w:rsidRDefault="00E36F6A" w:rsidP="00D60A57">
      <w:r w:rsidRPr="00F23192">
        <w:t>Mais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autre part</w:t>
      </w:r>
      <w:r w:rsidR="00D60A57">
        <w:t xml:space="preserve">, </w:t>
      </w:r>
      <w:r w:rsidRPr="00F23192">
        <w:t>il lui fallait compter avec l</w:t>
      </w:r>
      <w:r w:rsidR="00D60A57">
        <w:t>’</w:t>
      </w:r>
      <w:r w:rsidRPr="00F23192">
        <w:t>état dans l</w:t>
      </w:r>
      <w:r w:rsidRPr="00F23192">
        <w:t>e</w:t>
      </w:r>
      <w:r w:rsidRPr="00F23192">
        <w:t>quel il se sentait et dont intérieurement il enrageait de ne po</w:t>
      </w:r>
      <w:r w:rsidRPr="00F23192">
        <w:t>u</w:t>
      </w:r>
      <w:r w:rsidRPr="00F23192">
        <w:t>voir se révolter</w:t>
      </w:r>
      <w:r w:rsidR="00D60A57">
        <w:t>.</w:t>
      </w:r>
    </w:p>
    <w:p w14:paraId="64705000" w14:textId="77777777" w:rsidR="00D60A57" w:rsidRDefault="00E36F6A" w:rsidP="00D60A57">
      <w:r w:rsidRPr="00F23192">
        <w:t>Mais de quoi lui eût-il servi de protester contre un adve</w:t>
      </w:r>
      <w:r w:rsidRPr="00F23192">
        <w:t>r</w:t>
      </w:r>
      <w:r w:rsidRPr="00F23192">
        <w:t>saire qui le tenait à sa merci</w:t>
      </w:r>
      <w:r w:rsidR="00D60A57">
        <w:t> !</w:t>
      </w:r>
    </w:p>
    <w:p w14:paraId="51158EB4" w14:textId="77777777" w:rsidR="00D60A57" w:rsidRDefault="00E36F6A" w:rsidP="00D60A57">
      <w:r w:rsidRPr="00F23192">
        <w:t>Il se tut donc</w:t>
      </w:r>
      <w:r w:rsidR="00D60A57">
        <w:t xml:space="preserve">, </w:t>
      </w:r>
      <w:r w:rsidRPr="00F23192">
        <w:t>attendant ce qu</w:t>
      </w:r>
      <w:r w:rsidR="00D60A57">
        <w:t>’</w:t>
      </w:r>
      <w:r w:rsidRPr="00F23192">
        <w:t>allait donner un entretien commencé dans ces conditions</w:t>
      </w:r>
      <w:r w:rsidR="00D60A57">
        <w:t>.</w:t>
      </w:r>
    </w:p>
    <w:p w14:paraId="69A17715" w14:textId="77777777" w:rsidR="00D60A57" w:rsidRDefault="00E36F6A" w:rsidP="00D60A57">
      <w:r w:rsidRPr="00F23192">
        <w:lastRenderedPageBreak/>
        <w:t>Avec désinvolture</w:t>
      </w:r>
      <w:r w:rsidR="00D60A57">
        <w:t xml:space="preserve">, </w:t>
      </w:r>
      <w:r w:rsidRPr="00F23192">
        <w:t>le visiteur avait pris une escabelle sur laquelle il s</w:t>
      </w:r>
      <w:r w:rsidR="00D60A57">
        <w:t>’</w:t>
      </w:r>
      <w:r w:rsidRPr="00F23192">
        <w:t>était placé à califourchon</w:t>
      </w:r>
      <w:r w:rsidR="00D60A57">
        <w:t xml:space="preserve">, </w:t>
      </w:r>
      <w:r w:rsidRPr="00F23192">
        <w:t>considérant le blessé d</w:t>
      </w:r>
      <w:r w:rsidR="00D60A57">
        <w:t>’</w:t>
      </w:r>
      <w:r w:rsidRPr="00F23192">
        <w:t>un air goguenard</w:t>
      </w:r>
      <w:r w:rsidR="00D60A57">
        <w:t>.</w:t>
      </w:r>
    </w:p>
    <w:p w14:paraId="426625D8" w14:textId="77777777" w:rsidR="00D60A57" w:rsidRDefault="00D60A57" w:rsidP="00D60A57">
      <w:r>
        <w:t>— </w:t>
      </w:r>
      <w:r w:rsidR="00E36F6A" w:rsidRPr="00F23192">
        <w:t>À moins que ma société ne vous soit particulièrement d</w:t>
      </w:r>
      <w:r w:rsidR="00E36F6A" w:rsidRPr="00F23192">
        <w:t>é</w:t>
      </w:r>
      <w:r w:rsidR="00E36F6A" w:rsidRPr="00F23192">
        <w:t>sagréable</w:t>
      </w:r>
      <w:r>
        <w:t xml:space="preserve">, </w:t>
      </w:r>
      <w:r w:rsidR="00E36F6A" w:rsidRPr="00F23192">
        <w:t>commença-t-il</w:t>
      </w:r>
      <w:r>
        <w:t>.</w:t>
      </w:r>
    </w:p>
    <w:p w14:paraId="590EF9B6" w14:textId="77777777" w:rsidR="00D60A57" w:rsidRDefault="00D60A57" w:rsidP="00D60A57">
      <w:r>
        <w:t>— </w:t>
      </w:r>
      <w:r w:rsidR="00E36F6A" w:rsidRPr="00F23192">
        <w:t>Elle m</w:t>
      </w:r>
      <w:r>
        <w:t>’</w:t>
      </w:r>
      <w:r w:rsidR="00E36F6A" w:rsidRPr="00F23192">
        <w:t>indiffère</w:t>
      </w:r>
      <w:r>
        <w:t xml:space="preserve">, </w:t>
      </w:r>
      <w:r w:rsidR="00E36F6A" w:rsidRPr="00F23192">
        <w:t>répliqua Bertrand</w:t>
      </w:r>
      <w:r>
        <w:t>.</w:t>
      </w:r>
    </w:p>
    <w:p w14:paraId="32C0E0F7" w14:textId="77777777" w:rsidR="00D60A57" w:rsidRDefault="00D60A57" w:rsidP="00D60A57">
      <w:r>
        <w:t>— </w:t>
      </w:r>
      <w:r w:rsidR="00E36F6A" w:rsidRPr="00F23192">
        <w:t>Voilà qui est au mieux</w:t>
      </w:r>
      <w:r>
        <w:t xml:space="preserve">, </w:t>
      </w:r>
      <w:r w:rsidR="00E36F6A" w:rsidRPr="00F23192">
        <w:t>car elle me donne quelque e</w:t>
      </w:r>
      <w:r w:rsidR="00E36F6A" w:rsidRPr="00F23192">
        <w:t>s</w:t>
      </w:r>
      <w:r w:rsidR="00E36F6A" w:rsidRPr="00F23192">
        <w:t>poir qu</w:t>
      </w:r>
      <w:r>
        <w:t>’</w:t>
      </w:r>
      <w:r w:rsidR="00E36F6A" w:rsidRPr="00F23192">
        <w:t>elle peut vous plaire par la suite</w:t>
      </w:r>
      <w:r>
        <w:t>.</w:t>
      </w:r>
    </w:p>
    <w:p w14:paraId="400670EC" w14:textId="77777777" w:rsidR="00D60A57" w:rsidRDefault="00D60A57" w:rsidP="00D60A57">
      <w:r>
        <w:t>— </w:t>
      </w:r>
      <w:r w:rsidR="00E36F6A" w:rsidRPr="00F23192">
        <w:t>Je doute</w:t>
      </w:r>
      <w:r>
        <w:t xml:space="preserve">, </w:t>
      </w:r>
      <w:r w:rsidR="00E36F6A" w:rsidRPr="00F23192">
        <w:t>posa sèchement le jeune homme</w:t>
      </w:r>
      <w:r>
        <w:t xml:space="preserve">, </w:t>
      </w:r>
      <w:r w:rsidR="00E36F6A" w:rsidRPr="00F23192">
        <w:t>que nous trouvions un sujet</w:t>
      </w:r>
      <w:r>
        <w:t xml:space="preserve">, </w:t>
      </w:r>
      <w:r w:rsidR="00E36F6A" w:rsidRPr="00F23192">
        <w:t>qui nous soit commun</w:t>
      </w:r>
      <w:r>
        <w:t xml:space="preserve">, </w:t>
      </w:r>
      <w:r w:rsidR="00E36F6A" w:rsidRPr="00F23192">
        <w:t>de converser</w:t>
      </w:r>
      <w:r>
        <w:t>.</w:t>
      </w:r>
    </w:p>
    <w:p w14:paraId="374A1E33" w14:textId="77777777" w:rsidR="00D60A57" w:rsidRDefault="00D60A57" w:rsidP="00D60A57">
      <w:r>
        <w:t>— </w:t>
      </w:r>
      <w:r w:rsidR="00E36F6A" w:rsidRPr="00F23192">
        <w:t>Quelle erreur</w:t>
      </w:r>
      <w:r>
        <w:t xml:space="preserve"> ! </w:t>
      </w:r>
      <w:r w:rsidR="00E36F6A" w:rsidRPr="00F23192">
        <w:t>Des sujets</w:t>
      </w:r>
      <w:r>
        <w:t xml:space="preserve"> ? </w:t>
      </w:r>
      <w:r w:rsidR="00E36F6A" w:rsidRPr="00F23192">
        <w:t>Mais il en existe cent</w:t>
      </w:r>
      <w:r>
        <w:t xml:space="preserve">… </w:t>
      </w:r>
      <w:r w:rsidR="00E36F6A" w:rsidRPr="00F23192">
        <w:t>mille</w:t>
      </w:r>
      <w:r>
        <w:t xml:space="preserve">… </w:t>
      </w:r>
      <w:r w:rsidR="00E36F6A" w:rsidRPr="00F23192">
        <w:t>dont le premier pourrait porter sur le temps depuis l</w:t>
      </w:r>
      <w:r w:rsidR="00E36F6A" w:rsidRPr="00F23192">
        <w:t>e</w:t>
      </w:r>
      <w:r w:rsidR="00E36F6A" w:rsidRPr="00F23192">
        <w:t>quel vous est arrivé l</w:t>
      </w:r>
      <w:r>
        <w:t>’</w:t>
      </w:r>
      <w:r w:rsidR="00E36F6A" w:rsidRPr="00F23192">
        <w:t>accident qui a motivé mon intervention</w:t>
      </w:r>
      <w:r>
        <w:t>.</w:t>
      </w:r>
    </w:p>
    <w:p w14:paraId="7DCC5082" w14:textId="77777777" w:rsidR="00D60A57" w:rsidRDefault="00D60A57" w:rsidP="00D60A57">
      <w:r>
        <w:t>— </w:t>
      </w:r>
      <w:r w:rsidR="00E36F6A" w:rsidRPr="00F23192">
        <w:t>Parfaitement juste</w:t>
      </w:r>
      <w:r>
        <w:t xml:space="preserve">, </w:t>
      </w:r>
      <w:r w:rsidR="00E36F6A" w:rsidRPr="00F23192">
        <w:t>acquiesça le blessé</w:t>
      </w:r>
      <w:r>
        <w:t>.</w:t>
      </w:r>
    </w:p>
    <w:p w14:paraId="15A98112" w14:textId="77777777" w:rsidR="00D60A57" w:rsidRDefault="00E36F6A" w:rsidP="00D60A57">
      <w:r w:rsidRPr="00F23192">
        <w:t>Mais</w:t>
      </w:r>
      <w:r w:rsidR="00D60A57">
        <w:t xml:space="preserve">, </w:t>
      </w:r>
      <w:r w:rsidRPr="00F23192">
        <w:t>soudain</w:t>
      </w:r>
      <w:r w:rsidR="00D60A57">
        <w:t xml:space="preserve">, </w:t>
      </w:r>
      <w:r w:rsidRPr="00F23192">
        <w:t>comme si seulement alors</w:t>
      </w:r>
      <w:r w:rsidR="00D60A57">
        <w:t xml:space="preserve">, </w:t>
      </w:r>
      <w:r w:rsidRPr="00F23192">
        <w:t>ce sujet eut d</w:t>
      </w:r>
      <w:r w:rsidRPr="00F23192">
        <w:t>é</w:t>
      </w:r>
      <w:r w:rsidRPr="00F23192">
        <w:t>clenché en lui un souvenir</w:t>
      </w:r>
      <w:r w:rsidR="00D60A57">
        <w:t xml:space="preserve">, </w:t>
      </w:r>
      <w:r w:rsidRPr="00F23192">
        <w:t>il lança</w:t>
      </w:r>
      <w:r w:rsidR="00D60A57">
        <w:t> :</w:t>
      </w:r>
    </w:p>
    <w:p w14:paraId="20FF80E4" w14:textId="77777777" w:rsidR="00D60A57" w:rsidRDefault="00D60A57" w:rsidP="00D60A57">
      <w:r>
        <w:t>— </w:t>
      </w:r>
      <w:r w:rsidR="00E36F6A" w:rsidRPr="00F23192">
        <w:t>Jour de Dieu</w:t>
      </w:r>
      <w:r>
        <w:t> !</w:t>
      </w:r>
    </w:p>
    <w:p w14:paraId="7C5F2EC9" w14:textId="77777777" w:rsidR="00D60A57" w:rsidRDefault="00E36F6A" w:rsidP="00D60A57">
      <w:r w:rsidRPr="00F23192">
        <w:t>Et aussitôt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une voix quelque peu vibrante d</w:t>
      </w:r>
      <w:r w:rsidR="00D60A57">
        <w:t>’</w:t>
      </w:r>
      <w:r w:rsidRPr="00F23192">
        <w:t>angoisse</w:t>
      </w:r>
      <w:r w:rsidR="00D60A57">
        <w:t> :</w:t>
      </w:r>
    </w:p>
    <w:p w14:paraId="1E471AAA" w14:textId="77777777" w:rsidR="00D60A57" w:rsidRDefault="00D60A57" w:rsidP="00D60A57">
      <w:r>
        <w:t>— </w:t>
      </w:r>
      <w:r w:rsidR="00E36F6A" w:rsidRPr="00F23192">
        <w:t>Depuis combien de temps suis-je dans cet état</w:t>
      </w:r>
      <w:r>
        <w:t xml:space="preserve"> ? </w:t>
      </w:r>
      <w:r w:rsidR="00E36F6A" w:rsidRPr="00F23192">
        <w:t>interr</w:t>
      </w:r>
      <w:r w:rsidR="00E36F6A" w:rsidRPr="00F23192">
        <w:t>o</w:t>
      </w:r>
      <w:r w:rsidR="00E36F6A" w:rsidRPr="00F23192">
        <w:t>gea-t-il</w:t>
      </w:r>
      <w:r>
        <w:t>.</w:t>
      </w:r>
    </w:p>
    <w:p w14:paraId="50DD81F9" w14:textId="77777777" w:rsidR="00D60A57" w:rsidRDefault="00D60A57" w:rsidP="00D60A57">
      <w:r>
        <w:t>— </w:t>
      </w:r>
      <w:r w:rsidR="00E36F6A" w:rsidRPr="00F23192">
        <w:t>Environ cinq semaines</w:t>
      </w:r>
      <w:r>
        <w:t>.</w:t>
      </w:r>
    </w:p>
    <w:p w14:paraId="3202B3D0" w14:textId="77777777" w:rsidR="00D60A57" w:rsidRDefault="00D60A57" w:rsidP="00D60A57">
      <w:r>
        <w:t>— </w:t>
      </w:r>
      <w:r w:rsidR="00E36F6A" w:rsidRPr="00F23192">
        <w:t>Cinq semaines</w:t>
      </w:r>
      <w:r>
        <w:t xml:space="preserve"> ?… </w:t>
      </w:r>
      <w:r w:rsidR="00E36F6A" w:rsidRPr="00F23192">
        <w:t>Mais alors</w:t>
      </w:r>
      <w:r>
        <w:t>…</w:t>
      </w:r>
    </w:p>
    <w:p w14:paraId="4D917177" w14:textId="77777777" w:rsidR="00D60A57" w:rsidRDefault="00E36F6A" w:rsidP="00D60A57">
      <w:r w:rsidRPr="00F23192">
        <w:t>Il se tut un moment</w:t>
      </w:r>
      <w:r w:rsidR="00D60A57">
        <w:t xml:space="preserve">, </w:t>
      </w:r>
      <w:r w:rsidRPr="00F23192">
        <w:t>cherchant à se repérer</w:t>
      </w:r>
      <w:r w:rsidR="00D60A57">
        <w:t xml:space="preserve">, </w:t>
      </w:r>
      <w:r w:rsidRPr="00F23192">
        <w:t>puis</w:t>
      </w:r>
      <w:r w:rsidR="00D60A57">
        <w:t> :</w:t>
      </w:r>
    </w:p>
    <w:p w14:paraId="1CA50F7E" w14:textId="77777777" w:rsidR="00D60A57" w:rsidRDefault="00D60A57" w:rsidP="00D60A57">
      <w:r>
        <w:lastRenderedPageBreak/>
        <w:t>— </w:t>
      </w:r>
      <w:r w:rsidR="00E36F6A" w:rsidRPr="00F23192">
        <w:t>La fête de la Vierge</w:t>
      </w:r>
      <w:r>
        <w:t xml:space="preserve"> ? </w:t>
      </w:r>
      <w:r w:rsidR="00E36F6A" w:rsidRPr="00F23192">
        <w:t>interrogea-t-il</w:t>
      </w:r>
      <w:r>
        <w:t xml:space="preserve">, </w:t>
      </w:r>
      <w:r w:rsidR="00E36F6A" w:rsidRPr="00F23192">
        <w:t>se trouve à quelle époque</w:t>
      </w:r>
      <w:r>
        <w:t> ?</w:t>
      </w:r>
    </w:p>
    <w:p w14:paraId="35023B41" w14:textId="77777777" w:rsidR="00D60A57" w:rsidRDefault="00D60A57" w:rsidP="00D60A57">
      <w:r>
        <w:t>— </w:t>
      </w:r>
      <w:r w:rsidR="00E36F6A" w:rsidRPr="00F23192">
        <w:t>Voilà un renseignement qu</w:t>
      </w:r>
      <w:r>
        <w:t>’</w:t>
      </w:r>
      <w:r w:rsidR="00E36F6A" w:rsidRPr="00F23192">
        <w:t>il m</w:t>
      </w:r>
      <w:r>
        <w:t>’</w:t>
      </w:r>
      <w:r w:rsidR="00E36F6A" w:rsidRPr="00F23192">
        <w:t>est assez difficile de vous fournir</w:t>
      </w:r>
      <w:r>
        <w:t>.</w:t>
      </w:r>
    </w:p>
    <w:p w14:paraId="12A58001" w14:textId="77777777" w:rsidR="00D60A57" w:rsidRDefault="00D60A57" w:rsidP="00D60A57">
      <w:r>
        <w:t>— </w:t>
      </w:r>
      <w:r w:rsidR="00E36F6A" w:rsidRPr="00F23192">
        <w:t>Il le faudrait</w:t>
      </w:r>
      <w:r>
        <w:t xml:space="preserve">, </w:t>
      </w:r>
      <w:r w:rsidR="00E36F6A" w:rsidRPr="00F23192">
        <w:t>pourtant</w:t>
      </w:r>
      <w:r>
        <w:t>.</w:t>
      </w:r>
    </w:p>
    <w:p w14:paraId="2C3A0ADD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la voix soudainement adoucie</w:t>
      </w:r>
      <w:r w:rsidR="00D60A57">
        <w:t> :</w:t>
      </w:r>
    </w:p>
    <w:p w14:paraId="53583406" w14:textId="77777777" w:rsidR="00D60A57" w:rsidRDefault="00D60A57" w:rsidP="00D60A57">
      <w:r>
        <w:t>— </w:t>
      </w:r>
      <w:r w:rsidR="00E36F6A" w:rsidRPr="00F23192">
        <w:t>Vous m</w:t>
      </w:r>
      <w:r>
        <w:t>’</w:t>
      </w:r>
      <w:r w:rsidR="00E36F6A" w:rsidRPr="00F23192">
        <w:t>obligeriez fort en me le fournissant</w:t>
      </w:r>
      <w:r>
        <w:t xml:space="preserve">, </w:t>
      </w:r>
      <w:r w:rsidR="00E36F6A" w:rsidRPr="00F23192">
        <w:t>insista-t-il</w:t>
      </w:r>
      <w:r>
        <w:t>.</w:t>
      </w:r>
    </w:p>
    <w:p w14:paraId="570B44A3" w14:textId="77777777" w:rsidR="00D60A57" w:rsidRDefault="00D60A57" w:rsidP="00D60A57">
      <w:r>
        <w:t>— </w:t>
      </w:r>
      <w:r w:rsidR="00E36F6A" w:rsidRPr="00F23192">
        <w:t>Soit</w:t>
      </w:r>
      <w:r>
        <w:t xml:space="preserve">… </w:t>
      </w:r>
      <w:r w:rsidR="00E36F6A" w:rsidRPr="00F23192">
        <w:t>je me renseignerai</w:t>
      </w:r>
      <w:r>
        <w:t>…</w:t>
      </w:r>
    </w:p>
    <w:p w14:paraId="693AEB33" w14:textId="77777777" w:rsidR="00D60A57" w:rsidRDefault="00D60A57" w:rsidP="00D60A57">
      <w:r>
        <w:t>— </w:t>
      </w:r>
      <w:r w:rsidR="00E36F6A" w:rsidRPr="00F23192">
        <w:t>Le plus tôt possible</w:t>
      </w:r>
      <w:r>
        <w:t> ?</w:t>
      </w:r>
    </w:p>
    <w:p w14:paraId="71D3DBDE" w14:textId="77777777" w:rsidR="00D60A57" w:rsidRDefault="00D60A57" w:rsidP="00D60A57">
      <w:r>
        <w:t>— </w:t>
      </w:r>
      <w:r w:rsidR="00E36F6A" w:rsidRPr="00F23192">
        <w:t>Le plus tôt possible</w:t>
      </w:r>
      <w:r>
        <w:t xml:space="preserve">, </w:t>
      </w:r>
      <w:r w:rsidR="00E36F6A" w:rsidRPr="00F23192">
        <w:t>oui</w:t>
      </w:r>
      <w:r>
        <w:t>.</w:t>
      </w:r>
    </w:p>
    <w:p w14:paraId="03B8BF5D" w14:textId="77777777" w:rsidR="00D60A57" w:rsidRDefault="00E36F6A" w:rsidP="00D60A57">
      <w:r w:rsidRPr="00F23192">
        <w:t>Malgré lui</w:t>
      </w:r>
      <w:r w:rsidR="00D60A57">
        <w:t xml:space="preserve">, </w:t>
      </w:r>
      <w:r w:rsidRPr="00F23192">
        <w:t>Bertrand expliqua</w:t>
      </w:r>
      <w:r w:rsidR="00D60A57">
        <w:t> :</w:t>
      </w:r>
    </w:p>
    <w:p w14:paraId="39B3ADC3" w14:textId="77777777" w:rsidR="00D60A57" w:rsidRDefault="00D60A57" w:rsidP="00D60A57">
      <w:r>
        <w:t>— </w:t>
      </w:r>
      <w:r w:rsidR="00E36F6A" w:rsidRPr="00F23192">
        <w:t>Il me faut</w:t>
      </w:r>
      <w:r>
        <w:t xml:space="preserve">, </w:t>
      </w:r>
      <w:r w:rsidR="00E36F6A" w:rsidRPr="00F23192">
        <w:t>ce jour-là</w:t>
      </w:r>
      <w:r>
        <w:t xml:space="preserve">, </w:t>
      </w:r>
      <w:r w:rsidR="00E36F6A" w:rsidRPr="00F23192">
        <w:t>être sur pied</w:t>
      </w:r>
      <w:r>
        <w:t xml:space="preserve"> ! </w:t>
      </w:r>
      <w:r w:rsidR="00E36F6A" w:rsidRPr="00F23192">
        <w:t>Il y va de mon ho</w:t>
      </w:r>
      <w:r w:rsidR="00E36F6A" w:rsidRPr="00F23192">
        <w:t>n</w:t>
      </w:r>
      <w:r w:rsidR="00E36F6A" w:rsidRPr="00F23192">
        <w:t>neur</w:t>
      </w:r>
      <w:r>
        <w:t>.</w:t>
      </w:r>
    </w:p>
    <w:p w14:paraId="407F9D07" w14:textId="77777777" w:rsidR="00D60A57" w:rsidRDefault="00D60A57" w:rsidP="00D60A57">
      <w:r>
        <w:t>— </w:t>
      </w:r>
      <w:r w:rsidR="00E36F6A" w:rsidRPr="00F23192">
        <w:t>En effet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grave</w:t>
      </w:r>
      <w:r>
        <w:t>.</w:t>
      </w:r>
    </w:p>
    <w:p w14:paraId="7F1960BE" w14:textId="77777777" w:rsidR="00D60A57" w:rsidRDefault="00E36F6A" w:rsidP="00D60A57">
      <w:r w:rsidRPr="00F23192">
        <w:t>Un silence tomba</w:t>
      </w:r>
      <w:r w:rsidR="00D60A57">
        <w:t xml:space="preserve">. </w:t>
      </w:r>
      <w:r w:rsidRPr="00F23192">
        <w:t>Bertrand</w:t>
      </w:r>
      <w:r w:rsidR="00D60A57">
        <w:t xml:space="preserve">, </w:t>
      </w:r>
      <w:r w:rsidRPr="00F23192">
        <w:t>les yeux clos</w:t>
      </w:r>
      <w:r w:rsidR="00D60A57">
        <w:t xml:space="preserve">, </w:t>
      </w:r>
      <w:r w:rsidRPr="00F23192">
        <w:t>réfléchissait</w:t>
      </w:r>
      <w:r w:rsidR="00D60A57">
        <w:t xml:space="preserve"> ; </w:t>
      </w:r>
      <w:r w:rsidRPr="00F23192">
        <w:t>l</w:t>
      </w:r>
      <w:r w:rsidR="00D60A57">
        <w:t>’</w:t>
      </w:r>
      <w:r w:rsidRPr="00F23192">
        <w:t>autre le regardait avec une curiosité singulière</w:t>
      </w:r>
      <w:r w:rsidR="00D60A57">
        <w:t>.</w:t>
      </w:r>
    </w:p>
    <w:p w14:paraId="4695A714" w14:textId="77777777" w:rsidR="00D60A57" w:rsidRDefault="00E36F6A" w:rsidP="00D60A57">
      <w:r w:rsidRPr="00F23192">
        <w:t>Reprenant la parole</w:t>
      </w:r>
      <w:r w:rsidR="00D60A57">
        <w:t xml:space="preserve">, </w:t>
      </w:r>
      <w:r w:rsidRPr="00F23192">
        <w:t>le jeune blessé ajouta</w:t>
      </w:r>
      <w:r w:rsidR="00D60A57">
        <w:t xml:space="preserve">, </w:t>
      </w:r>
      <w:r w:rsidRPr="00F23192">
        <w:t>complétant sa phrase</w:t>
      </w:r>
      <w:r w:rsidR="00D60A57">
        <w:t> :</w:t>
      </w:r>
    </w:p>
    <w:p w14:paraId="49F0BBB2" w14:textId="77777777" w:rsidR="00D60A57" w:rsidRDefault="00D60A57" w:rsidP="00D60A57">
      <w:r>
        <w:t>— </w:t>
      </w:r>
      <w:r w:rsidR="00E36F6A" w:rsidRPr="00F23192">
        <w:t>Sur pied et dispos au combat</w:t>
      </w:r>
      <w:r>
        <w:t>.</w:t>
      </w:r>
    </w:p>
    <w:p w14:paraId="262F07FB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encore plus grave</w:t>
      </w:r>
      <w:r>
        <w:t>.</w:t>
      </w:r>
    </w:p>
    <w:p w14:paraId="64DCC098" w14:textId="77777777" w:rsidR="00D60A57" w:rsidRDefault="00D60A57" w:rsidP="00D60A57">
      <w:r>
        <w:t>— </w:t>
      </w:r>
      <w:r w:rsidR="00E36F6A" w:rsidRPr="00F23192">
        <w:t>Si j</w:t>
      </w:r>
      <w:r>
        <w:t>’</w:t>
      </w:r>
      <w:r w:rsidR="00E36F6A" w:rsidRPr="00F23192">
        <w:t>ai deviné juste</w:t>
      </w:r>
      <w:r>
        <w:t xml:space="preserve">, </w:t>
      </w:r>
      <w:r w:rsidR="00E36F6A" w:rsidRPr="00F23192">
        <w:t>l</w:t>
      </w:r>
      <w:r>
        <w:t>’</w:t>
      </w:r>
      <w:r w:rsidR="00E36F6A" w:rsidRPr="00F23192">
        <w:t>homme qui m</w:t>
      </w:r>
      <w:r>
        <w:t>’</w:t>
      </w:r>
      <w:r w:rsidR="00E36F6A" w:rsidRPr="00F23192">
        <w:t>a examiné tout à l</w:t>
      </w:r>
      <w:r>
        <w:t>’</w:t>
      </w:r>
      <w:r w:rsidR="00E36F6A" w:rsidRPr="00F23192">
        <w:t>heure est chirurgien</w:t>
      </w:r>
      <w:r>
        <w:t> ?</w:t>
      </w:r>
    </w:p>
    <w:p w14:paraId="2D523E9A" w14:textId="77777777" w:rsidR="00D60A57" w:rsidRDefault="00D60A57" w:rsidP="00D60A57">
      <w:r>
        <w:lastRenderedPageBreak/>
        <w:t>— </w:t>
      </w:r>
      <w:r w:rsidR="00E36F6A" w:rsidRPr="00F23192">
        <w:t>Chirurgien</w:t>
      </w:r>
      <w:r>
        <w:t xml:space="preserve">, </w:t>
      </w:r>
      <w:r w:rsidR="00E36F6A" w:rsidRPr="00F23192">
        <w:t>si vous voulez</w:t>
      </w:r>
      <w:r>
        <w:t xml:space="preserve">… </w:t>
      </w:r>
      <w:r w:rsidR="00E36F6A" w:rsidRPr="00F23192">
        <w:t>en tout cas</w:t>
      </w:r>
      <w:r>
        <w:t xml:space="preserve">, </w:t>
      </w:r>
      <w:r w:rsidR="00E36F6A" w:rsidRPr="00F23192">
        <w:t>il est expert en maladies et en blessures</w:t>
      </w:r>
      <w:r>
        <w:t>.</w:t>
      </w:r>
    </w:p>
    <w:p w14:paraId="5C4E7139" w14:textId="77777777" w:rsidR="00D60A57" w:rsidRDefault="00D60A57" w:rsidP="00D60A57">
      <w:r>
        <w:t>— </w:t>
      </w:r>
      <w:r w:rsidR="00E36F6A" w:rsidRPr="00F23192">
        <w:t>Que pense-t-il de mon état</w:t>
      </w:r>
      <w:r>
        <w:t> ?</w:t>
      </w:r>
    </w:p>
    <w:p w14:paraId="544F30AA" w14:textId="77777777" w:rsidR="00D60A57" w:rsidRDefault="00D60A57" w:rsidP="00D60A57">
      <w:r>
        <w:t>— </w:t>
      </w:r>
      <w:r w:rsidR="00E36F6A" w:rsidRPr="00F23192">
        <w:t>Que votre imprudence l</w:t>
      </w:r>
      <w:r>
        <w:t>’</w:t>
      </w:r>
      <w:r w:rsidR="00E36F6A" w:rsidRPr="00F23192">
        <w:t>a compromis</w:t>
      </w:r>
      <w:r>
        <w:t>.</w:t>
      </w:r>
    </w:p>
    <w:p w14:paraId="213DD369" w14:textId="77777777" w:rsidR="00D60A57" w:rsidRDefault="00E36F6A" w:rsidP="00D60A57">
      <w:r w:rsidRPr="00F23192">
        <w:t>Violemment</w:t>
      </w:r>
      <w:r w:rsidR="00D60A57">
        <w:t xml:space="preserve">, </w:t>
      </w:r>
      <w:r w:rsidRPr="00F23192">
        <w:t>Be</w:t>
      </w:r>
      <w:r w:rsidRPr="00F23192">
        <w:t>r</w:t>
      </w:r>
      <w:r w:rsidRPr="00F23192">
        <w:t>trand jeta</w:t>
      </w:r>
      <w:r w:rsidR="00D60A57">
        <w:t> :</w:t>
      </w:r>
    </w:p>
    <w:p w14:paraId="5BDC7A0C" w14:textId="77777777" w:rsidR="00D60A57" w:rsidRDefault="00D60A57" w:rsidP="00D60A57">
      <w:r>
        <w:t>— </w:t>
      </w:r>
      <w:r w:rsidR="00E36F6A" w:rsidRPr="00F23192">
        <w:t>Compromis ou non</w:t>
      </w:r>
      <w:r>
        <w:t xml:space="preserve">, </w:t>
      </w:r>
      <w:r w:rsidR="00E36F6A" w:rsidRPr="00F23192">
        <w:t>il me faut mettre en état de tenir l</w:t>
      </w:r>
      <w:r>
        <w:t>’</w:t>
      </w:r>
      <w:r w:rsidR="00E36F6A" w:rsidRPr="00F23192">
        <w:t>épée au jour de la fête de la Vierge</w:t>
      </w:r>
      <w:r>
        <w:t>.</w:t>
      </w:r>
    </w:p>
    <w:p w14:paraId="0BBF2598" w14:textId="77777777" w:rsidR="00D60A57" w:rsidRDefault="00D60A57" w:rsidP="00D60A57">
      <w:r>
        <w:t>— </w:t>
      </w:r>
      <w:r w:rsidR="00E36F6A" w:rsidRPr="00F23192">
        <w:t>Il s</w:t>
      </w:r>
      <w:r>
        <w:t>’</w:t>
      </w:r>
      <w:r w:rsidR="00E36F6A" w:rsidRPr="00F23192">
        <w:t>y efforcera</w:t>
      </w:r>
      <w:r>
        <w:t xml:space="preserve">… </w:t>
      </w:r>
      <w:r w:rsidR="00E36F6A" w:rsidRPr="00F23192">
        <w:t>C</w:t>
      </w:r>
      <w:r>
        <w:t>’</w:t>
      </w:r>
      <w:r w:rsidR="00E36F6A" w:rsidRPr="00F23192">
        <w:t>est un habile homme qui fera tout ce qui lui sera possible</w:t>
      </w:r>
      <w:r>
        <w:t>.</w:t>
      </w:r>
    </w:p>
    <w:p w14:paraId="2F074C44" w14:textId="77777777" w:rsidR="00D60A57" w:rsidRDefault="00E36F6A" w:rsidP="00D60A57">
      <w:r w:rsidRPr="00F23192">
        <w:t>Bertrand parut calmé par cette promesse et</w:t>
      </w:r>
      <w:r w:rsidR="00D60A57">
        <w:t xml:space="preserve">, </w:t>
      </w:r>
      <w:r w:rsidRPr="00F23192">
        <w:t>au bout d</w:t>
      </w:r>
      <w:r w:rsidR="00D60A57">
        <w:t>’</w:t>
      </w:r>
      <w:r w:rsidRPr="00F23192">
        <w:t>un moment</w:t>
      </w:r>
      <w:r w:rsidR="00D60A57">
        <w:t xml:space="preserve">, </w:t>
      </w:r>
      <w:r w:rsidRPr="00F23192">
        <w:t>demanda</w:t>
      </w:r>
      <w:r w:rsidR="00D60A57">
        <w:t> :</w:t>
      </w:r>
    </w:p>
    <w:p w14:paraId="60B940D7" w14:textId="77777777" w:rsidR="00D60A57" w:rsidRDefault="00D60A57" w:rsidP="00D60A57">
      <w:r>
        <w:t>— </w:t>
      </w:r>
      <w:r w:rsidR="00E36F6A" w:rsidRPr="00F23192">
        <w:t>Quelque réservé que vous prétendiez rester sur votre p</w:t>
      </w:r>
      <w:r w:rsidR="00E36F6A" w:rsidRPr="00F23192">
        <w:t>a</w:t>
      </w:r>
      <w:r w:rsidR="00E36F6A" w:rsidRPr="00F23192">
        <w:t>tronyme y a-t-il indiscrétion à vous demander quel motif vous a poussé à prendre souci de moi</w:t>
      </w:r>
      <w:r>
        <w:t> ?</w:t>
      </w:r>
    </w:p>
    <w:p w14:paraId="23C06072" w14:textId="77777777" w:rsidR="00D60A57" w:rsidRDefault="00D60A57" w:rsidP="00D60A57">
      <w:r>
        <w:t>— </w:t>
      </w:r>
      <w:r w:rsidR="00E36F6A" w:rsidRPr="00F23192">
        <w:t>Aucun autre que celui-ci</w:t>
      </w:r>
      <w:r>
        <w:t xml:space="preserve"> : </w:t>
      </w:r>
      <w:r w:rsidR="00E36F6A" w:rsidRPr="00F23192">
        <w:t>friand des jeux d</w:t>
      </w:r>
      <w:r>
        <w:t>’</w:t>
      </w:r>
      <w:r w:rsidR="00E36F6A" w:rsidRPr="00F23192">
        <w:t>épée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ai a</w:t>
      </w:r>
      <w:r w:rsidR="00E36F6A" w:rsidRPr="00F23192">
        <w:t>d</w:t>
      </w:r>
      <w:r w:rsidR="00E36F6A" w:rsidRPr="00F23192">
        <w:t>miré la magnifique manière dont vous avez tenu tête aux m</w:t>
      </w:r>
      <w:r w:rsidR="00E36F6A" w:rsidRPr="00F23192">
        <w:t>a</w:t>
      </w:r>
      <w:r w:rsidR="00E36F6A" w:rsidRPr="00F23192">
        <w:t>landrins qui vous assaillirent</w:t>
      </w:r>
      <w:r>
        <w:t xml:space="preserve">… </w:t>
      </w:r>
      <w:r w:rsidR="00E36F6A" w:rsidRPr="00F23192">
        <w:t>Un contre six</w:t>
      </w:r>
      <w:r>
        <w:t xml:space="preserve"> ! </w:t>
      </w:r>
      <w:r w:rsidR="00E36F6A" w:rsidRPr="00F23192">
        <w:t>Ce n</w:t>
      </w:r>
      <w:r>
        <w:t>’</w:t>
      </w:r>
      <w:r w:rsidR="00E36F6A" w:rsidRPr="00F23192">
        <w:t>est pas ord</w:t>
      </w:r>
      <w:r w:rsidR="00E36F6A" w:rsidRPr="00F23192">
        <w:t>i</w:t>
      </w:r>
      <w:r w:rsidR="00E36F6A" w:rsidRPr="00F23192">
        <w:t>naire</w:t>
      </w:r>
      <w:r>
        <w:t xml:space="preserve">, </w:t>
      </w:r>
      <w:r w:rsidR="00E36F6A" w:rsidRPr="00F23192">
        <w:t>et je suis intervenu</w:t>
      </w:r>
      <w:r>
        <w:t xml:space="preserve">… </w:t>
      </w:r>
      <w:r w:rsidR="00E36F6A" w:rsidRPr="00F23192">
        <w:t>trop tard</w:t>
      </w:r>
      <w:r>
        <w:t xml:space="preserve">, </w:t>
      </w:r>
      <w:r w:rsidR="00E36F6A" w:rsidRPr="00F23192">
        <w:t>hélas</w:t>
      </w:r>
      <w:r>
        <w:t xml:space="preserve"> ! </w:t>
      </w:r>
      <w:r w:rsidR="00E36F6A" w:rsidRPr="00F23192">
        <w:t>pour les empêcher de vous mettre dans l</w:t>
      </w:r>
      <w:r>
        <w:t>’</w:t>
      </w:r>
      <w:r w:rsidR="00E36F6A" w:rsidRPr="00F23192">
        <w:t>état où je vous ai ramassé</w:t>
      </w:r>
      <w:r>
        <w:t>.</w:t>
      </w:r>
    </w:p>
    <w:p w14:paraId="1D399ADC" w14:textId="77777777" w:rsidR="00D60A57" w:rsidRDefault="00D60A57" w:rsidP="00D60A57">
      <w:r>
        <w:t>— </w:t>
      </w:r>
      <w:r w:rsidR="00E36F6A" w:rsidRPr="00F23192">
        <w:t>Je suis donc doublement votre obligé</w:t>
      </w:r>
      <w:r>
        <w:t>.</w:t>
      </w:r>
    </w:p>
    <w:p w14:paraId="234B8959" w14:textId="77777777" w:rsidR="00D60A57" w:rsidRDefault="00D60A57" w:rsidP="00D60A57">
      <w:r>
        <w:t>— </w:t>
      </w:r>
      <w:r w:rsidR="00E36F6A" w:rsidRPr="00F23192">
        <w:t>Si vous voulez</w:t>
      </w:r>
      <w:r>
        <w:t xml:space="preserve">… </w:t>
      </w:r>
      <w:r w:rsidR="00E36F6A" w:rsidRPr="00F23192">
        <w:t>quoique dans mon attitude il ne soit e</w:t>
      </w:r>
      <w:r w:rsidR="00E36F6A" w:rsidRPr="00F23192">
        <w:t>n</w:t>
      </w:r>
      <w:r w:rsidR="00E36F6A" w:rsidRPr="00F23192">
        <w:t>tré rien qui vous soit personnel</w:t>
      </w:r>
      <w:r>
        <w:t xml:space="preserve">… </w:t>
      </w:r>
      <w:r w:rsidR="00E36F6A" w:rsidRPr="00F23192">
        <w:t>Pour tout autre que vous</w:t>
      </w:r>
      <w:r>
        <w:t xml:space="preserve">, </w:t>
      </w:r>
      <w:r w:rsidR="00E36F6A" w:rsidRPr="00F23192">
        <w:t>mon admiration eût été la même et mon intervention identique</w:t>
      </w:r>
      <w:r>
        <w:t>…</w:t>
      </w:r>
    </w:p>
    <w:p w14:paraId="02D7E7F6" w14:textId="77777777" w:rsidR="00D60A57" w:rsidRDefault="00E36F6A" w:rsidP="00D60A57">
      <w:r w:rsidRPr="00F23192">
        <w:t>Bertrand approuva d</w:t>
      </w:r>
      <w:r w:rsidR="00D60A57">
        <w:t>’</w:t>
      </w:r>
      <w:r w:rsidRPr="00F23192">
        <w:t>un signe de tête</w:t>
      </w:r>
      <w:r w:rsidR="00D60A57">
        <w:t>.</w:t>
      </w:r>
    </w:p>
    <w:p w14:paraId="5113E55A" w14:textId="77777777" w:rsidR="00D60A57" w:rsidRDefault="00D60A57" w:rsidP="00D60A57">
      <w:r>
        <w:lastRenderedPageBreak/>
        <w:t>— </w:t>
      </w:r>
      <w:r w:rsidR="00E36F6A" w:rsidRPr="00F23192">
        <w:t>Une question encore</w:t>
      </w:r>
      <w:r>
        <w:t xml:space="preserve">… </w:t>
      </w:r>
      <w:r w:rsidR="00E36F6A" w:rsidRPr="00F23192">
        <w:t>Pourquoi</w:t>
      </w:r>
      <w:r>
        <w:t xml:space="preserve">, </w:t>
      </w:r>
      <w:r w:rsidR="00E36F6A" w:rsidRPr="00F23192">
        <w:t>m</w:t>
      </w:r>
      <w:r>
        <w:t>’</w:t>
      </w:r>
      <w:r w:rsidR="00E36F6A" w:rsidRPr="00F23192">
        <w:t>ayant sauvé</w:t>
      </w:r>
      <w:r>
        <w:t xml:space="preserve">, </w:t>
      </w:r>
      <w:r w:rsidR="00E36F6A" w:rsidRPr="00F23192">
        <w:t>m</w:t>
      </w:r>
      <w:r>
        <w:t>’</w:t>
      </w:r>
      <w:r w:rsidR="00E36F6A" w:rsidRPr="00F23192">
        <w:t>avoir conduit ici</w:t>
      </w:r>
      <w:r>
        <w:t xml:space="preserve">, </w:t>
      </w:r>
      <w:r w:rsidR="00E36F6A" w:rsidRPr="00F23192">
        <w:t>chez vous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imagine</w:t>
      </w:r>
      <w:r>
        <w:t xml:space="preserve">, </w:t>
      </w:r>
      <w:r w:rsidR="00E36F6A" w:rsidRPr="00F23192">
        <w:t>au lieu de m</w:t>
      </w:r>
      <w:r>
        <w:t>’</w:t>
      </w:r>
      <w:r w:rsidR="00E36F6A" w:rsidRPr="00F23192">
        <w:t>avoir transporté chez moi</w:t>
      </w:r>
      <w:r>
        <w:t> ?</w:t>
      </w:r>
    </w:p>
    <w:p w14:paraId="0EADD563" w14:textId="77777777" w:rsidR="00D60A57" w:rsidRDefault="00D60A57" w:rsidP="00D60A57">
      <w:r>
        <w:t>— </w:t>
      </w:r>
      <w:r w:rsidR="00E36F6A" w:rsidRPr="00F23192">
        <w:t>Pour une raison toute simple</w:t>
      </w:r>
      <w:r>
        <w:t xml:space="preserve"> : </w:t>
      </w:r>
      <w:r w:rsidR="00E36F6A" w:rsidRPr="00F23192">
        <w:t>je ne sais pas qui vous êtes</w:t>
      </w:r>
      <w:r>
        <w:t>…</w:t>
      </w:r>
    </w:p>
    <w:p w14:paraId="528AF5B7" w14:textId="77777777" w:rsidR="00D60A57" w:rsidRDefault="00D60A57" w:rsidP="00D60A57">
      <w:r>
        <w:t>— </w:t>
      </w:r>
      <w:r w:rsidR="00E36F6A" w:rsidRPr="00F23192">
        <w:t>Êtes-vous étranger à la contrée</w:t>
      </w:r>
      <w:r>
        <w:t> ?</w:t>
      </w:r>
    </w:p>
    <w:p w14:paraId="2686CA87" w14:textId="77777777" w:rsidR="00D60A57" w:rsidRDefault="00D60A57" w:rsidP="00D60A57">
      <w:r>
        <w:t>— </w:t>
      </w:r>
      <w:r w:rsidR="00E36F6A" w:rsidRPr="00F23192">
        <w:t>À peu près</w:t>
      </w:r>
      <w:r>
        <w:t>…</w:t>
      </w:r>
    </w:p>
    <w:p w14:paraId="56E55C00" w14:textId="77777777" w:rsidR="00D60A57" w:rsidRDefault="00D60A57" w:rsidP="00D60A57">
      <w:r>
        <w:t>— </w:t>
      </w:r>
      <w:r w:rsidR="00E36F6A" w:rsidRPr="00F23192">
        <w:t>Il faut qu</w:t>
      </w:r>
      <w:r>
        <w:t>’</w:t>
      </w:r>
      <w:r w:rsidR="00E36F6A" w:rsidRPr="00F23192">
        <w:t xml:space="preserve">il en soit ainsi pour que vous ne connaissiez pas le comte Bertrand du </w:t>
      </w:r>
      <w:proofErr w:type="spellStart"/>
      <w:r w:rsidR="00E36F6A" w:rsidRPr="00F23192">
        <w:t>Falouët</w:t>
      </w:r>
      <w:proofErr w:type="spellEnd"/>
      <w:r>
        <w:t>…</w:t>
      </w:r>
    </w:p>
    <w:p w14:paraId="08EFA7B7" w14:textId="77777777" w:rsidR="00D60A57" w:rsidRDefault="00E36F6A" w:rsidP="00D60A57">
      <w:r w:rsidRPr="00F23192">
        <w:t>Calmement</w:t>
      </w:r>
      <w:r w:rsidR="00D60A57">
        <w:t xml:space="preserve">, </w:t>
      </w:r>
      <w:r w:rsidRPr="00F23192">
        <w:t>son interlocuteur se contenta de dire</w:t>
      </w:r>
      <w:r w:rsidR="00D60A57">
        <w:t> :</w:t>
      </w:r>
    </w:p>
    <w:p w14:paraId="77473C85" w14:textId="77777777" w:rsidR="00D60A57" w:rsidRDefault="00D60A57" w:rsidP="00D60A57">
      <w:r>
        <w:t>— </w:t>
      </w:r>
      <w:r w:rsidR="00E36F6A" w:rsidRPr="00F23192">
        <w:t>J</w:t>
      </w:r>
      <w:r>
        <w:t>’</w:t>
      </w:r>
      <w:r w:rsidR="00E36F6A" w:rsidRPr="00F23192">
        <w:t>ai ouï parler de ce nom</w:t>
      </w:r>
      <w:r>
        <w:t>…</w:t>
      </w:r>
    </w:p>
    <w:p w14:paraId="5A915E7A" w14:textId="77777777" w:rsidR="00D60A57" w:rsidRDefault="00E36F6A" w:rsidP="00D60A57">
      <w:r w:rsidRPr="00F23192">
        <w:t>Le blessé l</w:t>
      </w:r>
      <w:r w:rsidR="00D60A57">
        <w:t>’</w:t>
      </w:r>
      <w:r w:rsidRPr="00F23192">
        <w:t>examinait curieusement</w:t>
      </w:r>
      <w:r w:rsidR="00D60A57">
        <w:t xml:space="preserve"> ; </w:t>
      </w:r>
      <w:r w:rsidRPr="00F23192">
        <w:t>il demanda</w:t>
      </w:r>
      <w:r w:rsidR="00D60A57">
        <w:t xml:space="preserve">, </w:t>
      </w:r>
      <w:r w:rsidRPr="00F23192">
        <w:t>désignant d</w:t>
      </w:r>
      <w:r w:rsidR="00D60A57">
        <w:t>’</w:t>
      </w:r>
      <w:r w:rsidRPr="00F23192">
        <w:t>un hochement de tête l</w:t>
      </w:r>
      <w:r w:rsidR="00D60A57">
        <w:t>’</w:t>
      </w:r>
      <w:r w:rsidRPr="00F23192">
        <w:t>appartement</w:t>
      </w:r>
      <w:r w:rsidR="00D60A57">
        <w:t> :</w:t>
      </w:r>
    </w:p>
    <w:p w14:paraId="27BD35A1" w14:textId="77777777" w:rsidR="00D60A57" w:rsidRDefault="00D60A57" w:rsidP="00D60A57">
      <w:r>
        <w:t>— </w:t>
      </w:r>
      <w:r w:rsidR="00E36F6A" w:rsidRPr="00F23192">
        <w:t>Ce logis est le vôtre</w:t>
      </w:r>
      <w:r>
        <w:t> ?</w:t>
      </w:r>
    </w:p>
    <w:p w14:paraId="5ED60AEB" w14:textId="77777777" w:rsidR="00D60A57" w:rsidRDefault="00E36F6A" w:rsidP="00D60A57">
      <w:r w:rsidRPr="00F23192">
        <w:t>L</w:t>
      </w:r>
      <w:r w:rsidR="00D60A57">
        <w:t>’</w:t>
      </w:r>
      <w:r w:rsidRPr="00F23192">
        <w:t>autre eut une seconde d</w:t>
      </w:r>
      <w:r w:rsidR="00D60A57">
        <w:t>’</w:t>
      </w:r>
      <w:r w:rsidRPr="00F23192">
        <w:t>hésitation</w:t>
      </w:r>
      <w:r w:rsidR="00D60A57">
        <w:t xml:space="preserve">, </w:t>
      </w:r>
      <w:r w:rsidRPr="00F23192">
        <w:t>puis</w:t>
      </w:r>
      <w:r w:rsidR="00D60A57">
        <w:t> :</w:t>
      </w:r>
    </w:p>
    <w:p w14:paraId="0F41B323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celui d</w:t>
      </w:r>
      <w:r>
        <w:t>’</w:t>
      </w:r>
      <w:r w:rsidR="00E36F6A" w:rsidRPr="00F23192">
        <w:t>un mien ami</w:t>
      </w:r>
      <w:r>
        <w:t xml:space="preserve">… </w:t>
      </w:r>
      <w:r w:rsidR="00E36F6A" w:rsidRPr="00F23192">
        <w:t>proche du lieu où vous êtes tombé</w:t>
      </w:r>
      <w:r>
        <w:t>…</w:t>
      </w:r>
    </w:p>
    <w:p w14:paraId="25470732" w14:textId="77777777" w:rsidR="00D60A57" w:rsidRDefault="00E36F6A" w:rsidP="00D60A57">
      <w:r w:rsidRPr="00F23192">
        <w:t>Un silence</w:t>
      </w:r>
      <w:r w:rsidR="00D60A57">
        <w:t xml:space="preserve">, </w:t>
      </w:r>
      <w:r w:rsidRPr="00F23192">
        <w:t>puis</w:t>
      </w:r>
      <w:r w:rsidR="00D60A57">
        <w:t> :</w:t>
      </w:r>
    </w:p>
    <w:p w14:paraId="6270C60E" w14:textId="77777777" w:rsidR="00D60A57" w:rsidRDefault="00D60A57" w:rsidP="00D60A57">
      <w:r>
        <w:t>— </w:t>
      </w:r>
      <w:r w:rsidR="00E36F6A" w:rsidRPr="00F23192">
        <w:t>Savez-vous quels étaient les gens qui m</w:t>
      </w:r>
      <w:r>
        <w:t>’</w:t>
      </w:r>
      <w:r w:rsidR="00E36F6A" w:rsidRPr="00F23192">
        <w:t>ont assailli</w:t>
      </w:r>
      <w:r>
        <w:t> ?</w:t>
      </w:r>
    </w:p>
    <w:p w14:paraId="6EE4AE86" w14:textId="77777777" w:rsidR="00D60A57" w:rsidRDefault="00D60A57" w:rsidP="00D60A57">
      <w:r>
        <w:t>— </w:t>
      </w:r>
      <w:r w:rsidR="00E36F6A" w:rsidRPr="00F23192">
        <w:t>Les mauvais garçons ne sont pas ce qui manque dans le pays et sans doute</w:t>
      </w:r>
      <w:r>
        <w:t xml:space="preserve">, </w:t>
      </w:r>
      <w:r w:rsidR="00E36F6A" w:rsidRPr="00F23192">
        <w:t>sans mon intervention</w:t>
      </w:r>
      <w:r>
        <w:t xml:space="preserve">, </w:t>
      </w:r>
      <w:r w:rsidR="00E36F6A" w:rsidRPr="00F23192">
        <w:t>les survivants</w:t>
      </w:r>
      <w:r>
        <w:t xml:space="preserve">, </w:t>
      </w:r>
      <w:r w:rsidR="00E36F6A" w:rsidRPr="00F23192">
        <w:t>après vous avoir assommé</w:t>
      </w:r>
      <w:r>
        <w:t xml:space="preserve">, </w:t>
      </w:r>
      <w:r w:rsidR="00E36F6A" w:rsidRPr="00F23192">
        <w:t>vous auraient-ils dévalisé</w:t>
      </w:r>
      <w:r>
        <w:t> ?</w:t>
      </w:r>
    </w:p>
    <w:p w14:paraId="170553A9" w14:textId="77777777" w:rsidR="00D60A57" w:rsidRDefault="00E36F6A" w:rsidP="00D60A57">
      <w:r w:rsidRPr="00F23192">
        <w:t>Bertrand indiqua par un hochement de tête que c</w:t>
      </w:r>
      <w:r w:rsidR="00D60A57">
        <w:t>’</w:t>
      </w:r>
      <w:r w:rsidRPr="00F23192">
        <w:t>était là mince détail</w:t>
      </w:r>
      <w:r w:rsidR="00D60A57">
        <w:t>.</w:t>
      </w:r>
    </w:p>
    <w:p w14:paraId="0F374912" w14:textId="77777777" w:rsidR="00D60A57" w:rsidRDefault="00E36F6A" w:rsidP="00D60A57">
      <w:r w:rsidRPr="00F23192">
        <w:lastRenderedPageBreak/>
        <w:t>Un silence tomba</w:t>
      </w:r>
      <w:r w:rsidR="00D60A57">
        <w:t xml:space="preserve">, </w:t>
      </w:r>
      <w:r w:rsidRPr="00F23192">
        <w:t>au bout duquel son hôte se leva</w:t>
      </w:r>
      <w:r w:rsidR="00D60A57">
        <w:t xml:space="preserve">, </w:t>
      </w:r>
      <w:r w:rsidRPr="00F23192">
        <w:t>disant</w:t>
      </w:r>
      <w:r w:rsidR="00D60A57">
        <w:t> :</w:t>
      </w:r>
    </w:p>
    <w:p w14:paraId="72AC6EE8" w14:textId="77777777" w:rsidR="00D60A57" w:rsidRDefault="00D60A57" w:rsidP="00D60A57">
      <w:r>
        <w:t>— </w:t>
      </w:r>
      <w:r w:rsidR="00E36F6A" w:rsidRPr="00F23192">
        <w:t>Maintenant</w:t>
      </w:r>
      <w:r>
        <w:t xml:space="preserve">, </w:t>
      </w:r>
      <w:r w:rsidR="00E36F6A" w:rsidRPr="00F23192">
        <w:t>il vous faut reposer</w:t>
      </w:r>
      <w:r>
        <w:t>…</w:t>
      </w:r>
    </w:p>
    <w:p w14:paraId="7AF35B2C" w14:textId="77777777" w:rsidR="00D60A57" w:rsidRDefault="00D60A57" w:rsidP="00D60A57">
      <w:r>
        <w:t>— </w:t>
      </w:r>
      <w:r w:rsidR="00E36F6A" w:rsidRPr="00F23192">
        <w:t>Un mot encore</w:t>
      </w:r>
      <w:r>
        <w:t xml:space="preserve"> ; </w:t>
      </w:r>
      <w:r w:rsidR="00E36F6A" w:rsidRPr="00F23192">
        <w:t>puis-je vous demander un service</w:t>
      </w:r>
      <w:r>
        <w:t> ?</w:t>
      </w:r>
    </w:p>
    <w:p w14:paraId="722ECC51" w14:textId="77777777" w:rsidR="00D60A57" w:rsidRDefault="00D60A57" w:rsidP="00D60A57">
      <w:r>
        <w:t>— </w:t>
      </w:r>
      <w:r w:rsidR="00E36F6A" w:rsidRPr="00F23192">
        <w:t>Après celui que je vous ai rendu</w:t>
      </w:r>
      <w:r>
        <w:t xml:space="preserve">, </w:t>
      </w:r>
      <w:r w:rsidR="00E36F6A" w:rsidRPr="00F23192">
        <w:t>belle question</w:t>
      </w:r>
      <w:r>
        <w:t> !</w:t>
      </w:r>
    </w:p>
    <w:p w14:paraId="14548683" w14:textId="77777777" w:rsidR="00D60A57" w:rsidRDefault="00E36F6A" w:rsidP="00D60A57">
      <w:r w:rsidRPr="00F23192">
        <w:t>L</w:t>
      </w:r>
      <w:r w:rsidR="00D60A57">
        <w:t>’</w:t>
      </w:r>
      <w:r w:rsidRPr="00F23192">
        <w:t>ironie de cette réplique laissa indifférent le blessé</w:t>
      </w:r>
      <w:r w:rsidR="00D60A57">
        <w:t xml:space="preserve">, </w:t>
      </w:r>
      <w:r w:rsidRPr="00F23192">
        <w:t>qui dit</w:t>
      </w:r>
      <w:r w:rsidR="00D60A57">
        <w:t> :</w:t>
      </w:r>
    </w:p>
    <w:p w14:paraId="1D636A8F" w14:textId="77777777" w:rsidR="00D60A57" w:rsidRDefault="00D60A57" w:rsidP="00D60A57">
      <w:r>
        <w:t>— </w:t>
      </w:r>
      <w:r w:rsidR="00E36F6A" w:rsidRPr="00F23192">
        <w:t xml:space="preserve">Il faudrait porter de mes nouvelles au château de </w:t>
      </w:r>
      <w:proofErr w:type="spellStart"/>
      <w:r w:rsidR="00E36F6A" w:rsidRPr="00F23192">
        <w:t>Plouy</w:t>
      </w:r>
      <w:r w:rsidR="00E36F6A" w:rsidRPr="00F23192">
        <w:t>a</w:t>
      </w:r>
      <w:r w:rsidR="00E36F6A" w:rsidRPr="00F23192">
        <w:t>dec</w:t>
      </w:r>
      <w:proofErr w:type="spellEnd"/>
      <w:r>
        <w:t xml:space="preserve">, </w:t>
      </w:r>
      <w:r w:rsidR="00E36F6A" w:rsidRPr="00F23192">
        <w:t xml:space="preserve">chez la marquise douairière du </w:t>
      </w:r>
      <w:proofErr w:type="spellStart"/>
      <w:r w:rsidR="00E36F6A" w:rsidRPr="00F23192">
        <w:t>Palouët</w:t>
      </w:r>
      <w:proofErr w:type="spellEnd"/>
      <w:r w:rsidR="00E36F6A" w:rsidRPr="00F23192">
        <w:t xml:space="preserve"> qui doit s</w:t>
      </w:r>
      <w:r>
        <w:t>’</w:t>
      </w:r>
      <w:r w:rsidR="00E36F6A" w:rsidRPr="00F23192">
        <w:t>i</w:t>
      </w:r>
      <w:r w:rsidR="00E36F6A" w:rsidRPr="00F23192">
        <w:t>n</w:t>
      </w:r>
      <w:r w:rsidR="00E36F6A" w:rsidRPr="00F23192">
        <w:t>quiéter de moi</w:t>
      </w:r>
      <w:r>
        <w:t>.</w:t>
      </w:r>
    </w:p>
    <w:p w14:paraId="1AAD053D" w14:textId="77777777" w:rsidR="00D60A57" w:rsidRDefault="00D60A57" w:rsidP="00D60A57">
      <w:r>
        <w:t>— </w:t>
      </w:r>
      <w:r w:rsidR="00E36F6A" w:rsidRPr="00F23192">
        <w:t>Ce sera fait</w:t>
      </w:r>
      <w:r>
        <w:t xml:space="preserve">. </w:t>
      </w:r>
      <w:r w:rsidR="00E36F6A" w:rsidRPr="00F23192">
        <w:t>Est-ce tout</w:t>
      </w:r>
      <w:r>
        <w:t> ?</w:t>
      </w:r>
    </w:p>
    <w:p w14:paraId="1D11BE27" w14:textId="77777777" w:rsidR="00D60A57" w:rsidRDefault="00E36F6A" w:rsidP="00D60A57">
      <w:r w:rsidRPr="00F23192">
        <w:t>Cette question était provoquée par une hésitation qui se r</w:t>
      </w:r>
      <w:r w:rsidRPr="00F23192">
        <w:t>e</w:t>
      </w:r>
      <w:r w:rsidRPr="00F23192">
        <w:t>flétait sur le visage du blessé</w:t>
      </w:r>
      <w:r w:rsidR="00D60A57">
        <w:t xml:space="preserve">, </w:t>
      </w:r>
      <w:r w:rsidRPr="00F23192">
        <w:t>hésitation qui</w:t>
      </w:r>
      <w:r w:rsidR="00D60A57">
        <w:t xml:space="preserve">, </w:t>
      </w:r>
      <w:r w:rsidRPr="00F23192">
        <w:t>brusquement</w:t>
      </w:r>
      <w:r w:rsidR="00D60A57">
        <w:t xml:space="preserve">, </w:t>
      </w:r>
      <w:r w:rsidRPr="00F23192">
        <w:t>prit fin</w:t>
      </w:r>
      <w:r w:rsidR="00D60A57">
        <w:t>.</w:t>
      </w:r>
    </w:p>
    <w:p w14:paraId="60986E86" w14:textId="77777777" w:rsidR="00D60A57" w:rsidRDefault="00D60A57" w:rsidP="00D60A57">
      <w:r>
        <w:t>— </w:t>
      </w:r>
      <w:r w:rsidR="00E36F6A" w:rsidRPr="00F23192">
        <w:t>Non</w:t>
      </w:r>
      <w:r>
        <w:t xml:space="preserve">, </w:t>
      </w:r>
      <w:r w:rsidR="00E36F6A" w:rsidRPr="00F23192">
        <w:t>confessa-t-il</w:t>
      </w:r>
      <w:r>
        <w:t xml:space="preserve">, </w:t>
      </w:r>
      <w:r w:rsidR="00E36F6A" w:rsidRPr="00F23192">
        <w:t>ce n</w:t>
      </w:r>
      <w:r>
        <w:t>’</w:t>
      </w:r>
      <w:r w:rsidR="00E36F6A" w:rsidRPr="00F23192">
        <w:t>est pas tout</w:t>
      </w:r>
      <w:r>
        <w:t xml:space="preserve"> ; </w:t>
      </w:r>
      <w:r w:rsidR="00E36F6A" w:rsidRPr="00F23192">
        <w:t>il m</w:t>
      </w:r>
      <w:r>
        <w:t>’</w:t>
      </w:r>
      <w:r w:rsidR="00E36F6A" w:rsidRPr="00F23192">
        <w:t>agréerait d</w:t>
      </w:r>
      <w:r>
        <w:t>’</w:t>
      </w:r>
      <w:r w:rsidR="00E36F6A" w:rsidRPr="00F23192">
        <w:t>avoir des nouvelles d</w:t>
      </w:r>
      <w:r>
        <w:t>’</w:t>
      </w:r>
      <w:r w:rsidR="00E36F6A" w:rsidRPr="00F23192">
        <w:t>une personne qui m</w:t>
      </w:r>
      <w:r>
        <w:t>’</w:t>
      </w:r>
      <w:r w:rsidR="00E36F6A" w:rsidRPr="00F23192">
        <w:t>est particulièrement chère et de laquelle il conviendrait de s</w:t>
      </w:r>
      <w:r>
        <w:t>’</w:t>
      </w:r>
      <w:r w:rsidR="00E36F6A" w:rsidRPr="00F23192">
        <w:t>informer avec discr</w:t>
      </w:r>
      <w:r w:rsidR="00E36F6A" w:rsidRPr="00F23192">
        <w:t>é</w:t>
      </w:r>
      <w:r w:rsidR="00E36F6A" w:rsidRPr="00F23192">
        <w:t>tion</w:t>
      </w:r>
      <w:r>
        <w:t>.</w:t>
      </w:r>
    </w:p>
    <w:p w14:paraId="4FD06BA3" w14:textId="77777777" w:rsidR="00D60A57" w:rsidRDefault="00D60A57" w:rsidP="00D60A57">
      <w:r>
        <w:t>— </w:t>
      </w:r>
      <w:r w:rsidR="00E36F6A" w:rsidRPr="00F23192">
        <w:t>On sera discret autant qu</w:t>
      </w:r>
      <w:r>
        <w:t>’</w:t>
      </w:r>
      <w:r w:rsidR="00E36F6A" w:rsidRPr="00F23192">
        <w:t>il conviendra</w:t>
      </w:r>
      <w:r>
        <w:t xml:space="preserve">… </w:t>
      </w:r>
      <w:r w:rsidR="00E36F6A" w:rsidRPr="00F23192">
        <w:t>Je vous écoute</w:t>
      </w:r>
      <w:r>
        <w:t>.</w:t>
      </w:r>
    </w:p>
    <w:p w14:paraId="617E5976" w14:textId="77777777" w:rsidR="00D60A57" w:rsidRDefault="00E36F6A" w:rsidP="00D60A57">
      <w:r w:rsidRPr="00F23192">
        <w:t>Si Bertrand avait été</w:t>
      </w:r>
      <w:r w:rsidR="00D60A57">
        <w:t xml:space="preserve">, </w:t>
      </w:r>
      <w:r w:rsidRPr="00F23192">
        <w:t>de sa nature</w:t>
      </w:r>
      <w:r w:rsidR="00D60A57">
        <w:t xml:space="preserve">, </w:t>
      </w:r>
      <w:r w:rsidRPr="00F23192">
        <w:t>observateur</w:t>
      </w:r>
      <w:r w:rsidR="00D60A57">
        <w:t xml:space="preserve">, </w:t>
      </w:r>
      <w:r w:rsidRPr="00F23192">
        <w:t>il eût r</w:t>
      </w:r>
      <w:r w:rsidRPr="00F23192">
        <w:t>e</w:t>
      </w:r>
      <w:r w:rsidRPr="00F23192">
        <w:t>marqué dans le ton de son interlocuteur une particulière séch</w:t>
      </w:r>
      <w:r w:rsidRPr="00F23192">
        <w:t>e</w:t>
      </w:r>
      <w:r w:rsidRPr="00F23192">
        <w:t>resse</w:t>
      </w:r>
      <w:r w:rsidR="00D60A57">
        <w:t>.</w:t>
      </w:r>
    </w:p>
    <w:p w14:paraId="384CBAF2" w14:textId="77777777" w:rsidR="00D60A57" w:rsidRDefault="00E36F6A" w:rsidP="00D60A57">
      <w:r w:rsidRPr="00F23192">
        <w:t>Comme le blessé paraissait encore hésitant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autre prono</w:t>
      </w:r>
      <w:r w:rsidRPr="00F23192">
        <w:t>n</w:t>
      </w:r>
      <w:r w:rsidRPr="00F23192">
        <w:t>ça</w:t>
      </w:r>
      <w:r w:rsidR="00D60A57">
        <w:t> :</w:t>
      </w:r>
    </w:p>
    <w:p w14:paraId="6286B753" w14:textId="77777777" w:rsidR="00D60A57" w:rsidRDefault="00D60A57" w:rsidP="00D60A57">
      <w:r>
        <w:t>— </w:t>
      </w:r>
      <w:r w:rsidR="00E36F6A" w:rsidRPr="00F23192">
        <w:t>Parlez</w:t>
      </w:r>
      <w:r>
        <w:t xml:space="preserve"> ! </w:t>
      </w:r>
      <w:r w:rsidR="00E36F6A" w:rsidRPr="00F23192">
        <w:t>Qui vous arrête</w:t>
      </w:r>
      <w:r>
        <w:t xml:space="preserve"> ? </w:t>
      </w:r>
      <w:r w:rsidR="00E36F6A" w:rsidRPr="00F23192">
        <w:t>N</w:t>
      </w:r>
      <w:r>
        <w:t>’</w:t>
      </w:r>
      <w:r w:rsidR="00E36F6A" w:rsidRPr="00F23192">
        <w:t>avez-vous pas confiance</w:t>
      </w:r>
      <w:r>
        <w:t> ?</w:t>
      </w:r>
    </w:p>
    <w:p w14:paraId="0E1915F3" w14:textId="77777777" w:rsidR="00D60A57" w:rsidRDefault="00E36F6A" w:rsidP="00D60A57">
      <w:r w:rsidRPr="00F23192">
        <w:lastRenderedPageBreak/>
        <w:t>Il y avait comme de l</w:t>
      </w:r>
      <w:r w:rsidR="00D60A57">
        <w:t>’</w:t>
      </w:r>
      <w:r w:rsidRPr="00F23192">
        <w:t>irritation dans sa voix</w:t>
      </w:r>
      <w:r w:rsidR="00D60A57">
        <w:t>.</w:t>
      </w:r>
    </w:p>
    <w:p w14:paraId="07708491" w14:textId="77777777" w:rsidR="00D60A57" w:rsidRDefault="00D60A57" w:rsidP="00D60A57">
      <w:r>
        <w:t>— </w:t>
      </w:r>
      <w:r w:rsidR="00E36F6A" w:rsidRPr="00F23192">
        <w:t>Sans doute s</w:t>
      </w:r>
      <w:r>
        <w:t>’</w:t>
      </w:r>
      <w:r w:rsidR="00E36F6A" w:rsidRPr="00F23192">
        <w:t>agit-il d</w:t>
      </w:r>
      <w:r>
        <w:t>’</w:t>
      </w:r>
      <w:r w:rsidR="00E36F6A" w:rsidRPr="00F23192">
        <w:t>une femme</w:t>
      </w:r>
      <w:r>
        <w:t xml:space="preserve"> ? </w:t>
      </w:r>
      <w:r w:rsidR="00E36F6A" w:rsidRPr="00F23192">
        <w:t>insinua-t-il</w:t>
      </w:r>
      <w:r>
        <w:t>.</w:t>
      </w:r>
    </w:p>
    <w:p w14:paraId="7597DC26" w14:textId="77777777" w:rsidR="00D60A57" w:rsidRDefault="00D60A57" w:rsidP="00D60A57">
      <w:r>
        <w:t>— </w:t>
      </w:r>
      <w:r w:rsidR="00E36F6A" w:rsidRPr="00F23192">
        <w:t>D</w:t>
      </w:r>
      <w:r>
        <w:t>’</w:t>
      </w:r>
      <w:r w:rsidR="00E36F6A" w:rsidRPr="00F23192">
        <w:t>une femme</w:t>
      </w:r>
      <w:r>
        <w:t xml:space="preserve">, </w:t>
      </w:r>
      <w:r w:rsidR="00E36F6A" w:rsidRPr="00F23192">
        <w:t>en effet</w:t>
      </w:r>
      <w:r>
        <w:t xml:space="preserve">, </w:t>
      </w:r>
      <w:r w:rsidR="00E36F6A" w:rsidRPr="00F23192">
        <w:t>d</w:t>
      </w:r>
      <w:r>
        <w:t>’</w:t>
      </w:r>
      <w:r w:rsidR="00E36F6A" w:rsidRPr="00F23192">
        <w:t>une femme qui doit s</w:t>
      </w:r>
      <w:r>
        <w:t>’</w:t>
      </w:r>
      <w:r w:rsidR="00E36F6A" w:rsidRPr="00F23192">
        <w:t>inquiéter de moi et que je voudrais rassurer</w:t>
      </w:r>
      <w:r>
        <w:t>…</w:t>
      </w:r>
    </w:p>
    <w:p w14:paraId="4DF9CF3F" w14:textId="77777777" w:rsidR="00D60A57" w:rsidRDefault="00D60A57" w:rsidP="00D60A57">
      <w:r>
        <w:t>— </w:t>
      </w:r>
      <w:r w:rsidR="00E36F6A" w:rsidRPr="00F23192">
        <w:t>Rien de plus juste</w:t>
      </w:r>
      <w:r>
        <w:t xml:space="preserve">, </w:t>
      </w:r>
      <w:r w:rsidR="00E36F6A" w:rsidRPr="00F23192">
        <w:t>on fera donc le nécessaire</w:t>
      </w:r>
      <w:r>
        <w:t xml:space="preserve">… </w:t>
      </w:r>
      <w:r w:rsidR="00E36F6A" w:rsidRPr="00F23192">
        <w:t>Le nom de la dame</w:t>
      </w:r>
      <w:r>
        <w:t> ?</w:t>
      </w:r>
    </w:p>
    <w:p w14:paraId="57375122" w14:textId="77777777" w:rsidR="00D60A57" w:rsidRDefault="00D60A57" w:rsidP="00D60A57">
      <w:r>
        <w:t>— </w:t>
      </w:r>
      <w:r w:rsidR="00E36F6A" w:rsidRPr="00F23192">
        <w:t xml:space="preserve">Demoiselle Edwige de </w:t>
      </w:r>
      <w:proofErr w:type="spellStart"/>
      <w:r w:rsidR="00E36F6A" w:rsidRPr="00F23192">
        <w:t>Coatserho</w:t>
      </w:r>
      <w:proofErr w:type="spellEnd"/>
      <w:r>
        <w:t xml:space="preserve">… </w:t>
      </w:r>
      <w:r w:rsidR="00E36F6A" w:rsidRPr="00F23192">
        <w:t>au manoir de ce nom</w:t>
      </w:r>
      <w:r>
        <w:t xml:space="preserve">, </w:t>
      </w:r>
      <w:r w:rsidR="00E36F6A" w:rsidRPr="00F23192">
        <w:t>sur la rivière de Morlaix</w:t>
      </w:r>
      <w:r>
        <w:t>.</w:t>
      </w:r>
    </w:p>
    <w:p w14:paraId="5AC38C58" w14:textId="77777777" w:rsidR="00D60A57" w:rsidRDefault="00E36F6A" w:rsidP="00D60A57">
      <w:r w:rsidRPr="00F23192">
        <w:t>L</w:t>
      </w:r>
      <w:r w:rsidR="00D60A57">
        <w:t>’</w:t>
      </w:r>
      <w:r w:rsidRPr="00F23192">
        <w:t>inconnu ne fut pas maître d</w:t>
      </w:r>
      <w:r w:rsidR="00D60A57">
        <w:t>’</w:t>
      </w:r>
      <w:r w:rsidRPr="00F23192">
        <w:t>un sursaut</w:t>
      </w:r>
      <w:r w:rsidR="00D60A57">
        <w:t>.</w:t>
      </w:r>
    </w:p>
    <w:p w14:paraId="662CBE25" w14:textId="77777777" w:rsidR="00D60A57" w:rsidRDefault="00D60A57" w:rsidP="00D60A57">
      <w:r>
        <w:t>— </w:t>
      </w:r>
      <w:r w:rsidR="00E36F6A" w:rsidRPr="00F23192">
        <w:t>Vous connaissez</w:t>
      </w:r>
      <w:r>
        <w:t xml:space="preserve"> ? </w:t>
      </w:r>
      <w:r w:rsidR="00E36F6A" w:rsidRPr="00F23192">
        <w:t>interrogea Bertrand qui le surprit</w:t>
      </w:r>
      <w:r>
        <w:t>.</w:t>
      </w:r>
    </w:p>
    <w:p w14:paraId="318FBF48" w14:textId="77777777" w:rsidR="00D60A57" w:rsidRDefault="00D60A57" w:rsidP="00D60A57">
      <w:r>
        <w:t>— </w:t>
      </w:r>
      <w:r w:rsidR="00E36F6A" w:rsidRPr="00F23192">
        <w:t>Pour en avoir ouï parler</w:t>
      </w:r>
      <w:r>
        <w:t>.</w:t>
      </w:r>
    </w:p>
    <w:p w14:paraId="00794F33" w14:textId="77777777" w:rsidR="00D60A57" w:rsidRDefault="00D60A57" w:rsidP="00D60A57">
      <w:r>
        <w:t>— </w:t>
      </w:r>
      <w:r w:rsidR="00E36F6A" w:rsidRPr="00F23192">
        <w:t>On a dû vous dire qu</w:t>
      </w:r>
      <w:r>
        <w:t>’</w:t>
      </w:r>
      <w:r w:rsidR="00E36F6A" w:rsidRPr="00F23192">
        <w:t>elle est bien belle</w:t>
      </w:r>
      <w:r>
        <w:t xml:space="preserve"> ! </w:t>
      </w:r>
      <w:r w:rsidR="00E36F6A" w:rsidRPr="00F23192">
        <w:t>s</w:t>
      </w:r>
      <w:r>
        <w:t>’</w:t>
      </w:r>
      <w:r w:rsidR="00E36F6A" w:rsidRPr="00F23192">
        <w:t>exclama avec feu le jeune homme</w:t>
      </w:r>
      <w:r>
        <w:t>.</w:t>
      </w:r>
    </w:p>
    <w:p w14:paraId="568BB19B" w14:textId="77777777" w:rsidR="00D60A57" w:rsidRDefault="00D60A57" w:rsidP="00D60A57">
      <w:r>
        <w:t>— </w:t>
      </w:r>
      <w:r w:rsidR="00E36F6A" w:rsidRPr="00F23192">
        <w:t>Cela dépend des goûts</w:t>
      </w:r>
      <w:r>
        <w:t xml:space="preserve">, </w:t>
      </w:r>
      <w:r w:rsidR="00E36F6A" w:rsidRPr="00F23192">
        <w:t>fit sèchement l</w:t>
      </w:r>
      <w:r>
        <w:t>’</w:t>
      </w:r>
      <w:r w:rsidR="00E36F6A" w:rsidRPr="00F23192">
        <w:t>autre</w:t>
      </w:r>
      <w:r>
        <w:t xml:space="preserve">, </w:t>
      </w:r>
      <w:r w:rsidR="00E36F6A" w:rsidRPr="00F23192">
        <w:t>qui ajouta</w:t>
      </w:r>
      <w:r>
        <w:t xml:space="preserve">, </w:t>
      </w:r>
      <w:r w:rsidR="00E36F6A" w:rsidRPr="00F23192">
        <w:t>gagnant la porte</w:t>
      </w:r>
      <w:r>
        <w:t> :</w:t>
      </w:r>
    </w:p>
    <w:p w14:paraId="75362F59" w14:textId="77777777" w:rsidR="00D60A57" w:rsidRDefault="00D60A57" w:rsidP="00D60A57">
      <w:r>
        <w:t>— </w:t>
      </w:r>
      <w:r w:rsidR="00E36F6A" w:rsidRPr="00F23192">
        <w:t>Maintenant</w:t>
      </w:r>
      <w:r>
        <w:t xml:space="preserve">, </w:t>
      </w:r>
      <w:r w:rsidR="00E36F6A" w:rsidRPr="00F23192">
        <w:t>reposez</w:t>
      </w:r>
      <w:r>
        <w:t>…</w:t>
      </w:r>
    </w:p>
    <w:p w14:paraId="71EBCA2C" w14:textId="77777777" w:rsidR="00D60A57" w:rsidRDefault="00E36F6A" w:rsidP="00D60A57">
      <w:r w:rsidRPr="00F23192">
        <w:t>Et il sortit</w:t>
      </w:r>
      <w:r w:rsidR="00D60A57">
        <w:t xml:space="preserve">, </w:t>
      </w:r>
      <w:r w:rsidRPr="00F23192">
        <w:t>laissant le blessé tout surpris d</w:t>
      </w:r>
      <w:r w:rsidR="00D60A57">
        <w:t>’</w:t>
      </w:r>
      <w:r w:rsidRPr="00F23192">
        <w:t>un aussi brusque changement dans son attitude</w:t>
      </w:r>
      <w:r w:rsidR="00D60A57">
        <w:t xml:space="preserve"> ; </w:t>
      </w:r>
      <w:r w:rsidRPr="00F23192">
        <w:t>quelle eût été son angoisse s</w:t>
      </w:r>
      <w:r w:rsidR="00D60A57">
        <w:t>’</w:t>
      </w:r>
      <w:r w:rsidRPr="00F23192">
        <w:t>il avait entendu son interlocuteur</w:t>
      </w:r>
      <w:r w:rsidR="00D60A57">
        <w:t xml:space="preserve">, </w:t>
      </w:r>
      <w:proofErr w:type="spellStart"/>
      <w:r w:rsidRPr="00F23192">
        <w:t>l</w:t>
      </w:r>
      <w:r w:rsidR="00D60A57">
        <w:t>’</w:t>
      </w:r>
      <w:r w:rsidRPr="00F23192">
        <w:t>huis</w:t>
      </w:r>
      <w:proofErr w:type="spellEnd"/>
      <w:r w:rsidRPr="00F23192">
        <w:t xml:space="preserve"> une fois fermé</w:t>
      </w:r>
      <w:r w:rsidR="00D60A57">
        <w:t>.</w:t>
      </w:r>
    </w:p>
    <w:p w14:paraId="137392E1" w14:textId="77777777" w:rsidR="00D60A57" w:rsidRDefault="00D60A57" w:rsidP="00D60A57">
      <w:r>
        <w:t>« </w:t>
      </w:r>
      <w:r w:rsidR="00E36F6A" w:rsidRPr="00F23192">
        <w:t>Sa demoiselle</w:t>
      </w:r>
      <w:r>
        <w:t xml:space="preserve"> ! </w:t>
      </w:r>
      <w:r w:rsidR="00E36F6A" w:rsidRPr="00F23192">
        <w:t>je ne donnerais pas un écu de sa peau</w:t>
      </w:r>
      <w:r>
        <w:t>. »</w:t>
      </w:r>
    </w:p>
    <w:p w14:paraId="0AEF9B94" w14:textId="7DB7E906" w:rsidR="00E36F6A" w:rsidRPr="00F23192" w:rsidRDefault="00E36F6A" w:rsidP="00D60A57">
      <w:pPr>
        <w:pStyle w:val="Titre1"/>
      </w:pPr>
      <w:bookmarkStart w:id="14" w:name="_Toc186820632"/>
      <w:bookmarkStart w:id="15" w:name="_Toc195122109"/>
      <w:r w:rsidRPr="00F23192">
        <w:lastRenderedPageBreak/>
        <w:t>CHAPITRE VII</w:t>
      </w:r>
      <w:r w:rsidRPr="00F23192">
        <w:br/>
      </w:r>
      <w:r w:rsidRPr="00F23192">
        <w:br/>
        <w:t>LE GENTILHOMME CABARETIER</w:t>
      </w:r>
      <w:bookmarkEnd w:id="14"/>
      <w:bookmarkEnd w:id="15"/>
      <w:r w:rsidRPr="00F23192">
        <w:br/>
      </w:r>
    </w:p>
    <w:p w14:paraId="26DEF0BF" w14:textId="77777777" w:rsidR="00D60A57" w:rsidRDefault="00E36F6A" w:rsidP="00D60A57">
      <w:r w:rsidRPr="00F23192">
        <w:t xml:space="preserve">Le </w:t>
      </w:r>
      <w:r w:rsidR="00D60A57">
        <w:t>« </w:t>
      </w:r>
      <w:r w:rsidRPr="00F23192">
        <w:t>Connétable Du Guesclin</w:t>
      </w:r>
      <w:r w:rsidR="00D60A57">
        <w:t xml:space="preserve"> », </w:t>
      </w:r>
      <w:r w:rsidRPr="00F23192">
        <w:t xml:space="preserve">ou plus couramment </w:t>
      </w:r>
      <w:r w:rsidR="00D60A57">
        <w:t>« </w:t>
      </w:r>
      <w:r w:rsidRPr="00F23192">
        <w:t>Le Connétable</w:t>
      </w:r>
      <w:r w:rsidR="00D60A57">
        <w:t xml:space="preserve"> », </w:t>
      </w:r>
      <w:r w:rsidRPr="00F23192">
        <w:t>dressait son unique et modeste tourelle à l</w:t>
      </w:r>
      <w:r w:rsidR="00D60A57">
        <w:t>’</w:t>
      </w:r>
      <w:r w:rsidRPr="00F23192">
        <w:t>angle d</w:t>
      </w:r>
      <w:r w:rsidR="00D60A57">
        <w:t>’</w:t>
      </w:r>
      <w:r w:rsidRPr="00F23192">
        <w:t xml:space="preserve">une sorte de manoir posé au bord de la </w:t>
      </w:r>
      <w:proofErr w:type="spellStart"/>
      <w:r w:rsidRPr="00F23192">
        <w:t>grand</w:t>
      </w:r>
      <w:r w:rsidR="00D60A57">
        <w:t>’</w:t>
      </w:r>
      <w:r w:rsidRPr="00F23192">
        <w:t>route</w:t>
      </w:r>
      <w:proofErr w:type="spellEnd"/>
      <w:r w:rsidRPr="00F23192">
        <w:t xml:space="preserve"> de Paris</w:t>
      </w:r>
      <w:r w:rsidR="00D60A57">
        <w:t xml:space="preserve">. </w:t>
      </w:r>
      <w:r w:rsidRPr="00F23192">
        <w:t xml:space="preserve">Le châtelain en était un nommé </w:t>
      </w:r>
      <w:proofErr w:type="spellStart"/>
      <w:r w:rsidRPr="00F23192">
        <w:t>Perdonnet</w:t>
      </w:r>
      <w:proofErr w:type="spellEnd"/>
      <w:r w:rsidR="00D60A57">
        <w:t xml:space="preserve">, </w:t>
      </w:r>
      <w:r w:rsidRPr="00F23192">
        <w:t>d</w:t>
      </w:r>
      <w:r w:rsidR="00D60A57">
        <w:t>’</w:t>
      </w:r>
      <w:r w:rsidRPr="00F23192">
        <w:t>origine assez do</w:t>
      </w:r>
      <w:r w:rsidRPr="00F23192">
        <w:t>u</w:t>
      </w:r>
      <w:r w:rsidRPr="00F23192">
        <w:t>teuse</w:t>
      </w:r>
      <w:r w:rsidR="00D60A57">
        <w:t xml:space="preserve">, </w:t>
      </w:r>
      <w:r w:rsidRPr="00F23192">
        <w:t>mais qui se plaisait à se donner du gentilhomme</w:t>
      </w:r>
      <w:r w:rsidR="00D60A57">
        <w:t xml:space="preserve">, </w:t>
      </w:r>
      <w:r w:rsidRPr="00F23192">
        <w:t>se d</w:t>
      </w:r>
      <w:r w:rsidRPr="00F23192">
        <w:t>i</w:t>
      </w:r>
      <w:r w:rsidRPr="00F23192">
        <w:t>sant chevalier</w:t>
      </w:r>
      <w:r w:rsidR="00D60A57">
        <w:t>.</w:t>
      </w:r>
    </w:p>
    <w:p w14:paraId="4AA226E9" w14:textId="77777777" w:rsidR="00D60A57" w:rsidRDefault="00E36F6A" w:rsidP="00D60A57">
      <w:r w:rsidRPr="00F23192">
        <w:t>En dépit de sa prétention gentilhommière</w:t>
      </w:r>
      <w:r w:rsidR="00D60A57">
        <w:t xml:space="preserve">, </w:t>
      </w:r>
      <w:r w:rsidRPr="00F23192">
        <w:t>il ne dédaignait pas de faire métier de cabaretier</w:t>
      </w:r>
      <w:r w:rsidR="00D60A57">
        <w:t xml:space="preserve">, </w:t>
      </w:r>
      <w:r w:rsidRPr="00F23192">
        <w:t>lequel servait à en masquer d</w:t>
      </w:r>
      <w:r w:rsidR="00D60A57">
        <w:t>’</w:t>
      </w:r>
      <w:r w:rsidRPr="00F23192">
        <w:t>autres</w:t>
      </w:r>
      <w:r w:rsidR="00D60A57">
        <w:t xml:space="preserve">, </w:t>
      </w:r>
      <w:r w:rsidRPr="00F23192">
        <w:t>moins avouables</w:t>
      </w:r>
      <w:r w:rsidR="00D60A57">
        <w:t>.</w:t>
      </w:r>
    </w:p>
    <w:p w14:paraId="3B3A58DE" w14:textId="77777777" w:rsidR="00D60A57" w:rsidRDefault="00E36F6A" w:rsidP="00D60A57">
      <w:r w:rsidRPr="00F23192">
        <w:t>Donnant à boire</w:t>
      </w:r>
      <w:r w:rsidR="00D60A57">
        <w:t xml:space="preserve">, – </w:t>
      </w:r>
      <w:r w:rsidRPr="00F23192">
        <w:t>son vin était bon</w:t>
      </w:r>
      <w:r w:rsidR="00D60A57">
        <w:t xml:space="preserve">, – </w:t>
      </w:r>
      <w:r w:rsidRPr="00F23192">
        <w:t>il abritait souvent des orgies discrètes auxquelles prenaient part des dames de la ville</w:t>
      </w:r>
      <w:r w:rsidR="00D60A57">
        <w:t>.</w:t>
      </w:r>
    </w:p>
    <w:p w14:paraId="0DB43B40" w14:textId="77777777" w:rsidR="00D60A57" w:rsidRDefault="00E36F6A" w:rsidP="00D60A57">
      <w:r w:rsidRPr="00F23192">
        <w:t>On disait</w:t>
      </w:r>
      <w:r w:rsidR="00D60A57">
        <w:t xml:space="preserve">, </w:t>
      </w:r>
      <w:r w:rsidRPr="00F23192">
        <w:t>en outre</w:t>
      </w:r>
      <w:r w:rsidR="00D60A57">
        <w:t xml:space="preserve">, </w:t>
      </w:r>
      <w:r w:rsidRPr="00F23192">
        <w:t>qu</w:t>
      </w:r>
      <w:r w:rsidR="00D60A57">
        <w:t>’</w:t>
      </w:r>
      <w:r w:rsidRPr="00F23192">
        <w:t>il s</w:t>
      </w:r>
      <w:r w:rsidR="00D60A57">
        <w:t>’</w:t>
      </w:r>
      <w:r w:rsidRPr="00F23192">
        <w:t>occupait de politique et favor</w:t>
      </w:r>
      <w:r w:rsidRPr="00F23192">
        <w:t>i</w:t>
      </w:r>
      <w:r w:rsidRPr="00F23192">
        <w:t>sait</w:t>
      </w:r>
      <w:r w:rsidR="00D60A57">
        <w:t xml:space="preserve">, </w:t>
      </w:r>
      <w:r w:rsidRPr="00F23192">
        <w:t>par ces temps agités</w:t>
      </w:r>
      <w:r w:rsidR="00D60A57">
        <w:t xml:space="preserve">, </w:t>
      </w:r>
      <w:r w:rsidRPr="00F23192">
        <w:t>les réunions de mécontents</w:t>
      </w:r>
      <w:r w:rsidR="00D60A57">
        <w:t xml:space="preserve">, </w:t>
      </w:r>
      <w:r w:rsidRPr="00F23192">
        <w:t>pêcheurs en eau trouble</w:t>
      </w:r>
      <w:r w:rsidR="00D60A57">
        <w:t>.</w:t>
      </w:r>
    </w:p>
    <w:p w14:paraId="1AB32AB3" w14:textId="77777777" w:rsidR="00D60A57" w:rsidRDefault="00E36F6A" w:rsidP="00D60A57">
      <w:r w:rsidRPr="00F23192">
        <w:t>Tous ces on-dit circulaient d</w:t>
      </w:r>
      <w:r w:rsidR="00D60A57">
        <w:t>’</w:t>
      </w:r>
      <w:r w:rsidRPr="00F23192">
        <w:t>ailleurs fort discrètement de bouche à oreille</w:t>
      </w:r>
      <w:r w:rsidR="00D60A57">
        <w:t xml:space="preserve">, </w:t>
      </w:r>
      <w:r w:rsidRPr="00F23192">
        <w:t xml:space="preserve">car le sire de </w:t>
      </w:r>
      <w:proofErr w:type="spellStart"/>
      <w:r w:rsidRPr="00F23192">
        <w:t>Perdonnet</w:t>
      </w:r>
      <w:proofErr w:type="spellEnd"/>
      <w:r w:rsidRPr="00F23192">
        <w:t xml:space="preserve"> était</w:t>
      </w:r>
      <w:r w:rsidR="00D60A57">
        <w:t xml:space="preserve"> – </w:t>
      </w:r>
      <w:r w:rsidRPr="00F23192">
        <w:t>comme on dit de nos jours</w:t>
      </w:r>
      <w:r w:rsidR="00D60A57">
        <w:t xml:space="preserve"> – « </w:t>
      </w:r>
      <w:r w:rsidRPr="00F23192">
        <w:t>de mauvais poil</w:t>
      </w:r>
      <w:r w:rsidR="00D60A57">
        <w:t> »</w:t>
      </w:r>
      <w:r w:rsidRPr="00F23192">
        <w:t xml:space="preserve"> et savait répondre par un malencontreux coup d</w:t>
      </w:r>
      <w:r w:rsidR="00D60A57">
        <w:t>’</w:t>
      </w:r>
      <w:r w:rsidRPr="00F23192">
        <w:t>épée à un coup de langue malencontre</w:t>
      </w:r>
      <w:r w:rsidRPr="00F23192">
        <w:t>u</w:t>
      </w:r>
      <w:r w:rsidRPr="00F23192">
        <w:t>sement lancé</w:t>
      </w:r>
      <w:r w:rsidR="00D60A57">
        <w:t>.</w:t>
      </w:r>
    </w:p>
    <w:p w14:paraId="69ABE76C" w14:textId="77777777" w:rsidR="00D60A57" w:rsidRDefault="00E36F6A" w:rsidP="00D60A57">
      <w:r w:rsidRPr="00F23192">
        <w:t xml:space="preserve">Le châtelain du </w:t>
      </w:r>
      <w:r w:rsidR="00D60A57">
        <w:t>« </w:t>
      </w:r>
      <w:r w:rsidRPr="00F23192">
        <w:t>Connétable Du Guesclin</w:t>
      </w:r>
      <w:r w:rsidR="00D60A57">
        <w:t> »</w:t>
      </w:r>
      <w:r w:rsidRPr="00F23192">
        <w:t xml:space="preserve"> avait</w:t>
      </w:r>
      <w:r w:rsidR="00D60A57">
        <w:t xml:space="preserve">, </w:t>
      </w:r>
      <w:r w:rsidRPr="00F23192">
        <w:t>en effet</w:t>
      </w:r>
      <w:r w:rsidR="00D60A57">
        <w:t xml:space="preserve">, </w:t>
      </w:r>
      <w:r w:rsidRPr="00F23192">
        <w:t>été jadis un bretteur redoutable</w:t>
      </w:r>
      <w:r w:rsidR="00D60A57">
        <w:t xml:space="preserve">, – </w:t>
      </w:r>
      <w:r w:rsidRPr="00F23192">
        <w:t>d</w:t>
      </w:r>
      <w:r w:rsidR="00D60A57">
        <w:t>’</w:t>
      </w:r>
      <w:r w:rsidRPr="00F23192">
        <w:t>aucuns allaient même ju</w:t>
      </w:r>
      <w:r w:rsidRPr="00F23192">
        <w:t>s</w:t>
      </w:r>
      <w:r w:rsidRPr="00F23192">
        <w:t>qu</w:t>
      </w:r>
      <w:r w:rsidR="00D60A57">
        <w:t>’</w:t>
      </w:r>
      <w:r w:rsidRPr="00F23192">
        <w:t>à le traiter de spadassin</w:t>
      </w:r>
      <w:r w:rsidR="00D60A57">
        <w:t xml:space="preserve">, – </w:t>
      </w:r>
      <w:r w:rsidRPr="00F23192">
        <w:t>ce qui</w:t>
      </w:r>
      <w:r w:rsidR="00D60A57">
        <w:t xml:space="preserve">, </w:t>
      </w:r>
      <w:r w:rsidRPr="00F23192">
        <w:t xml:space="preserve">loin de lui nuire </w:t>
      </w:r>
      <w:r w:rsidRPr="00F23192">
        <w:lastRenderedPageBreak/>
        <w:t>auprès d</w:t>
      </w:r>
      <w:r w:rsidR="00D60A57">
        <w:t>’</w:t>
      </w:r>
      <w:r w:rsidRPr="00F23192">
        <w:t>une clientèle de fortes têtes</w:t>
      </w:r>
      <w:r w:rsidR="00D60A57">
        <w:t xml:space="preserve">, </w:t>
      </w:r>
      <w:r w:rsidRPr="00F23192">
        <w:t>lui donnait</w:t>
      </w:r>
      <w:r w:rsidR="00D60A57">
        <w:t xml:space="preserve">, </w:t>
      </w:r>
      <w:r w:rsidRPr="00F23192">
        <w:t>au contraire</w:t>
      </w:r>
      <w:r w:rsidR="00D60A57">
        <w:t xml:space="preserve">, </w:t>
      </w:r>
      <w:r w:rsidRPr="00F23192">
        <w:t>auprès d</w:t>
      </w:r>
      <w:r w:rsidR="00D60A57">
        <w:t>’</w:t>
      </w:r>
      <w:r w:rsidRPr="00F23192">
        <w:t>elle certain crédit</w:t>
      </w:r>
      <w:r w:rsidR="00D60A57">
        <w:t>.</w:t>
      </w:r>
    </w:p>
    <w:p w14:paraId="7EEB2945" w14:textId="77777777" w:rsidR="00D60A57" w:rsidRDefault="00E36F6A" w:rsidP="00D60A57">
      <w:r w:rsidRPr="00F23192">
        <w:t>Quelques affaires d</w:t>
      </w:r>
      <w:r w:rsidR="00D60A57">
        <w:t>’</w:t>
      </w:r>
      <w:r w:rsidRPr="00F23192">
        <w:t>honneur qui avaient mal tourné pour l</w:t>
      </w:r>
      <w:r w:rsidR="00D60A57">
        <w:t>’</w:t>
      </w:r>
      <w:r w:rsidRPr="00F23192">
        <w:t>un des adversaires</w:t>
      </w:r>
      <w:r w:rsidR="00D60A57">
        <w:t xml:space="preserve">, </w:t>
      </w:r>
      <w:r w:rsidRPr="00F23192">
        <w:t>avait dû</w:t>
      </w:r>
      <w:r w:rsidR="00D60A57">
        <w:t xml:space="preserve">, </w:t>
      </w:r>
      <w:r w:rsidRPr="00F23192">
        <w:t>prétendait-on</w:t>
      </w:r>
      <w:r w:rsidR="00D60A57">
        <w:t xml:space="preserve">, </w:t>
      </w:r>
      <w:r w:rsidRPr="00F23192">
        <w:t>leur funeste issue aux conseils de l</w:t>
      </w:r>
      <w:r w:rsidR="00D60A57">
        <w:t>’</w:t>
      </w:r>
      <w:r w:rsidRPr="00F23192">
        <w:t>homme d</w:t>
      </w:r>
      <w:r w:rsidR="00D60A57">
        <w:t>’</w:t>
      </w:r>
      <w:r w:rsidRPr="00F23192">
        <w:t>expérience qu</w:t>
      </w:r>
      <w:r w:rsidR="00D60A57">
        <w:t>’</w:t>
      </w:r>
      <w:r w:rsidRPr="00F23192">
        <w:t xml:space="preserve">était le chevalier </w:t>
      </w:r>
      <w:proofErr w:type="spellStart"/>
      <w:r w:rsidRPr="00F23192">
        <w:t>Pe</w:t>
      </w:r>
      <w:r w:rsidRPr="00F23192">
        <w:t>r</w:t>
      </w:r>
      <w:r w:rsidRPr="00F23192">
        <w:t>donnet</w:t>
      </w:r>
      <w:proofErr w:type="spellEnd"/>
      <w:r w:rsidR="00D60A57">
        <w:t>.</w:t>
      </w:r>
    </w:p>
    <w:p w14:paraId="41FFC75D" w14:textId="77777777" w:rsidR="00D60A57" w:rsidRDefault="00E36F6A" w:rsidP="00D60A57">
      <w:r w:rsidRPr="00F23192">
        <w:t>Les événements qui troublaient la région et ceux qui se préparaient étaient pour lui l</w:t>
      </w:r>
      <w:r w:rsidR="00D60A57">
        <w:t>’</w:t>
      </w:r>
      <w:r w:rsidRPr="00F23192">
        <w:t>occasion de fructueuses affaires</w:t>
      </w:r>
      <w:r w:rsidR="00D60A57">
        <w:t>.</w:t>
      </w:r>
    </w:p>
    <w:p w14:paraId="0D62FC16" w14:textId="77777777" w:rsidR="00D60A57" w:rsidRDefault="00E36F6A" w:rsidP="00D60A57">
      <w:r w:rsidRPr="00F23192">
        <w:t>Or</w:t>
      </w:r>
      <w:r w:rsidR="00D60A57">
        <w:t xml:space="preserve">, </w:t>
      </w:r>
      <w:r w:rsidRPr="00F23192">
        <w:t>ce soir-là</w:t>
      </w:r>
      <w:r w:rsidR="00D60A57">
        <w:t xml:space="preserve">, </w:t>
      </w:r>
      <w:r w:rsidRPr="00F23192">
        <w:t>il paraissait assez agité et pressait les clients attardés de finir en vitesse leur pot de mousseux</w:t>
      </w:r>
      <w:r w:rsidR="00D60A57">
        <w:t xml:space="preserve">, </w:t>
      </w:r>
      <w:r w:rsidRPr="00F23192">
        <w:t>ayant hâte d</w:t>
      </w:r>
      <w:r w:rsidR="00D60A57">
        <w:t>’</w:t>
      </w:r>
      <w:r w:rsidRPr="00F23192">
        <w:t>aller lui-même se mettre sous les couvertures</w:t>
      </w:r>
      <w:r w:rsidR="00D60A57">
        <w:t>.</w:t>
      </w:r>
    </w:p>
    <w:p w14:paraId="6BA8DF76" w14:textId="77777777" w:rsidR="00D60A57" w:rsidRDefault="00E36F6A" w:rsidP="00D60A57">
      <w:r w:rsidRPr="00F23192">
        <w:t>Quand il fut seul dans ce qu</w:t>
      </w:r>
      <w:r w:rsidR="00D60A57">
        <w:t>’</w:t>
      </w:r>
      <w:r w:rsidRPr="00F23192">
        <w:t>il dénommait pompeusement la Salle d</w:t>
      </w:r>
      <w:r w:rsidR="00D60A57">
        <w:t>’</w:t>
      </w:r>
      <w:r w:rsidRPr="00F23192">
        <w:t>armes</w:t>
      </w:r>
      <w:r w:rsidR="00D60A57">
        <w:t xml:space="preserve">, </w:t>
      </w:r>
      <w:r w:rsidRPr="00F23192">
        <w:t>il bouscula ses deux valets afin qu</w:t>
      </w:r>
      <w:r w:rsidR="00D60A57">
        <w:t>’</w:t>
      </w:r>
      <w:r w:rsidRPr="00F23192">
        <w:t xml:space="preserve">ils </w:t>
      </w:r>
      <w:proofErr w:type="spellStart"/>
      <w:r w:rsidRPr="00F23192">
        <w:t>missent</w:t>
      </w:r>
      <w:proofErr w:type="spellEnd"/>
      <w:r w:rsidRPr="00F23192">
        <w:t xml:space="preserve"> les volets</w:t>
      </w:r>
      <w:r w:rsidR="00D60A57">
        <w:t xml:space="preserve">, </w:t>
      </w:r>
      <w:r w:rsidRPr="00F23192">
        <w:t>et quand ils eurent regagné leur galetas dans les co</w:t>
      </w:r>
      <w:r w:rsidRPr="00F23192">
        <w:t>m</w:t>
      </w:r>
      <w:r w:rsidRPr="00F23192">
        <w:t>bles du logis</w:t>
      </w:r>
      <w:r w:rsidR="00D60A57">
        <w:t xml:space="preserve">, </w:t>
      </w:r>
      <w:r w:rsidRPr="00F23192">
        <w:t>il s</w:t>
      </w:r>
      <w:r w:rsidR="00D60A57">
        <w:t>’</w:t>
      </w:r>
      <w:r w:rsidRPr="00F23192">
        <w:t>approcha d</w:t>
      </w:r>
      <w:r w:rsidR="00D60A57">
        <w:t>’</w:t>
      </w:r>
      <w:r w:rsidRPr="00F23192">
        <w:t>une chandelle pour lire un billet tiré de ses chausses</w:t>
      </w:r>
      <w:r w:rsidR="00D60A57">
        <w:t>.</w:t>
      </w:r>
    </w:p>
    <w:p w14:paraId="14B1B905" w14:textId="77777777" w:rsidR="00D60A57" w:rsidRDefault="00D60A57" w:rsidP="00D60A57">
      <w:r>
        <w:t>« </w:t>
      </w:r>
      <w:r w:rsidR="00E36F6A" w:rsidRPr="00F23192">
        <w:t xml:space="preserve">Si le chevalier </w:t>
      </w:r>
      <w:proofErr w:type="spellStart"/>
      <w:r w:rsidR="00E36F6A" w:rsidRPr="00F23192">
        <w:t>Perdonnet</w:t>
      </w:r>
      <w:proofErr w:type="spellEnd"/>
      <w:r w:rsidR="00E36F6A" w:rsidRPr="00F23192">
        <w:t xml:space="preserve"> est libre ce soir</w:t>
      </w:r>
      <w:r>
        <w:t xml:space="preserve">, </w:t>
      </w:r>
      <w:r w:rsidR="00E36F6A" w:rsidRPr="00F23192">
        <w:t>sur le coup de neuf heures il aura l</w:t>
      </w:r>
      <w:r>
        <w:t>’</w:t>
      </w:r>
      <w:r w:rsidR="00E36F6A" w:rsidRPr="00F23192">
        <w:t>occasion d</w:t>
      </w:r>
      <w:r>
        <w:t>’</w:t>
      </w:r>
      <w:r w:rsidR="00E36F6A" w:rsidRPr="00F23192">
        <w:t>obliger quelqu</w:t>
      </w:r>
      <w:r>
        <w:t>’</w:t>
      </w:r>
      <w:r w:rsidR="00E36F6A" w:rsidRPr="00F23192">
        <w:t>un qui lui en sa</w:t>
      </w:r>
      <w:r w:rsidR="00E36F6A" w:rsidRPr="00F23192">
        <w:t>u</w:t>
      </w:r>
      <w:r w:rsidR="00E36F6A" w:rsidRPr="00F23192">
        <w:t>ra gré</w:t>
      </w:r>
      <w:r>
        <w:t>. »</w:t>
      </w:r>
    </w:p>
    <w:p w14:paraId="6D4E12D5" w14:textId="77777777" w:rsidR="00D60A57" w:rsidRDefault="00E36F6A" w:rsidP="00D60A57">
      <w:r w:rsidRPr="00F23192">
        <w:t>Ce n</w:t>
      </w:r>
      <w:r w:rsidR="00D60A57">
        <w:t>’</w:t>
      </w:r>
      <w:r w:rsidRPr="00F23192">
        <w:t>était pas signé et ce mystère ne contribuait pas peu à augmenter l</w:t>
      </w:r>
      <w:r w:rsidR="00D60A57">
        <w:t>’</w:t>
      </w:r>
      <w:r w:rsidRPr="00F23192">
        <w:t>impatience du personnage qui flairait</w:t>
      </w:r>
      <w:r w:rsidR="00D60A57">
        <w:t xml:space="preserve">, </w:t>
      </w:r>
      <w:r w:rsidRPr="00F23192">
        <w:t>par exp</w:t>
      </w:r>
      <w:r w:rsidRPr="00F23192">
        <w:t>é</w:t>
      </w:r>
      <w:r w:rsidRPr="00F23192">
        <w:t>rience une affaire intéressante</w:t>
      </w:r>
      <w:r w:rsidR="00D60A57">
        <w:t xml:space="preserve"> ; </w:t>
      </w:r>
      <w:r w:rsidRPr="00F23192">
        <w:t>quelle qu</w:t>
      </w:r>
      <w:r w:rsidR="00D60A57">
        <w:t>’</w:t>
      </w:r>
      <w:r w:rsidRPr="00F23192">
        <w:t>elle fût</w:t>
      </w:r>
      <w:r w:rsidR="00D60A57">
        <w:t xml:space="preserve">, </w:t>
      </w:r>
      <w:r w:rsidRPr="00F23192">
        <w:t>il était</w:t>
      </w:r>
      <w:r w:rsidR="00D60A57">
        <w:t xml:space="preserve">, </w:t>
      </w:r>
      <w:r w:rsidRPr="00F23192">
        <w:t>par avance</w:t>
      </w:r>
      <w:r w:rsidR="00D60A57">
        <w:t xml:space="preserve">, </w:t>
      </w:r>
      <w:r w:rsidRPr="00F23192">
        <w:t>décidé à l</w:t>
      </w:r>
      <w:r w:rsidR="00D60A57">
        <w:t>’</w:t>
      </w:r>
      <w:r w:rsidRPr="00F23192">
        <w:t>accepter</w:t>
      </w:r>
      <w:r w:rsidR="00D60A57">
        <w:t>.</w:t>
      </w:r>
    </w:p>
    <w:p w14:paraId="0906912E" w14:textId="77777777" w:rsidR="00D60A57" w:rsidRDefault="00E36F6A" w:rsidP="00D60A57">
      <w:r w:rsidRPr="00F23192">
        <w:t>Un heurt léger</w:t>
      </w:r>
      <w:r w:rsidR="00D60A57">
        <w:t xml:space="preserve">, </w:t>
      </w:r>
      <w:r w:rsidRPr="00F23192">
        <w:t>appliqué à la porte des cuisines le fit tre</w:t>
      </w:r>
      <w:r w:rsidRPr="00F23192">
        <w:t>s</w:t>
      </w:r>
      <w:r w:rsidRPr="00F23192">
        <w:t>saillir</w:t>
      </w:r>
      <w:r w:rsidR="00D60A57">
        <w:t xml:space="preserve"> ; </w:t>
      </w:r>
      <w:r w:rsidRPr="00F23192">
        <w:t>c</w:t>
      </w:r>
      <w:r w:rsidR="00D60A57">
        <w:t>’</w:t>
      </w:r>
      <w:r w:rsidRPr="00F23192">
        <w:t>était l</w:t>
      </w:r>
      <w:r w:rsidR="00D60A57">
        <w:t>’</w:t>
      </w:r>
      <w:r w:rsidRPr="00F23192">
        <w:t>instant où il allait savoir</w:t>
      </w:r>
      <w:r w:rsidR="00D60A57">
        <w:t>.</w:t>
      </w:r>
    </w:p>
    <w:p w14:paraId="77EE747F" w14:textId="77777777" w:rsidR="00D60A57" w:rsidRDefault="00E36F6A" w:rsidP="00D60A57">
      <w:r w:rsidRPr="00F23192">
        <w:t>D</w:t>
      </w:r>
      <w:r w:rsidR="00D60A57">
        <w:t>’</w:t>
      </w:r>
      <w:r w:rsidRPr="00F23192">
        <w:t>un pas léger</w:t>
      </w:r>
      <w:r w:rsidR="00D60A57">
        <w:t xml:space="preserve">, </w:t>
      </w:r>
      <w:r w:rsidRPr="00F23192">
        <w:t>il se précipita vers la porte qu</w:t>
      </w:r>
      <w:r w:rsidR="00D60A57">
        <w:t>’</w:t>
      </w:r>
      <w:r w:rsidRPr="00F23192">
        <w:t>il ouvrit</w:t>
      </w:r>
      <w:r w:rsidR="00D60A57">
        <w:t xml:space="preserve">… </w:t>
      </w:r>
      <w:r w:rsidRPr="00F23192">
        <w:t>ou plutôt entre-bâilla</w:t>
      </w:r>
      <w:r w:rsidR="00D60A57">
        <w:t>.</w:t>
      </w:r>
    </w:p>
    <w:p w14:paraId="74D32514" w14:textId="77777777" w:rsidR="00D60A57" w:rsidRDefault="00E36F6A" w:rsidP="00D60A57">
      <w:r w:rsidRPr="00F23192">
        <w:lastRenderedPageBreak/>
        <w:t>Sur le seuil</w:t>
      </w:r>
      <w:r w:rsidR="00D60A57">
        <w:t xml:space="preserve">, </w:t>
      </w:r>
      <w:r w:rsidRPr="00F23192">
        <w:t>un homme attendait</w:t>
      </w:r>
      <w:r w:rsidR="00D60A57">
        <w:t xml:space="preserve">, </w:t>
      </w:r>
      <w:r w:rsidRPr="00F23192">
        <w:t>impatient d</w:t>
      </w:r>
      <w:r w:rsidR="00D60A57">
        <w:t>’</w:t>
      </w:r>
      <w:r w:rsidRPr="00F23192">
        <w:t>entrer sans doute</w:t>
      </w:r>
      <w:r w:rsidR="00D60A57">
        <w:t xml:space="preserve">, </w:t>
      </w:r>
      <w:r w:rsidRPr="00F23192">
        <w:t>car il repoussa un peu rudement le maître du logis qui grogna</w:t>
      </w:r>
      <w:r w:rsidR="00D60A57">
        <w:t> :</w:t>
      </w:r>
    </w:p>
    <w:p w14:paraId="02B14DA8" w14:textId="77777777" w:rsidR="00D60A57" w:rsidRDefault="00D60A57" w:rsidP="00D60A57">
      <w:r>
        <w:t>— </w:t>
      </w:r>
      <w:r w:rsidR="00E36F6A" w:rsidRPr="00F23192">
        <w:t>Par les cornes</w:t>
      </w:r>
      <w:r>
        <w:t> !…</w:t>
      </w:r>
    </w:p>
    <w:p w14:paraId="0F9B2619" w14:textId="77777777" w:rsidR="00D60A57" w:rsidRDefault="00E36F6A" w:rsidP="00D60A57">
      <w:r w:rsidRPr="00F23192">
        <w:t>Il n</w:t>
      </w:r>
      <w:r w:rsidR="00D60A57">
        <w:t>’</w:t>
      </w:r>
      <w:r w:rsidRPr="00F23192">
        <w:t>acheva pas</w:t>
      </w:r>
      <w:r w:rsidR="00D60A57">
        <w:t xml:space="preserve">, </w:t>
      </w:r>
      <w:r w:rsidRPr="00F23192">
        <w:t>le visiteur ayant</w:t>
      </w:r>
      <w:r w:rsidR="00D60A57">
        <w:t xml:space="preserve">, </w:t>
      </w:r>
      <w:r w:rsidRPr="00F23192">
        <w:t>une fois dans la place et la porte refermée d</w:t>
      </w:r>
      <w:r w:rsidR="00D60A57">
        <w:t>’</w:t>
      </w:r>
      <w:r w:rsidRPr="00F23192">
        <w:t>un coup de pied</w:t>
      </w:r>
      <w:r w:rsidR="00D60A57">
        <w:t xml:space="preserve">, </w:t>
      </w:r>
      <w:r w:rsidRPr="00F23192">
        <w:t>enlevé le masque qui lui co</w:t>
      </w:r>
      <w:r w:rsidRPr="00F23192">
        <w:t>u</w:t>
      </w:r>
      <w:r w:rsidRPr="00F23192">
        <w:t>vrait le visage</w:t>
      </w:r>
      <w:r w:rsidR="00D60A57">
        <w:t>.</w:t>
      </w:r>
    </w:p>
    <w:p w14:paraId="09BADF09" w14:textId="77777777" w:rsidR="00D60A57" w:rsidRDefault="00D60A57" w:rsidP="00D60A57">
      <w:r>
        <w:t>— </w:t>
      </w:r>
      <w:r w:rsidR="00E36F6A" w:rsidRPr="00F23192">
        <w:t>Qu</w:t>
      </w:r>
      <w:r>
        <w:t>’</w:t>
      </w:r>
      <w:r w:rsidR="00E36F6A" w:rsidRPr="00F23192">
        <w:t>est-ce à dire</w:t>
      </w:r>
      <w:r>
        <w:t xml:space="preserve">, </w:t>
      </w:r>
      <w:r w:rsidR="00E36F6A" w:rsidRPr="00F23192">
        <w:t xml:space="preserve">maître </w:t>
      </w:r>
      <w:proofErr w:type="spellStart"/>
      <w:r w:rsidR="00E36F6A" w:rsidRPr="00F23192">
        <w:t>Perdonnet</w:t>
      </w:r>
      <w:proofErr w:type="spellEnd"/>
      <w:r>
        <w:t xml:space="preserve"> ? </w:t>
      </w:r>
      <w:r w:rsidR="00E36F6A" w:rsidRPr="00F23192">
        <w:t>demanda avec ha</w:t>
      </w:r>
      <w:r w:rsidR="00E36F6A" w:rsidRPr="00F23192">
        <w:t>u</w:t>
      </w:r>
      <w:r w:rsidR="00E36F6A" w:rsidRPr="00F23192">
        <w:t>teur Guy de la Fontanelle</w:t>
      </w:r>
      <w:r>
        <w:t>.</w:t>
      </w:r>
    </w:p>
    <w:p w14:paraId="7FEF297D" w14:textId="77777777" w:rsidR="00D60A57" w:rsidRDefault="00E36F6A" w:rsidP="00D60A57">
      <w:r w:rsidRPr="00F23192">
        <w:t>Obséquieusement courbé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autre murmura</w:t>
      </w:r>
      <w:r w:rsidR="00D60A57">
        <w:t> :</w:t>
      </w:r>
    </w:p>
    <w:p w14:paraId="439999E4" w14:textId="77777777" w:rsidR="00D60A57" w:rsidRDefault="00D60A57" w:rsidP="00D60A57">
      <w:r>
        <w:t>— </w:t>
      </w:r>
      <w:r w:rsidR="00E36F6A" w:rsidRPr="00F23192">
        <w:t>Savais-je à qui j</w:t>
      </w:r>
      <w:r>
        <w:t>’</w:t>
      </w:r>
      <w:r w:rsidR="00E36F6A" w:rsidRPr="00F23192">
        <w:t>avais affaire</w:t>
      </w:r>
      <w:r>
        <w:t> ?</w:t>
      </w:r>
    </w:p>
    <w:p w14:paraId="147B3CA7" w14:textId="77777777" w:rsidR="00D60A57" w:rsidRDefault="00E36F6A" w:rsidP="00D60A57">
      <w:r w:rsidRPr="00F23192">
        <w:t>D</w:t>
      </w:r>
      <w:r w:rsidR="00D60A57">
        <w:t>’</w:t>
      </w:r>
      <w:r w:rsidRPr="00F23192">
        <w:t>un geste sec</w:t>
      </w:r>
      <w:r w:rsidR="00D60A57">
        <w:t xml:space="preserve">, </w:t>
      </w:r>
      <w:r w:rsidRPr="00F23192">
        <w:t>le visiteur coupa court aux excuses</w:t>
      </w:r>
      <w:r w:rsidR="00D60A57">
        <w:t xml:space="preserve">. </w:t>
      </w:r>
      <w:r w:rsidRPr="00F23192">
        <w:t>Puis</w:t>
      </w:r>
      <w:r w:rsidR="00D60A57">
        <w:t xml:space="preserve">, </w:t>
      </w:r>
      <w:r w:rsidRPr="00F23192">
        <w:t>promenant dans la salle un regard circulaire</w:t>
      </w:r>
      <w:r w:rsidR="00D60A57">
        <w:t> :</w:t>
      </w:r>
    </w:p>
    <w:p w14:paraId="6645C18B" w14:textId="77777777" w:rsidR="00D60A57" w:rsidRDefault="00D60A57" w:rsidP="00D60A57">
      <w:r>
        <w:t>— </w:t>
      </w:r>
      <w:r w:rsidR="00E36F6A" w:rsidRPr="00F23192">
        <w:t>Seul</w:t>
      </w:r>
      <w:r>
        <w:t xml:space="preserve"> ? </w:t>
      </w:r>
      <w:r w:rsidR="00E36F6A" w:rsidRPr="00F23192">
        <w:t>s</w:t>
      </w:r>
      <w:r>
        <w:t>’</w:t>
      </w:r>
      <w:r w:rsidR="00E36F6A" w:rsidRPr="00F23192">
        <w:t>étonna-t-il</w:t>
      </w:r>
      <w:r>
        <w:t>.</w:t>
      </w:r>
    </w:p>
    <w:p w14:paraId="41A4F154" w14:textId="77777777" w:rsidR="00D60A57" w:rsidRDefault="00D60A57" w:rsidP="00D60A57">
      <w:r>
        <w:t>— </w:t>
      </w:r>
      <w:r w:rsidR="00E36F6A" w:rsidRPr="00F23192">
        <w:t>Votre Seigneurie comptait trouver quelqu</w:t>
      </w:r>
      <w:r>
        <w:t>’</w:t>
      </w:r>
      <w:r w:rsidR="00E36F6A" w:rsidRPr="00F23192">
        <w:t>un</w:t>
      </w:r>
      <w:r>
        <w:t> ?</w:t>
      </w:r>
    </w:p>
    <w:p w14:paraId="587AA856" w14:textId="77777777" w:rsidR="00D60A57" w:rsidRDefault="00D60A57" w:rsidP="00D60A57">
      <w:r>
        <w:t>— </w:t>
      </w:r>
      <w:r w:rsidR="00E36F6A" w:rsidRPr="00F23192">
        <w:t>Il y paraît</w:t>
      </w:r>
      <w:r>
        <w:t>…</w:t>
      </w:r>
    </w:p>
    <w:p w14:paraId="22A295C1" w14:textId="77777777" w:rsidR="00D60A57" w:rsidRDefault="00E36F6A" w:rsidP="00D60A57">
      <w:proofErr w:type="spellStart"/>
      <w:r w:rsidRPr="00F23192">
        <w:t>Perdonnet</w:t>
      </w:r>
      <w:proofErr w:type="spellEnd"/>
      <w:r w:rsidRPr="00F23192">
        <w:t xml:space="preserve"> estima que sa curiosité n</w:t>
      </w:r>
      <w:r w:rsidR="00D60A57">
        <w:t>’</w:t>
      </w:r>
      <w:r w:rsidRPr="00F23192">
        <w:t>était pas de saison et se tut</w:t>
      </w:r>
      <w:r w:rsidR="00D60A57">
        <w:t xml:space="preserve">, </w:t>
      </w:r>
      <w:r w:rsidRPr="00F23192">
        <w:t>attendant</w:t>
      </w:r>
      <w:r w:rsidR="00D60A57">
        <w:t>.</w:t>
      </w:r>
    </w:p>
    <w:p w14:paraId="0C75A7AB" w14:textId="77777777" w:rsidR="00D60A57" w:rsidRDefault="00E36F6A" w:rsidP="00D60A57">
      <w:r w:rsidRPr="00F23192">
        <w:t>Guy</w:t>
      </w:r>
      <w:r w:rsidR="00D60A57">
        <w:t xml:space="preserve">, </w:t>
      </w:r>
      <w:r w:rsidRPr="00F23192">
        <w:t>cependant s</w:t>
      </w:r>
      <w:r w:rsidR="00D60A57">
        <w:t>’</w:t>
      </w:r>
      <w:r w:rsidRPr="00F23192">
        <w:t>était débarrassé de son manteau et de son épée</w:t>
      </w:r>
      <w:r w:rsidR="00D60A57">
        <w:t xml:space="preserve">, </w:t>
      </w:r>
      <w:r w:rsidRPr="00F23192">
        <w:t>mais il avait gardé sa dague</w:t>
      </w:r>
      <w:r w:rsidR="00D60A57">
        <w:t>.</w:t>
      </w:r>
    </w:p>
    <w:p w14:paraId="65D94794" w14:textId="77777777" w:rsidR="00D60A57" w:rsidRDefault="00E36F6A" w:rsidP="00D60A57">
      <w:r w:rsidRPr="00F23192">
        <w:t>Au bout d</w:t>
      </w:r>
      <w:r w:rsidR="00D60A57">
        <w:t>’</w:t>
      </w:r>
      <w:r w:rsidRPr="00F23192">
        <w:t>un moment</w:t>
      </w:r>
      <w:r w:rsidR="00D60A57">
        <w:t xml:space="preserve">, </w:t>
      </w:r>
      <w:r w:rsidRPr="00F23192">
        <w:t>il enjoignit</w:t>
      </w:r>
      <w:r w:rsidR="00D60A57">
        <w:t> :</w:t>
      </w:r>
    </w:p>
    <w:p w14:paraId="093818F1" w14:textId="77777777" w:rsidR="00D60A57" w:rsidRDefault="00D60A57" w:rsidP="00D60A57">
      <w:r>
        <w:t>— </w:t>
      </w:r>
      <w:r w:rsidR="00E36F6A" w:rsidRPr="00F23192">
        <w:t>Ce soir</w:t>
      </w:r>
      <w:r>
        <w:t xml:space="preserve">, </w:t>
      </w:r>
      <w:r w:rsidR="00E36F6A" w:rsidRPr="00F23192">
        <w:t>vous ne recevrez personne</w:t>
      </w:r>
      <w:r>
        <w:t>.</w:t>
      </w:r>
    </w:p>
    <w:p w14:paraId="4B365055" w14:textId="77777777" w:rsidR="00D60A57" w:rsidRDefault="00D60A57" w:rsidP="00D60A57">
      <w:r>
        <w:t>— </w:t>
      </w:r>
      <w:r w:rsidR="00E36F6A" w:rsidRPr="00F23192">
        <w:t>Mais</w:t>
      </w:r>
      <w:r>
        <w:t>…</w:t>
      </w:r>
    </w:p>
    <w:p w14:paraId="182D1E58" w14:textId="77777777" w:rsidR="00D60A57" w:rsidRDefault="00D60A57" w:rsidP="00D60A57">
      <w:r>
        <w:t>— </w:t>
      </w:r>
      <w:r w:rsidR="00E36F6A" w:rsidRPr="00F23192">
        <w:t>Personne</w:t>
      </w:r>
      <w:r>
        <w:t xml:space="preserve">, </w:t>
      </w:r>
      <w:r w:rsidR="00E36F6A" w:rsidRPr="00F23192">
        <w:t>ai-je dit</w:t>
      </w:r>
      <w:r>
        <w:t xml:space="preserve">… </w:t>
      </w:r>
      <w:r w:rsidR="00E36F6A" w:rsidRPr="00F23192">
        <w:t>sauf quelqu</w:t>
      </w:r>
      <w:r>
        <w:t>’</w:t>
      </w:r>
      <w:r w:rsidR="00E36F6A" w:rsidRPr="00F23192">
        <w:t>un qui doit me rejoi</w:t>
      </w:r>
      <w:r w:rsidR="00E36F6A" w:rsidRPr="00F23192">
        <w:t>n</w:t>
      </w:r>
      <w:r w:rsidR="00E36F6A" w:rsidRPr="00F23192">
        <w:t>dre ici</w:t>
      </w:r>
      <w:r>
        <w:t xml:space="preserve">… </w:t>
      </w:r>
      <w:r w:rsidR="00E36F6A" w:rsidRPr="00F23192">
        <w:t>et auquel j</w:t>
      </w:r>
      <w:r>
        <w:t>’</w:t>
      </w:r>
      <w:r w:rsidR="00E36F6A" w:rsidRPr="00F23192">
        <w:t>ouvrirai moi-même</w:t>
      </w:r>
      <w:r>
        <w:t>.</w:t>
      </w:r>
    </w:p>
    <w:p w14:paraId="7922DC90" w14:textId="77777777" w:rsidR="00D60A57" w:rsidRDefault="00D60A57" w:rsidP="00D60A57">
      <w:r>
        <w:lastRenderedPageBreak/>
        <w:t>— </w:t>
      </w:r>
      <w:r w:rsidR="00E36F6A" w:rsidRPr="00F23192">
        <w:t>Que devrai-je faire</w:t>
      </w:r>
      <w:r>
        <w:t> ?</w:t>
      </w:r>
    </w:p>
    <w:p w14:paraId="1602D33D" w14:textId="77777777" w:rsidR="00D60A57" w:rsidRDefault="00D60A57" w:rsidP="00D60A57">
      <w:r>
        <w:t>— </w:t>
      </w:r>
      <w:r w:rsidR="00E36F6A" w:rsidRPr="00F23192">
        <w:t>Un tour en ville</w:t>
      </w:r>
      <w:r>
        <w:t xml:space="preserve">… </w:t>
      </w:r>
      <w:r w:rsidR="00E36F6A" w:rsidRPr="00F23192">
        <w:t>tout simplement</w:t>
      </w:r>
      <w:r>
        <w:t xml:space="preserve">. </w:t>
      </w:r>
      <w:r w:rsidR="00E36F6A" w:rsidRPr="00F23192">
        <w:t>Il y a à la taverne de la Sainte Vierge un cidre nouveau que l</w:t>
      </w:r>
      <w:r>
        <w:t>’</w:t>
      </w:r>
      <w:r w:rsidR="00E36F6A" w:rsidRPr="00F23192">
        <w:t>on dit excellent</w:t>
      </w:r>
      <w:r>
        <w:t xml:space="preserve">. </w:t>
      </w:r>
      <w:r w:rsidR="00E36F6A" w:rsidRPr="00F23192">
        <w:t>C</w:t>
      </w:r>
      <w:r>
        <w:t>’</w:t>
      </w:r>
      <w:r w:rsidR="00E36F6A" w:rsidRPr="00F23192">
        <w:t>est</w:t>
      </w:r>
      <w:r>
        <w:t xml:space="preserve">, </w:t>
      </w:r>
      <w:r w:rsidR="00E36F6A" w:rsidRPr="00F23192">
        <w:t>ou jamais</w:t>
      </w:r>
      <w:r>
        <w:t xml:space="preserve">, </w:t>
      </w:r>
      <w:r w:rsidR="00E36F6A" w:rsidRPr="00F23192">
        <w:t>l</w:t>
      </w:r>
      <w:r>
        <w:t>’</w:t>
      </w:r>
      <w:r w:rsidR="00E36F6A" w:rsidRPr="00F23192">
        <w:t>occasion d</w:t>
      </w:r>
      <w:r>
        <w:t>’</w:t>
      </w:r>
      <w:r w:rsidR="00E36F6A" w:rsidRPr="00F23192">
        <w:t>y aller vider un pot</w:t>
      </w:r>
      <w:r>
        <w:t xml:space="preserve">… </w:t>
      </w:r>
      <w:r w:rsidR="00E36F6A" w:rsidRPr="00F23192">
        <w:t>C</w:t>
      </w:r>
      <w:r>
        <w:t>’</w:t>
      </w:r>
      <w:r w:rsidR="00E36F6A" w:rsidRPr="00F23192">
        <w:t>est compris</w:t>
      </w:r>
      <w:r>
        <w:t> ?…</w:t>
      </w:r>
    </w:p>
    <w:p w14:paraId="79D4F234" w14:textId="77777777" w:rsidR="00D60A57" w:rsidRDefault="00D60A57" w:rsidP="00D60A57">
      <w:r>
        <w:t>— </w:t>
      </w:r>
      <w:r w:rsidR="00E36F6A" w:rsidRPr="00F23192">
        <w:t>Compris</w:t>
      </w:r>
      <w:r>
        <w:t>.</w:t>
      </w:r>
    </w:p>
    <w:p w14:paraId="74E9C80C" w14:textId="77777777" w:rsidR="00D60A57" w:rsidRDefault="00E36F6A" w:rsidP="00D60A57">
      <w:r w:rsidRPr="00F23192">
        <w:t xml:space="preserve">Et comme </w:t>
      </w:r>
      <w:proofErr w:type="spellStart"/>
      <w:r w:rsidRPr="00F23192">
        <w:t>Perdonnet</w:t>
      </w:r>
      <w:proofErr w:type="spellEnd"/>
      <w:r w:rsidRPr="00F23192">
        <w:t xml:space="preserve"> gagnait la porte</w:t>
      </w:r>
      <w:r w:rsidR="00D60A57">
        <w:t xml:space="preserve">, </w:t>
      </w:r>
      <w:r w:rsidRPr="00F23192">
        <w:t>Guy l</w:t>
      </w:r>
      <w:r w:rsidR="00D60A57">
        <w:t>’</w:t>
      </w:r>
      <w:r w:rsidRPr="00F23192">
        <w:t>arrêta</w:t>
      </w:r>
      <w:r w:rsidR="00D60A57">
        <w:t>.</w:t>
      </w:r>
    </w:p>
    <w:p w14:paraId="3ADBAE45" w14:textId="77777777" w:rsidR="00D60A57" w:rsidRDefault="00D60A57" w:rsidP="00D60A57">
      <w:r>
        <w:t>— </w:t>
      </w:r>
      <w:r w:rsidR="00E36F6A" w:rsidRPr="00F23192">
        <w:t>Un mot encore</w:t>
      </w:r>
      <w:r>
        <w:t xml:space="preserve">… </w:t>
      </w:r>
      <w:r w:rsidR="00E36F6A" w:rsidRPr="00F23192">
        <w:t>Que dit-on en ville</w:t>
      </w:r>
      <w:r>
        <w:t xml:space="preserve"> ? </w:t>
      </w:r>
      <w:r w:rsidR="00E36F6A" w:rsidRPr="00F23192">
        <w:t>Quel est l</w:t>
      </w:r>
      <w:r>
        <w:t>’</w:t>
      </w:r>
      <w:r w:rsidR="00E36F6A" w:rsidRPr="00F23192">
        <w:t>état d</w:t>
      </w:r>
      <w:r>
        <w:t>’</w:t>
      </w:r>
      <w:r w:rsidR="00E36F6A" w:rsidRPr="00F23192">
        <w:t>esprit au sujet de Mgr le duc de Mercœur et de la Ligue</w:t>
      </w:r>
      <w:r>
        <w:t> ?</w:t>
      </w:r>
    </w:p>
    <w:p w14:paraId="1D1AB388" w14:textId="77777777" w:rsidR="00D60A57" w:rsidRDefault="00D60A57" w:rsidP="00D60A57">
      <w:r>
        <w:t>— </w:t>
      </w:r>
      <w:r w:rsidR="00E36F6A" w:rsidRPr="00F23192">
        <w:t xml:space="preserve">On dit que le jeune comte 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se remue bea</w:t>
      </w:r>
      <w:r w:rsidR="00E36F6A" w:rsidRPr="00F23192">
        <w:t>u</w:t>
      </w:r>
      <w:r w:rsidR="00E36F6A" w:rsidRPr="00F23192">
        <w:t>coup</w:t>
      </w:r>
      <w:r>
        <w:t xml:space="preserve">… </w:t>
      </w:r>
      <w:r w:rsidR="00E36F6A" w:rsidRPr="00F23192">
        <w:t>j</w:t>
      </w:r>
      <w:r>
        <w:t>’</w:t>
      </w:r>
      <w:r w:rsidR="00E36F6A" w:rsidRPr="00F23192">
        <w:t>ai même ouï conter qu</w:t>
      </w:r>
      <w:r>
        <w:t>’</w:t>
      </w:r>
      <w:r w:rsidR="00E36F6A" w:rsidRPr="00F23192">
        <w:t>il était allé</w:t>
      </w:r>
      <w:r>
        <w:t xml:space="preserve">, </w:t>
      </w:r>
      <w:r w:rsidR="00E36F6A" w:rsidRPr="00F23192">
        <w:t>ces jours dernier à Saint-Cloud prendre des instructions et qu</w:t>
      </w:r>
      <w:r>
        <w:t>’</w:t>
      </w:r>
      <w:r w:rsidR="00E36F6A" w:rsidRPr="00F23192">
        <w:t>il aurait</w:t>
      </w:r>
      <w:r>
        <w:t xml:space="preserve">, </w:t>
      </w:r>
      <w:r w:rsidR="00E36F6A" w:rsidRPr="00F23192">
        <w:t>au retour</w:t>
      </w:r>
      <w:r>
        <w:t xml:space="preserve">, </w:t>
      </w:r>
      <w:r w:rsidR="00E36F6A" w:rsidRPr="00F23192">
        <w:t>enlevé un convoi que nous envoyaient les Espagnols</w:t>
      </w:r>
      <w:r>
        <w:t>.</w:t>
      </w:r>
    </w:p>
    <w:p w14:paraId="7E4547E1" w14:textId="77777777" w:rsidR="00D60A57" w:rsidRDefault="00D60A57" w:rsidP="00D60A57">
      <w:r>
        <w:t>— </w:t>
      </w:r>
      <w:r w:rsidR="00E36F6A" w:rsidRPr="00F23192">
        <w:t>Un convoi</w:t>
      </w:r>
      <w:r>
        <w:t> ?</w:t>
      </w:r>
    </w:p>
    <w:p w14:paraId="2CFDCB0E" w14:textId="77777777" w:rsidR="00D60A57" w:rsidRDefault="00D60A57" w:rsidP="00D60A57">
      <w:r>
        <w:t>— </w:t>
      </w:r>
      <w:r w:rsidR="00E36F6A" w:rsidRPr="00F23192">
        <w:t>De munitions</w:t>
      </w:r>
      <w:r>
        <w:t xml:space="preserve">, </w:t>
      </w:r>
      <w:r w:rsidR="00E36F6A" w:rsidRPr="00F23192">
        <w:t>assure-t-on</w:t>
      </w:r>
      <w:r>
        <w:t xml:space="preserve">, </w:t>
      </w:r>
      <w:r w:rsidR="00E36F6A" w:rsidRPr="00F23192">
        <w:t>ce qui semble indiquer que de son côté</w:t>
      </w:r>
      <w:r>
        <w:t xml:space="preserve">, </w:t>
      </w:r>
      <w:r w:rsidR="00E36F6A" w:rsidRPr="00F23192">
        <w:t>on se préparerait a la lutte</w:t>
      </w:r>
      <w:r>
        <w:t>.</w:t>
      </w:r>
    </w:p>
    <w:p w14:paraId="4D3AD374" w14:textId="77777777" w:rsidR="00D60A57" w:rsidRDefault="00E36F6A" w:rsidP="00D60A57">
      <w:r w:rsidRPr="00F23192">
        <w:t>Le front de Guy se fit soucieux</w:t>
      </w:r>
      <w:r w:rsidR="00D60A57">
        <w:t>.</w:t>
      </w:r>
    </w:p>
    <w:p w14:paraId="6F037312" w14:textId="77777777" w:rsidR="00D60A57" w:rsidRDefault="00D60A57" w:rsidP="00D60A57">
      <w:r>
        <w:t>— </w:t>
      </w:r>
      <w:r w:rsidR="00E36F6A" w:rsidRPr="00F23192">
        <w:t>Ces munitions</w:t>
      </w:r>
      <w:r>
        <w:t xml:space="preserve">, </w:t>
      </w:r>
      <w:r w:rsidR="00E36F6A" w:rsidRPr="00F23192">
        <w:t>avez-vous oui dire ce qui en avait été fait</w:t>
      </w:r>
      <w:r>
        <w:t> ?</w:t>
      </w:r>
    </w:p>
    <w:p w14:paraId="43E002A2" w14:textId="77777777" w:rsidR="00D60A57" w:rsidRDefault="00D60A57" w:rsidP="00D60A57">
      <w:r>
        <w:t>— </w:t>
      </w:r>
      <w:r w:rsidR="00E36F6A" w:rsidRPr="00F23192">
        <w:t>Disparues</w:t>
      </w:r>
      <w:r>
        <w:t xml:space="preserve">, </w:t>
      </w:r>
      <w:r w:rsidR="00E36F6A" w:rsidRPr="00F23192">
        <w:t>évanouies</w:t>
      </w:r>
      <w:r>
        <w:t xml:space="preserve">… </w:t>
      </w:r>
      <w:r w:rsidR="00E36F6A" w:rsidRPr="00F23192">
        <w:t>Cependant</w:t>
      </w:r>
      <w:r>
        <w:t>…</w:t>
      </w:r>
    </w:p>
    <w:p w14:paraId="262F796C" w14:textId="77777777" w:rsidR="00D60A57" w:rsidRDefault="00E36F6A" w:rsidP="00D60A57">
      <w:r w:rsidRPr="00F23192">
        <w:t>Il s</w:t>
      </w:r>
      <w:r w:rsidR="00D60A57">
        <w:t>’</w:t>
      </w:r>
      <w:r w:rsidRPr="00F23192">
        <w:t>arrêta</w:t>
      </w:r>
      <w:r w:rsidR="00D60A57">
        <w:t xml:space="preserve">, </w:t>
      </w:r>
      <w:r w:rsidRPr="00F23192">
        <w:t>comme s</w:t>
      </w:r>
      <w:r w:rsidR="00D60A57">
        <w:t>’</w:t>
      </w:r>
      <w:r w:rsidRPr="00F23192">
        <w:t>il eut hésité à s</w:t>
      </w:r>
      <w:r w:rsidR="00D60A57">
        <w:t>’</w:t>
      </w:r>
      <w:r w:rsidRPr="00F23192">
        <w:t>engager plus avant</w:t>
      </w:r>
      <w:r w:rsidR="00D60A57">
        <w:t xml:space="preserve">, </w:t>
      </w:r>
      <w:r w:rsidRPr="00F23192">
        <w:t>ce dont son interlocuteur eut l</w:t>
      </w:r>
      <w:r w:rsidR="00D60A57">
        <w:t>’</w:t>
      </w:r>
      <w:r w:rsidRPr="00F23192">
        <w:t>instinct</w:t>
      </w:r>
      <w:r w:rsidR="00D60A57">
        <w:t xml:space="preserve">, </w:t>
      </w:r>
      <w:r w:rsidRPr="00F23192">
        <w:t>car il répéta interrogativ</w:t>
      </w:r>
      <w:r w:rsidRPr="00F23192">
        <w:t>e</w:t>
      </w:r>
      <w:r w:rsidRPr="00F23192">
        <w:t>ment</w:t>
      </w:r>
      <w:r w:rsidR="00D60A57">
        <w:t> :</w:t>
      </w:r>
    </w:p>
    <w:p w14:paraId="0E2BE304" w14:textId="77777777" w:rsidR="00D60A57" w:rsidRDefault="00D60A57" w:rsidP="00D60A57">
      <w:r>
        <w:t>— </w:t>
      </w:r>
      <w:r w:rsidR="00E36F6A" w:rsidRPr="00F23192">
        <w:t>Cependant</w:t>
      </w:r>
      <w:r>
        <w:t> ?</w:t>
      </w:r>
    </w:p>
    <w:p w14:paraId="4BACDAE4" w14:textId="77777777" w:rsidR="00D60A57" w:rsidRDefault="00D60A57" w:rsidP="00D60A57">
      <w:r>
        <w:lastRenderedPageBreak/>
        <w:t>— </w:t>
      </w:r>
      <w:r w:rsidR="00E36F6A" w:rsidRPr="00F23192">
        <w:t>Peut-être y aurait-il lieu de rapprocher le fait de la mort singulière d</w:t>
      </w:r>
      <w:r>
        <w:t>’</w:t>
      </w:r>
      <w:r w:rsidR="00E36F6A" w:rsidRPr="00F23192">
        <w:t>un de mes hommes</w:t>
      </w:r>
      <w:r>
        <w:t xml:space="preserve">, </w:t>
      </w:r>
      <w:r w:rsidR="00E36F6A" w:rsidRPr="00F23192">
        <w:t>dont le corps a été découvert l</w:t>
      </w:r>
      <w:r>
        <w:t>’</w:t>
      </w:r>
      <w:r w:rsidR="00E36F6A" w:rsidRPr="00F23192">
        <w:t>autre matin dans les bois qui avoisinent le donjon du Sanglier</w:t>
      </w:r>
      <w:r>
        <w:t>.</w:t>
      </w:r>
    </w:p>
    <w:p w14:paraId="25FA3316" w14:textId="77777777" w:rsidR="00D60A57" w:rsidRDefault="00E36F6A" w:rsidP="00D60A57">
      <w:r w:rsidRPr="00F23192">
        <w:t>L</w:t>
      </w:r>
      <w:r w:rsidR="00D60A57">
        <w:t>’</w:t>
      </w:r>
      <w:r w:rsidRPr="00F23192">
        <w:t>autre haussa les épaules</w:t>
      </w:r>
      <w:r w:rsidR="00D60A57">
        <w:t xml:space="preserve">, </w:t>
      </w:r>
      <w:r w:rsidRPr="00F23192">
        <w:t>interrogeant d</w:t>
      </w:r>
      <w:r w:rsidR="00D60A57">
        <w:t>’</w:t>
      </w:r>
      <w:r w:rsidRPr="00F23192">
        <w:t>un ton bourru</w:t>
      </w:r>
      <w:r w:rsidR="00D60A57">
        <w:t> :</w:t>
      </w:r>
    </w:p>
    <w:p w14:paraId="66B071F4" w14:textId="77777777" w:rsidR="00D60A57" w:rsidRDefault="00D60A57" w:rsidP="00D60A57">
      <w:r>
        <w:t>— </w:t>
      </w:r>
      <w:r w:rsidR="00E36F6A" w:rsidRPr="00F23192">
        <w:t>Quel rapport</w:t>
      </w:r>
      <w:r>
        <w:t> ?</w:t>
      </w:r>
    </w:p>
    <w:p w14:paraId="063A2A8C" w14:textId="77777777" w:rsidR="00D60A57" w:rsidRDefault="00D60A57" w:rsidP="00D60A57">
      <w:r>
        <w:t>— </w:t>
      </w:r>
      <w:r w:rsidR="00E36F6A" w:rsidRPr="00F23192">
        <w:t>Le Sanglier a été place forte jadis</w:t>
      </w:r>
      <w:r>
        <w:t>.</w:t>
      </w:r>
    </w:p>
    <w:p w14:paraId="20F9635D" w14:textId="77777777" w:rsidR="00D60A57" w:rsidRDefault="00D60A57" w:rsidP="00D60A57">
      <w:r>
        <w:t>— </w:t>
      </w:r>
      <w:r w:rsidR="00E36F6A" w:rsidRPr="00F23192">
        <w:t>Jadis</w:t>
      </w:r>
      <w:r>
        <w:t xml:space="preserve">… </w:t>
      </w:r>
      <w:r w:rsidR="00E36F6A" w:rsidRPr="00F23192">
        <w:t>mais</w:t>
      </w:r>
      <w:r>
        <w:t xml:space="preserve">, </w:t>
      </w:r>
      <w:r w:rsidR="00E36F6A" w:rsidRPr="00F23192">
        <w:t>depuis le temps</w:t>
      </w:r>
      <w:r>
        <w:t xml:space="preserve">, </w:t>
      </w:r>
      <w:r w:rsidR="00E36F6A" w:rsidRPr="00F23192">
        <w:t>ce n</w:t>
      </w:r>
      <w:r>
        <w:t>’</w:t>
      </w:r>
      <w:r w:rsidR="00E36F6A" w:rsidRPr="00F23192">
        <w:t>est plus qu</w:t>
      </w:r>
      <w:r>
        <w:t>’</w:t>
      </w:r>
      <w:r w:rsidR="00E36F6A" w:rsidRPr="00F23192">
        <w:t>un trou à rats que son propriétaire</w:t>
      </w:r>
      <w:r>
        <w:t xml:space="preserve">, </w:t>
      </w:r>
      <w:r w:rsidR="00E36F6A" w:rsidRPr="00F23192">
        <w:t xml:space="preserve">le sire des </w:t>
      </w:r>
      <w:proofErr w:type="spellStart"/>
      <w:r w:rsidR="00E36F6A" w:rsidRPr="00F23192">
        <w:t>Blaittières</w:t>
      </w:r>
      <w:proofErr w:type="spellEnd"/>
      <w:r>
        <w:t xml:space="preserve">, </w:t>
      </w:r>
      <w:r w:rsidR="00E36F6A" w:rsidRPr="00F23192">
        <w:t>a renoncé à h</w:t>
      </w:r>
      <w:r w:rsidR="00E36F6A" w:rsidRPr="00F23192">
        <w:t>a</w:t>
      </w:r>
      <w:r w:rsidR="00E36F6A" w:rsidRPr="00F23192">
        <w:t>biter</w:t>
      </w:r>
      <w:r>
        <w:t xml:space="preserve">… </w:t>
      </w:r>
      <w:r w:rsidR="00E36F6A" w:rsidRPr="00F23192">
        <w:t>pour se nicher sur la côte</w:t>
      </w:r>
      <w:r>
        <w:t xml:space="preserve">, </w:t>
      </w:r>
      <w:r w:rsidR="00E36F6A" w:rsidRPr="00F23192">
        <w:t>face à la rade</w:t>
      </w:r>
      <w:r>
        <w:t xml:space="preserve">… </w:t>
      </w:r>
      <w:r w:rsidR="00E36F6A" w:rsidRPr="00F23192">
        <w:t>un vieux m</w:t>
      </w:r>
      <w:r w:rsidR="00E36F6A" w:rsidRPr="00F23192">
        <w:t>a</w:t>
      </w:r>
      <w:r w:rsidR="00E36F6A" w:rsidRPr="00F23192">
        <w:t>niaque</w:t>
      </w:r>
      <w:r>
        <w:t>…</w:t>
      </w:r>
    </w:p>
    <w:p w14:paraId="4AE0EB37" w14:textId="77777777" w:rsidR="00D60A57" w:rsidRDefault="00D60A57" w:rsidP="00D60A57">
      <w:r>
        <w:t>— </w:t>
      </w:r>
      <w:r w:rsidR="00E36F6A" w:rsidRPr="00F23192">
        <w:t>Je connais</w:t>
      </w:r>
      <w:r>
        <w:t xml:space="preserve">… </w:t>
      </w:r>
      <w:r w:rsidR="00E36F6A" w:rsidRPr="00F23192">
        <w:t>il a un fils qui paraît un gars singulièr</w:t>
      </w:r>
      <w:r w:rsidR="00E36F6A" w:rsidRPr="00F23192">
        <w:t>e</w:t>
      </w:r>
      <w:r w:rsidR="00E36F6A" w:rsidRPr="00F23192">
        <w:t>ment audacieux</w:t>
      </w:r>
      <w:r>
        <w:t xml:space="preserve">… </w:t>
      </w:r>
      <w:r w:rsidR="00E36F6A" w:rsidRPr="00F23192">
        <w:t>c</w:t>
      </w:r>
      <w:r>
        <w:t>’</w:t>
      </w:r>
      <w:r w:rsidR="00E36F6A" w:rsidRPr="00F23192">
        <w:t>est de celui-là que je me méfierais</w:t>
      </w:r>
      <w:r>
        <w:t xml:space="preserve">, </w:t>
      </w:r>
      <w:r w:rsidR="00E36F6A" w:rsidRPr="00F23192">
        <w:t>plus que de son père</w:t>
      </w:r>
      <w:r>
        <w:t>…</w:t>
      </w:r>
    </w:p>
    <w:p w14:paraId="3FD73DC1" w14:textId="77777777" w:rsidR="00D60A57" w:rsidRDefault="00E36F6A" w:rsidP="00D60A57">
      <w:r w:rsidRPr="00F23192">
        <w:t>Guy déclara</w:t>
      </w:r>
      <w:r w:rsidR="00D60A57">
        <w:t> :</w:t>
      </w:r>
    </w:p>
    <w:p w14:paraId="36D4E1A0" w14:textId="77777777" w:rsidR="00D60A57" w:rsidRDefault="00D60A57" w:rsidP="00D60A57">
      <w:r>
        <w:t>— </w:t>
      </w:r>
      <w:r w:rsidR="00E36F6A" w:rsidRPr="00F23192">
        <w:t>Cette question de munitions m</w:t>
      </w:r>
      <w:r>
        <w:t>’</w:t>
      </w:r>
      <w:r w:rsidR="00E36F6A" w:rsidRPr="00F23192">
        <w:t>inquiète un peu</w:t>
      </w:r>
      <w:r>
        <w:t xml:space="preserve">. </w:t>
      </w:r>
      <w:r w:rsidR="00E36F6A" w:rsidRPr="00F23192">
        <w:t>Il fa</w:t>
      </w:r>
      <w:r w:rsidR="00E36F6A" w:rsidRPr="00F23192">
        <w:t>u</w:t>
      </w:r>
      <w:r w:rsidR="00E36F6A" w:rsidRPr="00F23192">
        <w:t>drait voir ça</w:t>
      </w:r>
      <w:r>
        <w:t>.</w:t>
      </w:r>
    </w:p>
    <w:p w14:paraId="038DF7C5" w14:textId="77777777" w:rsidR="00D60A57" w:rsidRDefault="00D60A57" w:rsidP="00D60A57">
      <w:r>
        <w:t>— </w:t>
      </w:r>
      <w:r w:rsidR="00E36F6A" w:rsidRPr="00F23192">
        <w:t>Je ferai en sorte de donner satisfaction à Votre Seigne</w:t>
      </w:r>
      <w:r w:rsidR="00E36F6A" w:rsidRPr="00F23192">
        <w:t>u</w:t>
      </w:r>
      <w:r w:rsidR="00E36F6A" w:rsidRPr="00F23192">
        <w:t>rie</w:t>
      </w:r>
      <w:r>
        <w:t>…</w:t>
      </w:r>
    </w:p>
    <w:p w14:paraId="22118BA2" w14:textId="77777777" w:rsidR="00D60A57" w:rsidRDefault="00E36F6A" w:rsidP="00D60A57">
      <w:r w:rsidRPr="00F23192">
        <w:t>Un silence</w:t>
      </w:r>
      <w:r w:rsidR="00D60A57">
        <w:t xml:space="preserve">, </w:t>
      </w:r>
      <w:r w:rsidRPr="00F23192">
        <w:t>puis la Fontanelle insinua</w:t>
      </w:r>
      <w:r w:rsidR="00D60A57">
        <w:t> :</w:t>
      </w:r>
    </w:p>
    <w:p w14:paraId="60E630B3" w14:textId="77777777" w:rsidR="00D60A57" w:rsidRDefault="00D60A57" w:rsidP="00D60A57">
      <w:r>
        <w:t>— </w:t>
      </w:r>
      <w:r w:rsidR="00E36F6A" w:rsidRPr="00F23192">
        <w:t>Quelqu</w:t>
      </w:r>
      <w:r>
        <w:t>’</w:t>
      </w:r>
      <w:r w:rsidR="00E36F6A" w:rsidRPr="00F23192">
        <w:t>un de ma connaissance désirerait avoir de vous quelques conseils au sujet d</w:t>
      </w:r>
      <w:r>
        <w:t>’</w:t>
      </w:r>
      <w:r w:rsidR="00E36F6A" w:rsidRPr="00F23192">
        <w:t>une rencontre qu</w:t>
      </w:r>
      <w:r>
        <w:t>’</w:t>
      </w:r>
      <w:r w:rsidR="00E36F6A" w:rsidRPr="00F23192">
        <w:t>il doit avoir pr</w:t>
      </w:r>
      <w:r w:rsidR="00E36F6A" w:rsidRPr="00F23192">
        <w:t>o</w:t>
      </w:r>
      <w:r w:rsidR="00E36F6A" w:rsidRPr="00F23192">
        <w:t>chainement</w:t>
      </w:r>
      <w:r>
        <w:t>.</w:t>
      </w:r>
    </w:p>
    <w:p w14:paraId="327EFFFE" w14:textId="77777777" w:rsidR="00D60A57" w:rsidRDefault="00D60A57" w:rsidP="00D60A57">
      <w:r>
        <w:t>— </w:t>
      </w:r>
      <w:r w:rsidR="00E36F6A" w:rsidRPr="00F23192">
        <w:t>Tout à la disposition de ce quelqu</w:t>
      </w:r>
      <w:r>
        <w:t>’</w:t>
      </w:r>
      <w:r w:rsidR="00E36F6A" w:rsidRPr="00F23192">
        <w:t>un</w:t>
      </w:r>
      <w:r>
        <w:t xml:space="preserve">… </w:t>
      </w:r>
      <w:r w:rsidR="00E36F6A" w:rsidRPr="00F23192">
        <w:t xml:space="preserve">affirma </w:t>
      </w:r>
      <w:proofErr w:type="spellStart"/>
      <w:r w:rsidR="00E36F6A" w:rsidRPr="00F23192">
        <w:t>Perdo</w:t>
      </w:r>
      <w:r w:rsidR="00E36F6A" w:rsidRPr="00F23192">
        <w:t>n</w:t>
      </w:r>
      <w:r w:rsidR="00E36F6A" w:rsidRPr="00F23192">
        <w:t>net</w:t>
      </w:r>
      <w:proofErr w:type="spellEnd"/>
      <w:r>
        <w:t>.</w:t>
      </w:r>
    </w:p>
    <w:p w14:paraId="3495DF96" w14:textId="77777777" w:rsidR="00D60A57" w:rsidRDefault="00D60A57" w:rsidP="00D60A57">
      <w:r>
        <w:t>— </w:t>
      </w:r>
      <w:r w:rsidR="00E36F6A" w:rsidRPr="00F23192">
        <w:t>Vous êtes en forme</w:t>
      </w:r>
      <w:r>
        <w:t> ?</w:t>
      </w:r>
    </w:p>
    <w:p w14:paraId="05996AD9" w14:textId="77777777" w:rsidR="00D60A57" w:rsidRDefault="00D60A57" w:rsidP="00D60A57">
      <w:r>
        <w:lastRenderedPageBreak/>
        <w:t>— </w:t>
      </w:r>
      <w:r w:rsidR="00E36F6A" w:rsidRPr="00F23192">
        <w:t>Admirablement</w:t>
      </w:r>
      <w:r>
        <w:t xml:space="preserve">… </w:t>
      </w:r>
      <w:r w:rsidR="00E36F6A" w:rsidRPr="00F23192">
        <w:t>même d</w:t>
      </w:r>
      <w:r>
        <w:t>’</w:t>
      </w:r>
      <w:r w:rsidR="00E36F6A" w:rsidRPr="00F23192">
        <w:t>un voyage que j</w:t>
      </w:r>
      <w:r>
        <w:t>’</w:t>
      </w:r>
      <w:r w:rsidR="00E36F6A" w:rsidRPr="00F23192">
        <w:t>ai fait derni</w:t>
      </w:r>
      <w:r w:rsidR="00E36F6A" w:rsidRPr="00F23192">
        <w:t>è</w:t>
      </w:r>
      <w:r w:rsidR="00E36F6A" w:rsidRPr="00F23192">
        <w:t>rement à Nantes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ai rapporté certain coup qui me paraît infai</w:t>
      </w:r>
      <w:r w:rsidR="00E36F6A" w:rsidRPr="00F23192">
        <w:t>l</w:t>
      </w:r>
      <w:r w:rsidR="00E36F6A" w:rsidRPr="00F23192">
        <w:t>lible</w:t>
      </w:r>
      <w:r>
        <w:t xml:space="preserve">. </w:t>
      </w:r>
      <w:r w:rsidR="00E36F6A" w:rsidRPr="00F23192">
        <w:t>Je le tiens d</w:t>
      </w:r>
      <w:r>
        <w:t>’</w:t>
      </w:r>
      <w:r w:rsidR="00E36F6A" w:rsidRPr="00F23192">
        <w:t>un Italien avec lequel j</w:t>
      </w:r>
      <w:r>
        <w:t>’</w:t>
      </w:r>
      <w:r w:rsidR="00E36F6A" w:rsidRPr="00F23192">
        <w:t>ai eu l</w:t>
      </w:r>
      <w:r>
        <w:t>’</w:t>
      </w:r>
      <w:r w:rsidR="00E36F6A" w:rsidRPr="00F23192">
        <w:t>occasion de tirer là-bas</w:t>
      </w:r>
      <w:r>
        <w:t>.</w:t>
      </w:r>
    </w:p>
    <w:p w14:paraId="6FE8363B" w14:textId="77777777" w:rsidR="00D60A57" w:rsidRDefault="00D60A57" w:rsidP="00D60A57">
      <w:r>
        <w:t>— </w:t>
      </w:r>
      <w:r w:rsidR="00E36F6A" w:rsidRPr="00F23192">
        <w:t>Bon cela</w:t>
      </w:r>
      <w:r>
        <w:t xml:space="preserve">, </w:t>
      </w:r>
      <w:r w:rsidR="00E36F6A" w:rsidRPr="00F23192">
        <w:t>approuva Guy</w:t>
      </w:r>
      <w:r>
        <w:t xml:space="preserve">, </w:t>
      </w:r>
      <w:r w:rsidR="00E36F6A" w:rsidRPr="00F23192">
        <w:t>avec un sourire ambigu</w:t>
      </w:r>
      <w:r>
        <w:t>.</w:t>
      </w:r>
    </w:p>
    <w:p w14:paraId="44999DB5" w14:textId="77777777" w:rsidR="00D60A57" w:rsidRDefault="00E36F6A" w:rsidP="00D60A57">
      <w:r w:rsidRPr="00F23192">
        <w:t>No</w:t>
      </w:r>
      <w:r w:rsidRPr="00F23192">
        <w:t>u</w:t>
      </w:r>
      <w:r w:rsidRPr="00F23192">
        <w:t>veau silence</w:t>
      </w:r>
      <w:r w:rsidR="00D60A57">
        <w:t>.</w:t>
      </w:r>
    </w:p>
    <w:p w14:paraId="4F6F3B0A" w14:textId="77777777" w:rsidR="00D60A57" w:rsidRDefault="00D60A57" w:rsidP="00D60A57">
      <w:r>
        <w:t>— </w:t>
      </w:r>
      <w:r w:rsidR="00E36F6A" w:rsidRPr="00F23192">
        <w:t>À propos</w:t>
      </w:r>
      <w:r>
        <w:t xml:space="preserve">, </w:t>
      </w:r>
      <w:r w:rsidR="00E36F6A" w:rsidRPr="00F23192">
        <w:t xml:space="preserve">interrogea </w:t>
      </w:r>
      <w:proofErr w:type="spellStart"/>
      <w:r w:rsidR="00E36F6A" w:rsidRPr="00F23192">
        <w:t>Perdonnet</w:t>
      </w:r>
      <w:proofErr w:type="spellEnd"/>
      <w:r>
        <w:t xml:space="preserve">, </w:t>
      </w:r>
      <w:r w:rsidR="00E36F6A" w:rsidRPr="00F23192">
        <w:t xml:space="preserve">savez-vous que </w:t>
      </w:r>
      <w:r>
        <w:t>M</w:t>
      </w:r>
      <w:r w:rsidRPr="00D60A57">
        <w:rPr>
          <w:vertAlign w:val="superscript"/>
        </w:rPr>
        <w:t>lle</w:t>
      </w:r>
      <w:r>
        <w:t> de </w:t>
      </w:r>
      <w:proofErr w:type="spellStart"/>
      <w:r w:rsidR="00E36F6A" w:rsidRPr="00F23192">
        <w:t>Goatserho</w:t>
      </w:r>
      <w:proofErr w:type="spellEnd"/>
      <w:r w:rsidR="00E36F6A" w:rsidRPr="00F23192">
        <w:t xml:space="preserve"> a quitté le pays</w:t>
      </w:r>
      <w:r>
        <w:t> ?</w:t>
      </w:r>
    </w:p>
    <w:p w14:paraId="11084BCC" w14:textId="77777777" w:rsidR="00D60A57" w:rsidRDefault="00D60A57" w:rsidP="00D60A57">
      <w:r>
        <w:t>— </w:t>
      </w:r>
      <w:r w:rsidR="00E36F6A" w:rsidRPr="00F23192">
        <w:t>J</w:t>
      </w:r>
      <w:r>
        <w:t>’</w:t>
      </w:r>
      <w:r w:rsidR="00E36F6A" w:rsidRPr="00F23192">
        <w:t>en ai ouï parl</w:t>
      </w:r>
      <w:r w:rsidR="00850ACC">
        <w:t>er</w:t>
      </w:r>
      <w:r>
        <w:t xml:space="preserve">, </w:t>
      </w:r>
      <w:r w:rsidR="00E36F6A" w:rsidRPr="00F23192">
        <w:t>répondit son interlocuteur d</w:t>
      </w:r>
      <w:r>
        <w:t>’</w:t>
      </w:r>
      <w:r w:rsidR="00E36F6A" w:rsidRPr="00F23192">
        <w:t>un ton i</w:t>
      </w:r>
      <w:r w:rsidR="00E36F6A" w:rsidRPr="00F23192">
        <w:t>n</w:t>
      </w:r>
      <w:r w:rsidR="00E36F6A" w:rsidRPr="00F23192">
        <w:t>différent</w:t>
      </w:r>
      <w:r>
        <w:t>.</w:t>
      </w:r>
    </w:p>
    <w:p w14:paraId="5C62647D" w14:textId="77777777" w:rsidR="00D60A57" w:rsidRDefault="00E36F6A" w:rsidP="00D60A57">
      <w:r w:rsidRPr="00F23192">
        <w:t xml:space="preserve">Le châtelain du </w:t>
      </w:r>
      <w:r w:rsidR="00D60A57">
        <w:t>« </w:t>
      </w:r>
      <w:r w:rsidRPr="00F23192">
        <w:t>Connétable</w:t>
      </w:r>
      <w:r w:rsidR="00D60A57">
        <w:t> »</w:t>
      </w:r>
      <w:r w:rsidRPr="00F23192">
        <w:t xml:space="preserve"> ajouta</w:t>
      </w:r>
      <w:r w:rsidR="00D60A57">
        <w:t> :</w:t>
      </w:r>
    </w:p>
    <w:p w14:paraId="6EC20DEB" w14:textId="77777777" w:rsidR="00D60A57" w:rsidRDefault="00D60A57" w:rsidP="00D60A57">
      <w:r>
        <w:t>— </w:t>
      </w:r>
      <w:r w:rsidR="00E36F6A" w:rsidRPr="00F23192">
        <w:t>Sans doute lui a-t-il déplu d</w:t>
      </w:r>
      <w:r>
        <w:t>’</w:t>
      </w:r>
      <w:r w:rsidR="00E36F6A" w:rsidRPr="00F23192">
        <w:t>être l</w:t>
      </w:r>
      <w:r>
        <w:t>’</w:t>
      </w:r>
      <w:r w:rsidR="00E36F6A" w:rsidRPr="00F23192">
        <w:t>enjeu d</w:t>
      </w:r>
      <w:r>
        <w:t>’</w:t>
      </w:r>
      <w:r w:rsidR="00E36F6A" w:rsidRPr="00F23192">
        <w:t>un combat e</w:t>
      </w:r>
      <w:r w:rsidR="00E36F6A" w:rsidRPr="00F23192">
        <w:t>n</w:t>
      </w:r>
      <w:r w:rsidR="00E36F6A" w:rsidRPr="00F23192">
        <w:t>tre deux valeureux gentilhommes</w:t>
      </w:r>
      <w:r>
        <w:t>…</w:t>
      </w:r>
    </w:p>
    <w:p w14:paraId="10B4C9EE" w14:textId="77777777" w:rsidR="00D60A57" w:rsidRDefault="00E36F6A" w:rsidP="00D60A57">
      <w:r w:rsidRPr="00F23192">
        <w:t>À cette insinuation</w:t>
      </w:r>
      <w:r w:rsidR="00D60A57">
        <w:t xml:space="preserve">, </w:t>
      </w:r>
      <w:r w:rsidRPr="00F23192">
        <w:t>Guy se contenta de répondre</w:t>
      </w:r>
      <w:r w:rsidR="00D60A57">
        <w:t> :</w:t>
      </w:r>
    </w:p>
    <w:p w14:paraId="35D64F25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ce que j</w:t>
      </w:r>
      <w:r>
        <w:t>’</w:t>
      </w:r>
      <w:r w:rsidR="00E36F6A" w:rsidRPr="00F23192">
        <w:t>ai supposé</w:t>
      </w:r>
      <w:r>
        <w:t xml:space="preserve">… </w:t>
      </w:r>
      <w:r w:rsidR="00E36F6A" w:rsidRPr="00F23192">
        <w:t>mais je ne m</w:t>
      </w:r>
      <w:r>
        <w:t>’</w:t>
      </w:r>
      <w:r w:rsidR="00E36F6A" w:rsidRPr="00F23192">
        <w:t>en suis pas o</w:t>
      </w:r>
      <w:r w:rsidR="00E36F6A" w:rsidRPr="00F23192">
        <w:t>u</w:t>
      </w:r>
      <w:r w:rsidR="00E36F6A" w:rsidRPr="00F23192">
        <w:t>vert au duc qui a</w:t>
      </w:r>
      <w:r>
        <w:t xml:space="preserve">, </w:t>
      </w:r>
      <w:r w:rsidR="00E36F6A" w:rsidRPr="00F23192">
        <w:t>en ce moment</w:t>
      </w:r>
      <w:r>
        <w:t xml:space="preserve">, </w:t>
      </w:r>
      <w:r w:rsidR="00E36F6A" w:rsidRPr="00F23192">
        <w:t>d</w:t>
      </w:r>
      <w:r>
        <w:t>’</w:t>
      </w:r>
      <w:r w:rsidR="00E36F6A" w:rsidRPr="00F23192">
        <w:t>autre sujet de préoccupation</w:t>
      </w:r>
      <w:r>
        <w:t>.</w:t>
      </w:r>
    </w:p>
    <w:p w14:paraId="1B77FE08" w14:textId="77777777" w:rsidR="00D60A57" w:rsidRDefault="00E36F6A" w:rsidP="00D60A57">
      <w:proofErr w:type="spellStart"/>
      <w:r w:rsidRPr="00F23192">
        <w:t>Perdonnet</w:t>
      </w:r>
      <w:proofErr w:type="spellEnd"/>
      <w:r w:rsidRPr="00F23192">
        <w:t xml:space="preserve"> ajouta</w:t>
      </w:r>
      <w:r w:rsidR="00D60A57">
        <w:t> :</w:t>
      </w:r>
    </w:p>
    <w:p w14:paraId="29B4F584" w14:textId="77777777" w:rsidR="00D60A57" w:rsidRDefault="00D60A57" w:rsidP="00D60A57">
      <w:r>
        <w:t>— </w:t>
      </w:r>
      <w:r w:rsidR="00E36F6A" w:rsidRPr="00F23192">
        <w:t xml:space="preserve">Voilà qui rendra inutile la rencontre de </w:t>
      </w:r>
      <w:r>
        <w:t>M. de </w:t>
      </w:r>
      <w:proofErr w:type="spellStart"/>
      <w:r w:rsidR="00E36F6A" w:rsidRPr="00F23192">
        <w:t>Ke</w:t>
      </w:r>
      <w:r w:rsidR="00E36F6A" w:rsidRPr="00F23192">
        <w:t>r</w:t>
      </w:r>
      <w:r w:rsidR="00E36F6A" w:rsidRPr="00F23192">
        <w:t>lor</w:t>
      </w:r>
      <w:proofErr w:type="spellEnd"/>
      <w:r w:rsidR="00E36F6A" w:rsidRPr="00F23192">
        <w:t xml:space="preserve"> avec le jeune du </w:t>
      </w:r>
      <w:proofErr w:type="spellStart"/>
      <w:r w:rsidR="00E36F6A" w:rsidRPr="00F23192">
        <w:t>Falouët</w:t>
      </w:r>
      <w:proofErr w:type="spellEnd"/>
      <w:r>
        <w:t>…</w:t>
      </w:r>
    </w:p>
    <w:p w14:paraId="6E4075AD" w14:textId="77777777" w:rsidR="00D60A57" w:rsidRDefault="00D60A57" w:rsidP="00D60A57">
      <w:r>
        <w:t>— </w:t>
      </w:r>
      <w:r w:rsidR="00E36F6A" w:rsidRPr="00F23192">
        <w:t>Erreur</w:t>
      </w:r>
      <w:r>
        <w:t xml:space="preserve">, </w:t>
      </w:r>
      <w:r w:rsidR="00E36F6A" w:rsidRPr="00F23192">
        <w:t xml:space="preserve">monsieur </w:t>
      </w:r>
      <w:proofErr w:type="spellStart"/>
      <w:r w:rsidR="00E36F6A" w:rsidRPr="00F23192">
        <w:t>Perdonnet</w:t>
      </w:r>
      <w:proofErr w:type="spellEnd"/>
      <w:r>
        <w:t xml:space="preserve">… </w:t>
      </w:r>
      <w:r w:rsidR="00E36F6A" w:rsidRPr="00F23192">
        <w:t>si la cause du duel a di</w:t>
      </w:r>
      <w:r w:rsidR="00E36F6A" w:rsidRPr="00F23192">
        <w:t>s</w:t>
      </w:r>
      <w:r w:rsidR="00E36F6A" w:rsidRPr="00F23192">
        <w:t>paru</w:t>
      </w:r>
      <w:r>
        <w:t xml:space="preserve">, </w:t>
      </w:r>
      <w:r w:rsidR="00E36F6A" w:rsidRPr="00F23192">
        <w:t>les provocations subsistent</w:t>
      </w:r>
      <w:r>
        <w:t xml:space="preserve">, </w:t>
      </w:r>
      <w:r w:rsidR="00E36F6A" w:rsidRPr="00F23192">
        <w:t>elles seules i</w:t>
      </w:r>
      <w:r w:rsidR="00E36F6A" w:rsidRPr="00F23192">
        <w:t>m</w:t>
      </w:r>
      <w:r w:rsidR="00E36F6A" w:rsidRPr="00F23192">
        <w:t>portent</w:t>
      </w:r>
      <w:r>
        <w:t>.</w:t>
      </w:r>
    </w:p>
    <w:p w14:paraId="3215B232" w14:textId="77777777" w:rsidR="00D60A57" w:rsidRDefault="00E36F6A" w:rsidP="00D60A57">
      <w:r w:rsidRPr="00F23192">
        <w:t>En ce moment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heure qui sonnait à l</w:t>
      </w:r>
      <w:r w:rsidR="00D60A57">
        <w:t>’</w:t>
      </w:r>
      <w:r w:rsidRPr="00F23192">
        <w:t xml:space="preserve">église Saint-Mathieu fit tressaillir </w:t>
      </w:r>
      <w:r w:rsidR="00D60A57">
        <w:t>M. de </w:t>
      </w:r>
      <w:r w:rsidRPr="00F23192">
        <w:t>la Fo</w:t>
      </w:r>
      <w:r w:rsidRPr="00F23192">
        <w:t>n</w:t>
      </w:r>
      <w:r w:rsidRPr="00F23192">
        <w:t>tanelle</w:t>
      </w:r>
      <w:r w:rsidR="00D60A57">
        <w:t>.</w:t>
      </w:r>
    </w:p>
    <w:p w14:paraId="17E600B9" w14:textId="77777777" w:rsidR="00D60A57" w:rsidRDefault="00D60A57" w:rsidP="00D60A57">
      <w:r>
        <w:lastRenderedPageBreak/>
        <w:t>— </w:t>
      </w:r>
      <w:r w:rsidR="00E36F6A" w:rsidRPr="00F23192">
        <w:t xml:space="preserve">Mon cher monsieur </w:t>
      </w:r>
      <w:proofErr w:type="spellStart"/>
      <w:r w:rsidR="00E36F6A" w:rsidRPr="00F23192">
        <w:t>Perdonnet</w:t>
      </w:r>
      <w:proofErr w:type="spellEnd"/>
      <w:r>
        <w:t xml:space="preserve">, </w:t>
      </w:r>
      <w:r w:rsidR="00E36F6A" w:rsidRPr="00F23192">
        <w:t>déclara-t-il</w:t>
      </w:r>
      <w:r>
        <w:t xml:space="preserve">, </w:t>
      </w:r>
      <w:r w:rsidR="00E36F6A" w:rsidRPr="00F23192">
        <w:t>voici le m</w:t>
      </w:r>
      <w:r w:rsidR="00E36F6A" w:rsidRPr="00F23192">
        <w:t>o</w:t>
      </w:r>
      <w:r w:rsidR="00E36F6A" w:rsidRPr="00F23192">
        <w:t xml:space="preserve">ment de vous aller assurer que la réputation du cidre de la </w:t>
      </w:r>
      <w:r>
        <w:t>« </w:t>
      </w:r>
      <w:r w:rsidR="00E36F6A" w:rsidRPr="00F23192">
        <w:t>Sainte Vierge</w:t>
      </w:r>
      <w:r>
        <w:t> »</w:t>
      </w:r>
      <w:r w:rsidR="00E36F6A" w:rsidRPr="00F23192">
        <w:t xml:space="preserve"> est méritée</w:t>
      </w:r>
      <w:r>
        <w:t>.</w:t>
      </w:r>
    </w:p>
    <w:p w14:paraId="0EDDF46D" w14:textId="77777777" w:rsidR="00D60A57" w:rsidRDefault="00E36F6A" w:rsidP="00D60A57">
      <w:r w:rsidRPr="00F23192">
        <w:t>Le châtelain décrocha sa cape</w:t>
      </w:r>
      <w:r w:rsidR="00D60A57">
        <w:t xml:space="preserve">, </w:t>
      </w:r>
      <w:r w:rsidRPr="00F23192">
        <w:t>coiffa son chapeau et gagna la sortie</w:t>
      </w:r>
      <w:r w:rsidR="00D60A57">
        <w:t xml:space="preserve">, </w:t>
      </w:r>
      <w:r w:rsidRPr="00F23192">
        <w:t>sans mot dire</w:t>
      </w:r>
      <w:r w:rsidR="00D60A57">
        <w:t xml:space="preserve"> ; </w:t>
      </w:r>
      <w:r w:rsidRPr="00F23192">
        <w:t>une fois dehors</w:t>
      </w:r>
      <w:r w:rsidR="00D60A57">
        <w:t xml:space="preserve">, </w:t>
      </w:r>
      <w:r w:rsidRPr="00F23192">
        <w:t>au lieu</w:t>
      </w:r>
      <w:r w:rsidR="00D60A57">
        <w:t xml:space="preserve">, </w:t>
      </w:r>
      <w:r w:rsidRPr="00F23192">
        <w:t>pour desce</w:t>
      </w:r>
      <w:r w:rsidRPr="00F23192">
        <w:t>n</w:t>
      </w:r>
      <w:r w:rsidRPr="00F23192">
        <w:t>dre en ville</w:t>
      </w:r>
      <w:r w:rsidR="00D60A57">
        <w:t xml:space="preserve">, </w:t>
      </w:r>
      <w:r w:rsidRPr="00F23192">
        <w:t>de prendre la route de Paris</w:t>
      </w:r>
      <w:r w:rsidR="00D60A57">
        <w:t xml:space="preserve">, </w:t>
      </w:r>
      <w:r w:rsidRPr="00F23192">
        <w:t>il la traversa et fut s</w:t>
      </w:r>
      <w:r w:rsidR="00D60A57">
        <w:t>’</w:t>
      </w:r>
      <w:r w:rsidRPr="00F23192">
        <w:t>embusquer dans un petit chemin creux qui permettait d</w:t>
      </w:r>
      <w:r w:rsidR="00D60A57">
        <w:t>’</w:t>
      </w:r>
      <w:r w:rsidRPr="00F23192">
        <w:t xml:space="preserve">aborder le manoir du </w:t>
      </w:r>
      <w:r w:rsidR="00D60A57">
        <w:t>« </w:t>
      </w:r>
      <w:r w:rsidRPr="00F23192">
        <w:t>Conn</w:t>
      </w:r>
      <w:r w:rsidRPr="00F23192">
        <w:t>é</w:t>
      </w:r>
      <w:r w:rsidRPr="00F23192">
        <w:t>table Du Guesclin</w:t>
      </w:r>
      <w:r w:rsidR="00D60A57">
        <w:t> »</w:t>
      </w:r>
      <w:r w:rsidRPr="00F23192">
        <w:t xml:space="preserve"> par derrière du logis</w:t>
      </w:r>
      <w:r w:rsidR="00D60A57">
        <w:t>.</w:t>
      </w:r>
    </w:p>
    <w:p w14:paraId="580D1293" w14:textId="77777777" w:rsidR="00D60A57" w:rsidRDefault="00E36F6A" w:rsidP="00D60A57">
      <w:r w:rsidRPr="00F23192">
        <w:t>Il n</w:t>
      </w:r>
      <w:r w:rsidR="00D60A57">
        <w:t>’</w:t>
      </w:r>
      <w:r w:rsidRPr="00F23192">
        <w:t>y avait pas cinq minutes qu</w:t>
      </w:r>
      <w:r w:rsidR="00D60A57">
        <w:t>’</w:t>
      </w:r>
      <w:r w:rsidRPr="00F23192">
        <w:t>il se tenait là</w:t>
      </w:r>
      <w:r w:rsidR="00D60A57">
        <w:t xml:space="preserve">, </w:t>
      </w:r>
      <w:r w:rsidRPr="00F23192">
        <w:t>tapi dans l</w:t>
      </w:r>
      <w:r w:rsidR="00D60A57">
        <w:t>’</w:t>
      </w:r>
      <w:r w:rsidRPr="00F23192">
        <w:t>ombre des arbres</w:t>
      </w:r>
      <w:r w:rsidR="00D60A57">
        <w:t xml:space="preserve">, </w:t>
      </w:r>
      <w:r w:rsidRPr="00F23192">
        <w:t>que</w:t>
      </w:r>
      <w:r w:rsidR="00D60A57">
        <w:t xml:space="preserve">, </w:t>
      </w:r>
      <w:r w:rsidRPr="00F23192">
        <w:t>tout proche</w:t>
      </w:r>
      <w:r w:rsidR="00D60A57">
        <w:t xml:space="preserve">, </w:t>
      </w:r>
      <w:r w:rsidRPr="00F23192">
        <w:t>retentit un pas pressé</w:t>
      </w:r>
      <w:r w:rsidR="00D60A57">
        <w:t xml:space="preserve"> ; </w:t>
      </w:r>
      <w:r w:rsidRPr="00F23192">
        <w:t>bientôt</w:t>
      </w:r>
      <w:r w:rsidR="00D60A57">
        <w:t xml:space="preserve">, </w:t>
      </w:r>
      <w:r w:rsidRPr="00F23192">
        <w:t>émergea de l</w:t>
      </w:r>
      <w:r w:rsidR="00D60A57">
        <w:t>’</w:t>
      </w:r>
      <w:r w:rsidRPr="00F23192">
        <w:t>obscurité une silhouette d</w:t>
      </w:r>
      <w:r w:rsidR="00D60A57">
        <w:t>’</w:t>
      </w:r>
      <w:r w:rsidRPr="00F23192">
        <w:t>homme qui semblait se diriger vers la demeure qu</w:t>
      </w:r>
      <w:r w:rsidR="00D60A57">
        <w:t>’</w:t>
      </w:r>
      <w:r w:rsidRPr="00F23192">
        <w:t>il venait de quitter</w:t>
      </w:r>
      <w:r w:rsidR="00D60A57">
        <w:t>.</w:t>
      </w:r>
    </w:p>
    <w:p w14:paraId="5D4FDD31" w14:textId="77777777" w:rsidR="00D60A57" w:rsidRDefault="00D60A57" w:rsidP="00D60A57">
      <w:r>
        <w:t>« </w:t>
      </w:r>
      <w:r w:rsidR="00E36F6A" w:rsidRPr="00F23192">
        <w:t>Pardieu</w:t>
      </w:r>
      <w:r>
        <w:t xml:space="preserve"> ! </w:t>
      </w:r>
      <w:r w:rsidR="00E36F6A" w:rsidRPr="00F23192">
        <w:t xml:space="preserve">grogna </w:t>
      </w:r>
      <w:proofErr w:type="spellStart"/>
      <w:r w:rsidR="00E36F6A" w:rsidRPr="00F23192">
        <w:t>Perdonnet</w:t>
      </w:r>
      <w:proofErr w:type="spellEnd"/>
      <w:r>
        <w:t xml:space="preserve">, </w:t>
      </w:r>
      <w:r w:rsidR="00E36F6A" w:rsidRPr="00F23192">
        <w:t>c</w:t>
      </w:r>
      <w:r>
        <w:t>’</w:t>
      </w:r>
      <w:r w:rsidR="00E36F6A" w:rsidRPr="00F23192">
        <w:t>est bien lui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en aurais j</w:t>
      </w:r>
      <w:r w:rsidR="00E36F6A" w:rsidRPr="00F23192">
        <w:t>u</w:t>
      </w:r>
      <w:r w:rsidR="00E36F6A" w:rsidRPr="00F23192">
        <w:t>ré</w:t>
      </w:r>
      <w:r>
        <w:t>… »</w:t>
      </w:r>
    </w:p>
    <w:p w14:paraId="0E0072DB" w14:textId="77777777" w:rsidR="00D60A57" w:rsidRDefault="00E36F6A" w:rsidP="00D60A57">
      <w:r w:rsidRPr="00F23192">
        <w:t>Il ajouta</w:t>
      </w:r>
      <w:r w:rsidR="00D60A57">
        <w:t xml:space="preserve">, </w:t>
      </w:r>
      <w:r w:rsidRPr="00F23192">
        <w:t>ayant réfléchi</w:t>
      </w:r>
      <w:r w:rsidR="00D60A57">
        <w:t> :</w:t>
      </w:r>
    </w:p>
    <w:p w14:paraId="1EC767B3" w14:textId="77777777" w:rsidR="00D60A57" w:rsidRDefault="00D60A57" w:rsidP="00D60A57">
      <w:r>
        <w:t>« </w:t>
      </w:r>
      <w:r w:rsidR="00E36F6A" w:rsidRPr="00F23192">
        <w:t>Savoir</w:t>
      </w:r>
      <w:r>
        <w:t xml:space="preserve">… </w:t>
      </w:r>
      <w:r w:rsidR="00E36F6A" w:rsidRPr="00F23192">
        <w:t>mais comment</w:t>
      </w:r>
      <w:r>
        <w:t> ? »</w:t>
      </w:r>
    </w:p>
    <w:p w14:paraId="13EBD1A8" w14:textId="77777777" w:rsidR="00D60A57" w:rsidRDefault="00E36F6A" w:rsidP="00D60A57">
      <w:r w:rsidRPr="00F23192">
        <w:t>Sa décision fut vite prise</w:t>
      </w:r>
      <w:r w:rsidR="00D60A57">
        <w:t xml:space="preserve"> : </w:t>
      </w:r>
      <w:r w:rsidRPr="00F23192">
        <w:t>il sortit de sa cachette</w:t>
      </w:r>
      <w:r w:rsidR="00D60A57">
        <w:t xml:space="preserve">, </w:t>
      </w:r>
      <w:r w:rsidRPr="00F23192">
        <w:t>amorti</w:t>
      </w:r>
      <w:r w:rsidRPr="00F23192">
        <w:t>s</w:t>
      </w:r>
      <w:r w:rsidRPr="00F23192">
        <w:t>sant le bruit de ses pas</w:t>
      </w:r>
      <w:r w:rsidR="00D60A57">
        <w:t>.</w:t>
      </w:r>
    </w:p>
    <w:p w14:paraId="42B0D03F" w14:textId="77777777" w:rsidR="00D60A57" w:rsidRDefault="00E36F6A" w:rsidP="00D60A57">
      <w:r w:rsidRPr="00F23192">
        <w:t>La silhouette ayant gagné la porte du logis</w:t>
      </w:r>
      <w:r w:rsidR="00D60A57">
        <w:t xml:space="preserve">, </w:t>
      </w:r>
      <w:proofErr w:type="spellStart"/>
      <w:r w:rsidRPr="00F23192">
        <w:t>Perdonnet</w:t>
      </w:r>
      <w:proofErr w:type="spellEnd"/>
      <w:r w:rsidRPr="00F23192">
        <w:t xml:space="preserve"> l</w:t>
      </w:r>
      <w:r w:rsidR="00D60A57">
        <w:t>’</w:t>
      </w:r>
      <w:r w:rsidRPr="00F23192">
        <w:t>entendit qui sifflait doucement par deux fois</w:t>
      </w:r>
      <w:r w:rsidR="00D60A57">
        <w:t xml:space="preserve"> ; </w:t>
      </w:r>
      <w:r w:rsidRPr="00F23192">
        <w:t>à ce signal</w:t>
      </w:r>
      <w:r w:rsidR="00D60A57">
        <w:t xml:space="preserve">, </w:t>
      </w:r>
      <w:r w:rsidRPr="00F23192">
        <w:t>la porte s</w:t>
      </w:r>
      <w:r w:rsidR="00D60A57">
        <w:t>’</w:t>
      </w:r>
      <w:r w:rsidRPr="00F23192">
        <w:t>entre-bâilla et se referma</w:t>
      </w:r>
      <w:r w:rsidR="00D60A57">
        <w:t>.</w:t>
      </w:r>
    </w:p>
    <w:p w14:paraId="5539BEEB" w14:textId="77777777" w:rsidR="00D60A57" w:rsidRDefault="00E36F6A" w:rsidP="00D60A57">
      <w:r w:rsidRPr="00F23192">
        <w:t>Sans perdre un moment</w:t>
      </w:r>
      <w:r w:rsidR="00D60A57">
        <w:t xml:space="preserve">, </w:t>
      </w:r>
      <w:r w:rsidRPr="00F23192">
        <w:t>notre homme traversa en deux bonds la route</w:t>
      </w:r>
      <w:r w:rsidR="00D60A57">
        <w:t xml:space="preserve">, </w:t>
      </w:r>
      <w:r w:rsidRPr="00F23192">
        <w:t>pénétra dans le manoir par un soupirail qui donnait accès dans les caves</w:t>
      </w:r>
      <w:r w:rsidR="00D60A57">
        <w:t xml:space="preserve"> ; </w:t>
      </w:r>
      <w:r w:rsidRPr="00F23192">
        <w:t>là</w:t>
      </w:r>
      <w:r w:rsidR="00D60A57">
        <w:t xml:space="preserve">, </w:t>
      </w:r>
      <w:r w:rsidRPr="00F23192">
        <w:t>se r</w:t>
      </w:r>
      <w:r w:rsidRPr="00F23192">
        <w:t>e</w:t>
      </w:r>
      <w:r w:rsidRPr="00F23192">
        <w:t>pérant au milieu de l</w:t>
      </w:r>
      <w:r w:rsidR="00D60A57">
        <w:t>’</w:t>
      </w:r>
      <w:r w:rsidRPr="00F23192">
        <w:t>obscurité</w:t>
      </w:r>
      <w:r w:rsidR="00D60A57">
        <w:t xml:space="preserve">, </w:t>
      </w:r>
      <w:r w:rsidRPr="00F23192">
        <w:t>il gravit les quelques degrés d</w:t>
      </w:r>
      <w:r w:rsidR="00D60A57">
        <w:t>’</w:t>
      </w:r>
      <w:r w:rsidRPr="00F23192">
        <w:t>une courte échelle et</w:t>
      </w:r>
      <w:r w:rsidR="00D60A57">
        <w:t xml:space="preserve">, </w:t>
      </w:r>
      <w:r w:rsidRPr="00F23192">
        <w:t>parvenu au dernier</w:t>
      </w:r>
      <w:r w:rsidR="00D60A57">
        <w:t xml:space="preserve">, </w:t>
      </w:r>
      <w:r w:rsidRPr="00F23192">
        <w:t>souleva d</w:t>
      </w:r>
      <w:r w:rsidR="00D60A57">
        <w:t>’</w:t>
      </w:r>
      <w:r w:rsidRPr="00F23192">
        <w:t xml:space="preserve">une main prudente une trappe par laquelle il avait vue dans la grande salle où il se </w:t>
      </w:r>
      <w:r w:rsidRPr="00F23192">
        <w:lastRenderedPageBreak/>
        <w:t>trouvait</w:t>
      </w:r>
      <w:r w:rsidR="00D60A57">
        <w:t xml:space="preserve">, </w:t>
      </w:r>
      <w:r w:rsidRPr="00F23192">
        <w:t>peu d</w:t>
      </w:r>
      <w:r w:rsidR="00D60A57">
        <w:t>’</w:t>
      </w:r>
      <w:r w:rsidRPr="00F23192">
        <w:t>instants auparavant</w:t>
      </w:r>
      <w:r w:rsidR="00D60A57">
        <w:t xml:space="preserve">, </w:t>
      </w:r>
      <w:r w:rsidRPr="00F23192">
        <w:t>en compagnie du sire de la Fontanelle</w:t>
      </w:r>
      <w:r w:rsidR="00D60A57">
        <w:t>.</w:t>
      </w:r>
    </w:p>
    <w:p w14:paraId="6B8AC5D7" w14:textId="77777777" w:rsidR="00D60A57" w:rsidRDefault="00E36F6A" w:rsidP="00D60A57">
      <w:r w:rsidRPr="00F23192">
        <w:t>Cette manœuvre n</w:t>
      </w:r>
      <w:r w:rsidR="00D60A57">
        <w:t>’</w:t>
      </w:r>
      <w:r w:rsidRPr="00F23192">
        <w:t>avait pas demandé plus de deux ou trois minutes</w:t>
      </w:r>
      <w:r w:rsidR="00D60A57">
        <w:t xml:space="preserve">, </w:t>
      </w:r>
      <w:r w:rsidRPr="00F23192">
        <w:t>en sorte que lorsqu</w:t>
      </w:r>
      <w:r w:rsidR="00D60A57">
        <w:t>’</w:t>
      </w:r>
      <w:r w:rsidRPr="00F23192">
        <w:t>il se trouva à son poste d</w:t>
      </w:r>
      <w:r w:rsidR="00D60A57">
        <w:t>’</w:t>
      </w:r>
      <w:r w:rsidRPr="00F23192">
        <w:t>observation</w:t>
      </w:r>
      <w:r w:rsidR="00D60A57">
        <w:t xml:space="preserve">, </w:t>
      </w:r>
      <w:r w:rsidRPr="00F23192">
        <w:t>la Fontanelle introduisait dans la salle le vis</w:t>
      </w:r>
      <w:r w:rsidRPr="00F23192">
        <w:t>i</w:t>
      </w:r>
      <w:r w:rsidRPr="00F23192">
        <w:t>teur</w:t>
      </w:r>
      <w:r w:rsidR="00D60A57">
        <w:t xml:space="preserve">, </w:t>
      </w:r>
      <w:r w:rsidRPr="00F23192">
        <w:t>lequel</w:t>
      </w:r>
      <w:r w:rsidR="00D60A57">
        <w:t xml:space="preserve">, </w:t>
      </w:r>
      <w:r w:rsidRPr="00F23192">
        <w:t>alors</w:t>
      </w:r>
      <w:r w:rsidR="00D60A57">
        <w:t xml:space="preserve">, </w:t>
      </w:r>
      <w:r w:rsidRPr="00F23192">
        <w:t>enleva son masque</w:t>
      </w:r>
      <w:r w:rsidR="00D60A57">
        <w:t>.</w:t>
      </w:r>
    </w:p>
    <w:p w14:paraId="0B141D4D" w14:textId="77777777" w:rsidR="00D60A57" w:rsidRDefault="00D60A57" w:rsidP="00D60A57">
      <w:r>
        <w:t>« </w:t>
      </w:r>
      <w:r w:rsidR="00E36F6A" w:rsidRPr="00F23192">
        <w:t>Je m</w:t>
      </w:r>
      <w:r>
        <w:t>’</w:t>
      </w:r>
      <w:r w:rsidR="00E36F6A" w:rsidRPr="00F23192">
        <w:t>en doutais</w:t>
      </w:r>
      <w:r>
        <w:t xml:space="preserve"> », </w:t>
      </w:r>
      <w:r w:rsidR="00E36F6A" w:rsidRPr="00F23192">
        <w:t xml:space="preserve">grommela </w:t>
      </w:r>
      <w:proofErr w:type="spellStart"/>
      <w:r w:rsidR="00E36F6A" w:rsidRPr="00F23192">
        <w:t>Perdonnet</w:t>
      </w:r>
      <w:proofErr w:type="spellEnd"/>
      <w:r w:rsidR="00E36F6A" w:rsidRPr="00F23192">
        <w:t xml:space="preserve"> en reconnaissant le duc de </w:t>
      </w:r>
      <w:proofErr w:type="spellStart"/>
      <w:r w:rsidR="00E36F6A" w:rsidRPr="00F23192">
        <w:t>Kerlor</w:t>
      </w:r>
      <w:proofErr w:type="spellEnd"/>
      <w:r>
        <w:t>.</w:t>
      </w:r>
    </w:p>
    <w:p w14:paraId="3AB26103" w14:textId="77777777" w:rsidR="00D60A57" w:rsidRDefault="00E36F6A" w:rsidP="00D60A57">
      <w:r w:rsidRPr="00F23192">
        <w:t>Ayant indiqué au visiteur une escabelle</w:t>
      </w:r>
      <w:r w:rsidR="00D60A57">
        <w:t xml:space="preserve">, </w:t>
      </w:r>
      <w:r w:rsidRPr="00F23192">
        <w:t>la Fontanelle d</w:t>
      </w:r>
      <w:r w:rsidRPr="00F23192">
        <w:t>é</w:t>
      </w:r>
      <w:r w:rsidRPr="00F23192">
        <w:t>clara</w:t>
      </w:r>
      <w:r w:rsidR="00D60A57">
        <w:t> :</w:t>
      </w:r>
    </w:p>
    <w:p w14:paraId="0CB67B21" w14:textId="77777777" w:rsidR="00D60A57" w:rsidRDefault="00D60A57" w:rsidP="00D60A57">
      <w:r>
        <w:t>— </w:t>
      </w:r>
      <w:r w:rsidR="00E36F6A" w:rsidRPr="00F23192">
        <w:t>Vous avez voulu me voir</w:t>
      </w:r>
      <w:r>
        <w:t xml:space="preserve">, </w:t>
      </w:r>
      <w:r w:rsidR="00E36F6A" w:rsidRPr="00F23192">
        <w:t>monsieur le duc</w:t>
      </w:r>
      <w:r>
        <w:t xml:space="preserve">, </w:t>
      </w:r>
      <w:r w:rsidR="00E36F6A" w:rsidRPr="00F23192">
        <w:t>me voici</w:t>
      </w:r>
      <w:r>
        <w:t>…</w:t>
      </w:r>
    </w:p>
    <w:p w14:paraId="0B70E47F" w14:textId="77777777" w:rsidR="00D60A57" w:rsidRDefault="00E36F6A" w:rsidP="00D60A57">
      <w:r w:rsidRPr="00F23192">
        <w:t>Il y avait dans l</w:t>
      </w:r>
      <w:r w:rsidR="00D60A57">
        <w:t>’</w:t>
      </w:r>
      <w:r w:rsidRPr="00F23192">
        <w:t>intonation de sa voix quelque chose de pr</w:t>
      </w:r>
      <w:r w:rsidRPr="00F23192">
        <w:t>o</w:t>
      </w:r>
      <w:r w:rsidRPr="00F23192">
        <w:t xml:space="preserve">voquant auquel </w:t>
      </w:r>
      <w:proofErr w:type="spellStart"/>
      <w:r w:rsidRPr="00F23192">
        <w:t>Kerlor</w:t>
      </w:r>
      <w:proofErr w:type="spellEnd"/>
      <w:r w:rsidRPr="00F23192">
        <w:t xml:space="preserve"> ne pouvait se méprendre</w:t>
      </w:r>
      <w:r w:rsidR="00D60A57">
        <w:t>.</w:t>
      </w:r>
    </w:p>
    <w:p w14:paraId="1BDFE626" w14:textId="77777777" w:rsidR="00D60A57" w:rsidRDefault="00D60A57" w:rsidP="00D60A57">
      <w:r>
        <w:t>— </w:t>
      </w:r>
      <w:r w:rsidR="00E36F6A" w:rsidRPr="00F23192">
        <w:t>Qu</w:t>
      </w:r>
      <w:r>
        <w:t>’</w:t>
      </w:r>
      <w:r w:rsidR="00E36F6A" w:rsidRPr="00F23192">
        <w:t>est-ce à dire</w:t>
      </w:r>
      <w:r>
        <w:t xml:space="preserve">, </w:t>
      </w:r>
      <w:r w:rsidR="00E36F6A" w:rsidRPr="00F23192">
        <w:t>messire</w:t>
      </w:r>
      <w:r>
        <w:t xml:space="preserve"> ? </w:t>
      </w:r>
      <w:r w:rsidR="00E36F6A" w:rsidRPr="00F23192">
        <w:t>interrogea-t-il</w:t>
      </w:r>
      <w:r>
        <w:t xml:space="preserve">, </w:t>
      </w:r>
      <w:r w:rsidR="00E36F6A" w:rsidRPr="00F23192">
        <w:t>le verbe ha</w:t>
      </w:r>
      <w:r w:rsidR="00E36F6A" w:rsidRPr="00F23192">
        <w:t>u</w:t>
      </w:r>
      <w:r w:rsidR="00E36F6A" w:rsidRPr="00F23192">
        <w:t>tain</w:t>
      </w:r>
      <w:r>
        <w:t xml:space="preserve">, </w:t>
      </w:r>
      <w:r w:rsidR="00E36F6A" w:rsidRPr="00F23192">
        <w:t>et quelle raison avez-vous d</w:t>
      </w:r>
      <w:r>
        <w:t>’</w:t>
      </w:r>
      <w:r w:rsidR="00E36F6A" w:rsidRPr="00F23192">
        <w:t>en user ainsi envers moi</w:t>
      </w:r>
      <w:r>
        <w:t> ?</w:t>
      </w:r>
    </w:p>
    <w:p w14:paraId="777D2A62" w14:textId="77777777" w:rsidR="00D60A57" w:rsidRDefault="00D60A57" w:rsidP="00D60A57">
      <w:r>
        <w:t>— </w:t>
      </w:r>
      <w:r w:rsidR="00E36F6A" w:rsidRPr="00F23192">
        <w:t>Me croyez-vous votre dupe</w:t>
      </w:r>
      <w:r>
        <w:t xml:space="preserve"> ? </w:t>
      </w:r>
      <w:r w:rsidR="00E36F6A" w:rsidRPr="00F23192">
        <w:t>Pensez-vous que je n</w:t>
      </w:r>
      <w:r>
        <w:t>’</w:t>
      </w:r>
      <w:r w:rsidR="00E36F6A" w:rsidRPr="00F23192">
        <w:t>aie pas constaté que</w:t>
      </w:r>
      <w:r>
        <w:t xml:space="preserve">, </w:t>
      </w:r>
      <w:r w:rsidR="00E36F6A" w:rsidRPr="00F23192">
        <w:t>depuis certain jour</w:t>
      </w:r>
      <w:r>
        <w:t xml:space="preserve">, </w:t>
      </w:r>
      <w:r w:rsidR="00E36F6A" w:rsidRPr="00F23192">
        <w:t>vous m</w:t>
      </w:r>
      <w:r>
        <w:t>’</w:t>
      </w:r>
      <w:r w:rsidR="00E36F6A" w:rsidRPr="00F23192">
        <w:t>évitez</w:t>
      </w:r>
      <w:r>
        <w:t xml:space="preserve">… </w:t>
      </w:r>
      <w:r w:rsidR="00E36F6A" w:rsidRPr="00F23192">
        <w:t>comme si vous désiriez m</w:t>
      </w:r>
      <w:r>
        <w:t>’</w:t>
      </w:r>
      <w:r w:rsidR="00E36F6A" w:rsidRPr="00F23192">
        <w:t>ignorer</w:t>
      </w:r>
      <w:r>
        <w:t>…</w:t>
      </w:r>
    </w:p>
    <w:p w14:paraId="1DB05247" w14:textId="77777777" w:rsidR="00D60A57" w:rsidRDefault="00E36F6A" w:rsidP="00D60A57">
      <w:r w:rsidRPr="00F23192">
        <w:t>À un geste de protestation esquissé par son interlocuteur</w:t>
      </w:r>
      <w:r w:rsidR="00D60A57">
        <w:t xml:space="preserve">, </w:t>
      </w:r>
      <w:r w:rsidRPr="00F23192">
        <w:t>la Fontanelle riposta véhémentement</w:t>
      </w:r>
      <w:r w:rsidR="00D60A57">
        <w:t> :</w:t>
      </w:r>
    </w:p>
    <w:p w14:paraId="15842E13" w14:textId="77777777" w:rsidR="00D60A57" w:rsidRDefault="00D60A57" w:rsidP="00D60A57">
      <w:r>
        <w:t>— </w:t>
      </w:r>
      <w:r w:rsidR="00E36F6A" w:rsidRPr="00F23192">
        <w:t>Vous ne m</w:t>
      </w:r>
      <w:r>
        <w:t>’</w:t>
      </w:r>
      <w:r w:rsidR="00E36F6A" w:rsidRPr="00F23192">
        <w:t>en faites pas accroire</w:t>
      </w:r>
      <w:r>
        <w:t xml:space="preserve"> ! </w:t>
      </w:r>
      <w:r w:rsidR="00E36F6A" w:rsidRPr="00F23192">
        <w:t>Je ne suis pas un e</w:t>
      </w:r>
      <w:r w:rsidR="00E36F6A" w:rsidRPr="00F23192">
        <w:t>n</w:t>
      </w:r>
      <w:r w:rsidR="00E36F6A" w:rsidRPr="00F23192">
        <w:t>fant et je crains bien que vous n</w:t>
      </w:r>
      <w:r>
        <w:t>’</w:t>
      </w:r>
      <w:r w:rsidR="00E36F6A" w:rsidRPr="00F23192">
        <w:t>apparteniez à la race des ma</w:t>
      </w:r>
      <w:r w:rsidR="00E36F6A" w:rsidRPr="00F23192">
        <w:t>u</w:t>
      </w:r>
      <w:r w:rsidR="00E36F6A" w:rsidRPr="00F23192">
        <w:t>vais payeurs</w:t>
      </w:r>
      <w:r>
        <w:t>…</w:t>
      </w:r>
    </w:p>
    <w:p w14:paraId="0D2D1F0F" w14:textId="77777777" w:rsidR="00D60A57" w:rsidRDefault="00E36F6A" w:rsidP="00D60A57">
      <w:r w:rsidRPr="00F23192">
        <w:t>Le duc voulut protester</w:t>
      </w:r>
      <w:r w:rsidR="00D60A57">
        <w:t xml:space="preserve">, </w:t>
      </w:r>
      <w:r w:rsidRPr="00F23192">
        <w:t>mais l</w:t>
      </w:r>
      <w:r w:rsidR="00D60A57">
        <w:t>’</w:t>
      </w:r>
      <w:r w:rsidRPr="00F23192">
        <w:t>autre lui coupa la parole</w:t>
      </w:r>
      <w:r w:rsidR="00D60A57">
        <w:t>.</w:t>
      </w:r>
    </w:p>
    <w:p w14:paraId="6FE641C2" w14:textId="77777777" w:rsidR="00D60A57" w:rsidRDefault="00D60A57" w:rsidP="00D60A57">
      <w:r>
        <w:t>— </w:t>
      </w:r>
      <w:r w:rsidR="00E36F6A" w:rsidRPr="00F23192">
        <w:t>J</w:t>
      </w:r>
      <w:r>
        <w:t>’</w:t>
      </w:r>
      <w:r w:rsidR="00E36F6A" w:rsidRPr="00F23192">
        <w:t>ai fait ce qui avait été convenu</w:t>
      </w:r>
      <w:r>
        <w:t xml:space="preserve">, </w:t>
      </w:r>
      <w:r w:rsidR="00E36F6A" w:rsidRPr="00F23192">
        <w:t>moi</w:t>
      </w:r>
      <w:r>
        <w:t>…</w:t>
      </w:r>
    </w:p>
    <w:p w14:paraId="1190CFFF" w14:textId="77777777" w:rsidR="00D60A57" w:rsidRDefault="00D60A57" w:rsidP="00D60A57">
      <w:r>
        <w:lastRenderedPageBreak/>
        <w:t>— </w:t>
      </w:r>
      <w:r w:rsidR="00E36F6A" w:rsidRPr="00F23192">
        <w:t>En partie</w:t>
      </w:r>
      <w:r>
        <w:t>…</w:t>
      </w:r>
    </w:p>
    <w:p w14:paraId="3255963D" w14:textId="77777777" w:rsidR="00D60A57" w:rsidRDefault="00D60A57" w:rsidP="00D60A57">
      <w:r>
        <w:t>— </w:t>
      </w:r>
      <w:r w:rsidR="00E36F6A" w:rsidRPr="00F23192">
        <w:t>Comment</w:t>
      </w:r>
      <w:r>
        <w:t xml:space="preserve"> ? </w:t>
      </w:r>
      <w:r w:rsidR="00E36F6A" w:rsidRPr="00F23192">
        <w:t>En partie</w:t>
      </w:r>
      <w:r>
        <w:t xml:space="preserve"> ?… </w:t>
      </w:r>
      <w:r w:rsidR="00E36F6A" w:rsidRPr="00F23192">
        <w:t>L</w:t>
      </w:r>
      <w:r>
        <w:t>’</w:t>
      </w:r>
      <w:r w:rsidR="00E36F6A" w:rsidRPr="00F23192">
        <w:t>accident survenu au</w:t>
      </w:r>
      <w:r>
        <w:t>…</w:t>
      </w:r>
    </w:p>
    <w:p w14:paraId="54476254" w14:textId="77777777" w:rsidR="00D60A57" w:rsidRDefault="00E36F6A" w:rsidP="00D60A57">
      <w:r w:rsidRPr="00F23192">
        <w:t>Le duc lui ferma brutalement la bouche</w:t>
      </w:r>
      <w:r w:rsidR="00D60A57">
        <w:t xml:space="preserve">, </w:t>
      </w:r>
      <w:r w:rsidRPr="00F23192">
        <w:t>enjoignant</w:t>
      </w:r>
      <w:r w:rsidR="00D60A57">
        <w:t> :</w:t>
      </w:r>
    </w:p>
    <w:p w14:paraId="3689604D" w14:textId="77777777" w:rsidR="00D60A57" w:rsidRDefault="00D60A57" w:rsidP="00D60A57">
      <w:r>
        <w:t>— </w:t>
      </w:r>
      <w:r w:rsidR="00E36F6A" w:rsidRPr="00F23192">
        <w:t>Ta</w:t>
      </w:r>
      <w:r w:rsidR="00E36F6A" w:rsidRPr="00F23192">
        <w:t>i</w:t>
      </w:r>
      <w:r w:rsidR="00E36F6A" w:rsidRPr="00F23192">
        <w:t>sez-vous</w:t>
      </w:r>
      <w:r>
        <w:t> !</w:t>
      </w:r>
    </w:p>
    <w:p w14:paraId="6F1A585F" w14:textId="77777777" w:rsidR="00D60A57" w:rsidRDefault="00E36F6A" w:rsidP="00D60A57">
      <w:r w:rsidRPr="00F23192">
        <w:t>L</w:t>
      </w:r>
      <w:r w:rsidR="00D60A57">
        <w:t>’</w:t>
      </w:r>
      <w:r w:rsidRPr="00F23192">
        <w:t>autre répliqua ironiquement</w:t>
      </w:r>
      <w:r w:rsidR="00D60A57">
        <w:t> :</w:t>
      </w:r>
    </w:p>
    <w:p w14:paraId="524F0840" w14:textId="77777777" w:rsidR="00D60A57" w:rsidRDefault="00D60A57" w:rsidP="00D60A57">
      <w:r>
        <w:t>— </w:t>
      </w:r>
      <w:r w:rsidR="00E36F6A" w:rsidRPr="00F23192">
        <w:t>Craignez-vous que les meubles aient des oreilles</w:t>
      </w:r>
      <w:r>
        <w:t> ?</w:t>
      </w:r>
    </w:p>
    <w:p w14:paraId="36858974" w14:textId="77777777" w:rsidR="00D60A57" w:rsidRDefault="00E36F6A" w:rsidP="00D60A57">
      <w:r w:rsidRPr="00F23192">
        <w:t>Soupçonneux</w:t>
      </w:r>
      <w:r w:rsidR="00D60A57">
        <w:t xml:space="preserve">, </w:t>
      </w:r>
      <w:proofErr w:type="spellStart"/>
      <w:r w:rsidRPr="00F23192">
        <w:t>Kerlor</w:t>
      </w:r>
      <w:proofErr w:type="spellEnd"/>
      <w:r w:rsidRPr="00F23192">
        <w:t xml:space="preserve"> grommela</w:t>
      </w:r>
      <w:r w:rsidR="00D60A57">
        <w:t xml:space="preserve">, </w:t>
      </w:r>
      <w:r w:rsidRPr="00F23192">
        <w:t>promenant par la pièce un regard aigu</w:t>
      </w:r>
      <w:r w:rsidR="00D60A57">
        <w:t>.</w:t>
      </w:r>
    </w:p>
    <w:p w14:paraId="0BCE274D" w14:textId="77777777" w:rsidR="00D60A57" w:rsidRDefault="00D60A57" w:rsidP="00D60A57">
      <w:r>
        <w:t>— </w:t>
      </w:r>
      <w:r w:rsidR="00E36F6A" w:rsidRPr="00F23192">
        <w:t>Sait-on jamais</w:t>
      </w:r>
      <w:r>
        <w:t> ?</w:t>
      </w:r>
    </w:p>
    <w:p w14:paraId="1E4E222F" w14:textId="77777777" w:rsidR="00D60A57" w:rsidRDefault="00D60A57" w:rsidP="00D60A57">
      <w:r>
        <w:t>— </w:t>
      </w:r>
      <w:r w:rsidR="00E36F6A" w:rsidRPr="00F23192">
        <w:t>Moi</w:t>
      </w:r>
      <w:r>
        <w:t xml:space="preserve">, </w:t>
      </w:r>
      <w:r w:rsidR="00E36F6A" w:rsidRPr="00F23192">
        <w:t>je sais</w:t>
      </w:r>
      <w:r>
        <w:t xml:space="preserve">… </w:t>
      </w:r>
      <w:r w:rsidR="00E36F6A" w:rsidRPr="00F23192">
        <w:t>Par précaution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 xml:space="preserve">ai envoyé messire </w:t>
      </w:r>
      <w:proofErr w:type="spellStart"/>
      <w:r w:rsidR="00E36F6A" w:rsidRPr="00F23192">
        <w:t>Pe</w:t>
      </w:r>
      <w:r w:rsidR="00E36F6A" w:rsidRPr="00F23192">
        <w:t>r</w:t>
      </w:r>
      <w:r w:rsidR="00E36F6A" w:rsidRPr="00F23192">
        <w:t>donnet</w:t>
      </w:r>
      <w:proofErr w:type="spellEnd"/>
      <w:r w:rsidR="00E36F6A" w:rsidRPr="00F23192">
        <w:t xml:space="preserve"> boire du cidre nouveau à l</w:t>
      </w:r>
      <w:r>
        <w:t>’</w:t>
      </w:r>
      <w:r w:rsidR="00E36F6A" w:rsidRPr="00F23192">
        <w:t>auberge de la Sainte Vierge</w:t>
      </w:r>
      <w:r>
        <w:t xml:space="preserve"> ; </w:t>
      </w:r>
      <w:r w:rsidR="00E36F6A" w:rsidRPr="00F23192">
        <w:t>nous avons donc toute liberté pour nous expliquer sans contrainte</w:t>
      </w:r>
      <w:r>
        <w:t>.</w:t>
      </w:r>
    </w:p>
    <w:p w14:paraId="37DDABEE" w14:textId="77777777" w:rsidR="00D60A57" w:rsidRDefault="00E36F6A" w:rsidP="00D60A57">
      <w:r w:rsidRPr="00F23192">
        <w:t>Il fit une pause</w:t>
      </w:r>
      <w:r w:rsidR="00D60A57">
        <w:t xml:space="preserve">, </w:t>
      </w:r>
      <w:r w:rsidRPr="00F23192">
        <w:t>puis</w:t>
      </w:r>
      <w:r w:rsidR="00D60A57">
        <w:t> :</w:t>
      </w:r>
    </w:p>
    <w:p w14:paraId="47BA5CBB" w14:textId="77777777" w:rsidR="00D60A57" w:rsidRDefault="00D60A57" w:rsidP="00D60A57">
      <w:r>
        <w:t>— </w:t>
      </w:r>
      <w:r w:rsidR="00E36F6A" w:rsidRPr="00F23192">
        <w:t>Donc</w:t>
      </w:r>
      <w:r>
        <w:t xml:space="preserve">… </w:t>
      </w:r>
      <w:r w:rsidR="00E36F6A" w:rsidRPr="00F23192">
        <w:t>faisons nos comptes</w:t>
      </w:r>
      <w:r>
        <w:t xml:space="preserve">, </w:t>
      </w:r>
      <w:r w:rsidR="00E36F6A" w:rsidRPr="00F23192">
        <w:t>monsieur le duc</w:t>
      </w:r>
      <w:r>
        <w:t xml:space="preserve">, </w:t>
      </w:r>
      <w:r w:rsidR="00E36F6A" w:rsidRPr="00F23192">
        <w:t>et vous d</w:t>
      </w:r>
      <w:r w:rsidR="00E36F6A" w:rsidRPr="00F23192">
        <w:t>é</w:t>
      </w:r>
      <w:r w:rsidR="00E36F6A" w:rsidRPr="00F23192">
        <w:t>ciderez ensuite si nous devons continuer à marcher la main dans la main ou</w:t>
      </w:r>
      <w:r>
        <w:t xml:space="preserve">, </w:t>
      </w:r>
      <w:r w:rsidR="00E36F6A" w:rsidRPr="00F23192">
        <w:t>au contraire</w:t>
      </w:r>
      <w:r>
        <w:t xml:space="preserve">, </w:t>
      </w:r>
      <w:r w:rsidR="00E36F6A" w:rsidRPr="00F23192">
        <w:t>travailler chacun pour soi</w:t>
      </w:r>
      <w:r>
        <w:t>.</w:t>
      </w:r>
    </w:p>
    <w:p w14:paraId="1778244B" w14:textId="77777777" w:rsidR="00D60A57" w:rsidRDefault="00E36F6A" w:rsidP="00D60A57">
      <w:proofErr w:type="spellStart"/>
      <w:r w:rsidRPr="00F23192">
        <w:t>Kerlor</w:t>
      </w:r>
      <w:proofErr w:type="spellEnd"/>
      <w:r w:rsidRPr="00F23192">
        <w:t xml:space="preserve"> voulut le prendre de haut</w:t>
      </w:r>
      <w:r w:rsidR="00D60A57">
        <w:t>.</w:t>
      </w:r>
    </w:p>
    <w:p w14:paraId="7B324C96" w14:textId="77777777" w:rsidR="00D60A57" w:rsidRDefault="00D60A57" w:rsidP="00D60A57">
      <w:r>
        <w:t>— </w:t>
      </w:r>
      <w:r w:rsidR="00E36F6A" w:rsidRPr="00F23192">
        <w:t>Vous oubliez qui je suis</w:t>
      </w:r>
      <w:r>
        <w:t xml:space="preserve"> !… </w:t>
      </w:r>
      <w:r w:rsidR="00E36F6A" w:rsidRPr="00F23192">
        <w:t>lança-t-il durement</w:t>
      </w:r>
      <w:r>
        <w:t>.</w:t>
      </w:r>
    </w:p>
    <w:p w14:paraId="4828A5CC" w14:textId="77777777" w:rsidR="00D60A57" w:rsidRDefault="00D60A57" w:rsidP="00D60A57">
      <w:r>
        <w:t>— </w:t>
      </w:r>
      <w:r w:rsidR="00E36F6A" w:rsidRPr="00F23192">
        <w:t>Je n</w:t>
      </w:r>
      <w:r>
        <w:t>’</w:t>
      </w:r>
      <w:r w:rsidR="00E36F6A" w:rsidRPr="00F23192">
        <w:t>oublie rien</w:t>
      </w:r>
      <w:r>
        <w:t xml:space="preserve">, </w:t>
      </w:r>
      <w:r w:rsidR="00E36F6A" w:rsidRPr="00F23192">
        <w:t xml:space="preserve">duc de </w:t>
      </w:r>
      <w:proofErr w:type="spellStart"/>
      <w:r w:rsidR="00E36F6A" w:rsidRPr="00F23192">
        <w:t>Kerlor</w:t>
      </w:r>
      <w:proofErr w:type="spellEnd"/>
      <w:r>
        <w:t xml:space="preserve">, </w:t>
      </w:r>
      <w:r w:rsidR="00E36F6A" w:rsidRPr="00F23192">
        <w:t>ni qui vous êtes</w:t>
      </w:r>
      <w:r>
        <w:t xml:space="preserve">… </w:t>
      </w:r>
      <w:r w:rsidR="00E36F6A" w:rsidRPr="00F23192">
        <w:t>ni qui je suis</w:t>
      </w:r>
      <w:r>
        <w:t xml:space="preserve"> ; </w:t>
      </w:r>
      <w:r w:rsidR="00E36F6A" w:rsidRPr="00F23192">
        <w:t>mais c</w:t>
      </w:r>
      <w:r>
        <w:t>’</w:t>
      </w:r>
      <w:r w:rsidR="00E36F6A" w:rsidRPr="00F23192">
        <w:t>est vous</w:t>
      </w:r>
      <w:r>
        <w:t xml:space="preserve">, </w:t>
      </w:r>
      <w:r w:rsidR="00E36F6A" w:rsidRPr="00F23192">
        <w:t>au contraire</w:t>
      </w:r>
      <w:r>
        <w:t xml:space="preserve">, </w:t>
      </w:r>
      <w:r w:rsidR="00E36F6A" w:rsidRPr="00F23192">
        <w:t>qui ne vous souvenez pas très bien de ce qu</w:t>
      </w:r>
      <w:r>
        <w:t>’</w:t>
      </w:r>
      <w:r w:rsidR="00E36F6A" w:rsidRPr="00F23192">
        <w:t>est Eder de la Fontanelle</w:t>
      </w:r>
      <w:r>
        <w:t xml:space="preserve">… </w:t>
      </w:r>
      <w:r w:rsidR="00E36F6A" w:rsidRPr="00F23192">
        <w:t>autrement</w:t>
      </w:r>
      <w:r>
        <w:t xml:space="preserve">, </w:t>
      </w:r>
      <w:r w:rsidR="00E36F6A" w:rsidRPr="00F23192">
        <w:t>vo</w:t>
      </w:r>
      <w:r w:rsidR="00E36F6A" w:rsidRPr="00F23192">
        <w:t>u</w:t>
      </w:r>
      <w:r w:rsidR="00E36F6A" w:rsidRPr="00F23192">
        <w:t>s sauriez qu</w:t>
      </w:r>
      <w:r>
        <w:t>’</w:t>
      </w:r>
      <w:r w:rsidR="00E36F6A" w:rsidRPr="00F23192">
        <w:t>il n</w:t>
      </w:r>
      <w:r>
        <w:t>’</w:t>
      </w:r>
      <w:r w:rsidR="00E36F6A" w:rsidRPr="00F23192">
        <w:t>est pas très prudent de le braver</w:t>
      </w:r>
      <w:r>
        <w:t xml:space="preserve">, </w:t>
      </w:r>
      <w:r w:rsidR="00E36F6A" w:rsidRPr="00F23192">
        <w:t>car il n</w:t>
      </w:r>
      <w:r>
        <w:t>’</w:t>
      </w:r>
      <w:r w:rsidR="00E36F6A" w:rsidRPr="00F23192">
        <w:t>est pas homme à laisser impunie une trahison</w:t>
      </w:r>
      <w:r>
        <w:t>…</w:t>
      </w:r>
    </w:p>
    <w:p w14:paraId="2DF5E615" w14:textId="77777777" w:rsidR="00D60A57" w:rsidRDefault="00D60A57" w:rsidP="00D60A57">
      <w:r>
        <w:lastRenderedPageBreak/>
        <w:t>— </w:t>
      </w:r>
      <w:r w:rsidR="00E36F6A" w:rsidRPr="00F23192">
        <w:t>Ai-je donc commis une trahison envers vous</w:t>
      </w:r>
      <w:r>
        <w:t xml:space="preserve"> ? </w:t>
      </w:r>
      <w:r w:rsidR="00E36F6A" w:rsidRPr="00F23192">
        <w:t>protesta le duc</w:t>
      </w:r>
      <w:r>
        <w:t>.</w:t>
      </w:r>
    </w:p>
    <w:p w14:paraId="0AC1E51B" w14:textId="77777777" w:rsidR="00D60A57" w:rsidRDefault="00D60A57" w:rsidP="00D60A57">
      <w:r>
        <w:t>— </w:t>
      </w:r>
      <w:r w:rsidR="00E36F6A" w:rsidRPr="00F23192">
        <w:t>Oui</w:t>
      </w:r>
      <w:r>
        <w:t xml:space="preserve">, </w:t>
      </w:r>
      <w:r w:rsidR="00E36F6A" w:rsidRPr="00F23192">
        <w:t>car il n</w:t>
      </w:r>
      <w:r>
        <w:t>’</w:t>
      </w:r>
      <w:r w:rsidR="00E36F6A" w:rsidRPr="00F23192">
        <w:t>est pas possible de donner autre nom à v</w:t>
      </w:r>
      <w:r w:rsidR="00E36F6A" w:rsidRPr="00F23192">
        <w:t>o</w:t>
      </w:r>
      <w:r w:rsidR="00E36F6A" w:rsidRPr="00F23192">
        <w:t>tre attitude depuis que</w:t>
      </w:r>
      <w:r>
        <w:t xml:space="preserve">, </w:t>
      </w:r>
      <w:r w:rsidR="00E36F6A" w:rsidRPr="00F23192">
        <w:t>conformément à nos conventions</w:t>
      </w:r>
      <w:r>
        <w:t>…</w:t>
      </w:r>
    </w:p>
    <w:p w14:paraId="5FF490C4" w14:textId="77777777" w:rsidR="00D60A57" w:rsidRDefault="00D60A57" w:rsidP="00D60A57">
      <w:r>
        <w:t>— </w:t>
      </w:r>
      <w:r w:rsidR="00E36F6A" w:rsidRPr="00F23192">
        <w:t>Inutile</w:t>
      </w:r>
      <w:r>
        <w:t xml:space="preserve">, </w:t>
      </w:r>
      <w:r w:rsidR="00E36F6A" w:rsidRPr="00F23192">
        <w:t xml:space="preserve">coupa </w:t>
      </w:r>
      <w:proofErr w:type="spellStart"/>
      <w:r w:rsidR="00E36F6A" w:rsidRPr="00F23192">
        <w:t>Kerlor</w:t>
      </w:r>
      <w:proofErr w:type="spellEnd"/>
      <w:r>
        <w:t xml:space="preserve">, </w:t>
      </w:r>
      <w:r w:rsidR="00E36F6A" w:rsidRPr="00F23192">
        <w:t>je sais aussi bien que vous ce à quoi vous voulez faire allusion</w:t>
      </w:r>
      <w:r>
        <w:t>.</w:t>
      </w:r>
    </w:p>
    <w:p w14:paraId="17D36742" w14:textId="77777777" w:rsidR="00D60A57" w:rsidRDefault="00D60A57" w:rsidP="00D60A57">
      <w:r>
        <w:t>— </w:t>
      </w:r>
      <w:r w:rsidR="00E36F6A" w:rsidRPr="00F23192">
        <w:t>Si vous le savez</w:t>
      </w:r>
      <w:r>
        <w:t xml:space="preserve">, </w:t>
      </w:r>
      <w:r w:rsidR="00E36F6A" w:rsidRPr="00F23192">
        <w:t>pourquoi m</w:t>
      </w:r>
      <w:r>
        <w:t>’</w:t>
      </w:r>
      <w:r w:rsidR="00E36F6A" w:rsidRPr="00F23192">
        <w:t>obliger à vous rappeler nos conventions</w:t>
      </w:r>
      <w:r>
        <w:t>.</w:t>
      </w:r>
    </w:p>
    <w:p w14:paraId="7158E48E" w14:textId="77777777" w:rsidR="00D60A57" w:rsidRDefault="00D60A57" w:rsidP="00D60A57">
      <w:r>
        <w:t>— </w:t>
      </w:r>
      <w:r w:rsidR="00E36F6A" w:rsidRPr="00F23192">
        <w:t>Parce que j</w:t>
      </w:r>
      <w:r>
        <w:t>’</w:t>
      </w:r>
      <w:r w:rsidR="00E36F6A" w:rsidRPr="00F23192">
        <w:t>estime que vous les avez tenues incomplèt</w:t>
      </w:r>
      <w:r w:rsidR="00E36F6A" w:rsidRPr="00F23192">
        <w:t>e</w:t>
      </w:r>
      <w:r w:rsidR="00E36F6A" w:rsidRPr="00F23192">
        <w:t>ment</w:t>
      </w:r>
      <w:r>
        <w:t>.</w:t>
      </w:r>
    </w:p>
    <w:p w14:paraId="46ACD88C" w14:textId="77777777" w:rsidR="00D60A57" w:rsidRDefault="00D60A57" w:rsidP="00D60A57">
      <w:r>
        <w:t>— </w:t>
      </w:r>
      <w:r w:rsidR="00E36F6A" w:rsidRPr="00F23192">
        <w:t>Jour de Dieu</w:t>
      </w:r>
      <w:r>
        <w:t xml:space="preserve"> !… </w:t>
      </w:r>
      <w:r w:rsidR="00E36F6A" w:rsidRPr="00F23192">
        <w:t>incomplètement</w:t>
      </w:r>
      <w:r>
        <w:t xml:space="preserve"> ! </w:t>
      </w:r>
      <w:r w:rsidR="00E36F6A" w:rsidRPr="00F23192">
        <w:t>Qu</w:t>
      </w:r>
      <w:r>
        <w:t>’</w:t>
      </w:r>
      <w:r w:rsidR="00E36F6A" w:rsidRPr="00F23192">
        <w:t>entendez-vous par là</w:t>
      </w:r>
      <w:r>
        <w:t> ?</w:t>
      </w:r>
    </w:p>
    <w:p w14:paraId="3F1CA96C" w14:textId="77777777" w:rsidR="00D60A57" w:rsidRDefault="00D60A57" w:rsidP="00D60A57">
      <w:r>
        <w:t>— </w:t>
      </w:r>
      <w:r w:rsidR="00E36F6A" w:rsidRPr="00F23192">
        <w:t>Que j</w:t>
      </w:r>
      <w:r>
        <w:t>’</w:t>
      </w:r>
      <w:r w:rsidR="00E36F6A" w:rsidRPr="00F23192">
        <w:t>ignore ce que vous avez fait de</w:t>
      </w:r>
      <w:r>
        <w:t>…</w:t>
      </w:r>
    </w:p>
    <w:p w14:paraId="0F3DB757" w14:textId="77777777" w:rsidR="00D60A57" w:rsidRDefault="00D60A57" w:rsidP="00D60A57">
      <w:r>
        <w:t>— </w:t>
      </w:r>
      <w:r w:rsidR="00E36F6A" w:rsidRPr="00F23192">
        <w:t>De la jeune personne</w:t>
      </w:r>
      <w:r>
        <w:t xml:space="preserve"> ? </w:t>
      </w:r>
      <w:r w:rsidR="00E36F6A" w:rsidRPr="00F23192">
        <w:t>Je l</w:t>
      </w:r>
      <w:r>
        <w:t>’</w:t>
      </w:r>
      <w:r w:rsidR="00E36F6A" w:rsidRPr="00F23192">
        <w:t>ai mise en lieu sûr</w:t>
      </w:r>
      <w:r>
        <w:t xml:space="preserve">… </w:t>
      </w:r>
      <w:r w:rsidR="00E36F6A" w:rsidRPr="00F23192">
        <w:t>N</w:t>
      </w:r>
      <w:r>
        <w:t>’</w:t>
      </w:r>
      <w:r w:rsidR="00E36F6A" w:rsidRPr="00F23192">
        <w:t>avait-ce pas été convenu</w:t>
      </w:r>
      <w:r>
        <w:t> ?</w:t>
      </w:r>
    </w:p>
    <w:p w14:paraId="556C1649" w14:textId="77777777" w:rsidR="00D60A57" w:rsidRDefault="00D60A57" w:rsidP="00D60A57">
      <w:r>
        <w:t>— </w:t>
      </w:r>
      <w:r w:rsidR="00E36F6A" w:rsidRPr="00F23192">
        <w:t>D</w:t>
      </w:r>
      <w:r>
        <w:t>’</w:t>
      </w:r>
      <w:r w:rsidR="00E36F6A" w:rsidRPr="00F23192">
        <w:t>accord</w:t>
      </w:r>
      <w:r>
        <w:t xml:space="preserve">, </w:t>
      </w:r>
      <w:r w:rsidR="00E36F6A" w:rsidRPr="00F23192">
        <w:t>mais lieu sûr ne signifie pas qu</w:t>
      </w:r>
      <w:r>
        <w:t>’</w:t>
      </w:r>
      <w:r w:rsidR="00E36F6A" w:rsidRPr="00F23192">
        <w:t>il dût être i</w:t>
      </w:r>
      <w:r w:rsidR="00E36F6A" w:rsidRPr="00F23192">
        <w:t>n</w:t>
      </w:r>
      <w:r w:rsidR="00E36F6A" w:rsidRPr="00F23192">
        <w:t>connu de moi</w:t>
      </w:r>
      <w:r>
        <w:t xml:space="preserve">… </w:t>
      </w:r>
      <w:r w:rsidR="00E36F6A" w:rsidRPr="00F23192">
        <w:t>Je suis donc fondé à douter de la droiture de votre attitude</w:t>
      </w:r>
      <w:r>
        <w:t>…</w:t>
      </w:r>
    </w:p>
    <w:p w14:paraId="419FD110" w14:textId="77777777" w:rsidR="00D60A57" w:rsidRDefault="00E36F6A" w:rsidP="00D60A57">
      <w:r w:rsidRPr="00F23192">
        <w:t>La Fontanelle eut un mince sourire et dit</w:t>
      </w:r>
      <w:r w:rsidR="00D60A57">
        <w:t> :</w:t>
      </w:r>
    </w:p>
    <w:p w14:paraId="23762F80" w14:textId="77777777" w:rsidR="00D60A57" w:rsidRDefault="00D60A57" w:rsidP="00D60A57">
      <w:r>
        <w:t>— </w:t>
      </w:r>
      <w:r w:rsidR="00E36F6A" w:rsidRPr="00F23192">
        <w:t>Voilà qui me fait bien juger de vos qualités divinato</w:t>
      </w:r>
      <w:r w:rsidR="00E36F6A" w:rsidRPr="00F23192">
        <w:t>i</w:t>
      </w:r>
      <w:r w:rsidR="00E36F6A" w:rsidRPr="00F23192">
        <w:t>res</w:t>
      </w:r>
      <w:r>
        <w:t xml:space="preserve">, </w:t>
      </w:r>
      <w:r w:rsidR="00E36F6A" w:rsidRPr="00F23192">
        <w:t>monsieur le duc</w:t>
      </w:r>
      <w:r>
        <w:t>.</w:t>
      </w:r>
    </w:p>
    <w:p w14:paraId="5DCFC848" w14:textId="77777777" w:rsidR="00D60A57" w:rsidRDefault="00E36F6A" w:rsidP="00D60A57">
      <w:r w:rsidRPr="00F23192">
        <w:t>Celui-ci gronda</w:t>
      </w:r>
      <w:r w:rsidR="00D60A57">
        <w:t> :</w:t>
      </w:r>
    </w:p>
    <w:p w14:paraId="3B430D42" w14:textId="77777777" w:rsidR="00D60A57" w:rsidRDefault="00D60A57" w:rsidP="00D60A57">
      <w:r>
        <w:t>— </w:t>
      </w:r>
      <w:r w:rsidR="00E36F6A" w:rsidRPr="00F23192">
        <w:t>J</w:t>
      </w:r>
      <w:r>
        <w:t>’</w:t>
      </w:r>
      <w:r w:rsidR="00E36F6A" w:rsidRPr="00F23192">
        <w:t>avais donc raison de vous soupçonner</w:t>
      </w:r>
      <w:r>
        <w:t>.</w:t>
      </w:r>
    </w:p>
    <w:p w14:paraId="0D538642" w14:textId="77777777" w:rsidR="00D60A57" w:rsidRDefault="00D60A57" w:rsidP="00D60A57">
      <w:r>
        <w:t>— </w:t>
      </w:r>
      <w:r w:rsidR="00E36F6A" w:rsidRPr="00F23192">
        <w:t>Me blâmeriez-vous d</w:t>
      </w:r>
      <w:r>
        <w:t>’</w:t>
      </w:r>
      <w:r w:rsidR="00E36F6A" w:rsidRPr="00F23192">
        <w:t>avoir voulu prendre mes garanties</w:t>
      </w:r>
      <w:r>
        <w:t> ?</w:t>
      </w:r>
    </w:p>
    <w:p w14:paraId="666A8E61" w14:textId="77777777" w:rsidR="00D60A57" w:rsidRDefault="00D60A57" w:rsidP="00D60A57">
      <w:r>
        <w:lastRenderedPageBreak/>
        <w:t>— </w:t>
      </w:r>
      <w:r w:rsidR="00E36F6A" w:rsidRPr="00F23192">
        <w:t>Vous avez</w:t>
      </w:r>
      <w:r>
        <w:t>…</w:t>
      </w:r>
    </w:p>
    <w:p w14:paraId="109807DD" w14:textId="77777777" w:rsidR="00D60A57" w:rsidRDefault="00D60A57" w:rsidP="00D60A57">
      <w:r>
        <w:t>— </w:t>
      </w:r>
      <w:r w:rsidR="00E36F6A" w:rsidRPr="00F23192">
        <w:t>Oui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avoue n</w:t>
      </w:r>
      <w:r>
        <w:t>’</w:t>
      </w:r>
      <w:r w:rsidR="00E36F6A" w:rsidRPr="00F23192">
        <w:t>avoir dans votre parole qu</w:t>
      </w:r>
      <w:r>
        <w:t>’</w:t>
      </w:r>
      <w:r w:rsidR="00E36F6A" w:rsidRPr="00F23192">
        <w:t>une médiocre confiance et avoir voulu me protéger contre une déloyauté po</w:t>
      </w:r>
      <w:r w:rsidR="00E36F6A" w:rsidRPr="00F23192">
        <w:t>s</w:t>
      </w:r>
      <w:r w:rsidR="00E36F6A" w:rsidRPr="00F23192">
        <w:t>sible de votre part</w:t>
      </w:r>
      <w:r>
        <w:t> !</w:t>
      </w:r>
    </w:p>
    <w:p w14:paraId="47D01A52" w14:textId="77777777" w:rsidR="00D60A57" w:rsidRDefault="00E36F6A" w:rsidP="00D60A57">
      <w:r w:rsidRPr="00F23192">
        <w:t>Le duc s</w:t>
      </w:r>
      <w:r w:rsidR="00D60A57">
        <w:t>’</w:t>
      </w:r>
      <w:r w:rsidRPr="00F23192">
        <w:t>emporta</w:t>
      </w:r>
      <w:r w:rsidR="00D60A57">
        <w:t> :</w:t>
      </w:r>
    </w:p>
    <w:p w14:paraId="1796AF9D" w14:textId="77777777" w:rsidR="00D60A57" w:rsidRDefault="00D60A57" w:rsidP="00D60A57">
      <w:r>
        <w:t>— </w:t>
      </w:r>
      <w:r w:rsidR="00E36F6A" w:rsidRPr="00F23192">
        <w:t>Vous osez</w:t>
      </w:r>
      <w:r>
        <w:t> !</w:t>
      </w:r>
    </w:p>
    <w:p w14:paraId="30FA0323" w14:textId="77777777" w:rsidR="00D60A57" w:rsidRDefault="00D60A57" w:rsidP="00D60A57">
      <w:r>
        <w:t xml:space="preserve">— … </w:t>
      </w:r>
      <w:r w:rsidR="00E36F6A" w:rsidRPr="00F23192">
        <w:t xml:space="preserve">Parler de la sorte à </w:t>
      </w:r>
      <w:r>
        <w:t>M. </w:t>
      </w:r>
      <w:r w:rsidR="00E36F6A" w:rsidRPr="00F23192">
        <w:t xml:space="preserve">le duc de </w:t>
      </w:r>
      <w:proofErr w:type="spellStart"/>
      <w:r w:rsidR="00E36F6A" w:rsidRPr="00F23192">
        <w:t>Kerlor</w:t>
      </w:r>
      <w:proofErr w:type="spellEnd"/>
      <w:r>
        <w:t xml:space="preserve">, </w:t>
      </w:r>
      <w:r w:rsidR="00E36F6A" w:rsidRPr="00F23192">
        <w:t>noble entre les nobles de la Bretagne</w:t>
      </w:r>
      <w:r>
        <w:t xml:space="preserve">… </w:t>
      </w:r>
      <w:r w:rsidR="00E36F6A" w:rsidRPr="00F23192">
        <w:t>dont la vie est jalonnée de meurtres</w:t>
      </w:r>
      <w:r>
        <w:t xml:space="preserve">, </w:t>
      </w:r>
      <w:r w:rsidR="00E36F6A" w:rsidRPr="00F23192">
        <w:t>de rapines</w:t>
      </w:r>
      <w:r>
        <w:t xml:space="preserve">… </w:t>
      </w:r>
      <w:r w:rsidR="00E36F6A" w:rsidRPr="00F23192">
        <w:t>Vous conviendrez que j</w:t>
      </w:r>
      <w:r>
        <w:t>’</w:t>
      </w:r>
      <w:r w:rsidR="00E36F6A" w:rsidRPr="00F23192">
        <w:t>eusse été bien imprudent en vous faisant confiance</w:t>
      </w:r>
      <w:r>
        <w:t xml:space="preserve">… </w:t>
      </w:r>
      <w:r w:rsidR="00E36F6A" w:rsidRPr="00F23192">
        <w:t>vous qui avez rêvé de me faire dispara</w:t>
      </w:r>
      <w:r w:rsidR="00E36F6A" w:rsidRPr="00F23192">
        <w:t>î</w:t>
      </w:r>
      <w:r w:rsidR="00E36F6A" w:rsidRPr="00F23192">
        <w:t>tre comme j</w:t>
      </w:r>
      <w:r>
        <w:t>’</w:t>
      </w:r>
      <w:r w:rsidR="00E36F6A" w:rsidRPr="00F23192">
        <w:t>ai fait disparaître</w:t>
      </w:r>
      <w:r>
        <w:t xml:space="preserve">, </w:t>
      </w:r>
      <w:r w:rsidR="00E36F6A" w:rsidRPr="00F23192">
        <w:t>pour votre compte</w:t>
      </w:r>
      <w:r>
        <w:t xml:space="preserve">, </w:t>
      </w:r>
      <w:r w:rsidR="00E36F6A" w:rsidRPr="00F23192">
        <w:t>le comte Be</w:t>
      </w:r>
      <w:r w:rsidR="00E36F6A" w:rsidRPr="00F23192">
        <w:t>r</w:t>
      </w:r>
      <w:r w:rsidR="00E36F6A" w:rsidRPr="00F23192">
        <w:t xml:space="preserve">trand du </w:t>
      </w:r>
      <w:proofErr w:type="spellStart"/>
      <w:r w:rsidR="00E36F6A" w:rsidRPr="00F23192">
        <w:t>Talouët</w:t>
      </w:r>
      <w:proofErr w:type="spellEnd"/>
      <w:r>
        <w:t>.</w:t>
      </w:r>
    </w:p>
    <w:p w14:paraId="64CB37A3" w14:textId="77777777" w:rsidR="00D60A57" w:rsidRDefault="00E36F6A" w:rsidP="00D60A57">
      <w:proofErr w:type="spellStart"/>
      <w:r w:rsidRPr="00F23192">
        <w:t>Kerlor</w:t>
      </w:r>
      <w:proofErr w:type="spellEnd"/>
      <w:r w:rsidR="00D60A57">
        <w:t xml:space="preserve">, </w:t>
      </w:r>
      <w:r w:rsidRPr="00F23192">
        <w:t>les poings aux dents</w:t>
      </w:r>
      <w:r w:rsidR="00D60A57">
        <w:t xml:space="preserve">, </w:t>
      </w:r>
      <w:r w:rsidRPr="00F23192">
        <w:t>ne disait mot</w:t>
      </w:r>
      <w:r w:rsidR="00D60A57">
        <w:t xml:space="preserve">, </w:t>
      </w:r>
      <w:r w:rsidRPr="00F23192">
        <w:t>mais</w:t>
      </w:r>
      <w:r w:rsidR="00D60A57">
        <w:t xml:space="preserve">, </w:t>
      </w:r>
      <w:r w:rsidRPr="00F23192">
        <w:t>à l</w:t>
      </w:r>
      <w:r w:rsidR="00D60A57">
        <w:t>’</w:t>
      </w:r>
      <w:r w:rsidRPr="00F23192">
        <w:t>étincellement de son regard</w:t>
      </w:r>
      <w:r w:rsidR="00D60A57">
        <w:t xml:space="preserve">, </w:t>
      </w:r>
      <w:r w:rsidRPr="00F23192">
        <w:t>il était aisé de deviner la rage à laquelle il était en proie</w:t>
      </w:r>
      <w:r w:rsidR="00D60A57">
        <w:t>.</w:t>
      </w:r>
    </w:p>
    <w:p w14:paraId="36D69E89" w14:textId="77777777" w:rsidR="00D60A57" w:rsidRDefault="00E36F6A" w:rsidP="00D60A57">
      <w:r w:rsidRPr="00F23192">
        <w:t>L</w:t>
      </w:r>
      <w:r w:rsidR="00D60A57">
        <w:t>’</w:t>
      </w:r>
      <w:r w:rsidRPr="00F23192">
        <w:t>autre conclut</w:t>
      </w:r>
      <w:r w:rsidR="00D60A57">
        <w:t> :</w:t>
      </w:r>
    </w:p>
    <w:p w14:paraId="4ACD4022" w14:textId="77777777" w:rsidR="00D60A57" w:rsidRDefault="00D60A57" w:rsidP="00D60A57">
      <w:r>
        <w:t>— </w:t>
      </w:r>
      <w:r w:rsidR="00E36F6A" w:rsidRPr="00F23192">
        <w:t>Voyez-vous</w:t>
      </w:r>
      <w:r>
        <w:t xml:space="preserve">, </w:t>
      </w:r>
      <w:r w:rsidR="00E36F6A" w:rsidRPr="00F23192">
        <w:t>monsieur le duc</w:t>
      </w:r>
      <w:r>
        <w:t xml:space="preserve">, </w:t>
      </w:r>
      <w:r w:rsidR="00E36F6A" w:rsidRPr="00F23192">
        <w:t>il est rare qu</w:t>
      </w:r>
      <w:r>
        <w:t>’</w:t>
      </w:r>
      <w:r w:rsidR="00E36F6A" w:rsidRPr="00F23192">
        <w:t>un coquin ne trouve pas plus coquin que lui-même</w:t>
      </w:r>
      <w:r>
        <w:t xml:space="preserve"> ; </w:t>
      </w:r>
      <w:r w:rsidR="00E36F6A" w:rsidRPr="00F23192">
        <w:t>l</w:t>
      </w:r>
      <w:r>
        <w:t>’</w:t>
      </w:r>
      <w:r w:rsidR="00E36F6A" w:rsidRPr="00F23192">
        <w:t>homme que vous aviez payé pour vous débarrasser de moi m</w:t>
      </w:r>
      <w:r>
        <w:t>’</w:t>
      </w:r>
      <w:r w:rsidR="00E36F6A" w:rsidRPr="00F23192">
        <w:t>est venu trouver pour me vendre votre projet et je l</w:t>
      </w:r>
      <w:r>
        <w:t>’</w:t>
      </w:r>
      <w:r w:rsidR="00E36F6A" w:rsidRPr="00F23192">
        <w:t>ai acheté</w:t>
      </w:r>
      <w:r>
        <w:t xml:space="preserve">… </w:t>
      </w:r>
      <w:r w:rsidR="00E36F6A" w:rsidRPr="00F23192">
        <w:t>C</w:t>
      </w:r>
      <w:r>
        <w:t>’</w:t>
      </w:r>
      <w:r w:rsidR="00E36F6A" w:rsidRPr="00F23192">
        <w:t>est ce qui m</w:t>
      </w:r>
      <w:r>
        <w:t>’</w:t>
      </w:r>
      <w:r w:rsidR="00E36F6A" w:rsidRPr="00F23192">
        <w:t>a poussé à vous convier à ce petit entretien dont voici le but</w:t>
      </w:r>
      <w:r>
        <w:t xml:space="preserve"> : </w:t>
      </w:r>
      <w:r w:rsidR="00E36F6A" w:rsidRPr="00F23192">
        <w:t xml:space="preserve">ou vous me signerez </w:t>
      </w:r>
      <w:proofErr w:type="gramStart"/>
      <w:r w:rsidR="00E36F6A" w:rsidRPr="00F23192">
        <w:t>de suite</w:t>
      </w:r>
      <w:proofErr w:type="gramEnd"/>
      <w:r w:rsidR="00E36F6A" w:rsidRPr="00F23192">
        <w:t xml:space="preserve"> ma nomination au Gouvernement de Morlaix</w:t>
      </w:r>
      <w:r>
        <w:t xml:space="preserve">… </w:t>
      </w:r>
      <w:r w:rsidR="00E36F6A" w:rsidRPr="00F23192">
        <w:t>ou demain</w:t>
      </w:r>
      <w:r>
        <w:t>, M. </w:t>
      </w:r>
      <w:r w:rsidR="00E36F6A" w:rsidRPr="00F23192">
        <w:t>le duc de Mercœur</w:t>
      </w:r>
      <w:r>
        <w:t xml:space="preserve">, </w:t>
      </w:r>
      <w:r w:rsidR="00E36F6A" w:rsidRPr="00F23192">
        <w:t>chef pour Mgr le duc de Guise de la Ligue en Bretagne sera fixé</w:t>
      </w:r>
      <w:r>
        <w:t xml:space="preserve"> – </w:t>
      </w:r>
      <w:r w:rsidR="00E36F6A" w:rsidRPr="00F23192">
        <w:t>avec preuves à l</w:t>
      </w:r>
      <w:r>
        <w:t>’</w:t>
      </w:r>
      <w:r w:rsidR="00E36F6A" w:rsidRPr="00F23192">
        <w:t>a</w:t>
      </w:r>
      <w:r w:rsidR="00E36F6A" w:rsidRPr="00F23192">
        <w:t>p</w:t>
      </w:r>
      <w:r w:rsidR="00E36F6A" w:rsidRPr="00F23192">
        <w:t>pui</w:t>
      </w:r>
      <w:r>
        <w:t xml:space="preserve"> – </w:t>
      </w:r>
      <w:r w:rsidR="00E36F6A" w:rsidRPr="00F23192">
        <w:t>sur la valeur de celui qu</w:t>
      </w:r>
      <w:r>
        <w:t>’</w:t>
      </w:r>
      <w:r w:rsidR="00E36F6A" w:rsidRPr="00F23192">
        <w:t>il a appelé à l</w:t>
      </w:r>
      <w:r>
        <w:t>’</w:t>
      </w:r>
      <w:r w:rsidR="00E36F6A" w:rsidRPr="00F23192">
        <w:t>honneur de lui servir de second</w:t>
      </w:r>
      <w:r>
        <w:t>.</w:t>
      </w:r>
    </w:p>
    <w:p w14:paraId="1D42BB1B" w14:textId="77777777" w:rsidR="00D60A57" w:rsidRDefault="00E36F6A" w:rsidP="00D60A57">
      <w:r w:rsidRPr="00F23192">
        <w:t>Le duc tînt tête et avec assurance</w:t>
      </w:r>
      <w:r w:rsidR="00D60A57">
        <w:t> :</w:t>
      </w:r>
    </w:p>
    <w:p w14:paraId="30DB0298" w14:textId="77777777" w:rsidR="00D60A57" w:rsidRDefault="00D60A57" w:rsidP="00D60A57">
      <w:r>
        <w:lastRenderedPageBreak/>
        <w:t>— </w:t>
      </w:r>
      <w:r w:rsidR="00E36F6A" w:rsidRPr="00F23192">
        <w:t>Il faudrait des preuves de tout ceci</w:t>
      </w:r>
      <w:r>
        <w:t xml:space="preserve">, </w:t>
      </w:r>
      <w:r w:rsidR="00E36F6A" w:rsidRPr="00F23192">
        <w:t>car je n</w:t>
      </w:r>
      <w:r>
        <w:t>’</w:t>
      </w:r>
      <w:r w:rsidR="00E36F6A" w:rsidRPr="00F23192">
        <w:t>imagine pas bien le duc de Mercœur prêtant l</w:t>
      </w:r>
      <w:r>
        <w:t>’</w:t>
      </w:r>
      <w:r w:rsidR="00E36F6A" w:rsidRPr="00F23192">
        <w:t>oreille aux dires d</w:t>
      </w:r>
      <w:r>
        <w:t>’</w:t>
      </w:r>
      <w:r w:rsidR="00E36F6A" w:rsidRPr="00F23192">
        <w:t xml:space="preserve">un coquin et même si vous produisiez le corps de messire du </w:t>
      </w:r>
      <w:proofErr w:type="spellStart"/>
      <w:r w:rsidR="00E36F6A" w:rsidRPr="00F23192">
        <w:t>Palouët</w:t>
      </w:r>
      <w:proofErr w:type="spellEnd"/>
      <w:r w:rsidR="00E36F6A" w:rsidRPr="00F23192">
        <w:t xml:space="preserve"> il vous faudrait prouver que c</w:t>
      </w:r>
      <w:r>
        <w:t>’</w:t>
      </w:r>
      <w:r w:rsidR="00E36F6A" w:rsidRPr="00F23192">
        <w:t>est à mon instigation qu</w:t>
      </w:r>
      <w:r>
        <w:t>’</w:t>
      </w:r>
      <w:r w:rsidR="00E36F6A" w:rsidRPr="00F23192">
        <w:t>il a été tué</w:t>
      </w:r>
      <w:r>
        <w:t>…</w:t>
      </w:r>
    </w:p>
    <w:p w14:paraId="4B9CFCE3" w14:textId="77777777" w:rsidR="00D60A57" w:rsidRDefault="00E36F6A" w:rsidP="00D60A57">
      <w:r w:rsidRPr="00F23192">
        <w:t>Et le duc attachait sur son interlocuteur un regard de défi</w:t>
      </w:r>
      <w:r w:rsidR="00D60A57">
        <w:t>.</w:t>
      </w:r>
    </w:p>
    <w:p w14:paraId="3A1E8FF7" w14:textId="77777777" w:rsidR="00D60A57" w:rsidRDefault="00E36F6A" w:rsidP="00D60A57">
      <w:r w:rsidRPr="00F23192">
        <w:t>La Fontanelle se taisant</w:t>
      </w:r>
      <w:r w:rsidR="00D60A57">
        <w:t>, M. de </w:t>
      </w:r>
      <w:proofErr w:type="spellStart"/>
      <w:r w:rsidRPr="00F23192">
        <w:t>Kerlor</w:t>
      </w:r>
      <w:proofErr w:type="spellEnd"/>
      <w:r w:rsidRPr="00F23192">
        <w:t xml:space="preserve"> poursuivit</w:t>
      </w:r>
      <w:r w:rsidR="00D60A57">
        <w:t> :</w:t>
      </w:r>
    </w:p>
    <w:p w14:paraId="41D0CE8D" w14:textId="77777777" w:rsidR="00D60A57" w:rsidRDefault="00D60A57" w:rsidP="00D60A57">
      <w:r>
        <w:t>— </w:t>
      </w:r>
      <w:r w:rsidR="00E36F6A" w:rsidRPr="00F23192">
        <w:t>Qui pourrait croire</w:t>
      </w:r>
      <w:r>
        <w:t xml:space="preserve">, </w:t>
      </w:r>
      <w:r w:rsidR="00E36F6A" w:rsidRPr="00F23192">
        <w:t>d</w:t>
      </w:r>
      <w:r>
        <w:t>’</w:t>
      </w:r>
      <w:r w:rsidR="00E36F6A" w:rsidRPr="00F23192">
        <w:t>ailleurs</w:t>
      </w:r>
      <w:r>
        <w:t xml:space="preserve">, </w:t>
      </w:r>
      <w:r w:rsidR="00E36F6A" w:rsidRPr="00F23192">
        <w:t>connaissant l</w:t>
      </w:r>
      <w:r>
        <w:t>’</w:t>
      </w:r>
      <w:r w:rsidR="00E36F6A" w:rsidRPr="00F23192">
        <w:t>homme d</w:t>
      </w:r>
      <w:r>
        <w:t>’</w:t>
      </w:r>
      <w:r w:rsidR="00E36F6A" w:rsidRPr="00F23192">
        <w:t>épée que je suis</w:t>
      </w:r>
      <w:r>
        <w:t xml:space="preserve">, </w:t>
      </w:r>
      <w:r w:rsidR="00E36F6A" w:rsidRPr="00F23192">
        <w:t>que j</w:t>
      </w:r>
      <w:r>
        <w:t>’</w:t>
      </w:r>
      <w:r w:rsidR="00E36F6A" w:rsidRPr="00F23192">
        <w:t>ai voulu</w:t>
      </w:r>
      <w:r>
        <w:t xml:space="preserve">, </w:t>
      </w:r>
      <w:r w:rsidR="00E36F6A" w:rsidRPr="00F23192">
        <w:t xml:space="preserve">ayant rencontre fixée avec le comte du </w:t>
      </w:r>
      <w:proofErr w:type="spellStart"/>
      <w:r w:rsidR="00E36F6A" w:rsidRPr="00F23192">
        <w:t>Falouët</w:t>
      </w:r>
      <w:proofErr w:type="spellEnd"/>
      <w:r>
        <w:t xml:space="preserve">, </w:t>
      </w:r>
      <w:r w:rsidR="00E36F6A" w:rsidRPr="00F23192">
        <w:t>me débarrasser d</w:t>
      </w:r>
      <w:r>
        <w:t>’</w:t>
      </w:r>
      <w:r w:rsidR="00E36F6A" w:rsidRPr="00F23192">
        <w:t>un adversaire avec lequel je devais avoir hâte de me mesurer</w:t>
      </w:r>
      <w:r>
        <w:t>.</w:t>
      </w:r>
    </w:p>
    <w:p w14:paraId="0B0429B8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croyant cet argument décisif</w:t>
      </w:r>
      <w:r w:rsidR="00D60A57">
        <w:t xml:space="preserve">, </w:t>
      </w:r>
      <w:r w:rsidRPr="00F23192">
        <w:t>le duc se tut</w:t>
      </w:r>
      <w:r w:rsidR="00D60A57">
        <w:t xml:space="preserve">, </w:t>
      </w:r>
      <w:r w:rsidRPr="00F23192">
        <w:t>attendant la réplique</w:t>
      </w:r>
      <w:r w:rsidR="00D60A57">
        <w:t>.</w:t>
      </w:r>
    </w:p>
    <w:p w14:paraId="413AC1E1" w14:textId="77777777" w:rsidR="00D60A57" w:rsidRDefault="00E36F6A" w:rsidP="00D60A57">
      <w:r w:rsidRPr="00F23192">
        <w:t>Elle ne se fit pas attendre</w:t>
      </w:r>
      <w:r w:rsidR="00D60A57">
        <w:t>.</w:t>
      </w:r>
    </w:p>
    <w:p w14:paraId="7B2C75B1" w14:textId="77777777" w:rsidR="00D60A57" w:rsidRDefault="00D60A57" w:rsidP="00D60A57">
      <w:r>
        <w:t>— M. </w:t>
      </w:r>
      <w:r w:rsidR="00E36F6A" w:rsidRPr="00F23192">
        <w:t xml:space="preserve">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passe pour un épéiste redoutable</w:t>
      </w:r>
      <w:r>
        <w:t xml:space="preserve">. </w:t>
      </w:r>
      <w:r w:rsidR="00E36F6A" w:rsidRPr="00F23192">
        <w:t>En o</w:t>
      </w:r>
      <w:r w:rsidR="00E36F6A" w:rsidRPr="00F23192">
        <w:t>u</w:t>
      </w:r>
      <w:r w:rsidR="00E36F6A" w:rsidRPr="00F23192">
        <w:t>tre</w:t>
      </w:r>
      <w:r>
        <w:t xml:space="preserve">, </w:t>
      </w:r>
      <w:r w:rsidR="00E36F6A" w:rsidRPr="00F23192">
        <w:t>il est jeune</w:t>
      </w:r>
      <w:r>
        <w:t xml:space="preserve">, </w:t>
      </w:r>
      <w:r w:rsidR="00E36F6A" w:rsidRPr="00F23192">
        <w:t>ce qui est un avantage incontestable pour l</w:t>
      </w:r>
      <w:r>
        <w:t>’</w:t>
      </w:r>
      <w:r w:rsidR="00E36F6A" w:rsidRPr="00F23192">
        <w:t>adversaire d</w:t>
      </w:r>
      <w:r>
        <w:t>’</w:t>
      </w:r>
      <w:r w:rsidR="00E36F6A" w:rsidRPr="00F23192">
        <w:t>un homme quinquagénaire déjà</w:t>
      </w:r>
      <w:r>
        <w:t xml:space="preserve">, </w:t>
      </w:r>
      <w:r w:rsidR="00E36F6A" w:rsidRPr="00F23192">
        <w:t>tel que vous</w:t>
      </w:r>
      <w:r>
        <w:t>.</w:t>
      </w:r>
    </w:p>
    <w:p w14:paraId="2AD3A429" w14:textId="77777777" w:rsidR="00D60A57" w:rsidRDefault="00E36F6A" w:rsidP="00D60A57">
      <w:r w:rsidRPr="00F23192">
        <w:t>Un peu mortifié</w:t>
      </w:r>
      <w:r w:rsidR="00D60A57">
        <w:t xml:space="preserve">, </w:t>
      </w:r>
      <w:proofErr w:type="spellStart"/>
      <w:r w:rsidRPr="00F23192">
        <w:t>Kerlor</w:t>
      </w:r>
      <w:proofErr w:type="spellEnd"/>
      <w:r w:rsidRPr="00F23192">
        <w:t xml:space="preserve"> riposta</w:t>
      </w:r>
      <w:r w:rsidR="00D60A57">
        <w:t> :</w:t>
      </w:r>
    </w:p>
    <w:p w14:paraId="7F0307F7" w14:textId="77777777" w:rsidR="00D60A57" w:rsidRDefault="00D60A57" w:rsidP="00D60A57">
      <w:r>
        <w:t>— </w:t>
      </w:r>
      <w:r w:rsidR="00E36F6A" w:rsidRPr="00F23192">
        <w:t>J</w:t>
      </w:r>
      <w:r>
        <w:t>’</w:t>
      </w:r>
      <w:r w:rsidR="00E36F6A" w:rsidRPr="00F23192">
        <w:t>en ai vaincu déjà qui le valaient bien</w:t>
      </w:r>
      <w:r>
        <w:t>.</w:t>
      </w:r>
    </w:p>
    <w:p w14:paraId="1747F95A" w14:textId="77777777" w:rsidR="00D60A57" w:rsidRDefault="00E36F6A" w:rsidP="00D60A57">
      <w:r w:rsidRPr="00F23192">
        <w:t>La Fontanelle sourit</w:t>
      </w:r>
      <w:r w:rsidR="00D60A57">
        <w:t>.</w:t>
      </w:r>
    </w:p>
    <w:p w14:paraId="06FD46F2" w14:textId="77777777" w:rsidR="00D60A57" w:rsidRDefault="00D60A57" w:rsidP="00D60A57">
      <w:r>
        <w:t>— </w:t>
      </w:r>
      <w:r w:rsidR="00E36F6A" w:rsidRPr="00F23192">
        <w:t>Il est un autre terrain</w:t>
      </w:r>
      <w:r>
        <w:t xml:space="preserve">, </w:t>
      </w:r>
      <w:r w:rsidR="00E36F6A" w:rsidRPr="00F23192">
        <w:t>insinua-t-il</w:t>
      </w:r>
      <w:r>
        <w:t xml:space="preserve">, </w:t>
      </w:r>
      <w:r w:rsidR="00E36F6A" w:rsidRPr="00F23192">
        <w:t>sur lequel</w:t>
      </w:r>
      <w:r>
        <w:t xml:space="preserve">, </w:t>
      </w:r>
      <w:r w:rsidR="00E36F6A" w:rsidRPr="00F23192">
        <w:t>sans doute</w:t>
      </w:r>
      <w:r>
        <w:t xml:space="preserve">, </w:t>
      </w:r>
      <w:r w:rsidR="00E36F6A" w:rsidRPr="00F23192">
        <w:t>vous sentiez-vous moins sûr de vaincre</w:t>
      </w:r>
      <w:r>
        <w:t xml:space="preserve">… </w:t>
      </w:r>
      <w:r w:rsidR="00E36F6A" w:rsidRPr="00F23192">
        <w:t>le terrain d</w:t>
      </w:r>
      <w:r>
        <w:t>’</w:t>
      </w:r>
      <w:r w:rsidR="00E36F6A" w:rsidRPr="00F23192">
        <w:t>amour</w:t>
      </w:r>
      <w:r>
        <w:t xml:space="preserve">… </w:t>
      </w:r>
      <w:r w:rsidR="00E36F6A" w:rsidRPr="00F23192">
        <w:t>et c</w:t>
      </w:r>
      <w:r>
        <w:t>’</w:t>
      </w:r>
      <w:r w:rsidR="00E36F6A" w:rsidRPr="00F23192">
        <w:t>est certainement le soupçon qui se présenterait tout d</w:t>
      </w:r>
      <w:r>
        <w:t>’</w:t>
      </w:r>
      <w:r w:rsidR="00E36F6A" w:rsidRPr="00F23192">
        <w:t xml:space="preserve">abord à </w:t>
      </w:r>
      <w:r>
        <w:t>M. de </w:t>
      </w:r>
      <w:proofErr w:type="spellStart"/>
      <w:r w:rsidR="00E36F6A" w:rsidRPr="00F23192">
        <w:t>Meroœur</w:t>
      </w:r>
      <w:proofErr w:type="spellEnd"/>
      <w:r>
        <w:t>.</w:t>
      </w:r>
    </w:p>
    <w:p w14:paraId="75361232" w14:textId="77777777" w:rsidR="00D60A57" w:rsidRDefault="00E36F6A" w:rsidP="00D60A57">
      <w:r w:rsidRPr="00F23192">
        <w:t>Il ajouta</w:t>
      </w:r>
      <w:r w:rsidR="00D60A57">
        <w:t> :</w:t>
      </w:r>
    </w:p>
    <w:p w14:paraId="59475AA0" w14:textId="77777777" w:rsidR="00D60A57" w:rsidRDefault="00D60A57" w:rsidP="00D60A57">
      <w:r>
        <w:lastRenderedPageBreak/>
        <w:t>— </w:t>
      </w:r>
      <w:r w:rsidR="00E36F6A" w:rsidRPr="00F23192">
        <w:t>Une épée est plus aisée à manier qu</w:t>
      </w:r>
      <w:r>
        <w:t>’</w:t>
      </w:r>
      <w:r w:rsidR="00E36F6A" w:rsidRPr="00F23192">
        <w:t>un cœur de jeune fille</w:t>
      </w:r>
      <w:r>
        <w:t>.</w:t>
      </w:r>
    </w:p>
    <w:p w14:paraId="5E7E2252" w14:textId="77777777" w:rsidR="00D60A57" w:rsidRDefault="00E36F6A" w:rsidP="00D60A57">
      <w:proofErr w:type="spellStart"/>
      <w:r w:rsidRPr="00F23192">
        <w:t>Kerlor</w:t>
      </w:r>
      <w:proofErr w:type="spellEnd"/>
      <w:r w:rsidRPr="00F23192">
        <w:t xml:space="preserve"> rougit de dépit et garda le silence</w:t>
      </w:r>
      <w:r w:rsidR="00D60A57">
        <w:t xml:space="preserve">. </w:t>
      </w:r>
      <w:r w:rsidRPr="00F23192">
        <w:t>Se sentant le d</w:t>
      </w:r>
      <w:r w:rsidRPr="00F23192">
        <w:t>o</w:t>
      </w:r>
      <w:r w:rsidRPr="00F23192">
        <w:t>miner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autre ajouta</w:t>
      </w:r>
      <w:r w:rsidR="00D60A57">
        <w:t> :</w:t>
      </w:r>
    </w:p>
    <w:p w14:paraId="5CB539FF" w14:textId="77777777" w:rsidR="00D60A57" w:rsidRDefault="00D60A57" w:rsidP="00D60A57">
      <w:r>
        <w:t>— </w:t>
      </w:r>
      <w:r w:rsidR="00E36F6A" w:rsidRPr="00F23192">
        <w:t>La jalousie</w:t>
      </w:r>
      <w:r>
        <w:t xml:space="preserve">, </w:t>
      </w:r>
      <w:r w:rsidR="00E36F6A" w:rsidRPr="00F23192">
        <w:t>on le sait</w:t>
      </w:r>
      <w:r>
        <w:t xml:space="preserve">, </w:t>
      </w:r>
      <w:r w:rsidR="00E36F6A" w:rsidRPr="00F23192">
        <w:t>est la pire des conseillères</w:t>
      </w:r>
      <w:r>
        <w:t>.</w:t>
      </w:r>
    </w:p>
    <w:p w14:paraId="2D8A4992" w14:textId="77777777" w:rsidR="00D60A57" w:rsidRDefault="00E36F6A" w:rsidP="00D60A57">
      <w:r w:rsidRPr="00F23192">
        <w:t>Le duc continuait à se taire</w:t>
      </w:r>
      <w:r w:rsidR="00D60A57">
        <w:t xml:space="preserve">, </w:t>
      </w:r>
      <w:r w:rsidRPr="00F23192">
        <w:t>enrageant de se sentir aux mains de cet homme qui le bravait</w:t>
      </w:r>
      <w:r w:rsidR="00D60A57">
        <w:t>.</w:t>
      </w:r>
    </w:p>
    <w:p w14:paraId="6DC3D936" w14:textId="77777777" w:rsidR="00D60A57" w:rsidRDefault="00D60A57" w:rsidP="00D60A57">
      <w:r>
        <w:t>— </w:t>
      </w:r>
      <w:r w:rsidR="00E36F6A" w:rsidRPr="00F23192">
        <w:t>Vous parlez de témoignage</w:t>
      </w:r>
      <w:r>
        <w:t xml:space="preserve">, </w:t>
      </w:r>
      <w:r w:rsidR="00E36F6A" w:rsidRPr="00F23192">
        <w:t>monsieur le duc</w:t>
      </w:r>
      <w:r>
        <w:t xml:space="preserve">, </w:t>
      </w:r>
      <w:r w:rsidR="00E36F6A" w:rsidRPr="00F23192">
        <w:t xml:space="preserve">pensez-vous que si je produisais </w:t>
      </w:r>
      <w:r>
        <w:t>M</w:t>
      </w:r>
      <w:r w:rsidRPr="00D60A57">
        <w:rPr>
          <w:vertAlign w:val="superscript"/>
        </w:rPr>
        <w:t>lle</w:t>
      </w:r>
      <w:r>
        <w:t> de </w:t>
      </w:r>
      <w:proofErr w:type="spellStart"/>
      <w:r w:rsidR="00E36F6A" w:rsidRPr="00F23192">
        <w:t>Coatserho</w:t>
      </w:r>
      <w:proofErr w:type="spellEnd"/>
      <w:r>
        <w:t xml:space="preserve">, </w:t>
      </w:r>
      <w:r w:rsidR="00E36F6A" w:rsidRPr="00F23192">
        <w:t>séquestrée sur vos o</w:t>
      </w:r>
      <w:r w:rsidR="00E36F6A" w:rsidRPr="00F23192">
        <w:t>r</w:t>
      </w:r>
      <w:r w:rsidR="00E36F6A" w:rsidRPr="00F23192">
        <w:t>dres</w:t>
      </w:r>
      <w:r>
        <w:t>…</w:t>
      </w:r>
    </w:p>
    <w:p w14:paraId="3E0F3F12" w14:textId="77777777" w:rsidR="00D60A57" w:rsidRDefault="00D60A57" w:rsidP="00D60A57">
      <w:r>
        <w:t>— </w:t>
      </w:r>
      <w:r w:rsidR="00E36F6A" w:rsidRPr="00F23192">
        <w:t>La preuve</w:t>
      </w:r>
      <w:r>
        <w:t xml:space="preserve">, </w:t>
      </w:r>
      <w:r w:rsidR="00E36F6A" w:rsidRPr="00F23192">
        <w:t xml:space="preserve">jeta </w:t>
      </w:r>
      <w:proofErr w:type="spellStart"/>
      <w:r w:rsidR="00E36F6A" w:rsidRPr="00F23192">
        <w:t>Kerlor</w:t>
      </w:r>
      <w:proofErr w:type="spellEnd"/>
      <w:r>
        <w:t>.</w:t>
      </w:r>
    </w:p>
    <w:p w14:paraId="3B80485A" w14:textId="77777777" w:rsidR="00D60A57" w:rsidRDefault="00D60A57" w:rsidP="00D60A57">
      <w:r>
        <w:t>— </w:t>
      </w:r>
      <w:r w:rsidR="00E36F6A" w:rsidRPr="00F23192">
        <w:t>Quel intérêt aurai-je eu à ce coup de main</w:t>
      </w:r>
      <w:r>
        <w:t> ?</w:t>
      </w:r>
    </w:p>
    <w:p w14:paraId="7DB6A936" w14:textId="77777777" w:rsidR="00D60A57" w:rsidRDefault="00D60A57" w:rsidP="00D60A57">
      <w:r>
        <w:t xml:space="preserve">— … </w:t>
      </w:r>
      <w:r w:rsidR="00E36F6A" w:rsidRPr="00F23192">
        <w:t>Qui vous vaudra la corde</w:t>
      </w:r>
      <w:r>
        <w:t> !</w:t>
      </w:r>
    </w:p>
    <w:p w14:paraId="37A08AEF" w14:textId="77777777" w:rsidR="00D60A57" w:rsidRDefault="00D60A57" w:rsidP="00D60A57">
      <w:r>
        <w:t xml:space="preserve">— … </w:t>
      </w:r>
      <w:r w:rsidR="00E36F6A" w:rsidRPr="00F23192">
        <w:t>Et à vous la hache</w:t>
      </w:r>
      <w:r>
        <w:t xml:space="preserve">, </w:t>
      </w:r>
      <w:r w:rsidR="00E36F6A" w:rsidRPr="00F23192">
        <w:t>en raison de vos quartiers de n</w:t>
      </w:r>
      <w:r w:rsidR="00E36F6A" w:rsidRPr="00F23192">
        <w:t>o</w:t>
      </w:r>
      <w:r w:rsidR="00E36F6A" w:rsidRPr="00F23192">
        <w:t>blesse</w:t>
      </w:r>
      <w:r>
        <w:t>.</w:t>
      </w:r>
    </w:p>
    <w:p w14:paraId="5BF61ED6" w14:textId="77777777" w:rsidR="00D60A57" w:rsidRDefault="00E36F6A" w:rsidP="00D60A57">
      <w:r w:rsidRPr="00F23192">
        <w:t>Le sire de la Fontanelle dit encore</w:t>
      </w:r>
      <w:r w:rsidR="00D60A57">
        <w:t> :</w:t>
      </w:r>
    </w:p>
    <w:p w14:paraId="72355638" w14:textId="77777777" w:rsidR="00D60A57" w:rsidRDefault="00D60A57" w:rsidP="00D60A57">
      <w:r>
        <w:t>— </w:t>
      </w:r>
      <w:r w:rsidR="00E36F6A" w:rsidRPr="00F23192">
        <w:t>Mais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admets que</w:t>
      </w:r>
      <w:r>
        <w:t xml:space="preserve">, </w:t>
      </w:r>
      <w:r w:rsidR="00E36F6A" w:rsidRPr="00F23192">
        <w:t>faute de preuves matérielles de v</w:t>
      </w:r>
      <w:r w:rsidR="00E36F6A" w:rsidRPr="00F23192">
        <w:t>o</w:t>
      </w:r>
      <w:r w:rsidR="00E36F6A" w:rsidRPr="00F23192">
        <w:t>tre participation à ce crime</w:t>
      </w:r>
      <w:r>
        <w:t xml:space="preserve">, </w:t>
      </w:r>
      <w:r w:rsidR="00E36F6A" w:rsidRPr="00F23192">
        <w:t>vous tiriez votre cou de l</w:t>
      </w:r>
      <w:r>
        <w:t>’</w:t>
      </w:r>
      <w:r w:rsidR="00E36F6A" w:rsidRPr="00F23192">
        <w:t>aventure</w:t>
      </w:r>
      <w:r>
        <w:t xml:space="preserve">, </w:t>
      </w:r>
      <w:r w:rsidR="00E36F6A" w:rsidRPr="00F23192">
        <w:t>le fait seul du scandale auquel vous seriez mêlé</w:t>
      </w:r>
      <w:r>
        <w:t xml:space="preserve">, </w:t>
      </w:r>
      <w:r w:rsidR="00E36F6A" w:rsidRPr="00F23192">
        <w:t>ruinerait à j</w:t>
      </w:r>
      <w:r w:rsidR="00E36F6A" w:rsidRPr="00F23192">
        <w:t>a</w:t>
      </w:r>
      <w:r w:rsidR="00E36F6A" w:rsidRPr="00F23192">
        <w:t>mais vos ambitions politiques</w:t>
      </w:r>
      <w:r>
        <w:t xml:space="preserve">, </w:t>
      </w:r>
      <w:r w:rsidR="00E36F6A" w:rsidRPr="00F23192">
        <w:t>le duc de Mercœur ayant tout intérêt à écarter de lui des collaborateurs de votre sorte</w:t>
      </w:r>
      <w:r>
        <w:t>.</w:t>
      </w:r>
    </w:p>
    <w:p w14:paraId="50CAF879" w14:textId="77777777" w:rsidR="00D60A57" w:rsidRDefault="00E36F6A" w:rsidP="00D60A57">
      <w:r w:rsidRPr="00F23192">
        <w:t>Il avait parlé net</w:t>
      </w:r>
      <w:r w:rsidR="00D60A57">
        <w:t xml:space="preserve">, </w:t>
      </w:r>
      <w:r w:rsidRPr="00F23192">
        <w:t>sentant l</w:t>
      </w:r>
      <w:r w:rsidR="00D60A57">
        <w:t>’</w:t>
      </w:r>
      <w:r w:rsidRPr="00F23192">
        <w:t>autre à sa merci</w:t>
      </w:r>
      <w:r w:rsidR="00D60A57">
        <w:t xml:space="preserve">, </w:t>
      </w:r>
      <w:r w:rsidRPr="00F23192">
        <w:t xml:space="preserve">et </w:t>
      </w:r>
      <w:proofErr w:type="spellStart"/>
      <w:r w:rsidRPr="00F23192">
        <w:t>Kerlor</w:t>
      </w:r>
      <w:proofErr w:type="spellEnd"/>
      <w:r w:rsidR="00D60A57">
        <w:t xml:space="preserve">, </w:t>
      </w:r>
      <w:r w:rsidRPr="00F23192">
        <w:t>h</w:t>
      </w:r>
      <w:r w:rsidRPr="00F23192">
        <w:t>u</w:t>
      </w:r>
      <w:r w:rsidRPr="00F23192">
        <w:t>milié</w:t>
      </w:r>
      <w:r w:rsidR="00D60A57">
        <w:t xml:space="preserve">, </w:t>
      </w:r>
      <w:r w:rsidRPr="00F23192">
        <w:t>serrait les dents de fureur</w:t>
      </w:r>
      <w:r w:rsidR="00D60A57">
        <w:t>.</w:t>
      </w:r>
    </w:p>
    <w:p w14:paraId="5D77150D" w14:textId="77777777" w:rsidR="00D60A57" w:rsidRDefault="00D60A57" w:rsidP="00D60A57">
      <w:r>
        <w:t>— </w:t>
      </w:r>
      <w:r w:rsidR="00E36F6A" w:rsidRPr="00F23192">
        <w:t>Pourquoi</w:t>
      </w:r>
      <w:r>
        <w:t xml:space="preserve">, </w:t>
      </w:r>
      <w:r w:rsidR="00E36F6A" w:rsidRPr="00F23192">
        <w:t>finit-il par demander</w:t>
      </w:r>
      <w:r>
        <w:t xml:space="preserve">, </w:t>
      </w:r>
      <w:r w:rsidR="00E36F6A" w:rsidRPr="00F23192">
        <w:t>garder secret l</w:t>
      </w:r>
      <w:r>
        <w:t>’</w:t>
      </w:r>
      <w:r w:rsidR="00E36F6A" w:rsidRPr="00F23192">
        <w:t xml:space="preserve">endroit où se trouve </w:t>
      </w:r>
      <w:r>
        <w:t>M</w:t>
      </w:r>
      <w:r w:rsidRPr="00D60A57">
        <w:rPr>
          <w:vertAlign w:val="superscript"/>
        </w:rPr>
        <w:t>lle</w:t>
      </w:r>
      <w:r>
        <w:t> de </w:t>
      </w:r>
      <w:proofErr w:type="spellStart"/>
      <w:r w:rsidR="00E36F6A" w:rsidRPr="00F23192">
        <w:t>Coatserho</w:t>
      </w:r>
      <w:proofErr w:type="spellEnd"/>
      <w:r>
        <w:t> ?</w:t>
      </w:r>
    </w:p>
    <w:p w14:paraId="1E264CCF" w14:textId="77777777" w:rsidR="00D60A57" w:rsidRDefault="00D60A57" w:rsidP="00D60A57">
      <w:r>
        <w:lastRenderedPageBreak/>
        <w:t>— </w:t>
      </w:r>
      <w:r w:rsidR="00E36F6A" w:rsidRPr="00F23192">
        <w:t>Je vous l</w:t>
      </w:r>
      <w:r>
        <w:t>’</w:t>
      </w:r>
      <w:r w:rsidR="00E36F6A" w:rsidRPr="00F23192">
        <w:t>ai dit</w:t>
      </w:r>
      <w:r>
        <w:t xml:space="preserve">, </w:t>
      </w:r>
      <w:r w:rsidR="00E36F6A" w:rsidRPr="00F23192">
        <w:t>la raison m</w:t>
      </w:r>
      <w:r>
        <w:t>’</w:t>
      </w:r>
      <w:r w:rsidR="00E36F6A" w:rsidRPr="00F23192">
        <w:t>est votre refus de signer la nomination que vous m</w:t>
      </w:r>
      <w:r>
        <w:t>’</w:t>
      </w:r>
      <w:r w:rsidR="00E36F6A" w:rsidRPr="00F23192">
        <w:t>avez promise</w:t>
      </w:r>
      <w:r>
        <w:t>.</w:t>
      </w:r>
    </w:p>
    <w:p w14:paraId="1F4C6E17" w14:textId="77777777" w:rsidR="00D60A57" w:rsidRDefault="00D60A57" w:rsidP="00D60A57">
      <w:r>
        <w:t>— </w:t>
      </w:r>
      <w:r w:rsidR="00E36F6A" w:rsidRPr="00F23192">
        <w:t>Nomination que doit contresigner le représentant de Bretagne de Mgr le duc de Guise</w:t>
      </w:r>
      <w:r>
        <w:t>.</w:t>
      </w:r>
    </w:p>
    <w:p w14:paraId="67D78B04" w14:textId="77777777" w:rsidR="00D60A57" w:rsidRDefault="00D60A57" w:rsidP="00D60A57">
      <w:r>
        <w:t>— </w:t>
      </w:r>
      <w:r w:rsidR="00E36F6A" w:rsidRPr="00F23192">
        <w:t>Qu</w:t>
      </w:r>
      <w:r>
        <w:t>’</w:t>
      </w:r>
      <w:r w:rsidR="00E36F6A" w:rsidRPr="00F23192">
        <w:t>attendez-vous pour ce faire</w:t>
      </w:r>
      <w:r>
        <w:t> ?</w:t>
      </w:r>
    </w:p>
    <w:p w14:paraId="4DA5B062" w14:textId="77777777" w:rsidR="00D60A57" w:rsidRDefault="00D60A57" w:rsidP="00D60A57">
      <w:r>
        <w:t>— </w:t>
      </w:r>
      <w:r w:rsidR="00E36F6A" w:rsidRPr="00F23192">
        <w:t>Que vous ayez acquis quelque titre à cette nomination</w:t>
      </w:r>
      <w:r>
        <w:t xml:space="preserve">… </w:t>
      </w:r>
      <w:r w:rsidR="00E36F6A" w:rsidRPr="00F23192">
        <w:t>titre d</w:t>
      </w:r>
      <w:r>
        <w:t>’</w:t>
      </w:r>
      <w:r w:rsidR="00E36F6A" w:rsidRPr="00F23192">
        <w:t>autre nature que les services à moi rendus</w:t>
      </w:r>
      <w:r>
        <w:t>…</w:t>
      </w:r>
    </w:p>
    <w:p w14:paraId="23E63C73" w14:textId="77777777" w:rsidR="00D60A57" w:rsidRDefault="00D60A57" w:rsidP="00D60A57">
      <w:r>
        <w:t>— </w:t>
      </w:r>
      <w:r w:rsidR="00E36F6A" w:rsidRPr="00F23192">
        <w:t>Ceux-là</w:t>
      </w:r>
      <w:r>
        <w:t xml:space="preserve">, </w:t>
      </w:r>
      <w:r w:rsidR="00E36F6A" w:rsidRPr="00F23192">
        <w:t>donc</w:t>
      </w:r>
      <w:r>
        <w:t xml:space="preserve">, </w:t>
      </w:r>
      <w:r w:rsidR="00E36F6A" w:rsidRPr="00F23192">
        <w:t>qui m</w:t>
      </w:r>
      <w:r>
        <w:t>’</w:t>
      </w:r>
      <w:r w:rsidR="00E36F6A" w:rsidRPr="00F23192">
        <w:t>en paiera</w:t>
      </w:r>
      <w:r>
        <w:t xml:space="preserve"> ? </w:t>
      </w:r>
      <w:r w:rsidR="00E36F6A" w:rsidRPr="00F23192">
        <w:t>demanda hargneus</w:t>
      </w:r>
      <w:r w:rsidR="00E36F6A" w:rsidRPr="00F23192">
        <w:t>e</w:t>
      </w:r>
      <w:r w:rsidR="00E36F6A" w:rsidRPr="00F23192">
        <w:t>ment La Fontanelle</w:t>
      </w:r>
      <w:r>
        <w:t>.</w:t>
      </w:r>
    </w:p>
    <w:p w14:paraId="57CE9843" w14:textId="77777777" w:rsidR="00D60A57" w:rsidRDefault="00D60A57" w:rsidP="00D60A57">
      <w:r>
        <w:t>— </w:t>
      </w:r>
      <w:r w:rsidR="00E36F6A" w:rsidRPr="00F23192">
        <w:t>Moi</w:t>
      </w:r>
      <w:r>
        <w:t xml:space="preserve">… </w:t>
      </w:r>
      <w:r w:rsidR="00E36F6A" w:rsidRPr="00F23192">
        <w:t>mais il me faut laisser aux événements le temps de travailler pour vous</w:t>
      </w:r>
      <w:r>
        <w:t xml:space="preserve"> ; </w:t>
      </w:r>
      <w:r w:rsidR="00E36F6A" w:rsidRPr="00F23192">
        <w:t>avant peu</w:t>
      </w:r>
      <w:r>
        <w:t xml:space="preserve">, </w:t>
      </w:r>
      <w:r w:rsidR="00E36F6A" w:rsidRPr="00F23192">
        <w:t>les hostilités vont éclater ici</w:t>
      </w:r>
      <w:r>
        <w:t xml:space="preserve">, </w:t>
      </w:r>
      <w:r w:rsidR="00E36F6A" w:rsidRPr="00F23192">
        <w:t>des occasions s</w:t>
      </w:r>
      <w:r>
        <w:t>’</w:t>
      </w:r>
      <w:r w:rsidR="00E36F6A" w:rsidRPr="00F23192">
        <w:t>offriront nombreuses de vous signaler</w:t>
      </w:r>
      <w:r>
        <w:t>.</w:t>
      </w:r>
    </w:p>
    <w:p w14:paraId="39FFC77C" w14:textId="77777777" w:rsidR="00D60A57" w:rsidRDefault="00D60A57" w:rsidP="00D60A57">
      <w:r>
        <w:t>— </w:t>
      </w:r>
      <w:r w:rsidR="00E36F6A" w:rsidRPr="00F23192">
        <w:t>Occasions pour moi de trouver la mort</w:t>
      </w:r>
      <w:r>
        <w:t xml:space="preserve">… </w:t>
      </w:r>
      <w:r w:rsidR="00E36F6A" w:rsidRPr="00F23192">
        <w:t>ce qui serait pour vous un magnifique débarras</w:t>
      </w:r>
      <w:r>
        <w:t xml:space="preserve">… </w:t>
      </w:r>
      <w:r w:rsidR="00E36F6A" w:rsidRPr="00F23192">
        <w:t>Non</w:t>
      </w:r>
      <w:r>
        <w:t xml:space="preserve">, </w:t>
      </w:r>
      <w:r w:rsidR="00E36F6A" w:rsidRPr="00F23192">
        <w:t>monsieur le duc</w:t>
      </w:r>
      <w:r>
        <w:t xml:space="preserve">, </w:t>
      </w:r>
      <w:r w:rsidR="00E36F6A" w:rsidRPr="00F23192">
        <w:t>je ne serai pas votre dupe</w:t>
      </w:r>
      <w:r>
        <w:t xml:space="preserve"> ; </w:t>
      </w:r>
      <w:r w:rsidR="00E36F6A" w:rsidRPr="00F23192">
        <w:t>vous me remettrez ce soir même</w:t>
      </w:r>
      <w:r>
        <w:t xml:space="preserve">, </w:t>
      </w:r>
      <w:r w:rsidR="00E36F6A" w:rsidRPr="00F23192">
        <w:t>cette nomination</w:t>
      </w:r>
      <w:r>
        <w:t xml:space="preserve">… </w:t>
      </w:r>
      <w:r w:rsidR="00E36F6A" w:rsidRPr="00F23192">
        <w:t xml:space="preserve">que je me charge de faire contresigner par </w:t>
      </w:r>
      <w:r>
        <w:t>M. de </w:t>
      </w:r>
      <w:r w:rsidR="00E36F6A" w:rsidRPr="00F23192">
        <w:t>Mercœur</w:t>
      </w:r>
      <w:r>
        <w:t xml:space="preserve">, </w:t>
      </w:r>
      <w:r w:rsidR="00E36F6A" w:rsidRPr="00F23192">
        <w:t>au moment qui me paraîtra</w:t>
      </w:r>
      <w:r>
        <w:t xml:space="preserve">, </w:t>
      </w:r>
      <w:r w:rsidR="00E36F6A" w:rsidRPr="00F23192">
        <w:t>à moi</w:t>
      </w:r>
      <w:r>
        <w:t xml:space="preserve">, </w:t>
      </w:r>
      <w:r w:rsidR="00E36F6A" w:rsidRPr="00F23192">
        <w:t>le plus o</w:t>
      </w:r>
      <w:r w:rsidR="00E36F6A" w:rsidRPr="00F23192">
        <w:t>p</w:t>
      </w:r>
      <w:r w:rsidR="00E36F6A" w:rsidRPr="00F23192">
        <w:t>portun</w:t>
      </w:r>
      <w:r>
        <w:t xml:space="preserve">, </w:t>
      </w:r>
      <w:r w:rsidR="00E36F6A" w:rsidRPr="00F23192">
        <w:t>ou bien</w:t>
      </w:r>
      <w:r>
        <w:t>…</w:t>
      </w:r>
    </w:p>
    <w:p w14:paraId="76A0E2AC" w14:textId="77777777" w:rsidR="00D60A57" w:rsidRDefault="00E36F6A" w:rsidP="00D60A57">
      <w:r w:rsidRPr="00F23192">
        <w:t>Il n</w:t>
      </w:r>
      <w:r w:rsidR="00D60A57">
        <w:t>’</w:t>
      </w:r>
      <w:r w:rsidRPr="00F23192">
        <w:t>acheva pas</w:t>
      </w:r>
      <w:r w:rsidR="00D60A57">
        <w:t xml:space="preserve">, </w:t>
      </w:r>
      <w:r w:rsidRPr="00F23192">
        <w:t>et</w:t>
      </w:r>
      <w:r w:rsidR="00D60A57">
        <w:t xml:space="preserve">, </w:t>
      </w:r>
      <w:r w:rsidRPr="00F23192">
        <w:t>tirant de son pourpoint une feuille de parchemin toute timbrée aux armes du duc</w:t>
      </w:r>
      <w:r w:rsidR="00D60A57">
        <w:t xml:space="preserve">, </w:t>
      </w:r>
      <w:r w:rsidRPr="00F23192">
        <w:t>la plaça devant c</w:t>
      </w:r>
      <w:r w:rsidRPr="00F23192">
        <w:t>e</w:t>
      </w:r>
      <w:r w:rsidRPr="00F23192">
        <w:t>lui-ci</w:t>
      </w:r>
      <w:r w:rsidR="00D60A57">
        <w:t>.</w:t>
      </w:r>
    </w:p>
    <w:p w14:paraId="40263035" w14:textId="77777777" w:rsidR="00D60A57" w:rsidRDefault="00D60A57" w:rsidP="00D60A57">
      <w:r>
        <w:t>— </w:t>
      </w:r>
      <w:r w:rsidR="00E36F6A" w:rsidRPr="00F23192">
        <w:t>Vous avez tout prévu</w:t>
      </w:r>
      <w:r>
        <w:t xml:space="preserve">, </w:t>
      </w:r>
      <w:r w:rsidR="00E36F6A" w:rsidRPr="00F23192">
        <w:t xml:space="preserve">observa aigrement </w:t>
      </w:r>
      <w:proofErr w:type="spellStart"/>
      <w:r w:rsidR="00E36F6A" w:rsidRPr="00F23192">
        <w:t>Kerlor</w:t>
      </w:r>
      <w:proofErr w:type="spellEnd"/>
      <w:r>
        <w:t xml:space="preserve">… </w:t>
      </w:r>
      <w:r w:rsidR="00E36F6A" w:rsidRPr="00F23192">
        <w:t>même mes armes</w:t>
      </w:r>
      <w:r>
        <w:t xml:space="preserve">, </w:t>
      </w:r>
      <w:r w:rsidR="00E36F6A" w:rsidRPr="00F23192">
        <w:t>que vous vous êtes procurées je ne sais comment</w:t>
      </w:r>
      <w:r>
        <w:t>…</w:t>
      </w:r>
    </w:p>
    <w:p w14:paraId="646B9913" w14:textId="77777777" w:rsidR="00D60A57" w:rsidRDefault="00E36F6A" w:rsidP="00D60A57">
      <w:r w:rsidRPr="00F23192">
        <w:t>L</w:t>
      </w:r>
      <w:r w:rsidR="00D60A57">
        <w:t>’</w:t>
      </w:r>
      <w:r w:rsidRPr="00F23192">
        <w:t>autre répondit laconiquement</w:t>
      </w:r>
      <w:r w:rsidR="00D60A57">
        <w:t> :</w:t>
      </w:r>
    </w:p>
    <w:p w14:paraId="357C6164" w14:textId="77777777" w:rsidR="00D60A57" w:rsidRDefault="00D60A57" w:rsidP="00D60A57">
      <w:r>
        <w:t>— </w:t>
      </w:r>
      <w:r w:rsidR="00E36F6A" w:rsidRPr="00F23192">
        <w:t>On a des relations</w:t>
      </w:r>
      <w:r>
        <w:t>.</w:t>
      </w:r>
    </w:p>
    <w:p w14:paraId="47EE4225" w14:textId="77777777" w:rsidR="00D60A57" w:rsidRDefault="00E36F6A" w:rsidP="00D60A57">
      <w:r w:rsidRPr="00F23192">
        <w:lastRenderedPageBreak/>
        <w:t>Et il présentait à son interlocuteur une plume qu</w:t>
      </w:r>
      <w:r w:rsidR="00D60A57">
        <w:t>’</w:t>
      </w:r>
      <w:r w:rsidRPr="00F23192">
        <w:t>il s</w:t>
      </w:r>
      <w:r w:rsidR="00D60A57">
        <w:t>’</w:t>
      </w:r>
      <w:r w:rsidRPr="00F23192">
        <w:t>en était allé tremper dans un écritoire que son regard f</w:t>
      </w:r>
      <w:r w:rsidRPr="00F23192">
        <w:t>u</w:t>
      </w:r>
      <w:r w:rsidRPr="00F23192">
        <w:t>reteur avait r</w:t>
      </w:r>
      <w:r w:rsidRPr="00F23192">
        <w:t>e</w:t>
      </w:r>
      <w:r w:rsidRPr="00F23192">
        <w:t>péré sur un meuble</w:t>
      </w:r>
      <w:r w:rsidR="00D60A57">
        <w:t>.</w:t>
      </w:r>
    </w:p>
    <w:p w14:paraId="4BD7D016" w14:textId="77777777" w:rsidR="00D60A57" w:rsidRDefault="00E36F6A" w:rsidP="00D60A57">
      <w:r w:rsidRPr="00F23192">
        <w:t>D</w:t>
      </w:r>
      <w:r w:rsidR="00D60A57">
        <w:t>’</w:t>
      </w:r>
      <w:r w:rsidRPr="00F23192">
        <w:t>une plume rageuse</w:t>
      </w:r>
      <w:r w:rsidR="00D60A57">
        <w:t xml:space="preserve">, </w:t>
      </w:r>
      <w:proofErr w:type="spellStart"/>
      <w:r w:rsidRPr="00F23192">
        <w:t>Kerlor</w:t>
      </w:r>
      <w:proofErr w:type="spellEnd"/>
      <w:r w:rsidRPr="00F23192">
        <w:t xml:space="preserve"> griffa le parchemin qu</w:t>
      </w:r>
      <w:r w:rsidR="00D60A57">
        <w:t>’</w:t>
      </w:r>
      <w:r w:rsidRPr="00F23192">
        <w:t>il jeta presque à la face de la Fontanelle</w:t>
      </w:r>
      <w:r w:rsidR="00D60A57">
        <w:t>.</w:t>
      </w:r>
    </w:p>
    <w:p w14:paraId="650F0F1F" w14:textId="77777777" w:rsidR="00D60A57" w:rsidRDefault="00E36F6A" w:rsidP="00D60A57">
      <w:r w:rsidRPr="00F23192">
        <w:t>Celui-ci s</w:t>
      </w:r>
      <w:r w:rsidR="00D60A57">
        <w:t>’</w:t>
      </w:r>
      <w:r w:rsidRPr="00F23192">
        <w:t>en saisit</w:t>
      </w:r>
      <w:r w:rsidR="00D60A57">
        <w:t xml:space="preserve">, </w:t>
      </w:r>
      <w:r w:rsidRPr="00F23192">
        <w:t>observant</w:t>
      </w:r>
      <w:r w:rsidR="00D60A57">
        <w:t> :</w:t>
      </w:r>
    </w:p>
    <w:p w14:paraId="3222D5FF" w14:textId="77777777" w:rsidR="00D60A57" w:rsidRDefault="00D60A57" w:rsidP="00D60A57">
      <w:r>
        <w:t>— </w:t>
      </w:r>
      <w:r w:rsidR="00E36F6A" w:rsidRPr="00F23192">
        <w:t xml:space="preserve">Geste discourtois qui me pourrait surprendre de la part </w:t>
      </w:r>
      <w:r w:rsidR="00E36F6A" w:rsidRPr="0081552A">
        <w:rPr>
          <w:iCs/>
        </w:rPr>
        <w:t>d</w:t>
      </w:r>
      <w:r>
        <w:rPr>
          <w:iCs/>
        </w:rPr>
        <w:t>’</w:t>
      </w:r>
      <w:r w:rsidR="00E36F6A" w:rsidRPr="0081552A">
        <w:rPr>
          <w:iCs/>
        </w:rPr>
        <w:t>un</w:t>
      </w:r>
      <w:r w:rsidR="00E36F6A" w:rsidRPr="00850ACC">
        <w:t xml:space="preserve"> </w:t>
      </w:r>
      <w:r w:rsidR="00E36F6A" w:rsidRPr="00F23192">
        <w:t>grand seigneur tel que vous</w:t>
      </w:r>
      <w:r>
        <w:t xml:space="preserve">, </w:t>
      </w:r>
      <w:r w:rsidR="00E36F6A" w:rsidRPr="00F23192">
        <w:t>si la colère ne vous servait d</w:t>
      </w:r>
      <w:r>
        <w:t>’</w:t>
      </w:r>
      <w:r w:rsidR="00E36F6A" w:rsidRPr="00F23192">
        <w:t>excuse</w:t>
      </w:r>
      <w:r>
        <w:t>.</w:t>
      </w:r>
    </w:p>
    <w:p w14:paraId="0F36378D" w14:textId="77777777" w:rsidR="00D60A57" w:rsidRDefault="00E36F6A" w:rsidP="00D60A57">
      <w:r w:rsidRPr="00F23192">
        <w:t>Le duc grogna</w:t>
      </w:r>
      <w:r w:rsidR="00D60A57">
        <w:t> :</w:t>
      </w:r>
    </w:p>
    <w:p w14:paraId="7B9A68C4" w14:textId="77777777" w:rsidR="00D60A57" w:rsidRDefault="00D60A57" w:rsidP="00D60A57">
      <w:r>
        <w:t>— </w:t>
      </w:r>
      <w:r w:rsidR="00E36F6A" w:rsidRPr="00F23192">
        <w:t>Maintenant que vous voici servi</w:t>
      </w:r>
      <w:r>
        <w:t>…</w:t>
      </w:r>
    </w:p>
    <w:p w14:paraId="6795C767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votre tour</w:t>
      </w:r>
      <w:r>
        <w:t xml:space="preserve">, </w:t>
      </w:r>
      <w:r w:rsidR="00E36F6A" w:rsidRPr="00F23192">
        <w:t>pensez-vous</w:t>
      </w:r>
      <w:r>
        <w:t xml:space="preserve">, </w:t>
      </w:r>
      <w:r w:rsidR="00E36F6A" w:rsidRPr="00F23192">
        <w:t>monsieur le duc</w:t>
      </w:r>
      <w:r>
        <w:t xml:space="preserve">, </w:t>
      </w:r>
      <w:r w:rsidR="00E36F6A" w:rsidRPr="00F23192">
        <w:t>et vous avez raison</w:t>
      </w:r>
      <w:r>
        <w:t xml:space="preserve">. </w:t>
      </w:r>
      <w:r w:rsidR="00E36F6A" w:rsidRPr="00F23192">
        <w:t>Votre fiancée se trouve en sûreté dans le logis d</w:t>
      </w:r>
      <w:r>
        <w:t>’</w:t>
      </w:r>
      <w:r w:rsidR="00E36F6A" w:rsidRPr="00F23192">
        <w:t>un mien ami que j</w:t>
      </w:r>
      <w:r>
        <w:t>’</w:t>
      </w:r>
      <w:r w:rsidR="00E36F6A" w:rsidRPr="00F23192">
        <w:t>avais chargé de l</w:t>
      </w:r>
      <w:r>
        <w:t>’</w:t>
      </w:r>
      <w:r w:rsidR="00E36F6A" w:rsidRPr="00F23192">
        <w:t>opération</w:t>
      </w:r>
      <w:r>
        <w:t xml:space="preserve">, </w:t>
      </w:r>
      <w:r w:rsidR="00E36F6A" w:rsidRPr="00F23192">
        <w:t>laquelle a été am</w:t>
      </w:r>
      <w:r w:rsidR="00E36F6A" w:rsidRPr="00F23192">
        <w:t>e</w:t>
      </w:r>
      <w:r w:rsidR="00E36F6A" w:rsidRPr="00F23192">
        <w:t>née à bien à telle enseigne que tous vos efforts</w:t>
      </w:r>
      <w:r>
        <w:t xml:space="preserve">, </w:t>
      </w:r>
      <w:r w:rsidR="00E36F6A" w:rsidRPr="00F23192">
        <w:t>pour y parvenir</w:t>
      </w:r>
      <w:r>
        <w:t xml:space="preserve">, </w:t>
      </w:r>
      <w:r w:rsidR="00E36F6A" w:rsidRPr="00F23192">
        <w:t>sont demeurés vains</w:t>
      </w:r>
      <w:r>
        <w:t>.</w:t>
      </w:r>
    </w:p>
    <w:p w14:paraId="0E157BD6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comme le duc esquissait un geste de protestation</w:t>
      </w:r>
      <w:r w:rsidR="00D60A57">
        <w:t xml:space="preserve">, </w:t>
      </w:r>
      <w:r w:rsidRPr="00F23192">
        <w:t>Guy Eder déclara</w:t>
      </w:r>
      <w:r w:rsidR="00D60A57">
        <w:t> :</w:t>
      </w:r>
    </w:p>
    <w:p w14:paraId="4D3271D0" w14:textId="77777777" w:rsidR="00D60A57" w:rsidRDefault="00D60A57" w:rsidP="00D60A57">
      <w:r>
        <w:t>— </w:t>
      </w:r>
      <w:r w:rsidR="00E36F6A" w:rsidRPr="00F23192">
        <w:t>Inutile</w:t>
      </w:r>
      <w:r>
        <w:t xml:space="preserve">, </w:t>
      </w:r>
      <w:r w:rsidR="00E36F6A" w:rsidRPr="00F23192">
        <w:t>je suis renseigné</w:t>
      </w:r>
      <w:r>
        <w:t xml:space="preserve"> ; </w:t>
      </w:r>
      <w:r w:rsidR="00E36F6A" w:rsidRPr="00F23192">
        <w:t>mais je ne vous en garde pas rancune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était votre droit</w:t>
      </w:r>
      <w:r>
        <w:t xml:space="preserve">… </w:t>
      </w:r>
      <w:r w:rsidR="00E36F6A" w:rsidRPr="00F23192">
        <w:t>Maintenant que nous voici d</w:t>
      </w:r>
      <w:r>
        <w:t>’</w:t>
      </w:r>
      <w:r w:rsidR="00E36F6A" w:rsidRPr="00F23192">
        <w:t>accord</w:t>
      </w:r>
      <w:r>
        <w:t xml:space="preserve">, </w:t>
      </w:r>
      <w:r w:rsidR="00E36F6A" w:rsidRPr="00F23192">
        <w:t>je vais vous prouver que j</w:t>
      </w:r>
      <w:r>
        <w:t>’</w:t>
      </w:r>
      <w:r w:rsidR="00E36F6A" w:rsidRPr="00F23192">
        <w:t>ai pensé à vous</w:t>
      </w:r>
      <w:r>
        <w:t xml:space="preserve">… </w:t>
      </w:r>
      <w:r w:rsidR="00E36F6A" w:rsidRPr="00F23192">
        <w:t>Tout d</w:t>
      </w:r>
      <w:r>
        <w:t>’</w:t>
      </w:r>
      <w:r w:rsidR="00E36F6A" w:rsidRPr="00F23192">
        <w:t>abord</w:t>
      </w:r>
      <w:r>
        <w:t xml:space="preserve">, </w:t>
      </w:r>
      <w:r w:rsidR="00E36F6A" w:rsidRPr="00F23192">
        <w:t>on ne conquiert pas le cœur d</w:t>
      </w:r>
      <w:r>
        <w:t>’</w:t>
      </w:r>
      <w:r w:rsidR="00E36F6A" w:rsidRPr="00F23192">
        <w:t>une femme en usant à son endroit de mauvais procédés</w:t>
      </w:r>
      <w:r>
        <w:t xml:space="preserve">… </w:t>
      </w:r>
      <w:r w:rsidR="00E36F6A" w:rsidRPr="00F23192">
        <w:t>Donc</w:t>
      </w:r>
      <w:r>
        <w:t xml:space="preserve">, </w:t>
      </w:r>
      <w:r w:rsidR="00E36F6A" w:rsidRPr="00F23192">
        <w:t>voici ce que j</w:t>
      </w:r>
      <w:r>
        <w:t>’</w:t>
      </w:r>
      <w:r w:rsidR="00E36F6A" w:rsidRPr="00F23192">
        <w:t>ai imag</w:t>
      </w:r>
      <w:r w:rsidR="00E36F6A" w:rsidRPr="00F23192">
        <w:t>i</w:t>
      </w:r>
      <w:r w:rsidR="00E36F6A" w:rsidRPr="00F23192">
        <w:t>né</w:t>
      </w:r>
      <w:r>
        <w:t xml:space="preserve"> : </w:t>
      </w:r>
      <w:r w:rsidR="00E36F6A" w:rsidRPr="00F23192">
        <w:t xml:space="preserve">vous avez repéré le lieu où a été conduite </w:t>
      </w:r>
      <w:r>
        <w:t>M</w:t>
      </w:r>
      <w:r w:rsidRPr="00D60A57">
        <w:rPr>
          <w:vertAlign w:val="superscript"/>
        </w:rPr>
        <w:t>lle</w:t>
      </w:r>
      <w:r>
        <w:t> de </w:t>
      </w:r>
      <w:proofErr w:type="spellStart"/>
      <w:r w:rsidR="00E36F6A" w:rsidRPr="00F23192">
        <w:t>Coatserho</w:t>
      </w:r>
      <w:proofErr w:type="spellEnd"/>
      <w:r w:rsidR="00E36F6A" w:rsidRPr="00F23192">
        <w:t xml:space="preserve"> et vous venez l</w:t>
      </w:r>
      <w:r>
        <w:t>’</w:t>
      </w:r>
      <w:r w:rsidR="00E36F6A" w:rsidRPr="00F23192">
        <w:t>arracher à ses ravisseurs</w:t>
      </w:r>
      <w:r>
        <w:t xml:space="preserve">… </w:t>
      </w:r>
      <w:r w:rsidR="00E36F6A" w:rsidRPr="00F23192">
        <w:t>bataille</w:t>
      </w:r>
      <w:r>
        <w:t xml:space="preserve">, </w:t>
      </w:r>
      <w:r w:rsidR="00E36F6A" w:rsidRPr="00F23192">
        <w:t>au cours de laquelle vous faites action d</w:t>
      </w:r>
      <w:r>
        <w:t>’</w:t>
      </w:r>
      <w:r w:rsidR="00E36F6A" w:rsidRPr="00F23192">
        <w:t>éclat sur action d</w:t>
      </w:r>
      <w:r>
        <w:t>’</w:t>
      </w:r>
      <w:r w:rsidR="00E36F6A" w:rsidRPr="00F23192">
        <w:t>éclat</w:t>
      </w:r>
      <w:r>
        <w:t>…</w:t>
      </w:r>
    </w:p>
    <w:p w14:paraId="2A759B63" w14:textId="77777777" w:rsidR="00D60A57" w:rsidRDefault="00D60A57" w:rsidP="00D60A57">
      <w:r>
        <w:lastRenderedPageBreak/>
        <w:t>— </w:t>
      </w:r>
      <w:r w:rsidR="00E36F6A" w:rsidRPr="00F23192">
        <w:t>Pardon</w:t>
      </w:r>
      <w:r>
        <w:t xml:space="preserve">… </w:t>
      </w:r>
      <w:r w:rsidR="00E36F6A" w:rsidRPr="00F23192">
        <w:t>une bataille comporte des coups</w:t>
      </w:r>
      <w:r>
        <w:t xml:space="preserve">… </w:t>
      </w:r>
      <w:r w:rsidR="00E36F6A" w:rsidRPr="00F23192">
        <w:t>Qui les rec</w:t>
      </w:r>
      <w:r w:rsidR="00E36F6A" w:rsidRPr="00F23192">
        <w:t>e</w:t>
      </w:r>
      <w:r w:rsidR="00E36F6A" w:rsidRPr="00F23192">
        <w:t>vra</w:t>
      </w:r>
      <w:r>
        <w:t> ?…</w:t>
      </w:r>
    </w:p>
    <w:p w14:paraId="5C3C9610" w14:textId="77777777" w:rsidR="00D60A57" w:rsidRDefault="00D60A57" w:rsidP="00D60A57">
      <w:r>
        <w:t>— </w:t>
      </w:r>
      <w:r w:rsidR="00E36F6A" w:rsidRPr="00F23192">
        <w:t>N</w:t>
      </w:r>
      <w:r>
        <w:t>’</w:t>
      </w:r>
      <w:r w:rsidR="00E36F6A" w:rsidRPr="00F23192">
        <w:t>ayez aucun souci de ces détails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en fais mon affaire</w:t>
      </w:r>
      <w:r>
        <w:t xml:space="preserve">… </w:t>
      </w:r>
      <w:r w:rsidR="00E36F6A" w:rsidRPr="00F23192">
        <w:t>Donc</w:t>
      </w:r>
      <w:r>
        <w:t xml:space="preserve">, </w:t>
      </w:r>
      <w:r w:rsidR="00E36F6A" w:rsidRPr="00F23192">
        <w:t>la demoiselle rendue grâce à vous à la liberté</w:t>
      </w:r>
      <w:r>
        <w:t xml:space="preserve">, </w:t>
      </w:r>
      <w:r w:rsidR="00E36F6A" w:rsidRPr="00F23192">
        <w:t>n</w:t>
      </w:r>
      <w:r>
        <w:t>’</w:t>
      </w:r>
      <w:r w:rsidR="00E36F6A" w:rsidRPr="00F23192">
        <w:t>a rien de plus pressé que de se jeter dans les bras</w:t>
      </w:r>
      <w:r>
        <w:t>…</w:t>
      </w:r>
    </w:p>
    <w:p w14:paraId="448473E4" w14:textId="77777777" w:rsidR="00D60A57" w:rsidRDefault="00E36F6A" w:rsidP="00D60A57">
      <w:r w:rsidRPr="00F23192">
        <w:t>Le duc approuva</w:t>
      </w:r>
      <w:r w:rsidR="00D60A57">
        <w:t>.</w:t>
      </w:r>
    </w:p>
    <w:p w14:paraId="56A9FCF3" w14:textId="77777777" w:rsidR="00D60A57" w:rsidRDefault="00D60A57" w:rsidP="00D60A57">
      <w:r>
        <w:t>— </w:t>
      </w:r>
      <w:r w:rsidR="00E36F6A" w:rsidRPr="00F23192">
        <w:t>Pas mal imaginé</w:t>
      </w:r>
      <w:r>
        <w:t>…</w:t>
      </w:r>
    </w:p>
    <w:p w14:paraId="5B105AE1" w14:textId="77777777" w:rsidR="00D60A57" w:rsidRDefault="00D60A57" w:rsidP="00D60A57">
      <w:r>
        <w:t>— </w:t>
      </w:r>
      <w:r w:rsidR="00E36F6A" w:rsidRPr="00F23192">
        <w:t>Notez que la combinaison qui supprime la rencontre avec le rival a le grand avantage de ne pas vous présenter aux yeux de la jeune personne comme le meurtrier de l</w:t>
      </w:r>
      <w:r>
        <w:t>’</w:t>
      </w:r>
      <w:r w:rsidR="00E36F6A" w:rsidRPr="00F23192">
        <w:t>homme a</w:t>
      </w:r>
      <w:r w:rsidR="00E36F6A" w:rsidRPr="00F23192">
        <w:t>i</w:t>
      </w:r>
      <w:r w:rsidR="00E36F6A" w:rsidRPr="00F23192">
        <w:t>mé</w:t>
      </w:r>
      <w:r>
        <w:t xml:space="preserve">, – </w:t>
      </w:r>
      <w:r w:rsidR="00E36F6A" w:rsidRPr="00F23192">
        <w:t>ce qui serait grandement nuisible pour vous</w:t>
      </w:r>
      <w:r>
        <w:t xml:space="preserve">, – </w:t>
      </w:r>
      <w:r w:rsidR="00E36F6A" w:rsidRPr="00F23192">
        <w:t>ne vous laissant que l</w:t>
      </w:r>
      <w:r>
        <w:t>’</w:t>
      </w:r>
      <w:r w:rsidR="00E36F6A" w:rsidRPr="00F23192">
        <w:t>auréole du sauveur</w:t>
      </w:r>
      <w:r>
        <w:t>…</w:t>
      </w:r>
    </w:p>
    <w:p w14:paraId="1E5D851C" w14:textId="77777777" w:rsidR="00D60A57" w:rsidRDefault="00D60A57" w:rsidP="00D60A57">
      <w:r>
        <w:t>— </w:t>
      </w:r>
      <w:r w:rsidR="00E36F6A" w:rsidRPr="00F23192">
        <w:t>J</w:t>
      </w:r>
      <w:r>
        <w:t>’</w:t>
      </w:r>
      <w:r w:rsidR="00E36F6A" w:rsidRPr="00F23192">
        <w:t>entends à merveille</w:t>
      </w:r>
      <w:r>
        <w:t xml:space="preserve">… </w:t>
      </w:r>
      <w:r w:rsidR="00E36F6A" w:rsidRPr="00F23192">
        <w:t>Mais la découverte du corps</w:t>
      </w:r>
      <w:r>
        <w:t> ?…</w:t>
      </w:r>
    </w:p>
    <w:p w14:paraId="134F28AA" w14:textId="77777777" w:rsidR="00D60A57" w:rsidRDefault="00D60A57" w:rsidP="00D60A57">
      <w:r>
        <w:t>— </w:t>
      </w:r>
      <w:r w:rsidR="00E36F6A" w:rsidRPr="00F23192">
        <w:t>On ne découvrira pas le corps</w:t>
      </w:r>
      <w:r>
        <w:t xml:space="preserve">… </w:t>
      </w:r>
      <w:r w:rsidR="00E36F6A" w:rsidRPr="00F23192">
        <w:t>Les hommes de la Louve ont reçu à ce sujet des instructions précises</w:t>
      </w:r>
      <w:r>
        <w:t xml:space="preserve">… </w:t>
      </w:r>
      <w:r w:rsidR="00E36F6A" w:rsidRPr="00F23192">
        <w:t>ce qui pe</w:t>
      </w:r>
      <w:r w:rsidR="00E36F6A" w:rsidRPr="00F23192">
        <w:t>r</w:t>
      </w:r>
      <w:r w:rsidR="00E36F6A" w:rsidRPr="00F23192">
        <w:t>mettra de mettre son absence sur le compte d</w:t>
      </w:r>
      <w:r>
        <w:t>’</w:t>
      </w:r>
      <w:r w:rsidR="00E36F6A" w:rsidRPr="00F23192">
        <w:t>une dérobade qu</w:t>
      </w:r>
      <w:r>
        <w:t>’</w:t>
      </w:r>
      <w:r w:rsidR="00E36F6A" w:rsidRPr="00F23192">
        <w:t>expliquera votre redoutable réputation de jouteur à l</w:t>
      </w:r>
      <w:r>
        <w:t>’</w:t>
      </w:r>
      <w:r w:rsidR="00E36F6A" w:rsidRPr="00F23192">
        <w:t>épée</w:t>
      </w:r>
      <w:r>
        <w:t>…</w:t>
      </w:r>
    </w:p>
    <w:p w14:paraId="16393A7C" w14:textId="77777777" w:rsidR="00D60A57" w:rsidRDefault="00E36F6A" w:rsidP="00D60A57">
      <w:proofErr w:type="spellStart"/>
      <w:r w:rsidRPr="00F23192">
        <w:t>Kerlor</w:t>
      </w:r>
      <w:proofErr w:type="spellEnd"/>
      <w:r w:rsidRPr="00F23192">
        <w:t xml:space="preserve"> souriait à ces explications</w:t>
      </w:r>
      <w:r w:rsidR="00D60A57">
        <w:t>.</w:t>
      </w:r>
    </w:p>
    <w:p w14:paraId="171BE83F" w14:textId="77777777" w:rsidR="00D60A57" w:rsidRDefault="00D60A57" w:rsidP="00D60A57">
      <w:r>
        <w:t>— </w:t>
      </w:r>
      <w:r w:rsidR="00E36F6A" w:rsidRPr="00F23192">
        <w:t>Et du même coup</w:t>
      </w:r>
      <w:r>
        <w:t xml:space="preserve">, </w:t>
      </w:r>
      <w:r w:rsidR="00E36F6A" w:rsidRPr="00F23192">
        <w:t>compléta-t-il</w:t>
      </w:r>
      <w:r>
        <w:t xml:space="preserve">, </w:t>
      </w:r>
      <w:r w:rsidR="00E36F6A" w:rsidRPr="00F23192">
        <w:t>la cause bretonne se trouvera décapitée par le déshonneur de son chef</w:t>
      </w:r>
      <w:r>
        <w:t>.</w:t>
      </w:r>
    </w:p>
    <w:p w14:paraId="12D73BA6" w14:textId="77777777" w:rsidR="00D60A57" w:rsidRDefault="00E36F6A" w:rsidP="00D60A57">
      <w:r w:rsidRPr="00F23192">
        <w:t>La Fontanelle conclut</w:t>
      </w:r>
      <w:r w:rsidR="00D60A57">
        <w:t xml:space="preserve">, </w:t>
      </w:r>
      <w:r w:rsidRPr="00F23192">
        <w:t>en se frottant les mains</w:t>
      </w:r>
      <w:r w:rsidR="00D60A57">
        <w:t> :</w:t>
      </w:r>
    </w:p>
    <w:p w14:paraId="44F86441" w14:textId="77777777" w:rsidR="00D60A57" w:rsidRDefault="00D60A57" w:rsidP="00D60A57">
      <w:r>
        <w:t>— </w:t>
      </w:r>
      <w:r w:rsidR="00E36F6A" w:rsidRPr="00F23192">
        <w:t>Ainsi sont faites</w:t>
      </w:r>
      <w:r>
        <w:t xml:space="preserve">, </w:t>
      </w:r>
      <w:r w:rsidR="00E36F6A" w:rsidRPr="00F23192">
        <w:t>et bien faites</w:t>
      </w:r>
      <w:r>
        <w:t xml:space="preserve">, </w:t>
      </w:r>
      <w:r w:rsidR="00E36F6A" w:rsidRPr="00F23192">
        <w:t>les affaires de Mgr le duc de Guise et les vôtres</w:t>
      </w:r>
      <w:r>
        <w:t>…</w:t>
      </w:r>
    </w:p>
    <w:p w14:paraId="73973BCA" w14:textId="77777777" w:rsidR="00D60A57" w:rsidRDefault="00E36F6A" w:rsidP="00D60A57">
      <w:proofErr w:type="spellStart"/>
      <w:r w:rsidRPr="00F23192">
        <w:t>Kerlor</w:t>
      </w:r>
      <w:proofErr w:type="spellEnd"/>
      <w:r w:rsidRPr="00F23192">
        <w:t xml:space="preserve"> saisit les mains de son interlocuteur et les serra v</w:t>
      </w:r>
      <w:r w:rsidRPr="00F23192">
        <w:t>i</w:t>
      </w:r>
      <w:r w:rsidRPr="00F23192">
        <w:t>goureusement</w:t>
      </w:r>
      <w:r w:rsidR="00D60A57">
        <w:t xml:space="preserve">, </w:t>
      </w:r>
      <w:r w:rsidRPr="00F23192">
        <w:t>déclarant</w:t>
      </w:r>
      <w:r w:rsidR="00D60A57">
        <w:t> :</w:t>
      </w:r>
    </w:p>
    <w:p w14:paraId="52A23908" w14:textId="77777777" w:rsidR="00D60A57" w:rsidRDefault="00D60A57" w:rsidP="00D60A57">
      <w:r>
        <w:lastRenderedPageBreak/>
        <w:t>— </w:t>
      </w:r>
      <w:r w:rsidR="00E36F6A" w:rsidRPr="00F23192">
        <w:t>Vous êtes un véritable ami et saurai m</w:t>
      </w:r>
      <w:r>
        <w:t>’</w:t>
      </w:r>
      <w:r w:rsidR="00E36F6A" w:rsidRPr="00F23192">
        <w:t>en souvenir</w:t>
      </w:r>
      <w:r>
        <w:t xml:space="preserve">… </w:t>
      </w:r>
      <w:r w:rsidR="00E36F6A" w:rsidRPr="00F23192">
        <w:t>Maintenant</w:t>
      </w:r>
      <w:r>
        <w:t xml:space="preserve">, </w:t>
      </w:r>
      <w:r w:rsidR="00E36F6A" w:rsidRPr="00F23192">
        <w:t>il ne vous reste plus qu</w:t>
      </w:r>
      <w:r>
        <w:t>’</w:t>
      </w:r>
      <w:r w:rsidR="00E36F6A" w:rsidRPr="00F23192">
        <w:t>à me faire connaître la r</w:t>
      </w:r>
      <w:r w:rsidR="00E36F6A" w:rsidRPr="00F23192">
        <w:t>e</w:t>
      </w:r>
      <w:r w:rsidR="00E36F6A" w:rsidRPr="00F23192">
        <w:t>traite que vous avez choisie pour la belle</w:t>
      </w:r>
      <w:r>
        <w:t xml:space="preserve"> ; </w:t>
      </w:r>
      <w:r w:rsidR="00E36F6A" w:rsidRPr="00F23192">
        <w:t>j</w:t>
      </w:r>
      <w:r>
        <w:t>’</w:t>
      </w:r>
      <w:r w:rsidR="00E36F6A" w:rsidRPr="00F23192">
        <w:t>ai hâte d</w:t>
      </w:r>
      <w:r>
        <w:t>’</w:t>
      </w:r>
      <w:r w:rsidR="00E36F6A" w:rsidRPr="00F23192">
        <w:t>aller lui porter mes hommages</w:t>
      </w:r>
      <w:r>
        <w:t>.</w:t>
      </w:r>
    </w:p>
    <w:p w14:paraId="343A0EA2" w14:textId="77777777" w:rsidR="00D60A57" w:rsidRDefault="00D60A57" w:rsidP="00D60A57">
      <w:r>
        <w:t>— </w:t>
      </w:r>
      <w:r w:rsidR="00E36F6A" w:rsidRPr="00F23192">
        <w:t>Imprudence qui jetterait à terre toute ma combinaison</w:t>
      </w:r>
      <w:r>
        <w:t xml:space="preserve">… </w:t>
      </w:r>
      <w:r w:rsidR="00E36F6A" w:rsidRPr="00F23192">
        <w:t>Vous ne devez apparaître que pour la délivrer</w:t>
      </w:r>
      <w:r>
        <w:t xml:space="preserve">… </w:t>
      </w:r>
      <w:r w:rsidR="00E36F6A" w:rsidRPr="00F23192">
        <w:t>c</w:t>
      </w:r>
      <w:r>
        <w:t>’</w:t>
      </w:r>
      <w:r w:rsidR="00E36F6A" w:rsidRPr="00F23192">
        <w:t xml:space="preserve">est-à-dire le lendemain de votre combat avec </w:t>
      </w:r>
      <w:proofErr w:type="spellStart"/>
      <w:r w:rsidR="00E36F6A" w:rsidRPr="00F23192">
        <w:t>Falouët</w:t>
      </w:r>
      <w:proofErr w:type="spellEnd"/>
      <w:r>
        <w:t>…</w:t>
      </w:r>
    </w:p>
    <w:p w14:paraId="49A55D9A" w14:textId="77777777" w:rsidR="00D60A57" w:rsidRDefault="00D60A57" w:rsidP="00D60A57">
      <w:r>
        <w:t>— </w:t>
      </w:r>
      <w:r w:rsidR="00E36F6A" w:rsidRPr="00F23192">
        <w:t>Mais puisqu</w:t>
      </w:r>
      <w:r>
        <w:t>’</w:t>
      </w:r>
      <w:r w:rsidR="00E36F6A" w:rsidRPr="00F23192">
        <w:t>il n</w:t>
      </w:r>
      <w:r>
        <w:t>’</w:t>
      </w:r>
      <w:r w:rsidR="00E36F6A" w:rsidRPr="00F23192">
        <w:t>aura pas lieu</w:t>
      </w:r>
      <w:r>
        <w:t>…</w:t>
      </w:r>
    </w:p>
    <w:p w14:paraId="19C51919" w14:textId="77777777" w:rsidR="00D60A57" w:rsidRDefault="00D60A57" w:rsidP="00D60A57">
      <w:r>
        <w:t>— </w:t>
      </w:r>
      <w:r w:rsidR="00E36F6A" w:rsidRPr="00F23192">
        <w:t>Il importe de faire comme s</w:t>
      </w:r>
      <w:r>
        <w:t>’</w:t>
      </w:r>
      <w:r w:rsidR="00E36F6A" w:rsidRPr="00F23192">
        <w:t>il devait avoir lieu</w:t>
      </w:r>
      <w:r>
        <w:t xml:space="preserve">… </w:t>
      </w:r>
      <w:r w:rsidR="00E36F6A" w:rsidRPr="00F23192">
        <w:t>c</w:t>
      </w:r>
      <w:r>
        <w:t>’</w:t>
      </w:r>
      <w:r w:rsidR="00E36F6A" w:rsidRPr="00F23192">
        <w:t>est-à-dire de vous y préparer le mieux du monde et ostensibl</w:t>
      </w:r>
      <w:r w:rsidR="00E36F6A" w:rsidRPr="00F23192">
        <w:t>e</w:t>
      </w:r>
      <w:r w:rsidR="00E36F6A" w:rsidRPr="00F23192">
        <w:t>ment</w:t>
      </w:r>
      <w:r>
        <w:t>…</w:t>
      </w:r>
    </w:p>
    <w:p w14:paraId="47852763" w14:textId="77777777" w:rsidR="00D60A57" w:rsidRDefault="00D60A57" w:rsidP="00D60A57">
      <w:r>
        <w:t>— </w:t>
      </w:r>
      <w:r w:rsidR="00E36F6A" w:rsidRPr="00F23192">
        <w:t>Comment l</w:t>
      </w:r>
      <w:r>
        <w:t>’</w:t>
      </w:r>
      <w:r w:rsidR="00E36F6A" w:rsidRPr="00F23192">
        <w:t>entendez-vous</w:t>
      </w:r>
      <w:r>
        <w:t> ?</w:t>
      </w:r>
    </w:p>
    <w:p w14:paraId="20486E77" w14:textId="77777777" w:rsidR="00D60A57" w:rsidRDefault="00D60A57" w:rsidP="00D60A57">
      <w:r>
        <w:t>— </w:t>
      </w:r>
      <w:r w:rsidR="00E36F6A" w:rsidRPr="00F23192">
        <w:t>De la façon que voici</w:t>
      </w:r>
      <w:r>
        <w:t xml:space="preserve"> : </w:t>
      </w:r>
      <w:r w:rsidR="00E36F6A" w:rsidRPr="00F23192">
        <w:t xml:space="preserve">le propriétaire du </w:t>
      </w:r>
      <w:r>
        <w:t>« </w:t>
      </w:r>
      <w:r w:rsidR="00E36F6A" w:rsidRPr="00F23192">
        <w:t>Connétable</w:t>
      </w:r>
      <w:r>
        <w:t> »</w:t>
      </w:r>
      <w:r w:rsidR="00E36F6A" w:rsidRPr="00F23192">
        <w:t xml:space="preserve"> où nous sommes est un escrimeur de grande force</w:t>
      </w:r>
      <w:r>
        <w:t xml:space="preserve">… </w:t>
      </w:r>
      <w:r w:rsidR="00E36F6A" w:rsidRPr="00F23192">
        <w:t>qui joui</w:t>
      </w:r>
      <w:r w:rsidR="00E36F6A" w:rsidRPr="00F23192">
        <w:t>s</w:t>
      </w:r>
      <w:r w:rsidR="00E36F6A" w:rsidRPr="00F23192">
        <w:t>sait en Italie</w:t>
      </w:r>
      <w:r>
        <w:t xml:space="preserve">, </w:t>
      </w:r>
      <w:r w:rsidR="00E36F6A" w:rsidRPr="00F23192">
        <w:t>dont il a été chassé</w:t>
      </w:r>
      <w:r>
        <w:t xml:space="preserve">, </w:t>
      </w:r>
      <w:r w:rsidR="00E36F6A" w:rsidRPr="00F23192">
        <w:t>d</w:t>
      </w:r>
      <w:r>
        <w:t>’</w:t>
      </w:r>
      <w:r w:rsidR="00E36F6A" w:rsidRPr="00F23192">
        <w:t>une réputation redoutable</w:t>
      </w:r>
      <w:r>
        <w:t xml:space="preserve">… </w:t>
      </w:r>
      <w:r w:rsidR="00E36F6A" w:rsidRPr="00F23192">
        <w:t>Il a</w:t>
      </w:r>
      <w:r>
        <w:t xml:space="preserve">, </w:t>
      </w:r>
      <w:r w:rsidR="00E36F6A" w:rsidRPr="00F23192">
        <w:t>paraît-il</w:t>
      </w:r>
      <w:r>
        <w:t xml:space="preserve">, </w:t>
      </w:r>
      <w:r w:rsidR="00E36F6A" w:rsidRPr="00F23192">
        <w:t>certaines bottes secrètes dans son arsenal dont vous pourriez</w:t>
      </w:r>
      <w:r>
        <w:t xml:space="preserve">, </w:t>
      </w:r>
      <w:r w:rsidR="00E36F6A" w:rsidRPr="00F23192">
        <w:t>en l</w:t>
      </w:r>
      <w:r>
        <w:t>’</w:t>
      </w:r>
      <w:r w:rsidR="00E36F6A" w:rsidRPr="00F23192">
        <w:t>occasion</w:t>
      </w:r>
      <w:r>
        <w:t xml:space="preserve">, </w:t>
      </w:r>
      <w:r w:rsidR="00E36F6A" w:rsidRPr="00F23192">
        <w:t>songer à tirer parti</w:t>
      </w:r>
      <w:r>
        <w:t>…</w:t>
      </w:r>
    </w:p>
    <w:p w14:paraId="6375010D" w14:textId="77777777" w:rsidR="00D60A57" w:rsidRDefault="00D60A57" w:rsidP="00D60A57">
      <w:r>
        <w:t>— </w:t>
      </w:r>
      <w:r w:rsidR="00E36F6A" w:rsidRPr="00F23192">
        <w:t>Mais</w:t>
      </w:r>
      <w:r>
        <w:t xml:space="preserve">, </w:t>
      </w:r>
      <w:r w:rsidR="00E36F6A" w:rsidRPr="00F23192">
        <w:t>puisque</w:t>
      </w:r>
      <w:r>
        <w:t>…</w:t>
      </w:r>
    </w:p>
    <w:p w14:paraId="5BB85036" w14:textId="77777777" w:rsidR="00D60A57" w:rsidRDefault="00D60A57" w:rsidP="00D60A57">
      <w:r>
        <w:t xml:space="preserve">— … </w:t>
      </w:r>
      <w:r w:rsidR="00E36F6A" w:rsidRPr="00F23192">
        <w:t>La rencontre ne doit pas avoir lieu</w:t>
      </w:r>
      <w:r>
        <w:t xml:space="preserve">, </w:t>
      </w:r>
      <w:r w:rsidR="00E36F6A" w:rsidRPr="00F23192">
        <w:t>interrompit Font</w:t>
      </w:r>
      <w:r w:rsidR="00E36F6A" w:rsidRPr="00F23192">
        <w:t>a</w:t>
      </w:r>
      <w:r w:rsidR="00E36F6A" w:rsidRPr="00F23192">
        <w:t>nelle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entendu</w:t>
      </w:r>
      <w:r>
        <w:t xml:space="preserve">… </w:t>
      </w:r>
      <w:r w:rsidR="00E36F6A" w:rsidRPr="00F23192">
        <w:t>mais vous ne pouvez le prévoir</w:t>
      </w:r>
      <w:r>
        <w:t xml:space="preserve">, </w:t>
      </w:r>
      <w:r w:rsidR="00E36F6A" w:rsidRPr="00F23192">
        <w:t>et il est naturel que vous preniez toutes précautions pour l</w:t>
      </w:r>
      <w:r>
        <w:t>’</w:t>
      </w:r>
      <w:r w:rsidR="00E36F6A" w:rsidRPr="00F23192">
        <w:t>emporter sur votre adversaire</w:t>
      </w:r>
      <w:r>
        <w:t xml:space="preserve">… </w:t>
      </w:r>
      <w:r w:rsidR="00E36F6A" w:rsidRPr="00F23192">
        <w:t>et parmi ces précautions</w:t>
      </w:r>
      <w:r>
        <w:t xml:space="preserve">, </w:t>
      </w:r>
      <w:r w:rsidR="00E36F6A" w:rsidRPr="00F23192">
        <w:t xml:space="preserve">quelques conseils de maître </w:t>
      </w:r>
      <w:proofErr w:type="spellStart"/>
      <w:r w:rsidR="00E36F6A" w:rsidRPr="00F23192">
        <w:t>Perdonnet</w:t>
      </w:r>
      <w:proofErr w:type="spellEnd"/>
      <w:r w:rsidR="00E36F6A" w:rsidRPr="00F23192">
        <w:t xml:space="preserve"> sont au premier plan et d</w:t>
      </w:r>
      <w:r>
        <w:t>’</w:t>
      </w:r>
      <w:r w:rsidR="00E36F6A" w:rsidRPr="00F23192">
        <w:t>autant plus o</w:t>
      </w:r>
      <w:r w:rsidR="00E36F6A" w:rsidRPr="00F23192">
        <w:t>p</w:t>
      </w:r>
      <w:r w:rsidR="00E36F6A" w:rsidRPr="00F23192">
        <w:t>portunément que cette rencontre ne doit pas avoir lieu</w:t>
      </w:r>
      <w:r>
        <w:t>.</w:t>
      </w:r>
    </w:p>
    <w:p w14:paraId="58996562" w14:textId="77777777" w:rsidR="00D60A57" w:rsidRDefault="00E36F6A" w:rsidP="00D60A57">
      <w:r w:rsidRPr="00F23192">
        <w:t>Le duc opposa</w:t>
      </w:r>
      <w:r w:rsidR="00D60A57">
        <w:t> :</w:t>
      </w:r>
    </w:p>
    <w:p w14:paraId="391648F3" w14:textId="77777777" w:rsidR="00D60A57" w:rsidRDefault="00D60A57" w:rsidP="00D60A57">
      <w:r>
        <w:lastRenderedPageBreak/>
        <w:t>— </w:t>
      </w:r>
      <w:r w:rsidR="00E36F6A" w:rsidRPr="00F23192">
        <w:t xml:space="preserve">Je ne vais cependant pas convoquer la population de la région pour assister aux conseils de </w:t>
      </w:r>
      <w:proofErr w:type="spellStart"/>
      <w:r w:rsidR="00E36F6A" w:rsidRPr="00F23192">
        <w:t>Perdonnet</w:t>
      </w:r>
      <w:proofErr w:type="spellEnd"/>
      <w:r>
        <w:t>…</w:t>
      </w:r>
    </w:p>
    <w:p w14:paraId="4B61D94D" w14:textId="77777777" w:rsidR="00D60A57" w:rsidRDefault="00D60A57" w:rsidP="00D60A57">
      <w:r>
        <w:t>— </w:t>
      </w:r>
      <w:r w:rsidR="00E36F6A" w:rsidRPr="00F23192">
        <w:t>Inutile</w:t>
      </w:r>
      <w:r>
        <w:t xml:space="preserve">, </w:t>
      </w:r>
      <w:r w:rsidR="00E36F6A" w:rsidRPr="00F23192">
        <w:t>le personnage</w:t>
      </w:r>
      <w:r>
        <w:t xml:space="preserve">, </w:t>
      </w:r>
      <w:r w:rsidR="00E36F6A" w:rsidRPr="00F23192">
        <w:t>vantard de sa nature</w:t>
      </w:r>
      <w:r>
        <w:t xml:space="preserve">, </w:t>
      </w:r>
      <w:r w:rsidR="00E36F6A" w:rsidRPr="00F23192">
        <w:t>suffira à faire savoir la chose tout à la ronde</w:t>
      </w:r>
      <w:r>
        <w:t xml:space="preserve"> ; </w:t>
      </w:r>
      <w:r w:rsidR="00E36F6A" w:rsidRPr="00F23192">
        <w:t>ainsi se trouvera écarté de vous tout soupçon malveillant</w:t>
      </w:r>
      <w:r>
        <w:t>.</w:t>
      </w:r>
    </w:p>
    <w:p w14:paraId="65A87665" w14:textId="77777777" w:rsidR="00D60A57" w:rsidRDefault="00E36F6A" w:rsidP="00D60A57">
      <w:proofErr w:type="spellStart"/>
      <w:r w:rsidRPr="00F23192">
        <w:t>Kerlor</w:t>
      </w:r>
      <w:proofErr w:type="spellEnd"/>
      <w:r w:rsidRPr="00F23192">
        <w:t xml:space="preserve"> déclara</w:t>
      </w:r>
      <w:r w:rsidR="00D60A57">
        <w:t> :</w:t>
      </w:r>
    </w:p>
    <w:p w14:paraId="5B9405D6" w14:textId="77777777" w:rsidR="00D60A57" w:rsidRDefault="00D60A57" w:rsidP="00D60A57">
      <w:r>
        <w:t>— </w:t>
      </w:r>
      <w:r w:rsidR="00E36F6A" w:rsidRPr="00F23192">
        <w:t>Sire de la Fontanelle</w:t>
      </w:r>
      <w:r>
        <w:t xml:space="preserve">, </w:t>
      </w:r>
      <w:r w:rsidR="00E36F6A" w:rsidRPr="00F23192">
        <w:t>vous avez en vous l</w:t>
      </w:r>
      <w:r>
        <w:t>’</w:t>
      </w:r>
      <w:r w:rsidR="00E36F6A" w:rsidRPr="00F23192">
        <w:t>étoffe d</w:t>
      </w:r>
      <w:r>
        <w:t>’</w:t>
      </w:r>
      <w:r w:rsidR="00E36F6A" w:rsidRPr="00F23192">
        <w:t>un grand politique</w:t>
      </w:r>
      <w:r>
        <w:t>…</w:t>
      </w:r>
    </w:p>
    <w:p w14:paraId="11E2F36A" w14:textId="77777777" w:rsidR="00D60A57" w:rsidRDefault="00E36F6A" w:rsidP="00D60A57">
      <w:r w:rsidRPr="00F23192">
        <w:t>Le personnage sourit avec une fausse modestie</w:t>
      </w:r>
      <w:r w:rsidR="00D60A57">
        <w:t xml:space="preserve">, </w:t>
      </w:r>
      <w:r w:rsidRPr="00F23192">
        <w:t>murm</w:t>
      </w:r>
      <w:r w:rsidRPr="00F23192">
        <w:t>u</w:t>
      </w:r>
      <w:r w:rsidRPr="00F23192">
        <w:t>rant</w:t>
      </w:r>
      <w:r w:rsidR="00D60A57">
        <w:t> :</w:t>
      </w:r>
    </w:p>
    <w:p w14:paraId="16D1F22A" w14:textId="77777777" w:rsidR="00D60A57" w:rsidRDefault="00D60A57" w:rsidP="00D60A57">
      <w:r>
        <w:t>— </w:t>
      </w:r>
      <w:r w:rsidR="00E36F6A" w:rsidRPr="00F23192">
        <w:t>Votre Seigneurie est trop indulgente</w:t>
      </w:r>
      <w:r>
        <w:t xml:space="preserve"> ; </w:t>
      </w:r>
      <w:r w:rsidR="00E36F6A" w:rsidRPr="00F23192">
        <w:t>voilà donc une chose entendue</w:t>
      </w:r>
      <w:r>
        <w:t xml:space="preserve"> ; </w:t>
      </w:r>
      <w:r w:rsidR="00E36F6A" w:rsidRPr="00F23192">
        <w:t>à la première occasion</w:t>
      </w:r>
      <w:r>
        <w:t xml:space="preserve">, </w:t>
      </w:r>
      <w:r w:rsidR="00E36F6A" w:rsidRPr="00F23192">
        <w:t xml:space="preserve">je parle de la chose au sire </w:t>
      </w:r>
      <w:proofErr w:type="spellStart"/>
      <w:r w:rsidR="00E36F6A" w:rsidRPr="00F23192">
        <w:t>Perdonnet</w:t>
      </w:r>
      <w:proofErr w:type="spellEnd"/>
      <w:r w:rsidR="00E36F6A" w:rsidRPr="00F23192">
        <w:t xml:space="preserve"> et je vous fais rencontrer avec lui</w:t>
      </w:r>
      <w:r>
        <w:t>.</w:t>
      </w:r>
    </w:p>
    <w:p w14:paraId="3B9D61F6" w14:textId="77777777" w:rsidR="00D60A57" w:rsidRDefault="00D60A57" w:rsidP="00D60A57">
      <w:r>
        <w:t>— </w:t>
      </w:r>
      <w:r w:rsidR="00E36F6A" w:rsidRPr="00F23192">
        <w:t>Je vous fais confiance</w:t>
      </w:r>
      <w:r>
        <w:t xml:space="preserve">… </w:t>
      </w:r>
      <w:r w:rsidR="00E36F6A" w:rsidRPr="00F23192">
        <w:t>et saurai vous prouver que vous n</w:t>
      </w:r>
      <w:r>
        <w:t>’</w:t>
      </w:r>
      <w:r w:rsidR="00E36F6A" w:rsidRPr="00F23192">
        <w:t>avez pas obligé un ingrat</w:t>
      </w:r>
      <w:r>
        <w:t>…</w:t>
      </w:r>
    </w:p>
    <w:p w14:paraId="39855D8F" w14:textId="77777777" w:rsidR="00D60A57" w:rsidRDefault="00E36F6A" w:rsidP="00D60A57">
      <w:r w:rsidRPr="00F23192">
        <w:t>La Fontanelle s</w:t>
      </w:r>
      <w:r w:rsidR="00D60A57">
        <w:t>’</w:t>
      </w:r>
      <w:r w:rsidRPr="00F23192">
        <w:t>était levé</w:t>
      </w:r>
      <w:r w:rsidR="00D60A57">
        <w:t>.</w:t>
      </w:r>
    </w:p>
    <w:p w14:paraId="0E4E9528" w14:textId="77777777" w:rsidR="00D60A57" w:rsidRDefault="00D60A57" w:rsidP="00D60A57">
      <w:r>
        <w:t>— </w:t>
      </w:r>
      <w:r w:rsidR="00E36F6A" w:rsidRPr="00F23192">
        <w:t>Maintenant</w:t>
      </w:r>
      <w:r>
        <w:t xml:space="preserve">, </w:t>
      </w:r>
      <w:r w:rsidR="00E36F6A" w:rsidRPr="00F23192">
        <w:t>monsieur le duc</w:t>
      </w:r>
      <w:r>
        <w:t xml:space="preserve">, </w:t>
      </w:r>
      <w:r w:rsidR="00E36F6A" w:rsidRPr="00F23192">
        <w:t>déclara-t-il</w:t>
      </w:r>
      <w:r>
        <w:t xml:space="preserve">, </w:t>
      </w:r>
      <w:r w:rsidR="00E36F6A" w:rsidRPr="00F23192">
        <w:t>le temps est venu de vous retirer si vous ne voulez pas vous trouver nez à nez avec notre homme</w:t>
      </w:r>
      <w:r>
        <w:t xml:space="preserve">, </w:t>
      </w:r>
      <w:r w:rsidR="00E36F6A" w:rsidRPr="00F23192">
        <w:t>qui ne doit pas tarder à réintégrer son logis</w:t>
      </w:r>
      <w:r>
        <w:t>.</w:t>
      </w:r>
    </w:p>
    <w:p w14:paraId="203A3972" w14:textId="77777777" w:rsidR="00D60A57" w:rsidRDefault="00E36F6A" w:rsidP="00D60A57">
      <w:r w:rsidRPr="00F23192">
        <w:t>En ce moment</w:t>
      </w:r>
      <w:r w:rsidR="00D60A57">
        <w:t xml:space="preserve">, </w:t>
      </w:r>
      <w:r w:rsidRPr="00F23192">
        <w:t>un bruit singulier fit tressaillir le duc</w:t>
      </w:r>
      <w:r w:rsidR="00D60A57">
        <w:t xml:space="preserve">, </w:t>
      </w:r>
      <w:r w:rsidRPr="00F23192">
        <w:t>qui grogna</w:t>
      </w:r>
      <w:r w:rsidR="00D60A57">
        <w:t> :</w:t>
      </w:r>
    </w:p>
    <w:p w14:paraId="352B3B15" w14:textId="77777777" w:rsidR="00D60A57" w:rsidRDefault="00D60A57" w:rsidP="00D60A57">
      <w:r>
        <w:t>— </w:t>
      </w:r>
      <w:r w:rsidR="00E36F6A" w:rsidRPr="00F23192">
        <w:t>Qu</w:t>
      </w:r>
      <w:r>
        <w:t>’</w:t>
      </w:r>
      <w:r w:rsidR="00E36F6A" w:rsidRPr="00F23192">
        <w:t>est cela</w:t>
      </w:r>
      <w:r>
        <w:t> ?</w:t>
      </w:r>
    </w:p>
    <w:p w14:paraId="7CE4534C" w14:textId="77777777" w:rsidR="00D60A57" w:rsidRDefault="00D60A57" w:rsidP="00D60A57">
      <w:r>
        <w:t>— </w:t>
      </w:r>
      <w:r w:rsidR="00E36F6A" w:rsidRPr="00F23192">
        <w:t>Rien</w:t>
      </w:r>
      <w:r>
        <w:t xml:space="preserve">… </w:t>
      </w:r>
      <w:r w:rsidR="00E36F6A" w:rsidRPr="00F23192">
        <w:t>un rat</w:t>
      </w:r>
      <w:r>
        <w:t xml:space="preserve">, </w:t>
      </w:r>
      <w:r w:rsidR="00E36F6A" w:rsidRPr="00F23192">
        <w:t>sans doute</w:t>
      </w:r>
      <w:r>
        <w:t xml:space="preserve">, </w:t>
      </w:r>
      <w:r w:rsidR="00E36F6A" w:rsidRPr="00F23192">
        <w:t>qui déambule par la cave</w:t>
      </w:r>
      <w:r>
        <w:t xml:space="preserve">, </w:t>
      </w:r>
      <w:r w:rsidR="00E36F6A" w:rsidRPr="00F23192">
        <w:t>e</w:t>
      </w:r>
      <w:r w:rsidR="00E36F6A" w:rsidRPr="00F23192">
        <w:t>x</w:t>
      </w:r>
      <w:r w:rsidR="00E36F6A" w:rsidRPr="00F23192">
        <w:t>pliqua son compagnon</w:t>
      </w:r>
      <w:r>
        <w:t>.</w:t>
      </w:r>
    </w:p>
    <w:p w14:paraId="210C4AE1" w14:textId="77777777" w:rsidR="00D60A57" w:rsidRDefault="00E36F6A" w:rsidP="00D60A57">
      <w:r w:rsidRPr="00F23192">
        <w:lastRenderedPageBreak/>
        <w:t>Comme ils refermaient derrière eux la porte du manoir</w:t>
      </w:r>
      <w:r w:rsidR="00D60A57">
        <w:t xml:space="preserve">, </w:t>
      </w:r>
      <w:r w:rsidRPr="00F23192">
        <w:t>une tête émergea du plancher</w:t>
      </w:r>
      <w:r w:rsidR="00D60A57">
        <w:t xml:space="preserve">, </w:t>
      </w:r>
      <w:r w:rsidRPr="00F23192">
        <w:t>sous la table même à laquelle étaient</w:t>
      </w:r>
      <w:r w:rsidR="00D60A57">
        <w:t xml:space="preserve">, </w:t>
      </w:r>
      <w:r w:rsidRPr="00F23192">
        <w:t>un instant auparavant</w:t>
      </w:r>
      <w:r w:rsidR="00D60A57">
        <w:t xml:space="preserve">, </w:t>
      </w:r>
      <w:r w:rsidRPr="00F23192">
        <w:t>assis les deux personnages</w:t>
      </w:r>
      <w:r w:rsidR="00D60A57">
        <w:t xml:space="preserve"> ; </w:t>
      </w:r>
      <w:r w:rsidRPr="00F23192">
        <w:t xml:space="preserve">cette tête était celle de </w:t>
      </w:r>
      <w:proofErr w:type="spellStart"/>
      <w:r w:rsidRPr="00F23192">
        <w:t>Perdonnet</w:t>
      </w:r>
      <w:proofErr w:type="spellEnd"/>
      <w:r w:rsidRPr="00F23192">
        <w:t xml:space="preserve"> qui</w:t>
      </w:r>
      <w:r w:rsidR="00D60A57">
        <w:t xml:space="preserve">, </w:t>
      </w:r>
      <w:r w:rsidRPr="00F23192">
        <w:t>à l</w:t>
      </w:r>
      <w:r w:rsidR="00D60A57">
        <w:t>’</w:t>
      </w:r>
      <w:r w:rsidRPr="00F23192">
        <w:t>écoute</w:t>
      </w:r>
      <w:r w:rsidR="00D60A57">
        <w:t xml:space="preserve">, </w:t>
      </w:r>
      <w:r w:rsidRPr="00F23192">
        <w:t>par l</w:t>
      </w:r>
      <w:r w:rsidR="00D60A57">
        <w:t>’</w:t>
      </w:r>
      <w:r w:rsidRPr="00F23192">
        <w:t>entrebâillement d</w:t>
      </w:r>
      <w:r w:rsidR="00D60A57">
        <w:t>’</w:t>
      </w:r>
      <w:r w:rsidRPr="00F23192">
        <w:t>une trappe donnant accès à la cave</w:t>
      </w:r>
      <w:r w:rsidR="00D60A57">
        <w:t xml:space="preserve">, </w:t>
      </w:r>
      <w:r w:rsidRPr="00F23192">
        <w:t>n</w:t>
      </w:r>
      <w:r w:rsidR="00D60A57">
        <w:t>’</w:t>
      </w:r>
      <w:r w:rsidRPr="00F23192">
        <w:t>avait pas perdu une syllabe de l</w:t>
      </w:r>
      <w:r w:rsidR="00D60A57">
        <w:t>’</w:t>
      </w:r>
      <w:r w:rsidRPr="00F23192">
        <w:t>entretien</w:t>
      </w:r>
      <w:r w:rsidR="00D60A57">
        <w:t>.</w:t>
      </w:r>
    </w:p>
    <w:p w14:paraId="1B3E5B98" w14:textId="77777777" w:rsidR="00D60A57" w:rsidRDefault="00D60A57" w:rsidP="00D60A57">
      <w:r>
        <w:t>« </w:t>
      </w:r>
      <w:r w:rsidR="00E36F6A" w:rsidRPr="00F23192">
        <w:t>Par les cornes du diable</w:t>
      </w:r>
      <w:r>
        <w:t xml:space="preserve"> ! </w:t>
      </w:r>
      <w:r w:rsidR="00E36F6A" w:rsidRPr="00F23192">
        <w:t>déclara-t-il en sautant sur le plancher</w:t>
      </w:r>
      <w:r>
        <w:t xml:space="preserve">, </w:t>
      </w:r>
      <w:r w:rsidR="00E36F6A" w:rsidRPr="00F23192">
        <w:t>voilà une soirée qui ne sera pas perdue pour votre se</w:t>
      </w:r>
      <w:r w:rsidR="00E36F6A" w:rsidRPr="00F23192">
        <w:t>r</w:t>
      </w:r>
      <w:r w:rsidR="00E36F6A" w:rsidRPr="00F23192">
        <w:t>viteur</w:t>
      </w:r>
      <w:r>
        <w:t>. »</w:t>
      </w:r>
    </w:p>
    <w:p w14:paraId="0E1A3A07" w14:textId="77777777" w:rsidR="00D60A57" w:rsidRDefault="00E36F6A" w:rsidP="00D60A57">
      <w:r w:rsidRPr="00F23192">
        <w:t>Et son visage irradiait de satisfaction</w:t>
      </w:r>
      <w:r w:rsidR="00D60A57">
        <w:t>.</w:t>
      </w:r>
    </w:p>
    <w:p w14:paraId="79FD4623" w14:textId="424C8F17" w:rsidR="00E36F6A" w:rsidRPr="00F23192" w:rsidRDefault="00E36F6A" w:rsidP="00D60A57">
      <w:pPr>
        <w:pStyle w:val="Titre1"/>
      </w:pPr>
      <w:bookmarkStart w:id="16" w:name="_Toc186820633"/>
      <w:bookmarkStart w:id="17" w:name="_Toc195122110"/>
      <w:r w:rsidRPr="00F23192">
        <w:lastRenderedPageBreak/>
        <w:t>CHAPITRE VIII</w:t>
      </w:r>
      <w:r w:rsidRPr="00F23192">
        <w:br/>
      </w:r>
      <w:r w:rsidRPr="00F23192">
        <w:br/>
        <w:t>LE PASSÉ</w:t>
      </w:r>
      <w:bookmarkEnd w:id="16"/>
      <w:bookmarkEnd w:id="17"/>
      <w:r w:rsidRPr="00F23192">
        <w:br/>
      </w:r>
    </w:p>
    <w:p w14:paraId="547D25C0" w14:textId="77777777" w:rsidR="00D60A57" w:rsidRDefault="00D60A57" w:rsidP="00D60A57">
      <w:r>
        <w:t>M. </w:t>
      </w:r>
      <w:r w:rsidR="00E36F6A" w:rsidRPr="00F23192">
        <w:t xml:space="preserve">des </w:t>
      </w:r>
      <w:proofErr w:type="spellStart"/>
      <w:r w:rsidR="00E36F6A" w:rsidRPr="00F23192">
        <w:t>Blaittières</w:t>
      </w:r>
      <w:proofErr w:type="spellEnd"/>
      <w:r w:rsidR="00E36F6A" w:rsidRPr="00F23192">
        <w:t xml:space="preserve"> rentrait de la pêche trempé d</w:t>
      </w:r>
      <w:r>
        <w:t>’</w:t>
      </w:r>
      <w:r w:rsidR="00E36F6A" w:rsidRPr="00F23192">
        <w:t>eau</w:t>
      </w:r>
      <w:r>
        <w:t xml:space="preserve">, </w:t>
      </w:r>
      <w:r w:rsidR="00E36F6A" w:rsidRPr="00F23192">
        <w:t>souillé de vase et</w:t>
      </w:r>
      <w:r>
        <w:t xml:space="preserve">, </w:t>
      </w:r>
      <w:r w:rsidR="00E36F6A" w:rsidRPr="00F23192">
        <w:t>par-dessus le marché</w:t>
      </w:r>
      <w:r>
        <w:t xml:space="preserve">, </w:t>
      </w:r>
      <w:r w:rsidR="00E36F6A" w:rsidRPr="00F23192">
        <w:t>soucieux</w:t>
      </w:r>
      <w:r>
        <w:t xml:space="preserve"> ; </w:t>
      </w:r>
      <w:r w:rsidR="00E36F6A" w:rsidRPr="00F23192">
        <w:t>depuis un certain temps</w:t>
      </w:r>
      <w:r>
        <w:t xml:space="preserve">, </w:t>
      </w:r>
      <w:r w:rsidR="00E36F6A" w:rsidRPr="00F23192">
        <w:t>il constatait dans l</w:t>
      </w:r>
      <w:r>
        <w:t>’</w:t>
      </w:r>
      <w:r w:rsidR="00E36F6A" w:rsidRPr="00F23192">
        <w:t>allure de son fils un surprenant cha</w:t>
      </w:r>
      <w:r w:rsidR="00E36F6A" w:rsidRPr="00F23192">
        <w:t>n</w:t>
      </w:r>
      <w:r w:rsidR="00E36F6A" w:rsidRPr="00F23192">
        <w:t>gement</w:t>
      </w:r>
      <w:r>
        <w:t>.</w:t>
      </w:r>
    </w:p>
    <w:p w14:paraId="7B5E2ECF" w14:textId="77777777" w:rsidR="00D60A57" w:rsidRDefault="00E36F6A" w:rsidP="00D60A57">
      <w:r w:rsidRPr="00F23192">
        <w:t>Le jeune homme</w:t>
      </w:r>
      <w:r w:rsidR="00D60A57">
        <w:t xml:space="preserve">, </w:t>
      </w:r>
      <w:r w:rsidRPr="00F23192">
        <w:t>jusqu</w:t>
      </w:r>
      <w:r w:rsidR="00D60A57">
        <w:t>’</w:t>
      </w:r>
      <w:r w:rsidRPr="00F23192">
        <w:t>alors si épris de distractions viole</w:t>
      </w:r>
      <w:r w:rsidRPr="00F23192">
        <w:t>n</w:t>
      </w:r>
      <w:r w:rsidRPr="00F23192">
        <w:t>tes</w:t>
      </w:r>
      <w:r w:rsidR="00D60A57">
        <w:t xml:space="preserve">, – </w:t>
      </w:r>
      <w:r w:rsidRPr="00F23192">
        <w:t>assauts d</w:t>
      </w:r>
      <w:r w:rsidR="00D60A57">
        <w:t>’</w:t>
      </w:r>
      <w:r w:rsidRPr="00F23192">
        <w:t>épée et chevauchées folles à travers la lande</w:t>
      </w:r>
      <w:r w:rsidR="00D60A57">
        <w:t xml:space="preserve">, – </w:t>
      </w:r>
      <w:r w:rsidRPr="00F23192">
        <w:t>recherchait la solitude</w:t>
      </w:r>
      <w:r w:rsidR="00D60A57">
        <w:t xml:space="preserve"> ; </w:t>
      </w:r>
      <w:r w:rsidRPr="00F23192">
        <w:t>à plusieurs reprises</w:t>
      </w:r>
      <w:r w:rsidR="00D60A57">
        <w:t xml:space="preserve">, </w:t>
      </w:r>
      <w:r w:rsidRPr="00F23192">
        <w:t>il l</w:t>
      </w:r>
      <w:r w:rsidR="00D60A57">
        <w:t>’</w:t>
      </w:r>
      <w:r w:rsidRPr="00F23192">
        <w:t>avait aperçu de loin</w:t>
      </w:r>
      <w:r w:rsidR="00D60A57">
        <w:t xml:space="preserve">, </w:t>
      </w:r>
      <w:r w:rsidRPr="00F23192">
        <w:t>assis dans le creux d</w:t>
      </w:r>
      <w:r w:rsidR="00D60A57">
        <w:t>’</w:t>
      </w:r>
      <w:r w:rsidRPr="00F23192">
        <w:t>un rocher</w:t>
      </w:r>
      <w:r w:rsidR="00D60A57">
        <w:t xml:space="preserve">, </w:t>
      </w:r>
      <w:r w:rsidRPr="00F23192">
        <w:t>les coudes sur les genoux</w:t>
      </w:r>
      <w:r w:rsidR="00D60A57">
        <w:t xml:space="preserve">, </w:t>
      </w:r>
      <w:r w:rsidRPr="00F23192">
        <w:t>le menton sur les poings</w:t>
      </w:r>
      <w:r w:rsidR="00D60A57">
        <w:t xml:space="preserve">, </w:t>
      </w:r>
      <w:r w:rsidRPr="00F23192">
        <w:t>la face tournée vers la mer</w:t>
      </w:r>
      <w:r w:rsidR="00D60A57">
        <w:t>.</w:t>
      </w:r>
    </w:p>
    <w:p w14:paraId="3ADCC370" w14:textId="77777777" w:rsidR="00D60A57" w:rsidRDefault="00E36F6A" w:rsidP="00D60A57">
      <w:r w:rsidRPr="00F23192">
        <w:t>Il n</w:t>
      </w:r>
      <w:r w:rsidR="00D60A57">
        <w:t>’</w:t>
      </w:r>
      <w:r w:rsidRPr="00F23192">
        <w:t>y avait pas jusqu</w:t>
      </w:r>
      <w:r w:rsidR="00D60A57">
        <w:t>’</w:t>
      </w:r>
      <w:r w:rsidRPr="00F23192">
        <w:t>à sa tenue qui n</w:t>
      </w:r>
      <w:r w:rsidR="00D60A57">
        <w:t>’</w:t>
      </w:r>
      <w:r w:rsidRPr="00F23192">
        <w:t>eût subi une modif</w:t>
      </w:r>
      <w:r w:rsidRPr="00F23192">
        <w:t>i</w:t>
      </w:r>
      <w:r w:rsidRPr="00F23192">
        <w:t>cation assez notable pour que son père s</w:t>
      </w:r>
      <w:r w:rsidR="00D60A57">
        <w:t>’</w:t>
      </w:r>
      <w:r w:rsidRPr="00F23192">
        <w:t>en étonnât et même commençât à en prendre inquiétude</w:t>
      </w:r>
      <w:r w:rsidR="00D60A57">
        <w:t xml:space="preserve">… </w:t>
      </w:r>
      <w:r w:rsidRPr="00F23192">
        <w:t>au point que</w:t>
      </w:r>
      <w:r w:rsidR="00D60A57">
        <w:t xml:space="preserve">, </w:t>
      </w:r>
      <w:r w:rsidRPr="00F23192">
        <w:t>subit</w:t>
      </w:r>
      <w:r w:rsidRPr="00F23192">
        <w:t>e</w:t>
      </w:r>
      <w:r w:rsidRPr="00F23192">
        <w:t>ment</w:t>
      </w:r>
      <w:r w:rsidR="00D60A57">
        <w:t xml:space="preserve">, </w:t>
      </w:r>
      <w:r w:rsidRPr="00F23192">
        <w:t>lui vint la résolution d</w:t>
      </w:r>
      <w:r w:rsidR="00D60A57">
        <w:t>’</w:t>
      </w:r>
      <w:r w:rsidRPr="00F23192">
        <w:t>avoir à ce sujet une explication</w:t>
      </w:r>
      <w:r w:rsidR="00D60A57">
        <w:t>.</w:t>
      </w:r>
    </w:p>
    <w:p w14:paraId="099C3479" w14:textId="77777777" w:rsidR="00D60A57" w:rsidRDefault="00E36F6A" w:rsidP="00D60A57">
      <w:r w:rsidRPr="00F23192">
        <w:t>D</w:t>
      </w:r>
      <w:r w:rsidR="00D60A57">
        <w:t>’</w:t>
      </w:r>
      <w:r w:rsidRPr="00F23192">
        <w:t>une manière générale</w:t>
      </w:r>
      <w:r w:rsidR="00D60A57">
        <w:t xml:space="preserve">, </w:t>
      </w:r>
      <w:r w:rsidRPr="00F23192">
        <w:t>il laissait René vivre à sa guise</w:t>
      </w:r>
      <w:r w:rsidR="00D60A57">
        <w:t xml:space="preserve">, </w:t>
      </w:r>
      <w:r w:rsidRPr="00F23192">
        <w:t>évitant avec soin toute observation</w:t>
      </w:r>
      <w:r w:rsidR="00D60A57">
        <w:t xml:space="preserve">, </w:t>
      </w:r>
      <w:r w:rsidRPr="00F23192">
        <w:t>encore moins toute discu</w:t>
      </w:r>
      <w:r w:rsidRPr="00F23192">
        <w:t>s</w:t>
      </w:r>
      <w:r w:rsidRPr="00F23192">
        <w:t>sion</w:t>
      </w:r>
      <w:r w:rsidR="00D60A57">
        <w:t xml:space="preserve"> ; </w:t>
      </w:r>
      <w:r w:rsidRPr="00F23192">
        <w:t>le jeune homme était de caractère ombrageux et même quelque peu porté à la violence</w:t>
      </w:r>
      <w:r w:rsidR="00D60A57">
        <w:t xml:space="preserve">, </w:t>
      </w:r>
      <w:r w:rsidRPr="00F23192">
        <w:t>ce qui devait être attribué sans doute aux exercices auxquels il s</w:t>
      </w:r>
      <w:r w:rsidR="00D60A57">
        <w:t>’</w:t>
      </w:r>
      <w:r w:rsidRPr="00F23192">
        <w:t>entraînait depuis sa plus te</w:t>
      </w:r>
      <w:r w:rsidRPr="00F23192">
        <w:t>n</w:t>
      </w:r>
      <w:r w:rsidRPr="00F23192">
        <w:t>dre enfance</w:t>
      </w:r>
      <w:r w:rsidR="00D60A57">
        <w:t xml:space="preserve">, </w:t>
      </w:r>
      <w:r w:rsidRPr="00F23192">
        <w:t>exercices qui avaient fait de lui un être supérie</w:t>
      </w:r>
      <w:r w:rsidRPr="00F23192">
        <w:t>u</w:t>
      </w:r>
      <w:r w:rsidRPr="00F23192">
        <w:t>rement musclé</w:t>
      </w:r>
      <w:r w:rsidR="00D60A57">
        <w:t xml:space="preserve">, </w:t>
      </w:r>
      <w:r w:rsidRPr="00F23192">
        <w:t>exubérant de force et de santé</w:t>
      </w:r>
      <w:r w:rsidR="00D60A57">
        <w:t xml:space="preserve">, </w:t>
      </w:r>
      <w:r w:rsidRPr="00F23192">
        <w:t>magnifique dans toute la fleur de sa jeunesse</w:t>
      </w:r>
      <w:r w:rsidR="00D60A57">
        <w:t>.</w:t>
      </w:r>
    </w:p>
    <w:p w14:paraId="3076A5D6" w14:textId="77777777" w:rsidR="00D60A57" w:rsidRDefault="00E36F6A" w:rsidP="00D60A57">
      <w:r w:rsidRPr="00F23192">
        <w:lastRenderedPageBreak/>
        <w:t>Et</w:t>
      </w:r>
      <w:r w:rsidR="00D60A57">
        <w:t xml:space="preserve">, </w:t>
      </w:r>
      <w:r w:rsidRPr="00F23192">
        <w:t>détail particulier pour quiconque l</w:t>
      </w:r>
      <w:r w:rsidR="00D60A57">
        <w:t>’</w:t>
      </w:r>
      <w:r w:rsidRPr="00F23192">
        <w:t>eût observé avec soin</w:t>
      </w:r>
      <w:r w:rsidR="00D60A57">
        <w:t xml:space="preserve">, </w:t>
      </w:r>
      <w:r w:rsidRPr="00F23192">
        <w:t>il y avait par moments dans l</w:t>
      </w:r>
      <w:r w:rsidR="00D60A57">
        <w:t>’</w:t>
      </w:r>
      <w:r w:rsidRPr="00F23192">
        <w:t>expression de son visage</w:t>
      </w:r>
      <w:r w:rsidR="00D60A57">
        <w:t xml:space="preserve">, </w:t>
      </w:r>
      <w:r w:rsidRPr="00F23192">
        <w:t>comme aussi dans l</w:t>
      </w:r>
      <w:r w:rsidR="00D60A57">
        <w:t>’</w:t>
      </w:r>
      <w:r w:rsidRPr="00F23192">
        <w:t>harmonie de ses mouvements</w:t>
      </w:r>
      <w:r w:rsidR="00D60A57">
        <w:t xml:space="preserve">, </w:t>
      </w:r>
      <w:r w:rsidRPr="00F23192">
        <w:t>un peu de la douceur et du charme du sexe féminin</w:t>
      </w:r>
      <w:r w:rsidR="00D60A57">
        <w:t>.</w:t>
      </w:r>
    </w:p>
    <w:p w14:paraId="64FBB58D" w14:textId="77777777" w:rsidR="00D60A57" w:rsidRDefault="00E36F6A" w:rsidP="00D60A57">
      <w:r w:rsidRPr="00F23192">
        <w:t>Ainsi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ailleurs</w:t>
      </w:r>
      <w:r w:rsidR="00D60A57">
        <w:t xml:space="preserve">, </w:t>
      </w:r>
      <w:r w:rsidRPr="00F23192">
        <w:t>en était-il des athlètes de l</w:t>
      </w:r>
      <w:r w:rsidR="00D60A57">
        <w:t>’</w:t>
      </w:r>
      <w:r w:rsidRPr="00F23192">
        <w:t>antiquité</w:t>
      </w:r>
      <w:r w:rsidR="00D60A57">
        <w:t>.</w:t>
      </w:r>
    </w:p>
    <w:p w14:paraId="2B83DCA2" w14:textId="77777777" w:rsidR="00D60A57" w:rsidRDefault="00E36F6A" w:rsidP="00D60A57">
      <w:r w:rsidRPr="00F23192">
        <w:t>Si bien qu</w:t>
      </w:r>
      <w:r w:rsidR="00D60A57">
        <w:t>’</w:t>
      </w:r>
      <w:r w:rsidRPr="00F23192">
        <w:t>il semblait à son père que le jeune homme</w:t>
      </w:r>
      <w:r w:rsidR="00D60A57">
        <w:t xml:space="preserve">, </w:t>
      </w:r>
      <w:r w:rsidRPr="00F23192">
        <w:t>par moments</w:t>
      </w:r>
      <w:r w:rsidR="00D60A57">
        <w:t xml:space="preserve">, </w:t>
      </w:r>
      <w:r w:rsidRPr="00F23192">
        <w:t>se transformât et donnât l</w:t>
      </w:r>
      <w:r w:rsidR="00D60A57">
        <w:t>’</w:t>
      </w:r>
      <w:r w:rsidRPr="00F23192">
        <w:t>impression</w:t>
      </w:r>
      <w:r w:rsidR="00D60A57">
        <w:t>…</w:t>
      </w:r>
    </w:p>
    <w:p w14:paraId="1E4A02A9" w14:textId="77777777" w:rsidR="00D60A57" w:rsidRDefault="00E36F6A" w:rsidP="00D60A57">
      <w:r w:rsidRPr="00F23192">
        <w:t>Brusquement</w:t>
      </w:r>
      <w:r w:rsidR="00D60A57">
        <w:t xml:space="preserve">, </w:t>
      </w:r>
      <w:r w:rsidRPr="00F23192">
        <w:t>le vieillard coupa net à ses réflexions</w:t>
      </w:r>
      <w:r w:rsidR="00D60A57">
        <w:t xml:space="preserve">, </w:t>
      </w:r>
      <w:r w:rsidRPr="00F23192">
        <w:t>tout atermoiement lui semblant inutile</w:t>
      </w:r>
      <w:r w:rsidR="00D60A57">
        <w:t xml:space="preserve">, </w:t>
      </w:r>
      <w:r w:rsidRPr="00F23192">
        <w:t>peut-être même quelque peu dangereux</w:t>
      </w:r>
      <w:r w:rsidR="00D60A57">
        <w:t xml:space="preserve"> ; </w:t>
      </w:r>
      <w:r w:rsidRPr="00F23192">
        <w:t>jetant sur ses épaules l</w:t>
      </w:r>
      <w:r w:rsidR="00D60A57">
        <w:t>’</w:t>
      </w:r>
      <w:r w:rsidRPr="00F23192">
        <w:t>ample limousine dans l</w:t>
      </w:r>
      <w:r w:rsidRPr="00F23192">
        <w:t>a</w:t>
      </w:r>
      <w:r w:rsidRPr="00F23192">
        <w:t>quelle il pouvait braver la morsure du vent</w:t>
      </w:r>
      <w:r w:rsidR="00D60A57">
        <w:t xml:space="preserve">, </w:t>
      </w:r>
      <w:r w:rsidRPr="00F23192">
        <w:t>il s</w:t>
      </w:r>
      <w:r w:rsidR="00D60A57">
        <w:t>’</w:t>
      </w:r>
      <w:r w:rsidRPr="00F23192">
        <w:t>apprêtait à aller retrouver son fils</w:t>
      </w:r>
      <w:r w:rsidR="00D60A57">
        <w:t xml:space="preserve">, </w:t>
      </w:r>
      <w:r w:rsidRPr="00F23192">
        <w:t>lorsqu</w:t>
      </w:r>
      <w:r w:rsidR="00D60A57">
        <w:t>’</w:t>
      </w:r>
      <w:r w:rsidRPr="00F23192">
        <w:t>il vit celui-ci se lever et</w:t>
      </w:r>
      <w:r w:rsidR="00D60A57">
        <w:t xml:space="preserve">, </w:t>
      </w:r>
      <w:r w:rsidRPr="00F23192">
        <w:t>quittant la crête de la falaise</w:t>
      </w:r>
      <w:r w:rsidR="00D60A57">
        <w:t xml:space="preserve">, </w:t>
      </w:r>
      <w:r w:rsidRPr="00F23192">
        <w:t>se diriger vers le logis</w:t>
      </w:r>
      <w:r w:rsidR="00D60A57">
        <w:t>.</w:t>
      </w:r>
    </w:p>
    <w:p w14:paraId="0AE489BC" w14:textId="77777777" w:rsidR="00D60A57" w:rsidRDefault="00D60A57" w:rsidP="00D60A57">
      <w:r>
        <w:t>« </w:t>
      </w:r>
      <w:r w:rsidR="00E36F6A" w:rsidRPr="00F23192">
        <w:t>Bien</w:t>
      </w:r>
      <w:r>
        <w:t xml:space="preserve">, </w:t>
      </w:r>
      <w:r w:rsidR="00E36F6A" w:rsidRPr="00F23192">
        <w:t>songea le vieil homme</w:t>
      </w:r>
      <w:r>
        <w:t xml:space="preserve">… </w:t>
      </w:r>
      <w:r w:rsidR="00E36F6A" w:rsidRPr="00F23192">
        <w:t>ici</w:t>
      </w:r>
      <w:r>
        <w:t xml:space="preserve">, </w:t>
      </w:r>
      <w:r w:rsidR="00E36F6A" w:rsidRPr="00F23192">
        <w:t>on s</w:t>
      </w:r>
      <w:r>
        <w:t>’</w:t>
      </w:r>
      <w:r w:rsidR="00E36F6A" w:rsidRPr="00F23192">
        <w:t>expliquera mieux</w:t>
      </w:r>
      <w:r>
        <w:t>… »</w:t>
      </w:r>
    </w:p>
    <w:p w14:paraId="05C3A7D9" w14:textId="77777777" w:rsidR="00D60A57" w:rsidRDefault="00E36F6A" w:rsidP="00D60A57">
      <w:r w:rsidRPr="00F23192">
        <w:t>Il retira sa houppelande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accrocha à un clou et attendit</w:t>
      </w:r>
      <w:r w:rsidR="00D60A57">
        <w:t>.</w:t>
      </w:r>
    </w:p>
    <w:p w14:paraId="45710055" w14:textId="77777777" w:rsidR="00D60A57" w:rsidRDefault="00E36F6A" w:rsidP="00D60A57">
      <w:r w:rsidRPr="00F23192">
        <w:t>Son attente fut de courte durée</w:t>
      </w:r>
      <w:r w:rsidR="00D60A57">
        <w:t xml:space="preserve"> ; </w:t>
      </w:r>
      <w:r w:rsidRPr="00F23192">
        <w:t>quelques instants plus tard</w:t>
      </w:r>
      <w:r w:rsidR="00D60A57">
        <w:t xml:space="preserve">, </w:t>
      </w:r>
      <w:r w:rsidRPr="00F23192">
        <w:t>la porte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ouvrant violemment</w:t>
      </w:r>
      <w:r w:rsidR="00D60A57">
        <w:t xml:space="preserve">, </w:t>
      </w:r>
      <w:r w:rsidRPr="00F23192">
        <w:t>fut refermée d</w:t>
      </w:r>
      <w:r w:rsidR="00D60A57">
        <w:t>’</w:t>
      </w:r>
      <w:r w:rsidRPr="00F23192">
        <w:t>un coup de pied</w:t>
      </w:r>
      <w:r w:rsidR="00D60A57">
        <w:t>.</w:t>
      </w:r>
    </w:p>
    <w:p w14:paraId="33A194CF" w14:textId="77777777" w:rsidR="00D60A57" w:rsidRDefault="00E36F6A" w:rsidP="00D60A57">
      <w:r w:rsidRPr="00F23192">
        <w:t>Puis</w:t>
      </w:r>
      <w:r w:rsidR="00D60A57">
        <w:t xml:space="preserve">, </w:t>
      </w:r>
      <w:r w:rsidRPr="00F23192">
        <w:t>jetant à la volée le bonnet de laine qui le coiffait</w:t>
      </w:r>
      <w:r w:rsidR="00D60A57">
        <w:t> :</w:t>
      </w:r>
    </w:p>
    <w:p w14:paraId="3AEF22B0" w14:textId="77777777" w:rsidR="00D60A57" w:rsidRDefault="00D60A57" w:rsidP="00D60A57">
      <w:r>
        <w:t>— </w:t>
      </w:r>
      <w:r w:rsidR="00E36F6A" w:rsidRPr="00F23192">
        <w:t>Par la Vierge</w:t>
      </w:r>
      <w:r>
        <w:t xml:space="preserve"> ! </w:t>
      </w:r>
      <w:r w:rsidR="00E36F6A" w:rsidRPr="00F23192">
        <w:t>s</w:t>
      </w:r>
      <w:r>
        <w:t>’</w:t>
      </w:r>
      <w:r w:rsidR="00E36F6A" w:rsidRPr="00F23192">
        <w:t>exclama une voix colère</w:t>
      </w:r>
      <w:r>
        <w:t xml:space="preserve">, </w:t>
      </w:r>
      <w:r w:rsidR="00E36F6A" w:rsidRPr="00F23192">
        <w:t>cela ne peut d</w:t>
      </w:r>
      <w:r w:rsidR="00E36F6A" w:rsidRPr="00F23192">
        <w:t>u</w:t>
      </w:r>
      <w:r w:rsidR="00E36F6A" w:rsidRPr="00F23192">
        <w:t>rer</w:t>
      </w:r>
      <w:r>
        <w:t>.</w:t>
      </w:r>
    </w:p>
    <w:p w14:paraId="7A2C516E" w14:textId="77777777" w:rsidR="00D60A57" w:rsidRDefault="00E36F6A" w:rsidP="00D60A57">
      <w:r w:rsidRPr="00F23192">
        <w:t>Pressentant un orage</w:t>
      </w:r>
      <w:r w:rsidR="00D60A57">
        <w:t xml:space="preserve">, </w:t>
      </w:r>
      <w:r w:rsidRPr="00F23192">
        <w:t>le vieillard demanda d</w:t>
      </w:r>
      <w:r w:rsidR="00D60A57">
        <w:t>’</w:t>
      </w:r>
      <w:r w:rsidRPr="00F23192">
        <w:t>une voix douce</w:t>
      </w:r>
      <w:r w:rsidR="00D60A57">
        <w:t xml:space="preserve">, </w:t>
      </w:r>
      <w:r w:rsidRPr="00F23192">
        <w:t>presque humble</w:t>
      </w:r>
      <w:r w:rsidR="00D60A57">
        <w:t> :</w:t>
      </w:r>
    </w:p>
    <w:p w14:paraId="651B0359" w14:textId="77777777" w:rsidR="00D60A57" w:rsidRDefault="00D60A57" w:rsidP="00D60A57">
      <w:r>
        <w:t>— </w:t>
      </w:r>
      <w:r w:rsidR="00E36F6A" w:rsidRPr="00F23192">
        <w:t>Qu</w:t>
      </w:r>
      <w:r>
        <w:t>’</w:t>
      </w:r>
      <w:r w:rsidR="00E36F6A" w:rsidRPr="00F23192">
        <w:t>est-ce qui ne peut durer</w:t>
      </w:r>
      <w:r>
        <w:t> ?</w:t>
      </w:r>
    </w:p>
    <w:p w14:paraId="6CCED358" w14:textId="77777777" w:rsidR="00D60A57" w:rsidRDefault="00D60A57" w:rsidP="00D60A57">
      <w:r>
        <w:lastRenderedPageBreak/>
        <w:t>— </w:t>
      </w:r>
      <w:r w:rsidR="00E36F6A" w:rsidRPr="00F23192">
        <w:t xml:space="preserve">Cette comédie stupide </w:t>
      </w:r>
      <w:r w:rsidR="00B63E17">
        <w:t>à laquelle vous me condamnez</w:t>
      </w:r>
      <w:r>
        <w:t xml:space="preserve"> !… </w:t>
      </w:r>
      <w:r w:rsidR="00E36F6A" w:rsidRPr="00F23192">
        <w:t>M</w:t>
      </w:r>
      <w:r>
        <w:t>’</w:t>
      </w:r>
      <w:r w:rsidR="00E36F6A" w:rsidRPr="00F23192">
        <w:t>affubler de vêtements qui ne sont pas de mon sexe</w:t>
      </w:r>
      <w:r>
        <w:t xml:space="preserve">… </w:t>
      </w:r>
      <w:r w:rsidR="00E36F6A" w:rsidRPr="00F23192">
        <w:t>assez</w:t>
      </w:r>
      <w:r>
        <w:t> !</w:t>
      </w:r>
    </w:p>
    <w:p w14:paraId="62633601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de nouveau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une voix pleine de rancune</w:t>
      </w:r>
      <w:r w:rsidR="00D60A57">
        <w:t> :</w:t>
      </w:r>
    </w:p>
    <w:p w14:paraId="293CF846" w14:textId="77777777" w:rsidR="00D60A57" w:rsidRDefault="00D60A57" w:rsidP="00D60A57">
      <w:r>
        <w:t>— </w:t>
      </w:r>
      <w:r w:rsidR="00E36F6A" w:rsidRPr="00F23192">
        <w:t>Pourquoi n</w:t>
      </w:r>
      <w:r>
        <w:t>’</w:t>
      </w:r>
      <w:r w:rsidR="00E36F6A" w:rsidRPr="00F23192">
        <w:t>avoir pas fait de moi un clerc</w:t>
      </w:r>
      <w:r>
        <w:t xml:space="preserve"> !… </w:t>
      </w:r>
      <w:r w:rsidR="00E36F6A" w:rsidRPr="00F23192">
        <w:t>Ma place est dans un monastère</w:t>
      </w:r>
      <w:r>
        <w:t xml:space="preserve">, </w:t>
      </w:r>
      <w:r w:rsidR="00E36F6A" w:rsidRPr="00F23192">
        <w:t>le crâne tondu et confit en patenôtres</w:t>
      </w:r>
      <w:r>
        <w:t>…</w:t>
      </w:r>
    </w:p>
    <w:p w14:paraId="54A664EB" w14:textId="77777777" w:rsidR="00D60A57" w:rsidRDefault="00D60A57" w:rsidP="00D60A57">
      <w:r>
        <w:t>M. </w:t>
      </w:r>
      <w:r w:rsidR="00E36F6A" w:rsidRPr="00F23192">
        <w:t xml:space="preserve">des </w:t>
      </w:r>
      <w:proofErr w:type="spellStart"/>
      <w:r w:rsidR="00E36F6A" w:rsidRPr="00F23192">
        <w:t>Blaittières</w:t>
      </w:r>
      <w:proofErr w:type="spellEnd"/>
      <w:r>
        <w:t xml:space="preserve">, </w:t>
      </w:r>
      <w:r w:rsidR="00E36F6A" w:rsidRPr="00F23192">
        <w:t>épouvanté</w:t>
      </w:r>
      <w:r>
        <w:t xml:space="preserve">, </w:t>
      </w:r>
      <w:r w:rsidR="00E36F6A" w:rsidRPr="00F23192">
        <w:t>murmura</w:t>
      </w:r>
      <w:r>
        <w:t> :</w:t>
      </w:r>
    </w:p>
    <w:p w14:paraId="0C13118E" w14:textId="77777777" w:rsidR="00D60A57" w:rsidRDefault="00D60A57" w:rsidP="00D60A57">
      <w:r>
        <w:t>— </w:t>
      </w:r>
      <w:r w:rsidR="00E36F6A" w:rsidRPr="00F23192">
        <w:t>Plus bas</w:t>
      </w:r>
      <w:r>
        <w:t xml:space="preserve">… </w:t>
      </w:r>
      <w:r w:rsidR="00E36F6A" w:rsidRPr="00F23192">
        <w:t>je vous en supplie</w:t>
      </w:r>
      <w:r>
        <w:t xml:space="preserve">… </w:t>
      </w:r>
      <w:r w:rsidR="00E36F6A" w:rsidRPr="00F23192">
        <w:t>Si l</w:t>
      </w:r>
      <w:r>
        <w:t>’</w:t>
      </w:r>
      <w:r w:rsidR="00E36F6A" w:rsidRPr="00F23192">
        <w:t>on vous entendait</w:t>
      </w:r>
      <w:r>
        <w:t>…</w:t>
      </w:r>
    </w:p>
    <w:p w14:paraId="400C1587" w14:textId="77777777" w:rsidR="00D60A57" w:rsidRDefault="00D60A57" w:rsidP="00D60A57">
      <w:r>
        <w:t>— </w:t>
      </w:r>
      <w:r w:rsidR="00E36F6A" w:rsidRPr="00F23192">
        <w:t>Et après</w:t>
      </w:r>
      <w:r>
        <w:t xml:space="preserve"> ?… </w:t>
      </w:r>
      <w:r w:rsidR="00E36F6A" w:rsidRPr="00F23192">
        <w:t>Quand l</w:t>
      </w:r>
      <w:r>
        <w:t>’</w:t>
      </w:r>
      <w:r w:rsidR="00E36F6A" w:rsidRPr="00F23192">
        <w:t>on m</w:t>
      </w:r>
      <w:r>
        <w:t>’</w:t>
      </w:r>
      <w:r w:rsidR="00E36F6A" w:rsidRPr="00F23192">
        <w:t>entendrait</w:t>
      </w:r>
      <w:r>
        <w:t xml:space="preserve"> ?… </w:t>
      </w:r>
      <w:r w:rsidR="00E36F6A" w:rsidRPr="00F23192">
        <w:t>C</w:t>
      </w:r>
      <w:r>
        <w:t>’</w:t>
      </w:r>
      <w:r w:rsidR="00E36F6A" w:rsidRPr="00F23192">
        <w:t>en serait-il fait de la Bretagne si l</w:t>
      </w:r>
      <w:r>
        <w:t>’</w:t>
      </w:r>
      <w:r w:rsidR="00E36F6A" w:rsidRPr="00F23192">
        <w:t xml:space="preserve">on apprenait que le fils du sire des </w:t>
      </w:r>
      <w:proofErr w:type="spellStart"/>
      <w:r w:rsidR="00E36F6A" w:rsidRPr="00F23192">
        <w:t>Blaittières</w:t>
      </w:r>
      <w:proofErr w:type="spellEnd"/>
      <w:r w:rsidR="00E36F6A" w:rsidRPr="00F23192">
        <w:t xml:space="preserve"> est une fille</w:t>
      </w:r>
      <w:r>
        <w:t> ?…</w:t>
      </w:r>
    </w:p>
    <w:p w14:paraId="3D87A387" w14:textId="77777777" w:rsidR="00D60A57" w:rsidRDefault="00E36F6A" w:rsidP="00D60A57">
      <w:r w:rsidRPr="00F23192">
        <w:t>D</w:t>
      </w:r>
      <w:r w:rsidR="00D60A57">
        <w:t>’</w:t>
      </w:r>
      <w:r w:rsidRPr="00F23192">
        <w:t>une voix grave</w:t>
      </w:r>
      <w:r w:rsidR="00D60A57">
        <w:t xml:space="preserve">, </w:t>
      </w:r>
      <w:r w:rsidRPr="00F23192">
        <w:t>le vieil homme répliqua</w:t>
      </w:r>
      <w:r w:rsidR="00D60A57">
        <w:t> :</w:t>
      </w:r>
    </w:p>
    <w:p w14:paraId="6C7FEB9C" w14:textId="77777777" w:rsidR="00D60A57" w:rsidRDefault="00D60A57" w:rsidP="00D60A57">
      <w:r>
        <w:t>— </w:t>
      </w:r>
      <w:r w:rsidR="00E36F6A" w:rsidRPr="00F23192">
        <w:t>Non</w:t>
      </w:r>
      <w:r>
        <w:t xml:space="preserve">, </w:t>
      </w:r>
      <w:r w:rsidR="00E36F6A" w:rsidRPr="00F23192">
        <w:t>certes</w:t>
      </w:r>
      <w:r>
        <w:t xml:space="preserve"> !… </w:t>
      </w:r>
      <w:r w:rsidR="00E36F6A" w:rsidRPr="00F23192">
        <w:t>ce n</w:t>
      </w:r>
      <w:r>
        <w:t>’</w:t>
      </w:r>
      <w:r w:rsidR="00E36F6A" w:rsidRPr="00F23192">
        <w:t>en serait pas fait de la Bretagne</w:t>
      </w:r>
      <w:r>
        <w:t xml:space="preserve">… </w:t>
      </w:r>
      <w:r w:rsidR="00E36F6A" w:rsidRPr="00F23192">
        <w:t>mais peut-être de vous</w:t>
      </w:r>
      <w:r>
        <w:t> !</w:t>
      </w:r>
    </w:p>
    <w:p w14:paraId="534069F2" w14:textId="77777777" w:rsidR="00D60A57" w:rsidRDefault="00D60A57" w:rsidP="00D60A57">
      <w:r>
        <w:t>— </w:t>
      </w:r>
      <w:r w:rsidR="00E36F6A" w:rsidRPr="00F23192">
        <w:t>De moi</w:t>
      </w:r>
      <w:r>
        <w:t xml:space="preserve"> !… </w:t>
      </w:r>
      <w:r w:rsidR="00E36F6A" w:rsidRPr="00F23192">
        <w:t>En quoi et à qui mon sexe peut-il importer</w:t>
      </w:r>
      <w:r>
        <w:t> ?</w:t>
      </w:r>
    </w:p>
    <w:p w14:paraId="0B15CFE2" w14:textId="77777777" w:rsidR="00D60A57" w:rsidRDefault="00E36F6A" w:rsidP="00D60A57">
      <w:r w:rsidRPr="00F23192">
        <w:t>Comme à cette question nulle réponse ne venait</w:t>
      </w:r>
      <w:r w:rsidR="00D60A57">
        <w:t> :</w:t>
      </w:r>
    </w:p>
    <w:p w14:paraId="23F92E44" w14:textId="77777777" w:rsidR="00D60A57" w:rsidRDefault="00D60A57" w:rsidP="00D60A57">
      <w:r>
        <w:t>— </w:t>
      </w:r>
      <w:r w:rsidR="00E36F6A" w:rsidRPr="00F23192">
        <w:t>Vous reconnaîtrez</w:t>
      </w:r>
      <w:r>
        <w:t xml:space="preserve">, </w:t>
      </w:r>
      <w:r w:rsidR="00E36F6A" w:rsidRPr="00F23192">
        <w:t>mon père</w:t>
      </w:r>
      <w:r>
        <w:t xml:space="preserve">, </w:t>
      </w:r>
      <w:r w:rsidR="00E36F6A" w:rsidRPr="00F23192">
        <w:t>que</w:t>
      </w:r>
      <w:r>
        <w:t xml:space="preserve">, </w:t>
      </w:r>
      <w:r w:rsidR="00E36F6A" w:rsidRPr="00F23192">
        <w:t>depuis que j</w:t>
      </w:r>
      <w:r>
        <w:t>’</w:t>
      </w:r>
      <w:r w:rsidR="00E36F6A" w:rsidRPr="00F23192">
        <w:t>ai l</w:t>
      </w:r>
      <w:r>
        <w:t>’</w:t>
      </w:r>
      <w:r w:rsidR="00E36F6A" w:rsidRPr="00F23192">
        <w:t>âge de raison</w:t>
      </w:r>
      <w:r>
        <w:t xml:space="preserve">, </w:t>
      </w:r>
      <w:r w:rsidR="00E36F6A" w:rsidRPr="00F23192">
        <w:t>je vous ai obéi avec soumission</w:t>
      </w:r>
      <w:r>
        <w:t xml:space="preserve">, </w:t>
      </w:r>
      <w:r w:rsidR="00E36F6A" w:rsidRPr="00F23192">
        <w:t>reconnaissante infin</w:t>
      </w:r>
      <w:r w:rsidR="00E36F6A" w:rsidRPr="00F23192">
        <w:t>i</w:t>
      </w:r>
      <w:r w:rsidR="00E36F6A" w:rsidRPr="00F23192">
        <w:t>ment pour les soins dont vous m</w:t>
      </w:r>
      <w:r>
        <w:t>’</w:t>
      </w:r>
      <w:r w:rsidR="00E36F6A" w:rsidRPr="00F23192">
        <w:t>avez entourée depuis mon e</w:t>
      </w:r>
      <w:r w:rsidR="00E36F6A" w:rsidRPr="00F23192">
        <w:t>n</w:t>
      </w:r>
      <w:r w:rsidR="00E36F6A" w:rsidRPr="00F23192">
        <w:t>fance</w:t>
      </w:r>
      <w:r>
        <w:t xml:space="preserve"> ; </w:t>
      </w:r>
      <w:r w:rsidR="00E36F6A" w:rsidRPr="00F23192">
        <w:t>tout d</w:t>
      </w:r>
      <w:r>
        <w:t>’</w:t>
      </w:r>
      <w:r w:rsidR="00E36F6A" w:rsidRPr="00F23192">
        <w:t>abord</w:t>
      </w:r>
      <w:r>
        <w:t xml:space="preserve">, </w:t>
      </w:r>
      <w:r w:rsidR="00E36F6A" w:rsidRPr="00F23192">
        <w:t>je vous l</w:t>
      </w:r>
      <w:r>
        <w:t>’</w:t>
      </w:r>
      <w:r w:rsidR="00E36F6A" w:rsidRPr="00F23192">
        <w:t>avoue d</w:t>
      </w:r>
      <w:r>
        <w:t>’</w:t>
      </w:r>
      <w:r w:rsidR="00E36F6A" w:rsidRPr="00F23192">
        <w:t>ailleurs</w:t>
      </w:r>
      <w:r>
        <w:t xml:space="preserve">, </w:t>
      </w:r>
      <w:r w:rsidR="00E36F6A" w:rsidRPr="00F23192">
        <w:t>cette comédie ne me déplaisait pas</w:t>
      </w:r>
      <w:r>
        <w:t xml:space="preserve"> ; </w:t>
      </w:r>
      <w:r w:rsidR="00E36F6A" w:rsidRPr="00F23192">
        <w:t>elle convenait au caractère violent que je me sens</w:t>
      </w:r>
      <w:r>
        <w:t xml:space="preserve">, </w:t>
      </w:r>
      <w:r w:rsidR="00E36F6A" w:rsidRPr="00F23192">
        <w:t>avec les instincts de lutte</w:t>
      </w:r>
      <w:r>
        <w:t xml:space="preserve">, </w:t>
      </w:r>
      <w:r w:rsidR="00E36F6A" w:rsidRPr="00F23192">
        <w:t>de bataille</w:t>
      </w:r>
      <w:r>
        <w:t xml:space="preserve">, </w:t>
      </w:r>
      <w:r w:rsidR="00E36F6A" w:rsidRPr="00F23192">
        <w:t>qui fermentent en moi</w:t>
      </w:r>
      <w:r>
        <w:t xml:space="preserve">, </w:t>
      </w:r>
      <w:r w:rsidR="00E36F6A" w:rsidRPr="00F23192">
        <w:t>ce dont je me suis toujours d</w:t>
      </w:r>
      <w:r>
        <w:t>’</w:t>
      </w:r>
      <w:r w:rsidR="00E36F6A" w:rsidRPr="00F23192">
        <w:t>ailleurs étonnée</w:t>
      </w:r>
      <w:r>
        <w:t xml:space="preserve">, </w:t>
      </w:r>
      <w:r w:rsidR="00E36F6A" w:rsidRPr="00F23192">
        <w:t>en raison de la disse</w:t>
      </w:r>
      <w:r w:rsidR="00E36F6A" w:rsidRPr="00F23192">
        <w:t>m</w:t>
      </w:r>
      <w:r w:rsidR="00E36F6A" w:rsidRPr="00F23192">
        <w:t>blance qui existe entre nous</w:t>
      </w:r>
      <w:r>
        <w:t xml:space="preserve">… </w:t>
      </w:r>
      <w:r w:rsidR="00E36F6A" w:rsidRPr="00F23192">
        <w:t>Mais</w:t>
      </w:r>
      <w:r>
        <w:t xml:space="preserve">, </w:t>
      </w:r>
      <w:r w:rsidR="00E36F6A" w:rsidRPr="00F23192">
        <w:t>maintenant</w:t>
      </w:r>
      <w:r>
        <w:t>…</w:t>
      </w:r>
    </w:p>
    <w:p w14:paraId="63D13A99" w14:textId="77777777" w:rsidR="00D60A57" w:rsidRDefault="00D60A57" w:rsidP="00D60A57">
      <w:r>
        <w:lastRenderedPageBreak/>
        <w:t>— </w:t>
      </w:r>
      <w:r w:rsidR="00E36F6A" w:rsidRPr="00F23192">
        <w:t>Maintenant</w:t>
      </w:r>
      <w:r>
        <w:t xml:space="preserve">, </w:t>
      </w:r>
      <w:r w:rsidR="00E36F6A" w:rsidRPr="00F23192">
        <w:t>ce pourpoint</w:t>
      </w:r>
      <w:r>
        <w:t xml:space="preserve">, </w:t>
      </w:r>
      <w:r w:rsidR="00E36F6A" w:rsidRPr="00F23192">
        <w:t>ces bottes</w:t>
      </w:r>
      <w:r>
        <w:t xml:space="preserve">, </w:t>
      </w:r>
      <w:r w:rsidR="00E36F6A" w:rsidRPr="00F23192">
        <w:t>cette épée</w:t>
      </w:r>
      <w:r>
        <w:t xml:space="preserve">, </w:t>
      </w:r>
      <w:r w:rsidR="00E36F6A" w:rsidRPr="00F23192">
        <w:t>qui fa</w:t>
      </w:r>
      <w:r w:rsidR="00E36F6A" w:rsidRPr="00F23192">
        <w:t>i</w:t>
      </w:r>
      <w:r w:rsidR="00E36F6A" w:rsidRPr="00F23192">
        <w:t>saient votre joie</w:t>
      </w:r>
      <w:r>
        <w:t xml:space="preserve">, </w:t>
      </w:r>
      <w:r w:rsidR="00E36F6A" w:rsidRPr="00F23192">
        <w:t>vous sont-ils donc devenus odieux</w:t>
      </w:r>
      <w:r>
        <w:t> ?</w:t>
      </w:r>
    </w:p>
    <w:p w14:paraId="69451647" w14:textId="77777777" w:rsidR="00D60A57" w:rsidRDefault="00D60A57" w:rsidP="00D60A57">
      <w:r>
        <w:t>— </w:t>
      </w:r>
      <w:r w:rsidR="00E36F6A" w:rsidRPr="00F23192">
        <w:t>Ils ne conviennent pas à mon sexe</w:t>
      </w:r>
      <w:r>
        <w:t>.</w:t>
      </w:r>
    </w:p>
    <w:p w14:paraId="0286BE37" w14:textId="77777777" w:rsidR="00D60A57" w:rsidRDefault="00D60A57" w:rsidP="00D60A57">
      <w:r>
        <w:t>— </w:t>
      </w:r>
      <w:r w:rsidR="00E36F6A" w:rsidRPr="00F23192">
        <w:t>Quel besoin éprouvez-vous donc si subit de vous aff</w:t>
      </w:r>
      <w:r w:rsidR="00E36F6A" w:rsidRPr="00F23192">
        <w:t>u</w:t>
      </w:r>
      <w:r w:rsidR="00E36F6A" w:rsidRPr="00F23192">
        <w:t>bler d</w:t>
      </w:r>
      <w:r>
        <w:t>’</w:t>
      </w:r>
      <w:r w:rsidR="00E36F6A" w:rsidRPr="00F23192">
        <w:t>une robe</w:t>
      </w:r>
      <w:r>
        <w:t xml:space="preserve">, </w:t>
      </w:r>
      <w:r w:rsidR="00E36F6A" w:rsidRPr="00F23192">
        <w:t>d</w:t>
      </w:r>
      <w:r>
        <w:t>’</w:t>
      </w:r>
      <w:r w:rsidR="00E36F6A" w:rsidRPr="00F23192">
        <w:t>un vertug</w:t>
      </w:r>
      <w:r w:rsidR="00E36F6A" w:rsidRPr="00F23192">
        <w:t>a</w:t>
      </w:r>
      <w:r w:rsidR="00E36F6A" w:rsidRPr="00F23192">
        <w:t>din</w:t>
      </w:r>
      <w:r>
        <w:t xml:space="preserve"> ?… </w:t>
      </w:r>
      <w:r w:rsidR="00E36F6A" w:rsidRPr="00F23192">
        <w:t>C</w:t>
      </w:r>
      <w:r>
        <w:t>’</w:t>
      </w:r>
      <w:r w:rsidR="00E36F6A" w:rsidRPr="00F23192">
        <w:t>est l</w:t>
      </w:r>
      <w:r>
        <w:t>’</w:t>
      </w:r>
      <w:r w:rsidR="00E36F6A" w:rsidRPr="00F23192">
        <w:t>habillement de qui est</w:t>
      </w:r>
      <w:r>
        <w:t xml:space="preserve">, </w:t>
      </w:r>
      <w:r w:rsidR="00E36F6A" w:rsidRPr="00F23192">
        <w:t>comme vous</w:t>
      </w:r>
      <w:r>
        <w:t xml:space="preserve">, </w:t>
      </w:r>
      <w:r w:rsidR="00E36F6A" w:rsidRPr="00F23192">
        <w:t>friand de lame et de cheval</w:t>
      </w:r>
      <w:r>
        <w:t>…</w:t>
      </w:r>
    </w:p>
    <w:p w14:paraId="4706C45E" w14:textId="77777777" w:rsidR="00D60A57" w:rsidRDefault="00E36F6A" w:rsidP="00D60A57">
      <w:r w:rsidRPr="00F23192">
        <w:t>Le vieillard ajouta</w:t>
      </w:r>
      <w:r w:rsidR="00D60A57">
        <w:t> :</w:t>
      </w:r>
    </w:p>
    <w:p w14:paraId="704E4F87" w14:textId="77777777" w:rsidR="00D60A57" w:rsidRDefault="00D60A57" w:rsidP="00D60A57">
      <w:r>
        <w:t>— </w:t>
      </w:r>
      <w:r w:rsidR="00E36F6A" w:rsidRPr="00F23192">
        <w:t>Quel événement est donc survenu qui vous a subitement mis en tête l</w:t>
      </w:r>
      <w:r>
        <w:t>’</w:t>
      </w:r>
      <w:r w:rsidR="00E36F6A" w:rsidRPr="00F23192">
        <w:t>idée d</w:t>
      </w:r>
      <w:r>
        <w:t>’</w:t>
      </w:r>
      <w:r w:rsidR="00E36F6A" w:rsidRPr="00F23192">
        <w:t>un tel bouleversement dans votre existence</w:t>
      </w:r>
      <w:r>
        <w:t> ?</w:t>
      </w:r>
    </w:p>
    <w:p w14:paraId="51CE2EAC" w14:textId="77777777" w:rsidR="00D60A57" w:rsidRDefault="00E36F6A" w:rsidP="00D60A57">
      <w:r w:rsidRPr="00F23192">
        <w:t>Un moment déconcerté par ces mots</w:t>
      </w:r>
      <w:r w:rsidR="00D60A57">
        <w:t> :</w:t>
      </w:r>
    </w:p>
    <w:p w14:paraId="7AC78827" w14:textId="77777777" w:rsidR="00D60A57" w:rsidRDefault="00D60A57" w:rsidP="00D60A57">
      <w:r>
        <w:t>— </w:t>
      </w:r>
      <w:r w:rsidR="00E36F6A" w:rsidRPr="00F23192">
        <w:t>Quel événement</w:t>
      </w:r>
      <w:r>
        <w:t xml:space="preserve"> !… </w:t>
      </w:r>
      <w:r w:rsidR="00E36F6A" w:rsidRPr="00F23192">
        <w:t>Vous demandez quel événement</w:t>
      </w:r>
      <w:r>
        <w:t xml:space="preserve"> ?… </w:t>
      </w:r>
      <w:r w:rsidR="00E36F6A" w:rsidRPr="00F23192">
        <w:t>Mais un événement considérable</w:t>
      </w:r>
      <w:r>
        <w:t xml:space="preserve"> !… </w:t>
      </w:r>
      <w:r w:rsidR="00E36F6A" w:rsidRPr="00F23192">
        <w:t>le plus considérable qui puisse survenir dans la vie d</w:t>
      </w:r>
      <w:r>
        <w:t>’</w:t>
      </w:r>
      <w:r w:rsidR="00E36F6A" w:rsidRPr="00F23192">
        <w:t>un homme ou d</w:t>
      </w:r>
      <w:r>
        <w:t>’</w:t>
      </w:r>
      <w:r w:rsidR="00E36F6A" w:rsidRPr="00F23192">
        <w:t>une femme</w:t>
      </w:r>
      <w:r>
        <w:t>.</w:t>
      </w:r>
    </w:p>
    <w:p w14:paraId="6CFDF845" w14:textId="77777777" w:rsidR="00D60A57" w:rsidRDefault="00E36F6A" w:rsidP="00D60A57">
      <w:r w:rsidRPr="00F23192">
        <w:t>Encore hésitante</w:t>
      </w:r>
      <w:r w:rsidR="00D60A57">
        <w:t xml:space="preserve">, </w:t>
      </w:r>
      <w:r w:rsidRPr="00F23192">
        <w:t>elle se tut</w:t>
      </w:r>
      <w:r w:rsidR="00D60A57">
        <w:t xml:space="preserve"> ; </w:t>
      </w:r>
      <w:r w:rsidRPr="00F23192">
        <w:t>puis</w:t>
      </w:r>
      <w:r w:rsidR="00D60A57">
        <w:t xml:space="preserve">, </w:t>
      </w:r>
      <w:r w:rsidRPr="00F23192">
        <w:t>rougissante</w:t>
      </w:r>
      <w:r w:rsidR="00D60A57">
        <w:t xml:space="preserve">, </w:t>
      </w:r>
      <w:r w:rsidRPr="00F23192">
        <w:t>baissant la voix</w:t>
      </w:r>
      <w:r w:rsidR="00D60A57">
        <w:t xml:space="preserve">, </w:t>
      </w:r>
      <w:r w:rsidRPr="00F23192">
        <w:t>elle confessa</w:t>
      </w:r>
      <w:r w:rsidR="00D60A57">
        <w:t> :</w:t>
      </w:r>
    </w:p>
    <w:p w14:paraId="047461D2" w14:textId="77777777" w:rsidR="00D60A57" w:rsidRDefault="00D60A57" w:rsidP="00D60A57">
      <w:r>
        <w:t>— </w:t>
      </w:r>
      <w:r w:rsidR="00E36F6A" w:rsidRPr="00F23192">
        <w:t>J</w:t>
      </w:r>
      <w:r>
        <w:t>’</w:t>
      </w:r>
      <w:r w:rsidR="00E36F6A" w:rsidRPr="00F23192">
        <w:t>aime</w:t>
      </w:r>
      <w:r>
        <w:t> !</w:t>
      </w:r>
    </w:p>
    <w:p w14:paraId="52CB966B" w14:textId="77777777" w:rsidR="00D60A57" w:rsidRDefault="00E36F6A" w:rsidP="00D60A57">
      <w:r w:rsidRPr="00F23192">
        <w:t>Son père</w:t>
      </w:r>
      <w:r w:rsidR="00D60A57">
        <w:t xml:space="preserve">, </w:t>
      </w:r>
      <w:r w:rsidRPr="00F23192">
        <w:t>stupéfait</w:t>
      </w:r>
      <w:r w:rsidR="00D60A57">
        <w:t xml:space="preserve">, </w:t>
      </w:r>
      <w:r w:rsidRPr="00F23192">
        <w:t>répéta</w:t>
      </w:r>
      <w:r w:rsidR="00D60A57">
        <w:t xml:space="preserve">, </w:t>
      </w:r>
      <w:r w:rsidRPr="00F23192">
        <w:t>incrédule</w:t>
      </w:r>
      <w:r w:rsidR="00D60A57">
        <w:t> :</w:t>
      </w:r>
    </w:p>
    <w:p w14:paraId="777E3B26" w14:textId="77777777" w:rsidR="00D60A57" w:rsidRDefault="00D60A57" w:rsidP="00D60A57">
      <w:r>
        <w:t>— </w:t>
      </w:r>
      <w:r w:rsidR="00E36F6A" w:rsidRPr="00F23192">
        <w:t>Vous aimez</w:t>
      </w:r>
      <w:r>
        <w:t xml:space="preserve"> !… </w:t>
      </w:r>
      <w:r w:rsidR="00E36F6A" w:rsidRPr="00F23192">
        <w:t>Vous aimez</w:t>
      </w:r>
      <w:r>
        <w:t> !</w:t>
      </w:r>
    </w:p>
    <w:p w14:paraId="3EAD29F5" w14:textId="77777777" w:rsidR="00D60A57" w:rsidRDefault="00D60A57" w:rsidP="00D60A57">
      <w:r>
        <w:t>— </w:t>
      </w:r>
      <w:r w:rsidR="00E36F6A" w:rsidRPr="00F23192">
        <w:t>Ou</w:t>
      </w:r>
      <w:r>
        <w:t xml:space="preserve">, </w:t>
      </w:r>
      <w:r w:rsidR="00E36F6A" w:rsidRPr="00F23192">
        <w:t>du moins</w:t>
      </w:r>
      <w:r>
        <w:t xml:space="preserve">, </w:t>
      </w:r>
      <w:r w:rsidR="00E36F6A" w:rsidRPr="00F23192">
        <w:t>je crois bien que ce sentiment incompr</w:t>
      </w:r>
      <w:r w:rsidR="00E36F6A" w:rsidRPr="00F23192">
        <w:t>é</w:t>
      </w:r>
      <w:r w:rsidR="00E36F6A" w:rsidRPr="00F23192">
        <w:t>hensible</w:t>
      </w:r>
      <w:r>
        <w:t xml:space="preserve">, </w:t>
      </w:r>
      <w:r w:rsidR="00E36F6A" w:rsidRPr="00F23192">
        <w:t>qui me tient toute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l</w:t>
      </w:r>
      <w:r>
        <w:t>’</w:t>
      </w:r>
      <w:r w:rsidR="00E36F6A" w:rsidRPr="00F23192">
        <w:t>amour</w:t>
      </w:r>
      <w:r>
        <w:t> !</w:t>
      </w:r>
    </w:p>
    <w:p w14:paraId="7CF0C3D1" w14:textId="77777777" w:rsidR="00D60A57" w:rsidRDefault="00E36F6A" w:rsidP="00D60A57">
      <w:r w:rsidRPr="00F23192">
        <w:t>Elle ajouta</w:t>
      </w:r>
      <w:r w:rsidR="00D60A57">
        <w:t xml:space="preserve">, </w:t>
      </w:r>
      <w:r w:rsidRPr="00F23192">
        <w:t>les yeux levés au plafond</w:t>
      </w:r>
      <w:r w:rsidR="00D60A57">
        <w:t xml:space="preserve">, </w:t>
      </w:r>
      <w:r w:rsidRPr="00F23192">
        <w:t>dans une expression d</w:t>
      </w:r>
      <w:r w:rsidR="00D60A57">
        <w:t>’</w:t>
      </w:r>
      <w:r w:rsidRPr="00F23192">
        <w:t>extase</w:t>
      </w:r>
      <w:r w:rsidR="00D60A57">
        <w:t xml:space="preserve">, </w:t>
      </w:r>
      <w:r w:rsidRPr="00F23192">
        <w:t>tandis que</w:t>
      </w:r>
      <w:r w:rsidR="00D60A57">
        <w:t xml:space="preserve">, </w:t>
      </w:r>
      <w:r w:rsidRPr="00F23192">
        <w:t>de ses mains pressées sur sa poitrine</w:t>
      </w:r>
      <w:r w:rsidR="00D60A57">
        <w:t xml:space="preserve">, </w:t>
      </w:r>
      <w:r w:rsidRPr="00F23192">
        <w:t>elle semblait vouloir contenir les bondissements de son cœur</w:t>
      </w:r>
      <w:r w:rsidR="00D60A57">
        <w:t>.</w:t>
      </w:r>
    </w:p>
    <w:p w14:paraId="63E78DB4" w14:textId="77777777" w:rsidR="00D60A57" w:rsidRDefault="00D60A57" w:rsidP="00D60A57">
      <w:r>
        <w:lastRenderedPageBreak/>
        <w:t>— </w:t>
      </w:r>
      <w:r w:rsidR="00E36F6A" w:rsidRPr="00F23192">
        <w:t>Oh</w:t>
      </w:r>
      <w:r>
        <w:t xml:space="preserve"> ! </w:t>
      </w:r>
      <w:r w:rsidR="00E36F6A" w:rsidRPr="00F23192">
        <w:t>oui</w:t>
      </w:r>
      <w:r>
        <w:t xml:space="preserve">, </w:t>
      </w:r>
      <w:r w:rsidR="00E36F6A" w:rsidRPr="00F23192">
        <w:t>je le sens</w:t>
      </w:r>
      <w:r>
        <w:t xml:space="preserve">… </w:t>
      </w:r>
      <w:r w:rsidR="00E36F6A" w:rsidRPr="00F23192">
        <w:t>c</w:t>
      </w:r>
      <w:r>
        <w:t>’</w:t>
      </w:r>
      <w:r w:rsidR="00E36F6A" w:rsidRPr="00F23192">
        <w:t>est l</w:t>
      </w:r>
      <w:r>
        <w:t>’</w:t>
      </w:r>
      <w:r w:rsidR="00E36F6A" w:rsidRPr="00F23192">
        <w:t>amour</w:t>
      </w:r>
      <w:r>
        <w:t> !</w:t>
      </w:r>
    </w:p>
    <w:p w14:paraId="79CB9955" w14:textId="77777777" w:rsidR="00D60A57" w:rsidRDefault="00E36F6A" w:rsidP="00D60A57">
      <w:r w:rsidRPr="00F23192">
        <w:t>Le vieillard la regardait avec stupeur</w:t>
      </w:r>
      <w:r w:rsidR="00D60A57">
        <w:t xml:space="preserve"> ; </w:t>
      </w:r>
      <w:r w:rsidRPr="00F23192">
        <w:t>il semblait que cette stupeur fût mélangée d</w:t>
      </w:r>
      <w:r w:rsidR="00D60A57">
        <w:t>’</w:t>
      </w:r>
      <w:r w:rsidRPr="00F23192">
        <w:t>appréhension</w:t>
      </w:r>
      <w:r w:rsidR="00D60A57">
        <w:t>.</w:t>
      </w:r>
    </w:p>
    <w:p w14:paraId="5E811334" w14:textId="77777777" w:rsidR="00D60A57" w:rsidRDefault="00E36F6A" w:rsidP="00D60A57">
      <w:r w:rsidRPr="00F23192">
        <w:t>Elle poursuivit</w:t>
      </w:r>
      <w:r w:rsidR="00D60A57">
        <w:t> :</w:t>
      </w:r>
    </w:p>
    <w:p w14:paraId="2EFA641D" w14:textId="77777777" w:rsidR="00D60A57" w:rsidRDefault="00D60A57" w:rsidP="00D60A57">
      <w:r>
        <w:t>— </w:t>
      </w:r>
      <w:r w:rsidR="00E36F6A" w:rsidRPr="00F23192">
        <w:t>Jamais</w:t>
      </w:r>
      <w:r>
        <w:t xml:space="preserve">, </w:t>
      </w:r>
      <w:r w:rsidR="00E36F6A" w:rsidRPr="00F23192">
        <w:t>jusqu</w:t>
      </w:r>
      <w:r>
        <w:t>’</w:t>
      </w:r>
      <w:r w:rsidR="00E36F6A" w:rsidRPr="00F23192">
        <w:t>à présent</w:t>
      </w:r>
      <w:r>
        <w:t xml:space="preserve">, </w:t>
      </w:r>
      <w:r w:rsidR="00E36F6A" w:rsidRPr="00F23192">
        <w:t>je ne me suis sentie en proie à un trouble aussi profond</w:t>
      </w:r>
      <w:r>
        <w:t xml:space="preserve"> !… </w:t>
      </w:r>
      <w:r w:rsidR="00E36F6A" w:rsidRPr="00F23192">
        <w:t>Il me semble par moments qu</w:t>
      </w:r>
      <w:r>
        <w:t>’</w:t>
      </w:r>
      <w:r w:rsidR="00E36F6A" w:rsidRPr="00F23192">
        <w:t>il se fait en moi un bouleversement total</w:t>
      </w:r>
      <w:r>
        <w:t>…</w:t>
      </w:r>
    </w:p>
    <w:p w14:paraId="560DDB3F" w14:textId="77777777" w:rsidR="00D60A57" w:rsidRDefault="00D60A57" w:rsidP="00D60A57">
      <w:r>
        <w:t>M. </w:t>
      </w:r>
      <w:r w:rsidR="00E36F6A" w:rsidRPr="00F23192">
        <w:t xml:space="preserve">des </w:t>
      </w:r>
      <w:proofErr w:type="spellStart"/>
      <w:r w:rsidR="00E36F6A" w:rsidRPr="00F23192">
        <w:t>Blaittières</w:t>
      </w:r>
      <w:proofErr w:type="spellEnd"/>
      <w:r>
        <w:t xml:space="preserve">, </w:t>
      </w:r>
      <w:r w:rsidR="00E36F6A" w:rsidRPr="00F23192">
        <w:t>cependant</w:t>
      </w:r>
      <w:r>
        <w:t xml:space="preserve">, </w:t>
      </w:r>
      <w:r w:rsidR="00E36F6A" w:rsidRPr="00F23192">
        <w:t>s</w:t>
      </w:r>
      <w:r>
        <w:t>’</w:t>
      </w:r>
      <w:r w:rsidR="00E36F6A" w:rsidRPr="00F23192">
        <w:t>était ressaisi</w:t>
      </w:r>
      <w:r>
        <w:t xml:space="preserve"> ; </w:t>
      </w:r>
      <w:r w:rsidR="00E36F6A" w:rsidRPr="00F23192">
        <w:t>il interrogea avec calme</w:t>
      </w:r>
      <w:r>
        <w:t> :</w:t>
      </w:r>
    </w:p>
    <w:p w14:paraId="74B604BE" w14:textId="77777777" w:rsidR="00D60A57" w:rsidRDefault="00D60A57" w:rsidP="00D60A57">
      <w:r>
        <w:t>— </w:t>
      </w:r>
      <w:r w:rsidR="00E36F6A" w:rsidRPr="00F23192">
        <w:t>Voyons</w:t>
      </w:r>
      <w:r>
        <w:t xml:space="preserve">… </w:t>
      </w:r>
      <w:r w:rsidR="00E36F6A" w:rsidRPr="00F23192">
        <w:t>racontez-moi comment cela vous est venu</w:t>
      </w:r>
      <w:r>
        <w:t xml:space="preserve"> !… </w:t>
      </w:r>
      <w:r w:rsidR="00E36F6A" w:rsidRPr="00F23192">
        <w:t>Car</w:t>
      </w:r>
      <w:r>
        <w:t xml:space="preserve">, </w:t>
      </w:r>
      <w:r w:rsidR="00E36F6A" w:rsidRPr="00F23192">
        <w:t>enfin</w:t>
      </w:r>
      <w:r>
        <w:t xml:space="preserve">, </w:t>
      </w:r>
      <w:r w:rsidR="00E36F6A" w:rsidRPr="00F23192">
        <w:t>l</w:t>
      </w:r>
      <w:r>
        <w:t>’</w:t>
      </w:r>
      <w:r w:rsidR="00E36F6A" w:rsidRPr="00F23192">
        <w:t>amour est une maladie comme les autres</w:t>
      </w:r>
      <w:r>
        <w:t xml:space="preserve">, </w:t>
      </w:r>
      <w:r w:rsidR="00E36F6A" w:rsidRPr="00F23192">
        <w:t>qui n</w:t>
      </w:r>
      <w:r>
        <w:t>’</w:t>
      </w:r>
      <w:r w:rsidR="00E36F6A" w:rsidRPr="00F23192">
        <w:t>éclatent pas sans être déterminées par une cause</w:t>
      </w:r>
      <w:r>
        <w:t>…</w:t>
      </w:r>
    </w:p>
    <w:p w14:paraId="21F0D0B2" w14:textId="77777777" w:rsidR="00D60A57" w:rsidRDefault="00E36F6A" w:rsidP="00D60A57">
      <w:r w:rsidRPr="00F23192">
        <w:t>La jeune fille eut un geste violent</w:t>
      </w:r>
      <w:r w:rsidR="00D60A57">
        <w:t>.</w:t>
      </w:r>
    </w:p>
    <w:p w14:paraId="759E890F" w14:textId="77777777" w:rsidR="00D60A57" w:rsidRDefault="00D60A57" w:rsidP="00D60A57">
      <w:r>
        <w:t>— </w:t>
      </w:r>
      <w:r w:rsidR="00E36F6A" w:rsidRPr="00F23192">
        <w:t>Le sais-je</w:t>
      </w:r>
      <w:r>
        <w:t xml:space="preserve"> ?… </w:t>
      </w:r>
      <w:r w:rsidR="00E36F6A" w:rsidRPr="00F23192">
        <w:t>Et comment pourrais-je le savoir</w:t>
      </w:r>
      <w:r>
        <w:t xml:space="preserve"> ?… </w:t>
      </w:r>
      <w:r w:rsidR="00E36F6A" w:rsidRPr="00F23192">
        <w:t>Une seule chose existe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que</w:t>
      </w:r>
      <w:r>
        <w:t xml:space="preserve">, </w:t>
      </w:r>
      <w:r w:rsidR="00E36F6A" w:rsidRPr="00F23192">
        <w:t>depuis que le hasard l</w:t>
      </w:r>
      <w:r>
        <w:t>’</w:t>
      </w:r>
      <w:r w:rsidR="00E36F6A" w:rsidRPr="00F23192">
        <w:t>a mis sur mon chemin</w:t>
      </w:r>
      <w:r>
        <w:t xml:space="preserve">, </w:t>
      </w:r>
      <w:r w:rsidR="00E36F6A" w:rsidRPr="00F23192">
        <w:t>sa pensée me tient toute</w:t>
      </w:r>
      <w:r>
        <w:t xml:space="preserve"> !… </w:t>
      </w:r>
      <w:r w:rsidR="00E36F6A" w:rsidRPr="00F23192">
        <w:t>J</w:t>
      </w:r>
      <w:r>
        <w:t>’</w:t>
      </w:r>
      <w:r w:rsidR="00E36F6A" w:rsidRPr="00F23192">
        <w:t>ai beau faire effort pour la chasser</w:t>
      </w:r>
      <w:r>
        <w:t xml:space="preserve">… </w:t>
      </w:r>
      <w:r w:rsidR="00E36F6A" w:rsidRPr="00F23192">
        <w:t>à peine puis-je croire y avoir réussi</w:t>
      </w:r>
      <w:r>
        <w:t xml:space="preserve">, </w:t>
      </w:r>
      <w:r w:rsidR="00E36F6A" w:rsidRPr="00F23192">
        <w:t>qu</w:t>
      </w:r>
      <w:r>
        <w:t>’</w:t>
      </w:r>
      <w:r w:rsidR="00E36F6A" w:rsidRPr="00F23192">
        <w:t>elle revient au galop</w:t>
      </w:r>
      <w:r>
        <w:t>.</w:t>
      </w:r>
    </w:p>
    <w:p w14:paraId="4D357D2C" w14:textId="77777777" w:rsidR="00D60A57" w:rsidRDefault="00E36F6A" w:rsidP="00D60A57">
      <w:r w:rsidRPr="00F23192">
        <w:t>Les poings serrés de colère</w:t>
      </w:r>
      <w:r w:rsidR="00D60A57">
        <w:t xml:space="preserve">, </w:t>
      </w:r>
      <w:r w:rsidRPr="00F23192">
        <w:t>elle gronda</w:t>
      </w:r>
      <w:r w:rsidR="00D60A57">
        <w:t> :</w:t>
      </w:r>
    </w:p>
    <w:p w14:paraId="347E347D" w14:textId="77777777" w:rsidR="00D60A57" w:rsidRDefault="00D60A57" w:rsidP="00D60A57">
      <w:r>
        <w:t>— </w:t>
      </w:r>
      <w:r w:rsidR="00E36F6A" w:rsidRPr="00F23192">
        <w:t>Moi qui me croyais si forte</w:t>
      </w:r>
      <w:r>
        <w:t>…</w:t>
      </w:r>
    </w:p>
    <w:p w14:paraId="523FDF6B" w14:textId="77777777" w:rsidR="00D60A57" w:rsidRDefault="00E36F6A" w:rsidP="00D60A57">
      <w:r w:rsidRPr="00F23192">
        <w:t>De se constater impuissante</w:t>
      </w:r>
      <w:r w:rsidR="00D60A57">
        <w:t xml:space="preserve">, </w:t>
      </w:r>
      <w:r w:rsidRPr="00F23192">
        <w:t>cela la mettait hors d</w:t>
      </w:r>
      <w:r w:rsidR="00D60A57">
        <w:t>’</w:t>
      </w:r>
      <w:r w:rsidRPr="00F23192">
        <w:t>elle</w:t>
      </w:r>
      <w:r w:rsidR="00D60A57">
        <w:t> !</w:t>
      </w:r>
    </w:p>
    <w:p w14:paraId="59E47555" w14:textId="77777777" w:rsidR="00D60A57" w:rsidRDefault="00E36F6A" w:rsidP="00D60A57">
      <w:r w:rsidRPr="00F23192">
        <w:t>Lancée dans une course folle à travers la pièce</w:t>
      </w:r>
      <w:r w:rsidR="00D60A57">
        <w:t xml:space="preserve">, </w:t>
      </w:r>
      <w:r w:rsidRPr="00F23192">
        <w:t>elle se</w:t>
      </w:r>
      <w:r w:rsidRPr="00F23192">
        <w:t>m</w:t>
      </w:r>
      <w:r w:rsidRPr="00F23192">
        <w:t>blait avoir oublié la présence de son père qui la regardait passer et repasser devant lui</w:t>
      </w:r>
      <w:r w:rsidR="00D60A57">
        <w:t xml:space="preserve">, </w:t>
      </w:r>
      <w:r w:rsidRPr="00F23192">
        <w:t>semblable à un fauve en cage</w:t>
      </w:r>
      <w:r w:rsidR="00D60A57">
        <w:t>.</w:t>
      </w:r>
    </w:p>
    <w:p w14:paraId="4BD4645B" w14:textId="77777777" w:rsidR="00D60A57" w:rsidRDefault="00E36F6A" w:rsidP="00D60A57">
      <w:r w:rsidRPr="00F23192">
        <w:t>Il insinua timidement</w:t>
      </w:r>
      <w:r w:rsidR="00D60A57">
        <w:t> :</w:t>
      </w:r>
    </w:p>
    <w:p w14:paraId="58453CC6" w14:textId="77777777" w:rsidR="00D60A57" w:rsidRDefault="00D60A57" w:rsidP="00D60A57">
      <w:r>
        <w:lastRenderedPageBreak/>
        <w:t>— </w:t>
      </w:r>
      <w:r w:rsidR="00E36F6A" w:rsidRPr="00F23192">
        <w:t>Croyez-vous qu</w:t>
      </w:r>
      <w:r>
        <w:t>’</w:t>
      </w:r>
      <w:r w:rsidR="00E36F6A" w:rsidRPr="00F23192">
        <w:t>il soit raisonnable de vous mettre en un semblable état pour une chose qui</w:t>
      </w:r>
      <w:r>
        <w:t xml:space="preserve">, </w:t>
      </w:r>
      <w:r w:rsidR="00E36F6A" w:rsidRPr="00F23192">
        <w:t>peut-être au fond</w:t>
      </w:r>
      <w:r>
        <w:t xml:space="preserve">, </w:t>
      </w:r>
      <w:r w:rsidR="00E36F6A" w:rsidRPr="00F23192">
        <w:t>n</w:t>
      </w:r>
      <w:r>
        <w:t>’</w:t>
      </w:r>
      <w:r w:rsidR="00E36F6A" w:rsidRPr="00F23192">
        <w:t>existe pas</w:t>
      </w:r>
      <w:r>
        <w:t>…</w:t>
      </w:r>
    </w:p>
    <w:p w14:paraId="7B0DECB3" w14:textId="77777777" w:rsidR="00D60A57" w:rsidRDefault="00E36F6A" w:rsidP="00D60A57">
      <w:r w:rsidRPr="00F23192">
        <w:t>Elle rugit</w:t>
      </w:r>
      <w:r w:rsidR="00D60A57">
        <w:t xml:space="preserve">, </w:t>
      </w:r>
      <w:r w:rsidRPr="00F23192">
        <w:t>face à lui</w:t>
      </w:r>
      <w:r w:rsidR="00D60A57">
        <w:t> :</w:t>
      </w:r>
    </w:p>
    <w:p w14:paraId="57CDC16D" w14:textId="77777777" w:rsidR="00D60A57" w:rsidRDefault="00D60A57" w:rsidP="00D60A57">
      <w:r>
        <w:t>— </w:t>
      </w:r>
      <w:r w:rsidR="00E36F6A" w:rsidRPr="00F23192">
        <w:t>Qui existe</w:t>
      </w:r>
      <w:r>
        <w:t xml:space="preserve"> !… </w:t>
      </w:r>
      <w:r w:rsidR="00E36F6A" w:rsidRPr="00F23192">
        <w:t>Je le sens à la brûlure de ma chair</w:t>
      </w:r>
      <w:r>
        <w:t xml:space="preserve">, </w:t>
      </w:r>
      <w:r w:rsidR="00E36F6A" w:rsidRPr="00F23192">
        <w:t>à la fi</w:t>
      </w:r>
      <w:r w:rsidR="00E36F6A" w:rsidRPr="00F23192">
        <w:t>è</w:t>
      </w:r>
      <w:r w:rsidR="00E36F6A" w:rsidRPr="00F23192">
        <w:t>vre de mon cerveau</w:t>
      </w:r>
      <w:r>
        <w:t> !…</w:t>
      </w:r>
    </w:p>
    <w:p w14:paraId="21594F40" w14:textId="77777777" w:rsidR="00D60A57" w:rsidRDefault="00E36F6A" w:rsidP="00D60A57">
      <w:r w:rsidRPr="00F23192">
        <w:t>Le vieillard soupira</w:t>
      </w:r>
      <w:r w:rsidR="00D60A57">
        <w:t> :</w:t>
      </w:r>
    </w:p>
    <w:p w14:paraId="512574F0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grand dommage</w:t>
      </w:r>
      <w:r>
        <w:t> !</w:t>
      </w:r>
    </w:p>
    <w:p w14:paraId="273A386B" w14:textId="77777777" w:rsidR="00D60A57" w:rsidRDefault="00D60A57" w:rsidP="00D60A57">
      <w:r>
        <w:t>— </w:t>
      </w:r>
      <w:r w:rsidR="00E36F6A" w:rsidRPr="00F23192">
        <w:t>Qu</w:t>
      </w:r>
      <w:r>
        <w:t>’</w:t>
      </w:r>
      <w:r w:rsidR="00E36F6A" w:rsidRPr="00F23192">
        <w:t>est-ce qui est grand dommage</w:t>
      </w:r>
      <w:r>
        <w:t xml:space="preserve"> ? </w:t>
      </w:r>
      <w:r w:rsidR="00E36F6A" w:rsidRPr="00F23192">
        <w:t>L</w:t>
      </w:r>
      <w:r>
        <w:t>’</w:t>
      </w:r>
      <w:r w:rsidR="00E36F6A" w:rsidRPr="00F23192">
        <w:t>amour n</w:t>
      </w:r>
      <w:r>
        <w:t>’</w:t>
      </w:r>
      <w:r w:rsidR="00E36F6A" w:rsidRPr="00F23192">
        <w:t>est-il pas sentiment naturel auquel toute créature vivante</w:t>
      </w:r>
      <w:r>
        <w:t xml:space="preserve">, </w:t>
      </w:r>
      <w:r w:rsidR="00E36F6A" w:rsidRPr="00F23192">
        <w:t>humaine ou animale</w:t>
      </w:r>
      <w:r>
        <w:t xml:space="preserve">, </w:t>
      </w:r>
      <w:r w:rsidR="00E36F6A" w:rsidRPr="00F23192">
        <w:t>est soumise</w:t>
      </w:r>
      <w:r>
        <w:t xml:space="preserve"> ? </w:t>
      </w:r>
      <w:r w:rsidR="00E36F6A" w:rsidRPr="00F23192">
        <w:t>Et n</w:t>
      </w:r>
      <w:r>
        <w:t>’</w:t>
      </w:r>
      <w:r w:rsidR="00E36F6A" w:rsidRPr="00F23192">
        <w:t>ai-je pas l</w:t>
      </w:r>
      <w:r>
        <w:t>’</w:t>
      </w:r>
      <w:r w:rsidR="00E36F6A" w:rsidRPr="00F23192">
        <w:t>âge de le connaître</w:t>
      </w:r>
      <w:r>
        <w:t> ?</w:t>
      </w:r>
    </w:p>
    <w:p w14:paraId="4CE17991" w14:textId="77777777" w:rsidR="00D60A57" w:rsidRDefault="00E36F6A" w:rsidP="00D60A57">
      <w:r w:rsidRPr="00F23192">
        <w:t>Après une hésitation visible</w:t>
      </w:r>
      <w:r w:rsidR="00D60A57">
        <w:t>, M. </w:t>
      </w:r>
      <w:r w:rsidRPr="00F23192">
        <w:t xml:space="preserve">des </w:t>
      </w:r>
      <w:proofErr w:type="spellStart"/>
      <w:r w:rsidRPr="00F23192">
        <w:t>Blaittières</w:t>
      </w:r>
      <w:proofErr w:type="spellEnd"/>
      <w:r w:rsidRPr="00F23192">
        <w:t xml:space="preserve"> insinua</w:t>
      </w:r>
      <w:r w:rsidR="00D60A57">
        <w:t> :</w:t>
      </w:r>
    </w:p>
    <w:p w14:paraId="338F586B" w14:textId="77777777" w:rsidR="00D60A57" w:rsidRDefault="00D60A57" w:rsidP="00D60A57">
      <w:r>
        <w:t>— </w:t>
      </w:r>
      <w:r w:rsidR="00E36F6A" w:rsidRPr="00F23192">
        <w:t>Vous n</w:t>
      </w:r>
      <w:r>
        <w:t>’</w:t>
      </w:r>
      <w:r w:rsidR="00E36F6A" w:rsidRPr="00F23192">
        <w:t>êtes pas une créature ordinaire</w:t>
      </w:r>
      <w:r>
        <w:t>…</w:t>
      </w:r>
    </w:p>
    <w:p w14:paraId="34BF206A" w14:textId="77777777" w:rsidR="00D60A57" w:rsidRDefault="00D60A57" w:rsidP="00D60A57">
      <w:r>
        <w:t>— </w:t>
      </w:r>
      <w:r w:rsidR="00E36F6A" w:rsidRPr="00F23192">
        <w:t>Je m</w:t>
      </w:r>
      <w:r>
        <w:t>’</w:t>
      </w:r>
      <w:r w:rsidR="00E36F6A" w:rsidRPr="00F23192">
        <w:t>en doute</w:t>
      </w:r>
      <w:r>
        <w:t xml:space="preserve">, </w:t>
      </w:r>
      <w:r w:rsidR="00E36F6A" w:rsidRPr="00F23192">
        <w:t>pardieu</w:t>
      </w:r>
      <w:r>
        <w:t xml:space="preserve"> ! </w:t>
      </w:r>
      <w:r w:rsidR="00E36F6A" w:rsidRPr="00F23192">
        <w:t>Le fait d</w:t>
      </w:r>
      <w:r>
        <w:t>’</w:t>
      </w:r>
      <w:r w:rsidR="00E36F6A" w:rsidRPr="00F23192">
        <w:t>être contrainte de po</w:t>
      </w:r>
      <w:r w:rsidR="00E36F6A" w:rsidRPr="00F23192">
        <w:t>r</w:t>
      </w:r>
      <w:r w:rsidR="00E36F6A" w:rsidRPr="00F23192">
        <w:t>ter un costume qui n</w:t>
      </w:r>
      <w:r>
        <w:t>’</w:t>
      </w:r>
      <w:r w:rsidR="00E36F6A" w:rsidRPr="00F23192">
        <w:t>est pas celui de mon sexe suffit</w:t>
      </w:r>
      <w:r>
        <w:t xml:space="preserve">, </w:t>
      </w:r>
      <w:r w:rsidR="00E36F6A" w:rsidRPr="00F23192">
        <w:t>depuis longtemps</w:t>
      </w:r>
      <w:r>
        <w:t xml:space="preserve">, </w:t>
      </w:r>
      <w:r w:rsidR="00E36F6A" w:rsidRPr="00F23192">
        <w:t>à me faire soupçonner un my</w:t>
      </w:r>
      <w:r w:rsidR="00E36F6A" w:rsidRPr="00F23192">
        <w:t>s</w:t>
      </w:r>
      <w:r w:rsidR="00E36F6A" w:rsidRPr="00F23192">
        <w:t>tère</w:t>
      </w:r>
      <w:r>
        <w:t>.</w:t>
      </w:r>
    </w:p>
    <w:p w14:paraId="1AE23DF0" w14:textId="77777777" w:rsidR="00D60A57" w:rsidRDefault="00D60A57" w:rsidP="00D60A57">
      <w:r>
        <w:t>— </w:t>
      </w:r>
      <w:r w:rsidR="00E36F6A" w:rsidRPr="00F23192">
        <w:t>Oui</w:t>
      </w:r>
      <w:r>
        <w:t xml:space="preserve">, </w:t>
      </w:r>
      <w:r w:rsidR="00E36F6A" w:rsidRPr="00F23192">
        <w:t>un mystère</w:t>
      </w:r>
      <w:r>
        <w:t xml:space="preserve">… </w:t>
      </w:r>
      <w:r w:rsidR="00E36F6A" w:rsidRPr="00F23192">
        <w:t>qui fait que ce travestissement qui vous révolte contribue peut-être à protéger vos jours</w:t>
      </w:r>
      <w:r>
        <w:t>…</w:t>
      </w:r>
    </w:p>
    <w:p w14:paraId="5AE1C0AF" w14:textId="77777777" w:rsidR="00D60A57" w:rsidRDefault="00E36F6A" w:rsidP="00D60A57">
      <w:r w:rsidRPr="00F23192">
        <w:t>Stupéfaite</w:t>
      </w:r>
      <w:r w:rsidR="00D60A57">
        <w:t xml:space="preserve">, </w:t>
      </w:r>
      <w:r w:rsidRPr="00F23192">
        <w:t>elle répéta</w:t>
      </w:r>
      <w:r w:rsidR="00D60A57">
        <w:t> :</w:t>
      </w:r>
    </w:p>
    <w:p w14:paraId="0B59D899" w14:textId="77777777" w:rsidR="00D60A57" w:rsidRDefault="00D60A57" w:rsidP="00D60A57">
      <w:r>
        <w:t>— </w:t>
      </w:r>
      <w:r w:rsidR="00E36F6A" w:rsidRPr="00F23192">
        <w:t>Protéger mes jours</w:t>
      </w:r>
      <w:r>
        <w:t xml:space="preserve"> !… </w:t>
      </w:r>
      <w:r w:rsidR="00E36F6A" w:rsidRPr="00F23192">
        <w:t>Contre qui donc</w:t>
      </w:r>
      <w:r>
        <w:t> ?</w:t>
      </w:r>
    </w:p>
    <w:p w14:paraId="25FD70BA" w14:textId="77777777" w:rsidR="00D60A57" w:rsidRDefault="00E36F6A" w:rsidP="00D60A57">
      <w:r w:rsidRPr="00F23192">
        <w:t>Le vieillard courba la tête et garda le silence</w:t>
      </w:r>
      <w:r w:rsidR="00D60A57">
        <w:t>.</w:t>
      </w:r>
    </w:p>
    <w:p w14:paraId="02DFC045" w14:textId="77777777" w:rsidR="00D60A57" w:rsidRDefault="00E36F6A" w:rsidP="00D60A57">
      <w:r w:rsidRPr="00F23192">
        <w:t>Alors</w:t>
      </w:r>
      <w:r w:rsidR="00D60A57">
        <w:t xml:space="preserve">, </w:t>
      </w:r>
      <w:r w:rsidRPr="00F23192">
        <w:t>perdant tout contrôle sur elle-même</w:t>
      </w:r>
      <w:r w:rsidR="00D60A57">
        <w:t xml:space="preserve">, </w:t>
      </w:r>
      <w:r w:rsidRPr="00F23192">
        <w:t>elle le saisit par le col de sa houppelande et cria</w:t>
      </w:r>
      <w:r w:rsidR="00D60A57">
        <w:t xml:space="preserve">, </w:t>
      </w:r>
      <w:r w:rsidRPr="00F23192">
        <w:t>menaçante</w:t>
      </w:r>
      <w:r w:rsidR="00D60A57">
        <w:t> :</w:t>
      </w:r>
    </w:p>
    <w:p w14:paraId="1155BD92" w14:textId="77777777" w:rsidR="00D60A57" w:rsidRDefault="00D60A57" w:rsidP="00D60A57">
      <w:r>
        <w:lastRenderedPageBreak/>
        <w:t>— </w:t>
      </w:r>
      <w:r w:rsidR="00E36F6A" w:rsidRPr="00F23192">
        <w:t>N</w:t>
      </w:r>
      <w:r>
        <w:t>’</w:t>
      </w:r>
      <w:r w:rsidR="00E36F6A" w:rsidRPr="00F23192">
        <w:t>espérez pas vous dérober</w:t>
      </w:r>
      <w:r>
        <w:t xml:space="preserve">, </w:t>
      </w:r>
      <w:r w:rsidR="00E36F6A" w:rsidRPr="00F23192">
        <w:t xml:space="preserve">comme vous fîtes bien </w:t>
      </w:r>
      <w:proofErr w:type="gramStart"/>
      <w:r w:rsidR="00E36F6A" w:rsidRPr="00F23192">
        <w:t>des fois</w:t>
      </w:r>
      <w:proofErr w:type="gramEnd"/>
      <w:r w:rsidR="00E36F6A" w:rsidRPr="00F23192">
        <w:t xml:space="preserve"> déjà</w:t>
      </w:r>
      <w:r>
        <w:t xml:space="preserve">… </w:t>
      </w:r>
      <w:r w:rsidR="00E36F6A" w:rsidRPr="00F23192">
        <w:t>Aujourd</w:t>
      </w:r>
      <w:r>
        <w:t>’</w:t>
      </w:r>
      <w:r w:rsidR="00E36F6A" w:rsidRPr="00F23192">
        <w:t>hui</w:t>
      </w:r>
      <w:r>
        <w:t xml:space="preserve">, </w:t>
      </w:r>
      <w:r w:rsidR="00E36F6A" w:rsidRPr="00F23192">
        <w:t>je suis à bout</w:t>
      </w:r>
      <w:r>
        <w:t xml:space="preserve">… </w:t>
      </w:r>
      <w:r w:rsidR="00E36F6A" w:rsidRPr="00F23192">
        <w:t>je veux savoir</w:t>
      </w:r>
      <w:r>
        <w:t xml:space="preserve">… </w:t>
      </w:r>
      <w:r w:rsidR="00E36F6A" w:rsidRPr="00F23192">
        <w:t>je sa</w:t>
      </w:r>
      <w:r w:rsidR="00E36F6A" w:rsidRPr="00F23192">
        <w:t>u</w:t>
      </w:r>
      <w:r w:rsidR="00E36F6A" w:rsidRPr="00F23192">
        <w:t>rai</w:t>
      </w:r>
      <w:r>
        <w:t>…</w:t>
      </w:r>
    </w:p>
    <w:p w14:paraId="033DF13E" w14:textId="77777777" w:rsidR="00D60A57" w:rsidRDefault="00E36F6A" w:rsidP="00D60A57">
      <w:r w:rsidRPr="00F23192">
        <w:t>Le vieillard réussit à se dégager</w:t>
      </w:r>
      <w:r w:rsidR="00D60A57">
        <w:t xml:space="preserve">, </w:t>
      </w:r>
      <w:r w:rsidRPr="00F23192">
        <w:t>murmurant</w:t>
      </w:r>
      <w:r w:rsidR="00D60A57">
        <w:t> :</w:t>
      </w:r>
    </w:p>
    <w:p w14:paraId="4C082845" w14:textId="77777777" w:rsidR="00D60A57" w:rsidRDefault="00D60A57" w:rsidP="00D60A57">
      <w:r>
        <w:t>— </w:t>
      </w:r>
      <w:r w:rsidR="00E36F6A" w:rsidRPr="00F23192">
        <w:t>J</w:t>
      </w:r>
      <w:r>
        <w:t>’</w:t>
      </w:r>
      <w:r w:rsidR="00E36F6A" w:rsidRPr="00F23192">
        <w:t>ai fait sur la Vierge serment de me taire</w:t>
      </w:r>
      <w:r>
        <w:t>…</w:t>
      </w:r>
    </w:p>
    <w:p w14:paraId="7166C813" w14:textId="77777777" w:rsidR="00D60A57" w:rsidRDefault="00D60A57" w:rsidP="00D60A57">
      <w:r>
        <w:t>— </w:t>
      </w:r>
      <w:r w:rsidR="00E36F6A" w:rsidRPr="00F23192">
        <w:t>Serment</w:t>
      </w:r>
      <w:r>
        <w:t xml:space="preserve"> !… </w:t>
      </w:r>
      <w:r w:rsidR="00E36F6A" w:rsidRPr="00F23192">
        <w:t>À qui donc</w:t>
      </w:r>
      <w:r>
        <w:t xml:space="preserve"> ?… </w:t>
      </w:r>
      <w:r w:rsidR="00E36F6A" w:rsidRPr="00F23192">
        <w:t>Qui avait qualité pour vous contraindre à une pareille soumission</w:t>
      </w:r>
      <w:r>
        <w:t> ?</w:t>
      </w:r>
    </w:p>
    <w:p w14:paraId="6B97CF3F" w14:textId="77777777" w:rsidR="00D60A57" w:rsidRDefault="00E36F6A" w:rsidP="00D60A57">
      <w:r w:rsidRPr="00F23192">
        <w:t>Comme il se taisait</w:t>
      </w:r>
      <w:r w:rsidR="00D60A57">
        <w:t xml:space="preserve">, </w:t>
      </w:r>
      <w:r w:rsidRPr="00F23192">
        <w:t>elle éclata</w:t>
      </w:r>
      <w:r w:rsidR="00D60A57">
        <w:t> :</w:t>
      </w:r>
    </w:p>
    <w:p w14:paraId="425022BA" w14:textId="77777777" w:rsidR="00D60A57" w:rsidRDefault="00D60A57" w:rsidP="00D60A57">
      <w:r>
        <w:t>— </w:t>
      </w:r>
      <w:r w:rsidR="00E36F6A" w:rsidRPr="00F23192">
        <w:t>Malgré le respect que je vous dois</w:t>
      </w:r>
      <w:r>
        <w:t xml:space="preserve">, </w:t>
      </w:r>
      <w:r w:rsidR="00E36F6A" w:rsidRPr="00F23192">
        <w:t>mon père</w:t>
      </w:r>
      <w:r>
        <w:t xml:space="preserve">, </w:t>
      </w:r>
      <w:r w:rsidR="00E36F6A" w:rsidRPr="00F23192">
        <w:t>prenez garde que ma colère ne me domine</w:t>
      </w:r>
      <w:r>
        <w:t xml:space="preserve">, </w:t>
      </w:r>
      <w:r w:rsidR="00E36F6A" w:rsidRPr="00F23192">
        <w:t>que j</w:t>
      </w:r>
      <w:r>
        <w:t>’</w:t>
      </w:r>
      <w:r w:rsidR="00E36F6A" w:rsidRPr="00F23192">
        <w:t>oublie que je suis v</w:t>
      </w:r>
      <w:r w:rsidR="00E36F6A" w:rsidRPr="00F23192">
        <w:t>o</w:t>
      </w:r>
      <w:r w:rsidR="00E36F6A" w:rsidRPr="00F23192">
        <w:t>tre fille</w:t>
      </w:r>
      <w:r>
        <w:t>…</w:t>
      </w:r>
    </w:p>
    <w:p w14:paraId="1A9F2920" w14:textId="77777777" w:rsidR="00D60A57" w:rsidRDefault="00E36F6A" w:rsidP="00D60A57">
      <w:r w:rsidRPr="00F23192">
        <w:t>Alors</w:t>
      </w:r>
      <w:r w:rsidR="00D60A57">
        <w:t xml:space="preserve">, </w:t>
      </w:r>
      <w:r w:rsidRPr="00F23192">
        <w:t>comme il la voyait prête à un acte fou</w:t>
      </w:r>
      <w:r w:rsidR="00D60A57">
        <w:t xml:space="preserve">, </w:t>
      </w:r>
      <w:r w:rsidRPr="00F23192">
        <w:t>il eut peur sans doute</w:t>
      </w:r>
      <w:r w:rsidR="00D60A57">
        <w:t>.</w:t>
      </w:r>
    </w:p>
    <w:p w14:paraId="07AA74D2" w14:textId="77777777" w:rsidR="00D60A57" w:rsidRDefault="00D60A57" w:rsidP="00D60A57">
      <w:r>
        <w:t>— </w:t>
      </w:r>
      <w:r w:rsidR="00E36F6A" w:rsidRPr="00F23192">
        <w:t>Vous n</w:t>
      </w:r>
      <w:r>
        <w:t>’</w:t>
      </w:r>
      <w:r w:rsidR="00E36F6A" w:rsidRPr="00F23192">
        <w:t>êtes pas ma fille</w:t>
      </w:r>
      <w:r>
        <w:t xml:space="preserve">, </w:t>
      </w:r>
      <w:r w:rsidR="00E36F6A" w:rsidRPr="00F23192">
        <w:t>avoua-t-il</w:t>
      </w:r>
      <w:r>
        <w:t>.</w:t>
      </w:r>
    </w:p>
    <w:p w14:paraId="715300E6" w14:textId="77777777" w:rsidR="00D60A57" w:rsidRDefault="00E36F6A" w:rsidP="00D60A57">
      <w:r w:rsidRPr="00F23192">
        <w:t>Cette révélation fit sur elle l</w:t>
      </w:r>
      <w:r w:rsidR="00D60A57">
        <w:t>’</w:t>
      </w:r>
      <w:r w:rsidRPr="00F23192">
        <w:t>effet d</w:t>
      </w:r>
      <w:r w:rsidR="00D60A57">
        <w:t>’</w:t>
      </w:r>
      <w:r w:rsidRPr="00F23192">
        <w:t>un coup de foudre</w:t>
      </w:r>
      <w:r w:rsidR="00D60A57">
        <w:t xml:space="preserve"> ; </w:t>
      </w:r>
      <w:r w:rsidRPr="00F23192">
        <w:t>abandonnant le vieillard</w:t>
      </w:r>
      <w:r w:rsidR="00D60A57">
        <w:t xml:space="preserve">, </w:t>
      </w:r>
      <w:r w:rsidRPr="00F23192">
        <w:t>elle recula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examinant avec des yeux fous</w:t>
      </w:r>
      <w:r w:rsidR="00D60A57">
        <w:t>.</w:t>
      </w:r>
    </w:p>
    <w:p w14:paraId="45771F18" w14:textId="77777777" w:rsidR="00D60A57" w:rsidRDefault="00D60A57" w:rsidP="00D60A57">
      <w:r>
        <w:t>— </w:t>
      </w:r>
      <w:r w:rsidR="00E36F6A" w:rsidRPr="00F23192">
        <w:t>Je ne suis pas votre fille</w:t>
      </w:r>
      <w:r>
        <w:t xml:space="preserve"> !… </w:t>
      </w:r>
      <w:r w:rsidR="00E36F6A" w:rsidRPr="00F23192">
        <w:t>balbutia-t-elle</w:t>
      </w:r>
      <w:r>
        <w:t xml:space="preserve">. </w:t>
      </w:r>
      <w:r w:rsidR="00E36F6A" w:rsidRPr="00F23192">
        <w:t>Qui suis-je donc</w:t>
      </w:r>
      <w:r>
        <w:t xml:space="preserve">, </w:t>
      </w:r>
      <w:r w:rsidR="00E36F6A" w:rsidRPr="00F23192">
        <w:t>alors</w:t>
      </w:r>
      <w:r>
        <w:t> ?</w:t>
      </w:r>
    </w:p>
    <w:p w14:paraId="7BB1C04D" w14:textId="77777777" w:rsidR="00D60A57" w:rsidRDefault="00D60A57" w:rsidP="00D60A57">
      <w:r>
        <w:t>— </w:t>
      </w:r>
      <w:r w:rsidR="00E36F6A" w:rsidRPr="00F23192">
        <w:t>Une enfant condamnée à mort et que j</w:t>
      </w:r>
      <w:r>
        <w:t>’</w:t>
      </w:r>
      <w:r w:rsidR="00E36F6A" w:rsidRPr="00F23192">
        <w:t>ai voulu sauver du sort auquel elle était vouée</w:t>
      </w:r>
      <w:r>
        <w:t>…</w:t>
      </w:r>
    </w:p>
    <w:p w14:paraId="328CBDB7" w14:textId="77777777" w:rsidR="00D60A57" w:rsidRDefault="00E36F6A" w:rsidP="00D60A57">
      <w:r w:rsidRPr="00F23192">
        <w:t>Les jarrets comme coupés par ces paroles</w:t>
      </w:r>
      <w:r w:rsidR="00D60A57">
        <w:t xml:space="preserve">, </w:t>
      </w:r>
      <w:r w:rsidRPr="00F23192">
        <w:t>elle s</w:t>
      </w:r>
      <w:r w:rsidR="00D60A57">
        <w:t>’</w:t>
      </w:r>
      <w:r w:rsidRPr="00F23192">
        <w:t>était aba</w:t>
      </w:r>
      <w:r w:rsidRPr="00F23192">
        <w:t>t</w:t>
      </w:r>
      <w:r w:rsidRPr="00F23192">
        <w:t>tue sur un siège où elle demeurait inerte</w:t>
      </w:r>
      <w:r w:rsidR="00D60A57">
        <w:t xml:space="preserve">, </w:t>
      </w:r>
      <w:r w:rsidRPr="00F23192">
        <w:t>hébétée</w:t>
      </w:r>
      <w:r w:rsidR="00D60A57">
        <w:t xml:space="preserve">, </w:t>
      </w:r>
      <w:r w:rsidRPr="00F23192">
        <w:t>paraissant avoir perdu conscience de l</w:t>
      </w:r>
      <w:r w:rsidR="00D60A57">
        <w:t>’</w:t>
      </w:r>
      <w:r w:rsidRPr="00F23192">
        <w:t>ambiance</w:t>
      </w:r>
      <w:r w:rsidR="00D60A57">
        <w:t>.</w:t>
      </w:r>
    </w:p>
    <w:p w14:paraId="0EDFE630" w14:textId="77777777" w:rsidR="00D60A57" w:rsidRDefault="00D60A57" w:rsidP="00D60A57">
      <w:r>
        <w:t>— </w:t>
      </w:r>
      <w:r w:rsidR="00E36F6A" w:rsidRPr="00F23192">
        <w:t>La mort</w:t>
      </w:r>
      <w:r>
        <w:t xml:space="preserve">… </w:t>
      </w:r>
      <w:r w:rsidR="00E36F6A" w:rsidRPr="00F23192">
        <w:t>à moi</w:t>
      </w:r>
      <w:r>
        <w:t xml:space="preserve"> ?… </w:t>
      </w:r>
      <w:r w:rsidR="00E36F6A" w:rsidRPr="00F23192">
        <w:t>Pourquoi la mort</w:t>
      </w:r>
      <w:r>
        <w:t xml:space="preserve"> ?… </w:t>
      </w:r>
      <w:r w:rsidR="00E36F6A" w:rsidRPr="00F23192">
        <w:t>Qu</w:t>
      </w:r>
      <w:r>
        <w:t>’</w:t>
      </w:r>
      <w:r w:rsidR="00E36F6A" w:rsidRPr="00F23192">
        <w:t>avais-je fait</w:t>
      </w:r>
      <w:r>
        <w:t> ?</w:t>
      </w:r>
    </w:p>
    <w:p w14:paraId="7A82052D" w14:textId="77777777" w:rsidR="00D60A57" w:rsidRDefault="00D60A57" w:rsidP="00D60A57">
      <w:r>
        <w:lastRenderedPageBreak/>
        <w:t>— </w:t>
      </w:r>
      <w:r w:rsidR="00E36F6A" w:rsidRPr="00F23192">
        <w:t>Rien d</w:t>
      </w:r>
      <w:r>
        <w:t>’</w:t>
      </w:r>
      <w:r w:rsidR="00E36F6A" w:rsidRPr="00F23192">
        <w:t>autre que de naître</w:t>
      </w:r>
      <w:r>
        <w:t>…</w:t>
      </w:r>
    </w:p>
    <w:p w14:paraId="46E47601" w14:textId="77777777" w:rsidR="00D60A57" w:rsidRDefault="00E36F6A" w:rsidP="00D60A57">
      <w:r w:rsidRPr="00F23192">
        <w:t>Elle se prit la tête à deux mains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écrasant les tempes de ses paumes crispées</w:t>
      </w:r>
      <w:r w:rsidR="00D60A57">
        <w:t xml:space="preserve">, </w:t>
      </w:r>
      <w:r w:rsidRPr="00F23192">
        <w:t>répétant</w:t>
      </w:r>
      <w:r w:rsidR="00D60A57">
        <w:t> :</w:t>
      </w:r>
    </w:p>
    <w:p w14:paraId="3E1DC21A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fou</w:t>
      </w:r>
      <w:r>
        <w:t xml:space="preserve"> !… </w:t>
      </w:r>
      <w:r w:rsidR="00E36F6A" w:rsidRPr="00F23192">
        <w:t>C</w:t>
      </w:r>
      <w:r>
        <w:t>’</w:t>
      </w:r>
      <w:r w:rsidR="00E36F6A" w:rsidRPr="00F23192">
        <w:t>est fou</w:t>
      </w:r>
      <w:r>
        <w:t> !…</w:t>
      </w:r>
    </w:p>
    <w:p w14:paraId="6843D582" w14:textId="77777777" w:rsidR="00D60A57" w:rsidRDefault="00E36F6A" w:rsidP="00D60A57">
      <w:r w:rsidRPr="00F23192">
        <w:t>Puis</w:t>
      </w:r>
      <w:r w:rsidR="00D60A57">
        <w:t xml:space="preserve">, </w:t>
      </w:r>
      <w:r w:rsidRPr="00F23192">
        <w:t>subitement redressée et maîtresse d</w:t>
      </w:r>
      <w:r w:rsidR="00D60A57">
        <w:t>’</w:t>
      </w:r>
      <w:r w:rsidRPr="00F23192">
        <w:t>elle-même</w:t>
      </w:r>
      <w:r w:rsidR="00D60A57">
        <w:t> :</w:t>
      </w:r>
    </w:p>
    <w:p w14:paraId="225674AA" w14:textId="77777777" w:rsidR="00D60A57" w:rsidRDefault="00D60A57" w:rsidP="00D60A57">
      <w:r>
        <w:t>— </w:t>
      </w:r>
      <w:r w:rsidR="00E36F6A" w:rsidRPr="00F23192">
        <w:t>Messire</w:t>
      </w:r>
      <w:r>
        <w:t xml:space="preserve">, </w:t>
      </w:r>
      <w:r w:rsidR="00E36F6A" w:rsidRPr="00F23192">
        <w:t>déclara-t-elle</w:t>
      </w:r>
      <w:r>
        <w:t xml:space="preserve">, </w:t>
      </w:r>
      <w:r w:rsidR="00E36F6A" w:rsidRPr="00F23192">
        <w:t>qui que vous soyez</w:t>
      </w:r>
      <w:r>
        <w:t xml:space="preserve">, </w:t>
      </w:r>
      <w:r w:rsidR="00E36F6A" w:rsidRPr="00F23192">
        <w:t>vous ne ce</w:t>
      </w:r>
      <w:r w:rsidR="00E36F6A" w:rsidRPr="00F23192">
        <w:t>s</w:t>
      </w:r>
      <w:r w:rsidR="00E36F6A" w:rsidRPr="00F23192">
        <w:t>serez jamais d</w:t>
      </w:r>
      <w:r>
        <w:t>’</w:t>
      </w:r>
      <w:r w:rsidR="00E36F6A" w:rsidRPr="00F23192">
        <w:t>être pour moi celui qui m</w:t>
      </w:r>
      <w:r>
        <w:t>’</w:t>
      </w:r>
      <w:r w:rsidR="00E36F6A" w:rsidRPr="00F23192">
        <w:t>a élevée</w:t>
      </w:r>
      <w:r>
        <w:t xml:space="preserve">, </w:t>
      </w:r>
      <w:r w:rsidR="00E36F6A" w:rsidRPr="00F23192">
        <w:t>aimée</w:t>
      </w:r>
      <w:r>
        <w:t xml:space="preserve">, </w:t>
      </w:r>
      <w:r w:rsidR="00E36F6A" w:rsidRPr="00F23192">
        <w:t>peut-être</w:t>
      </w:r>
      <w:r>
        <w:t xml:space="preserve">, </w:t>
      </w:r>
      <w:r w:rsidR="00E36F6A" w:rsidRPr="00F23192">
        <w:t>et entourée de soins</w:t>
      </w:r>
      <w:r>
        <w:t xml:space="preserve"> ; </w:t>
      </w:r>
      <w:r w:rsidR="00E36F6A" w:rsidRPr="00F23192">
        <w:t>malgré ces titres à ma gratitude</w:t>
      </w:r>
      <w:r>
        <w:t xml:space="preserve">, </w:t>
      </w:r>
      <w:r w:rsidR="00E36F6A" w:rsidRPr="00F23192">
        <w:t>vous ne pouvez empêcher que j</w:t>
      </w:r>
      <w:r>
        <w:t>’</w:t>
      </w:r>
      <w:r w:rsidR="00E36F6A" w:rsidRPr="00F23192">
        <w:t>aie droit à connaître le mystère de ma naissance</w:t>
      </w:r>
      <w:r>
        <w:t xml:space="preserve">, </w:t>
      </w:r>
      <w:r w:rsidR="00E36F6A" w:rsidRPr="00F23192">
        <w:t>et je vous adjure de me le révéler</w:t>
      </w:r>
      <w:r>
        <w:t>.</w:t>
      </w:r>
    </w:p>
    <w:p w14:paraId="7AADFF5E" w14:textId="77777777" w:rsidR="00D60A57" w:rsidRDefault="00D60A57" w:rsidP="00D60A57">
      <w:r>
        <w:t>— </w:t>
      </w:r>
      <w:r w:rsidR="00E36F6A" w:rsidRPr="00F23192">
        <w:t>Hélas</w:t>
      </w:r>
      <w:r>
        <w:t xml:space="preserve"> ! </w:t>
      </w:r>
      <w:r w:rsidR="00E36F6A" w:rsidRPr="00F23192">
        <w:t>je n</w:t>
      </w:r>
      <w:r>
        <w:t>’</w:t>
      </w:r>
      <w:r w:rsidR="00E36F6A" w:rsidRPr="00F23192">
        <w:t>en ai pas le droit</w:t>
      </w:r>
      <w:r>
        <w:t>…</w:t>
      </w:r>
    </w:p>
    <w:p w14:paraId="010A2F8C" w14:textId="77777777" w:rsidR="00D60A57" w:rsidRDefault="00E36F6A" w:rsidP="00D60A57">
      <w:r w:rsidRPr="00F23192">
        <w:t>Alors</w:t>
      </w:r>
      <w:r w:rsidR="00D60A57">
        <w:t xml:space="preserve">, </w:t>
      </w:r>
      <w:r w:rsidRPr="00F23192">
        <w:t>à nouveau violente</w:t>
      </w:r>
      <w:r w:rsidR="00D60A57">
        <w:t xml:space="preserve">, </w:t>
      </w:r>
      <w:r w:rsidRPr="00F23192">
        <w:t>elle jeta</w:t>
      </w:r>
      <w:r w:rsidR="00D60A57">
        <w:t> :</w:t>
      </w:r>
    </w:p>
    <w:p w14:paraId="5ED2E9A7" w14:textId="77777777" w:rsidR="00D60A57" w:rsidRDefault="00D60A57" w:rsidP="00D60A57">
      <w:r>
        <w:t>— </w:t>
      </w:r>
      <w:r w:rsidR="00E36F6A" w:rsidRPr="00F23192">
        <w:t>Et moi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ai le droit de le connaître</w:t>
      </w:r>
      <w:r>
        <w:t xml:space="preserve"> !… </w:t>
      </w:r>
      <w:r w:rsidR="00E36F6A" w:rsidRPr="00F23192">
        <w:t>Je le veux et vous somme de parler</w:t>
      </w:r>
      <w:r>
        <w:t xml:space="preserve"> !… </w:t>
      </w:r>
      <w:r w:rsidR="00E36F6A" w:rsidRPr="00F23192">
        <w:t>Rompez enfin ce silence dans lequel je suis ensevelie depuis ma naissance</w:t>
      </w:r>
      <w:r>
        <w:t xml:space="preserve">… </w:t>
      </w:r>
      <w:r w:rsidR="00E36F6A" w:rsidRPr="00F23192">
        <w:t>J</w:t>
      </w:r>
      <w:r>
        <w:t>’</w:t>
      </w:r>
      <w:r w:rsidR="00E36F6A" w:rsidRPr="00F23192">
        <w:t>ai eu une mère</w:t>
      </w:r>
      <w:r>
        <w:t xml:space="preserve"> !… </w:t>
      </w:r>
      <w:r w:rsidR="00E36F6A" w:rsidRPr="00F23192">
        <w:t>Quelle est-elle</w:t>
      </w:r>
      <w:r>
        <w:t xml:space="preserve"> ?… </w:t>
      </w:r>
      <w:r w:rsidR="00E36F6A" w:rsidRPr="00F23192">
        <w:t>Un père</w:t>
      </w:r>
      <w:r>
        <w:t xml:space="preserve"> !… </w:t>
      </w:r>
      <w:r w:rsidR="00E36F6A" w:rsidRPr="00F23192">
        <w:t>Qui est-il</w:t>
      </w:r>
      <w:r>
        <w:t> ?</w:t>
      </w:r>
    </w:p>
    <w:p w14:paraId="1C2D2AF2" w14:textId="77777777" w:rsidR="00D60A57" w:rsidRDefault="00E36F6A" w:rsidP="00D60A57">
      <w:r w:rsidRPr="00F23192">
        <w:t>Doucement</w:t>
      </w:r>
      <w:r w:rsidR="00D60A57">
        <w:t xml:space="preserve">, </w:t>
      </w:r>
      <w:r w:rsidRPr="00F23192">
        <w:t>le vieillard prononça</w:t>
      </w:r>
      <w:r w:rsidR="00D60A57">
        <w:t> :</w:t>
      </w:r>
    </w:p>
    <w:p w14:paraId="11D8D708" w14:textId="77777777" w:rsidR="00D60A57" w:rsidRDefault="00D60A57" w:rsidP="00D60A57">
      <w:r>
        <w:t>— </w:t>
      </w:r>
      <w:r w:rsidR="00E36F6A" w:rsidRPr="00F23192">
        <w:t>Soit donc</w:t>
      </w:r>
      <w:r>
        <w:t xml:space="preserve"> !… </w:t>
      </w:r>
      <w:r w:rsidR="00E36F6A" w:rsidRPr="00F23192">
        <w:t>Puisque celle dont je voulais protéger la vie</w:t>
      </w:r>
      <w:r>
        <w:t xml:space="preserve">… </w:t>
      </w:r>
      <w:r w:rsidR="00E36F6A" w:rsidRPr="00F23192">
        <w:t>entend braver la mort pour satisfaire sa curiosité</w:t>
      </w:r>
      <w:r>
        <w:t xml:space="preserve">… </w:t>
      </w:r>
      <w:r w:rsidR="00E36F6A" w:rsidRPr="00F23192">
        <w:t>je vais obéir et manquer à mon serment</w:t>
      </w:r>
      <w:r>
        <w:t xml:space="preserve"> ; </w:t>
      </w:r>
      <w:r w:rsidR="00E36F6A" w:rsidRPr="00F23192">
        <w:t>que Dieu me juge et que me pardonne celle dont je vais révéler le déshonneur</w:t>
      </w:r>
      <w:r>
        <w:t>…</w:t>
      </w:r>
    </w:p>
    <w:p w14:paraId="04F3FF7F" w14:textId="77777777" w:rsidR="00D60A57" w:rsidRDefault="00E36F6A" w:rsidP="00D60A57">
      <w:r w:rsidRPr="00F23192">
        <w:t>Haletante</w:t>
      </w:r>
      <w:r w:rsidR="00D60A57">
        <w:t xml:space="preserve">, </w:t>
      </w:r>
      <w:r w:rsidRPr="00F23192">
        <w:t>la jeune fille prononça ces seuls mots</w:t>
      </w:r>
      <w:r w:rsidR="00D60A57">
        <w:t> :</w:t>
      </w:r>
    </w:p>
    <w:p w14:paraId="75B062C5" w14:textId="77777777" w:rsidR="00D60A57" w:rsidRDefault="00D60A57" w:rsidP="00D60A57">
      <w:r>
        <w:t>— </w:t>
      </w:r>
      <w:r w:rsidR="00E36F6A" w:rsidRPr="00F23192">
        <w:t>Parlez donc</w:t>
      </w:r>
      <w:r>
        <w:t> !</w:t>
      </w:r>
    </w:p>
    <w:p w14:paraId="05F5688B" w14:textId="77777777" w:rsidR="00D60A57" w:rsidRDefault="00E36F6A" w:rsidP="00D60A57">
      <w:r w:rsidRPr="00F23192">
        <w:t>Le vieillard se recueillit un instant</w:t>
      </w:r>
      <w:r w:rsidR="00D60A57">
        <w:t xml:space="preserve"> ; </w:t>
      </w:r>
      <w:r w:rsidRPr="00F23192">
        <w:t>visiblement</w:t>
      </w:r>
      <w:r w:rsidR="00D60A57">
        <w:t xml:space="preserve">, </w:t>
      </w:r>
      <w:r w:rsidRPr="00F23192">
        <w:t>il hésitait encore</w:t>
      </w:r>
      <w:r w:rsidR="00D60A57">
        <w:t xml:space="preserve">, </w:t>
      </w:r>
      <w:r w:rsidRPr="00F23192">
        <w:t>espérant peut-être que la jeune fille</w:t>
      </w:r>
      <w:r w:rsidR="00D60A57">
        <w:t xml:space="preserve">, </w:t>
      </w:r>
      <w:r w:rsidRPr="00F23192">
        <w:t xml:space="preserve">au dernier </w:t>
      </w:r>
      <w:r w:rsidRPr="00F23192">
        <w:lastRenderedPageBreak/>
        <w:t>m</w:t>
      </w:r>
      <w:r w:rsidRPr="00F23192">
        <w:t>o</w:t>
      </w:r>
      <w:r w:rsidRPr="00F23192">
        <w:t>ment</w:t>
      </w:r>
      <w:r w:rsidR="00D60A57">
        <w:t xml:space="preserve">, </w:t>
      </w:r>
      <w:r w:rsidRPr="00F23192">
        <w:t>reculerait devant la connaissance d</w:t>
      </w:r>
      <w:r w:rsidR="00D60A57">
        <w:t>’</w:t>
      </w:r>
      <w:r w:rsidRPr="00F23192">
        <w:t>un passé si plein de mystère</w:t>
      </w:r>
      <w:r w:rsidR="00D60A57">
        <w:t>.</w:t>
      </w:r>
    </w:p>
    <w:p w14:paraId="63CCB608" w14:textId="77777777" w:rsidR="00D60A57" w:rsidRDefault="00E36F6A" w:rsidP="00D60A57">
      <w:r w:rsidRPr="00F23192">
        <w:t>Mais elle continuait à fixer sur lui des prunelles ardentes de curiosité</w:t>
      </w:r>
      <w:r w:rsidR="00D60A57">
        <w:t>.</w:t>
      </w:r>
    </w:p>
    <w:p w14:paraId="5166220B" w14:textId="77777777" w:rsidR="00D60A57" w:rsidRDefault="00E36F6A" w:rsidP="00D60A57">
      <w:r w:rsidRPr="00F23192">
        <w:t>Alors</w:t>
      </w:r>
      <w:r w:rsidR="00D60A57">
        <w:t xml:space="preserve">, </w:t>
      </w:r>
      <w:r w:rsidRPr="00F23192">
        <w:t>il se décida</w:t>
      </w:r>
      <w:r w:rsidR="00D60A57">
        <w:t>.</w:t>
      </w:r>
    </w:p>
    <w:p w14:paraId="462B062E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une terrible histoire que vous allez entendre et</w:t>
      </w:r>
      <w:r>
        <w:t xml:space="preserve">, </w:t>
      </w:r>
      <w:r w:rsidR="00E36F6A" w:rsidRPr="00F23192">
        <w:t>par avance</w:t>
      </w:r>
      <w:r>
        <w:t xml:space="preserve">, </w:t>
      </w:r>
      <w:r w:rsidR="00E36F6A" w:rsidRPr="00F23192">
        <w:t>je fais appel à toute votre volonté pour dominer les se</w:t>
      </w:r>
      <w:r w:rsidR="00E36F6A" w:rsidRPr="00F23192">
        <w:t>n</w:t>
      </w:r>
      <w:r w:rsidR="00E36F6A" w:rsidRPr="00F23192">
        <w:t>timents que mon récit va faire naître en vous</w:t>
      </w:r>
      <w:r>
        <w:t>.</w:t>
      </w:r>
    </w:p>
    <w:p w14:paraId="33CED95F" w14:textId="77777777" w:rsidR="00D60A57" w:rsidRDefault="00D60A57" w:rsidP="00D60A57">
      <w:r>
        <w:t>— </w:t>
      </w:r>
      <w:r w:rsidR="00E36F6A" w:rsidRPr="00F23192">
        <w:t>Vous pouvez me faire confiance</w:t>
      </w:r>
      <w:r>
        <w:t xml:space="preserve">, </w:t>
      </w:r>
      <w:r w:rsidR="00E36F6A" w:rsidRPr="00F23192">
        <w:t>mon père</w:t>
      </w:r>
      <w:r>
        <w:t xml:space="preserve">… </w:t>
      </w:r>
      <w:r w:rsidR="00E36F6A" w:rsidRPr="00F23192">
        <w:t>Parlant le</w:t>
      </w:r>
      <w:r w:rsidR="00E36F6A" w:rsidRPr="00F23192">
        <w:t>n</w:t>
      </w:r>
      <w:r w:rsidR="00E36F6A" w:rsidRPr="00F23192">
        <w:t>tement</w:t>
      </w:r>
      <w:r>
        <w:t xml:space="preserve">, </w:t>
      </w:r>
      <w:r w:rsidR="00E36F6A" w:rsidRPr="00F23192">
        <w:t>il prononça</w:t>
      </w:r>
      <w:r>
        <w:t> :</w:t>
      </w:r>
    </w:p>
    <w:p w14:paraId="420C81CD" w14:textId="77777777" w:rsidR="00D60A57" w:rsidRDefault="00D60A57" w:rsidP="00D60A57">
      <w:r>
        <w:t>— </w:t>
      </w:r>
      <w:r w:rsidR="00E36F6A" w:rsidRPr="00F23192">
        <w:t>À dater de cet instant</w:t>
      </w:r>
      <w:r>
        <w:t xml:space="preserve">, </w:t>
      </w:r>
      <w:r w:rsidR="00E36F6A" w:rsidRPr="00F23192">
        <w:t>cessez de me nommer ainsi</w:t>
      </w:r>
      <w:r>
        <w:t xml:space="preserve"> !… </w:t>
      </w:r>
      <w:r w:rsidR="00E36F6A" w:rsidRPr="00F23192">
        <w:t>Demoiselle vous êtes et je ne suis que votre serviteur</w:t>
      </w:r>
      <w:r>
        <w:t>…</w:t>
      </w:r>
    </w:p>
    <w:p w14:paraId="476DA452" w14:textId="77777777" w:rsidR="00D60A57" w:rsidRDefault="00E36F6A" w:rsidP="00D60A57">
      <w:r w:rsidRPr="00F23192">
        <w:t>Sans masquer sa stupeur</w:t>
      </w:r>
      <w:r w:rsidR="00D60A57">
        <w:t xml:space="preserve">, </w:t>
      </w:r>
      <w:r w:rsidRPr="00F23192">
        <w:t>elle balbutia</w:t>
      </w:r>
      <w:r w:rsidR="00D60A57">
        <w:t> :</w:t>
      </w:r>
    </w:p>
    <w:p w14:paraId="127163DA" w14:textId="77777777" w:rsidR="00D60A57" w:rsidRDefault="00D60A57" w:rsidP="00D60A57">
      <w:r>
        <w:t>— </w:t>
      </w:r>
      <w:r w:rsidR="00E36F6A" w:rsidRPr="00F23192">
        <w:t>Quel est donc mon nom</w:t>
      </w:r>
      <w:r>
        <w:t> ?</w:t>
      </w:r>
    </w:p>
    <w:p w14:paraId="46292858" w14:textId="77777777" w:rsidR="00D60A57" w:rsidRDefault="00D60A57" w:rsidP="00D60A57">
      <w:r>
        <w:t>— </w:t>
      </w:r>
      <w:r w:rsidR="00E36F6A" w:rsidRPr="00F23192">
        <w:t>Vous n</w:t>
      </w:r>
      <w:r>
        <w:t>’</w:t>
      </w:r>
      <w:r w:rsidR="00E36F6A" w:rsidRPr="00F23192">
        <w:t>avez pas de nom</w:t>
      </w:r>
      <w:r>
        <w:t>.</w:t>
      </w:r>
    </w:p>
    <w:p w14:paraId="21F20252" w14:textId="77777777" w:rsidR="00D60A57" w:rsidRDefault="00E36F6A" w:rsidP="00D60A57">
      <w:r w:rsidRPr="00F23192">
        <w:t>Et il ajouta</w:t>
      </w:r>
      <w:r w:rsidR="00D60A57">
        <w:t> :</w:t>
      </w:r>
    </w:p>
    <w:p w14:paraId="7D3B8F13" w14:textId="77777777" w:rsidR="00D60A57" w:rsidRDefault="00D60A57" w:rsidP="00D60A57">
      <w:r>
        <w:t>— </w:t>
      </w:r>
      <w:r w:rsidR="00E36F6A" w:rsidRPr="00F23192">
        <w:t>Ceux qui sont morts n</w:t>
      </w:r>
      <w:r>
        <w:t>’</w:t>
      </w:r>
      <w:r w:rsidR="00E36F6A" w:rsidRPr="00F23192">
        <w:t>ont pas de nom</w:t>
      </w:r>
      <w:r>
        <w:t>.</w:t>
      </w:r>
    </w:p>
    <w:p w14:paraId="44AD1898" w14:textId="77777777" w:rsidR="00D60A57" w:rsidRDefault="00D60A57" w:rsidP="00D60A57">
      <w:r>
        <w:t>— </w:t>
      </w:r>
      <w:r w:rsidR="00E36F6A" w:rsidRPr="00F23192">
        <w:t>Voulez-vous dire que je sois morte</w:t>
      </w:r>
      <w:r>
        <w:t xml:space="preserve"> !… </w:t>
      </w:r>
      <w:r w:rsidR="00E36F6A" w:rsidRPr="00F23192">
        <w:t>moi cependant v</w:t>
      </w:r>
      <w:r w:rsidR="00E36F6A" w:rsidRPr="00F23192">
        <w:t>i</w:t>
      </w:r>
      <w:r w:rsidR="00E36F6A" w:rsidRPr="00F23192">
        <w:t>vante</w:t>
      </w:r>
      <w:r>
        <w:t xml:space="preserve"> ! </w:t>
      </w:r>
      <w:r w:rsidR="00E36F6A" w:rsidRPr="00F23192">
        <w:t>jeta-t-elle</w:t>
      </w:r>
      <w:r>
        <w:t>.</w:t>
      </w:r>
    </w:p>
    <w:p w14:paraId="5F416939" w14:textId="77777777" w:rsidR="00D60A57" w:rsidRDefault="00D60A57" w:rsidP="00D60A57">
      <w:r>
        <w:t>— </w:t>
      </w:r>
      <w:r w:rsidR="00E36F6A" w:rsidRPr="00F23192">
        <w:t>Votre mort était le seul moyen que j</w:t>
      </w:r>
      <w:r>
        <w:t>’</w:t>
      </w:r>
      <w:r w:rsidR="00E36F6A" w:rsidRPr="00F23192">
        <w:t>eusse de vous ga</w:t>
      </w:r>
      <w:r w:rsidR="00E36F6A" w:rsidRPr="00F23192">
        <w:t>r</w:t>
      </w:r>
      <w:r w:rsidR="00E36F6A" w:rsidRPr="00F23192">
        <w:t>der la vie</w:t>
      </w:r>
      <w:r>
        <w:t> !</w:t>
      </w:r>
    </w:p>
    <w:p w14:paraId="0DE12C08" w14:textId="77777777" w:rsidR="00D60A57" w:rsidRDefault="00E36F6A" w:rsidP="00D60A57">
      <w:r w:rsidRPr="00F23192">
        <w:t>Elle se tut un moment</w:t>
      </w:r>
      <w:r w:rsidR="00D60A57">
        <w:t xml:space="preserve">, </w:t>
      </w:r>
      <w:r w:rsidRPr="00F23192">
        <w:t>puis</w:t>
      </w:r>
      <w:r w:rsidR="00D60A57">
        <w:t> :</w:t>
      </w:r>
    </w:p>
    <w:p w14:paraId="75A22622" w14:textId="77777777" w:rsidR="00D60A57" w:rsidRDefault="00D60A57" w:rsidP="00D60A57">
      <w:r>
        <w:t>— </w:t>
      </w:r>
      <w:r w:rsidR="00E36F6A" w:rsidRPr="00F23192">
        <w:t>Continuez</w:t>
      </w:r>
      <w:r>
        <w:t>…</w:t>
      </w:r>
    </w:p>
    <w:p w14:paraId="0CB3E68F" w14:textId="77777777" w:rsidR="00D60A57" w:rsidRDefault="00D60A57" w:rsidP="00D60A57">
      <w:r>
        <w:t>— </w:t>
      </w:r>
      <w:r w:rsidR="00E36F6A" w:rsidRPr="00F23192">
        <w:t>Vous êtes présentement dans votre vingt-deuxième a</w:t>
      </w:r>
      <w:r w:rsidR="00E36F6A" w:rsidRPr="00F23192">
        <w:t>n</w:t>
      </w:r>
      <w:r w:rsidR="00E36F6A" w:rsidRPr="00F23192">
        <w:t>née</w:t>
      </w:r>
      <w:r>
        <w:t xml:space="preserve">, </w:t>
      </w:r>
      <w:r w:rsidR="00E36F6A" w:rsidRPr="00F23192">
        <w:t>demoiselle</w:t>
      </w:r>
      <w:r>
        <w:t xml:space="preserve"> ; </w:t>
      </w:r>
      <w:r w:rsidR="00E36F6A" w:rsidRPr="00F23192">
        <w:t>or</w:t>
      </w:r>
      <w:r>
        <w:t xml:space="preserve">, </w:t>
      </w:r>
      <w:r w:rsidR="00E36F6A" w:rsidRPr="00F23192">
        <w:t>il y a aujourd</w:t>
      </w:r>
      <w:r>
        <w:t>’</w:t>
      </w:r>
      <w:r w:rsidR="00E36F6A" w:rsidRPr="00F23192">
        <w:t>hui vingt-trois ans</w:t>
      </w:r>
      <w:r>
        <w:t xml:space="preserve">, </w:t>
      </w:r>
      <w:r w:rsidR="00E36F6A" w:rsidRPr="00F23192">
        <w:t xml:space="preserve">un </w:t>
      </w:r>
      <w:r w:rsidR="00E36F6A" w:rsidRPr="00F23192">
        <w:lastRenderedPageBreak/>
        <w:t>crime odieux fut commis</w:t>
      </w:r>
      <w:r>
        <w:t xml:space="preserve">, </w:t>
      </w:r>
      <w:r w:rsidR="00E36F6A" w:rsidRPr="00F23192">
        <w:t>dont fut l</w:t>
      </w:r>
      <w:r>
        <w:t>’</w:t>
      </w:r>
      <w:r w:rsidR="00E36F6A" w:rsidRPr="00F23192">
        <w:t>auteur un gentilhomme de haute lignée</w:t>
      </w:r>
      <w:r>
        <w:t xml:space="preserve"> ; </w:t>
      </w:r>
      <w:r w:rsidR="00E36F6A" w:rsidRPr="00F23192">
        <w:t>à la suite d</w:t>
      </w:r>
      <w:r>
        <w:t>’</w:t>
      </w:r>
      <w:r w:rsidR="00E36F6A" w:rsidRPr="00F23192">
        <w:t>une orgie où ses amis et lui avaient laissé leur raison</w:t>
      </w:r>
      <w:r>
        <w:t xml:space="preserve">, – </w:t>
      </w:r>
      <w:r w:rsidR="00E36F6A" w:rsidRPr="00F23192">
        <w:t>ce fut son excuse</w:t>
      </w:r>
      <w:r>
        <w:t xml:space="preserve">, – </w:t>
      </w:r>
      <w:r w:rsidR="00E36F6A" w:rsidRPr="00F23192">
        <w:t>il s</w:t>
      </w:r>
      <w:r>
        <w:t>’</w:t>
      </w:r>
      <w:r w:rsidR="00E36F6A" w:rsidRPr="00F23192">
        <w:t>en fut rendre visite à une châtelaine du voisinage qu</w:t>
      </w:r>
      <w:r>
        <w:t>’</w:t>
      </w:r>
      <w:r w:rsidR="00E36F6A" w:rsidRPr="00F23192">
        <w:t>il trouva plaisant de violenter</w:t>
      </w:r>
      <w:r>
        <w:t>.</w:t>
      </w:r>
    </w:p>
    <w:p w14:paraId="6E7BF77A" w14:textId="77777777" w:rsidR="00D60A57" w:rsidRDefault="00D60A57" w:rsidP="00D60A57">
      <w:r>
        <w:t>— </w:t>
      </w:r>
      <w:r w:rsidR="00E36F6A" w:rsidRPr="00F23192">
        <w:t>L</w:t>
      </w:r>
      <w:r>
        <w:t>’</w:t>
      </w:r>
      <w:r w:rsidR="00E36F6A" w:rsidRPr="00F23192">
        <w:t>odieux personnage</w:t>
      </w:r>
      <w:r>
        <w:t> !</w:t>
      </w:r>
    </w:p>
    <w:p w14:paraId="2867F738" w14:textId="77777777" w:rsidR="00D60A57" w:rsidRDefault="00D60A57" w:rsidP="00D60A57">
      <w:r>
        <w:t>— </w:t>
      </w:r>
      <w:r w:rsidR="00E36F6A" w:rsidRPr="00F23192">
        <w:t>Les conséquences de cet attentat furent terribles</w:t>
      </w:r>
      <w:r>
        <w:t xml:space="preserve"> ; </w:t>
      </w:r>
      <w:r w:rsidR="00E36F6A" w:rsidRPr="00F23192">
        <w:t>folle</w:t>
      </w:r>
      <w:r>
        <w:t xml:space="preserve">, </w:t>
      </w:r>
      <w:r w:rsidR="00E36F6A" w:rsidRPr="00F23192">
        <w:t>la victime fut confiée à un monastère où son mari la retrouva</w:t>
      </w:r>
      <w:r>
        <w:t xml:space="preserve">, </w:t>
      </w:r>
      <w:r w:rsidR="00E36F6A" w:rsidRPr="00F23192">
        <w:t>une fois rendu à la liberté</w:t>
      </w:r>
      <w:r>
        <w:t xml:space="preserve">, – </w:t>
      </w:r>
      <w:r w:rsidR="00E36F6A" w:rsidRPr="00F23192">
        <w:t>il avait été prisonnier des Anglais</w:t>
      </w:r>
      <w:r>
        <w:t xml:space="preserve">, – </w:t>
      </w:r>
      <w:r w:rsidR="00E36F6A" w:rsidRPr="00F23192">
        <w:t>privée de raison et mère d</w:t>
      </w:r>
      <w:r>
        <w:t>’</w:t>
      </w:r>
      <w:r w:rsidR="00E36F6A" w:rsidRPr="00F23192">
        <w:t>un enfant dont il ne pouvait</w:t>
      </w:r>
      <w:r>
        <w:t xml:space="preserve">, </w:t>
      </w:r>
      <w:r w:rsidR="00E36F6A" w:rsidRPr="00F23192">
        <w:t>après deux ans d</w:t>
      </w:r>
      <w:r>
        <w:t>’</w:t>
      </w:r>
      <w:r w:rsidR="00E36F6A" w:rsidRPr="00F23192">
        <w:t>absence</w:t>
      </w:r>
      <w:r>
        <w:t xml:space="preserve">, </w:t>
      </w:r>
      <w:r w:rsidR="00E36F6A" w:rsidRPr="00F23192">
        <w:t>se croire le père</w:t>
      </w:r>
      <w:r>
        <w:t xml:space="preserve"> ; </w:t>
      </w:r>
      <w:r w:rsidR="00E36F6A" w:rsidRPr="00F23192">
        <w:t>désespéré</w:t>
      </w:r>
      <w:r>
        <w:t xml:space="preserve">, </w:t>
      </w:r>
      <w:r w:rsidR="00E36F6A" w:rsidRPr="00F23192">
        <w:t>il résolut de faire disparaître cette preuve vivante de son déshonneur et me remit l</w:t>
      </w:r>
      <w:r>
        <w:t>’</w:t>
      </w:r>
      <w:r w:rsidR="00E36F6A" w:rsidRPr="00F23192">
        <w:t>enfant avec ordre de m</w:t>
      </w:r>
      <w:r>
        <w:t>’</w:t>
      </w:r>
      <w:r w:rsidR="00E36F6A" w:rsidRPr="00F23192">
        <w:t>en défaire</w:t>
      </w:r>
      <w:r>
        <w:t>.</w:t>
      </w:r>
    </w:p>
    <w:p w14:paraId="5D0F70D7" w14:textId="77777777" w:rsidR="00D60A57" w:rsidRDefault="00D60A57" w:rsidP="00D60A57">
      <w:r>
        <w:t>— </w:t>
      </w:r>
      <w:r w:rsidR="00E36F6A" w:rsidRPr="00F23192">
        <w:t>Cet enfant</w:t>
      </w:r>
      <w:r>
        <w:t xml:space="preserve">… </w:t>
      </w:r>
      <w:r w:rsidR="00E36F6A" w:rsidRPr="00F23192">
        <w:t>c</w:t>
      </w:r>
      <w:r>
        <w:t>’</w:t>
      </w:r>
      <w:r w:rsidR="00E36F6A" w:rsidRPr="00F23192">
        <w:t>était moi</w:t>
      </w:r>
      <w:r>
        <w:t> ?</w:t>
      </w:r>
    </w:p>
    <w:p w14:paraId="334102F0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était vous</w:t>
      </w:r>
      <w:r>
        <w:t xml:space="preserve"> ; </w:t>
      </w:r>
      <w:r w:rsidR="00E36F6A" w:rsidRPr="00F23192">
        <w:t>je n</w:t>
      </w:r>
      <w:r>
        <w:t>’</w:t>
      </w:r>
      <w:r w:rsidR="00E36F6A" w:rsidRPr="00F23192">
        <w:t>eus pas le courage d</w:t>
      </w:r>
      <w:r>
        <w:t>’</w:t>
      </w:r>
      <w:r w:rsidR="00E36F6A" w:rsidRPr="00F23192">
        <w:t>exécuter un ordre aussi barbare et je quittai le pays</w:t>
      </w:r>
      <w:r>
        <w:t xml:space="preserve">, </w:t>
      </w:r>
      <w:r w:rsidR="00E36F6A" w:rsidRPr="00F23192">
        <w:t>changeant de nom et d</w:t>
      </w:r>
      <w:r>
        <w:t>’</w:t>
      </w:r>
      <w:r w:rsidR="00E36F6A" w:rsidRPr="00F23192">
        <w:t>habit ainsi que votre sexe même pour mieux assurer notre sécurité</w:t>
      </w:r>
      <w:r>
        <w:t xml:space="preserve">, </w:t>
      </w:r>
      <w:r w:rsidR="00E36F6A" w:rsidRPr="00F23192">
        <w:t>à tous les deux</w:t>
      </w:r>
      <w:r>
        <w:t xml:space="preserve">… </w:t>
      </w:r>
      <w:r w:rsidR="00E36F6A" w:rsidRPr="00F23192">
        <w:t>Ce n</w:t>
      </w:r>
      <w:r>
        <w:t>’</w:t>
      </w:r>
      <w:r w:rsidR="00E36F6A" w:rsidRPr="00F23192">
        <w:t>est qu</w:t>
      </w:r>
      <w:r>
        <w:t>’</w:t>
      </w:r>
      <w:r w:rsidR="00E36F6A" w:rsidRPr="00F23192">
        <w:t>en apprenant sa mort que je suis r</w:t>
      </w:r>
      <w:r w:rsidR="00E36F6A" w:rsidRPr="00F23192">
        <w:t>e</w:t>
      </w:r>
      <w:r w:rsidR="00E36F6A" w:rsidRPr="00F23192">
        <w:t>venu ici où nous vivons</w:t>
      </w:r>
      <w:r>
        <w:t>…</w:t>
      </w:r>
    </w:p>
    <w:p w14:paraId="7545FDDC" w14:textId="77777777" w:rsidR="00D60A57" w:rsidRDefault="00D60A57" w:rsidP="00D60A57">
      <w:r>
        <w:t xml:space="preserve">— … </w:t>
      </w:r>
      <w:r w:rsidR="00E36F6A" w:rsidRPr="00F23192">
        <w:t>De rapines</w:t>
      </w:r>
      <w:r>
        <w:t xml:space="preserve"> ! </w:t>
      </w:r>
      <w:r w:rsidR="00E36F6A" w:rsidRPr="00F23192">
        <w:t>jeta-t-elle rageusement</w:t>
      </w:r>
      <w:r>
        <w:t>.</w:t>
      </w:r>
    </w:p>
    <w:p w14:paraId="4D96D9B9" w14:textId="77777777" w:rsidR="00D60A57" w:rsidRDefault="00E36F6A" w:rsidP="00D60A57">
      <w:r w:rsidRPr="00F23192">
        <w:t>Il répliqua avec calme</w:t>
      </w:r>
      <w:r w:rsidR="00D60A57">
        <w:t> :</w:t>
      </w:r>
    </w:p>
    <w:p w14:paraId="2FCA7FF4" w14:textId="77777777" w:rsidR="00D60A57" w:rsidRDefault="00D60A57" w:rsidP="00D60A57">
      <w:r>
        <w:t>— </w:t>
      </w:r>
      <w:r w:rsidR="00E36F6A" w:rsidRPr="00F23192">
        <w:t>Nous nous contentons d</w:t>
      </w:r>
      <w:r>
        <w:t>’</w:t>
      </w:r>
      <w:r w:rsidR="00E36F6A" w:rsidRPr="00F23192">
        <w:t>imiter les pratiques de nos se</w:t>
      </w:r>
      <w:r w:rsidR="00E36F6A" w:rsidRPr="00F23192">
        <w:t>i</w:t>
      </w:r>
      <w:r w:rsidR="00E36F6A" w:rsidRPr="00F23192">
        <w:t>gneurs et maîtres avec cette différence qu</w:t>
      </w:r>
      <w:r>
        <w:t>’</w:t>
      </w:r>
      <w:r w:rsidR="00E36F6A" w:rsidRPr="00F23192">
        <w:t>ils ne s</w:t>
      </w:r>
      <w:r>
        <w:t>’</w:t>
      </w:r>
      <w:r w:rsidR="00E36F6A" w:rsidRPr="00F23192">
        <w:t>attaquent</w:t>
      </w:r>
      <w:r>
        <w:t xml:space="preserve">, </w:t>
      </w:r>
      <w:r w:rsidR="00E36F6A" w:rsidRPr="00F23192">
        <w:t>eux</w:t>
      </w:r>
      <w:r>
        <w:t xml:space="preserve">, </w:t>
      </w:r>
      <w:r w:rsidR="00E36F6A" w:rsidRPr="00F23192">
        <w:t>qu</w:t>
      </w:r>
      <w:r>
        <w:t>’</w:t>
      </w:r>
      <w:r w:rsidR="00E36F6A" w:rsidRPr="00F23192">
        <w:t>aux humbles gens</w:t>
      </w:r>
      <w:r>
        <w:t xml:space="preserve">, </w:t>
      </w:r>
      <w:r w:rsidR="00E36F6A" w:rsidRPr="00F23192">
        <w:t>abusant de leur force pour les détrousser sans risques</w:t>
      </w:r>
      <w:r>
        <w:t xml:space="preserve">, </w:t>
      </w:r>
      <w:r w:rsidR="00E36F6A" w:rsidRPr="00F23192">
        <w:t>tandis que c</w:t>
      </w:r>
      <w:r>
        <w:t>’</w:t>
      </w:r>
      <w:r w:rsidR="00E36F6A" w:rsidRPr="00F23192">
        <w:t>est à plus forts que nous que nous l</w:t>
      </w:r>
      <w:r w:rsidR="00E36F6A" w:rsidRPr="00F23192">
        <w:t>i</w:t>
      </w:r>
      <w:r w:rsidR="00E36F6A" w:rsidRPr="00F23192">
        <w:t>vrons bataille</w:t>
      </w:r>
      <w:r>
        <w:t>.</w:t>
      </w:r>
    </w:p>
    <w:p w14:paraId="18365D5E" w14:textId="77777777" w:rsidR="00D60A57" w:rsidRDefault="00E36F6A" w:rsidP="00D60A57">
      <w:r w:rsidRPr="00F23192">
        <w:t>Il ajouta</w:t>
      </w:r>
      <w:r w:rsidR="00D60A57">
        <w:t xml:space="preserve">, </w:t>
      </w:r>
      <w:r w:rsidRPr="00F23192">
        <w:t>quelque peu railleur</w:t>
      </w:r>
      <w:r w:rsidR="00D60A57">
        <w:t> :</w:t>
      </w:r>
    </w:p>
    <w:p w14:paraId="77E260B7" w14:textId="77777777" w:rsidR="00D60A57" w:rsidRDefault="00D60A57" w:rsidP="00D60A57">
      <w:r>
        <w:lastRenderedPageBreak/>
        <w:t>— </w:t>
      </w:r>
      <w:r w:rsidR="00E36F6A" w:rsidRPr="00F23192">
        <w:t>J</w:t>
      </w:r>
      <w:r>
        <w:t>’</w:t>
      </w:r>
      <w:r w:rsidR="00E36F6A" w:rsidRPr="00F23192">
        <w:t>ai toujours pensé que</w:t>
      </w:r>
      <w:r>
        <w:t xml:space="preserve">, </w:t>
      </w:r>
      <w:r w:rsidR="00E36F6A" w:rsidRPr="00F23192">
        <w:t xml:space="preserve">de la part des Loups de </w:t>
      </w:r>
      <w:proofErr w:type="spellStart"/>
      <w:r w:rsidR="00E36F6A" w:rsidRPr="00F23192">
        <w:t>Pena</w:t>
      </w:r>
      <w:r w:rsidR="00E36F6A" w:rsidRPr="00F23192">
        <w:t>n</w:t>
      </w:r>
      <w:r w:rsidR="00E36F6A" w:rsidRPr="00F23192">
        <w:t>dru</w:t>
      </w:r>
      <w:proofErr w:type="spellEnd"/>
      <w:r>
        <w:t xml:space="preserve">, </w:t>
      </w:r>
      <w:r w:rsidR="00E36F6A" w:rsidRPr="00F23192">
        <w:t>ainsi qu</w:t>
      </w:r>
      <w:r>
        <w:t>’</w:t>
      </w:r>
      <w:r w:rsidR="00E36F6A" w:rsidRPr="00F23192">
        <w:t>on nous surnomme dans la contrée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acte de justice de faire rendre gorge à des voleurs de grande lignée</w:t>
      </w:r>
      <w:r>
        <w:t xml:space="preserve">… </w:t>
      </w:r>
      <w:r w:rsidR="00E36F6A" w:rsidRPr="00F23192">
        <w:t>Et puis</w:t>
      </w:r>
      <w:r>
        <w:t xml:space="preserve">, </w:t>
      </w:r>
      <w:r w:rsidR="00E36F6A" w:rsidRPr="00F23192">
        <w:t>enfin</w:t>
      </w:r>
      <w:r>
        <w:t xml:space="preserve">, </w:t>
      </w:r>
      <w:r w:rsidR="00E36F6A" w:rsidRPr="00F23192">
        <w:t>notre but est avouable</w:t>
      </w:r>
      <w:r>
        <w:t>…</w:t>
      </w:r>
    </w:p>
    <w:p w14:paraId="577F09B8" w14:textId="77777777" w:rsidR="00D60A57" w:rsidRDefault="00E36F6A" w:rsidP="00D60A57">
      <w:r w:rsidRPr="00F23192">
        <w:t>La jeune fille l</w:t>
      </w:r>
      <w:r w:rsidR="00D60A57">
        <w:t>’</w:t>
      </w:r>
      <w:r w:rsidRPr="00F23192">
        <w:t>écoutait</w:t>
      </w:r>
      <w:r w:rsidR="00D60A57">
        <w:t xml:space="preserve">, </w:t>
      </w:r>
      <w:r w:rsidRPr="00F23192">
        <w:t>songeuse</w:t>
      </w:r>
      <w:r w:rsidR="00D60A57">
        <w:t>.</w:t>
      </w:r>
    </w:p>
    <w:p w14:paraId="308886F9" w14:textId="77777777" w:rsidR="00D60A57" w:rsidRDefault="00D60A57" w:rsidP="00D60A57">
      <w:r>
        <w:t>— </w:t>
      </w:r>
      <w:r w:rsidR="00E36F6A" w:rsidRPr="00F23192">
        <w:t>Mais puisque celui qui m</w:t>
      </w:r>
      <w:r>
        <w:t>’</w:t>
      </w:r>
      <w:r w:rsidR="00E36F6A" w:rsidRPr="00F23192">
        <w:t>arracha à ma mère n</w:t>
      </w:r>
      <w:r>
        <w:t>’</w:t>
      </w:r>
      <w:r w:rsidR="00E36F6A" w:rsidRPr="00F23192">
        <w:t>existe plus</w:t>
      </w:r>
      <w:r>
        <w:t xml:space="preserve">, </w:t>
      </w:r>
      <w:r w:rsidR="00E36F6A" w:rsidRPr="00F23192">
        <w:t>le danger qui me menaçait a disparu</w:t>
      </w:r>
      <w:r>
        <w:t xml:space="preserve">, </w:t>
      </w:r>
      <w:r w:rsidR="00E36F6A" w:rsidRPr="00F23192">
        <w:t>et</w:t>
      </w:r>
      <w:r>
        <w:t xml:space="preserve">, </w:t>
      </w:r>
      <w:r w:rsidR="00E36F6A" w:rsidRPr="00F23192">
        <w:t>quand bien même</w:t>
      </w:r>
      <w:r>
        <w:t xml:space="preserve">, </w:t>
      </w:r>
      <w:r w:rsidR="00E36F6A" w:rsidRPr="00F23192">
        <w:t>aucun danger ne sera susceptible de m</w:t>
      </w:r>
      <w:r>
        <w:t>’</w:t>
      </w:r>
      <w:r w:rsidR="00E36F6A" w:rsidRPr="00F23192">
        <w:t>empêcher de voir ma mère</w:t>
      </w:r>
      <w:r>
        <w:t>…</w:t>
      </w:r>
    </w:p>
    <w:p w14:paraId="4F05C946" w14:textId="77777777" w:rsidR="00D60A57" w:rsidRDefault="00D60A57" w:rsidP="00D60A57">
      <w:r>
        <w:t>— </w:t>
      </w:r>
      <w:r w:rsidR="00E36F6A" w:rsidRPr="00F23192">
        <w:t>Elle est morte</w:t>
      </w:r>
      <w:r>
        <w:t>…</w:t>
      </w:r>
    </w:p>
    <w:p w14:paraId="2F7496D6" w14:textId="77777777" w:rsidR="00D60A57" w:rsidRDefault="00D60A57" w:rsidP="00D60A57">
      <w:r>
        <w:t>— </w:t>
      </w:r>
      <w:r w:rsidR="00E36F6A" w:rsidRPr="00F23192">
        <w:t>Morte</w:t>
      </w:r>
      <w:r>
        <w:t xml:space="preserve"> !… </w:t>
      </w:r>
      <w:r w:rsidR="00E36F6A" w:rsidRPr="00F23192">
        <w:t>et je n</w:t>
      </w:r>
      <w:r>
        <w:t>’</w:t>
      </w:r>
      <w:r w:rsidR="00E36F6A" w:rsidRPr="00F23192">
        <w:t>ai pas eu la joie de connaître la douceur de ses baisers</w:t>
      </w:r>
      <w:r>
        <w:t>.</w:t>
      </w:r>
    </w:p>
    <w:p w14:paraId="623166BC" w14:textId="77777777" w:rsidR="00D60A57" w:rsidRDefault="00E36F6A" w:rsidP="00D60A57">
      <w:r w:rsidRPr="00F23192">
        <w:t>Puis</w:t>
      </w:r>
      <w:r w:rsidR="00D60A57">
        <w:t xml:space="preserve">, </w:t>
      </w:r>
      <w:r w:rsidRPr="00F23192">
        <w:t>soudain prise de rage</w:t>
      </w:r>
      <w:r w:rsidR="00D60A57">
        <w:t> :</w:t>
      </w:r>
    </w:p>
    <w:p w14:paraId="3C0E07B7" w14:textId="77777777" w:rsidR="00D60A57" w:rsidRDefault="00D60A57" w:rsidP="00D60A57">
      <w:r>
        <w:t>— </w:t>
      </w:r>
      <w:r w:rsidR="00E36F6A" w:rsidRPr="00F23192">
        <w:t>Mais je suis folle</w:t>
      </w:r>
      <w:r>
        <w:t xml:space="preserve">, </w:t>
      </w:r>
      <w:r w:rsidR="00E36F6A" w:rsidRPr="00F23192">
        <w:t>vraiment</w:t>
      </w:r>
      <w:r>
        <w:t xml:space="preserve"> !… </w:t>
      </w:r>
      <w:r w:rsidR="00E36F6A" w:rsidRPr="00F23192">
        <w:t xml:space="preserve">La Louve de </w:t>
      </w:r>
      <w:proofErr w:type="spellStart"/>
      <w:r w:rsidR="00E36F6A" w:rsidRPr="00F23192">
        <w:t>Penandru</w:t>
      </w:r>
      <w:proofErr w:type="spellEnd"/>
      <w:r w:rsidR="00E36F6A" w:rsidRPr="00F23192">
        <w:t xml:space="preserve"> n</w:t>
      </w:r>
      <w:r>
        <w:t>’</w:t>
      </w:r>
      <w:r w:rsidR="00E36F6A" w:rsidRPr="00F23192">
        <w:t>a pas droit aux caresses d</w:t>
      </w:r>
      <w:r>
        <w:t>’</w:t>
      </w:r>
      <w:r w:rsidR="00E36F6A" w:rsidRPr="00F23192">
        <w:t>une mère</w:t>
      </w:r>
      <w:r>
        <w:t> !</w:t>
      </w:r>
    </w:p>
    <w:p w14:paraId="2B33AC28" w14:textId="77777777" w:rsidR="00D60A57" w:rsidRDefault="00E36F6A" w:rsidP="00D60A57">
      <w:r w:rsidRPr="00F23192">
        <w:t>Elle garda le silence</w:t>
      </w:r>
      <w:r w:rsidR="00D60A57">
        <w:t xml:space="preserve"> ; </w:t>
      </w:r>
      <w:r w:rsidRPr="00F23192">
        <w:t>puis</w:t>
      </w:r>
      <w:r w:rsidR="00D60A57">
        <w:t xml:space="preserve">, </w:t>
      </w:r>
      <w:r w:rsidRPr="00F23192">
        <w:t>peu à peu</w:t>
      </w:r>
      <w:r w:rsidR="00D60A57">
        <w:t xml:space="preserve">, </w:t>
      </w:r>
      <w:r w:rsidRPr="00F23192">
        <w:t>ses traits se détend</w:t>
      </w:r>
      <w:r w:rsidRPr="00F23192">
        <w:t>i</w:t>
      </w:r>
      <w:r w:rsidRPr="00F23192">
        <w:t>rent dans un furtif sourire et elle murmura</w:t>
      </w:r>
      <w:r w:rsidR="00D60A57">
        <w:t> :</w:t>
      </w:r>
    </w:p>
    <w:p w14:paraId="207AF5BE" w14:textId="77777777" w:rsidR="00D60A57" w:rsidRDefault="00D60A57" w:rsidP="00D60A57">
      <w:r>
        <w:t>— </w:t>
      </w:r>
      <w:r w:rsidR="00E36F6A" w:rsidRPr="00F23192">
        <w:t>L</w:t>
      </w:r>
      <w:r>
        <w:t>’</w:t>
      </w:r>
      <w:r w:rsidR="00E36F6A" w:rsidRPr="00F23192">
        <w:t>amour reste</w:t>
      </w:r>
      <w:r>
        <w:t>…</w:t>
      </w:r>
    </w:p>
    <w:p w14:paraId="2A0DC1E5" w14:textId="77777777" w:rsidR="00D60A57" w:rsidRDefault="00E36F6A" w:rsidP="00D60A57">
      <w:r w:rsidRPr="00F23192">
        <w:t>Nouveau silence</w:t>
      </w:r>
      <w:r w:rsidR="00D60A57">
        <w:t>.</w:t>
      </w:r>
    </w:p>
    <w:p w14:paraId="24DC839A" w14:textId="77777777" w:rsidR="00D60A57" w:rsidRDefault="00D60A57" w:rsidP="00D60A57">
      <w:r>
        <w:t>— </w:t>
      </w:r>
      <w:r w:rsidR="00E36F6A" w:rsidRPr="00F23192">
        <w:t>Dites-moi</w:t>
      </w:r>
      <w:r>
        <w:t xml:space="preserve"> ; </w:t>
      </w:r>
      <w:r w:rsidR="00E36F6A" w:rsidRPr="00F23192">
        <w:t>à en croire votre récit</w:t>
      </w:r>
      <w:r>
        <w:t xml:space="preserve">, </w:t>
      </w:r>
      <w:r w:rsidR="00E36F6A" w:rsidRPr="00F23192">
        <w:t>je serais donc de so</w:t>
      </w:r>
      <w:r w:rsidR="00E36F6A" w:rsidRPr="00F23192">
        <w:t>u</w:t>
      </w:r>
      <w:r w:rsidR="00E36F6A" w:rsidRPr="00F23192">
        <w:t>che noble</w:t>
      </w:r>
      <w:r>
        <w:t> ?</w:t>
      </w:r>
    </w:p>
    <w:p w14:paraId="42211FAA" w14:textId="77777777" w:rsidR="00D60A57" w:rsidRDefault="00D60A57" w:rsidP="00D60A57">
      <w:r>
        <w:t>— </w:t>
      </w:r>
      <w:r w:rsidR="00E36F6A" w:rsidRPr="00F23192">
        <w:t>Doublement noble</w:t>
      </w:r>
      <w:r>
        <w:t xml:space="preserve"> ; </w:t>
      </w:r>
      <w:r w:rsidR="00E36F6A" w:rsidRPr="00F23192">
        <w:t>mais</w:t>
      </w:r>
      <w:r>
        <w:t xml:space="preserve">, </w:t>
      </w:r>
      <w:r w:rsidR="00E36F6A" w:rsidRPr="00F23192">
        <w:t>dans vos veines</w:t>
      </w:r>
      <w:r>
        <w:t xml:space="preserve">, </w:t>
      </w:r>
      <w:r w:rsidR="00E36F6A" w:rsidRPr="00F23192">
        <w:t>se mêle au sang de la créature sainte et bonne que fut votre mère celui d</w:t>
      </w:r>
      <w:r>
        <w:t>’</w:t>
      </w:r>
      <w:r w:rsidR="00E36F6A" w:rsidRPr="00F23192">
        <w:t>un homme que</w:t>
      </w:r>
      <w:r>
        <w:t xml:space="preserve">, </w:t>
      </w:r>
      <w:r w:rsidR="00E36F6A" w:rsidRPr="00F23192">
        <w:t>pour tous ses vices</w:t>
      </w:r>
      <w:r>
        <w:t xml:space="preserve">, </w:t>
      </w:r>
      <w:r w:rsidR="00E36F6A" w:rsidRPr="00F23192">
        <w:t>on avait su</w:t>
      </w:r>
      <w:r w:rsidR="00E36F6A" w:rsidRPr="00F23192">
        <w:t>r</w:t>
      </w:r>
      <w:r w:rsidR="00E36F6A" w:rsidRPr="00F23192">
        <w:t>nommé messire Satan</w:t>
      </w:r>
      <w:r>
        <w:t>.</w:t>
      </w:r>
    </w:p>
    <w:p w14:paraId="291DFF11" w14:textId="77777777" w:rsidR="00D60A57" w:rsidRDefault="00D60A57" w:rsidP="00D60A57">
      <w:r>
        <w:lastRenderedPageBreak/>
        <w:t>— </w:t>
      </w:r>
      <w:r w:rsidR="00E36F6A" w:rsidRPr="00F23192">
        <w:t>Messire Satan</w:t>
      </w:r>
      <w:r>
        <w:t xml:space="preserve"> !… </w:t>
      </w:r>
      <w:r w:rsidR="00E36F6A" w:rsidRPr="00F23192">
        <w:t>J</w:t>
      </w:r>
      <w:r>
        <w:t>’</w:t>
      </w:r>
      <w:r w:rsidR="00E36F6A" w:rsidRPr="00F23192">
        <w:t>ai ouï parlé de ce nom</w:t>
      </w:r>
      <w:r>
        <w:t xml:space="preserve">… </w:t>
      </w:r>
      <w:r w:rsidR="00E36F6A" w:rsidRPr="00F23192">
        <w:t>Ce serait lui</w:t>
      </w:r>
      <w:r>
        <w:t> ?…</w:t>
      </w:r>
    </w:p>
    <w:p w14:paraId="64AE51BF" w14:textId="77777777" w:rsidR="00D60A57" w:rsidRDefault="00D60A57" w:rsidP="00D60A57">
      <w:r>
        <w:t>— </w:t>
      </w:r>
      <w:r w:rsidR="00E36F6A" w:rsidRPr="00F23192">
        <w:t>L</w:t>
      </w:r>
      <w:r>
        <w:t>’</w:t>
      </w:r>
      <w:r w:rsidR="00E36F6A" w:rsidRPr="00F23192">
        <w:t>auteur du crime odieux dont votre mère et vous avez été victimes</w:t>
      </w:r>
      <w:r>
        <w:t xml:space="preserve">, </w:t>
      </w:r>
      <w:r w:rsidR="00E36F6A" w:rsidRPr="00F23192">
        <w:t>il y a vingt-trois ans</w:t>
      </w:r>
      <w:r>
        <w:t xml:space="preserve">… </w:t>
      </w:r>
      <w:r w:rsidR="00E36F6A" w:rsidRPr="00F23192">
        <w:t>Et il n</w:t>
      </w:r>
      <w:r>
        <w:t>’</w:t>
      </w:r>
      <w:r w:rsidR="00E36F6A" w:rsidRPr="00F23192">
        <w:t>a pas changé</w:t>
      </w:r>
      <w:r>
        <w:t xml:space="preserve">… </w:t>
      </w:r>
      <w:r w:rsidR="00E36F6A" w:rsidRPr="00F23192">
        <w:t>pui</w:t>
      </w:r>
      <w:r w:rsidR="00E36F6A" w:rsidRPr="00F23192">
        <w:t>s</w:t>
      </w:r>
      <w:r w:rsidR="00E36F6A" w:rsidRPr="00F23192">
        <w:t>qu</w:t>
      </w:r>
      <w:r>
        <w:t>’</w:t>
      </w:r>
      <w:r w:rsidR="00E36F6A" w:rsidRPr="00F23192">
        <w:t>il continue cette existence d</w:t>
      </w:r>
      <w:r>
        <w:t>’</w:t>
      </w:r>
      <w:r w:rsidR="00E36F6A" w:rsidRPr="00F23192">
        <w:t>orgies et de rapines qui fut celle de sa jeunesse</w:t>
      </w:r>
      <w:r>
        <w:t>.</w:t>
      </w:r>
    </w:p>
    <w:p w14:paraId="5413D3B3" w14:textId="77777777" w:rsidR="00D60A57" w:rsidRDefault="00E36F6A" w:rsidP="00D60A57">
      <w:r w:rsidRPr="00F23192">
        <w:t>Pleine de dégoût et de rage</w:t>
      </w:r>
      <w:r w:rsidR="00D60A57">
        <w:t xml:space="preserve">, </w:t>
      </w:r>
      <w:r w:rsidRPr="00F23192">
        <w:t>elle s</w:t>
      </w:r>
      <w:r w:rsidR="00D60A57">
        <w:t>’</w:t>
      </w:r>
      <w:r w:rsidRPr="00F23192">
        <w:t>écria</w:t>
      </w:r>
      <w:r w:rsidR="00D60A57">
        <w:t> :</w:t>
      </w:r>
    </w:p>
    <w:p w14:paraId="711AEA70" w14:textId="77777777" w:rsidR="00D60A57" w:rsidRDefault="00D60A57" w:rsidP="00D60A57">
      <w:r>
        <w:t>— </w:t>
      </w:r>
      <w:r w:rsidR="00E36F6A" w:rsidRPr="00F23192">
        <w:t>Et je suis la fille de cet homme</w:t>
      </w:r>
      <w:r>
        <w:t xml:space="preserve"> !… </w:t>
      </w:r>
      <w:r w:rsidR="00E36F6A" w:rsidRPr="00F23192">
        <w:t>Ah</w:t>
      </w:r>
      <w:r>
        <w:t xml:space="preserve"> ! </w:t>
      </w:r>
      <w:r w:rsidR="00E36F6A" w:rsidRPr="00F23192">
        <w:t>vienne une occ</w:t>
      </w:r>
      <w:r w:rsidR="00E36F6A" w:rsidRPr="00F23192">
        <w:t>a</w:t>
      </w:r>
      <w:r w:rsidR="00E36F6A" w:rsidRPr="00F23192">
        <w:t>sion de venger ma mère</w:t>
      </w:r>
      <w:r>
        <w:t> !</w:t>
      </w:r>
    </w:p>
    <w:p w14:paraId="1F950C9E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quand même votre père</w:t>
      </w:r>
      <w:r>
        <w:t>…</w:t>
      </w:r>
    </w:p>
    <w:p w14:paraId="29E633C3" w14:textId="77777777" w:rsidR="00D60A57" w:rsidRDefault="00D60A57" w:rsidP="00D60A57">
      <w:r>
        <w:t>— </w:t>
      </w:r>
      <w:r w:rsidR="00E36F6A" w:rsidRPr="00F23192">
        <w:t>Avant d</w:t>
      </w:r>
      <w:r>
        <w:t>’</w:t>
      </w:r>
      <w:r w:rsidR="00E36F6A" w:rsidRPr="00F23192">
        <w:t>être mon père</w:t>
      </w:r>
      <w:r>
        <w:t xml:space="preserve">, </w:t>
      </w:r>
      <w:r w:rsidR="00E36F6A" w:rsidRPr="00F23192">
        <w:t>il a été le bourreau de celle qui m</w:t>
      </w:r>
      <w:r>
        <w:t>’</w:t>
      </w:r>
      <w:r w:rsidR="00E36F6A" w:rsidRPr="00F23192">
        <w:t>a donné le jour</w:t>
      </w:r>
      <w:r>
        <w:t xml:space="preserve">, </w:t>
      </w:r>
      <w:r w:rsidR="00E36F6A" w:rsidRPr="00F23192">
        <w:t>de celle que je n</w:t>
      </w:r>
      <w:r>
        <w:t>’</w:t>
      </w:r>
      <w:r w:rsidR="00E36F6A" w:rsidRPr="00F23192">
        <w:t>ai pas connue</w:t>
      </w:r>
      <w:r>
        <w:t xml:space="preserve">, </w:t>
      </w:r>
      <w:r w:rsidR="00E36F6A" w:rsidRPr="00F23192">
        <w:t>aimée</w:t>
      </w:r>
      <w:r>
        <w:t xml:space="preserve">, </w:t>
      </w:r>
      <w:r w:rsidR="00E36F6A" w:rsidRPr="00F23192">
        <w:t>et dont j</w:t>
      </w:r>
      <w:r>
        <w:t>’</w:t>
      </w:r>
      <w:r w:rsidR="00E36F6A" w:rsidRPr="00F23192">
        <w:t>ignorerai toujours la tendresse</w:t>
      </w:r>
      <w:r>
        <w:t xml:space="preserve"> ! </w:t>
      </w:r>
      <w:r w:rsidR="00E36F6A" w:rsidRPr="00F23192">
        <w:t>Non</w:t>
      </w:r>
      <w:r>
        <w:t xml:space="preserve">, </w:t>
      </w:r>
      <w:r w:rsidR="00E36F6A" w:rsidRPr="00F23192">
        <w:t>je ne suis pas la fille de ce misérable</w:t>
      </w:r>
      <w:r>
        <w:t xml:space="preserve">, </w:t>
      </w:r>
      <w:r w:rsidR="00E36F6A" w:rsidRPr="00F23192">
        <w:t>je suis sa victime</w:t>
      </w:r>
      <w:r>
        <w:t xml:space="preserve"> !… </w:t>
      </w:r>
      <w:r w:rsidR="00E36F6A" w:rsidRPr="00F23192">
        <w:t>et</w:t>
      </w:r>
      <w:r>
        <w:t xml:space="preserve">, </w:t>
      </w:r>
      <w:r w:rsidR="00E36F6A" w:rsidRPr="00F23192">
        <w:t>à ce titre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ai le droit de me venger</w:t>
      </w:r>
      <w:r>
        <w:t>…</w:t>
      </w:r>
    </w:p>
    <w:p w14:paraId="1A9B06C3" w14:textId="77777777" w:rsidR="00D60A57" w:rsidRDefault="00E36F6A" w:rsidP="00D60A57">
      <w:r w:rsidRPr="00F23192">
        <w:t>Elle ajouta</w:t>
      </w:r>
      <w:r w:rsidR="00D60A57">
        <w:t> :</w:t>
      </w:r>
    </w:p>
    <w:p w14:paraId="05085583" w14:textId="77777777" w:rsidR="00D60A57" w:rsidRDefault="00D60A57" w:rsidP="00D60A57">
      <w:r>
        <w:t>— </w:t>
      </w:r>
      <w:r w:rsidR="00E36F6A" w:rsidRPr="00F23192">
        <w:t>Je saurai me souvenir que vous m</w:t>
      </w:r>
      <w:r>
        <w:t>’</w:t>
      </w:r>
      <w:r w:rsidR="00E36F6A" w:rsidRPr="00F23192">
        <w:t>avez appris à tenir une épée</w:t>
      </w:r>
      <w:r>
        <w:t>…</w:t>
      </w:r>
    </w:p>
    <w:p w14:paraId="49E5A2C2" w14:textId="77777777" w:rsidR="00D60A57" w:rsidRDefault="00D60A57" w:rsidP="00D60A57">
      <w:r>
        <w:t>— </w:t>
      </w:r>
      <w:r w:rsidR="00E36F6A" w:rsidRPr="00F23192">
        <w:t>Grand Dieu</w:t>
      </w:r>
      <w:r>
        <w:t xml:space="preserve"> ! </w:t>
      </w:r>
      <w:r w:rsidR="00E36F6A" w:rsidRPr="00F23192">
        <w:t>à quoi songez-vous</w:t>
      </w:r>
      <w:r>
        <w:t xml:space="preserve"> ?… </w:t>
      </w:r>
      <w:r w:rsidR="00E36F6A" w:rsidRPr="00F23192">
        <w:t>Un pareil crime</w:t>
      </w:r>
      <w:r>
        <w:t> !</w:t>
      </w:r>
    </w:p>
    <w:p w14:paraId="1F1C5945" w14:textId="77777777" w:rsidR="00D60A57" w:rsidRDefault="00D60A57" w:rsidP="00D60A57">
      <w:r>
        <w:t>— </w:t>
      </w:r>
      <w:r w:rsidR="00E36F6A" w:rsidRPr="00F23192">
        <w:t>Serait-il donc plus grand que le sien</w:t>
      </w:r>
      <w:r>
        <w:t xml:space="preserve"> !… </w:t>
      </w:r>
      <w:r w:rsidR="00E36F6A" w:rsidRPr="00F23192">
        <w:t>Et puis</w:t>
      </w:r>
      <w:r>
        <w:t xml:space="preserve">, </w:t>
      </w:r>
      <w:r w:rsidR="00E36F6A" w:rsidRPr="00F23192">
        <w:t>y a-t-il crime</w:t>
      </w:r>
      <w:r>
        <w:t xml:space="preserve">, </w:t>
      </w:r>
      <w:r w:rsidR="00E36F6A" w:rsidRPr="00F23192">
        <w:t>vraiment</w:t>
      </w:r>
      <w:r>
        <w:t xml:space="preserve">, </w:t>
      </w:r>
      <w:r w:rsidR="00E36F6A" w:rsidRPr="00F23192">
        <w:t>quand il y a justice</w:t>
      </w:r>
      <w:r>
        <w:t> !…</w:t>
      </w:r>
    </w:p>
    <w:p w14:paraId="24B03298" w14:textId="77777777" w:rsidR="00D60A57" w:rsidRDefault="00D60A57" w:rsidP="00D60A57">
      <w:r>
        <w:t>— </w:t>
      </w:r>
      <w:r w:rsidR="00E36F6A" w:rsidRPr="00F23192">
        <w:t>Dieu est là pour la faire</w:t>
      </w:r>
      <w:r>
        <w:t>.</w:t>
      </w:r>
    </w:p>
    <w:p w14:paraId="702DE6E1" w14:textId="77777777" w:rsidR="00D60A57" w:rsidRDefault="00D60A57" w:rsidP="00D60A57">
      <w:r>
        <w:t>— </w:t>
      </w:r>
      <w:r w:rsidR="00E36F6A" w:rsidRPr="00F23192">
        <w:t>Mon épée sera l</w:t>
      </w:r>
      <w:r>
        <w:t>’</w:t>
      </w:r>
      <w:r w:rsidR="00E36F6A" w:rsidRPr="00F23192">
        <w:t>instrument de la justice divine</w:t>
      </w:r>
      <w:r>
        <w:t xml:space="preserve">, </w:t>
      </w:r>
      <w:r w:rsidR="00E36F6A" w:rsidRPr="00F23192">
        <w:t>affirma-t-elle avec force</w:t>
      </w:r>
      <w:r>
        <w:t>.</w:t>
      </w:r>
    </w:p>
    <w:p w14:paraId="7A8FC747" w14:textId="77777777" w:rsidR="00D60A57" w:rsidRDefault="00E36F6A" w:rsidP="00D60A57">
      <w:r w:rsidRPr="00F23192">
        <w:t>Le vieillard</w:t>
      </w:r>
      <w:r w:rsidR="00D60A57">
        <w:t xml:space="preserve">, </w:t>
      </w:r>
      <w:r w:rsidRPr="00F23192">
        <w:t>épouvanté de l</w:t>
      </w:r>
      <w:r w:rsidR="00D60A57">
        <w:t>’</w:t>
      </w:r>
      <w:r w:rsidRPr="00F23192">
        <w:t>état d</w:t>
      </w:r>
      <w:r w:rsidR="00D60A57">
        <w:t>’</w:t>
      </w:r>
      <w:r w:rsidRPr="00F23192">
        <w:t>exaltation dans laquelle il la voyait</w:t>
      </w:r>
      <w:r w:rsidR="00D60A57">
        <w:t xml:space="preserve">, </w:t>
      </w:r>
      <w:r w:rsidRPr="00F23192">
        <w:t>observa</w:t>
      </w:r>
      <w:r w:rsidR="00D60A57">
        <w:t> :</w:t>
      </w:r>
    </w:p>
    <w:p w14:paraId="4E9E603F" w14:textId="77777777" w:rsidR="00D60A57" w:rsidRDefault="00D60A57" w:rsidP="00D60A57">
      <w:r>
        <w:lastRenderedPageBreak/>
        <w:t>— </w:t>
      </w:r>
      <w:r w:rsidR="00E36F6A" w:rsidRPr="00F23192">
        <w:t>Il en est un autre qui</w:t>
      </w:r>
      <w:r>
        <w:t xml:space="preserve">, </w:t>
      </w:r>
      <w:r w:rsidR="00E36F6A" w:rsidRPr="00F23192">
        <w:t>plus que vous</w:t>
      </w:r>
      <w:r>
        <w:t xml:space="preserve">, </w:t>
      </w:r>
      <w:r w:rsidR="00E36F6A" w:rsidRPr="00F23192">
        <w:t>a le devoir de faire justice</w:t>
      </w:r>
      <w:r>
        <w:t>.</w:t>
      </w:r>
    </w:p>
    <w:p w14:paraId="0BEC4B6A" w14:textId="77777777" w:rsidR="00D60A57" w:rsidRDefault="00D60A57" w:rsidP="00D60A57">
      <w:r>
        <w:t>— </w:t>
      </w:r>
      <w:r w:rsidR="00E36F6A" w:rsidRPr="00F23192">
        <w:t>Un autre</w:t>
      </w:r>
      <w:r>
        <w:t xml:space="preserve"> !… </w:t>
      </w:r>
      <w:r w:rsidR="00E36F6A" w:rsidRPr="00F23192">
        <w:t>quel autre plus que moi</w:t>
      </w:r>
      <w:r>
        <w:t>…</w:t>
      </w:r>
    </w:p>
    <w:p w14:paraId="7708DFAF" w14:textId="77777777" w:rsidR="00D60A57" w:rsidRDefault="00D60A57" w:rsidP="00D60A57">
      <w:r>
        <w:t>— </w:t>
      </w:r>
      <w:r w:rsidR="00E36F6A" w:rsidRPr="00F23192">
        <w:t>Un fils</w:t>
      </w:r>
      <w:r>
        <w:t>…</w:t>
      </w:r>
    </w:p>
    <w:p w14:paraId="2ACBB163" w14:textId="77777777" w:rsidR="00D60A57" w:rsidRDefault="00D60A57" w:rsidP="00D60A57">
      <w:r>
        <w:t>— </w:t>
      </w:r>
      <w:r w:rsidR="00E36F6A" w:rsidRPr="00F23192">
        <w:t>Son fils</w:t>
      </w:r>
      <w:r>
        <w:t xml:space="preserve">, </w:t>
      </w:r>
      <w:r w:rsidR="00E36F6A" w:rsidRPr="00F23192">
        <w:t>jeta-t-elle dans un cri de stupeur</w:t>
      </w:r>
      <w:r>
        <w:t xml:space="preserve">… </w:t>
      </w:r>
      <w:r w:rsidR="00E36F6A" w:rsidRPr="00F23192">
        <w:t>Cette ma</w:t>
      </w:r>
      <w:r w:rsidR="00E36F6A" w:rsidRPr="00F23192">
        <w:t>l</w:t>
      </w:r>
      <w:r w:rsidR="00E36F6A" w:rsidRPr="00F23192">
        <w:t>heureuse avait un fils</w:t>
      </w:r>
      <w:r>
        <w:t xml:space="preserve">… </w:t>
      </w:r>
      <w:r w:rsidR="00E36F6A" w:rsidRPr="00F23192">
        <w:t>et ce fils a été assez lâche</w:t>
      </w:r>
      <w:r>
        <w:t>…</w:t>
      </w:r>
    </w:p>
    <w:p w14:paraId="1ABB1D6A" w14:textId="77777777" w:rsidR="00D60A57" w:rsidRDefault="00D60A57" w:rsidP="00D60A57">
      <w:r>
        <w:t>— </w:t>
      </w:r>
      <w:r w:rsidR="00E36F6A" w:rsidRPr="00F23192">
        <w:t>Ne vous hâtez pas d</w:t>
      </w:r>
      <w:r>
        <w:t>’</w:t>
      </w:r>
      <w:r w:rsidR="00E36F6A" w:rsidRPr="00F23192">
        <w:t>accuser</w:t>
      </w:r>
      <w:r>
        <w:t xml:space="preserve">… </w:t>
      </w:r>
      <w:r w:rsidR="00E36F6A" w:rsidRPr="00F23192">
        <w:t>Après la mort de sa mère</w:t>
      </w:r>
      <w:r>
        <w:t xml:space="preserve">, </w:t>
      </w:r>
      <w:r w:rsidR="00E36F6A" w:rsidRPr="00F23192">
        <w:t>l</w:t>
      </w:r>
      <w:r>
        <w:t>’</w:t>
      </w:r>
      <w:r w:rsidR="00E36F6A" w:rsidRPr="00F23192">
        <w:t>enfant avait deux ans</w:t>
      </w:r>
      <w:r>
        <w:t xml:space="preserve"> ; </w:t>
      </w:r>
      <w:r w:rsidR="00E36F6A" w:rsidRPr="00F23192">
        <w:t>il fut confié à son aïeule et élevé dans l</w:t>
      </w:r>
      <w:r>
        <w:t>’</w:t>
      </w:r>
      <w:r w:rsidR="00E36F6A" w:rsidRPr="00F23192">
        <w:t>ignorance du drame qui l</w:t>
      </w:r>
      <w:r>
        <w:t>’</w:t>
      </w:r>
      <w:r w:rsidR="00E36F6A" w:rsidRPr="00F23192">
        <w:t>avait fait orphelin</w:t>
      </w:r>
      <w:r>
        <w:t>.</w:t>
      </w:r>
    </w:p>
    <w:p w14:paraId="7B46EA33" w14:textId="77777777" w:rsidR="00D60A57" w:rsidRDefault="00D60A57" w:rsidP="00D60A57">
      <w:r>
        <w:t xml:space="preserve">— … </w:t>
      </w:r>
      <w:r w:rsidR="00E36F6A" w:rsidRPr="00F23192">
        <w:t>Et</w:t>
      </w:r>
      <w:r>
        <w:t xml:space="preserve">, </w:t>
      </w:r>
      <w:r w:rsidR="00E36F6A" w:rsidRPr="00F23192">
        <w:t>devenu homme</w:t>
      </w:r>
      <w:r>
        <w:t xml:space="preserve">, </w:t>
      </w:r>
      <w:r w:rsidR="00E36F6A" w:rsidRPr="00F23192">
        <w:t>on ne lui a rien dit</w:t>
      </w:r>
      <w:r>
        <w:t> ?</w:t>
      </w:r>
    </w:p>
    <w:p w14:paraId="3F05735F" w14:textId="77777777" w:rsidR="00D60A57" w:rsidRDefault="00D60A57" w:rsidP="00D60A57">
      <w:r>
        <w:t>— </w:t>
      </w:r>
      <w:r w:rsidR="00E36F6A" w:rsidRPr="00F23192">
        <w:t>Rien d</w:t>
      </w:r>
      <w:r>
        <w:t>’</w:t>
      </w:r>
      <w:r w:rsidR="00E36F6A" w:rsidRPr="00F23192">
        <w:t>autre</w:t>
      </w:r>
      <w:r>
        <w:t xml:space="preserve">, </w:t>
      </w:r>
      <w:r w:rsidR="00E36F6A" w:rsidRPr="00F23192">
        <w:t>que son père avait trouvé la mort dans une rencontre avec un parti huguenot et que sa mère avait succombé à la douleur dans le monastère où</w:t>
      </w:r>
      <w:r>
        <w:t xml:space="preserve">, </w:t>
      </w:r>
      <w:r w:rsidR="00E36F6A" w:rsidRPr="00F23192">
        <w:t>devenue veuve</w:t>
      </w:r>
      <w:r>
        <w:t xml:space="preserve">, </w:t>
      </w:r>
      <w:r w:rsidR="00E36F6A" w:rsidRPr="00F23192">
        <w:t>elle s</w:t>
      </w:r>
      <w:r>
        <w:t>’</w:t>
      </w:r>
      <w:r w:rsidR="00E36F6A" w:rsidRPr="00F23192">
        <w:t>était retirée</w:t>
      </w:r>
      <w:r>
        <w:t>…</w:t>
      </w:r>
    </w:p>
    <w:p w14:paraId="467AC1D8" w14:textId="77777777" w:rsidR="00D60A57" w:rsidRDefault="00D60A57" w:rsidP="00D60A57">
      <w:r>
        <w:t>— </w:t>
      </w:r>
      <w:r w:rsidR="00E36F6A" w:rsidRPr="00F23192">
        <w:t>Ainsi</w:t>
      </w:r>
      <w:r>
        <w:t xml:space="preserve">, </w:t>
      </w:r>
      <w:r w:rsidR="00E36F6A" w:rsidRPr="00F23192">
        <w:t>ce misérable vivrait encore</w:t>
      </w:r>
      <w:r>
        <w:t xml:space="preserve">, </w:t>
      </w:r>
      <w:r w:rsidR="00E36F6A" w:rsidRPr="00F23192">
        <w:t>sans avoir expié son crime</w:t>
      </w:r>
      <w:r>
        <w:t> !</w:t>
      </w:r>
    </w:p>
    <w:p w14:paraId="24EB7DF0" w14:textId="77777777" w:rsidR="00D60A57" w:rsidRDefault="00D60A57" w:rsidP="00D60A57">
      <w:r>
        <w:t>— </w:t>
      </w:r>
      <w:r w:rsidR="00E36F6A" w:rsidRPr="00F23192">
        <w:t>Crime double</w:t>
      </w:r>
      <w:r>
        <w:t xml:space="preserve">, </w:t>
      </w:r>
      <w:r w:rsidR="00E36F6A" w:rsidRPr="00F23192">
        <w:t>car après son attentat odieux contre celle qui fut votre mère</w:t>
      </w:r>
      <w:r>
        <w:t xml:space="preserve">, </w:t>
      </w:r>
      <w:r w:rsidR="00E36F6A" w:rsidRPr="00F23192">
        <w:t>il a assassiné son époux</w:t>
      </w:r>
      <w:r>
        <w:t>.</w:t>
      </w:r>
    </w:p>
    <w:p w14:paraId="50A5ADC6" w14:textId="77777777" w:rsidR="00D60A57" w:rsidRDefault="00D60A57" w:rsidP="00D60A57">
      <w:r>
        <w:t>— </w:t>
      </w:r>
      <w:r w:rsidR="00E36F6A" w:rsidRPr="00F23192">
        <w:t>Assassiné</w:t>
      </w:r>
      <w:r>
        <w:t> !…</w:t>
      </w:r>
    </w:p>
    <w:p w14:paraId="7FE074F5" w14:textId="77777777" w:rsidR="00D60A57" w:rsidRDefault="00D60A57" w:rsidP="00D60A57">
      <w:r>
        <w:t>— </w:t>
      </w:r>
      <w:r w:rsidR="00E36F6A" w:rsidRPr="00F23192">
        <w:t>Au cours d</w:t>
      </w:r>
      <w:r>
        <w:t>’</w:t>
      </w:r>
      <w:r w:rsidR="00E36F6A" w:rsidRPr="00F23192">
        <w:t>un duel</w:t>
      </w:r>
      <w:r>
        <w:t xml:space="preserve">, </w:t>
      </w:r>
      <w:r w:rsidR="00E36F6A" w:rsidRPr="00F23192">
        <w:t>ou</w:t>
      </w:r>
      <w:r>
        <w:t xml:space="preserve">, </w:t>
      </w:r>
      <w:r w:rsidR="00E36F6A" w:rsidRPr="00F23192">
        <w:t>pour se débarrasser de son a</w:t>
      </w:r>
      <w:r w:rsidR="00E36F6A" w:rsidRPr="00F23192">
        <w:t>d</w:t>
      </w:r>
      <w:r w:rsidR="00E36F6A" w:rsidRPr="00F23192">
        <w:t>versaire</w:t>
      </w:r>
      <w:r>
        <w:t xml:space="preserve">, </w:t>
      </w:r>
      <w:r w:rsidR="00E36F6A" w:rsidRPr="00F23192">
        <w:t>il le frappa en traîtrise d</w:t>
      </w:r>
      <w:r>
        <w:t>’</w:t>
      </w:r>
      <w:r w:rsidR="00E36F6A" w:rsidRPr="00F23192">
        <w:t>un coup mortel</w:t>
      </w:r>
      <w:r>
        <w:t>.</w:t>
      </w:r>
    </w:p>
    <w:p w14:paraId="06D9CA3F" w14:textId="77777777" w:rsidR="00D60A57" w:rsidRDefault="00D60A57" w:rsidP="00D60A57">
      <w:r>
        <w:t>— </w:t>
      </w:r>
      <w:r w:rsidR="00E36F6A" w:rsidRPr="00F23192">
        <w:t>Et ce lâche vit impuni</w:t>
      </w:r>
      <w:r>
        <w:t xml:space="preserve">… </w:t>
      </w:r>
      <w:r w:rsidR="00E36F6A" w:rsidRPr="00F23192">
        <w:t>alors qu</w:t>
      </w:r>
      <w:r>
        <w:t>’</w:t>
      </w:r>
      <w:r w:rsidR="00E36F6A" w:rsidRPr="00F23192">
        <w:t>un justicier aurait dû</w:t>
      </w:r>
      <w:r>
        <w:t xml:space="preserve">, </w:t>
      </w:r>
      <w:r w:rsidR="00E36F6A" w:rsidRPr="00F23192">
        <w:t>depuis longtemps</w:t>
      </w:r>
      <w:r>
        <w:t xml:space="preserve">, </w:t>
      </w:r>
      <w:r w:rsidR="00E36F6A" w:rsidRPr="00F23192">
        <w:t>le frapper à son tour</w:t>
      </w:r>
      <w:r>
        <w:t xml:space="preserve">… </w:t>
      </w:r>
      <w:r w:rsidR="00E36F6A" w:rsidRPr="00F23192">
        <w:t>Et vous avez pu</w:t>
      </w:r>
      <w:r>
        <w:t xml:space="preserve">, </w:t>
      </w:r>
      <w:r w:rsidR="00E36F6A" w:rsidRPr="00F23192">
        <w:t>connaissant ce double crime</w:t>
      </w:r>
      <w:r>
        <w:t xml:space="preserve">, </w:t>
      </w:r>
      <w:r w:rsidR="00E36F6A" w:rsidRPr="00F23192">
        <w:t>vous taire</w:t>
      </w:r>
      <w:r>
        <w:t> ?…</w:t>
      </w:r>
    </w:p>
    <w:p w14:paraId="1B0A21B2" w14:textId="77777777" w:rsidR="00D60A57" w:rsidRDefault="00D60A57" w:rsidP="00D60A57">
      <w:r>
        <w:t>— </w:t>
      </w:r>
      <w:r w:rsidR="00E36F6A" w:rsidRPr="00F23192">
        <w:t>Mon serment m</w:t>
      </w:r>
      <w:r>
        <w:t>’</w:t>
      </w:r>
      <w:r w:rsidR="00E36F6A" w:rsidRPr="00F23192">
        <w:t>imposait le silence</w:t>
      </w:r>
      <w:r>
        <w:t>.</w:t>
      </w:r>
    </w:p>
    <w:p w14:paraId="25BA36B3" w14:textId="77777777" w:rsidR="00D60A57" w:rsidRDefault="00D60A57" w:rsidP="00D60A57">
      <w:r>
        <w:t>— </w:t>
      </w:r>
      <w:r w:rsidR="00E36F6A" w:rsidRPr="00F23192">
        <w:t>Il n</w:t>
      </w:r>
      <w:r>
        <w:t>’</w:t>
      </w:r>
      <w:r w:rsidR="00E36F6A" w:rsidRPr="00F23192">
        <w:t>est pas de serment qui tienne</w:t>
      </w:r>
      <w:r>
        <w:t>…</w:t>
      </w:r>
    </w:p>
    <w:p w14:paraId="3C241B7F" w14:textId="77777777" w:rsidR="00D60A57" w:rsidRDefault="00D60A57" w:rsidP="00D60A57">
      <w:r>
        <w:lastRenderedPageBreak/>
        <w:t>— </w:t>
      </w:r>
      <w:r w:rsidR="00E36F6A" w:rsidRPr="00F23192">
        <w:t>Quand ce serment est fait à une femme qui va mourir</w:t>
      </w:r>
      <w:r>
        <w:t xml:space="preserve">, </w:t>
      </w:r>
      <w:r w:rsidR="00E36F6A" w:rsidRPr="00F23192">
        <w:t>il est sacré</w:t>
      </w:r>
      <w:r>
        <w:t>…</w:t>
      </w:r>
    </w:p>
    <w:p w14:paraId="37ABAA87" w14:textId="77777777" w:rsidR="00D60A57" w:rsidRDefault="00D60A57" w:rsidP="00D60A57">
      <w:r>
        <w:t>— </w:t>
      </w:r>
      <w:r w:rsidR="00E36F6A" w:rsidRPr="00F23192">
        <w:t>Ainsi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par la volonté de sa victime que ce misérable n</w:t>
      </w:r>
      <w:r>
        <w:t>’</w:t>
      </w:r>
      <w:r w:rsidR="00E36F6A" w:rsidRPr="00F23192">
        <w:t>a pas encore reçu la juste punition de ses crimes</w:t>
      </w:r>
      <w:r>
        <w:t> ?</w:t>
      </w:r>
    </w:p>
    <w:p w14:paraId="23EED662" w14:textId="77777777" w:rsidR="00D60A57" w:rsidRDefault="00D60A57" w:rsidP="00D60A57">
      <w:r>
        <w:t>— </w:t>
      </w:r>
      <w:r w:rsidR="00E36F6A" w:rsidRPr="00F23192">
        <w:t>En mourant</w:t>
      </w:r>
      <w:r>
        <w:t xml:space="preserve">, </w:t>
      </w:r>
      <w:r w:rsidR="00E36F6A" w:rsidRPr="00F23192">
        <w:t>la malheureuse voulut assurer la sécurité future de son fils en ne le dressant pas en vengeur face à un l</w:t>
      </w:r>
      <w:r w:rsidR="00E36F6A" w:rsidRPr="00F23192">
        <w:t>â</w:t>
      </w:r>
      <w:r w:rsidR="00E36F6A" w:rsidRPr="00F23192">
        <w:t>che</w:t>
      </w:r>
      <w:r>
        <w:t xml:space="preserve">, </w:t>
      </w:r>
      <w:r w:rsidR="00E36F6A" w:rsidRPr="00F23192">
        <w:t>capable de tous les forfaits</w:t>
      </w:r>
      <w:r>
        <w:t>.</w:t>
      </w:r>
    </w:p>
    <w:p w14:paraId="3D5A9E59" w14:textId="77777777" w:rsidR="00D60A57" w:rsidRDefault="00D60A57" w:rsidP="00D60A57">
      <w:r>
        <w:t>— </w:t>
      </w:r>
      <w:r w:rsidR="00E36F6A" w:rsidRPr="00F23192">
        <w:t>En sorte qu</w:t>
      </w:r>
      <w:r>
        <w:t>’</w:t>
      </w:r>
      <w:r w:rsidR="00E36F6A" w:rsidRPr="00F23192">
        <w:t>il se peut que le fils des victimes se trouve en contact avec leur bourreau</w:t>
      </w:r>
      <w:r>
        <w:t xml:space="preserve">, </w:t>
      </w:r>
      <w:r w:rsidR="00E36F6A" w:rsidRPr="00F23192">
        <w:t>sans soupçonner l</w:t>
      </w:r>
      <w:r>
        <w:t>’</w:t>
      </w:r>
      <w:r w:rsidR="00E36F6A" w:rsidRPr="00F23192">
        <w:t>ignominie de c</w:t>
      </w:r>
      <w:r w:rsidR="00E36F6A" w:rsidRPr="00F23192">
        <w:t>e</w:t>
      </w:r>
      <w:r w:rsidR="00E36F6A" w:rsidRPr="00F23192">
        <w:t>lui auquel</w:t>
      </w:r>
      <w:r>
        <w:t xml:space="preserve">, </w:t>
      </w:r>
      <w:r w:rsidR="00E36F6A" w:rsidRPr="00F23192">
        <w:t>peut-être</w:t>
      </w:r>
      <w:r>
        <w:t xml:space="preserve">, </w:t>
      </w:r>
      <w:r w:rsidR="00E36F6A" w:rsidRPr="00F23192">
        <w:t>il serre la main</w:t>
      </w:r>
      <w:r>
        <w:t>…</w:t>
      </w:r>
    </w:p>
    <w:p w14:paraId="4863CB9C" w14:textId="77777777" w:rsidR="00D60A57" w:rsidRDefault="00E36F6A" w:rsidP="00D60A57">
      <w:r w:rsidRPr="00F23192">
        <w:t>Énigmatiquement</w:t>
      </w:r>
      <w:r w:rsidR="00D60A57">
        <w:t xml:space="preserve">, </w:t>
      </w:r>
      <w:r w:rsidRPr="00F23192">
        <w:t>le vieillard prononça</w:t>
      </w:r>
      <w:r w:rsidR="00D60A57">
        <w:t> :</w:t>
      </w:r>
    </w:p>
    <w:p w14:paraId="4F447217" w14:textId="77777777" w:rsidR="00D60A57" w:rsidRDefault="00D60A57" w:rsidP="00D60A57">
      <w:r>
        <w:t>— </w:t>
      </w:r>
      <w:r w:rsidR="00E36F6A" w:rsidRPr="00F23192">
        <w:t>Il est des cas où la Providence intervient pour que justice se fasse</w:t>
      </w:r>
      <w:r>
        <w:t xml:space="preserve">, </w:t>
      </w:r>
      <w:r w:rsidR="00E36F6A" w:rsidRPr="00F23192">
        <w:t>à l</w:t>
      </w:r>
      <w:r>
        <w:t>’</w:t>
      </w:r>
      <w:r w:rsidR="00E36F6A" w:rsidRPr="00F23192">
        <w:t>insu de ceux qu</w:t>
      </w:r>
      <w:r>
        <w:t>’</w:t>
      </w:r>
      <w:r w:rsidR="00E36F6A" w:rsidRPr="00F23192">
        <w:t>elle emploie pour en être les exéc</w:t>
      </w:r>
      <w:r w:rsidR="00E36F6A" w:rsidRPr="00F23192">
        <w:t>u</w:t>
      </w:r>
      <w:r w:rsidR="00E36F6A" w:rsidRPr="00F23192">
        <w:t>teurs</w:t>
      </w:r>
      <w:r>
        <w:t>.</w:t>
      </w:r>
    </w:p>
    <w:p w14:paraId="2F0FA3C0" w14:textId="77777777" w:rsidR="00D60A57" w:rsidRDefault="00D60A57" w:rsidP="00D60A57">
      <w:r>
        <w:t>— </w:t>
      </w:r>
      <w:r w:rsidR="00E36F6A" w:rsidRPr="00F23192">
        <w:t>Ce qui veut dire</w:t>
      </w:r>
      <w:r>
        <w:t> ?</w:t>
      </w:r>
    </w:p>
    <w:p w14:paraId="403B4A65" w14:textId="77777777" w:rsidR="00D60A57" w:rsidRDefault="00D60A57" w:rsidP="00D60A57">
      <w:r>
        <w:t>— </w:t>
      </w:r>
      <w:r w:rsidR="00E36F6A" w:rsidRPr="00F23192">
        <w:t>Qu</w:t>
      </w:r>
      <w:r>
        <w:t>’</w:t>
      </w:r>
      <w:r w:rsidR="00E36F6A" w:rsidRPr="00F23192">
        <w:t>il se peut que</w:t>
      </w:r>
      <w:r>
        <w:t xml:space="preserve">, </w:t>
      </w:r>
      <w:r w:rsidR="00E36F6A" w:rsidRPr="00F23192">
        <w:t>par un moyen détourné</w:t>
      </w:r>
      <w:r>
        <w:t xml:space="preserve">, </w:t>
      </w:r>
      <w:r w:rsidR="00E36F6A" w:rsidRPr="00F23192">
        <w:t>Dieu finisse par frapper celui que déjà il a condamné</w:t>
      </w:r>
      <w:r>
        <w:t>.</w:t>
      </w:r>
    </w:p>
    <w:p w14:paraId="02DABC00" w14:textId="77777777" w:rsidR="00D60A57" w:rsidRDefault="00D60A57" w:rsidP="00D60A57">
      <w:r>
        <w:t>— </w:t>
      </w:r>
      <w:r w:rsidR="00E36F6A" w:rsidRPr="00F23192">
        <w:t>Puissiez-vous dire vrai</w:t>
      </w:r>
      <w:r>
        <w:t> !</w:t>
      </w:r>
    </w:p>
    <w:p w14:paraId="4FCC3D83" w14:textId="77777777" w:rsidR="00D60A57" w:rsidRDefault="00D60A57" w:rsidP="00D60A57">
      <w:r>
        <w:t>— </w:t>
      </w:r>
      <w:r w:rsidR="00E36F6A" w:rsidRPr="00F23192">
        <w:t>Tout me pousse à le présumer</w:t>
      </w:r>
      <w:r>
        <w:t xml:space="preserve">… </w:t>
      </w:r>
      <w:r w:rsidR="00E36F6A" w:rsidRPr="00F23192">
        <w:t>répondit-il laconiqu</w:t>
      </w:r>
      <w:r w:rsidR="00E36F6A" w:rsidRPr="00F23192">
        <w:t>e</w:t>
      </w:r>
      <w:r w:rsidR="00E36F6A" w:rsidRPr="00F23192">
        <w:t>ment</w:t>
      </w:r>
      <w:r>
        <w:t>.</w:t>
      </w:r>
    </w:p>
    <w:p w14:paraId="3BAAC078" w14:textId="77777777" w:rsidR="00D60A57" w:rsidRDefault="00E36F6A" w:rsidP="00D60A57">
      <w:r w:rsidRPr="00F23192">
        <w:t>Elle s</w:t>
      </w:r>
      <w:r w:rsidR="00D60A57">
        <w:t>’</w:t>
      </w:r>
      <w:r w:rsidRPr="00F23192">
        <w:t>écria</w:t>
      </w:r>
      <w:r w:rsidR="00D60A57">
        <w:t> :</w:t>
      </w:r>
    </w:p>
    <w:p w14:paraId="31DF3393" w14:textId="77777777" w:rsidR="00D60A57" w:rsidRDefault="00D60A57" w:rsidP="00D60A57">
      <w:r>
        <w:t>— </w:t>
      </w:r>
      <w:r w:rsidR="00E36F6A" w:rsidRPr="00F23192">
        <w:t>Que ne donnerais-je pas pour être l</w:t>
      </w:r>
      <w:r>
        <w:t>’</w:t>
      </w:r>
      <w:r w:rsidR="00E36F6A" w:rsidRPr="00F23192">
        <w:t>instrument que Dieu choisira</w:t>
      </w:r>
      <w:r>
        <w:t> !</w:t>
      </w:r>
    </w:p>
    <w:p w14:paraId="20F15100" w14:textId="77777777" w:rsidR="00D60A57" w:rsidRDefault="00D60A57" w:rsidP="00D60A57">
      <w:r>
        <w:t>— </w:t>
      </w:r>
      <w:r w:rsidR="00E36F6A" w:rsidRPr="00F23192">
        <w:t>Taisez-vous</w:t>
      </w:r>
      <w:r>
        <w:t xml:space="preserve">… </w:t>
      </w:r>
      <w:r w:rsidR="00E36F6A" w:rsidRPr="00F23192">
        <w:t>Oubliez-vous que cet homme est votre père</w:t>
      </w:r>
      <w:r>
        <w:t> ?</w:t>
      </w:r>
    </w:p>
    <w:p w14:paraId="4A28B0BD" w14:textId="77777777" w:rsidR="00D60A57" w:rsidRDefault="00D60A57" w:rsidP="00D60A57">
      <w:r>
        <w:lastRenderedPageBreak/>
        <w:t>— </w:t>
      </w:r>
      <w:r w:rsidR="00E36F6A" w:rsidRPr="00F23192">
        <w:t>Mon père</w:t>
      </w:r>
      <w:r>
        <w:t xml:space="preserve">, </w:t>
      </w:r>
      <w:r w:rsidR="00E36F6A" w:rsidRPr="00F23192">
        <w:t>lui</w:t>
      </w:r>
      <w:r>
        <w:t xml:space="preserve"> !… </w:t>
      </w:r>
      <w:r w:rsidR="00E36F6A" w:rsidRPr="00F23192">
        <w:t>Je le renie pour tel</w:t>
      </w:r>
      <w:r>
        <w:t xml:space="preserve"> !… </w:t>
      </w:r>
      <w:r w:rsidR="00E36F6A" w:rsidRPr="00F23192">
        <w:t>Cet homme est pour moi</w:t>
      </w:r>
      <w:r>
        <w:t xml:space="preserve">, </w:t>
      </w:r>
      <w:r w:rsidR="00E36F6A" w:rsidRPr="00F23192">
        <w:t>avant toutes choses</w:t>
      </w:r>
      <w:r>
        <w:t xml:space="preserve">, </w:t>
      </w:r>
      <w:r w:rsidR="00E36F6A" w:rsidRPr="00F23192">
        <w:t>uniquement le bourreau de celle qui</w:t>
      </w:r>
      <w:r>
        <w:t xml:space="preserve">, </w:t>
      </w:r>
      <w:r w:rsidR="00E36F6A" w:rsidRPr="00F23192">
        <w:t>en le maudissant</w:t>
      </w:r>
      <w:r>
        <w:t xml:space="preserve">, </w:t>
      </w:r>
      <w:r w:rsidR="00E36F6A" w:rsidRPr="00F23192">
        <w:t>m</w:t>
      </w:r>
      <w:r>
        <w:t>’</w:t>
      </w:r>
      <w:r w:rsidR="00E36F6A" w:rsidRPr="00F23192">
        <w:t>a donné le jour</w:t>
      </w:r>
      <w:r>
        <w:t xml:space="preserve">… </w:t>
      </w:r>
      <w:r w:rsidR="00E36F6A" w:rsidRPr="00F23192">
        <w:t>Sans le connaître</w:t>
      </w:r>
      <w:r>
        <w:t xml:space="preserve">, </w:t>
      </w:r>
      <w:r w:rsidR="00E36F6A" w:rsidRPr="00F23192">
        <w:t>je le hais</w:t>
      </w:r>
      <w:r>
        <w:t xml:space="preserve"> ! </w:t>
      </w:r>
      <w:r w:rsidR="00E36F6A" w:rsidRPr="00F23192">
        <w:t>Je le hais de toute la force de mon être</w:t>
      </w:r>
      <w:r>
        <w:t xml:space="preserve">… </w:t>
      </w:r>
      <w:r w:rsidR="00E36F6A" w:rsidRPr="00F23192">
        <w:t>et</w:t>
      </w:r>
      <w:r>
        <w:t xml:space="preserve">, </w:t>
      </w:r>
      <w:r w:rsidR="00E36F6A" w:rsidRPr="00F23192">
        <w:t>dès ce m</w:t>
      </w:r>
      <w:r w:rsidR="00E36F6A" w:rsidRPr="00F23192">
        <w:t>o</w:t>
      </w:r>
      <w:r w:rsidR="00E36F6A" w:rsidRPr="00F23192">
        <w:t>ment</w:t>
      </w:r>
      <w:r>
        <w:t xml:space="preserve">, </w:t>
      </w:r>
      <w:r w:rsidR="00E36F6A" w:rsidRPr="00F23192">
        <w:t>puisque vous me taisez son nom</w:t>
      </w:r>
      <w:r>
        <w:t xml:space="preserve">, </w:t>
      </w:r>
      <w:r w:rsidR="00E36F6A" w:rsidRPr="00F23192">
        <w:t>je n</w:t>
      </w:r>
      <w:r>
        <w:t>’</w:t>
      </w:r>
      <w:r w:rsidR="00E36F6A" w:rsidRPr="00F23192">
        <w:t>aurai de cesse de le découvrir et je le frapperai</w:t>
      </w:r>
      <w:r>
        <w:t>…</w:t>
      </w:r>
    </w:p>
    <w:p w14:paraId="27E41EAB" w14:textId="77777777" w:rsidR="00D60A57" w:rsidRDefault="00D60A57" w:rsidP="00D60A57">
      <w:r>
        <w:t>— </w:t>
      </w:r>
      <w:r w:rsidR="00E36F6A" w:rsidRPr="00F23192">
        <w:t>Vous oseriez l</w:t>
      </w:r>
      <w:r>
        <w:t>’</w:t>
      </w:r>
      <w:r w:rsidR="00E36F6A" w:rsidRPr="00F23192">
        <w:t>assassiner</w:t>
      </w:r>
      <w:r>
        <w:t> ?</w:t>
      </w:r>
    </w:p>
    <w:p w14:paraId="48A5FD1B" w14:textId="77777777" w:rsidR="00D60A57" w:rsidRDefault="00D60A57" w:rsidP="00D60A57">
      <w:r>
        <w:t>— </w:t>
      </w:r>
      <w:r w:rsidR="00E36F6A" w:rsidRPr="00F23192">
        <w:t>Étant issue de lui</w:t>
      </w:r>
      <w:r>
        <w:t xml:space="preserve">, </w:t>
      </w:r>
      <w:r w:rsidR="00E36F6A" w:rsidRPr="00F23192">
        <w:t>je m</w:t>
      </w:r>
      <w:r>
        <w:t>’</w:t>
      </w:r>
      <w:r w:rsidR="00E36F6A" w:rsidRPr="00F23192">
        <w:t>en sens capable</w:t>
      </w:r>
      <w:r>
        <w:t xml:space="preserve"> ! </w:t>
      </w:r>
      <w:r w:rsidR="00E36F6A" w:rsidRPr="00F23192">
        <w:t>Mais il ne suffit pas à ma vengeance qu</w:t>
      </w:r>
      <w:r>
        <w:t>’</w:t>
      </w:r>
      <w:r w:rsidR="00E36F6A" w:rsidRPr="00F23192">
        <w:t>il expie obscurément son crime</w:t>
      </w:r>
      <w:r>
        <w:t xml:space="preserve"> ! </w:t>
      </w:r>
      <w:r w:rsidR="00E36F6A" w:rsidRPr="00F23192">
        <w:t>C</w:t>
      </w:r>
      <w:r>
        <w:t>’</w:t>
      </w:r>
      <w:r w:rsidR="00E36F6A" w:rsidRPr="00F23192">
        <w:t>est publiquement</w:t>
      </w:r>
      <w:r>
        <w:t xml:space="preserve">, </w:t>
      </w:r>
      <w:r w:rsidR="00E36F6A" w:rsidRPr="00F23192">
        <w:t>au grand jour</w:t>
      </w:r>
      <w:r>
        <w:t xml:space="preserve">, </w:t>
      </w:r>
      <w:r w:rsidR="00E36F6A" w:rsidRPr="00F23192">
        <w:t>à la face de tous que je veux clouer son nom au pilori d</w:t>
      </w:r>
      <w:r>
        <w:t>’</w:t>
      </w:r>
      <w:r w:rsidR="00E36F6A" w:rsidRPr="00F23192">
        <w:t>infamie</w:t>
      </w:r>
      <w:r>
        <w:t> !</w:t>
      </w:r>
    </w:p>
    <w:p w14:paraId="4A04D7C1" w14:textId="77777777" w:rsidR="00D60A57" w:rsidRDefault="00D60A57" w:rsidP="00D60A57">
      <w:r>
        <w:t>— </w:t>
      </w:r>
      <w:r w:rsidR="00E36F6A" w:rsidRPr="00F23192">
        <w:t>Pensez que</w:t>
      </w:r>
      <w:r>
        <w:t xml:space="preserve">, </w:t>
      </w:r>
      <w:r w:rsidR="00E36F6A" w:rsidRPr="00F23192">
        <w:t>ce faisant</w:t>
      </w:r>
      <w:r>
        <w:t xml:space="preserve">, </w:t>
      </w:r>
      <w:r w:rsidR="00E36F6A" w:rsidRPr="00F23192">
        <w:t>vous éclabousserez de scandale un des blasons les plus nobles de Bretagne en révélant le drame odieux dont une femme a été victime</w:t>
      </w:r>
      <w:r>
        <w:t>.</w:t>
      </w:r>
    </w:p>
    <w:p w14:paraId="46ADBC1B" w14:textId="77777777" w:rsidR="00D60A57" w:rsidRDefault="00E36F6A" w:rsidP="00D60A57">
      <w:r w:rsidRPr="00F23192">
        <w:t>Elle éclata</w:t>
      </w:r>
      <w:r w:rsidR="00D60A57">
        <w:t> :</w:t>
      </w:r>
    </w:p>
    <w:p w14:paraId="77844A18" w14:textId="77777777" w:rsidR="00D60A57" w:rsidRDefault="00D60A57" w:rsidP="00D60A57">
      <w:r>
        <w:t>— </w:t>
      </w:r>
      <w:r w:rsidR="00E36F6A" w:rsidRPr="00F23192">
        <w:t>Je ne veux penser</w:t>
      </w:r>
      <w:r>
        <w:t xml:space="preserve">, </w:t>
      </w:r>
      <w:r w:rsidR="00E36F6A" w:rsidRPr="00F23192">
        <w:t>et ne pense qu</w:t>
      </w:r>
      <w:r>
        <w:t>’</w:t>
      </w:r>
      <w:r w:rsidR="00E36F6A" w:rsidRPr="00F23192">
        <w:t>à une chose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que cette victime est ma mère et que</w:t>
      </w:r>
      <w:r>
        <w:t xml:space="preserve">, </w:t>
      </w:r>
      <w:r w:rsidR="00E36F6A" w:rsidRPr="00F23192">
        <w:t>par la faute de ce bourreau</w:t>
      </w:r>
      <w:r>
        <w:t xml:space="preserve">, </w:t>
      </w:r>
      <w:r w:rsidR="00E36F6A" w:rsidRPr="00F23192">
        <w:t>je n</w:t>
      </w:r>
      <w:r>
        <w:t>’</w:t>
      </w:r>
      <w:r w:rsidR="00E36F6A" w:rsidRPr="00F23192">
        <w:t>en aurai jamais connu les caresses</w:t>
      </w:r>
      <w:r>
        <w:t>.</w:t>
      </w:r>
    </w:p>
    <w:p w14:paraId="1F94F27B" w14:textId="77777777" w:rsidR="00D60A57" w:rsidRDefault="00D60A57" w:rsidP="00D60A57">
      <w:r>
        <w:t>— </w:t>
      </w:r>
      <w:r w:rsidR="00E36F6A" w:rsidRPr="00F23192">
        <w:t>Il en est un autre</w:t>
      </w:r>
      <w:r>
        <w:t xml:space="preserve">, </w:t>
      </w:r>
      <w:r w:rsidR="00E36F6A" w:rsidRPr="00F23192">
        <w:t>je vous le répète</w:t>
      </w:r>
      <w:r>
        <w:t xml:space="preserve">, </w:t>
      </w:r>
      <w:r w:rsidR="00E36F6A" w:rsidRPr="00F23192">
        <w:t>qui</w:t>
      </w:r>
      <w:r>
        <w:t xml:space="preserve">, </w:t>
      </w:r>
      <w:r w:rsidR="00E36F6A" w:rsidRPr="00F23192">
        <w:t>pas plus que vous</w:t>
      </w:r>
      <w:r>
        <w:t xml:space="preserve">, </w:t>
      </w:r>
      <w:r w:rsidR="00E36F6A" w:rsidRPr="00F23192">
        <w:t>n</w:t>
      </w:r>
      <w:r>
        <w:t>’</w:t>
      </w:r>
      <w:r w:rsidR="00E36F6A" w:rsidRPr="00F23192">
        <w:t>a connu les joies dont vous déplorez d</w:t>
      </w:r>
      <w:r>
        <w:t>’</w:t>
      </w:r>
      <w:r w:rsidR="00E36F6A" w:rsidRPr="00F23192">
        <w:t>avoir été privée</w:t>
      </w:r>
      <w:r>
        <w:t xml:space="preserve">… </w:t>
      </w:r>
      <w:r w:rsidR="00E36F6A" w:rsidRPr="00F23192">
        <w:t>et sur celui-là rejaillira le scandale dont vous souillerez le so</w:t>
      </w:r>
      <w:r w:rsidR="00E36F6A" w:rsidRPr="00F23192">
        <w:t>u</w:t>
      </w:r>
      <w:r w:rsidR="00E36F6A" w:rsidRPr="00F23192">
        <w:t>venir de sa mère</w:t>
      </w:r>
      <w:r>
        <w:t>.</w:t>
      </w:r>
    </w:p>
    <w:p w14:paraId="691DC39E" w14:textId="77777777" w:rsidR="00D60A57" w:rsidRDefault="00E36F6A" w:rsidP="00D60A57">
      <w:r w:rsidRPr="00F23192">
        <w:t>Elle demanda d</w:t>
      </w:r>
      <w:r w:rsidR="00D60A57">
        <w:t>’</w:t>
      </w:r>
      <w:r w:rsidRPr="00F23192">
        <w:t>une voix impérieuse</w:t>
      </w:r>
      <w:r w:rsidR="00D60A57">
        <w:t xml:space="preserve">, </w:t>
      </w:r>
      <w:r w:rsidRPr="00F23192">
        <w:t>dans laquelle se se</w:t>
      </w:r>
      <w:r w:rsidRPr="00F23192">
        <w:t>n</w:t>
      </w:r>
      <w:r w:rsidRPr="00F23192">
        <w:t>tait une menace</w:t>
      </w:r>
      <w:r w:rsidR="00D60A57">
        <w:t> :</w:t>
      </w:r>
    </w:p>
    <w:p w14:paraId="67713A01" w14:textId="77777777" w:rsidR="00D60A57" w:rsidRDefault="00D60A57" w:rsidP="00D60A57">
      <w:r>
        <w:t>— </w:t>
      </w:r>
      <w:r w:rsidR="00E36F6A" w:rsidRPr="00F23192">
        <w:t>Maintenant</w:t>
      </w:r>
      <w:r>
        <w:t xml:space="preserve">, </w:t>
      </w:r>
      <w:r w:rsidR="00E36F6A" w:rsidRPr="00F23192">
        <w:t>son nom</w:t>
      </w:r>
      <w:r>
        <w:t> ?</w:t>
      </w:r>
    </w:p>
    <w:p w14:paraId="744F31FF" w14:textId="77777777" w:rsidR="00D60A57" w:rsidRDefault="00E36F6A" w:rsidP="00D60A57">
      <w:r w:rsidRPr="00F23192">
        <w:t>Effaré</w:t>
      </w:r>
      <w:r w:rsidR="00D60A57">
        <w:t xml:space="preserve">, </w:t>
      </w:r>
      <w:r w:rsidRPr="00F23192">
        <w:t>le viei</w:t>
      </w:r>
      <w:r w:rsidRPr="00F23192">
        <w:t>l</w:t>
      </w:r>
      <w:r w:rsidRPr="00F23192">
        <w:t>lard répéta</w:t>
      </w:r>
      <w:r w:rsidR="00D60A57">
        <w:t xml:space="preserve">, </w:t>
      </w:r>
      <w:r w:rsidRPr="00F23192">
        <w:t>la gorge serrée</w:t>
      </w:r>
      <w:r w:rsidR="00D60A57">
        <w:t> :</w:t>
      </w:r>
    </w:p>
    <w:p w14:paraId="6EA1E6CC" w14:textId="77777777" w:rsidR="00D60A57" w:rsidRDefault="00D60A57" w:rsidP="00D60A57">
      <w:r>
        <w:t>— </w:t>
      </w:r>
      <w:r w:rsidR="00E36F6A" w:rsidRPr="00F23192">
        <w:t>Son nom</w:t>
      </w:r>
      <w:r>
        <w:t xml:space="preserve">… </w:t>
      </w:r>
      <w:r w:rsidR="00E36F6A" w:rsidRPr="00F23192">
        <w:t>vous voulez</w:t>
      </w:r>
      <w:r>
        <w:t> ?…</w:t>
      </w:r>
    </w:p>
    <w:p w14:paraId="7028475C" w14:textId="77777777" w:rsidR="00D60A57" w:rsidRDefault="00D60A57" w:rsidP="00D60A57">
      <w:r>
        <w:lastRenderedPageBreak/>
        <w:t xml:space="preserve">— … </w:t>
      </w:r>
      <w:r w:rsidR="00E36F6A" w:rsidRPr="00F23192">
        <w:t>Que vous me disiez le nom de ce misérable</w:t>
      </w:r>
      <w:r>
        <w:t xml:space="preserve">. </w:t>
      </w:r>
      <w:r w:rsidR="00E36F6A" w:rsidRPr="00F23192">
        <w:t>Pardieu</w:t>
      </w:r>
      <w:r>
        <w:t xml:space="preserve"> ! </w:t>
      </w:r>
      <w:r w:rsidR="00E36F6A" w:rsidRPr="00F23192">
        <w:t>oui</w:t>
      </w:r>
      <w:r>
        <w:t xml:space="preserve">, </w:t>
      </w:r>
      <w:r w:rsidR="00E36F6A" w:rsidRPr="00F23192">
        <w:t>je le veux</w:t>
      </w:r>
      <w:r>
        <w:t xml:space="preserve"> !… </w:t>
      </w:r>
      <w:r w:rsidR="00E36F6A" w:rsidRPr="00F23192">
        <w:t>Vous ne croyez pas</w:t>
      </w:r>
      <w:r>
        <w:t xml:space="preserve">, </w:t>
      </w:r>
      <w:r w:rsidR="00E36F6A" w:rsidRPr="00F23192">
        <w:t>je suppose</w:t>
      </w:r>
      <w:r>
        <w:t xml:space="preserve">, </w:t>
      </w:r>
      <w:r w:rsidR="00E36F6A" w:rsidRPr="00F23192">
        <w:t>que je me contenterai de vous avoir laissé parler</w:t>
      </w:r>
      <w:r>
        <w:t xml:space="preserve">, </w:t>
      </w:r>
      <w:r w:rsidR="00E36F6A" w:rsidRPr="00F23192">
        <w:t>durant une heure</w:t>
      </w:r>
      <w:r>
        <w:t xml:space="preserve">, </w:t>
      </w:r>
      <w:r w:rsidR="00E36F6A" w:rsidRPr="00F23192">
        <w:t>pour ensuite déplorer d</w:t>
      </w:r>
      <w:r>
        <w:t>’</w:t>
      </w:r>
      <w:r w:rsidR="00E36F6A" w:rsidRPr="00F23192">
        <w:t>avoir perdu ma mère d</w:t>
      </w:r>
      <w:r>
        <w:t>’</w:t>
      </w:r>
      <w:r w:rsidR="00E36F6A" w:rsidRPr="00F23192">
        <w:t>en d</w:t>
      </w:r>
      <w:r>
        <w:t>’</w:t>
      </w:r>
      <w:r w:rsidR="00E36F6A" w:rsidRPr="00F23192">
        <w:t>aussi atroces ci</w:t>
      </w:r>
      <w:r w:rsidR="00E36F6A" w:rsidRPr="00F23192">
        <w:t>r</w:t>
      </w:r>
      <w:r w:rsidR="00E36F6A" w:rsidRPr="00F23192">
        <w:t>constances et</w:t>
      </w:r>
      <w:r>
        <w:t xml:space="preserve">, </w:t>
      </w:r>
      <w:r w:rsidR="00E36F6A" w:rsidRPr="00F23192">
        <w:t>au besoin</w:t>
      </w:r>
      <w:r>
        <w:t xml:space="preserve">, </w:t>
      </w:r>
      <w:r w:rsidR="00E36F6A" w:rsidRPr="00F23192">
        <w:t>si j</w:t>
      </w:r>
      <w:r>
        <w:t>’</w:t>
      </w:r>
      <w:r w:rsidR="00E36F6A" w:rsidRPr="00F23192">
        <w:t>en étais capable</w:t>
      </w:r>
      <w:r>
        <w:t xml:space="preserve">, </w:t>
      </w:r>
      <w:r w:rsidR="00E36F6A" w:rsidRPr="00F23192">
        <w:t>verser des larmes inutiles sur mon malheur</w:t>
      </w:r>
      <w:r>
        <w:t> !</w:t>
      </w:r>
    </w:p>
    <w:p w14:paraId="31FA38DF" w14:textId="77777777" w:rsidR="00D60A57" w:rsidRDefault="00E36F6A" w:rsidP="00D60A57">
      <w:r w:rsidRPr="00F23192">
        <w:t>Elle éclata d</w:t>
      </w:r>
      <w:r w:rsidR="00D60A57">
        <w:t>’</w:t>
      </w:r>
      <w:r w:rsidRPr="00F23192">
        <w:t>un rire farouche</w:t>
      </w:r>
      <w:r w:rsidR="00D60A57">
        <w:t>.</w:t>
      </w:r>
    </w:p>
    <w:p w14:paraId="18865885" w14:textId="77777777" w:rsidR="00D60A57" w:rsidRDefault="00D60A57" w:rsidP="00D60A57">
      <w:r>
        <w:t>— </w:t>
      </w:r>
      <w:r w:rsidR="00E36F6A" w:rsidRPr="00F23192">
        <w:t>Eh bien</w:t>
      </w:r>
      <w:r>
        <w:t xml:space="preserve"> ! </w:t>
      </w:r>
      <w:r w:rsidR="00E36F6A" w:rsidRPr="00F23192">
        <w:t>si vous vous êtes imaginé ça</w:t>
      </w:r>
      <w:r>
        <w:t xml:space="preserve">, </w:t>
      </w:r>
      <w:r w:rsidR="00E36F6A" w:rsidRPr="00F23192">
        <w:t>vous vous êtes trompé</w:t>
      </w:r>
      <w:r>
        <w:t xml:space="preserve"> ! </w:t>
      </w:r>
      <w:r w:rsidR="00E36F6A" w:rsidRPr="00F23192">
        <w:t>Vous avez oublié que la fille d</w:t>
      </w:r>
      <w:r>
        <w:t>’</w:t>
      </w:r>
      <w:r w:rsidR="00E36F6A" w:rsidRPr="00F23192">
        <w:t>un homme tel que celui-là est prête à tous les crimes</w:t>
      </w:r>
      <w:r>
        <w:t xml:space="preserve">, </w:t>
      </w:r>
      <w:r w:rsidR="00E36F6A" w:rsidRPr="00F23192">
        <w:t xml:space="preserve">et si </w:t>
      </w:r>
      <w:proofErr w:type="gramStart"/>
      <w:r w:rsidR="00E36F6A" w:rsidRPr="00F23192">
        <w:t>c</w:t>
      </w:r>
      <w:r>
        <w:t>’</w:t>
      </w:r>
      <w:r w:rsidR="00E36F6A" w:rsidRPr="00F23192">
        <w:t>est</w:t>
      </w:r>
      <w:proofErr w:type="gramEnd"/>
      <w:r w:rsidR="00E36F6A" w:rsidRPr="00F23192">
        <w:t xml:space="preserve"> un crime pour une fille d</w:t>
      </w:r>
      <w:r w:rsidR="00E36F6A" w:rsidRPr="00F23192">
        <w:rPr>
          <w:i/>
          <w:iCs/>
        </w:rPr>
        <w:t xml:space="preserve">e </w:t>
      </w:r>
      <w:r w:rsidR="00E36F6A" w:rsidRPr="00F23192">
        <w:t>frapper son père</w:t>
      </w:r>
      <w:r>
        <w:t xml:space="preserve">, </w:t>
      </w:r>
      <w:r w:rsidR="00E36F6A" w:rsidRPr="00F23192">
        <w:t>je serai cette fille-là</w:t>
      </w:r>
      <w:r>
        <w:t xml:space="preserve"> ! </w:t>
      </w:r>
      <w:r w:rsidR="00E36F6A" w:rsidRPr="00F23192">
        <w:t>Donc</w:t>
      </w:r>
      <w:r>
        <w:t xml:space="preserve">, </w:t>
      </w:r>
      <w:r w:rsidR="00E36F6A" w:rsidRPr="00F23192">
        <w:t>il me faut son nom</w:t>
      </w:r>
      <w:r>
        <w:t xml:space="preserve"> !… </w:t>
      </w:r>
      <w:r w:rsidR="00E36F6A" w:rsidRPr="00F23192">
        <w:t>Je le veux</w:t>
      </w:r>
      <w:r>
        <w:t xml:space="preserve"> ! </w:t>
      </w:r>
      <w:r w:rsidR="00E36F6A" w:rsidRPr="00F23192">
        <w:t>et je suis décidée</w:t>
      </w:r>
      <w:r>
        <w:t xml:space="preserve">, </w:t>
      </w:r>
      <w:r w:rsidR="00E36F6A" w:rsidRPr="00F23192">
        <w:t>pour vous contraindre à parler</w:t>
      </w:r>
      <w:r>
        <w:t xml:space="preserve">, </w:t>
      </w:r>
      <w:r w:rsidR="00E36F6A" w:rsidRPr="00F23192">
        <w:t>à user de tous les moyens</w:t>
      </w:r>
      <w:r>
        <w:t xml:space="preserve">… </w:t>
      </w:r>
      <w:r w:rsidR="00E36F6A" w:rsidRPr="00F23192">
        <w:t>vous entendez</w:t>
      </w:r>
      <w:r>
        <w:t xml:space="preserve">, </w:t>
      </w:r>
      <w:r w:rsidR="00E36F6A" w:rsidRPr="00F23192">
        <w:t>tous les moyens</w:t>
      </w:r>
      <w:r>
        <w:t> !</w:t>
      </w:r>
    </w:p>
    <w:p w14:paraId="664AB352" w14:textId="77777777" w:rsidR="00D60A57" w:rsidRDefault="00E36F6A" w:rsidP="00D60A57">
      <w:r w:rsidRPr="00F23192">
        <w:t>Le vieillard blêmit et ses traits se convulsèrent quand</w:t>
      </w:r>
      <w:r w:rsidR="00D60A57">
        <w:t xml:space="preserve">, </w:t>
      </w:r>
      <w:r w:rsidRPr="00F23192">
        <w:t>la face tendue vers lui</w:t>
      </w:r>
      <w:r w:rsidR="00D60A57">
        <w:t xml:space="preserve">, </w:t>
      </w:r>
      <w:r w:rsidRPr="00F23192">
        <w:t>elle jeta ces mots qui</w:t>
      </w:r>
      <w:r w:rsidR="00D60A57">
        <w:t xml:space="preserve">, </w:t>
      </w:r>
      <w:r w:rsidRPr="00F23192">
        <w:t>dans sa bouche</w:t>
      </w:r>
      <w:r w:rsidR="00D60A57">
        <w:t xml:space="preserve">, </w:t>
      </w:r>
      <w:r w:rsidRPr="00F23192">
        <w:t>pr</w:t>
      </w:r>
      <w:r w:rsidRPr="00F23192">
        <w:t>e</w:t>
      </w:r>
      <w:r w:rsidRPr="00F23192">
        <w:t>naient une signification terrible</w:t>
      </w:r>
      <w:r w:rsidR="00D60A57">
        <w:t> :</w:t>
      </w:r>
    </w:p>
    <w:p w14:paraId="368A8304" w14:textId="77777777" w:rsidR="00D60A57" w:rsidRDefault="00D60A57" w:rsidP="00D60A57">
      <w:r>
        <w:t>— </w:t>
      </w:r>
      <w:r w:rsidR="00E36F6A" w:rsidRPr="00F23192">
        <w:t>N</w:t>
      </w:r>
      <w:r>
        <w:t>’</w:t>
      </w:r>
      <w:r w:rsidR="00E36F6A" w:rsidRPr="00F23192">
        <w:t>oubliez pas que vous avez cessé</w:t>
      </w:r>
      <w:r>
        <w:t xml:space="preserve">, </w:t>
      </w:r>
      <w:r w:rsidR="00E36F6A" w:rsidRPr="00F23192">
        <w:t>pour moi</w:t>
      </w:r>
      <w:r>
        <w:t xml:space="preserve">, </w:t>
      </w:r>
      <w:r w:rsidR="00E36F6A" w:rsidRPr="00F23192">
        <w:t>d</w:t>
      </w:r>
      <w:r>
        <w:t>’</w:t>
      </w:r>
      <w:r w:rsidR="00E36F6A" w:rsidRPr="00F23192">
        <w:t>être mon père</w:t>
      </w:r>
      <w:r>
        <w:t xml:space="preserve">, </w:t>
      </w:r>
      <w:r w:rsidR="00E36F6A" w:rsidRPr="00F23192">
        <w:t>et que dans la région on m</w:t>
      </w:r>
      <w:r>
        <w:t>’</w:t>
      </w:r>
      <w:r w:rsidR="00E36F6A" w:rsidRPr="00F23192">
        <w:t xml:space="preserve">a surnommée la Louve de </w:t>
      </w:r>
      <w:proofErr w:type="spellStart"/>
      <w:r w:rsidR="00E36F6A" w:rsidRPr="00F23192">
        <w:t>P</w:t>
      </w:r>
      <w:r w:rsidR="00E36F6A" w:rsidRPr="00F23192">
        <w:t>e</w:t>
      </w:r>
      <w:r w:rsidR="00E36F6A" w:rsidRPr="00F23192">
        <w:t>nandru</w:t>
      </w:r>
      <w:proofErr w:type="spellEnd"/>
      <w:r>
        <w:t>.</w:t>
      </w:r>
    </w:p>
    <w:p w14:paraId="417BE5CC" w14:textId="77777777" w:rsidR="00D60A57" w:rsidRDefault="00E36F6A" w:rsidP="00D60A57">
      <w:r w:rsidRPr="00F23192">
        <w:t>Il balbutia</w:t>
      </w:r>
      <w:r w:rsidR="00D60A57">
        <w:t> :</w:t>
      </w:r>
    </w:p>
    <w:p w14:paraId="27C0F881" w14:textId="77777777" w:rsidR="00D60A57" w:rsidRDefault="00D60A57" w:rsidP="00D60A57">
      <w:r>
        <w:t>— </w:t>
      </w:r>
      <w:r w:rsidR="00E36F6A" w:rsidRPr="00F23192">
        <w:t>Vous oseriez</w:t>
      </w:r>
      <w:r>
        <w:t> ?</w:t>
      </w:r>
    </w:p>
    <w:p w14:paraId="70C60A64" w14:textId="77777777" w:rsidR="00D60A57" w:rsidRDefault="00D60A57" w:rsidP="00D60A57">
      <w:r>
        <w:t>— </w:t>
      </w:r>
      <w:r w:rsidR="00E36F6A" w:rsidRPr="00F23192">
        <w:t>Tout</w:t>
      </w:r>
      <w:r>
        <w:t> !</w:t>
      </w:r>
    </w:p>
    <w:p w14:paraId="4F074205" w14:textId="77777777" w:rsidR="00D60A57" w:rsidRDefault="00E36F6A" w:rsidP="00D60A57">
      <w:r w:rsidRPr="00F23192">
        <w:t>Cette seule syllabe frappa l</w:t>
      </w:r>
      <w:r w:rsidR="00D60A57">
        <w:t>’</w:t>
      </w:r>
      <w:r w:rsidRPr="00F23192">
        <w:t>homme aussi rudement qu</w:t>
      </w:r>
      <w:r w:rsidR="00D60A57">
        <w:t>’</w:t>
      </w:r>
      <w:r w:rsidRPr="00F23192">
        <w:t>une masse s</w:t>
      </w:r>
      <w:r w:rsidR="00D60A57">
        <w:t>’</w:t>
      </w:r>
      <w:r w:rsidRPr="00F23192">
        <w:t>abattant sur sa nuque</w:t>
      </w:r>
      <w:r w:rsidR="00D60A57">
        <w:t xml:space="preserve">. </w:t>
      </w:r>
      <w:r w:rsidRPr="00F23192">
        <w:t>En une seconde s</w:t>
      </w:r>
      <w:r w:rsidR="00D60A57">
        <w:t>’</w:t>
      </w:r>
      <w:r w:rsidRPr="00F23192">
        <w:t>évoqua en lui les procédés dont usait la bande des Loups pour arracher aux malheureux auxquels ils avaient affaire</w:t>
      </w:r>
      <w:r w:rsidR="00D60A57">
        <w:t xml:space="preserve">, </w:t>
      </w:r>
      <w:r w:rsidRPr="00F23192">
        <w:t>les révélations qui les intéressaient</w:t>
      </w:r>
      <w:r w:rsidR="00D60A57">
        <w:t>.</w:t>
      </w:r>
    </w:p>
    <w:p w14:paraId="1AE5DDF2" w14:textId="77777777" w:rsidR="00D60A57" w:rsidRDefault="00E36F6A" w:rsidP="00D60A57">
      <w:r w:rsidRPr="00F23192">
        <w:lastRenderedPageBreak/>
        <w:t>Et il connaissait</w:t>
      </w:r>
      <w:r w:rsidR="00D60A57">
        <w:t xml:space="preserve">, </w:t>
      </w:r>
      <w:r w:rsidRPr="00F23192">
        <w:t>pour l</w:t>
      </w:r>
      <w:r w:rsidR="00D60A57">
        <w:t>’</w:t>
      </w:r>
      <w:r w:rsidRPr="00F23192">
        <w:t>avoir</w:t>
      </w:r>
      <w:r w:rsidR="00D60A57">
        <w:t xml:space="preserve">, </w:t>
      </w:r>
      <w:r w:rsidRPr="00F23192">
        <w:t>depuis de longues années</w:t>
      </w:r>
      <w:r w:rsidR="00D60A57">
        <w:t xml:space="preserve">, </w:t>
      </w:r>
      <w:r w:rsidRPr="00F23192">
        <w:t>f</w:t>
      </w:r>
      <w:r w:rsidRPr="00F23192">
        <w:t>a</w:t>
      </w:r>
      <w:r w:rsidRPr="00F23192">
        <w:t>çonnée à sa façon</w:t>
      </w:r>
      <w:r w:rsidR="00D60A57">
        <w:t xml:space="preserve">, </w:t>
      </w:r>
      <w:r w:rsidRPr="00F23192">
        <w:t>la mentalité de sa prétendue fille</w:t>
      </w:r>
      <w:r w:rsidR="00D60A57">
        <w:t>.</w:t>
      </w:r>
    </w:p>
    <w:p w14:paraId="79522A0B" w14:textId="77777777" w:rsidR="00D60A57" w:rsidRDefault="00E36F6A" w:rsidP="00D60A57">
      <w:r w:rsidRPr="00F23192">
        <w:t>Elle était</w:t>
      </w:r>
      <w:r w:rsidR="00D60A57">
        <w:t xml:space="preserve">, </w:t>
      </w:r>
      <w:r w:rsidRPr="00F23192">
        <w:t>en effet</w:t>
      </w:r>
      <w:r w:rsidR="00D60A57">
        <w:t xml:space="preserve">, </w:t>
      </w:r>
      <w:r w:rsidRPr="00F23192">
        <w:t>capable de tout</w:t>
      </w:r>
      <w:r w:rsidR="00D60A57">
        <w:t>…</w:t>
      </w:r>
    </w:p>
    <w:p w14:paraId="5D47B5FF" w14:textId="77777777" w:rsidR="00D60A57" w:rsidRDefault="00E36F6A" w:rsidP="00D60A57">
      <w:r w:rsidRPr="00F23192">
        <w:t>Son silence se prolongeant</w:t>
      </w:r>
      <w:r w:rsidR="00D60A57">
        <w:t xml:space="preserve">, </w:t>
      </w:r>
      <w:r w:rsidRPr="00F23192">
        <w:t>elle répéta</w:t>
      </w:r>
      <w:r w:rsidR="00D60A57">
        <w:t> :</w:t>
      </w:r>
    </w:p>
    <w:p w14:paraId="4BAC1377" w14:textId="77777777" w:rsidR="00D60A57" w:rsidRDefault="00D60A57" w:rsidP="00D60A57">
      <w:r>
        <w:t>— </w:t>
      </w:r>
      <w:r w:rsidR="00E36F6A" w:rsidRPr="00F23192">
        <w:t>Son nom</w:t>
      </w:r>
      <w:r>
        <w:t xml:space="preserve"> !… </w:t>
      </w:r>
      <w:r w:rsidR="00E36F6A" w:rsidRPr="00F23192">
        <w:t>Je veux son nom</w:t>
      </w:r>
      <w:r>
        <w:t xml:space="preserve"> !… </w:t>
      </w:r>
      <w:r w:rsidR="00E36F6A" w:rsidRPr="00F23192">
        <w:t>Pour la dernière fois</w:t>
      </w:r>
      <w:r>
        <w:t xml:space="preserve">, </w:t>
      </w:r>
      <w:r w:rsidR="00E36F6A" w:rsidRPr="00F23192">
        <w:t>je vous somme</w:t>
      </w:r>
      <w:r>
        <w:t>…</w:t>
      </w:r>
    </w:p>
    <w:p w14:paraId="22FAF19A" w14:textId="77777777" w:rsidR="00D60A57" w:rsidRDefault="00E36F6A" w:rsidP="00D60A57">
      <w:r w:rsidRPr="00F23192">
        <w:t>Il ne la laissa pas achever</w:t>
      </w:r>
      <w:r w:rsidR="00D60A57">
        <w:t>.</w:t>
      </w:r>
    </w:p>
    <w:p w14:paraId="5509F1D2" w14:textId="77777777" w:rsidR="00D60A57" w:rsidRDefault="00D60A57" w:rsidP="00D60A57">
      <w:r>
        <w:t>— </w:t>
      </w:r>
      <w:proofErr w:type="spellStart"/>
      <w:r w:rsidR="00E36F6A" w:rsidRPr="00F23192">
        <w:t>Kerlor</w:t>
      </w:r>
      <w:proofErr w:type="spellEnd"/>
      <w:r>
        <w:t xml:space="preserve">… </w:t>
      </w:r>
      <w:r w:rsidR="00E36F6A" w:rsidRPr="00F23192">
        <w:t>articula-t-il de manière quasi inintelligible</w:t>
      </w:r>
      <w:r>
        <w:t>.</w:t>
      </w:r>
    </w:p>
    <w:p w14:paraId="7C4601CD" w14:textId="77777777" w:rsidR="00D60A57" w:rsidRDefault="00E36F6A" w:rsidP="00D60A57">
      <w:r w:rsidRPr="00F23192">
        <w:t>Elle poussa un cri qui ressemblait à un rugissement</w:t>
      </w:r>
      <w:r w:rsidR="00D60A57">
        <w:t>.</w:t>
      </w:r>
    </w:p>
    <w:p w14:paraId="747488FA" w14:textId="77777777" w:rsidR="00D60A57" w:rsidRDefault="00D60A57" w:rsidP="00D60A57">
      <w:r>
        <w:t>— </w:t>
      </w:r>
      <w:proofErr w:type="spellStart"/>
      <w:r w:rsidR="00E36F6A" w:rsidRPr="00F23192">
        <w:t>Kerlor</w:t>
      </w:r>
      <w:proofErr w:type="spellEnd"/>
      <w:r>
        <w:t xml:space="preserve"> !… </w:t>
      </w:r>
      <w:r w:rsidR="00E36F6A" w:rsidRPr="00F23192">
        <w:t xml:space="preserve">Messire Satan serait le duc de </w:t>
      </w:r>
      <w:proofErr w:type="spellStart"/>
      <w:r w:rsidR="00E36F6A" w:rsidRPr="00F23192">
        <w:t>Kerlor</w:t>
      </w:r>
      <w:proofErr w:type="spellEnd"/>
      <w:r>
        <w:t xml:space="preserve"> !… </w:t>
      </w:r>
      <w:r w:rsidR="00E36F6A" w:rsidRPr="00F23192">
        <w:t>ce d</w:t>
      </w:r>
      <w:r w:rsidR="00E36F6A" w:rsidRPr="00F23192">
        <w:t>é</w:t>
      </w:r>
      <w:r w:rsidR="00E36F6A" w:rsidRPr="00F23192">
        <w:t>trousseur</w:t>
      </w:r>
      <w:r>
        <w:t xml:space="preserve">, </w:t>
      </w:r>
      <w:r w:rsidR="00E36F6A" w:rsidRPr="00F23192">
        <w:t>ce bandit à couronne de duc</w:t>
      </w:r>
      <w:r>
        <w:t> !…</w:t>
      </w:r>
    </w:p>
    <w:p w14:paraId="6755F922" w14:textId="77777777" w:rsidR="00D60A57" w:rsidRDefault="00E36F6A" w:rsidP="00D60A57">
      <w:r w:rsidRPr="00F23192">
        <w:t>Elle éclata d</w:t>
      </w:r>
      <w:r w:rsidR="00D60A57">
        <w:t>’</w:t>
      </w:r>
      <w:r w:rsidRPr="00F23192">
        <w:t>un rire sauvage</w:t>
      </w:r>
      <w:r w:rsidR="00D60A57">
        <w:t> :</w:t>
      </w:r>
    </w:p>
    <w:p w14:paraId="7F0B1B40" w14:textId="77777777" w:rsidR="00D60A57" w:rsidRDefault="00D60A57" w:rsidP="00D60A57">
      <w:r>
        <w:t>— </w:t>
      </w:r>
      <w:r w:rsidR="00E36F6A" w:rsidRPr="00F23192">
        <w:t>Ah</w:t>
      </w:r>
      <w:r>
        <w:t xml:space="preserve"> ! </w:t>
      </w:r>
      <w:r w:rsidR="00E36F6A" w:rsidRPr="00F23192">
        <w:t>ah</w:t>
      </w:r>
      <w:r>
        <w:t xml:space="preserve"> ! </w:t>
      </w:r>
      <w:r w:rsidR="00E36F6A" w:rsidRPr="00F23192">
        <w:t>messire Satan</w:t>
      </w:r>
      <w:r>
        <w:t xml:space="preserve">… </w:t>
      </w:r>
      <w:r w:rsidR="00E36F6A" w:rsidRPr="00F23192">
        <w:t xml:space="preserve">père de la Louve de </w:t>
      </w:r>
      <w:proofErr w:type="spellStart"/>
      <w:r w:rsidR="00E36F6A" w:rsidRPr="00F23192">
        <w:t>Penandru</w:t>
      </w:r>
      <w:proofErr w:type="spellEnd"/>
      <w:r>
        <w:t xml:space="preserve"> ! </w:t>
      </w:r>
      <w:r w:rsidR="00E36F6A" w:rsidRPr="00F23192">
        <w:t>Par la Sainte Vierge</w:t>
      </w:r>
      <w:r>
        <w:t xml:space="preserve"> ! </w:t>
      </w:r>
      <w:r w:rsidR="00E36F6A" w:rsidRPr="00F23192">
        <w:t>voilà pour moi une fière lignée</w:t>
      </w:r>
      <w:r>
        <w:t xml:space="preserve"> !… </w:t>
      </w:r>
      <w:r w:rsidR="00E36F6A" w:rsidRPr="00F23192">
        <w:t>beau sang de coquin</w:t>
      </w:r>
      <w:r>
        <w:t xml:space="preserve">, </w:t>
      </w:r>
      <w:r w:rsidR="00E36F6A" w:rsidRPr="00F23192">
        <w:t>en vérité</w:t>
      </w:r>
      <w:r>
        <w:t xml:space="preserve">, </w:t>
      </w:r>
      <w:r w:rsidR="00E36F6A" w:rsidRPr="00F23192">
        <w:t>qui me coule dans les veines</w:t>
      </w:r>
      <w:r>
        <w:t> !</w:t>
      </w:r>
    </w:p>
    <w:p w14:paraId="64A09F18" w14:textId="77777777" w:rsidR="00D60A57" w:rsidRDefault="00D60A57" w:rsidP="00D60A57">
      <w:r>
        <w:t>— </w:t>
      </w:r>
      <w:r w:rsidR="00E36F6A" w:rsidRPr="00F23192">
        <w:t>Il y coule aussi celui d</w:t>
      </w:r>
      <w:r>
        <w:t>’</w:t>
      </w:r>
      <w:r w:rsidR="00E36F6A" w:rsidRPr="00F23192">
        <w:t>une bonne et aimante créature</w:t>
      </w:r>
      <w:r>
        <w:t xml:space="preserve">, </w:t>
      </w:r>
      <w:r w:rsidR="00E36F6A" w:rsidRPr="00F23192">
        <w:t>i</w:t>
      </w:r>
      <w:r w:rsidR="00E36F6A" w:rsidRPr="00F23192">
        <w:t>n</w:t>
      </w:r>
      <w:r w:rsidR="00E36F6A" w:rsidRPr="00F23192">
        <w:t>sinua le vieillard</w:t>
      </w:r>
      <w:r>
        <w:t>.</w:t>
      </w:r>
    </w:p>
    <w:p w14:paraId="1DBD7020" w14:textId="77777777" w:rsidR="00D60A57" w:rsidRDefault="00E36F6A" w:rsidP="00D60A57">
      <w:r w:rsidRPr="00F23192">
        <w:t>Elle poursuivit</w:t>
      </w:r>
      <w:r w:rsidR="00D60A57">
        <w:t> :</w:t>
      </w:r>
    </w:p>
    <w:p w14:paraId="52C086EE" w14:textId="77777777" w:rsidR="00D60A57" w:rsidRDefault="00D60A57" w:rsidP="00D60A57">
      <w:r>
        <w:t>— </w:t>
      </w:r>
      <w:r w:rsidR="00E36F6A" w:rsidRPr="00F23192">
        <w:t>Ainsi</w:t>
      </w:r>
      <w:r>
        <w:t xml:space="preserve">, </w:t>
      </w:r>
      <w:r w:rsidR="00E36F6A" w:rsidRPr="00F23192">
        <w:t>je suis la fille du duc</w:t>
      </w:r>
      <w:r>
        <w:t xml:space="preserve">… </w:t>
      </w:r>
      <w:r w:rsidR="00E36F6A" w:rsidRPr="00F23192">
        <w:t xml:space="preserve">de </w:t>
      </w:r>
      <w:proofErr w:type="spellStart"/>
      <w:r w:rsidR="00E36F6A" w:rsidRPr="00F23192">
        <w:t>Kerlor</w:t>
      </w:r>
      <w:proofErr w:type="spellEnd"/>
      <w:r>
        <w:t xml:space="preserve"> ! </w:t>
      </w:r>
      <w:r w:rsidR="00E36F6A" w:rsidRPr="00F23192">
        <w:t>Un grand se</w:t>
      </w:r>
      <w:r w:rsidR="00E36F6A" w:rsidRPr="00F23192">
        <w:t>i</w:t>
      </w:r>
      <w:r w:rsidR="00E36F6A" w:rsidRPr="00F23192">
        <w:t>gneur</w:t>
      </w:r>
      <w:r>
        <w:t xml:space="preserve"> ! </w:t>
      </w:r>
      <w:r w:rsidR="00E36F6A" w:rsidRPr="00F23192">
        <w:t>Un des plus grands de Bretagne</w:t>
      </w:r>
      <w:r>
        <w:t xml:space="preserve"> ! </w:t>
      </w:r>
      <w:r w:rsidR="00E36F6A" w:rsidRPr="00F23192">
        <w:t>Mais aussi un des plus grands bandits de la région</w:t>
      </w:r>
      <w:r>
        <w:t xml:space="preserve">… </w:t>
      </w:r>
      <w:r w:rsidR="00E36F6A" w:rsidRPr="00F23192">
        <w:t>Jour de Dieu</w:t>
      </w:r>
      <w:r>
        <w:t xml:space="preserve"> !… </w:t>
      </w:r>
      <w:r w:rsidR="00E36F6A" w:rsidRPr="00F23192">
        <w:t>N</w:t>
      </w:r>
      <w:r>
        <w:t>’</w:t>
      </w:r>
      <w:r w:rsidR="00E36F6A" w:rsidRPr="00F23192">
        <w:t>ai-je pas lieu d</w:t>
      </w:r>
      <w:r>
        <w:t>’</w:t>
      </w:r>
      <w:r w:rsidR="00E36F6A" w:rsidRPr="00F23192">
        <w:t>être fière d</w:t>
      </w:r>
      <w:r>
        <w:t>’</w:t>
      </w:r>
      <w:r w:rsidR="00E36F6A" w:rsidRPr="00F23192">
        <w:t>une pareille filiation</w:t>
      </w:r>
      <w:r>
        <w:t> !…</w:t>
      </w:r>
    </w:p>
    <w:p w14:paraId="48CD0E7C" w14:textId="77777777" w:rsidR="00D60A57" w:rsidRDefault="00E36F6A" w:rsidP="00D60A57">
      <w:r w:rsidRPr="00F23192">
        <w:t>Plus calme</w:t>
      </w:r>
      <w:r w:rsidR="00D60A57">
        <w:t xml:space="preserve">, </w:t>
      </w:r>
      <w:r w:rsidRPr="00F23192">
        <w:t>elle observa</w:t>
      </w:r>
      <w:r w:rsidR="00D60A57">
        <w:t xml:space="preserve">, </w:t>
      </w:r>
      <w:r w:rsidRPr="00F23192">
        <w:t>les dents serrées</w:t>
      </w:r>
      <w:r w:rsidR="00D60A57">
        <w:t> :</w:t>
      </w:r>
    </w:p>
    <w:p w14:paraId="2093EF7F" w14:textId="77777777" w:rsidR="00D60A57" w:rsidRDefault="00D60A57" w:rsidP="00D60A57">
      <w:r>
        <w:t>— </w:t>
      </w:r>
      <w:r w:rsidR="00E36F6A" w:rsidRPr="00F23192">
        <w:t>Au demeurant</w:t>
      </w:r>
      <w:r>
        <w:t xml:space="preserve">, </w:t>
      </w:r>
      <w:r w:rsidR="00E36F6A" w:rsidRPr="00F23192">
        <w:t>un adversaire digne de moi</w:t>
      </w:r>
      <w:r>
        <w:t> !</w:t>
      </w:r>
    </w:p>
    <w:p w14:paraId="4CF7B5CE" w14:textId="77777777" w:rsidR="00D60A57" w:rsidRDefault="00E36F6A" w:rsidP="00D60A57">
      <w:r w:rsidRPr="00F23192">
        <w:lastRenderedPageBreak/>
        <w:t>Puis encore</w:t>
      </w:r>
      <w:r w:rsidR="00D60A57">
        <w:t> :</w:t>
      </w:r>
    </w:p>
    <w:p w14:paraId="4FDE85E2" w14:textId="77777777" w:rsidR="00D60A57" w:rsidRDefault="00D60A57" w:rsidP="00D60A57">
      <w:r>
        <w:t>— </w:t>
      </w:r>
      <w:r w:rsidR="00E36F6A" w:rsidRPr="00F23192">
        <w:t>Spectacle admirable</w:t>
      </w:r>
      <w:r>
        <w:t xml:space="preserve">, </w:t>
      </w:r>
      <w:r w:rsidR="00E36F6A" w:rsidRPr="00F23192">
        <w:t>ne trouvez-vous pas</w:t>
      </w:r>
      <w:r>
        <w:t xml:space="preserve"> ? </w:t>
      </w:r>
      <w:r w:rsidR="00E36F6A" w:rsidRPr="00F23192">
        <w:t>Une fille tuant son père</w:t>
      </w:r>
      <w:r>
        <w:t> !</w:t>
      </w:r>
    </w:p>
    <w:p w14:paraId="249F4730" w14:textId="77777777" w:rsidR="00D60A57" w:rsidRDefault="00D60A57" w:rsidP="00D60A57">
      <w:r>
        <w:t>— </w:t>
      </w:r>
      <w:r w:rsidR="00E36F6A" w:rsidRPr="00F23192">
        <w:t>Spectacle que Dieu ne saurait tolérer</w:t>
      </w:r>
      <w:r>
        <w:t xml:space="preserve">, </w:t>
      </w:r>
      <w:r w:rsidR="00E36F6A" w:rsidRPr="00F23192">
        <w:t>osa-t-il protester</w:t>
      </w:r>
      <w:r>
        <w:t>.</w:t>
      </w:r>
    </w:p>
    <w:p w14:paraId="3A928973" w14:textId="77777777" w:rsidR="00D60A57" w:rsidRDefault="00E36F6A" w:rsidP="00D60A57">
      <w:r w:rsidRPr="00F23192">
        <w:t>Elle éclata de rire</w:t>
      </w:r>
      <w:r w:rsidR="00D60A57">
        <w:t>.</w:t>
      </w:r>
    </w:p>
    <w:p w14:paraId="50D2A084" w14:textId="77777777" w:rsidR="00D60A57" w:rsidRDefault="00D60A57" w:rsidP="00D60A57">
      <w:r>
        <w:t>— </w:t>
      </w:r>
      <w:r w:rsidR="00E36F6A" w:rsidRPr="00F23192">
        <w:t>Je ferai ce que j</w:t>
      </w:r>
      <w:r>
        <w:t>’</w:t>
      </w:r>
      <w:r w:rsidR="00E36F6A" w:rsidRPr="00F23192">
        <w:t>ai décidé</w:t>
      </w:r>
      <w:r>
        <w:t xml:space="preserve">… </w:t>
      </w:r>
      <w:r w:rsidR="00E36F6A" w:rsidRPr="00F23192">
        <w:t>quitte</w:t>
      </w:r>
      <w:r>
        <w:t xml:space="preserve">, </w:t>
      </w:r>
      <w:r w:rsidR="00E36F6A" w:rsidRPr="00F23192">
        <w:t>ensuite</w:t>
      </w:r>
      <w:r>
        <w:t xml:space="preserve">, </w:t>
      </w:r>
      <w:r w:rsidR="00E36F6A" w:rsidRPr="00F23192">
        <w:t>à m</w:t>
      </w:r>
      <w:r>
        <w:t>’</w:t>
      </w:r>
      <w:r w:rsidR="00E36F6A" w:rsidRPr="00F23192">
        <w:t>entendre avec Dieu</w:t>
      </w:r>
      <w:r>
        <w:t>.</w:t>
      </w:r>
    </w:p>
    <w:p w14:paraId="24CA0AA4" w14:textId="77777777" w:rsidR="00D60A57" w:rsidRDefault="00E36F6A" w:rsidP="00D60A57">
      <w:r w:rsidRPr="00F23192">
        <w:t>Le visage horrifié</w:t>
      </w:r>
      <w:r w:rsidR="00D60A57">
        <w:t xml:space="preserve">, </w:t>
      </w:r>
      <w:r w:rsidRPr="00F23192">
        <w:t>le vieillard lança</w:t>
      </w:r>
      <w:r w:rsidR="00D60A57">
        <w:t> :</w:t>
      </w:r>
    </w:p>
    <w:p w14:paraId="073AD54E" w14:textId="77777777" w:rsidR="00D60A57" w:rsidRDefault="00D60A57" w:rsidP="00D60A57">
      <w:r>
        <w:t>— </w:t>
      </w:r>
      <w:r w:rsidR="00E36F6A" w:rsidRPr="00F23192">
        <w:t>Je saurai bien e</w:t>
      </w:r>
      <w:r w:rsidR="00E36F6A" w:rsidRPr="00F23192">
        <w:t>m</w:t>
      </w:r>
      <w:r w:rsidR="00E36F6A" w:rsidRPr="00F23192">
        <w:t>pêcher un tel crime</w:t>
      </w:r>
      <w:r>
        <w:t xml:space="preserve"> ; </w:t>
      </w:r>
      <w:r w:rsidR="00E36F6A" w:rsidRPr="00F23192">
        <w:t>un autre que vous a le droit de faire justice</w:t>
      </w:r>
      <w:r>
        <w:t xml:space="preserve">, </w:t>
      </w:r>
      <w:r w:rsidR="00E36F6A" w:rsidRPr="00F23192">
        <w:t xml:space="preserve">le fils de la victime de </w:t>
      </w:r>
      <w:proofErr w:type="spellStart"/>
      <w:r w:rsidR="00E36F6A" w:rsidRPr="00F23192">
        <w:t>Kerlor</w:t>
      </w:r>
      <w:proofErr w:type="spellEnd"/>
      <w:r>
        <w:t xml:space="preserve"> ; </w:t>
      </w:r>
      <w:r w:rsidR="00E36F6A" w:rsidRPr="00F23192">
        <w:t>prévenu</w:t>
      </w:r>
      <w:r>
        <w:t xml:space="preserve">, </w:t>
      </w:r>
      <w:r w:rsidR="00E36F6A" w:rsidRPr="00F23192">
        <w:t>il interviendra avant vous</w:t>
      </w:r>
      <w:r>
        <w:t>.</w:t>
      </w:r>
    </w:p>
    <w:p w14:paraId="1BB01445" w14:textId="77777777" w:rsidR="00D60A57" w:rsidRDefault="00D60A57" w:rsidP="00D60A57">
      <w:r>
        <w:t>— </w:t>
      </w:r>
      <w:r w:rsidR="00E36F6A" w:rsidRPr="00F23192">
        <w:t>Quel est donc celui-là</w:t>
      </w:r>
      <w:r>
        <w:t> ?</w:t>
      </w:r>
    </w:p>
    <w:p w14:paraId="059880D4" w14:textId="77777777" w:rsidR="00D60A57" w:rsidRDefault="00D60A57" w:rsidP="00D60A57">
      <w:r>
        <w:t>— </w:t>
      </w:r>
      <w:r w:rsidR="00E36F6A" w:rsidRPr="00F23192">
        <w:t>Celui qu</w:t>
      </w:r>
      <w:r>
        <w:t>’</w:t>
      </w:r>
      <w:r w:rsidR="00E36F6A" w:rsidRPr="00F23192">
        <w:t>enfanta la femme qui vous a donné le jour</w:t>
      </w:r>
      <w:r>
        <w:t xml:space="preserve"> : </w:t>
      </w:r>
      <w:r w:rsidR="00E36F6A" w:rsidRPr="00F23192">
        <w:t xml:space="preserve">le comte Bertrand du </w:t>
      </w:r>
      <w:proofErr w:type="spellStart"/>
      <w:r w:rsidR="00E36F6A" w:rsidRPr="00F23192">
        <w:t>Palouët</w:t>
      </w:r>
      <w:proofErr w:type="spellEnd"/>
      <w:r>
        <w:t>.</w:t>
      </w:r>
    </w:p>
    <w:p w14:paraId="0E7F1505" w14:textId="77777777" w:rsidR="00D60A57" w:rsidRDefault="00E36F6A" w:rsidP="00D60A57">
      <w:r w:rsidRPr="00F23192">
        <w:t>À ce nom</w:t>
      </w:r>
      <w:r w:rsidR="00D60A57">
        <w:t xml:space="preserve">, </w:t>
      </w:r>
      <w:r w:rsidRPr="00F23192">
        <w:t>la jeune fille chancela comme si une main invis</w:t>
      </w:r>
      <w:r w:rsidRPr="00F23192">
        <w:t>i</w:t>
      </w:r>
      <w:r w:rsidRPr="00F23192">
        <w:t>ble l</w:t>
      </w:r>
      <w:r w:rsidR="00D60A57">
        <w:t>’</w:t>
      </w:r>
      <w:r w:rsidRPr="00F23192">
        <w:t>eût soudainement frappée</w:t>
      </w:r>
      <w:r w:rsidR="00D60A57">
        <w:t>.</w:t>
      </w:r>
    </w:p>
    <w:p w14:paraId="4CF9570E" w14:textId="77777777" w:rsidR="00D60A57" w:rsidRDefault="00D60A57" w:rsidP="00D60A57">
      <w:r>
        <w:t>— </w:t>
      </w:r>
      <w:r w:rsidR="00E36F6A" w:rsidRPr="00F23192">
        <w:t xml:space="preserve">Le comte du </w:t>
      </w:r>
      <w:proofErr w:type="spellStart"/>
      <w:r w:rsidR="00E36F6A" w:rsidRPr="00F23192">
        <w:t>Falouët</w:t>
      </w:r>
      <w:proofErr w:type="spellEnd"/>
      <w:r>
        <w:t xml:space="preserve">… </w:t>
      </w:r>
      <w:r w:rsidR="00E36F6A" w:rsidRPr="00F23192">
        <w:t>balbutia-t-elle</w:t>
      </w:r>
      <w:r>
        <w:t xml:space="preserve">, </w:t>
      </w:r>
      <w:r w:rsidR="00E36F6A" w:rsidRPr="00F23192">
        <w:t>hébétée</w:t>
      </w:r>
      <w:r>
        <w:t>.</w:t>
      </w:r>
    </w:p>
    <w:p w14:paraId="17FD3294" w14:textId="77777777" w:rsidR="00D60A57" w:rsidRDefault="00D60A57" w:rsidP="00D60A57">
      <w:r>
        <w:t>— </w:t>
      </w:r>
      <w:r w:rsidR="00E36F6A" w:rsidRPr="00F23192">
        <w:t xml:space="preserve">Dont la mère fut violentée et le père assassiné par </w:t>
      </w:r>
      <w:proofErr w:type="spellStart"/>
      <w:r w:rsidR="00E36F6A" w:rsidRPr="00F23192">
        <w:t>Ke</w:t>
      </w:r>
      <w:r w:rsidR="00E36F6A" w:rsidRPr="00F23192">
        <w:t>r</w:t>
      </w:r>
      <w:r w:rsidR="00E36F6A" w:rsidRPr="00F23192">
        <w:t>lor</w:t>
      </w:r>
      <w:proofErr w:type="spellEnd"/>
      <w:r>
        <w:t xml:space="preserve"> ; </w:t>
      </w:r>
      <w:r w:rsidR="00E36F6A" w:rsidRPr="00F23192">
        <w:t>pensez-vous qu</w:t>
      </w:r>
      <w:r>
        <w:t>’</w:t>
      </w:r>
      <w:r w:rsidR="00E36F6A" w:rsidRPr="00F23192">
        <w:t>à ce double titre leur fils ait droit à prendre le pas sur vous</w:t>
      </w:r>
      <w:r>
        <w:t> ?</w:t>
      </w:r>
    </w:p>
    <w:p w14:paraId="3925756F" w14:textId="77777777" w:rsidR="00D60A57" w:rsidRDefault="00E36F6A" w:rsidP="00D60A57">
      <w:r w:rsidRPr="00F23192">
        <w:t>Mais elle n</w:t>
      </w:r>
      <w:r w:rsidR="00D60A57">
        <w:t>’</w:t>
      </w:r>
      <w:r w:rsidRPr="00F23192">
        <w:t>écoutait pas</w:t>
      </w:r>
      <w:r w:rsidR="00D60A57">
        <w:t xml:space="preserve"> ; </w:t>
      </w:r>
      <w:r w:rsidRPr="00F23192">
        <w:t>le visage caché dans ses mains</w:t>
      </w:r>
      <w:r w:rsidR="00D60A57">
        <w:t>.</w:t>
      </w:r>
    </w:p>
    <w:p w14:paraId="23CD5F05" w14:textId="77777777" w:rsidR="00D60A57" w:rsidRDefault="00D60A57" w:rsidP="00D60A57">
      <w:r>
        <w:t>— </w:t>
      </w:r>
      <w:r w:rsidR="00E36F6A" w:rsidRPr="00F23192">
        <w:t>Lui</w:t>
      </w:r>
      <w:r>
        <w:t xml:space="preserve"> ! </w:t>
      </w:r>
      <w:r w:rsidR="00E36F6A" w:rsidRPr="00F23192">
        <w:t>gémit-elle</w:t>
      </w:r>
      <w:r>
        <w:t>.</w:t>
      </w:r>
    </w:p>
    <w:p w14:paraId="03AE5B00" w14:textId="6D16EEA0" w:rsidR="00E36F6A" w:rsidRPr="00F23192" w:rsidRDefault="00E36F6A" w:rsidP="00D60A57">
      <w:pPr>
        <w:pStyle w:val="Titre1"/>
      </w:pPr>
      <w:bookmarkStart w:id="18" w:name="_Toc186820634"/>
      <w:bookmarkStart w:id="19" w:name="_Toc195122111"/>
      <w:r w:rsidRPr="00F23192">
        <w:lastRenderedPageBreak/>
        <w:t>CHAPITRE IX</w:t>
      </w:r>
      <w:r w:rsidRPr="00F23192">
        <w:br/>
      </w:r>
      <w:r w:rsidRPr="00F23192">
        <w:br/>
        <w:t>CRISE DE CŒUR</w:t>
      </w:r>
      <w:bookmarkEnd w:id="18"/>
      <w:bookmarkEnd w:id="19"/>
      <w:r w:rsidRPr="00F23192">
        <w:br/>
      </w:r>
    </w:p>
    <w:p w14:paraId="39DC4362" w14:textId="77777777" w:rsidR="00D60A57" w:rsidRDefault="00E36F6A" w:rsidP="00D60A57">
      <w:r w:rsidRPr="00F23192">
        <w:t xml:space="preserve">Pour comprendre la crise de désespoir dans laquelle était soudainement sombrée la prétendue fille de </w:t>
      </w:r>
      <w:r w:rsidR="00D60A57">
        <w:t>M. </w:t>
      </w:r>
      <w:r w:rsidRPr="00F23192">
        <w:t xml:space="preserve">des </w:t>
      </w:r>
      <w:proofErr w:type="spellStart"/>
      <w:r w:rsidRPr="00F23192">
        <w:t>Blaittières</w:t>
      </w:r>
      <w:proofErr w:type="spellEnd"/>
      <w:r w:rsidR="00D60A57">
        <w:t xml:space="preserve">, </w:t>
      </w:r>
      <w:r w:rsidRPr="00F23192">
        <w:t>il faut que le lecteur revienne de quelques semaines en arrière</w:t>
      </w:r>
      <w:r w:rsidR="00D60A57">
        <w:t xml:space="preserve">, </w:t>
      </w:r>
      <w:r w:rsidRPr="00F23192">
        <w:t>c</w:t>
      </w:r>
      <w:r w:rsidR="00D60A57">
        <w:t>’</w:t>
      </w:r>
      <w:r w:rsidRPr="00F23192">
        <w:t>est-à-dire au moment où</w:t>
      </w:r>
      <w:r w:rsidR="00D60A57">
        <w:t xml:space="preserve">, </w:t>
      </w:r>
      <w:r w:rsidRPr="00F23192">
        <w:t xml:space="preserve">le comte du </w:t>
      </w:r>
      <w:proofErr w:type="spellStart"/>
      <w:r w:rsidRPr="00F23192">
        <w:t>Palouët</w:t>
      </w:r>
      <w:proofErr w:type="spellEnd"/>
      <w:r w:rsidRPr="00F23192">
        <w:t xml:space="preserve"> ayant repris contact avec la vie</w:t>
      </w:r>
      <w:r w:rsidR="00D60A57">
        <w:t xml:space="preserve">, </w:t>
      </w:r>
      <w:r w:rsidRPr="00F23192">
        <w:t>les rapports entre lui et son sauveur étaient devenus presque quotidiens</w:t>
      </w:r>
      <w:r w:rsidR="00D60A57">
        <w:t>.</w:t>
      </w:r>
    </w:p>
    <w:p w14:paraId="124F4710" w14:textId="77777777" w:rsidR="00D60A57" w:rsidRDefault="00E36F6A" w:rsidP="00D60A57">
      <w:r w:rsidRPr="00F23192">
        <w:t>Le blessé</w:t>
      </w:r>
      <w:r w:rsidR="00D60A57">
        <w:t xml:space="preserve">, </w:t>
      </w:r>
      <w:r w:rsidRPr="00F23192">
        <w:t>convaincu de son impuissance à reprendre m</w:t>
      </w:r>
      <w:r w:rsidRPr="00F23192">
        <w:t>o</w:t>
      </w:r>
      <w:r w:rsidRPr="00F23192">
        <w:t>mentanément toute activité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était résigné à son sort et acce</w:t>
      </w:r>
      <w:r w:rsidRPr="00F23192">
        <w:t>p</w:t>
      </w:r>
      <w:r w:rsidRPr="00F23192">
        <w:t>tait l</w:t>
      </w:r>
      <w:r w:rsidR="00D60A57">
        <w:t>’</w:t>
      </w:r>
      <w:r w:rsidRPr="00F23192">
        <w:t>immobilité à laquelle le contraignaient ses blessures i</w:t>
      </w:r>
      <w:r w:rsidRPr="00F23192">
        <w:t>m</w:t>
      </w:r>
      <w:r w:rsidRPr="00F23192">
        <w:t>parfaitement cicatrisées et agréait de bonne grâce la société de celui qui l</w:t>
      </w:r>
      <w:r w:rsidR="00D60A57">
        <w:t>’</w:t>
      </w:r>
      <w:r w:rsidRPr="00F23192">
        <w:t>hospitalisait</w:t>
      </w:r>
      <w:r w:rsidR="00D60A57">
        <w:t>.</w:t>
      </w:r>
    </w:p>
    <w:p w14:paraId="0F668BE0" w14:textId="77777777" w:rsidR="00D60A57" w:rsidRDefault="00E36F6A" w:rsidP="00D60A57">
      <w:r w:rsidRPr="00F23192">
        <w:t>Celui-ci</w:t>
      </w:r>
      <w:r w:rsidR="00D60A57">
        <w:t xml:space="preserve">, </w:t>
      </w:r>
      <w:r w:rsidRPr="00F23192">
        <w:t>dur au début</w:t>
      </w:r>
      <w:r w:rsidR="00D60A57">
        <w:t xml:space="preserve">, </w:t>
      </w:r>
      <w:r w:rsidRPr="00F23192">
        <w:t>presque brutal</w:t>
      </w:r>
      <w:r w:rsidR="00D60A57">
        <w:t xml:space="preserve">, </w:t>
      </w:r>
      <w:r w:rsidRPr="00F23192">
        <w:t>même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était peu à peu humanisé</w:t>
      </w:r>
      <w:r w:rsidR="00D60A57">
        <w:t xml:space="preserve">, </w:t>
      </w:r>
      <w:r w:rsidRPr="00F23192">
        <w:t>au point que Bertrand</w:t>
      </w:r>
      <w:r w:rsidR="00D60A57">
        <w:t xml:space="preserve">, </w:t>
      </w:r>
      <w:r w:rsidRPr="00F23192">
        <w:t>qui</w:t>
      </w:r>
      <w:r w:rsidR="00D60A57">
        <w:t xml:space="preserve">, </w:t>
      </w:r>
      <w:r w:rsidRPr="00F23192">
        <w:t>dès l</w:t>
      </w:r>
      <w:r w:rsidR="00D60A57">
        <w:t>’</w:t>
      </w:r>
      <w:r w:rsidRPr="00F23192">
        <w:t>abord</w:t>
      </w:r>
      <w:r w:rsidR="00D60A57">
        <w:t xml:space="preserve">, </w:t>
      </w:r>
      <w:r w:rsidRPr="00F23192">
        <w:t>lui avait gardé rigueur pour l</w:t>
      </w:r>
      <w:r w:rsidR="00D60A57">
        <w:t>’</w:t>
      </w:r>
      <w:r w:rsidRPr="00F23192">
        <w:t>anonymat dans lequel il prétendait s</w:t>
      </w:r>
      <w:r w:rsidR="00D60A57">
        <w:t>’</w:t>
      </w:r>
      <w:r w:rsidRPr="00F23192">
        <w:t>e</w:t>
      </w:r>
      <w:r w:rsidRPr="00F23192">
        <w:t>n</w:t>
      </w:r>
      <w:r w:rsidRPr="00F23192">
        <w:t>fermer</w:t>
      </w:r>
      <w:r w:rsidR="00D60A57">
        <w:t xml:space="preserve">, </w:t>
      </w:r>
      <w:r w:rsidRPr="00F23192">
        <w:t>avait fini par accepter de bonne grâce cette attitude</w:t>
      </w:r>
      <w:r w:rsidR="00D60A57">
        <w:t xml:space="preserve">, </w:t>
      </w:r>
      <w:r w:rsidRPr="00F23192">
        <w:t>quelque étrange qu</w:t>
      </w:r>
      <w:r w:rsidR="00D60A57">
        <w:t>’</w:t>
      </w:r>
      <w:r w:rsidRPr="00F23192">
        <w:t>elle fût</w:t>
      </w:r>
      <w:r w:rsidR="00D60A57">
        <w:t xml:space="preserve">, </w:t>
      </w:r>
      <w:r w:rsidRPr="00F23192">
        <w:t>et trouver un certain plaisir à sa compagnie</w:t>
      </w:r>
      <w:r w:rsidR="00D60A57">
        <w:t>.</w:t>
      </w:r>
    </w:p>
    <w:p w14:paraId="5AF6EB33" w14:textId="77777777" w:rsidR="00D60A57" w:rsidRDefault="00E36F6A" w:rsidP="00D60A57">
      <w:r w:rsidRPr="00F23192">
        <w:t>Ils avaient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un et l</w:t>
      </w:r>
      <w:r w:rsidR="00D60A57">
        <w:t>’</w:t>
      </w:r>
      <w:r w:rsidRPr="00F23192">
        <w:t>autre</w:t>
      </w:r>
      <w:r w:rsidR="00D60A57">
        <w:t xml:space="preserve">, </w:t>
      </w:r>
      <w:r w:rsidRPr="00F23192">
        <w:t>un sujet de conversation qui leur était commun</w:t>
      </w:r>
      <w:r w:rsidR="00D60A57">
        <w:t xml:space="preserve"> : </w:t>
      </w:r>
      <w:r w:rsidRPr="00F23192">
        <w:t>la situation politique de la Bretagne et la marche accélérée des événements vers un dénouement proche</w:t>
      </w:r>
      <w:r w:rsidR="00D60A57">
        <w:t xml:space="preserve"> ; </w:t>
      </w:r>
      <w:r w:rsidRPr="00F23192">
        <w:t>par son jeune garde-malade</w:t>
      </w:r>
      <w:r w:rsidR="00D60A57">
        <w:t xml:space="preserve">, </w:t>
      </w:r>
      <w:r w:rsidRPr="00F23192">
        <w:t>Bertrand était au courant de l</w:t>
      </w:r>
      <w:r w:rsidR="00D60A57">
        <w:t>’</w:t>
      </w:r>
      <w:r w:rsidRPr="00F23192">
        <w:t>agitation grande qui enfiévrait la contrée et pouvait supputer le dénou</w:t>
      </w:r>
      <w:r w:rsidRPr="00F23192">
        <w:t>e</w:t>
      </w:r>
      <w:r w:rsidRPr="00F23192">
        <w:t xml:space="preserve">ment de la lutte sourde qui </w:t>
      </w:r>
      <w:r w:rsidRPr="00F23192">
        <w:lastRenderedPageBreak/>
        <w:t>opposait les uns aux autres les part</w:t>
      </w:r>
      <w:r w:rsidRPr="00F23192">
        <w:t>i</w:t>
      </w:r>
      <w:r w:rsidRPr="00F23192">
        <w:t>sans de la royauté et ceux de la Ligue</w:t>
      </w:r>
      <w:r w:rsidR="00D60A57">
        <w:t>.</w:t>
      </w:r>
    </w:p>
    <w:p w14:paraId="0D2D3C51" w14:textId="77777777" w:rsidR="00D60A57" w:rsidRDefault="00E36F6A" w:rsidP="00D60A57">
      <w:r w:rsidRPr="00F23192">
        <w:t>Mais ce qui le préoccupait au même degré</w:t>
      </w:r>
      <w:r w:rsidR="00D60A57">
        <w:t xml:space="preserve">, </w:t>
      </w:r>
      <w:r w:rsidRPr="00F23192">
        <w:t>c</w:t>
      </w:r>
      <w:r w:rsidR="00D60A57">
        <w:t>’</w:t>
      </w:r>
      <w:r w:rsidRPr="00F23192">
        <w:t>était sa re</w:t>
      </w:r>
      <w:r w:rsidRPr="00F23192">
        <w:t>n</w:t>
      </w:r>
      <w:r w:rsidRPr="00F23192">
        <w:t xml:space="preserve">contre avec le duc de </w:t>
      </w:r>
      <w:proofErr w:type="spellStart"/>
      <w:r w:rsidRPr="00F23192">
        <w:t>Kerlor</w:t>
      </w:r>
      <w:proofErr w:type="spellEnd"/>
      <w:r w:rsidR="00D60A57">
        <w:t xml:space="preserve">… </w:t>
      </w:r>
      <w:r w:rsidRPr="00F23192">
        <w:t>Serait-il en état de tenir une épée</w:t>
      </w:r>
      <w:r w:rsidR="00D60A57">
        <w:t xml:space="preserve"> ? </w:t>
      </w:r>
      <w:r w:rsidRPr="00F23192">
        <w:t>C</w:t>
      </w:r>
      <w:r w:rsidR="00D60A57">
        <w:t>’</w:t>
      </w:r>
      <w:r w:rsidRPr="00F23192">
        <w:t>était dans la crainte de ne pouvoir affronter son adve</w:t>
      </w:r>
      <w:r w:rsidRPr="00F23192">
        <w:t>r</w:t>
      </w:r>
      <w:r w:rsidRPr="00F23192">
        <w:t>saire avec toutes ses chances de succès qu</w:t>
      </w:r>
      <w:r w:rsidR="00D60A57">
        <w:t>’</w:t>
      </w:r>
      <w:r w:rsidRPr="00F23192">
        <w:t>il consentait au repos qui lui était imposé</w:t>
      </w:r>
      <w:r w:rsidR="00D60A57">
        <w:t>.</w:t>
      </w:r>
    </w:p>
    <w:p w14:paraId="26F130C3" w14:textId="77777777" w:rsidR="00D60A57" w:rsidRDefault="00E36F6A" w:rsidP="00D60A57">
      <w:r w:rsidRPr="00F23192">
        <w:t>Son garde-malade avait d</w:t>
      </w:r>
      <w:r w:rsidR="00D60A57">
        <w:t>’</w:t>
      </w:r>
      <w:r w:rsidRPr="00F23192">
        <w:t>ailleurs cru agir sagement en le trompant sur le temps écoulé depuis l</w:t>
      </w:r>
      <w:r w:rsidR="00D60A57">
        <w:t>’</w:t>
      </w:r>
      <w:r w:rsidRPr="00F23192">
        <w:t>attentat dont il avait été victime</w:t>
      </w:r>
      <w:r w:rsidR="00D60A57">
        <w:t xml:space="preserve"> ; </w:t>
      </w:r>
      <w:r w:rsidRPr="00F23192">
        <w:t>si le blessé avait pu se douter que quinze jours seul</w:t>
      </w:r>
      <w:r w:rsidRPr="00F23192">
        <w:t>e</w:t>
      </w:r>
      <w:r w:rsidRPr="00F23192">
        <w:t>ment le séparaient de la fête de la Vierge</w:t>
      </w:r>
      <w:r w:rsidR="00D60A57">
        <w:t xml:space="preserve">, </w:t>
      </w:r>
      <w:r w:rsidRPr="00F23192">
        <w:t>à quel désespoir eût-il été en proie et de quelle imprudence n</w:t>
      </w:r>
      <w:r w:rsidR="00D60A57">
        <w:t>’</w:t>
      </w:r>
      <w:r w:rsidRPr="00F23192">
        <w:t>eût-il pas été capable</w:t>
      </w:r>
      <w:r w:rsidR="00D60A57">
        <w:t>.</w:t>
      </w:r>
    </w:p>
    <w:p w14:paraId="2841090B" w14:textId="77777777" w:rsidR="00D60A57" w:rsidRDefault="00E36F6A" w:rsidP="00D60A57">
      <w:r w:rsidRPr="00F23192">
        <w:t>Assurément</w:t>
      </w:r>
      <w:r w:rsidR="00D60A57">
        <w:t xml:space="preserve">, </w:t>
      </w:r>
      <w:r w:rsidRPr="00F23192">
        <w:t>il lui fallait s</w:t>
      </w:r>
      <w:r w:rsidR="00D60A57">
        <w:t>’</w:t>
      </w:r>
      <w:r w:rsidRPr="00F23192">
        <w:t>attendre à une folle colère quand il apprendrait qu</w:t>
      </w:r>
      <w:r w:rsidR="00D60A57">
        <w:t>’</w:t>
      </w:r>
      <w:r w:rsidRPr="00F23192">
        <w:t>il avait été trompé</w:t>
      </w:r>
      <w:r w:rsidR="00D60A57">
        <w:t xml:space="preserve"> ; </w:t>
      </w:r>
      <w:r w:rsidRPr="00F23192">
        <w:t>mais</w:t>
      </w:r>
      <w:r w:rsidR="00D60A57">
        <w:t xml:space="preserve">, </w:t>
      </w:r>
      <w:r w:rsidRPr="00F23192">
        <w:t>en garde-malade consciente du sort de son client</w:t>
      </w:r>
      <w:r w:rsidR="00D60A57">
        <w:t xml:space="preserve">, </w:t>
      </w:r>
      <w:r w:rsidRPr="00F23192">
        <w:t>cette éventualité l</w:t>
      </w:r>
      <w:r w:rsidR="00D60A57">
        <w:t>’</w:t>
      </w:r>
      <w:r w:rsidRPr="00F23192">
        <w:t>avait laissée insensible</w:t>
      </w:r>
      <w:r w:rsidR="00D60A57">
        <w:t>.</w:t>
      </w:r>
    </w:p>
    <w:p w14:paraId="6C0B96E5" w14:textId="77777777" w:rsidR="00D60A57" w:rsidRDefault="00E36F6A" w:rsidP="00D60A57">
      <w:r w:rsidRPr="00F23192">
        <w:t>Et les jours s</w:t>
      </w:r>
      <w:r w:rsidR="00D60A57">
        <w:t>’</w:t>
      </w:r>
      <w:r w:rsidRPr="00F23192">
        <w:t>étaient écoulés ainsi</w:t>
      </w:r>
      <w:r w:rsidR="00D60A57">
        <w:t xml:space="preserve">, </w:t>
      </w:r>
      <w:r w:rsidRPr="00F23192">
        <w:t>amenant peu à peu dans l</w:t>
      </w:r>
      <w:r w:rsidR="00D60A57">
        <w:t>’</w:t>
      </w:r>
      <w:r w:rsidRPr="00F23192">
        <w:t>âme de la jeune fille une transformation qui avait tout d</w:t>
      </w:r>
      <w:r w:rsidR="00D60A57">
        <w:t>’</w:t>
      </w:r>
      <w:r w:rsidRPr="00F23192">
        <w:t>abord provoqué une stupeur voisine de la colère</w:t>
      </w:r>
      <w:r w:rsidR="00D60A57">
        <w:t>.</w:t>
      </w:r>
    </w:p>
    <w:p w14:paraId="4B9F84AA" w14:textId="77777777" w:rsidR="00D60A57" w:rsidRDefault="00E36F6A" w:rsidP="00D60A57">
      <w:r w:rsidRPr="00F23192">
        <w:t>N</w:t>
      </w:r>
      <w:r w:rsidR="00D60A57">
        <w:t>’</w:t>
      </w:r>
      <w:r w:rsidRPr="00F23192">
        <w:t>était-elle pas folle</w:t>
      </w:r>
      <w:r w:rsidR="00D60A57">
        <w:t xml:space="preserve"> ? </w:t>
      </w:r>
      <w:r w:rsidRPr="00F23192">
        <w:t>De quoi s</w:t>
      </w:r>
      <w:r w:rsidR="00D60A57">
        <w:t>’</w:t>
      </w:r>
      <w:r w:rsidRPr="00F23192">
        <w:t>avisait-elle</w:t>
      </w:r>
      <w:r w:rsidR="00D60A57">
        <w:t> ?</w:t>
      </w:r>
    </w:p>
    <w:p w14:paraId="4BA6CCA3" w14:textId="77777777" w:rsidR="00D60A57" w:rsidRDefault="00E36F6A" w:rsidP="00D60A57">
      <w:r w:rsidRPr="00F23192">
        <w:t>Aimer</w:t>
      </w:r>
      <w:r w:rsidR="00D60A57">
        <w:t xml:space="preserve">… </w:t>
      </w:r>
      <w:r w:rsidRPr="00F23192">
        <w:t>elle</w:t>
      </w:r>
      <w:r w:rsidR="00D60A57">
        <w:t xml:space="preserve"> ! </w:t>
      </w:r>
      <w:r w:rsidRPr="00F23192">
        <w:t>La fille d</w:t>
      </w:r>
      <w:r w:rsidR="00D60A57">
        <w:t>’</w:t>
      </w:r>
      <w:r w:rsidRPr="00F23192">
        <w:t>un aventurier</w:t>
      </w:r>
      <w:r w:rsidR="00D60A57">
        <w:t xml:space="preserve"> ! </w:t>
      </w:r>
      <w:r w:rsidRPr="00F23192">
        <w:t>D</w:t>
      </w:r>
      <w:r w:rsidR="00D60A57">
        <w:t>’</w:t>
      </w:r>
      <w:r w:rsidRPr="00F23192">
        <w:t>un chef de bande</w:t>
      </w:r>
      <w:r w:rsidR="00D60A57">
        <w:t xml:space="preserve"> ! </w:t>
      </w:r>
      <w:r w:rsidRPr="00F23192">
        <w:t xml:space="preserve">Elle que certains avaient surnommée la Louve de </w:t>
      </w:r>
      <w:proofErr w:type="spellStart"/>
      <w:r w:rsidRPr="00F23192">
        <w:t>Penandru</w:t>
      </w:r>
      <w:proofErr w:type="spellEnd"/>
      <w:r w:rsidR="00D60A57">
        <w:t> !</w:t>
      </w:r>
    </w:p>
    <w:p w14:paraId="40F1E806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tout d</w:t>
      </w:r>
      <w:r w:rsidR="00D60A57">
        <w:t>’</w:t>
      </w:r>
      <w:r w:rsidRPr="00F23192">
        <w:t>abord</w:t>
      </w:r>
      <w:r w:rsidR="00D60A57">
        <w:t xml:space="preserve">, </w:t>
      </w:r>
      <w:r w:rsidRPr="00F23192">
        <w:t>elle avait refusé de croire à une aussi i</w:t>
      </w:r>
      <w:r w:rsidRPr="00F23192">
        <w:t>n</w:t>
      </w:r>
      <w:r w:rsidRPr="00F23192">
        <w:t>vraisemblable chose</w:t>
      </w:r>
      <w:r w:rsidR="00D60A57">
        <w:t>…</w:t>
      </w:r>
    </w:p>
    <w:p w14:paraId="2587733A" w14:textId="77777777" w:rsidR="00D60A57" w:rsidRDefault="00E36F6A" w:rsidP="00D60A57">
      <w:r w:rsidRPr="00F23192">
        <w:t>Mais</w:t>
      </w:r>
      <w:r w:rsidR="00D60A57">
        <w:t xml:space="preserve">, </w:t>
      </w:r>
      <w:r w:rsidRPr="00F23192">
        <w:t>bientôt</w:t>
      </w:r>
      <w:r w:rsidR="00D60A57">
        <w:t xml:space="preserve">, </w:t>
      </w:r>
      <w:r w:rsidRPr="00F23192">
        <w:t>il lui avait fallu se rendre à l</w:t>
      </w:r>
      <w:r w:rsidR="00D60A57">
        <w:t>’</w:t>
      </w:r>
      <w:r w:rsidRPr="00F23192">
        <w:t>évidence</w:t>
      </w:r>
      <w:r w:rsidR="00D60A57">
        <w:t>.</w:t>
      </w:r>
    </w:p>
    <w:p w14:paraId="6518F358" w14:textId="77777777" w:rsidR="00D60A57" w:rsidRDefault="00E36F6A" w:rsidP="00D60A57">
      <w:r w:rsidRPr="00F23192">
        <w:lastRenderedPageBreak/>
        <w:t>Et cela</w:t>
      </w:r>
      <w:r w:rsidR="00D60A57">
        <w:t xml:space="preserve">, </w:t>
      </w:r>
      <w:r w:rsidRPr="00F23192">
        <w:t>sous la morsure que lui avait faite soudainement un sentiment jusqu</w:t>
      </w:r>
      <w:r w:rsidR="00D60A57">
        <w:t>’</w:t>
      </w:r>
      <w:r w:rsidRPr="00F23192">
        <w:t>alors inconnu d</w:t>
      </w:r>
      <w:r w:rsidR="00D60A57">
        <w:t>’</w:t>
      </w:r>
      <w:r w:rsidRPr="00F23192">
        <w:t>elle</w:t>
      </w:r>
      <w:r w:rsidR="00D60A57">
        <w:t xml:space="preserve"> : </w:t>
      </w:r>
      <w:r w:rsidRPr="00F23192">
        <w:t>la jalousie</w:t>
      </w:r>
      <w:r w:rsidR="00D60A57">
        <w:t>.</w:t>
      </w:r>
    </w:p>
    <w:p w14:paraId="6F220B40" w14:textId="77777777" w:rsidR="00D60A57" w:rsidRDefault="00E36F6A" w:rsidP="00D60A57">
      <w:r w:rsidRPr="00F23192">
        <w:t>Bertrand</w:t>
      </w:r>
      <w:r w:rsidR="00D60A57">
        <w:t xml:space="preserve">, </w:t>
      </w:r>
      <w:r w:rsidRPr="00F23192">
        <w:t>peu à peu</w:t>
      </w:r>
      <w:r w:rsidR="00D60A57">
        <w:t xml:space="preserve">, </w:t>
      </w:r>
      <w:r w:rsidRPr="00F23192">
        <w:t>mis en confiance par ce compagnon jeune et hardi</w:t>
      </w:r>
      <w:r w:rsidR="00D60A57">
        <w:t xml:space="preserve">, </w:t>
      </w:r>
      <w:r w:rsidRPr="00F23192">
        <w:t>dont les goûts étaient si semblables aux siens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était laissé aller à lui parler d</w:t>
      </w:r>
      <w:r w:rsidR="00D60A57">
        <w:t>’</w:t>
      </w:r>
      <w:r w:rsidRPr="00F23192">
        <w:t xml:space="preserve">Edwige avec une exaltation qui trahissait la grande passion dont il était plein pour celle que lui disputait </w:t>
      </w:r>
      <w:proofErr w:type="spellStart"/>
      <w:r w:rsidRPr="00F23192">
        <w:t>Kerlor</w:t>
      </w:r>
      <w:proofErr w:type="spellEnd"/>
      <w:r w:rsidR="00D60A57">
        <w:t>.</w:t>
      </w:r>
    </w:p>
    <w:p w14:paraId="6285F544" w14:textId="77777777" w:rsidR="00D60A57" w:rsidRDefault="00E36F6A" w:rsidP="00D60A57">
      <w:r w:rsidRPr="00F23192">
        <w:t>Alors</w:t>
      </w:r>
      <w:r w:rsidR="00D60A57">
        <w:t xml:space="preserve">, </w:t>
      </w:r>
      <w:r w:rsidRPr="00F23192">
        <w:t>la jeune fille avait compris la nature du sentiment qui s</w:t>
      </w:r>
      <w:r w:rsidR="00D60A57">
        <w:t>’</w:t>
      </w:r>
      <w:r w:rsidRPr="00F23192">
        <w:t>était</w:t>
      </w:r>
      <w:r w:rsidR="00D60A57">
        <w:t xml:space="preserve">, </w:t>
      </w:r>
      <w:r w:rsidRPr="00F23192">
        <w:t>à son insu</w:t>
      </w:r>
      <w:r w:rsidR="00D60A57">
        <w:t xml:space="preserve">, </w:t>
      </w:r>
      <w:r w:rsidRPr="00F23192">
        <w:t>emparé d</w:t>
      </w:r>
      <w:r w:rsidR="00D60A57">
        <w:t>’</w:t>
      </w:r>
      <w:r w:rsidRPr="00F23192">
        <w:t>elle et</w:t>
      </w:r>
      <w:r w:rsidR="00D60A57">
        <w:t xml:space="preserve">, </w:t>
      </w:r>
      <w:r w:rsidRPr="00F23192">
        <w:t>novice en amour</w:t>
      </w:r>
      <w:r w:rsidR="00D60A57">
        <w:t xml:space="preserve">, </w:t>
      </w:r>
      <w:r w:rsidRPr="00F23192">
        <w:t>elle s</w:t>
      </w:r>
      <w:r w:rsidR="00D60A57">
        <w:t>’</w:t>
      </w:r>
      <w:r w:rsidRPr="00F23192">
        <w:t>était promis de tout faire pour détourner l</w:t>
      </w:r>
      <w:r w:rsidR="00D60A57">
        <w:t>’</w:t>
      </w:r>
      <w:r w:rsidRPr="00F23192">
        <w:t>esprit du jeune homme de sa fiancée</w:t>
      </w:r>
      <w:r w:rsidR="00D60A57">
        <w:t xml:space="preserve">, </w:t>
      </w:r>
      <w:r w:rsidRPr="00F23192">
        <w:t>pour le conquérir</w:t>
      </w:r>
      <w:r w:rsidR="00D60A57">
        <w:t>.</w:t>
      </w:r>
    </w:p>
    <w:p w14:paraId="6DF0184A" w14:textId="77777777" w:rsidR="00D60A57" w:rsidRDefault="00E36F6A" w:rsidP="00D60A57">
      <w:r w:rsidRPr="00F23192">
        <w:t>Et c</w:t>
      </w:r>
      <w:r w:rsidR="00D60A57">
        <w:t>’</w:t>
      </w:r>
      <w:r w:rsidRPr="00F23192">
        <w:t>était le lendemain même du jour où</w:t>
      </w:r>
      <w:r w:rsidR="00D60A57">
        <w:t xml:space="preserve">, </w:t>
      </w:r>
      <w:r w:rsidRPr="00F23192">
        <w:t>après s</w:t>
      </w:r>
      <w:r w:rsidR="00D60A57">
        <w:t>’</w:t>
      </w:r>
      <w:r w:rsidRPr="00F23192">
        <w:t>être lo</w:t>
      </w:r>
      <w:r w:rsidRPr="00F23192">
        <w:t>n</w:t>
      </w:r>
      <w:r w:rsidRPr="00F23192">
        <w:t>guement débattue contre elle-même</w:t>
      </w:r>
      <w:r w:rsidR="00D60A57">
        <w:t xml:space="preserve">, </w:t>
      </w:r>
      <w:r w:rsidRPr="00F23192">
        <w:t>que lui était révélée la v</w:t>
      </w:r>
      <w:r w:rsidRPr="00F23192">
        <w:t>é</w:t>
      </w:r>
      <w:r w:rsidRPr="00F23192">
        <w:t>rité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odieuse vérité</w:t>
      </w:r>
      <w:r w:rsidR="00D60A57">
        <w:t>…</w:t>
      </w:r>
    </w:p>
    <w:p w14:paraId="7FCEC3AC" w14:textId="77777777" w:rsidR="00D60A57" w:rsidRDefault="00E36F6A" w:rsidP="00D60A57">
      <w:r w:rsidRPr="00F23192">
        <w:t xml:space="preserve">Bertrand du </w:t>
      </w:r>
      <w:proofErr w:type="spellStart"/>
      <w:r w:rsidRPr="00F23192">
        <w:t>Falouët</w:t>
      </w:r>
      <w:proofErr w:type="spellEnd"/>
      <w:r w:rsidRPr="00F23192">
        <w:t xml:space="preserve"> était son frère</w:t>
      </w:r>
      <w:r w:rsidR="00D60A57">
        <w:t> !</w:t>
      </w:r>
    </w:p>
    <w:p w14:paraId="34AA6960" w14:textId="77777777" w:rsidR="00D60A57" w:rsidRDefault="00E36F6A" w:rsidP="00D60A57">
      <w:r w:rsidRPr="00F23192">
        <w:t>Entre elle et celui que follement elle s</w:t>
      </w:r>
      <w:r w:rsidR="00D60A57">
        <w:t>’</w:t>
      </w:r>
      <w:r w:rsidRPr="00F23192">
        <w:t>était prise à aimer s</w:t>
      </w:r>
      <w:r w:rsidR="00D60A57">
        <w:t>’</w:t>
      </w:r>
      <w:r w:rsidRPr="00F23192">
        <w:t>élevait une barrière infranchissable</w:t>
      </w:r>
      <w:r w:rsidR="00D60A57">
        <w:t>…</w:t>
      </w:r>
    </w:p>
    <w:p w14:paraId="7C583CE7" w14:textId="77777777" w:rsidR="00D60A57" w:rsidRDefault="00E36F6A" w:rsidP="00D60A57">
      <w:r w:rsidRPr="00F23192">
        <w:t>C</w:t>
      </w:r>
      <w:r w:rsidR="00D60A57">
        <w:t>’</w:t>
      </w:r>
      <w:r w:rsidRPr="00F23192">
        <w:t>était à perdre la tête de rage</w:t>
      </w:r>
      <w:r w:rsidR="00D60A57">
        <w:t> !</w:t>
      </w:r>
    </w:p>
    <w:p w14:paraId="168A5741" w14:textId="77777777" w:rsidR="00D60A57" w:rsidRDefault="00E36F6A" w:rsidP="00D60A57">
      <w:r w:rsidRPr="00F23192">
        <w:t>Pendant une journée entière</w:t>
      </w:r>
      <w:r w:rsidR="00D60A57">
        <w:t xml:space="preserve">, </w:t>
      </w:r>
      <w:r w:rsidRPr="00F23192">
        <w:t>elle était demeurée dans un creux de rocher</w:t>
      </w:r>
      <w:r w:rsidR="00D60A57">
        <w:t xml:space="preserve">, </w:t>
      </w:r>
      <w:r w:rsidRPr="00F23192">
        <w:t>mâchant et remâchant ce désespoir dans lequel elle tournait et retournait comme fauve en cage</w:t>
      </w:r>
      <w:r w:rsidR="00D60A57">
        <w:t xml:space="preserve">, </w:t>
      </w:r>
      <w:r w:rsidRPr="00F23192">
        <w:t>sans pouvoir trouver une issue qui lui permît de s</w:t>
      </w:r>
      <w:r w:rsidR="00D60A57">
        <w:t>’</w:t>
      </w:r>
      <w:r w:rsidRPr="00F23192">
        <w:t>évader</w:t>
      </w:r>
      <w:r w:rsidR="00D60A57">
        <w:t>.</w:t>
      </w:r>
    </w:p>
    <w:p w14:paraId="083D98D8" w14:textId="77777777" w:rsidR="00D60A57" w:rsidRDefault="00E36F6A" w:rsidP="00D60A57">
      <w:r w:rsidRPr="00F23192">
        <w:t>La nuit était venue qui avait fait descendre sur son pauvre cerveau en feu un peu de sagesse et</w:t>
      </w:r>
      <w:r w:rsidR="00D60A57">
        <w:t xml:space="preserve">, </w:t>
      </w:r>
      <w:r w:rsidRPr="00F23192">
        <w:t>au matin</w:t>
      </w:r>
      <w:r w:rsidR="00D60A57">
        <w:t xml:space="preserve">, </w:t>
      </w:r>
      <w:r w:rsidRPr="00F23192">
        <w:t>elle avait pris une grande résolution</w:t>
      </w:r>
      <w:r w:rsidR="00D60A57">
        <w:t xml:space="preserve"> : </w:t>
      </w:r>
      <w:r w:rsidRPr="00F23192">
        <w:t>impuissante à arracher de son cœur ce se</w:t>
      </w:r>
      <w:r w:rsidRPr="00F23192">
        <w:t>n</w:t>
      </w:r>
      <w:r w:rsidRPr="00F23192">
        <w:t>timent que les circonstances condamnaient</w:t>
      </w:r>
      <w:r w:rsidR="00D60A57">
        <w:t xml:space="preserve">, </w:t>
      </w:r>
      <w:r w:rsidRPr="00F23192">
        <w:t>elle en consacrerait la puissance au bonheur de ce frère</w:t>
      </w:r>
      <w:r w:rsidR="00D60A57">
        <w:t> !</w:t>
      </w:r>
    </w:p>
    <w:p w14:paraId="07315D7E" w14:textId="77777777" w:rsidR="00D60A57" w:rsidRDefault="00E36F6A" w:rsidP="00D60A57">
      <w:r w:rsidRPr="00F23192">
        <w:t>Elle le voulait heureux par elle</w:t>
      </w:r>
      <w:r w:rsidR="00D60A57">
        <w:t xml:space="preserve">… </w:t>
      </w:r>
      <w:r w:rsidRPr="00F23192">
        <w:t>et par elle seule</w:t>
      </w:r>
      <w:r w:rsidR="00D60A57">
        <w:t> !</w:t>
      </w:r>
    </w:p>
    <w:p w14:paraId="1F0D3AF4" w14:textId="77777777" w:rsidR="00D60A57" w:rsidRDefault="00E36F6A" w:rsidP="00D60A57">
      <w:r w:rsidRPr="00F23192">
        <w:lastRenderedPageBreak/>
        <w:t>Ce serait sa récompense pour le grand martyre qu</w:t>
      </w:r>
      <w:r w:rsidR="00D60A57">
        <w:t>’</w:t>
      </w:r>
      <w:r w:rsidRPr="00F23192">
        <w:t>elle e</w:t>
      </w:r>
      <w:r w:rsidRPr="00F23192">
        <w:t>n</w:t>
      </w:r>
      <w:r w:rsidRPr="00F23192">
        <w:t>durait</w:t>
      </w:r>
      <w:r w:rsidR="00D60A57">
        <w:t>.</w:t>
      </w:r>
    </w:p>
    <w:p w14:paraId="3723EFFE" w14:textId="77777777" w:rsidR="00D60A57" w:rsidRDefault="00E36F6A" w:rsidP="00D60A57">
      <w:r w:rsidRPr="00F23192">
        <w:t>Elle lui rendrait celle qu</w:t>
      </w:r>
      <w:r w:rsidR="00D60A57">
        <w:t>’</w:t>
      </w:r>
      <w:r w:rsidRPr="00F23192">
        <w:t>il aimait</w:t>
      </w:r>
      <w:r w:rsidR="00D60A57">
        <w:t>.</w:t>
      </w:r>
    </w:p>
    <w:p w14:paraId="2FEFE7F5" w14:textId="77777777" w:rsidR="00D60A57" w:rsidRDefault="00E36F6A" w:rsidP="00D60A57">
      <w:r w:rsidRPr="00F23192">
        <w:t>Elle prendrait sa place dans le combat où il devait défendre et son honneur et la cause de la Bretagne</w:t>
      </w:r>
      <w:r w:rsidR="00D60A57">
        <w:t xml:space="preserve"> ; </w:t>
      </w:r>
      <w:r w:rsidRPr="00F23192">
        <w:t>ce combat où la déf</w:t>
      </w:r>
      <w:r w:rsidRPr="00F23192">
        <w:t>i</w:t>
      </w:r>
      <w:r w:rsidRPr="00F23192">
        <w:t>cience de ses forces physiques lui interdisait de tenir l</w:t>
      </w:r>
      <w:r w:rsidR="00D60A57">
        <w:t>’</w:t>
      </w:r>
      <w:r w:rsidRPr="00F23192">
        <w:t>épée</w:t>
      </w:r>
      <w:r w:rsidR="00D60A57">
        <w:t>.</w:t>
      </w:r>
    </w:p>
    <w:p w14:paraId="6F6AB6AD" w14:textId="77777777" w:rsidR="00D60A57" w:rsidRDefault="00E36F6A" w:rsidP="00D60A57">
      <w:r w:rsidRPr="00F23192">
        <w:t>Ce faisant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ailleurs</w:t>
      </w:r>
      <w:r w:rsidR="00D60A57">
        <w:t xml:space="preserve">, </w:t>
      </w:r>
      <w:r w:rsidRPr="00F23192">
        <w:t>elle ne ferait que son devoir</w:t>
      </w:r>
      <w:r w:rsidR="00D60A57">
        <w:t> !</w:t>
      </w:r>
    </w:p>
    <w:p w14:paraId="49E161FD" w14:textId="77777777" w:rsidR="00D60A57" w:rsidRDefault="00E36F6A" w:rsidP="00D60A57">
      <w:r w:rsidRPr="00F23192">
        <w:t>Ainsi qu</w:t>
      </w:r>
      <w:r w:rsidR="00D60A57">
        <w:t>’</w:t>
      </w:r>
      <w:r w:rsidRPr="00F23192">
        <w:t>elle l</w:t>
      </w:r>
      <w:r w:rsidR="00D60A57">
        <w:t>’</w:t>
      </w:r>
      <w:r w:rsidRPr="00F23192">
        <w:t xml:space="preserve">avait déclaré à </w:t>
      </w:r>
      <w:r w:rsidR="00D60A57">
        <w:t>M. </w:t>
      </w:r>
      <w:r w:rsidRPr="00F23192">
        <w:t xml:space="preserve">des </w:t>
      </w:r>
      <w:proofErr w:type="spellStart"/>
      <w:r w:rsidRPr="00F23192">
        <w:t>Blaittières</w:t>
      </w:r>
      <w:proofErr w:type="spellEnd"/>
      <w:r w:rsidR="00D60A57">
        <w:t xml:space="preserve">, </w:t>
      </w:r>
      <w:r w:rsidRPr="00F23192">
        <w:t>elle avait sa mère à venger</w:t>
      </w:r>
      <w:r w:rsidR="00D60A57">
        <w:t xml:space="preserve">… </w:t>
      </w:r>
      <w:r w:rsidRPr="00F23192">
        <w:t>Sa mère qu</w:t>
      </w:r>
      <w:r w:rsidR="00D60A57">
        <w:t>’</w:t>
      </w:r>
      <w:r w:rsidRPr="00F23192">
        <w:t>elle n</w:t>
      </w:r>
      <w:r w:rsidR="00D60A57">
        <w:t>’</w:t>
      </w:r>
      <w:r w:rsidRPr="00F23192">
        <w:t>avait pas connue</w:t>
      </w:r>
      <w:r w:rsidR="00D60A57">
        <w:t xml:space="preserve">, </w:t>
      </w:r>
      <w:r w:rsidRPr="00F23192">
        <w:t>sa mère vi</w:t>
      </w:r>
      <w:r w:rsidRPr="00F23192">
        <w:t>c</w:t>
      </w:r>
      <w:r w:rsidRPr="00F23192">
        <w:t>time d</w:t>
      </w:r>
      <w:r w:rsidR="00D60A57">
        <w:t>’</w:t>
      </w:r>
      <w:r w:rsidRPr="00F23192">
        <w:t>un misérable qu</w:t>
      </w:r>
      <w:r w:rsidR="00D60A57">
        <w:t>’</w:t>
      </w:r>
      <w:r w:rsidRPr="00F23192">
        <w:t>elle exécrait doublement</w:t>
      </w:r>
      <w:r w:rsidR="00D60A57">
        <w:t xml:space="preserve">, </w:t>
      </w:r>
      <w:r w:rsidRPr="00F23192">
        <w:t>car</w:t>
      </w:r>
      <w:r w:rsidR="00D60A57">
        <w:t xml:space="preserve">, </w:t>
      </w:r>
      <w:r w:rsidRPr="00F23192">
        <w:t>à ses yeux</w:t>
      </w:r>
      <w:r w:rsidR="00D60A57">
        <w:t xml:space="preserve">, </w:t>
      </w:r>
      <w:r w:rsidRPr="00F23192">
        <w:t>il avait commis le crime inexpiable de lui donner le jour</w:t>
      </w:r>
      <w:r w:rsidR="00D60A57">
        <w:t>.</w:t>
      </w:r>
    </w:p>
    <w:p w14:paraId="4E20F4C3" w14:textId="77777777" w:rsidR="00D60A57" w:rsidRDefault="00E36F6A" w:rsidP="00D60A57">
      <w:r w:rsidRPr="00F23192">
        <w:t>Son père</w:t>
      </w:r>
      <w:r w:rsidR="00D60A57">
        <w:t xml:space="preserve"> !… </w:t>
      </w:r>
      <w:r w:rsidRPr="00F23192">
        <w:t>lui</w:t>
      </w:r>
      <w:r w:rsidR="00D60A57">
        <w:t> !…</w:t>
      </w:r>
    </w:p>
    <w:p w14:paraId="714435B0" w14:textId="77777777" w:rsidR="00D60A57" w:rsidRDefault="00E36F6A" w:rsidP="00D60A57">
      <w:r w:rsidRPr="00F23192">
        <w:t>Non</w:t>
      </w:r>
      <w:r w:rsidR="00D60A57">
        <w:t xml:space="preserve">… </w:t>
      </w:r>
      <w:r w:rsidRPr="00F23192">
        <w:t>un malfaiteur</w:t>
      </w:r>
      <w:r w:rsidR="00D60A57">
        <w:t xml:space="preserve">, </w:t>
      </w:r>
      <w:r w:rsidRPr="00F23192">
        <w:t>indigne de vivre</w:t>
      </w:r>
      <w:r w:rsidR="00D60A57">
        <w:t>…</w:t>
      </w:r>
    </w:p>
    <w:p w14:paraId="257CB1C2" w14:textId="77777777" w:rsidR="00D60A57" w:rsidRDefault="00E36F6A" w:rsidP="00D60A57">
      <w:r w:rsidRPr="00F23192">
        <w:t>Elle le tuerait</w:t>
      </w:r>
      <w:r w:rsidR="00D60A57">
        <w:t xml:space="preserve">… </w:t>
      </w:r>
      <w:r w:rsidRPr="00F23192">
        <w:t>oui</w:t>
      </w:r>
      <w:r w:rsidR="00D60A57">
        <w:t xml:space="preserve">… </w:t>
      </w:r>
      <w:r w:rsidRPr="00F23192">
        <w:t>et avec quelle joie farouche</w:t>
      </w:r>
      <w:r w:rsidR="00D60A57">
        <w:t xml:space="preserve"> !… </w:t>
      </w:r>
      <w:r w:rsidRPr="00F23192">
        <w:t>La joie d</w:t>
      </w:r>
      <w:r w:rsidR="00D60A57">
        <w:t>’</w:t>
      </w:r>
      <w:r w:rsidRPr="00F23192">
        <w:t>une louve altérée de sang</w:t>
      </w:r>
      <w:r w:rsidR="00D60A57">
        <w:t>…</w:t>
      </w:r>
    </w:p>
    <w:p w14:paraId="3BC7EE70" w14:textId="77777777" w:rsidR="00D60A57" w:rsidRDefault="00E36F6A" w:rsidP="00D60A57">
      <w:r w:rsidRPr="00F23192">
        <w:t>À ce moment</w:t>
      </w:r>
      <w:r w:rsidR="00D60A57">
        <w:t xml:space="preserve">, </w:t>
      </w:r>
      <w:r w:rsidRPr="00F23192">
        <w:t>elle mériterait bien son surnom</w:t>
      </w:r>
      <w:r w:rsidR="00D60A57">
        <w:t>.</w:t>
      </w:r>
    </w:p>
    <w:p w14:paraId="78A09934" w14:textId="77777777" w:rsidR="00D60A57" w:rsidRDefault="00E36F6A" w:rsidP="00D60A57">
      <w:r w:rsidRPr="00F23192">
        <w:t>Ensuite</w:t>
      </w:r>
      <w:r w:rsidR="00D60A57">
        <w:t xml:space="preserve"> ?… </w:t>
      </w:r>
      <w:r w:rsidRPr="00F23192">
        <w:t>Eh bien</w:t>
      </w:r>
      <w:r w:rsidR="00D60A57">
        <w:t xml:space="preserve"> ! </w:t>
      </w:r>
      <w:r w:rsidRPr="00F23192">
        <w:t>ensuite</w:t>
      </w:r>
      <w:r w:rsidR="00D60A57">
        <w:t xml:space="preserve">… </w:t>
      </w:r>
      <w:r w:rsidRPr="00F23192">
        <w:t>Dieu ou le Diable ferait d</w:t>
      </w:r>
      <w:r w:rsidR="00D60A57">
        <w:t>’</w:t>
      </w:r>
      <w:r w:rsidRPr="00F23192">
        <w:t>elle ce qui lui conviendrait</w:t>
      </w:r>
      <w:r w:rsidR="00D60A57">
        <w:t>.</w:t>
      </w:r>
    </w:p>
    <w:p w14:paraId="72831E11" w14:textId="77777777" w:rsidR="00D60A57" w:rsidRDefault="00E36F6A" w:rsidP="00D60A57">
      <w:r w:rsidRPr="00F23192">
        <w:t>Cette résolution prise</w:t>
      </w:r>
      <w:r w:rsidR="00D60A57">
        <w:t xml:space="preserve">, </w:t>
      </w:r>
      <w:r w:rsidRPr="00F23192">
        <w:t>elle s</w:t>
      </w:r>
      <w:r w:rsidR="00D60A57">
        <w:t>’</w:t>
      </w:r>
      <w:r w:rsidRPr="00F23192">
        <w:t>était sentie plus calme et avait examiné avec pondération les moyens d</w:t>
      </w:r>
      <w:r w:rsidR="00D60A57">
        <w:t>’</w:t>
      </w:r>
      <w:r w:rsidRPr="00F23192">
        <w:t>exécuter son projet</w:t>
      </w:r>
      <w:r w:rsidR="00D60A57">
        <w:t xml:space="preserve"> : </w:t>
      </w:r>
      <w:r w:rsidRPr="00F23192">
        <w:t>tout d</w:t>
      </w:r>
      <w:r w:rsidR="00D60A57">
        <w:t>’</w:t>
      </w:r>
      <w:r w:rsidRPr="00F23192">
        <w:t>abord</w:t>
      </w:r>
      <w:r w:rsidR="00D60A57">
        <w:t xml:space="preserve">, </w:t>
      </w:r>
      <w:r w:rsidRPr="00F23192">
        <w:t>il lui fallait se mettre en état d</w:t>
      </w:r>
      <w:r w:rsidR="00D60A57">
        <w:t>’</w:t>
      </w:r>
      <w:r w:rsidRPr="00F23192">
        <w:t xml:space="preserve">affronter </w:t>
      </w:r>
      <w:proofErr w:type="spellStart"/>
      <w:r w:rsidRPr="00F23192">
        <w:t>Kerlor</w:t>
      </w:r>
      <w:proofErr w:type="spellEnd"/>
      <w:r w:rsidR="00D60A57">
        <w:t>.</w:t>
      </w:r>
    </w:p>
    <w:p w14:paraId="55F82C8A" w14:textId="77777777" w:rsidR="00D60A57" w:rsidRDefault="00E36F6A" w:rsidP="00D60A57">
      <w:r w:rsidRPr="00F23192">
        <w:t>Elle connaissait sa force</w:t>
      </w:r>
      <w:r w:rsidR="00D60A57">
        <w:t xml:space="preserve">, </w:t>
      </w:r>
      <w:r w:rsidRPr="00F23192">
        <w:t>elle la savait redoutable</w:t>
      </w:r>
      <w:r w:rsidR="00D60A57">
        <w:t xml:space="preserve"> ; </w:t>
      </w:r>
      <w:r w:rsidRPr="00F23192">
        <w:t xml:space="preserve">mais elle était élève de </w:t>
      </w:r>
      <w:proofErr w:type="spellStart"/>
      <w:r w:rsidRPr="00F23192">
        <w:t>Perdonnet</w:t>
      </w:r>
      <w:proofErr w:type="spellEnd"/>
      <w:r w:rsidRPr="00F23192">
        <w:t xml:space="preserve"> et l</w:t>
      </w:r>
      <w:r w:rsidR="00D60A57">
        <w:t>’</w:t>
      </w:r>
      <w:r w:rsidRPr="00F23192">
        <w:t>épée lui était familière</w:t>
      </w:r>
      <w:r w:rsidR="00D60A57">
        <w:t>.</w:t>
      </w:r>
    </w:p>
    <w:p w14:paraId="7EA0C387" w14:textId="77777777" w:rsidR="00D60A57" w:rsidRDefault="00E36F6A" w:rsidP="00D60A57">
      <w:r w:rsidRPr="00F23192">
        <w:lastRenderedPageBreak/>
        <w:t>Et puis</w:t>
      </w:r>
      <w:r w:rsidR="00D60A57">
        <w:t xml:space="preserve">, </w:t>
      </w:r>
      <w:r w:rsidRPr="00F23192">
        <w:t>il y avait sa jeunesse dont la haine et la volonté de vaincre devaient décupler la supériorité</w:t>
      </w:r>
      <w:r w:rsidR="00D60A57">
        <w:t>.</w:t>
      </w:r>
    </w:p>
    <w:p w14:paraId="7E62A952" w14:textId="77777777" w:rsidR="00D60A57" w:rsidRDefault="00E36F6A" w:rsidP="00D60A57">
      <w:r w:rsidRPr="00F23192">
        <w:t>Le soir même où cette décision avait été prise</w:t>
      </w:r>
      <w:r w:rsidR="00D60A57">
        <w:t xml:space="preserve">, </w:t>
      </w:r>
      <w:r w:rsidRPr="00F23192">
        <w:t xml:space="preserve">elle frappait à la porte du </w:t>
      </w:r>
      <w:r w:rsidR="00D60A57">
        <w:t>« </w:t>
      </w:r>
      <w:r w:rsidRPr="00F23192">
        <w:t>Connétable</w:t>
      </w:r>
      <w:r w:rsidR="00D60A57">
        <w:t> ».</w:t>
      </w:r>
    </w:p>
    <w:p w14:paraId="5F3483D8" w14:textId="77777777" w:rsidR="00D60A57" w:rsidRDefault="00E36F6A" w:rsidP="00D60A57">
      <w:proofErr w:type="spellStart"/>
      <w:r w:rsidRPr="00F23192">
        <w:t>Perdonnet</w:t>
      </w:r>
      <w:proofErr w:type="spellEnd"/>
      <w:r w:rsidRPr="00F23192">
        <w:t xml:space="preserve"> était seul</w:t>
      </w:r>
      <w:r w:rsidR="00D60A57">
        <w:t>.</w:t>
      </w:r>
    </w:p>
    <w:p w14:paraId="75266015" w14:textId="77777777" w:rsidR="00D60A57" w:rsidRDefault="00E36F6A" w:rsidP="00D60A57">
      <w:r w:rsidRPr="00F23192">
        <w:t>Nous venons de le dire</w:t>
      </w:r>
      <w:r w:rsidR="00D60A57">
        <w:t xml:space="preserve">, </w:t>
      </w:r>
      <w:r w:rsidRPr="00F23192">
        <w:t>la jeune fille</w:t>
      </w:r>
      <w:r w:rsidR="00D60A57">
        <w:t xml:space="preserve">, </w:t>
      </w:r>
      <w:r w:rsidRPr="00F23192">
        <w:t>friande des exercices violents</w:t>
      </w:r>
      <w:r w:rsidR="00D60A57">
        <w:t xml:space="preserve">, </w:t>
      </w:r>
      <w:r w:rsidRPr="00F23192">
        <w:t>prisait particulièrement les jeux d</w:t>
      </w:r>
      <w:r w:rsidR="00D60A57">
        <w:t>’</w:t>
      </w:r>
      <w:r w:rsidRPr="00F23192">
        <w:t>épée et prenait pla</w:t>
      </w:r>
      <w:r w:rsidRPr="00F23192">
        <w:t>i</w:t>
      </w:r>
      <w:r w:rsidRPr="00F23192">
        <w:t>sir à jouer contre l</w:t>
      </w:r>
      <w:r w:rsidR="00D60A57">
        <w:t>’</w:t>
      </w:r>
      <w:r w:rsidRPr="00F23192">
        <w:t>escrimeur avec lequel d</w:t>
      </w:r>
      <w:r w:rsidR="00D60A57">
        <w:t>’</w:t>
      </w:r>
      <w:r w:rsidRPr="00F23192">
        <w:t>ailleurs</w:t>
      </w:r>
      <w:r w:rsidR="00D60A57">
        <w:t>, M. </w:t>
      </w:r>
      <w:r w:rsidRPr="00F23192">
        <w:t xml:space="preserve">des </w:t>
      </w:r>
      <w:proofErr w:type="spellStart"/>
      <w:r w:rsidRPr="00F23192">
        <w:t>Blai</w:t>
      </w:r>
      <w:r w:rsidRPr="00F23192">
        <w:t>t</w:t>
      </w:r>
      <w:r w:rsidRPr="00F23192">
        <w:t>tières</w:t>
      </w:r>
      <w:proofErr w:type="spellEnd"/>
      <w:r w:rsidRPr="00F23192">
        <w:t xml:space="preserve"> entretenait des rapports qui n</w:t>
      </w:r>
      <w:r w:rsidR="00D60A57">
        <w:t>’</w:t>
      </w:r>
      <w:r w:rsidRPr="00F23192">
        <w:t>étaient pas sans profit pour l</w:t>
      </w:r>
      <w:r w:rsidR="00D60A57">
        <w:t>’</w:t>
      </w:r>
      <w:r w:rsidRPr="00F23192">
        <w:t>un comme pour l</w:t>
      </w:r>
      <w:r w:rsidR="00D60A57">
        <w:t>’</w:t>
      </w:r>
      <w:r w:rsidRPr="00F23192">
        <w:t>autre</w:t>
      </w:r>
      <w:r w:rsidR="00D60A57">
        <w:t>.</w:t>
      </w:r>
    </w:p>
    <w:p w14:paraId="41A6FADF" w14:textId="77777777" w:rsidR="00D60A57" w:rsidRDefault="00E36F6A" w:rsidP="00D60A57">
      <w:r w:rsidRPr="00F23192">
        <w:t>L</w:t>
      </w:r>
      <w:r w:rsidR="00D60A57">
        <w:t>’</w:t>
      </w:r>
      <w:r w:rsidRPr="00F23192">
        <w:t>appoint qu</w:t>
      </w:r>
      <w:r w:rsidR="00D60A57">
        <w:t>’</w:t>
      </w:r>
      <w:r w:rsidRPr="00F23192">
        <w:t>apportait à la cause bretonne l</w:t>
      </w:r>
      <w:r w:rsidR="00D60A57">
        <w:t>’</w:t>
      </w:r>
      <w:r w:rsidRPr="00F23192">
        <w:t>activité soute</w:t>
      </w:r>
      <w:r w:rsidRPr="00F23192">
        <w:t>r</w:t>
      </w:r>
      <w:r w:rsidRPr="00F23192">
        <w:t>raine du gentilhomme se doublait des services que rendait</w:t>
      </w:r>
      <w:r w:rsidR="00D60A57">
        <w:t xml:space="preserve">, </w:t>
      </w:r>
      <w:r w:rsidRPr="00F23192">
        <w:t>par des renseignements qu</w:t>
      </w:r>
      <w:r w:rsidR="00D60A57">
        <w:t>’</w:t>
      </w:r>
      <w:r w:rsidRPr="00F23192">
        <w:t>il savait se procurer</w:t>
      </w:r>
      <w:r w:rsidR="00D60A57">
        <w:t xml:space="preserve">, </w:t>
      </w:r>
      <w:r w:rsidRPr="00F23192">
        <w:t xml:space="preserve">le châtelain du </w:t>
      </w:r>
      <w:r w:rsidR="00D60A57">
        <w:t>« </w:t>
      </w:r>
      <w:r w:rsidRPr="00F23192">
        <w:t>Connétable</w:t>
      </w:r>
      <w:r w:rsidR="00D60A57">
        <w:t> ».</w:t>
      </w:r>
    </w:p>
    <w:p w14:paraId="33B1C47F" w14:textId="77777777" w:rsidR="00D60A57" w:rsidRDefault="00E36F6A" w:rsidP="00D60A57">
      <w:r w:rsidRPr="00F23192">
        <w:t xml:space="preserve">Les Loups de </w:t>
      </w:r>
      <w:proofErr w:type="spellStart"/>
      <w:r w:rsidRPr="00F23192">
        <w:t>Penandru</w:t>
      </w:r>
      <w:proofErr w:type="spellEnd"/>
      <w:r w:rsidRPr="00F23192">
        <w:t xml:space="preserve"> n</w:t>
      </w:r>
      <w:r w:rsidR="00D60A57">
        <w:t>’</w:t>
      </w:r>
      <w:r w:rsidRPr="00F23192">
        <w:t>étaient pas</w:t>
      </w:r>
      <w:r w:rsidR="00D60A57">
        <w:t xml:space="preserve">, </w:t>
      </w:r>
      <w:r w:rsidRPr="00F23192">
        <w:t>en réalité</w:t>
      </w:r>
      <w:r w:rsidR="00D60A57">
        <w:t xml:space="preserve">, </w:t>
      </w:r>
      <w:r w:rsidRPr="00F23192">
        <w:t>ce qu</w:t>
      </w:r>
      <w:r w:rsidR="00D60A57">
        <w:t>’</w:t>
      </w:r>
      <w:r w:rsidRPr="00F23192">
        <w:t>ils passaient pour être</w:t>
      </w:r>
      <w:r w:rsidR="00D60A57">
        <w:t xml:space="preserve"> ; </w:t>
      </w:r>
      <w:r w:rsidRPr="00F23192">
        <w:t>ainsi qu</w:t>
      </w:r>
      <w:r w:rsidR="00D60A57">
        <w:t>’</w:t>
      </w:r>
      <w:r w:rsidRPr="00F23192">
        <w:t>avait répondu leur chef dans son entretien avec son soi-disant fils</w:t>
      </w:r>
      <w:r w:rsidR="00D60A57">
        <w:t xml:space="preserve">, </w:t>
      </w:r>
      <w:r w:rsidRPr="00F23192">
        <w:t>la cause qu</w:t>
      </w:r>
      <w:r w:rsidR="00D60A57">
        <w:t>’</w:t>
      </w:r>
      <w:r w:rsidRPr="00F23192">
        <w:t xml:space="preserve">ils servaient </w:t>
      </w:r>
      <w:proofErr w:type="spellStart"/>
      <w:r w:rsidRPr="00F23192">
        <w:t>ann</w:t>
      </w:r>
      <w:r w:rsidRPr="00F23192">
        <w:t>o</w:t>
      </w:r>
      <w:r w:rsidRPr="00F23192">
        <w:t>blissait</w:t>
      </w:r>
      <w:proofErr w:type="spellEnd"/>
      <w:r w:rsidRPr="00F23192">
        <w:t xml:space="preserve"> leurs efforts</w:t>
      </w:r>
      <w:r w:rsidR="00D60A57">
        <w:t>.</w:t>
      </w:r>
    </w:p>
    <w:p w14:paraId="3E0730F0" w14:textId="77777777" w:rsidR="00D60A57" w:rsidRDefault="00E36F6A" w:rsidP="00D60A57">
      <w:r w:rsidRPr="00F23192">
        <w:t>Par ceux-ci</w:t>
      </w:r>
      <w:r w:rsidR="00D60A57">
        <w:t xml:space="preserve">, </w:t>
      </w:r>
      <w:r w:rsidRPr="00F23192">
        <w:t>les adversaires de la Ligue constituaient un appoint précieux en vue de la lutte qu</w:t>
      </w:r>
      <w:r w:rsidR="00D60A57">
        <w:t>’</w:t>
      </w:r>
      <w:r w:rsidRPr="00F23192">
        <w:t>il fallait prévoir pr</w:t>
      </w:r>
      <w:r w:rsidRPr="00F23192">
        <w:t>o</w:t>
      </w:r>
      <w:r w:rsidRPr="00F23192">
        <w:t>chaine</w:t>
      </w:r>
      <w:r w:rsidR="00D60A57">
        <w:t>.</w:t>
      </w:r>
    </w:p>
    <w:p w14:paraId="0B776BA5" w14:textId="77777777" w:rsidR="00D60A57" w:rsidRDefault="00E36F6A" w:rsidP="00D60A57">
      <w:r w:rsidRPr="00F23192">
        <w:t xml:space="preserve">Peut-être le sire </w:t>
      </w:r>
      <w:proofErr w:type="spellStart"/>
      <w:r w:rsidRPr="00F23192">
        <w:t>Perdonnet</w:t>
      </w:r>
      <w:proofErr w:type="spellEnd"/>
      <w:r w:rsidRPr="00F23192">
        <w:t xml:space="preserve"> mangeait-il</w:t>
      </w:r>
      <w:r w:rsidR="00D60A57">
        <w:t xml:space="preserve"> – </w:t>
      </w:r>
      <w:r w:rsidRPr="00F23192">
        <w:t>suivant l</w:t>
      </w:r>
      <w:r w:rsidR="00D60A57">
        <w:t>’</w:t>
      </w:r>
      <w:r w:rsidRPr="00F23192">
        <w:t>expre</w:t>
      </w:r>
      <w:r w:rsidRPr="00F23192">
        <w:t>s</w:t>
      </w:r>
      <w:r w:rsidRPr="00F23192">
        <w:t>sion populaire</w:t>
      </w:r>
      <w:r w:rsidR="00D60A57">
        <w:t xml:space="preserve"> – </w:t>
      </w:r>
      <w:r w:rsidRPr="00F23192">
        <w:t>à deux râteliers</w:t>
      </w:r>
      <w:r w:rsidR="00D60A57">
        <w:t> ?</w:t>
      </w:r>
    </w:p>
    <w:p w14:paraId="03862EFD" w14:textId="77777777" w:rsidR="00D60A57" w:rsidRDefault="00E36F6A" w:rsidP="00D60A57">
      <w:r w:rsidRPr="00F23192">
        <w:t>Les Loups étaient fondés à le suspecter et prenaient leurs précautions en conséquence</w:t>
      </w:r>
      <w:r w:rsidR="00D60A57">
        <w:t>.</w:t>
      </w:r>
    </w:p>
    <w:p w14:paraId="27CBFB3D" w14:textId="77777777" w:rsidR="00D60A57" w:rsidRDefault="00D60A57" w:rsidP="00D60A57">
      <w:r>
        <w:t>— </w:t>
      </w:r>
      <w:r w:rsidR="00E36F6A" w:rsidRPr="00F23192">
        <w:t>Bonjour</w:t>
      </w:r>
      <w:r>
        <w:t xml:space="preserve">, </w:t>
      </w:r>
      <w:r w:rsidR="00E36F6A" w:rsidRPr="00F23192">
        <w:t>jeune homme</w:t>
      </w:r>
      <w:r>
        <w:t xml:space="preserve">, </w:t>
      </w:r>
      <w:r w:rsidR="00E36F6A" w:rsidRPr="00F23192">
        <w:t>dit-il en introduisant le visiteur</w:t>
      </w:r>
      <w:r>
        <w:t xml:space="preserve">, </w:t>
      </w:r>
      <w:r w:rsidR="00E36F6A" w:rsidRPr="00F23192">
        <w:t>quel bon vent vous amène céans</w:t>
      </w:r>
      <w:r>
        <w:t> ?</w:t>
      </w:r>
    </w:p>
    <w:p w14:paraId="517D32F3" w14:textId="77777777" w:rsidR="00D60A57" w:rsidRDefault="00E36F6A" w:rsidP="00D60A57">
      <w:r w:rsidRPr="00F23192">
        <w:lastRenderedPageBreak/>
        <w:t>Vu son âge et sa prétention à un titre de noblesse</w:t>
      </w:r>
      <w:r w:rsidR="00D60A57">
        <w:t xml:space="preserve">, </w:t>
      </w:r>
      <w:r w:rsidRPr="00F23192">
        <w:t>il avait coutume d</w:t>
      </w:r>
      <w:r w:rsidR="00D60A57">
        <w:t>’</w:t>
      </w:r>
      <w:r w:rsidRPr="00F23192">
        <w:t>en user familièrement avec le jeune chef des Loups</w:t>
      </w:r>
      <w:r w:rsidR="00D60A57">
        <w:t>…</w:t>
      </w:r>
    </w:p>
    <w:p w14:paraId="027C0FA1" w14:textId="77777777" w:rsidR="00D60A57" w:rsidRDefault="00D60A57" w:rsidP="00D60A57">
      <w:r>
        <w:t>— </w:t>
      </w:r>
      <w:r w:rsidR="00E36F6A" w:rsidRPr="00F23192">
        <w:t>Quelques conseils à vous demander</w:t>
      </w:r>
      <w:r>
        <w:t>…</w:t>
      </w:r>
    </w:p>
    <w:p w14:paraId="278AE3FF" w14:textId="77777777" w:rsidR="00D60A57" w:rsidRDefault="00D60A57" w:rsidP="00D60A57">
      <w:r>
        <w:t>— </w:t>
      </w:r>
      <w:r w:rsidR="00E36F6A" w:rsidRPr="00F23192">
        <w:t>Tout à votre di</w:t>
      </w:r>
      <w:r w:rsidR="00E36F6A" w:rsidRPr="00F23192">
        <w:t>s</w:t>
      </w:r>
      <w:r w:rsidR="00E36F6A" w:rsidRPr="00F23192">
        <w:t>position</w:t>
      </w:r>
      <w:r>
        <w:t>.</w:t>
      </w:r>
    </w:p>
    <w:p w14:paraId="01BAFB80" w14:textId="77777777" w:rsidR="00D60A57" w:rsidRDefault="00E36F6A" w:rsidP="00D60A57">
      <w:r w:rsidRPr="00F23192">
        <w:t>Et il indiquait un siège au visiteur</w:t>
      </w:r>
      <w:r w:rsidR="00D60A57">
        <w:t xml:space="preserve">, </w:t>
      </w:r>
      <w:r w:rsidRPr="00F23192">
        <w:t>lequel remercia d</w:t>
      </w:r>
      <w:r w:rsidR="00D60A57">
        <w:t>’</w:t>
      </w:r>
      <w:r w:rsidRPr="00F23192">
        <w:t>un geste</w:t>
      </w:r>
      <w:r w:rsidR="00D60A57">
        <w:t xml:space="preserve">, </w:t>
      </w:r>
      <w:r w:rsidRPr="00F23192">
        <w:t>disant</w:t>
      </w:r>
      <w:r w:rsidR="00D60A57">
        <w:t> :</w:t>
      </w:r>
    </w:p>
    <w:p w14:paraId="5B73ADB4" w14:textId="77777777" w:rsidR="00D60A57" w:rsidRDefault="00D60A57" w:rsidP="00D60A57">
      <w:r>
        <w:t>— </w:t>
      </w:r>
      <w:r w:rsidR="00E36F6A" w:rsidRPr="00F23192">
        <w:t>Je n</w:t>
      </w:r>
      <w:r>
        <w:t>’</w:t>
      </w:r>
      <w:r w:rsidR="00E36F6A" w:rsidRPr="00F23192">
        <w:t>ai pas de temps à perdre en vaine causerie</w:t>
      </w:r>
      <w:r>
        <w:t xml:space="preserve">… </w:t>
      </w:r>
      <w:r w:rsidR="00E36F6A" w:rsidRPr="00F23192">
        <w:t>C</w:t>
      </w:r>
      <w:r>
        <w:t>’</w:t>
      </w:r>
      <w:r w:rsidR="00E36F6A" w:rsidRPr="00F23192">
        <w:t>est de cela qu</w:t>
      </w:r>
      <w:r>
        <w:t>’</w:t>
      </w:r>
      <w:r w:rsidR="00E36F6A" w:rsidRPr="00F23192">
        <w:t>il s</w:t>
      </w:r>
      <w:r>
        <w:t>’</w:t>
      </w:r>
      <w:r w:rsidR="00E36F6A" w:rsidRPr="00F23192">
        <w:t>agit</w:t>
      </w:r>
      <w:r>
        <w:t>.</w:t>
      </w:r>
    </w:p>
    <w:p w14:paraId="2A9BD766" w14:textId="77777777" w:rsidR="00D60A57" w:rsidRDefault="00E36F6A" w:rsidP="00D60A57">
      <w:r w:rsidRPr="00F23192">
        <w:t>Ce disant</w:t>
      </w:r>
      <w:r w:rsidR="00D60A57">
        <w:t xml:space="preserve">, </w:t>
      </w:r>
      <w:r w:rsidRPr="00F23192">
        <w:t>la Louve frappait sur la garde de son épée</w:t>
      </w:r>
      <w:r w:rsidR="00D60A57">
        <w:t>.</w:t>
      </w:r>
    </w:p>
    <w:p w14:paraId="0A3FE640" w14:textId="77777777" w:rsidR="00D60A57" w:rsidRDefault="00D60A57" w:rsidP="00D60A57">
      <w:r>
        <w:t>— </w:t>
      </w:r>
      <w:r w:rsidR="00E36F6A" w:rsidRPr="00F23192">
        <w:t>Oh</w:t>
      </w:r>
      <w:r>
        <w:t xml:space="preserve"> ! </w:t>
      </w:r>
      <w:r w:rsidR="00E36F6A" w:rsidRPr="00F23192">
        <w:t>oh</w:t>
      </w:r>
      <w:r>
        <w:t xml:space="preserve"> ! </w:t>
      </w:r>
      <w:r w:rsidR="00E36F6A" w:rsidRPr="00F23192">
        <w:t>se récria l</w:t>
      </w:r>
      <w:r>
        <w:t>’</w:t>
      </w:r>
      <w:r w:rsidR="00E36F6A" w:rsidRPr="00F23192">
        <w:t>autre</w:t>
      </w:r>
      <w:r>
        <w:t xml:space="preserve">, </w:t>
      </w:r>
      <w:r w:rsidR="00E36F6A" w:rsidRPr="00F23192">
        <w:t>l</w:t>
      </w:r>
      <w:r>
        <w:t>’</w:t>
      </w:r>
      <w:r w:rsidR="00E36F6A" w:rsidRPr="00F23192">
        <w:t>œil luisant</w:t>
      </w:r>
      <w:r>
        <w:t xml:space="preserve">, </w:t>
      </w:r>
      <w:r w:rsidR="00E36F6A" w:rsidRPr="00F23192">
        <w:t>une affaire d</w:t>
      </w:r>
      <w:r>
        <w:t>’</w:t>
      </w:r>
      <w:r w:rsidR="00E36F6A" w:rsidRPr="00F23192">
        <w:t>honneur</w:t>
      </w:r>
      <w:r>
        <w:t> ?</w:t>
      </w:r>
    </w:p>
    <w:p w14:paraId="13A76FB6" w14:textId="77777777" w:rsidR="00D60A57" w:rsidRDefault="00D60A57" w:rsidP="00D60A57">
      <w:r>
        <w:t>— </w:t>
      </w:r>
      <w:r w:rsidR="00E36F6A" w:rsidRPr="00F23192">
        <w:t>Si vous voulez</w:t>
      </w:r>
      <w:r>
        <w:t xml:space="preserve">… </w:t>
      </w:r>
      <w:r w:rsidR="00E36F6A" w:rsidRPr="00F23192">
        <w:t>mais de nature spéciale qui m</w:t>
      </w:r>
      <w:r>
        <w:t>’</w:t>
      </w:r>
      <w:r w:rsidR="00E36F6A" w:rsidRPr="00F23192">
        <w:t>oblige à être assuré du résultat</w:t>
      </w:r>
      <w:r>
        <w:t>.</w:t>
      </w:r>
    </w:p>
    <w:p w14:paraId="46191D18" w14:textId="77777777" w:rsidR="00D60A57" w:rsidRDefault="00E36F6A" w:rsidP="00D60A57">
      <w:r w:rsidRPr="00F23192">
        <w:t>Pour prononcer ces mots</w:t>
      </w:r>
      <w:r w:rsidR="00D60A57">
        <w:t xml:space="preserve">, </w:t>
      </w:r>
      <w:r w:rsidRPr="00F23192">
        <w:t>la voix de la jeune fille s</w:t>
      </w:r>
      <w:r w:rsidR="00D60A57">
        <w:t>’</w:t>
      </w:r>
      <w:r w:rsidRPr="00F23192">
        <w:t>était faite dure</w:t>
      </w:r>
      <w:r w:rsidR="00D60A57">
        <w:t xml:space="preserve">, </w:t>
      </w:r>
      <w:r w:rsidRPr="00F23192">
        <w:t>haineuse</w:t>
      </w:r>
      <w:r w:rsidR="00D60A57">
        <w:t xml:space="preserve">, </w:t>
      </w:r>
      <w:r w:rsidRPr="00F23192">
        <w:t xml:space="preserve">au point que </w:t>
      </w:r>
      <w:proofErr w:type="spellStart"/>
      <w:r w:rsidRPr="00F23192">
        <w:t>Perdonnet</w:t>
      </w:r>
      <w:proofErr w:type="spellEnd"/>
      <w:r w:rsidRPr="00F23192">
        <w:t xml:space="preserve"> lança</w:t>
      </w:r>
      <w:r w:rsidR="00D60A57">
        <w:t> :</w:t>
      </w:r>
    </w:p>
    <w:p w14:paraId="19701FE1" w14:textId="77777777" w:rsidR="00D60A57" w:rsidRDefault="00D60A57" w:rsidP="00D60A57">
      <w:r>
        <w:t>— </w:t>
      </w:r>
      <w:r w:rsidR="00E36F6A" w:rsidRPr="00F23192">
        <w:t>Quand on veut être certain du résultat d</w:t>
      </w:r>
      <w:r>
        <w:t>’</w:t>
      </w:r>
      <w:r w:rsidR="00E36F6A" w:rsidRPr="00F23192">
        <w:t>une rencontre</w:t>
      </w:r>
      <w:r>
        <w:t xml:space="preserve">, </w:t>
      </w:r>
      <w:r w:rsidR="00E36F6A" w:rsidRPr="00F23192">
        <w:t>il n</w:t>
      </w:r>
      <w:r>
        <w:t>’</w:t>
      </w:r>
      <w:r w:rsidR="00E36F6A" w:rsidRPr="00F23192">
        <w:t>est</w:t>
      </w:r>
      <w:r>
        <w:t xml:space="preserve">, </w:t>
      </w:r>
      <w:r w:rsidR="00E36F6A" w:rsidRPr="00F23192">
        <w:t>à ma connaissance</w:t>
      </w:r>
      <w:r>
        <w:t xml:space="preserve">, </w:t>
      </w:r>
      <w:r w:rsidR="00E36F6A" w:rsidRPr="00F23192">
        <w:t>qu</w:t>
      </w:r>
      <w:r>
        <w:t>’</w:t>
      </w:r>
      <w:r w:rsidR="00E36F6A" w:rsidRPr="00F23192">
        <w:t>un moyen</w:t>
      </w:r>
      <w:r>
        <w:t>…</w:t>
      </w:r>
    </w:p>
    <w:p w14:paraId="44039482" w14:textId="77777777" w:rsidR="00D60A57" w:rsidRDefault="00E36F6A" w:rsidP="00D60A57">
      <w:r w:rsidRPr="00F23192">
        <w:t>La jeune fille coupa</w:t>
      </w:r>
      <w:r w:rsidR="00D60A57">
        <w:t> :</w:t>
      </w:r>
    </w:p>
    <w:p w14:paraId="3A7C6778" w14:textId="77777777" w:rsidR="00D60A57" w:rsidRDefault="00D60A57" w:rsidP="00D60A57">
      <w:r>
        <w:t>— </w:t>
      </w:r>
      <w:r w:rsidR="00E36F6A" w:rsidRPr="00F23192">
        <w:t>Je vous comprends</w:t>
      </w:r>
      <w:r>
        <w:t xml:space="preserve">, </w:t>
      </w:r>
      <w:r w:rsidR="00E36F6A" w:rsidRPr="00F23192">
        <w:t>mais ce sont là des moyens dont il ne me convient pas d</w:t>
      </w:r>
      <w:r>
        <w:t>’</w:t>
      </w:r>
      <w:r w:rsidR="00E36F6A" w:rsidRPr="00F23192">
        <w:t>user</w:t>
      </w:r>
      <w:r>
        <w:t xml:space="preserve">… </w:t>
      </w:r>
      <w:r w:rsidR="00E36F6A" w:rsidRPr="00F23192">
        <w:t>C</w:t>
      </w:r>
      <w:r>
        <w:t>’</w:t>
      </w:r>
      <w:r w:rsidR="00E36F6A" w:rsidRPr="00F23192">
        <w:t>est au grand jour</w:t>
      </w:r>
      <w:r>
        <w:t xml:space="preserve">, </w:t>
      </w:r>
      <w:r w:rsidR="00E36F6A" w:rsidRPr="00F23192">
        <w:t>à la face de tous que la chose doit se faire</w:t>
      </w:r>
      <w:r>
        <w:t>…</w:t>
      </w:r>
    </w:p>
    <w:p w14:paraId="22FA92C7" w14:textId="77777777" w:rsidR="00D60A57" w:rsidRDefault="00E36F6A" w:rsidP="00D60A57">
      <w:r w:rsidRPr="00F23192">
        <w:t>L</w:t>
      </w:r>
      <w:r w:rsidR="00D60A57">
        <w:t>’</w:t>
      </w:r>
      <w:r w:rsidRPr="00F23192">
        <w:t>autre s</w:t>
      </w:r>
      <w:r w:rsidR="00D60A57">
        <w:t>’</w:t>
      </w:r>
      <w:r w:rsidRPr="00F23192">
        <w:t>inclina</w:t>
      </w:r>
      <w:r w:rsidR="00D60A57">
        <w:t>.</w:t>
      </w:r>
    </w:p>
    <w:p w14:paraId="2F11A583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différent</w:t>
      </w:r>
      <w:r>
        <w:t xml:space="preserve">, </w:t>
      </w:r>
      <w:r w:rsidR="00E36F6A" w:rsidRPr="00F23192">
        <w:t>mais en ce cas</w:t>
      </w:r>
      <w:r>
        <w:t>…</w:t>
      </w:r>
    </w:p>
    <w:p w14:paraId="5BDB0309" w14:textId="77777777" w:rsidR="00D60A57" w:rsidRDefault="00D60A57" w:rsidP="00D60A57">
      <w:r>
        <w:lastRenderedPageBreak/>
        <w:t>— </w:t>
      </w:r>
      <w:r w:rsidR="00E36F6A" w:rsidRPr="00F23192">
        <w:t>Vous avez</w:t>
      </w:r>
      <w:r>
        <w:t xml:space="preserve">, </w:t>
      </w:r>
      <w:r w:rsidR="00E36F6A" w:rsidRPr="00F23192">
        <w:t>je le sais</w:t>
      </w:r>
      <w:r>
        <w:t xml:space="preserve">, </w:t>
      </w:r>
      <w:r w:rsidR="00E36F6A" w:rsidRPr="00F23192">
        <w:t>dans votre arsenal</w:t>
      </w:r>
      <w:r>
        <w:t xml:space="preserve">, </w:t>
      </w:r>
      <w:r w:rsidR="00E36F6A" w:rsidRPr="00F23192">
        <w:t>certaines bottes infaillibles</w:t>
      </w:r>
      <w:r>
        <w:t xml:space="preserve">, </w:t>
      </w:r>
      <w:r w:rsidR="00E36F6A" w:rsidRPr="00F23192">
        <w:t>que je viens vous demander de m</w:t>
      </w:r>
      <w:r>
        <w:t>’</w:t>
      </w:r>
      <w:r w:rsidR="00E36F6A" w:rsidRPr="00F23192">
        <w:t>enseigner</w:t>
      </w:r>
      <w:r>
        <w:t xml:space="preserve">…, </w:t>
      </w:r>
      <w:r w:rsidR="00E36F6A" w:rsidRPr="00F23192">
        <w:t>décl</w:t>
      </w:r>
      <w:r w:rsidR="00E36F6A" w:rsidRPr="00F23192">
        <w:t>a</w:t>
      </w:r>
      <w:r w:rsidR="00E36F6A" w:rsidRPr="00F23192">
        <w:t>ra nettement la jeune fille</w:t>
      </w:r>
      <w:r>
        <w:t>.</w:t>
      </w:r>
    </w:p>
    <w:p w14:paraId="19D7F040" w14:textId="77777777" w:rsidR="00D60A57" w:rsidRDefault="00E36F6A" w:rsidP="00D60A57">
      <w:proofErr w:type="spellStart"/>
      <w:r w:rsidRPr="00F23192">
        <w:t>Perdonnet</w:t>
      </w:r>
      <w:proofErr w:type="spellEnd"/>
      <w:r w:rsidRPr="00F23192">
        <w:t xml:space="preserve"> hocha la tête</w:t>
      </w:r>
      <w:r w:rsidR="00D60A57">
        <w:t xml:space="preserve">, </w:t>
      </w:r>
      <w:r w:rsidRPr="00F23192">
        <w:t>murmurant</w:t>
      </w:r>
      <w:r w:rsidR="00D60A57">
        <w:t> :</w:t>
      </w:r>
    </w:p>
    <w:p w14:paraId="0843BFE2" w14:textId="77777777" w:rsidR="00D60A57" w:rsidRDefault="00D60A57" w:rsidP="00D60A57">
      <w:r>
        <w:t>— </w:t>
      </w:r>
      <w:r w:rsidR="00E36F6A" w:rsidRPr="00F23192">
        <w:t>Infaillible</w:t>
      </w:r>
      <w:r>
        <w:t xml:space="preserve">… </w:t>
      </w:r>
      <w:r w:rsidR="00E36F6A" w:rsidRPr="00F23192">
        <w:t>infaillible</w:t>
      </w:r>
      <w:r>
        <w:t>…</w:t>
      </w:r>
    </w:p>
    <w:p w14:paraId="67E71681" w14:textId="77777777" w:rsidR="00D60A57" w:rsidRDefault="00D60A57" w:rsidP="00D60A57">
      <w:r>
        <w:t>— </w:t>
      </w:r>
      <w:r w:rsidR="00E36F6A" w:rsidRPr="00F23192">
        <w:t>Combien</w:t>
      </w:r>
      <w:r>
        <w:t xml:space="preserve"> ? </w:t>
      </w:r>
      <w:r w:rsidR="00E36F6A" w:rsidRPr="00F23192">
        <w:t>demanda nettement le jeune Loup</w:t>
      </w:r>
      <w:r>
        <w:t>.</w:t>
      </w:r>
    </w:p>
    <w:p w14:paraId="57C4F6C4" w14:textId="77777777" w:rsidR="00D60A57" w:rsidRDefault="00E36F6A" w:rsidP="00D60A57">
      <w:r w:rsidRPr="00F23192">
        <w:t>L</w:t>
      </w:r>
      <w:r w:rsidR="00D60A57">
        <w:t>’</w:t>
      </w:r>
      <w:r w:rsidRPr="00F23192">
        <w:t>autre hésitait à se livrer</w:t>
      </w:r>
      <w:r w:rsidR="00D60A57">
        <w:t xml:space="preserve"> ; </w:t>
      </w:r>
      <w:r w:rsidRPr="00F23192">
        <w:t>pour se donner le temps de la réflexion</w:t>
      </w:r>
      <w:r w:rsidR="00D60A57">
        <w:t xml:space="preserve">, </w:t>
      </w:r>
      <w:r w:rsidRPr="00F23192">
        <w:t>il posa</w:t>
      </w:r>
      <w:r w:rsidR="00D60A57">
        <w:t>.</w:t>
      </w:r>
    </w:p>
    <w:p w14:paraId="1DB934AB" w14:textId="77777777" w:rsidR="00D60A57" w:rsidRDefault="00D60A57" w:rsidP="00D60A57">
      <w:r>
        <w:t>— </w:t>
      </w:r>
      <w:r w:rsidR="00E36F6A" w:rsidRPr="00F23192">
        <w:t>Il serait intéressant</w:t>
      </w:r>
      <w:r>
        <w:t xml:space="preserve">, </w:t>
      </w:r>
      <w:r w:rsidR="00E36F6A" w:rsidRPr="00F23192">
        <w:t>d</w:t>
      </w:r>
      <w:r>
        <w:t>’</w:t>
      </w:r>
      <w:r w:rsidR="00E36F6A" w:rsidRPr="00F23192">
        <w:t>abord</w:t>
      </w:r>
      <w:r>
        <w:t xml:space="preserve">, </w:t>
      </w:r>
      <w:r w:rsidR="00E36F6A" w:rsidRPr="00F23192">
        <w:t>de savoir à qui vous en avez</w:t>
      </w:r>
      <w:r>
        <w:t>…</w:t>
      </w:r>
    </w:p>
    <w:p w14:paraId="069175DC" w14:textId="77777777" w:rsidR="00D60A57" w:rsidRDefault="00D60A57" w:rsidP="00D60A57">
      <w:r>
        <w:t>— </w:t>
      </w:r>
      <w:r w:rsidR="00E36F6A" w:rsidRPr="00F23192">
        <w:t>En quoi ce détail est-il utile</w:t>
      </w:r>
      <w:r>
        <w:t> ?</w:t>
      </w:r>
    </w:p>
    <w:p w14:paraId="1A99807C" w14:textId="77777777" w:rsidR="00D60A57" w:rsidRDefault="00D60A57" w:rsidP="00D60A57">
      <w:r>
        <w:t>— </w:t>
      </w:r>
      <w:r w:rsidR="00E36F6A" w:rsidRPr="00F23192">
        <w:t>En ce sens que si</w:t>
      </w:r>
      <w:r>
        <w:t xml:space="preserve">, </w:t>
      </w:r>
      <w:r w:rsidR="00E36F6A" w:rsidRPr="00F23192">
        <w:t>d</w:t>
      </w:r>
      <w:r>
        <w:t>’</w:t>
      </w:r>
      <w:r w:rsidR="00E36F6A" w:rsidRPr="00F23192">
        <w:t>aventure</w:t>
      </w:r>
      <w:r>
        <w:t xml:space="preserve">, </w:t>
      </w:r>
      <w:r w:rsidR="00E36F6A" w:rsidRPr="00F23192">
        <w:t>je le connais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un ava</w:t>
      </w:r>
      <w:r w:rsidR="00E36F6A" w:rsidRPr="00F23192">
        <w:t>n</w:t>
      </w:r>
      <w:r w:rsidR="00E36F6A" w:rsidRPr="00F23192">
        <w:t>tage pour toi de savoir à l</w:t>
      </w:r>
      <w:r>
        <w:t>’</w:t>
      </w:r>
      <w:r w:rsidR="00E36F6A" w:rsidRPr="00F23192">
        <w:t>avance le jeu de ton adversaire</w:t>
      </w:r>
      <w:r>
        <w:t>…</w:t>
      </w:r>
    </w:p>
    <w:p w14:paraId="5324AC78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croyant constater chez son interlocutrice quelque hés</w:t>
      </w:r>
      <w:r w:rsidRPr="00F23192">
        <w:t>i</w:t>
      </w:r>
      <w:r w:rsidRPr="00F23192">
        <w:t>tation</w:t>
      </w:r>
      <w:r w:rsidR="00D60A57">
        <w:t xml:space="preserve">, </w:t>
      </w:r>
      <w:r w:rsidRPr="00F23192">
        <w:t>il protesta avec véhémence</w:t>
      </w:r>
      <w:r w:rsidR="00D60A57">
        <w:t> :</w:t>
      </w:r>
    </w:p>
    <w:p w14:paraId="36CFEB58" w14:textId="77777777" w:rsidR="00D60A57" w:rsidRDefault="00D60A57" w:rsidP="00D60A57">
      <w:r>
        <w:t>— </w:t>
      </w:r>
      <w:r w:rsidR="00E36F6A" w:rsidRPr="00F23192">
        <w:t>Je suis</w:t>
      </w:r>
      <w:r>
        <w:t xml:space="preserve">, </w:t>
      </w:r>
      <w:r w:rsidR="00E36F6A" w:rsidRPr="00F23192">
        <w:t>quand je le veux</w:t>
      </w:r>
      <w:r>
        <w:t xml:space="preserve">, </w:t>
      </w:r>
      <w:r w:rsidR="00E36F6A" w:rsidRPr="00F23192">
        <w:t>muet comme une carpe</w:t>
      </w:r>
      <w:r>
        <w:t>…</w:t>
      </w:r>
    </w:p>
    <w:p w14:paraId="2D4E7A8C" w14:textId="77777777" w:rsidR="00D60A57" w:rsidRDefault="00D60A57" w:rsidP="00D60A57">
      <w:r>
        <w:t>— </w:t>
      </w:r>
      <w:r w:rsidR="00E36F6A" w:rsidRPr="00F23192">
        <w:t>Je n</w:t>
      </w:r>
      <w:r>
        <w:t>’</w:t>
      </w:r>
      <w:r w:rsidR="00E36F6A" w:rsidRPr="00F23192">
        <w:t>en doute pas</w:t>
      </w:r>
      <w:r>
        <w:t xml:space="preserve">… </w:t>
      </w:r>
      <w:r w:rsidR="00E36F6A" w:rsidRPr="00F23192">
        <w:t>mais il faut vouloir</w:t>
      </w:r>
      <w:r>
        <w:t>…</w:t>
      </w:r>
    </w:p>
    <w:p w14:paraId="0476F441" w14:textId="77777777" w:rsidR="00D60A57" w:rsidRDefault="00E36F6A" w:rsidP="00D60A57">
      <w:r w:rsidRPr="00F23192">
        <w:t>Hésitante e</w:t>
      </w:r>
      <w:r w:rsidRPr="00F23192">
        <w:t>n</w:t>
      </w:r>
      <w:r w:rsidRPr="00F23192">
        <w:t>core</w:t>
      </w:r>
      <w:r w:rsidR="00D60A57">
        <w:t xml:space="preserve">, </w:t>
      </w:r>
      <w:r w:rsidRPr="00F23192">
        <w:t>elle ajouta</w:t>
      </w:r>
      <w:r w:rsidR="00D60A57">
        <w:t> :</w:t>
      </w:r>
    </w:p>
    <w:p w14:paraId="281F12AA" w14:textId="77777777" w:rsidR="00D60A57" w:rsidRDefault="00D60A57" w:rsidP="00D60A57">
      <w:r>
        <w:t>— </w:t>
      </w:r>
      <w:r w:rsidR="00E36F6A" w:rsidRPr="00F23192">
        <w:t>Si cela peut vous intéresser</w:t>
      </w:r>
      <w:r>
        <w:t xml:space="preserve">, </w:t>
      </w:r>
      <w:r w:rsidR="00E36F6A" w:rsidRPr="00F23192">
        <w:t>sachez qu</w:t>
      </w:r>
      <w:r>
        <w:t>’</w:t>
      </w:r>
      <w:r w:rsidR="00E36F6A" w:rsidRPr="00F23192">
        <w:t>en m</w:t>
      </w:r>
      <w:r>
        <w:t>’</w:t>
      </w:r>
      <w:r w:rsidR="00E36F6A" w:rsidRPr="00F23192">
        <w:t>aidant à vaincre</w:t>
      </w:r>
      <w:r>
        <w:t xml:space="preserve">, </w:t>
      </w:r>
      <w:r w:rsidR="00E36F6A" w:rsidRPr="00F23192">
        <w:t>vous travaillez au triomphe de la cause bretonne</w:t>
      </w:r>
      <w:r>
        <w:t>.</w:t>
      </w:r>
    </w:p>
    <w:p w14:paraId="058A19D9" w14:textId="77777777" w:rsidR="00D60A57" w:rsidRDefault="00E36F6A" w:rsidP="00D60A57">
      <w:r w:rsidRPr="00F23192">
        <w:t xml:space="preserve">Le sire de </w:t>
      </w:r>
      <w:proofErr w:type="spellStart"/>
      <w:r w:rsidRPr="00F23192">
        <w:t>Perdonnet</w:t>
      </w:r>
      <w:proofErr w:type="spellEnd"/>
      <w:r w:rsidRPr="00F23192">
        <w:t xml:space="preserve"> dressa l</w:t>
      </w:r>
      <w:r w:rsidR="00D60A57">
        <w:t>’</w:t>
      </w:r>
      <w:r w:rsidRPr="00F23192">
        <w:t>oreille</w:t>
      </w:r>
      <w:r w:rsidR="00D60A57">
        <w:t xml:space="preserve">, </w:t>
      </w:r>
      <w:r w:rsidRPr="00F23192">
        <w:t>se souvenant tout à coup de l</w:t>
      </w:r>
      <w:r w:rsidR="00D60A57">
        <w:t>’</w:t>
      </w:r>
      <w:r w:rsidRPr="00F23192">
        <w:t>entretien qu</w:t>
      </w:r>
      <w:r w:rsidR="00D60A57">
        <w:t>’</w:t>
      </w:r>
      <w:r w:rsidRPr="00F23192">
        <w:t xml:space="preserve">il avait surpris entre </w:t>
      </w:r>
      <w:proofErr w:type="spellStart"/>
      <w:r w:rsidRPr="00F23192">
        <w:t>Kerlor</w:t>
      </w:r>
      <w:proofErr w:type="spellEnd"/>
      <w:r w:rsidRPr="00F23192">
        <w:t xml:space="preserve"> et la Font</w:t>
      </w:r>
      <w:r w:rsidRPr="00F23192">
        <w:t>a</w:t>
      </w:r>
      <w:r w:rsidRPr="00F23192">
        <w:t>nelle</w:t>
      </w:r>
      <w:r w:rsidR="00D60A57">
        <w:t xml:space="preserve">, </w:t>
      </w:r>
      <w:r w:rsidRPr="00F23192">
        <w:t>il ne pouvait s</w:t>
      </w:r>
      <w:r w:rsidR="00D60A57">
        <w:t>’</w:t>
      </w:r>
      <w:r w:rsidRPr="00F23192">
        <w:t>empêcher de trouver une coïncidence étrange entre cette démarche et celle que se proposait de faire auprès de lui le duc</w:t>
      </w:r>
      <w:r w:rsidR="00D60A57">
        <w:t>.</w:t>
      </w:r>
    </w:p>
    <w:p w14:paraId="23687C04" w14:textId="77777777" w:rsidR="00D60A57" w:rsidRDefault="00E36F6A" w:rsidP="00D60A57">
      <w:r w:rsidRPr="00F23192">
        <w:lastRenderedPageBreak/>
        <w:t xml:space="preserve">Aussi ne </w:t>
      </w:r>
      <w:proofErr w:type="spellStart"/>
      <w:r w:rsidRPr="00F23192">
        <w:t>fut-il</w:t>
      </w:r>
      <w:proofErr w:type="spellEnd"/>
      <w:r w:rsidRPr="00F23192">
        <w:t xml:space="preserve"> pas autrement surpris quand sa visiteuse lui nomma </w:t>
      </w:r>
      <w:proofErr w:type="spellStart"/>
      <w:r w:rsidRPr="00F23192">
        <w:t>Kerlor</w:t>
      </w:r>
      <w:proofErr w:type="spellEnd"/>
      <w:r w:rsidR="00D60A57">
        <w:t>.</w:t>
      </w:r>
    </w:p>
    <w:p w14:paraId="5D8EEC5F" w14:textId="77777777" w:rsidR="00D60A57" w:rsidRDefault="00D60A57" w:rsidP="00D60A57">
      <w:r>
        <w:t>— </w:t>
      </w:r>
      <w:r w:rsidR="00E36F6A" w:rsidRPr="00F23192">
        <w:t>Juste Dieu</w:t>
      </w:r>
      <w:r>
        <w:t xml:space="preserve"> ! </w:t>
      </w:r>
      <w:r w:rsidR="00E36F6A" w:rsidRPr="00F23192">
        <w:t>s</w:t>
      </w:r>
      <w:r>
        <w:t>’</w:t>
      </w:r>
      <w:r w:rsidR="00E36F6A" w:rsidRPr="00F23192">
        <w:t>exclama-t-il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donc la mort que tu cherches</w:t>
      </w:r>
      <w:r>
        <w:t> ?</w:t>
      </w:r>
    </w:p>
    <w:p w14:paraId="09CD7429" w14:textId="77777777" w:rsidR="00D60A57" w:rsidRDefault="00D60A57" w:rsidP="00D60A57">
      <w:r>
        <w:t>— </w:t>
      </w:r>
      <w:r w:rsidR="00E36F6A" w:rsidRPr="00F23192">
        <w:t>Oui</w:t>
      </w:r>
      <w:r>
        <w:t xml:space="preserve">, </w:t>
      </w:r>
      <w:r w:rsidR="00E36F6A" w:rsidRPr="00F23192">
        <w:t>la sienne</w:t>
      </w:r>
      <w:r>
        <w:t>.</w:t>
      </w:r>
    </w:p>
    <w:p w14:paraId="29736022" w14:textId="77777777" w:rsidR="00D60A57" w:rsidRDefault="00E36F6A" w:rsidP="00D60A57">
      <w:r w:rsidRPr="00F23192">
        <w:t>Au ton farouche dont avaient été prononcées ces trois sy</w:t>
      </w:r>
      <w:r w:rsidRPr="00F23192">
        <w:t>l</w:t>
      </w:r>
      <w:r w:rsidRPr="00F23192">
        <w:t>labes</w:t>
      </w:r>
      <w:r w:rsidR="00D60A57">
        <w:t xml:space="preserve">, </w:t>
      </w:r>
      <w:proofErr w:type="spellStart"/>
      <w:r w:rsidRPr="00F23192">
        <w:t>Perdonnet</w:t>
      </w:r>
      <w:proofErr w:type="spellEnd"/>
      <w:r w:rsidR="00D60A57">
        <w:t xml:space="preserve">, </w:t>
      </w:r>
      <w:r w:rsidRPr="00F23192">
        <w:t>qui connaissait bien la jeune Louve</w:t>
      </w:r>
      <w:r w:rsidR="00D60A57">
        <w:t xml:space="preserve">, </w:t>
      </w:r>
      <w:r w:rsidRPr="00F23192">
        <w:t>comprit qu</w:t>
      </w:r>
      <w:r w:rsidR="00D60A57">
        <w:t>’</w:t>
      </w:r>
      <w:r w:rsidRPr="00F23192">
        <w:t>il se heurterait à une volonté qu</w:t>
      </w:r>
      <w:r w:rsidR="00D60A57">
        <w:t>’</w:t>
      </w:r>
      <w:r w:rsidRPr="00F23192">
        <w:t>aucun raisonnement ne pourrait briser</w:t>
      </w:r>
      <w:r w:rsidR="00D60A57">
        <w:t>.</w:t>
      </w:r>
    </w:p>
    <w:p w14:paraId="7393F820" w14:textId="77777777" w:rsidR="00D60A57" w:rsidRDefault="00E36F6A" w:rsidP="00D60A57">
      <w:r w:rsidRPr="00F23192">
        <w:t>Cependant</w:t>
      </w:r>
      <w:r w:rsidR="00D60A57">
        <w:t xml:space="preserve">, </w:t>
      </w:r>
      <w:r w:rsidRPr="00F23192">
        <w:t>il ne put s</w:t>
      </w:r>
      <w:r w:rsidR="00D60A57">
        <w:t>’</w:t>
      </w:r>
      <w:r w:rsidRPr="00F23192">
        <w:t>empêcher d</w:t>
      </w:r>
      <w:r w:rsidR="00D60A57">
        <w:t>’</w:t>
      </w:r>
      <w:r w:rsidRPr="00F23192">
        <w:t>observer</w:t>
      </w:r>
      <w:r w:rsidR="00D60A57">
        <w:t> :</w:t>
      </w:r>
    </w:p>
    <w:p w14:paraId="19365756" w14:textId="77777777" w:rsidR="00D60A57" w:rsidRDefault="00D60A57" w:rsidP="00D60A57">
      <w:r>
        <w:t>— </w:t>
      </w:r>
      <w:r w:rsidR="00E36F6A" w:rsidRPr="00F23192">
        <w:t xml:space="preserve">Mais le duc doit se rencontrer avec le jeune comte du </w:t>
      </w:r>
      <w:proofErr w:type="spellStart"/>
      <w:r w:rsidR="00E36F6A" w:rsidRPr="00F23192">
        <w:t>F</w:t>
      </w:r>
      <w:r w:rsidR="00E36F6A" w:rsidRPr="00F23192">
        <w:t>a</w:t>
      </w:r>
      <w:r w:rsidR="00E36F6A" w:rsidRPr="00F23192">
        <w:t>louët</w:t>
      </w:r>
      <w:proofErr w:type="spellEnd"/>
      <w:r>
        <w:t>…</w:t>
      </w:r>
    </w:p>
    <w:p w14:paraId="134C89A1" w14:textId="77777777" w:rsidR="00D60A57" w:rsidRDefault="00D60A57" w:rsidP="00D60A57">
      <w:r>
        <w:t>— </w:t>
      </w:r>
      <w:r w:rsidR="00E36F6A" w:rsidRPr="00F23192">
        <w:t xml:space="preserve">Le comte 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ne se présentera pas puisqu</w:t>
      </w:r>
      <w:r>
        <w:t>’</w:t>
      </w:r>
      <w:r w:rsidR="00E36F6A" w:rsidRPr="00F23192">
        <w:t>il est mort</w:t>
      </w:r>
      <w:r>
        <w:t xml:space="preserve">, </w:t>
      </w:r>
      <w:r w:rsidR="00E36F6A" w:rsidRPr="00F23192">
        <w:t>riposta la jeune fille</w:t>
      </w:r>
      <w:r>
        <w:t>.</w:t>
      </w:r>
    </w:p>
    <w:p w14:paraId="50A21090" w14:textId="77777777" w:rsidR="00D60A57" w:rsidRDefault="00D60A57" w:rsidP="00D60A57">
      <w:r>
        <w:t>— </w:t>
      </w:r>
      <w:r w:rsidR="00E36F6A" w:rsidRPr="00F23192">
        <w:t>Alors</w:t>
      </w:r>
      <w:r>
        <w:t xml:space="preserve">, </w:t>
      </w:r>
      <w:r w:rsidR="00E36F6A" w:rsidRPr="00F23192">
        <w:t>tu prends sa place</w:t>
      </w:r>
      <w:r>
        <w:t> ?…</w:t>
      </w:r>
    </w:p>
    <w:p w14:paraId="782AED82" w14:textId="77777777" w:rsidR="00D60A57" w:rsidRDefault="00D60A57" w:rsidP="00D60A57">
      <w:r>
        <w:t>— </w:t>
      </w:r>
      <w:r w:rsidR="00E36F6A" w:rsidRPr="00F23192">
        <w:t>Je n</w:t>
      </w:r>
      <w:r>
        <w:t>’</w:t>
      </w:r>
      <w:r w:rsidR="00E36F6A" w:rsidRPr="00F23192">
        <w:t>ai aucune raison pour cela</w:t>
      </w:r>
      <w:r>
        <w:t xml:space="preserve">, </w:t>
      </w:r>
      <w:r w:rsidR="00E36F6A" w:rsidRPr="00F23192">
        <w:t>répliqua-t-elle hard</w:t>
      </w:r>
      <w:r w:rsidR="00E36F6A" w:rsidRPr="00F23192">
        <w:t>i</w:t>
      </w:r>
      <w:r w:rsidR="00E36F6A" w:rsidRPr="00F23192">
        <w:t>ment</w:t>
      </w:r>
      <w:r>
        <w:t xml:space="preserve">… </w:t>
      </w:r>
      <w:r w:rsidR="00E36F6A" w:rsidRPr="00F23192">
        <w:t>Je me bats pour mon compte et je ne dois d</w:t>
      </w:r>
      <w:r>
        <w:t>’</w:t>
      </w:r>
      <w:r w:rsidR="00E36F6A" w:rsidRPr="00F23192">
        <w:t>explication à qui que ce soit</w:t>
      </w:r>
      <w:r>
        <w:t>…</w:t>
      </w:r>
    </w:p>
    <w:p w14:paraId="26298E17" w14:textId="77777777" w:rsidR="00D60A57" w:rsidRDefault="00D60A57" w:rsidP="00D60A57">
      <w:r>
        <w:t>— </w:t>
      </w:r>
      <w:r w:rsidR="00E36F6A" w:rsidRPr="00F23192">
        <w:t>Paix</w:t>
      </w:r>
      <w:r>
        <w:t xml:space="preserve">, </w:t>
      </w:r>
      <w:r w:rsidR="00E36F6A" w:rsidRPr="00F23192">
        <w:t>mon jeune coq</w:t>
      </w:r>
      <w:r>
        <w:t xml:space="preserve">… </w:t>
      </w:r>
      <w:r w:rsidR="00E36F6A" w:rsidRPr="00F23192">
        <w:t>Paix</w:t>
      </w:r>
      <w:r>
        <w:t xml:space="preserve">… </w:t>
      </w:r>
      <w:r w:rsidR="00E36F6A" w:rsidRPr="00F23192">
        <w:t>Je n</w:t>
      </w:r>
      <w:r>
        <w:t>’</w:t>
      </w:r>
      <w:r w:rsidR="00E36F6A" w:rsidRPr="00F23192">
        <w:t>en demande pas tant</w:t>
      </w:r>
      <w:r>
        <w:t>.</w:t>
      </w:r>
    </w:p>
    <w:p w14:paraId="6CED4150" w14:textId="77777777" w:rsidR="00D60A57" w:rsidRDefault="00E36F6A" w:rsidP="00D60A57">
      <w:r w:rsidRPr="00F23192">
        <w:t>Il ajouta</w:t>
      </w:r>
      <w:r w:rsidR="00D60A57">
        <w:t xml:space="preserve">, </w:t>
      </w:r>
      <w:r w:rsidRPr="00F23192">
        <w:t>pensif</w:t>
      </w:r>
      <w:r w:rsidR="00D60A57">
        <w:t> :</w:t>
      </w:r>
    </w:p>
    <w:p w14:paraId="57684F97" w14:textId="77777777" w:rsidR="00D60A57" w:rsidRDefault="00D60A57" w:rsidP="00D60A57">
      <w:r>
        <w:t>— </w:t>
      </w:r>
      <w:r w:rsidR="00E36F6A" w:rsidRPr="00F23192">
        <w:t>En tous cas</w:t>
      </w:r>
      <w:r>
        <w:t xml:space="preserve">, </w:t>
      </w:r>
      <w:r w:rsidR="00E36F6A" w:rsidRPr="00F23192">
        <w:t>félicite-toi d</w:t>
      </w:r>
      <w:r>
        <w:t>’</w:t>
      </w:r>
      <w:r w:rsidR="00E36F6A" w:rsidRPr="00F23192">
        <w:t>avoir parlé</w:t>
      </w:r>
      <w:r>
        <w:t xml:space="preserve">… </w:t>
      </w:r>
      <w:r w:rsidR="00E36F6A" w:rsidRPr="00F23192">
        <w:t>Ta franchise te sauvera peut-être la peau</w:t>
      </w:r>
      <w:r>
        <w:t>.</w:t>
      </w:r>
    </w:p>
    <w:p w14:paraId="4F73F66E" w14:textId="77777777" w:rsidR="00D60A57" w:rsidRDefault="00E36F6A" w:rsidP="00D60A57">
      <w:r w:rsidRPr="00F23192">
        <w:t>Comme la jeune fille attachait sur lui un regard qui inte</w:t>
      </w:r>
      <w:r w:rsidRPr="00F23192">
        <w:t>r</w:t>
      </w:r>
      <w:r w:rsidRPr="00F23192">
        <w:t>rogeait</w:t>
      </w:r>
      <w:r w:rsidR="00D60A57">
        <w:t xml:space="preserve">, </w:t>
      </w:r>
      <w:proofErr w:type="spellStart"/>
      <w:r w:rsidRPr="00F23192">
        <w:t>Perdonnet</w:t>
      </w:r>
      <w:proofErr w:type="spellEnd"/>
      <w:r w:rsidRPr="00F23192">
        <w:t xml:space="preserve"> bougonna</w:t>
      </w:r>
      <w:r w:rsidR="00D60A57">
        <w:t> :</w:t>
      </w:r>
    </w:p>
    <w:p w14:paraId="5977617F" w14:textId="77777777" w:rsidR="00D60A57" w:rsidRDefault="00D60A57" w:rsidP="00D60A57">
      <w:r>
        <w:t>— </w:t>
      </w:r>
      <w:r w:rsidR="00E36F6A" w:rsidRPr="00F23192">
        <w:t>Je m</w:t>
      </w:r>
      <w:r>
        <w:t>’</w:t>
      </w:r>
      <w:r w:rsidR="00E36F6A" w:rsidRPr="00F23192">
        <w:t>entends</w:t>
      </w:r>
      <w:r>
        <w:t>.</w:t>
      </w:r>
    </w:p>
    <w:p w14:paraId="7176CF23" w14:textId="77777777" w:rsidR="00D60A57" w:rsidRDefault="00E36F6A" w:rsidP="00D60A57">
      <w:r w:rsidRPr="00F23192">
        <w:lastRenderedPageBreak/>
        <w:t>Et brusquement</w:t>
      </w:r>
      <w:r w:rsidR="00D60A57">
        <w:t> :</w:t>
      </w:r>
    </w:p>
    <w:p w14:paraId="61659578" w14:textId="77777777" w:rsidR="00D60A57" w:rsidRDefault="00D60A57" w:rsidP="00D60A57">
      <w:r>
        <w:t>— </w:t>
      </w:r>
      <w:r w:rsidR="00E36F6A" w:rsidRPr="00F23192">
        <w:t>Pourpoint bas</w:t>
      </w:r>
      <w:r>
        <w:t xml:space="preserve">, </w:t>
      </w:r>
      <w:r w:rsidR="00E36F6A" w:rsidRPr="00F23192">
        <w:t>mon jeune ami et l</w:t>
      </w:r>
      <w:r>
        <w:t>’</w:t>
      </w:r>
      <w:r w:rsidR="00E36F6A" w:rsidRPr="00F23192">
        <w:t>épée au clair</w:t>
      </w:r>
      <w:r>
        <w:t xml:space="preserve">, </w:t>
      </w:r>
      <w:r w:rsidR="00E36F6A" w:rsidRPr="00F23192">
        <w:t>nous a</w:t>
      </w:r>
      <w:r w:rsidR="00E36F6A" w:rsidRPr="00F23192">
        <w:t>l</w:t>
      </w:r>
      <w:r w:rsidR="00E36F6A" w:rsidRPr="00F23192">
        <w:t>lons voir à préparer cette conversation dont le duc doit faire les frais</w:t>
      </w:r>
      <w:r>
        <w:t>.</w:t>
      </w:r>
    </w:p>
    <w:p w14:paraId="2C3BCBCA" w14:textId="77777777" w:rsidR="00D60A57" w:rsidRDefault="00E36F6A" w:rsidP="00D60A57">
      <w:r w:rsidRPr="00F23192">
        <w:t>Tandis que la jeune fille obéissait à cette invite</w:t>
      </w:r>
      <w:r w:rsidR="00D60A57">
        <w:t xml:space="preserve">, </w:t>
      </w:r>
      <w:proofErr w:type="spellStart"/>
      <w:r w:rsidRPr="00F23192">
        <w:t>Perdonnet</w:t>
      </w:r>
      <w:proofErr w:type="spellEnd"/>
      <w:r w:rsidRPr="00F23192">
        <w:t xml:space="preserve"> s</w:t>
      </w:r>
      <w:r w:rsidR="00D60A57">
        <w:t>’</w:t>
      </w:r>
      <w:r w:rsidRPr="00F23192">
        <w:t>en allait décrocher d</w:t>
      </w:r>
      <w:r w:rsidR="00D60A57">
        <w:t>’</w:t>
      </w:r>
      <w:r w:rsidRPr="00F23192">
        <w:t>une panoplie</w:t>
      </w:r>
      <w:r w:rsidR="00D60A57">
        <w:t xml:space="preserve">, </w:t>
      </w:r>
      <w:r w:rsidRPr="00F23192">
        <w:t>une forte épée dont il fit d</w:t>
      </w:r>
      <w:r w:rsidR="00D60A57">
        <w:t>’</w:t>
      </w:r>
      <w:r w:rsidRPr="00F23192">
        <w:t>un fouetté sec</w:t>
      </w:r>
      <w:r w:rsidR="00D60A57">
        <w:t xml:space="preserve">, </w:t>
      </w:r>
      <w:r w:rsidRPr="00F23192">
        <w:t>vibrer la lame</w:t>
      </w:r>
      <w:r w:rsidR="00D60A57">
        <w:t xml:space="preserve"> ; </w:t>
      </w:r>
      <w:r w:rsidRPr="00F23192">
        <w:t>après quoi</w:t>
      </w:r>
      <w:r w:rsidR="00D60A57">
        <w:t xml:space="preserve">, </w:t>
      </w:r>
      <w:r w:rsidRPr="00F23192">
        <w:t>il frappa par deux fois du pied le plancher</w:t>
      </w:r>
      <w:r w:rsidR="00D60A57">
        <w:t xml:space="preserve">, </w:t>
      </w:r>
      <w:r w:rsidRPr="00F23192">
        <w:t>engagea l</w:t>
      </w:r>
      <w:r w:rsidR="00D60A57">
        <w:t>’</w:t>
      </w:r>
      <w:r w:rsidRPr="00F23192">
        <w:t>arme d</w:t>
      </w:r>
      <w:r w:rsidR="00D60A57">
        <w:t>’</w:t>
      </w:r>
      <w:r w:rsidRPr="00F23192">
        <w:t>un froissé violent et la leçon commença</w:t>
      </w:r>
      <w:r w:rsidR="00D60A57">
        <w:t>.</w:t>
      </w:r>
    </w:p>
    <w:p w14:paraId="3433CD80" w14:textId="77777777" w:rsidR="00D60A57" w:rsidRDefault="00D60A57" w:rsidP="00D60A57">
      <w:r>
        <w:t>— </w:t>
      </w:r>
      <w:r w:rsidR="00E36F6A" w:rsidRPr="00F23192">
        <w:t>Pardieu</w:t>
      </w:r>
      <w:r>
        <w:t xml:space="preserve"> ! </w:t>
      </w:r>
      <w:r w:rsidR="00E36F6A" w:rsidRPr="00F23192">
        <w:t>déclara-t-il après une passe rapide</w:t>
      </w:r>
      <w:r>
        <w:t xml:space="preserve">, </w:t>
      </w:r>
      <w:r w:rsidR="00E36F6A" w:rsidRPr="00F23192">
        <w:t>te voici en forme</w:t>
      </w:r>
      <w:r>
        <w:t xml:space="preserve">, </w:t>
      </w:r>
      <w:r w:rsidR="00E36F6A" w:rsidRPr="00F23192">
        <w:t>comme rarement je t</w:t>
      </w:r>
      <w:r>
        <w:t>’</w:t>
      </w:r>
      <w:r w:rsidR="00E36F6A" w:rsidRPr="00F23192">
        <w:t>ai vu</w:t>
      </w:r>
      <w:r>
        <w:t>…</w:t>
      </w:r>
    </w:p>
    <w:p w14:paraId="663F2946" w14:textId="77777777" w:rsidR="00D60A57" w:rsidRDefault="00E36F6A" w:rsidP="00D60A57">
      <w:r w:rsidRPr="00F23192">
        <w:t>Il ajouta cependant</w:t>
      </w:r>
      <w:r w:rsidR="00D60A57">
        <w:t xml:space="preserve">, </w:t>
      </w:r>
      <w:r w:rsidRPr="00F23192">
        <w:t>en manière de restriction</w:t>
      </w:r>
      <w:r w:rsidR="00D60A57">
        <w:t> :</w:t>
      </w:r>
    </w:p>
    <w:p w14:paraId="6C6011D1" w14:textId="77777777" w:rsidR="00D60A57" w:rsidRDefault="00D60A57" w:rsidP="00D60A57">
      <w:r>
        <w:t>— </w:t>
      </w:r>
      <w:r w:rsidR="00E36F6A" w:rsidRPr="00F23192">
        <w:t>Mais</w:t>
      </w:r>
      <w:r>
        <w:t xml:space="preserve">, </w:t>
      </w:r>
      <w:r w:rsidR="00E36F6A" w:rsidRPr="00F23192">
        <w:t>avec un adversaire tel que celui-là</w:t>
      </w:r>
      <w:r>
        <w:t xml:space="preserve">, </w:t>
      </w:r>
      <w:r w:rsidR="00E36F6A" w:rsidRPr="00F23192">
        <w:t>ce serait insuff</w:t>
      </w:r>
      <w:r w:rsidR="00E36F6A" w:rsidRPr="00F23192">
        <w:t>i</w:t>
      </w:r>
      <w:r w:rsidR="00E36F6A" w:rsidRPr="00F23192">
        <w:t>sant</w:t>
      </w:r>
      <w:r>
        <w:t>.</w:t>
      </w:r>
    </w:p>
    <w:p w14:paraId="413AE7C5" w14:textId="77777777" w:rsidR="00D60A57" w:rsidRDefault="00D60A57" w:rsidP="00D60A57">
      <w:r>
        <w:t>— </w:t>
      </w:r>
      <w:r w:rsidR="00E36F6A" w:rsidRPr="00F23192">
        <w:t>Il faut cependant</w:t>
      </w:r>
      <w:r>
        <w:t xml:space="preserve">, </w:t>
      </w:r>
      <w:r w:rsidR="00E36F6A" w:rsidRPr="00F23192">
        <w:t>commença la jeune fille avec vi</w:t>
      </w:r>
      <w:r w:rsidR="00E36F6A" w:rsidRPr="00F23192">
        <w:t>o</w:t>
      </w:r>
      <w:r w:rsidR="00E36F6A" w:rsidRPr="00F23192">
        <w:t>lence</w:t>
      </w:r>
      <w:r>
        <w:t>…</w:t>
      </w:r>
    </w:p>
    <w:p w14:paraId="50906783" w14:textId="77777777" w:rsidR="00D60A57" w:rsidRDefault="00D60A57" w:rsidP="00D60A57">
      <w:r>
        <w:t>— </w:t>
      </w:r>
      <w:r w:rsidR="00E36F6A" w:rsidRPr="00F23192">
        <w:t>La volonté n</w:t>
      </w:r>
      <w:r>
        <w:t>’</w:t>
      </w:r>
      <w:r w:rsidR="00E36F6A" w:rsidRPr="00F23192">
        <w:t>est pas toujours maîtresse</w:t>
      </w:r>
      <w:r>
        <w:t xml:space="preserve">, </w:t>
      </w:r>
      <w:r w:rsidR="00E36F6A" w:rsidRPr="00F23192">
        <w:t>insinua l</w:t>
      </w:r>
      <w:r>
        <w:t>’</w:t>
      </w:r>
      <w:r w:rsidR="00E36F6A" w:rsidRPr="00F23192">
        <w:t>escrimeur</w:t>
      </w:r>
      <w:r>
        <w:t>.</w:t>
      </w:r>
    </w:p>
    <w:p w14:paraId="00C2A2AD" w14:textId="77777777" w:rsidR="00D60A57" w:rsidRDefault="00E36F6A" w:rsidP="00D60A57">
      <w:r w:rsidRPr="00F23192">
        <w:t>Et comme la jeune fille manifestait une déception proche du vrai désespoir</w:t>
      </w:r>
      <w:r w:rsidR="00D60A57">
        <w:t xml:space="preserve">, </w:t>
      </w:r>
      <w:proofErr w:type="spellStart"/>
      <w:r w:rsidRPr="00F23192">
        <w:t>Perdonnet</w:t>
      </w:r>
      <w:proofErr w:type="spellEnd"/>
      <w:r w:rsidRPr="00F23192">
        <w:t xml:space="preserve"> rectifia d</w:t>
      </w:r>
      <w:r w:rsidR="00D60A57">
        <w:t>’</w:t>
      </w:r>
      <w:r w:rsidRPr="00F23192">
        <w:t>un ton bon enfant</w:t>
      </w:r>
      <w:r w:rsidR="00D60A57">
        <w:t> :</w:t>
      </w:r>
    </w:p>
    <w:p w14:paraId="5DC522E2" w14:textId="77777777" w:rsidR="00D60A57" w:rsidRDefault="00D60A57" w:rsidP="00D60A57">
      <w:r>
        <w:t>— </w:t>
      </w:r>
      <w:r w:rsidR="00E36F6A" w:rsidRPr="00F23192">
        <w:t>Mais il arrive parfois qu</w:t>
      </w:r>
      <w:r>
        <w:t>’</w:t>
      </w:r>
      <w:r w:rsidR="00E36F6A" w:rsidRPr="00F23192">
        <w:t>un miracle s</w:t>
      </w:r>
      <w:r>
        <w:t>’</w:t>
      </w:r>
      <w:r w:rsidR="00E36F6A" w:rsidRPr="00F23192">
        <w:t>opère par la grâce d</w:t>
      </w:r>
      <w:r>
        <w:t>’</w:t>
      </w:r>
      <w:r w:rsidR="00E36F6A" w:rsidRPr="00F23192">
        <w:t>un bon ami</w:t>
      </w:r>
      <w:r>
        <w:t>.</w:t>
      </w:r>
    </w:p>
    <w:p w14:paraId="73714DFE" w14:textId="77777777" w:rsidR="00D60A57" w:rsidRDefault="00E36F6A" w:rsidP="00D60A57">
      <w:r w:rsidRPr="00F23192">
        <w:t>Elle s</w:t>
      </w:r>
      <w:r w:rsidR="00D60A57">
        <w:t>’</w:t>
      </w:r>
      <w:r w:rsidRPr="00F23192">
        <w:t>exclama</w:t>
      </w:r>
      <w:r w:rsidR="00D60A57">
        <w:t xml:space="preserve">, </w:t>
      </w:r>
      <w:r w:rsidRPr="00F23192">
        <w:t>presque suppliante</w:t>
      </w:r>
      <w:r w:rsidR="00D60A57">
        <w:t> :</w:t>
      </w:r>
    </w:p>
    <w:p w14:paraId="4ED753B0" w14:textId="77777777" w:rsidR="00D60A57" w:rsidRDefault="00D60A57" w:rsidP="00D60A57">
      <w:r>
        <w:t>— </w:t>
      </w:r>
      <w:r w:rsidR="00E36F6A" w:rsidRPr="00F23192">
        <w:t>Serez-vous cet ami-là</w:t>
      </w:r>
      <w:r>
        <w:t> ?</w:t>
      </w:r>
    </w:p>
    <w:p w14:paraId="1596B6B8" w14:textId="77777777" w:rsidR="00D60A57" w:rsidRDefault="00E36F6A" w:rsidP="00D60A57">
      <w:r w:rsidRPr="00F23192">
        <w:t>Il sourit mystérieusement</w:t>
      </w:r>
      <w:r w:rsidR="00D60A57">
        <w:t>.</w:t>
      </w:r>
    </w:p>
    <w:p w14:paraId="78102A15" w14:textId="77777777" w:rsidR="00D60A57" w:rsidRDefault="00D60A57" w:rsidP="00D60A57">
      <w:r>
        <w:t>— </w:t>
      </w:r>
      <w:r w:rsidR="00E36F6A" w:rsidRPr="00F23192">
        <w:t>Tu vas en juger</w:t>
      </w:r>
      <w:r>
        <w:t xml:space="preserve"> !… </w:t>
      </w:r>
      <w:r w:rsidR="00E36F6A" w:rsidRPr="00F23192">
        <w:t>En garde</w:t>
      </w:r>
      <w:r>
        <w:t xml:space="preserve">, </w:t>
      </w:r>
      <w:r w:rsidR="00E36F6A" w:rsidRPr="00F23192">
        <w:t>et suis-moi bien</w:t>
      </w:r>
      <w:r>
        <w:t>.</w:t>
      </w:r>
    </w:p>
    <w:p w14:paraId="5EE7CBF3" w14:textId="77777777" w:rsidR="00D60A57" w:rsidRDefault="00E36F6A" w:rsidP="00D60A57">
      <w:r w:rsidRPr="00F23192">
        <w:lastRenderedPageBreak/>
        <w:t>Il engagea le fer et commença sa démonstration</w:t>
      </w:r>
      <w:r w:rsidR="00D60A57">
        <w:t xml:space="preserve">, </w:t>
      </w:r>
      <w:r w:rsidRPr="00F23192">
        <w:t>tout en ferraillant</w:t>
      </w:r>
      <w:r w:rsidR="00D60A57">
        <w:t>.</w:t>
      </w:r>
    </w:p>
    <w:p w14:paraId="689B68A9" w14:textId="77777777" w:rsidR="00D60A57" w:rsidRDefault="00D60A57" w:rsidP="00D60A57">
      <w:r>
        <w:t>— </w:t>
      </w:r>
      <w:r w:rsidR="00E36F6A" w:rsidRPr="00F23192">
        <w:t>Il attaque en tierce</w:t>
      </w:r>
      <w:r>
        <w:t xml:space="preserve"> !… </w:t>
      </w:r>
      <w:r w:rsidR="00E36F6A" w:rsidRPr="00F23192">
        <w:t>Tu doubles dessus et te fends à ton tour</w:t>
      </w:r>
      <w:r>
        <w:t xml:space="preserve">… </w:t>
      </w:r>
      <w:r w:rsidR="00E36F6A" w:rsidRPr="00F23192">
        <w:t>Il riposte en écartant ton épée par un froissé</w:t>
      </w:r>
      <w:r>
        <w:t xml:space="preserve">, </w:t>
      </w:r>
      <w:r w:rsidR="00E36F6A" w:rsidRPr="00F23192">
        <w:t>pour rev</w:t>
      </w:r>
      <w:r w:rsidR="00E36F6A" w:rsidRPr="00F23192">
        <w:t>e</w:t>
      </w:r>
      <w:r w:rsidR="00E36F6A" w:rsidRPr="00F23192">
        <w:t>nir en ligne</w:t>
      </w:r>
      <w:r>
        <w:t xml:space="preserve">, </w:t>
      </w:r>
      <w:r w:rsidR="00E36F6A" w:rsidRPr="00F23192">
        <w:t>doubler dessus et brusquement</w:t>
      </w:r>
      <w:r>
        <w:t xml:space="preserve">, </w:t>
      </w:r>
      <w:r w:rsidR="00E36F6A" w:rsidRPr="00F23192">
        <w:t>se courbant</w:t>
      </w:r>
      <w:r>
        <w:t xml:space="preserve">, </w:t>
      </w:r>
      <w:r w:rsidR="00E36F6A" w:rsidRPr="00F23192">
        <w:t>a</w:t>
      </w:r>
      <w:r w:rsidR="00E36F6A" w:rsidRPr="00F23192">
        <w:t>p</w:t>
      </w:r>
      <w:r w:rsidR="00E36F6A" w:rsidRPr="00F23192">
        <w:t>puyé de la main gauche à terre</w:t>
      </w:r>
      <w:r>
        <w:t xml:space="preserve">, </w:t>
      </w:r>
      <w:r w:rsidR="00E36F6A" w:rsidRPr="00F23192">
        <w:t>glisser son épée sous la tienne et te la loger dans le flanc droit</w:t>
      </w:r>
      <w:r>
        <w:t>.</w:t>
      </w:r>
    </w:p>
    <w:p w14:paraId="1A407B85" w14:textId="77777777" w:rsidR="00D60A57" w:rsidRDefault="00E36F6A" w:rsidP="00D60A57">
      <w:r w:rsidRPr="00F23192">
        <w:t>Ayant dit</w:t>
      </w:r>
      <w:r w:rsidR="00D60A57">
        <w:t xml:space="preserve">, </w:t>
      </w:r>
      <w:proofErr w:type="spellStart"/>
      <w:r w:rsidRPr="00F23192">
        <w:t>Perdonnet</w:t>
      </w:r>
      <w:proofErr w:type="spellEnd"/>
      <w:r w:rsidRPr="00F23192">
        <w:t xml:space="preserve"> conclut sa démonstration de ces mots prononcés avec emphase</w:t>
      </w:r>
      <w:r w:rsidR="00D60A57">
        <w:t> :</w:t>
      </w:r>
    </w:p>
    <w:p w14:paraId="4DB9A69F" w14:textId="77777777" w:rsidR="00D60A57" w:rsidRDefault="00D60A57" w:rsidP="00D60A57">
      <w:r>
        <w:t>— </w:t>
      </w:r>
      <w:r w:rsidR="00E36F6A" w:rsidRPr="00F23192">
        <w:t xml:space="preserve">Ainsi mourut </w:t>
      </w:r>
      <w:r>
        <w:t>M. </w:t>
      </w:r>
      <w:r w:rsidR="00E36F6A" w:rsidRPr="00F23192">
        <w:t xml:space="preserve">le duc de </w:t>
      </w:r>
      <w:proofErr w:type="spellStart"/>
      <w:r w:rsidR="00E36F6A" w:rsidRPr="00F23192">
        <w:t>Kerlor</w:t>
      </w:r>
      <w:proofErr w:type="spellEnd"/>
      <w:r>
        <w:t>.</w:t>
      </w:r>
    </w:p>
    <w:p w14:paraId="58176465" w14:textId="77777777" w:rsidR="00D60A57" w:rsidRDefault="00E36F6A" w:rsidP="00D60A57">
      <w:r w:rsidRPr="00F23192">
        <w:t>La jeune fille tressai</w:t>
      </w:r>
      <w:r w:rsidRPr="00F23192">
        <w:t>l</w:t>
      </w:r>
      <w:r w:rsidRPr="00F23192">
        <w:t>lit</w:t>
      </w:r>
      <w:r w:rsidR="00D60A57">
        <w:t>.</w:t>
      </w:r>
    </w:p>
    <w:p w14:paraId="276F3CDF" w14:textId="77777777" w:rsidR="00D60A57" w:rsidRDefault="00D60A57" w:rsidP="00D60A57">
      <w:r>
        <w:t>— </w:t>
      </w:r>
      <w:r w:rsidR="00E36F6A" w:rsidRPr="00F23192">
        <w:t>Qui vous a dit</w:t>
      </w:r>
      <w:r>
        <w:t xml:space="preserve"> ? </w:t>
      </w:r>
      <w:r w:rsidR="00E36F6A" w:rsidRPr="00F23192">
        <w:t>commença-t-elle</w:t>
      </w:r>
      <w:r>
        <w:t>.</w:t>
      </w:r>
    </w:p>
    <w:p w14:paraId="31BF17FE" w14:textId="77777777" w:rsidR="00D60A57" w:rsidRDefault="00E36F6A" w:rsidP="00D60A57">
      <w:r w:rsidRPr="00F23192">
        <w:t>Il ne la laissa pas achever sa phrase et répondit évasiv</w:t>
      </w:r>
      <w:r w:rsidRPr="00F23192">
        <w:t>e</w:t>
      </w:r>
      <w:r w:rsidRPr="00F23192">
        <w:t>ment</w:t>
      </w:r>
      <w:r w:rsidR="00D60A57">
        <w:t> :</w:t>
      </w:r>
    </w:p>
    <w:p w14:paraId="52DDEE6B" w14:textId="77777777" w:rsidR="00D60A57" w:rsidRDefault="00D60A57" w:rsidP="00D60A57">
      <w:r>
        <w:t>— </w:t>
      </w:r>
      <w:r w:rsidR="00E36F6A" w:rsidRPr="00F23192">
        <w:t>Les astres avec lesquels</w:t>
      </w:r>
      <w:r>
        <w:t xml:space="preserve">, </w:t>
      </w:r>
      <w:r w:rsidR="00E36F6A" w:rsidRPr="00F23192">
        <w:t>quand j</w:t>
      </w:r>
      <w:r>
        <w:t>’</w:t>
      </w:r>
      <w:r w:rsidR="00E36F6A" w:rsidRPr="00F23192">
        <w:t>en ai le loisir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entretiens commerce</w:t>
      </w:r>
      <w:r>
        <w:t>.</w:t>
      </w:r>
    </w:p>
    <w:p w14:paraId="3C302CDF" w14:textId="77777777" w:rsidR="00D60A57" w:rsidRDefault="00E36F6A" w:rsidP="00D60A57">
      <w:r w:rsidRPr="00F23192">
        <w:t>Et il ajouta avec une gravité comique</w:t>
      </w:r>
      <w:r w:rsidR="00D60A57">
        <w:t> :</w:t>
      </w:r>
    </w:p>
    <w:p w14:paraId="7F4BBDE6" w14:textId="77777777" w:rsidR="00D60A57" w:rsidRDefault="00D60A57" w:rsidP="00D60A57">
      <w:r>
        <w:t>— </w:t>
      </w:r>
      <w:r w:rsidR="00E36F6A" w:rsidRPr="00F23192">
        <w:t>Le diable ait mon âme</w:t>
      </w:r>
      <w:r>
        <w:t> !</w:t>
      </w:r>
    </w:p>
    <w:p w14:paraId="66324E4F" w14:textId="77777777" w:rsidR="00D60A57" w:rsidRDefault="00E36F6A" w:rsidP="00D60A57">
      <w:r w:rsidRPr="00F23192">
        <w:t>Puis</w:t>
      </w:r>
      <w:r w:rsidR="00D60A57">
        <w:t xml:space="preserve">, </w:t>
      </w:r>
      <w:r w:rsidRPr="00F23192">
        <w:t>coupant l</w:t>
      </w:r>
      <w:r w:rsidR="00D60A57">
        <w:t>’</w:t>
      </w:r>
      <w:r w:rsidRPr="00F23192">
        <w:t>entretien</w:t>
      </w:r>
      <w:r w:rsidR="00D60A57">
        <w:t xml:space="preserve">, </w:t>
      </w:r>
      <w:r w:rsidRPr="00F23192">
        <w:t>il fit un appel du pied</w:t>
      </w:r>
      <w:r w:rsidR="00D60A57">
        <w:t xml:space="preserve">, </w:t>
      </w:r>
      <w:r w:rsidRPr="00F23192">
        <w:t>fouetta l</w:t>
      </w:r>
      <w:r w:rsidR="00D60A57">
        <w:t>’</w:t>
      </w:r>
      <w:r w:rsidRPr="00F23192">
        <w:t>air de son épée et invita</w:t>
      </w:r>
      <w:r w:rsidR="00D60A57">
        <w:t> :</w:t>
      </w:r>
    </w:p>
    <w:p w14:paraId="33766977" w14:textId="77777777" w:rsidR="00D60A57" w:rsidRDefault="00D60A57" w:rsidP="00D60A57">
      <w:r>
        <w:t>— </w:t>
      </w:r>
      <w:r w:rsidR="00E36F6A" w:rsidRPr="00F23192">
        <w:t>Recommençons</w:t>
      </w:r>
      <w:r>
        <w:t xml:space="preserve">… </w:t>
      </w:r>
      <w:r w:rsidR="00E36F6A" w:rsidRPr="00F23192">
        <w:t>il importe que tu aies le coup bien en main</w:t>
      </w:r>
      <w:r>
        <w:t xml:space="preserve"> ; </w:t>
      </w:r>
      <w:r w:rsidR="00E36F6A" w:rsidRPr="00F23192">
        <w:t>car sa réussite dépend de ta rapidité</w:t>
      </w:r>
      <w:r>
        <w:t xml:space="preserve"> ; </w:t>
      </w:r>
      <w:r w:rsidR="00E36F6A" w:rsidRPr="00F23192">
        <w:t>la moindre hésit</w:t>
      </w:r>
      <w:r w:rsidR="00E36F6A" w:rsidRPr="00F23192">
        <w:t>a</w:t>
      </w:r>
      <w:r w:rsidR="00E36F6A" w:rsidRPr="00F23192">
        <w:t>tion peut te perdre</w:t>
      </w:r>
      <w:r>
        <w:t>.</w:t>
      </w:r>
    </w:p>
    <w:p w14:paraId="2C8A3546" w14:textId="77777777" w:rsidR="00D60A57" w:rsidRDefault="00E36F6A" w:rsidP="00D60A57">
      <w:r w:rsidRPr="00F23192">
        <w:t>Comme la Louve se remettait en garde</w:t>
      </w:r>
      <w:r w:rsidR="00D60A57">
        <w:t xml:space="preserve">, </w:t>
      </w:r>
      <w:proofErr w:type="spellStart"/>
      <w:r w:rsidRPr="00F23192">
        <w:t>Perdonnet</w:t>
      </w:r>
      <w:proofErr w:type="spellEnd"/>
      <w:r w:rsidRPr="00F23192">
        <w:t xml:space="preserve"> obse</w:t>
      </w:r>
      <w:r w:rsidRPr="00F23192">
        <w:t>r</w:t>
      </w:r>
      <w:r w:rsidRPr="00F23192">
        <w:t>va</w:t>
      </w:r>
      <w:r w:rsidR="00D60A57">
        <w:t> :</w:t>
      </w:r>
    </w:p>
    <w:p w14:paraId="7531CB78" w14:textId="77777777" w:rsidR="00D60A57" w:rsidRDefault="00D60A57" w:rsidP="00D60A57">
      <w:r>
        <w:lastRenderedPageBreak/>
        <w:t>— </w:t>
      </w:r>
      <w:r w:rsidR="00E36F6A" w:rsidRPr="00F23192">
        <w:t>Ce pauvre duc croyait cependant avoir bien pris ses pr</w:t>
      </w:r>
      <w:r w:rsidR="00E36F6A" w:rsidRPr="00F23192">
        <w:t>é</w:t>
      </w:r>
      <w:r w:rsidR="00E36F6A" w:rsidRPr="00F23192">
        <w:t>cautions en se débarrassant d</w:t>
      </w:r>
      <w:r>
        <w:t>’</w:t>
      </w:r>
      <w:r w:rsidR="00E36F6A" w:rsidRPr="00F23192">
        <w:t>un adversaire dangereux</w:t>
      </w:r>
      <w:r>
        <w:t xml:space="preserve">… </w:t>
      </w:r>
      <w:r w:rsidR="00E36F6A" w:rsidRPr="00F23192">
        <w:t xml:space="preserve">La mort du comte 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ne lui portera pas bonheur</w:t>
      </w:r>
      <w:r>
        <w:t>…</w:t>
      </w:r>
    </w:p>
    <w:p w14:paraId="4A191C45" w14:textId="77777777" w:rsidR="00D60A57" w:rsidRDefault="00E36F6A" w:rsidP="00D60A57">
      <w:r w:rsidRPr="00F23192">
        <w:t>La Louve demanda</w:t>
      </w:r>
      <w:r w:rsidR="00D60A57">
        <w:t> :</w:t>
      </w:r>
    </w:p>
    <w:p w14:paraId="7CE8BB6D" w14:textId="77777777" w:rsidR="00D60A57" w:rsidRDefault="00D60A57" w:rsidP="00D60A57">
      <w:r>
        <w:t>— </w:t>
      </w:r>
      <w:r w:rsidR="00E36F6A" w:rsidRPr="00F23192">
        <w:t>La mort</w:t>
      </w:r>
      <w:r>
        <w:t xml:space="preserve"> ?… </w:t>
      </w:r>
      <w:r w:rsidR="00E36F6A" w:rsidRPr="00F23192">
        <w:t>Le comte est-il mort</w:t>
      </w:r>
      <w:r>
        <w:t xml:space="preserve"> ? </w:t>
      </w:r>
      <w:r w:rsidR="00E36F6A" w:rsidRPr="00F23192">
        <w:t>On le disait à Saint-Cloud</w:t>
      </w:r>
      <w:r>
        <w:t xml:space="preserve">, </w:t>
      </w:r>
      <w:r w:rsidR="00E36F6A" w:rsidRPr="00F23192">
        <w:t>auprès du roi</w:t>
      </w:r>
      <w:r>
        <w:t>…</w:t>
      </w:r>
    </w:p>
    <w:p w14:paraId="3A189430" w14:textId="77777777" w:rsidR="00D60A57" w:rsidRDefault="00E36F6A" w:rsidP="00D60A57">
      <w:proofErr w:type="spellStart"/>
      <w:r w:rsidRPr="00F23192">
        <w:t>Perdonnet</w:t>
      </w:r>
      <w:proofErr w:type="spellEnd"/>
      <w:r w:rsidRPr="00F23192">
        <w:t xml:space="preserve"> expliqua</w:t>
      </w:r>
      <w:r w:rsidR="00D60A57">
        <w:t xml:space="preserve">, </w:t>
      </w:r>
      <w:r w:rsidRPr="00F23192">
        <w:t>clignant de l</w:t>
      </w:r>
      <w:r w:rsidR="00D60A57">
        <w:t>’</w:t>
      </w:r>
      <w:r w:rsidRPr="00F23192">
        <w:t>œil d</w:t>
      </w:r>
      <w:r w:rsidR="00D60A57">
        <w:t>’</w:t>
      </w:r>
      <w:r w:rsidRPr="00F23192">
        <w:t>un air malicieux</w:t>
      </w:r>
      <w:r w:rsidR="00D60A57">
        <w:t> :</w:t>
      </w:r>
    </w:p>
    <w:p w14:paraId="17F0DB38" w14:textId="77777777" w:rsidR="00D60A57" w:rsidRDefault="00D60A57" w:rsidP="00D60A57">
      <w:r>
        <w:t>— </w:t>
      </w:r>
      <w:r w:rsidR="00E36F6A" w:rsidRPr="00F23192">
        <w:t>Un bruit qu</w:t>
      </w:r>
      <w:r>
        <w:t>’</w:t>
      </w:r>
      <w:r w:rsidR="00E36F6A" w:rsidRPr="00F23192">
        <w:t>il a fait courir</w:t>
      </w:r>
      <w:r>
        <w:t>.</w:t>
      </w:r>
    </w:p>
    <w:p w14:paraId="19495297" w14:textId="77777777" w:rsidR="00D60A57" w:rsidRDefault="00E36F6A" w:rsidP="00D60A57">
      <w:r w:rsidRPr="00F23192">
        <w:t>Il ajouta</w:t>
      </w:r>
      <w:r w:rsidR="00D60A57">
        <w:t> :</w:t>
      </w:r>
    </w:p>
    <w:p w14:paraId="5F2F184D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comme l</w:t>
      </w:r>
      <w:r>
        <w:t>’</w:t>
      </w:r>
      <w:r w:rsidR="00E36F6A" w:rsidRPr="00F23192">
        <w:t xml:space="preserve">absence de </w:t>
      </w:r>
      <w:r>
        <w:t>M</w:t>
      </w:r>
      <w:r w:rsidRPr="00D60A57">
        <w:rPr>
          <w:vertAlign w:val="superscript"/>
        </w:rPr>
        <w:t>lle</w:t>
      </w:r>
      <w:r>
        <w:t> de </w:t>
      </w:r>
      <w:proofErr w:type="spellStart"/>
      <w:r w:rsidR="00E36F6A" w:rsidRPr="00F23192">
        <w:t>Coatserho</w:t>
      </w:r>
      <w:proofErr w:type="spellEnd"/>
      <w:r>
        <w:t xml:space="preserve">… </w:t>
      </w:r>
      <w:r w:rsidR="00E36F6A" w:rsidRPr="00F23192">
        <w:t>soi-disant retirée dans un couvent</w:t>
      </w:r>
      <w:r>
        <w:t xml:space="preserve">… </w:t>
      </w:r>
      <w:r w:rsidR="00E36F6A" w:rsidRPr="00F23192">
        <w:t>Le couvent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une retraite connue du sire de la Fontanelle qui s</w:t>
      </w:r>
      <w:r>
        <w:t>’</w:t>
      </w:r>
      <w:r w:rsidR="00E36F6A" w:rsidRPr="00F23192">
        <w:t>est chargé d</w:t>
      </w:r>
      <w:r>
        <w:t>’</w:t>
      </w:r>
      <w:r w:rsidR="00E36F6A" w:rsidRPr="00F23192">
        <w:t>y mener celle que le duc nomme sa fiancée</w:t>
      </w:r>
      <w:r>
        <w:t>…</w:t>
      </w:r>
    </w:p>
    <w:p w14:paraId="7B042560" w14:textId="77777777" w:rsidR="00D60A57" w:rsidRDefault="00E36F6A" w:rsidP="00D60A57">
      <w:r w:rsidRPr="00F23192">
        <w:t xml:space="preserve">Et </w:t>
      </w:r>
      <w:proofErr w:type="spellStart"/>
      <w:r w:rsidRPr="00F23192">
        <w:t>Perdonnet</w:t>
      </w:r>
      <w:proofErr w:type="spellEnd"/>
      <w:r w:rsidRPr="00F23192">
        <w:t xml:space="preserve"> déclara</w:t>
      </w:r>
      <w:r w:rsidR="00D60A57">
        <w:t> :</w:t>
      </w:r>
    </w:p>
    <w:p w14:paraId="46F8E18F" w14:textId="77777777" w:rsidR="00D60A57" w:rsidRDefault="00D60A57" w:rsidP="00D60A57">
      <w:r>
        <w:t>— </w:t>
      </w:r>
      <w:r w:rsidR="00E36F6A" w:rsidRPr="00F23192">
        <w:t>Une jolie paire de coquins</w:t>
      </w:r>
      <w:r>
        <w:t xml:space="preserve">, </w:t>
      </w:r>
      <w:r w:rsidR="00E36F6A" w:rsidRPr="00F23192">
        <w:t>en dépit de leurs couronnes de duc et de baron</w:t>
      </w:r>
      <w:r>
        <w:t>…</w:t>
      </w:r>
    </w:p>
    <w:p w14:paraId="646F2263" w14:textId="77777777" w:rsidR="00D60A57" w:rsidRDefault="00E36F6A" w:rsidP="00D60A57">
      <w:r w:rsidRPr="00F23192">
        <w:t>On imagine si la jeune fille écoutait de toutes ses oreilles les confidences de l</w:t>
      </w:r>
      <w:r w:rsidR="00D60A57">
        <w:t>’</w:t>
      </w:r>
      <w:r w:rsidRPr="00F23192">
        <w:t>aventurier</w:t>
      </w:r>
      <w:r w:rsidR="00D60A57">
        <w:t>.</w:t>
      </w:r>
    </w:p>
    <w:p w14:paraId="5A1C2121" w14:textId="77777777" w:rsidR="00D60A57" w:rsidRDefault="00D60A57" w:rsidP="00D60A57">
      <w:r>
        <w:t>— </w:t>
      </w:r>
      <w:r w:rsidR="00E36F6A" w:rsidRPr="00F23192">
        <w:t>Vous savez bien des choses</w:t>
      </w:r>
      <w:r>
        <w:t xml:space="preserve">, </w:t>
      </w:r>
      <w:r w:rsidR="00E36F6A" w:rsidRPr="00F23192">
        <w:t>observa-t-elle</w:t>
      </w:r>
      <w:r>
        <w:t>.</w:t>
      </w:r>
    </w:p>
    <w:p w14:paraId="3AFE3EBF" w14:textId="77777777" w:rsidR="00D60A57" w:rsidRDefault="00E36F6A" w:rsidP="00D60A57">
      <w:r w:rsidRPr="00F23192">
        <w:t>Doctoralement</w:t>
      </w:r>
      <w:r w:rsidR="00D60A57">
        <w:t xml:space="preserve">, </w:t>
      </w:r>
      <w:proofErr w:type="spellStart"/>
      <w:r w:rsidRPr="00F23192">
        <w:t>Perdonnet</w:t>
      </w:r>
      <w:proofErr w:type="spellEnd"/>
      <w:r w:rsidRPr="00F23192">
        <w:t xml:space="preserve"> posa</w:t>
      </w:r>
      <w:r w:rsidR="00D60A57">
        <w:t> :</w:t>
      </w:r>
    </w:p>
    <w:p w14:paraId="655F29D2" w14:textId="77777777" w:rsidR="00D60A57" w:rsidRDefault="00D60A57" w:rsidP="00D60A57">
      <w:r>
        <w:t>— </w:t>
      </w:r>
      <w:r w:rsidR="00E36F6A" w:rsidRPr="00F23192">
        <w:t>Le tout</w:t>
      </w:r>
      <w:r>
        <w:t xml:space="preserve">, </w:t>
      </w:r>
      <w:r w:rsidR="00E36F6A" w:rsidRPr="00F23192">
        <w:t>dans la vie</w:t>
      </w:r>
      <w:r>
        <w:t xml:space="preserve">, </w:t>
      </w:r>
      <w:r w:rsidR="00E36F6A" w:rsidRPr="00F23192">
        <w:t>est de savoir écouter</w:t>
      </w:r>
      <w:r>
        <w:t>…</w:t>
      </w:r>
    </w:p>
    <w:p w14:paraId="03D71F2A" w14:textId="77777777" w:rsidR="00D60A57" w:rsidRDefault="00E36F6A" w:rsidP="00D60A57">
      <w:r w:rsidRPr="00F23192">
        <w:t>Mais il fra</w:t>
      </w:r>
      <w:r w:rsidRPr="00F23192">
        <w:t>p</w:t>
      </w:r>
      <w:r w:rsidRPr="00F23192">
        <w:t>pa du pied</w:t>
      </w:r>
      <w:r w:rsidR="00D60A57">
        <w:t xml:space="preserve">, </w:t>
      </w:r>
      <w:r w:rsidRPr="00F23192">
        <w:t>commandant</w:t>
      </w:r>
      <w:r w:rsidR="00D60A57">
        <w:t> :</w:t>
      </w:r>
    </w:p>
    <w:p w14:paraId="3AF4EACE" w14:textId="77777777" w:rsidR="00D60A57" w:rsidRDefault="00D60A57" w:rsidP="00D60A57">
      <w:r>
        <w:t>— </w:t>
      </w:r>
      <w:r w:rsidR="00E36F6A" w:rsidRPr="00F23192">
        <w:t>En garde</w:t>
      </w:r>
      <w:r>
        <w:t> !</w:t>
      </w:r>
    </w:p>
    <w:p w14:paraId="25E26D7E" w14:textId="77777777" w:rsidR="00D60A57" w:rsidRDefault="00E36F6A" w:rsidP="00D60A57">
      <w:r w:rsidRPr="00F23192">
        <w:t>En ce moment</w:t>
      </w:r>
      <w:r w:rsidR="00D60A57">
        <w:t xml:space="preserve">, </w:t>
      </w:r>
      <w:r w:rsidRPr="00F23192">
        <w:t>plusieurs coups frappés à la porte de façon particulière lui firent s</w:t>
      </w:r>
      <w:r w:rsidR="00D60A57">
        <w:t>’</w:t>
      </w:r>
      <w:r w:rsidRPr="00F23192">
        <w:t>exclamer</w:t>
      </w:r>
      <w:r w:rsidR="00D60A57">
        <w:t> :</w:t>
      </w:r>
    </w:p>
    <w:p w14:paraId="6238DB8F" w14:textId="77777777" w:rsidR="00D60A57" w:rsidRDefault="00D60A57" w:rsidP="00D60A57">
      <w:r>
        <w:lastRenderedPageBreak/>
        <w:t>— </w:t>
      </w:r>
      <w:r w:rsidR="00E36F6A" w:rsidRPr="00F23192">
        <w:t>Tripes du pape</w:t>
      </w:r>
      <w:r>
        <w:t xml:space="preserve"> ! </w:t>
      </w:r>
      <w:r w:rsidR="00E36F6A" w:rsidRPr="00F23192">
        <w:t>je l</w:t>
      </w:r>
      <w:r>
        <w:t>’</w:t>
      </w:r>
      <w:r w:rsidR="00E36F6A" w:rsidRPr="00F23192">
        <w:t>avais oublié</w:t>
      </w:r>
      <w:r>
        <w:t>…</w:t>
      </w:r>
    </w:p>
    <w:p w14:paraId="0B9B4820" w14:textId="77777777" w:rsidR="00D60A57" w:rsidRDefault="00D60A57" w:rsidP="00D60A57">
      <w:r>
        <w:t>— </w:t>
      </w:r>
      <w:r w:rsidR="00E36F6A" w:rsidRPr="00F23192">
        <w:t>Qui vient là</w:t>
      </w:r>
      <w:r>
        <w:t xml:space="preserve"> ? </w:t>
      </w:r>
      <w:r w:rsidR="00E36F6A" w:rsidRPr="00F23192">
        <w:t>interrogea-t-elle</w:t>
      </w:r>
      <w:r>
        <w:t>.</w:t>
      </w:r>
    </w:p>
    <w:p w14:paraId="03C391D3" w14:textId="77777777" w:rsidR="00D60A57" w:rsidRDefault="00E36F6A" w:rsidP="00D60A57">
      <w:proofErr w:type="spellStart"/>
      <w:r w:rsidRPr="00F23192">
        <w:t>Perdonnet</w:t>
      </w:r>
      <w:proofErr w:type="spellEnd"/>
      <w:r w:rsidR="00D60A57">
        <w:t xml:space="preserve">, </w:t>
      </w:r>
      <w:r w:rsidRPr="00F23192">
        <w:t>d</w:t>
      </w:r>
      <w:r w:rsidR="00D60A57">
        <w:t>’</w:t>
      </w:r>
      <w:r w:rsidRPr="00F23192">
        <w:t>un doigt posé sur ses lèvres</w:t>
      </w:r>
      <w:r w:rsidR="00D60A57">
        <w:t xml:space="preserve">, </w:t>
      </w:r>
      <w:r w:rsidRPr="00F23192">
        <w:t>lui recommanda le silence et tout bas répondit</w:t>
      </w:r>
      <w:r w:rsidR="00D60A57">
        <w:t> :</w:t>
      </w:r>
    </w:p>
    <w:p w14:paraId="168C48A9" w14:textId="77777777" w:rsidR="00D60A57" w:rsidRDefault="00D60A57" w:rsidP="00D60A57">
      <w:r>
        <w:t>— </w:t>
      </w:r>
      <w:r w:rsidR="00E36F6A" w:rsidRPr="00F23192">
        <w:t>Quelqu</w:t>
      </w:r>
      <w:r>
        <w:t>’</w:t>
      </w:r>
      <w:r w:rsidR="00E36F6A" w:rsidRPr="00F23192">
        <w:t>un qui ne doit point te voir</w:t>
      </w:r>
      <w:r>
        <w:t>.</w:t>
      </w:r>
    </w:p>
    <w:p w14:paraId="1A90B9CA" w14:textId="77777777" w:rsidR="00D60A57" w:rsidRDefault="00E36F6A" w:rsidP="00D60A57">
      <w:r w:rsidRPr="00F23192">
        <w:t>Les heurts se renouvelant</w:t>
      </w:r>
      <w:r w:rsidR="00D60A57">
        <w:t xml:space="preserve">, </w:t>
      </w:r>
      <w:r w:rsidRPr="00F23192">
        <w:t>plus impérieux</w:t>
      </w:r>
      <w:r w:rsidR="00D60A57">
        <w:t xml:space="preserve">, </w:t>
      </w:r>
      <w:r w:rsidRPr="00F23192">
        <w:t xml:space="preserve">le </w:t>
      </w:r>
      <w:r w:rsidR="00D60A57">
        <w:t>« </w:t>
      </w:r>
      <w:r w:rsidRPr="00F23192">
        <w:t>châtelain</w:t>
      </w:r>
      <w:r w:rsidR="00D60A57">
        <w:t> »</w:t>
      </w:r>
      <w:r w:rsidRPr="00F23192">
        <w:t xml:space="preserve"> promenait ses regards autour de lui comme s</w:t>
      </w:r>
      <w:r w:rsidR="00D60A57">
        <w:t>’</w:t>
      </w:r>
      <w:r w:rsidRPr="00F23192">
        <w:t>il eût cherché une issue par laquelle faire s</w:t>
      </w:r>
      <w:r w:rsidR="00D60A57">
        <w:t>’</w:t>
      </w:r>
      <w:r w:rsidRPr="00F23192">
        <w:t>évader son hôte</w:t>
      </w:r>
      <w:r w:rsidR="00D60A57">
        <w:t>.</w:t>
      </w:r>
    </w:p>
    <w:p w14:paraId="19F08312" w14:textId="77777777" w:rsidR="00D60A57" w:rsidRDefault="00E36F6A" w:rsidP="00D60A57">
      <w:r w:rsidRPr="00F23192">
        <w:t>Brusquement décidé</w:t>
      </w:r>
      <w:r w:rsidR="00D60A57">
        <w:t xml:space="preserve">, </w:t>
      </w:r>
      <w:r w:rsidRPr="00F23192">
        <w:t>il poussa la table qui occupait un c</w:t>
      </w:r>
      <w:r w:rsidRPr="00F23192">
        <w:t>ô</w:t>
      </w:r>
      <w:r w:rsidRPr="00F23192">
        <w:t>té de la salle et</w:t>
      </w:r>
      <w:r w:rsidR="00D60A57">
        <w:t xml:space="preserve">, </w:t>
      </w:r>
      <w:r w:rsidRPr="00F23192">
        <w:t>se courbant</w:t>
      </w:r>
      <w:r w:rsidR="00D60A57">
        <w:t xml:space="preserve">, </w:t>
      </w:r>
      <w:r w:rsidRPr="00F23192">
        <w:t>saisit un anneau fixé au plancher qu</w:t>
      </w:r>
      <w:r w:rsidR="00D60A57">
        <w:t>’</w:t>
      </w:r>
      <w:r w:rsidRPr="00F23192">
        <w:t>il tira à lui</w:t>
      </w:r>
      <w:r w:rsidR="00D60A57">
        <w:t xml:space="preserve">, </w:t>
      </w:r>
      <w:r w:rsidRPr="00F23192">
        <w:t>ce qui découvrit une ouverture</w:t>
      </w:r>
      <w:r w:rsidR="00D60A57">
        <w:t>.</w:t>
      </w:r>
    </w:p>
    <w:p w14:paraId="6465B37A" w14:textId="77777777" w:rsidR="00D60A57" w:rsidRDefault="00E36F6A" w:rsidP="00D60A57">
      <w:r w:rsidRPr="00F23192">
        <w:t>La désignant à la Louve</w:t>
      </w:r>
      <w:r w:rsidR="00D60A57">
        <w:t> :</w:t>
      </w:r>
    </w:p>
    <w:p w14:paraId="0D06DDB2" w14:textId="77777777" w:rsidR="00D60A57" w:rsidRDefault="00D60A57" w:rsidP="00D60A57">
      <w:r>
        <w:t>— </w:t>
      </w:r>
      <w:r w:rsidR="00E36F6A" w:rsidRPr="00F23192">
        <w:t xml:space="preserve">File </w:t>
      </w:r>
      <w:proofErr w:type="spellStart"/>
      <w:r w:rsidR="00E36F6A" w:rsidRPr="00F23192">
        <w:t>par là</w:t>
      </w:r>
      <w:proofErr w:type="spellEnd"/>
      <w:r>
        <w:t xml:space="preserve"> !… </w:t>
      </w:r>
      <w:r w:rsidR="00E36F6A" w:rsidRPr="00F23192">
        <w:t>Tu sortiras dans le jardin</w:t>
      </w:r>
      <w:r>
        <w:t xml:space="preserve">… </w:t>
      </w:r>
      <w:r w:rsidR="00E36F6A" w:rsidRPr="00F23192">
        <w:t>Reviens d</w:t>
      </w:r>
      <w:r w:rsidR="00E36F6A" w:rsidRPr="00F23192">
        <w:t>e</w:t>
      </w:r>
      <w:r w:rsidR="00E36F6A" w:rsidRPr="00F23192">
        <w:t>main pour t</w:t>
      </w:r>
      <w:r>
        <w:t>’</w:t>
      </w:r>
      <w:r w:rsidR="00E36F6A" w:rsidRPr="00F23192">
        <w:t>entraîner</w:t>
      </w:r>
      <w:r>
        <w:t>…</w:t>
      </w:r>
    </w:p>
    <w:p w14:paraId="002C703F" w14:textId="77777777" w:rsidR="00D60A57" w:rsidRDefault="00E36F6A" w:rsidP="00D60A57">
      <w:r w:rsidRPr="00F23192">
        <w:t>Elle disparut prestement</w:t>
      </w:r>
      <w:r w:rsidR="00D60A57">
        <w:t xml:space="preserve">, </w:t>
      </w:r>
      <w:r w:rsidRPr="00F23192">
        <w:t xml:space="preserve">la trappe se rabattit sur sa tête et elle entendit le pas lourd de </w:t>
      </w:r>
      <w:proofErr w:type="spellStart"/>
      <w:r w:rsidRPr="00F23192">
        <w:t>Perdonnet</w:t>
      </w:r>
      <w:proofErr w:type="spellEnd"/>
      <w:r w:rsidRPr="00F23192">
        <w:t xml:space="preserve"> se hâtant vers la porte pour ouvrir au visiteur</w:t>
      </w:r>
      <w:r w:rsidR="00D60A57">
        <w:t>.</w:t>
      </w:r>
    </w:p>
    <w:p w14:paraId="39C78B5A" w14:textId="77777777" w:rsidR="00D60A57" w:rsidRDefault="00E36F6A" w:rsidP="00D60A57">
      <w:r w:rsidRPr="00F23192">
        <w:t>La jeune fille</w:t>
      </w:r>
      <w:r w:rsidR="00D60A57">
        <w:t xml:space="preserve">, </w:t>
      </w:r>
      <w:r w:rsidRPr="00F23192">
        <w:t>un moment hésitante</w:t>
      </w:r>
      <w:r w:rsidR="00D60A57">
        <w:t xml:space="preserve">, </w:t>
      </w:r>
      <w:r w:rsidRPr="00F23192">
        <w:t>en bas de l</w:t>
      </w:r>
      <w:r w:rsidR="00D60A57">
        <w:t>’</w:t>
      </w:r>
      <w:r w:rsidRPr="00F23192">
        <w:t>échelle</w:t>
      </w:r>
      <w:r w:rsidR="00D60A57">
        <w:t xml:space="preserve">, </w:t>
      </w:r>
      <w:r w:rsidRPr="00F23192">
        <w:t>remonta les degrés sans bruit et souleva légèrement la trappe</w:t>
      </w:r>
      <w:r w:rsidR="00D60A57">
        <w:t>.</w:t>
      </w:r>
    </w:p>
    <w:p w14:paraId="3FD3252D" w14:textId="77777777" w:rsidR="00D60A57" w:rsidRDefault="00E36F6A" w:rsidP="00D60A57">
      <w:r w:rsidRPr="00F23192">
        <w:t xml:space="preserve">Soudainement venaient de bruire à son oreille les paroles de </w:t>
      </w:r>
      <w:proofErr w:type="spellStart"/>
      <w:r w:rsidRPr="00F23192">
        <w:t>Perdonnet</w:t>
      </w:r>
      <w:proofErr w:type="spellEnd"/>
      <w:r w:rsidR="00D60A57">
        <w:t> : « </w:t>
      </w:r>
      <w:r w:rsidRPr="00F23192">
        <w:t>Le tout</w:t>
      </w:r>
      <w:r w:rsidR="00D60A57">
        <w:t xml:space="preserve">, </w:t>
      </w:r>
      <w:r w:rsidRPr="00F23192">
        <w:t>dans la vie</w:t>
      </w:r>
      <w:r w:rsidR="00D60A57">
        <w:t xml:space="preserve">, </w:t>
      </w:r>
      <w:r w:rsidRPr="00F23192">
        <w:t>est de savoir écouter</w:t>
      </w:r>
      <w:r w:rsidR="00D60A57">
        <w:t>… »</w:t>
      </w:r>
    </w:p>
    <w:p w14:paraId="734E6E72" w14:textId="77777777" w:rsidR="00D60A57" w:rsidRDefault="00E36F6A" w:rsidP="00D60A57">
      <w:r w:rsidRPr="00F23192">
        <w:t>Bon conseil qu</w:t>
      </w:r>
      <w:r w:rsidR="00D60A57">
        <w:t>’</w:t>
      </w:r>
      <w:r w:rsidRPr="00F23192">
        <w:t>elle allait suivre</w:t>
      </w:r>
      <w:r w:rsidR="00D60A57">
        <w:t>.</w:t>
      </w:r>
    </w:p>
    <w:p w14:paraId="69AD8F9A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oreille tendue vers la salle</w:t>
      </w:r>
      <w:r w:rsidR="00D60A57">
        <w:t xml:space="preserve">, </w:t>
      </w:r>
      <w:r w:rsidRPr="00F23192">
        <w:t>elle écouta</w:t>
      </w:r>
      <w:r w:rsidR="00D60A57">
        <w:t>.</w:t>
      </w:r>
    </w:p>
    <w:p w14:paraId="19FEE807" w14:textId="77777777" w:rsidR="00D60A57" w:rsidRDefault="00E36F6A" w:rsidP="00D60A57">
      <w:r w:rsidRPr="00F23192">
        <w:t>L</w:t>
      </w:r>
      <w:r w:rsidR="00D60A57">
        <w:t>’</w:t>
      </w:r>
      <w:r w:rsidRPr="00F23192">
        <w:t>entretien commença de façon qui faisait mal augurer de la suite</w:t>
      </w:r>
      <w:r w:rsidR="00D60A57">
        <w:t>.</w:t>
      </w:r>
    </w:p>
    <w:p w14:paraId="3084A51D" w14:textId="77777777" w:rsidR="00D60A57" w:rsidRDefault="00D60A57" w:rsidP="00D60A57">
      <w:r>
        <w:lastRenderedPageBreak/>
        <w:t>— </w:t>
      </w:r>
      <w:r w:rsidR="00E36F6A" w:rsidRPr="00F23192">
        <w:t xml:space="preserve">Maître </w:t>
      </w:r>
      <w:proofErr w:type="spellStart"/>
      <w:r w:rsidR="00E36F6A" w:rsidRPr="00F23192">
        <w:t>Perdonnet</w:t>
      </w:r>
      <w:proofErr w:type="spellEnd"/>
      <w:r>
        <w:t xml:space="preserve">, </w:t>
      </w:r>
      <w:r w:rsidR="00E36F6A" w:rsidRPr="00F23192">
        <w:t>fit le visiteur en guise de préambule</w:t>
      </w:r>
      <w:r>
        <w:t xml:space="preserve">, </w:t>
      </w:r>
      <w:r w:rsidR="00E36F6A" w:rsidRPr="00F23192">
        <w:t>vous êtes un pendard</w:t>
      </w:r>
      <w:r>
        <w:t>…</w:t>
      </w:r>
    </w:p>
    <w:p w14:paraId="1BC32DD2" w14:textId="77777777" w:rsidR="00D60A57" w:rsidRDefault="00D60A57" w:rsidP="00D60A57">
      <w:r>
        <w:t>— </w:t>
      </w:r>
      <w:r w:rsidR="00E36F6A" w:rsidRPr="00F23192">
        <w:t>Monsieur le duc</w:t>
      </w:r>
      <w:r>
        <w:t xml:space="preserve"> ! </w:t>
      </w:r>
      <w:r w:rsidR="00E36F6A" w:rsidRPr="00F23192">
        <w:t xml:space="preserve">protesta le châtelain du </w:t>
      </w:r>
      <w:r>
        <w:t>« </w:t>
      </w:r>
      <w:r w:rsidR="00E36F6A" w:rsidRPr="00F23192">
        <w:t>Connét</w:t>
      </w:r>
      <w:r w:rsidR="00E36F6A" w:rsidRPr="00F23192">
        <w:t>a</w:t>
      </w:r>
      <w:r w:rsidR="00E36F6A" w:rsidRPr="00F23192">
        <w:t>ble</w:t>
      </w:r>
      <w:r>
        <w:t> ».</w:t>
      </w:r>
    </w:p>
    <w:p w14:paraId="02AFC69E" w14:textId="77777777" w:rsidR="00D60A57" w:rsidRDefault="00D60A57" w:rsidP="00D60A57">
      <w:r>
        <w:t xml:space="preserve">— … </w:t>
      </w:r>
      <w:r w:rsidR="00E36F6A" w:rsidRPr="00F23192">
        <w:t>Qui mériterait d</w:t>
      </w:r>
      <w:r>
        <w:t>’</w:t>
      </w:r>
      <w:r w:rsidR="00E36F6A" w:rsidRPr="00F23192">
        <w:t>être pendu</w:t>
      </w:r>
      <w:r>
        <w:t>…</w:t>
      </w:r>
    </w:p>
    <w:p w14:paraId="77FB42E0" w14:textId="77777777" w:rsidR="00D60A57" w:rsidRDefault="00D60A57" w:rsidP="00D60A57">
      <w:r>
        <w:t>— </w:t>
      </w:r>
      <w:r w:rsidR="00E36F6A" w:rsidRPr="00F23192">
        <w:t>Monsieur le duc</w:t>
      </w:r>
      <w:r>
        <w:t xml:space="preserve">, </w:t>
      </w:r>
      <w:r w:rsidR="00E36F6A" w:rsidRPr="00F23192">
        <w:t>vous employez des termes un peu vifs envers un homme auprès duquel vous venez chercher conseil</w:t>
      </w:r>
      <w:r>
        <w:t>.</w:t>
      </w:r>
    </w:p>
    <w:p w14:paraId="55276EDC" w14:textId="77777777" w:rsidR="00D60A57" w:rsidRDefault="00E36F6A" w:rsidP="00D60A57">
      <w:r w:rsidRPr="00F23192">
        <w:t>Puis</w:t>
      </w:r>
      <w:r w:rsidR="00D60A57">
        <w:t xml:space="preserve">, </w:t>
      </w:r>
      <w:r w:rsidRPr="00F23192">
        <w:t>tout de suite</w:t>
      </w:r>
      <w:r w:rsidR="00D60A57">
        <w:t xml:space="preserve">, </w:t>
      </w:r>
      <w:r w:rsidRPr="00F23192">
        <w:t>très calme</w:t>
      </w:r>
      <w:r w:rsidR="00D60A57">
        <w:t xml:space="preserve">, </w:t>
      </w:r>
      <w:r w:rsidRPr="00F23192">
        <w:t>même railleur</w:t>
      </w:r>
      <w:r w:rsidR="00D60A57">
        <w:t> :</w:t>
      </w:r>
    </w:p>
    <w:p w14:paraId="55A3AB9C" w14:textId="77777777" w:rsidR="00D60A57" w:rsidRDefault="00D60A57" w:rsidP="00D60A57">
      <w:r>
        <w:t>— </w:t>
      </w:r>
      <w:r w:rsidR="00E36F6A" w:rsidRPr="00F23192">
        <w:t>Y aurait-il indiscrétion à vous demander la cause de cette singulière apostrophe</w:t>
      </w:r>
      <w:r>
        <w:t> ?</w:t>
      </w:r>
    </w:p>
    <w:p w14:paraId="00B3FC1C" w14:textId="77777777" w:rsidR="00D60A57" w:rsidRDefault="00D60A57" w:rsidP="00D60A57">
      <w:r>
        <w:t>— </w:t>
      </w:r>
      <w:r w:rsidR="00E36F6A" w:rsidRPr="00F23192">
        <w:t>Vous avez lié partie avec le sire de la Fontanelle</w:t>
      </w:r>
      <w:r>
        <w:t>…</w:t>
      </w:r>
    </w:p>
    <w:p w14:paraId="6402DD37" w14:textId="77777777" w:rsidR="00D60A57" w:rsidRDefault="00D60A57" w:rsidP="00D60A57">
      <w:r>
        <w:t>— </w:t>
      </w:r>
      <w:r w:rsidR="00E36F6A" w:rsidRPr="00F23192">
        <w:t>Je ne pense pas que la Ligue ait à se plaindre de mes se</w:t>
      </w:r>
      <w:r w:rsidR="00E36F6A" w:rsidRPr="00F23192">
        <w:t>r</w:t>
      </w:r>
      <w:r w:rsidR="00E36F6A" w:rsidRPr="00F23192">
        <w:t>vices</w:t>
      </w:r>
      <w:r>
        <w:t> ?</w:t>
      </w:r>
    </w:p>
    <w:p w14:paraId="1B34202B" w14:textId="77777777" w:rsidR="00D60A57" w:rsidRDefault="00D60A57" w:rsidP="00D60A57">
      <w:r>
        <w:t>— </w:t>
      </w:r>
      <w:r w:rsidR="00E36F6A" w:rsidRPr="00F23192">
        <w:t>Il ne s</w:t>
      </w:r>
      <w:r>
        <w:t>’</w:t>
      </w:r>
      <w:r w:rsidR="00E36F6A" w:rsidRPr="00F23192">
        <w:t>agit pas de la Ligue et vous le savez bien</w:t>
      </w:r>
      <w:r>
        <w:t xml:space="preserve">, </w:t>
      </w:r>
      <w:r w:rsidR="00E36F6A" w:rsidRPr="00F23192">
        <w:t>mais de certaine personne que vous vous êtes chargé de mettre en sûr</w:t>
      </w:r>
      <w:r w:rsidR="00E36F6A" w:rsidRPr="00F23192">
        <w:t>e</w:t>
      </w:r>
      <w:r w:rsidR="00E36F6A" w:rsidRPr="00F23192">
        <w:t>té</w:t>
      </w:r>
      <w:r>
        <w:t>…</w:t>
      </w:r>
    </w:p>
    <w:p w14:paraId="016BF21C" w14:textId="77777777" w:rsidR="00D60A57" w:rsidRDefault="00E36F6A" w:rsidP="00D60A57">
      <w:proofErr w:type="spellStart"/>
      <w:r w:rsidRPr="00F23192">
        <w:t>Perdonnet</w:t>
      </w:r>
      <w:proofErr w:type="spellEnd"/>
      <w:r w:rsidRPr="00F23192">
        <w:t xml:space="preserve"> s</w:t>
      </w:r>
      <w:r w:rsidR="00D60A57">
        <w:t>’</w:t>
      </w:r>
      <w:r w:rsidRPr="00F23192">
        <w:t>exclama</w:t>
      </w:r>
      <w:r w:rsidR="00D60A57">
        <w:t> :</w:t>
      </w:r>
    </w:p>
    <w:p w14:paraId="4FA385A0" w14:textId="77777777" w:rsidR="00D60A57" w:rsidRDefault="00D60A57" w:rsidP="00D60A57">
      <w:r>
        <w:t>— </w:t>
      </w:r>
      <w:r w:rsidR="00E36F6A" w:rsidRPr="00F23192">
        <w:t>N</w:t>
      </w:r>
      <w:r>
        <w:t>’</w:t>
      </w:r>
      <w:r w:rsidR="00E36F6A" w:rsidRPr="00F23192">
        <w:t>ai-je point tenu mon engagement</w:t>
      </w:r>
      <w:r>
        <w:t> ?</w:t>
      </w:r>
    </w:p>
    <w:p w14:paraId="6977A4F0" w14:textId="77777777" w:rsidR="00D60A57" w:rsidRDefault="00D60A57" w:rsidP="00D60A57">
      <w:r>
        <w:t>— </w:t>
      </w:r>
      <w:r w:rsidR="00E36F6A" w:rsidRPr="00F23192">
        <w:t>Trop bien</w:t>
      </w:r>
      <w:r>
        <w:t xml:space="preserve">… </w:t>
      </w:r>
      <w:r w:rsidR="00E36F6A" w:rsidRPr="00F23192">
        <w:t>à mon avis</w:t>
      </w:r>
      <w:r>
        <w:t xml:space="preserve">… </w:t>
      </w:r>
      <w:r w:rsidR="00E36F6A" w:rsidRPr="00F23192">
        <w:t>ce dont la Fontanelle se plaint</w:t>
      </w:r>
      <w:r>
        <w:t xml:space="preserve">… </w:t>
      </w:r>
      <w:r w:rsidR="00E36F6A" w:rsidRPr="00F23192">
        <w:t>Vous prétendez garder secret pour lui le lieu de retraite que vous avez choisi</w:t>
      </w:r>
      <w:r>
        <w:t>.</w:t>
      </w:r>
    </w:p>
    <w:p w14:paraId="3CC4AD55" w14:textId="77777777" w:rsidR="00D60A57" w:rsidRDefault="00D60A57" w:rsidP="00D60A57">
      <w:r>
        <w:t>— </w:t>
      </w:r>
      <w:r w:rsidR="00E36F6A" w:rsidRPr="00F23192">
        <w:t>Exacte vérité</w:t>
      </w:r>
      <w:r>
        <w:t xml:space="preserve">… </w:t>
      </w:r>
      <w:r w:rsidR="00E36F6A" w:rsidRPr="00F23192">
        <w:t>et ce lieu demeurera tel tant que le sire de la Fontanelle n</w:t>
      </w:r>
      <w:r>
        <w:t>’</w:t>
      </w:r>
      <w:r w:rsidR="00E36F6A" w:rsidRPr="00F23192">
        <w:t>aura pas tenu ses engagements</w:t>
      </w:r>
      <w:r>
        <w:t>.</w:t>
      </w:r>
    </w:p>
    <w:p w14:paraId="3BF6C1DD" w14:textId="77777777" w:rsidR="00D60A57" w:rsidRDefault="00D60A57" w:rsidP="00D60A57">
      <w:r>
        <w:t>— </w:t>
      </w:r>
      <w:r w:rsidR="00E36F6A" w:rsidRPr="00F23192">
        <w:t>Lesquels</w:t>
      </w:r>
      <w:r>
        <w:t> ?</w:t>
      </w:r>
    </w:p>
    <w:p w14:paraId="0B6819FA" w14:textId="77777777" w:rsidR="00D60A57" w:rsidRDefault="00D60A57" w:rsidP="00D60A57">
      <w:r>
        <w:lastRenderedPageBreak/>
        <w:t>— </w:t>
      </w:r>
      <w:r w:rsidR="00E36F6A" w:rsidRPr="00F23192">
        <w:t xml:space="preserve">La promesse du domaine de </w:t>
      </w:r>
      <w:proofErr w:type="spellStart"/>
      <w:r w:rsidR="00E36F6A" w:rsidRPr="00F23192">
        <w:t>Ploujean</w:t>
      </w:r>
      <w:proofErr w:type="spellEnd"/>
      <w:r>
        <w:t>.</w:t>
      </w:r>
    </w:p>
    <w:p w14:paraId="649B99D5" w14:textId="77777777" w:rsidR="00D60A57" w:rsidRDefault="00D60A57" w:rsidP="00D60A57">
      <w:r>
        <w:t>— </w:t>
      </w:r>
      <w:r w:rsidR="00E36F6A" w:rsidRPr="00F23192">
        <w:t xml:space="preserve">Mais </w:t>
      </w:r>
      <w:proofErr w:type="spellStart"/>
      <w:r w:rsidR="00E36F6A" w:rsidRPr="00F23192">
        <w:t>Ploujean</w:t>
      </w:r>
      <w:proofErr w:type="spellEnd"/>
      <w:r w:rsidR="00E36F6A" w:rsidRPr="00F23192">
        <w:t xml:space="preserve"> est au comte du </w:t>
      </w:r>
      <w:proofErr w:type="spellStart"/>
      <w:r w:rsidR="00E36F6A" w:rsidRPr="00F23192">
        <w:t>Falouët</w:t>
      </w:r>
      <w:proofErr w:type="spellEnd"/>
      <w:r>
        <w:t>.</w:t>
      </w:r>
    </w:p>
    <w:p w14:paraId="264F15A7" w14:textId="77777777" w:rsidR="00D60A57" w:rsidRDefault="00D60A57" w:rsidP="00D60A57">
      <w:r>
        <w:t>— </w:t>
      </w:r>
      <w:r w:rsidR="00E36F6A" w:rsidRPr="00F23192">
        <w:t>Puisqu</w:t>
      </w:r>
      <w:r>
        <w:t>’</w:t>
      </w:r>
      <w:r w:rsidR="00E36F6A" w:rsidRPr="00F23192">
        <w:t>il est mort</w:t>
      </w:r>
      <w:r>
        <w:t xml:space="preserve">… </w:t>
      </w:r>
      <w:r w:rsidR="00E36F6A" w:rsidRPr="00F23192">
        <w:t>sans héritiers</w:t>
      </w:r>
      <w:r>
        <w:t xml:space="preserve">… </w:t>
      </w:r>
      <w:r w:rsidR="00E36F6A" w:rsidRPr="00F23192">
        <w:t>ses biens reviennent au duché de Bretagne</w:t>
      </w:r>
      <w:r>
        <w:t>…</w:t>
      </w:r>
    </w:p>
    <w:p w14:paraId="37343B7D" w14:textId="77777777" w:rsidR="00D60A57" w:rsidRDefault="00D60A57" w:rsidP="00D60A57">
      <w:r>
        <w:t>— </w:t>
      </w:r>
      <w:r w:rsidR="00E36F6A" w:rsidRPr="00F23192">
        <w:t>Mais la Fontanelle n</w:t>
      </w:r>
      <w:r>
        <w:t>’</w:t>
      </w:r>
      <w:r w:rsidR="00E36F6A" w:rsidRPr="00F23192">
        <w:t>est pas</w:t>
      </w:r>
      <w:r>
        <w:t xml:space="preserve">, </w:t>
      </w:r>
      <w:r w:rsidR="00E36F6A" w:rsidRPr="00F23192">
        <w:t>que je sache</w:t>
      </w:r>
      <w:r>
        <w:t xml:space="preserve">, </w:t>
      </w:r>
      <w:r w:rsidR="00E36F6A" w:rsidRPr="00F23192">
        <w:t>suzerain de la région</w:t>
      </w:r>
      <w:r>
        <w:t>…</w:t>
      </w:r>
    </w:p>
    <w:p w14:paraId="0FEEB791" w14:textId="77777777" w:rsidR="00D60A57" w:rsidRDefault="00D60A57" w:rsidP="00D60A57">
      <w:r>
        <w:t>— </w:t>
      </w:r>
      <w:r w:rsidR="00E36F6A" w:rsidRPr="00F23192">
        <w:t>L</w:t>
      </w:r>
      <w:r>
        <w:t>’</w:t>
      </w:r>
      <w:r w:rsidR="00E36F6A" w:rsidRPr="00F23192">
        <w:t>appui qu</w:t>
      </w:r>
      <w:r>
        <w:t>’</w:t>
      </w:r>
      <w:r w:rsidR="00E36F6A" w:rsidRPr="00F23192">
        <w:t>il apporte à la Ligue peut lui valoir cette suz</w:t>
      </w:r>
      <w:r w:rsidR="00E36F6A" w:rsidRPr="00F23192">
        <w:t>e</w:t>
      </w:r>
      <w:r w:rsidR="00E36F6A" w:rsidRPr="00F23192">
        <w:t>raineté</w:t>
      </w:r>
      <w:r>
        <w:t>.</w:t>
      </w:r>
    </w:p>
    <w:p w14:paraId="5C1DC714" w14:textId="77777777" w:rsidR="00D60A57" w:rsidRDefault="00E36F6A" w:rsidP="00D60A57">
      <w:r w:rsidRPr="00F23192">
        <w:t>Il ajouta</w:t>
      </w:r>
      <w:r w:rsidR="00D60A57">
        <w:t> :</w:t>
      </w:r>
    </w:p>
    <w:p w14:paraId="15740D88" w14:textId="77777777" w:rsidR="00D60A57" w:rsidRDefault="00D60A57" w:rsidP="00D60A57">
      <w:r>
        <w:t>— </w:t>
      </w:r>
      <w:r w:rsidR="00E36F6A" w:rsidRPr="00F23192">
        <w:t>Et même</w:t>
      </w:r>
      <w:r>
        <w:t xml:space="preserve">, </w:t>
      </w:r>
      <w:r w:rsidR="00E36F6A" w:rsidRPr="00F23192">
        <w:t>si je suis bien informé</w:t>
      </w:r>
      <w:r>
        <w:t xml:space="preserve">, </w:t>
      </w:r>
      <w:r w:rsidR="00E36F6A" w:rsidRPr="00F23192">
        <w:t>il serait question</w:t>
      </w:r>
      <w:r>
        <w:t xml:space="preserve">, </w:t>
      </w:r>
      <w:r w:rsidR="00E36F6A" w:rsidRPr="00F23192">
        <w:t>pour lui</w:t>
      </w:r>
      <w:r>
        <w:t xml:space="preserve">, </w:t>
      </w:r>
      <w:r w:rsidR="00E36F6A" w:rsidRPr="00F23192">
        <w:t>du gouvernement de la ville de Morlaix</w:t>
      </w:r>
      <w:r>
        <w:t>…</w:t>
      </w:r>
    </w:p>
    <w:p w14:paraId="189A2080" w14:textId="77777777" w:rsidR="00D60A57" w:rsidRDefault="00D60A57" w:rsidP="00D60A57">
      <w:r>
        <w:t>— </w:t>
      </w:r>
      <w:r w:rsidR="00E36F6A" w:rsidRPr="00F23192">
        <w:t>Holà</w:t>
      </w:r>
      <w:r>
        <w:t xml:space="preserve"> ! </w:t>
      </w:r>
      <w:r w:rsidR="00E36F6A" w:rsidRPr="00F23192">
        <w:t>protesta le visiteur</w:t>
      </w:r>
      <w:r>
        <w:t xml:space="preserve">, </w:t>
      </w:r>
      <w:r w:rsidR="00E36F6A" w:rsidRPr="00F23192">
        <w:t>n</w:t>
      </w:r>
      <w:r>
        <w:t>’</w:t>
      </w:r>
      <w:r w:rsidR="00E36F6A" w:rsidRPr="00F23192">
        <w:t>allez pas si vite en bes</w:t>
      </w:r>
      <w:r w:rsidR="00E36F6A" w:rsidRPr="00F23192">
        <w:t>o</w:t>
      </w:r>
      <w:r w:rsidR="00E36F6A" w:rsidRPr="00F23192">
        <w:t>gne</w:t>
      </w:r>
      <w:r>
        <w:t>.</w:t>
      </w:r>
    </w:p>
    <w:p w14:paraId="2C76DDFE" w14:textId="77777777" w:rsidR="00D60A57" w:rsidRDefault="00D60A57" w:rsidP="00D60A57">
      <w:r>
        <w:t>— </w:t>
      </w:r>
      <w:proofErr w:type="spellStart"/>
      <w:r w:rsidR="00E36F6A" w:rsidRPr="00F23192">
        <w:t>Bast</w:t>
      </w:r>
      <w:proofErr w:type="spellEnd"/>
      <w:r>
        <w:t xml:space="preserve"> ! </w:t>
      </w:r>
      <w:r w:rsidR="00E36F6A" w:rsidRPr="00F23192">
        <w:t xml:space="preserve">fit </w:t>
      </w:r>
      <w:proofErr w:type="spellStart"/>
      <w:r w:rsidR="00E36F6A" w:rsidRPr="00F23192">
        <w:t>Perdonnet</w:t>
      </w:r>
      <w:proofErr w:type="spellEnd"/>
      <w:r w:rsidR="00E36F6A" w:rsidRPr="00F23192">
        <w:t xml:space="preserve"> avec désinvolture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comme si la chose était faite</w:t>
      </w:r>
      <w:r>
        <w:t>.</w:t>
      </w:r>
    </w:p>
    <w:p w14:paraId="1764413F" w14:textId="77777777" w:rsidR="00D60A57" w:rsidRDefault="00E36F6A" w:rsidP="00D60A57">
      <w:r w:rsidRPr="00F23192">
        <w:t xml:space="preserve">Et le châtelain du </w:t>
      </w:r>
      <w:r w:rsidR="00D60A57">
        <w:t>« </w:t>
      </w:r>
      <w:r w:rsidRPr="00F23192">
        <w:t>Connétable</w:t>
      </w:r>
      <w:r w:rsidR="00D60A57">
        <w:t> »</w:t>
      </w:r>
      <w:r w:rsidRPr="00F23192">
        <w:t xml:space="preserve"> de conclure</w:t>
      </w:r>
      <w:r w:rsidR="00D60A57">
        <w:t> :</w:t>
      </w:r>
    </w:p>
    <w:p w14:paraId="1DF80A07" w14:textId="77777777" w:rsidR="00D60A57" w:rsidRDefault="00D60A57" w:rsidP="00D60A57">
      <w:r>
        <w:t>— </w:t>
      </w:r>
      <w:r w:rsidR="00E36F6A" w:rsidRPr="00F23192">
        <w:t>Bref</w:t>
      </w:r>
      <w:r>
        <w:t xml:space="preserve">, </w:t>
      </w:r>
      <w:r w:rsidR="00E36F6A" w:rsidRPr="00F23192">
        <w:t>il ne dépend que de vous que le sire de la Font</w:t>
      </w:r>
      <w:r w:rsidR="00E36F6A" w:rsidRPr="00F23192">
        <w:t>a</w:t>
      </w:r>
      <w:r w:rsidR="00E36F6A" w:rsidRPr="00F23192">
        <w:t>nelle me délie la langue</w:t>
      </w:r>
      <w:r>
        <w:t>.</w:t>
      </w:r>
    </w:p>
    <w:p w14:paraId="16C52A75" w14:textId="77777777" w:rsidR="00D60A57" w:rsidRDefault="00E36F6A" w:rsidP="00D60A57">
      <w:r w:rsidRPr="00F23192">
        <w:t>Le duc protesta</w:t>
      </w:r>
      <w:r w:rsidR="00D60A57">
        <w:t> :</w:t>
      </w:r>
    </w:p>
    <w:p w14:paraId="397D8F52" w14:textId="77777777" w:rsidR="00D60A57" w:rsidRDefault="00D60A57" w:rsidP="00D60A57">
      <w:r>
        <w:t>— </w:t>
      </w:r>
      <w:r w:rsidR="00E36F6A" w:rsidRPr="00F23192">
        <w:t>Mais</w:t>
      </w:r>
      <w:r>
        <w:t xml:space="preserve">, </w:t>
      </w:r>
      <w:r w:rsidR="00E36F6A" w:rsidRPr="00F23192">
        <w:t>savez-vous bien</w:t>
      </w:r>
      <w:r>
        <w:t xml:space="preserve">, </w:t>
      </w:r>
      <w:r w:rsidR="00E36F6A" w:rsidRPr="00F23192">
        <w:t>mon maître</w:t>
      </w:r>
      <w:r>
        <w:t xml:space="preserve">, </w:t>
      </w:r>
      <w:r w:rsidR="00E36F6A" w:rsidRPr="00F23192">
        <w:t>que votre prétention me paraît exorbitante</w:t>
      </w:r>
      <w:r>
        <w:t>.</w:t>
      </w:r>
    </w:p>
    <w:p w14:paraId="350B76E3" w14:textId="77777777" w:rsidR="00D60A57" w:rsidRDefault="00D60A57" w:rsidP="00D60A57">
      <w:r>
        <w:t>— </w:t>
      </w:r>
      <w:r w:rsidR="00E36F6A" w:rsidRPr="00F23192">
        <w:t>Nous ne sommes pas</w:t>
      </w:r>
      <w:r>
        <w:t xml:space="preserve">, </w:t>
      </w:r>
      <w:r w:rsidR="00E36F6A" w:rsidRPr="00F23192">
        <w:t>vous et moi</w:t>
      </w:r>
      <w:r>
        <w:t xml:space="preserve">, </w:t>
      </w:r>
      <w:r w:rsidR="00E36F6A" w:rsidRPr="00F23192">
        <w:t>du même avis sur ce point</w:t>
      </w:r>
      <w:r>
        <w:t xml:space="preserve">, </w:t>
      </w:r>
      <w:r w:rsidR="00E36F6A" w:rsidRPr="00F23192">
        <w:t xml:space="preserve">déclara sèchement </w:t>
      </w:r>
      <w:proofErr w:type="spellStart"/>
      <w:r w:rsidR="00E36F6A" w:rsidRPr="00F23192">
        <w:t>Perdonnet</w:t>
      </w:r>
      <w:proofErr w:type="spellEnd"/>
      <w:r>
        <w:t>.</w:t>
      </w:r>
    </w:p>
    <w:p w14:paraId="13BE2A34" w14:textId="77777777" w:rsidR="00D60A57" w:rsidRDefault="00E36F6A" w:rsidP="00D60A57">
      <w:r w:rsidRPr="00F23192">
        <w:t>Il ajouta</w:t>
      </w:r>
      <w:r w:rsidR="00D60A57">
        <w:t xml:space="preserve">, </w:t>
      </w:r>
      <w:r w:rsidRPr="00F23192">
        <w:t>pour bien montrer que le sujet était épuisé</w:t>
      </w:r>
      <w:r w:rsidR="00D60A57">
        <w:t> :</w:t>
      </w:r>
    </w:p>
    <w:p w14:paraId="39E78CEC" w14:textId="77777777" w:rsidR="00D60A57" w:rsidRDefault="00D60A57" w:rsidP="00D60A57">
      <w:r>
        <w:lastRenderedPageBreak/>
        <w:t>— </w:t>
      </w:r>
      <w:r w:rsidR="00E36F6A" w:rsidRPr="00F23192">
        <w:t>Mais je n</w:t>
      </w:r>
      <w:r>
        <w:t>’</w:t>
      </w:r>
      <w:r w:rsidR="00E36F6A" w:rsidRPr="00F23192">
        <w:t>imagine pas que ce soit là l</w:t>
      </w:r>
      <w:r>
        <w:t>’</w:t>
      </w:r>
      <w:r w:rsidR="00E36F6A" w:rsidRPr="00F23192">
        <w:t>objet de votre v</w:t>
      </w:r>
      <w:r w:rsidR="00E36F6A" w:rsidRPr="00F23192">
        <w:t>i</w:t>
      </w:r>
      <w:r w:rsidR="00E36F6A" w:rsidRPr="00F23192">
        <w:t>site</w:t>
      </w:r>
      <w:r>
        <w:t>.</w:t>
      </w:r>
    </w:p>
    <w:p w14:paraId="7EEEA312" w14:textId="77777777" w:rsidR="00D60A57" w:rsidRDefault="00E36F6A" w:rsidP="00D60A57">
      <w:r w:rsidRPr="00F23192">
        <w:t>Voyant qu</w:t>
      </w:r>
      <w:r w:rsidR="00D60A57">
        <w:t>’</w:t>
      </w:r>
      <w:r w:rsidRPr="00F23192">
        <w:t>il lui serait oiseux d</w:t>
      </w:r>
      <w:r w:rsidR="00D60A57">
        <w:t>’</w:t>
      </w:r>
      <w:r w:rsidRPr="00F23192">
        <w:t>insister</w:t>
      </w:r>
      <w:r w:rsidR="00D60A57">
        <w:t xml:space="preserve">, </w:t>
      </w:r>
      <w:proofErr w:type="spellStart"/>
      <w:r w:rsidRPr="00F23192">
        <w:t>Kerlor</w:t>
      </w:r>
      <w:proofErr w:type="spellEnd"/>
      <w:r w:rsidRPr="00F23192">
        <w:t xml:space="preserve"> murmura</w:t>
      </w:r>
      <w:r w:rsidR="00D60A57">
        <w:t> :</w:t>
      </w:r>
    </w:p>
    <w:p w14:paraId="3AE3D0EB" w14:textId="77777777" w:rsidR="00D60A57" w:rsidRDefault="00D60A57" w:rsidP="00D60A57">
      <w:r>
        <w:t>— </w:t>
      </w:r>
      <w:r w:rsidR="00E36F6A" w:rsidRPr="00F23192">
        <w:t>La question est à examiner</w:t>
      </w:r>
      <w:r>
        <w:t xml:space="preserve">… </w:t>
      </w:r>
      <w:r w:rsidR="00E36F6A" w:rsidRPr="00F23192">
        <w:t>pour l</w:t>
      </w:r>
      <w:r>
        <w:t>’</w:t>
      </w:r>
      <w:r w:rsidR="00E36F6A" w:rsidRPr="00F23192">
        <w:t>instant la Fontanelle m</w:t>
      </w:r>
      <w:r>
        <w:t>’</w:t>
      </w:r>
      <w:r w:rsidR="00E36F6A" w:rsidRPr="00F23192">
        <w:t>ayant parlé de vos qualités d</w:t>
      </w:r>
      <w:r>
        <w:t>’</w:t>
      </w:r>
      <w:r w:rsidR="00E36F6A" w:rsidRPr="00F23192">
        <w:t>escrimeur</w:t>
      </w:r>
      <w:r>
        <w:t>…</w:t>
      </w:r>
    </w:p>
    <w:p w14:paraId="3A3A94E7" w14:textId="77777777" w:rsidR="00D60A57" w:rsidRDefault="00E36F6A" w:rsidP="00D60A57">
      <w:r w:rsidRPr="00F23192">
        <w:t>Modestement</w:t>
      </w:r>
      <w:r w:rsidR="00D60A57">
        <w:t xml:space="preserve">, </w:t>
      </w:r>
      <w:proofErr w:type="spellStart"/>
      <w:r w:rsidRPr="00F23192">
        <w:t>Perdonnet</w:t>
      </w:r>
      <w:proofErr w:type="spellEnd"/>
      <w:r w:rsidRPr="00F23192">
        <w:t xml:space="preserve"> reconnut</w:t>
      </w:r>
      <w:r w:rsidR="00D60A57">
        <w:t> :</w:t>
      </w:r>
    </w:p>
    <w:p w14:paraId="6B0F2ABD" w14:textId="77777777" w:rsidR="00D60A57" w:rsidRDefault="00D60A57" w:rsidP="00D60A57">
      <w:r>
        <w:t>— </w:t>
      </w:r>
      <w:r w:rsidR="00E36F6A" w:rsidRPr="00F23192">
        <w:t>On veut bien me reconnaître quelque mérite à l</w:t>
      </w:r>
      <w:r>
        <w:t>’</w:t>
      </w:r>
      <w:r w:rsidR="00E36F6A" w:rsidRPr="00F23192">
        <w:t>épée</w:t>
      </w:r>
      <w:r>
        <w:t>.</w:t>
      </w:r>
    </w:p>
    <w:p w14:paraId="32523384" w14:textId="77777777" w:rsidR="00D60A57" w:rsidRDefault="00E36F6A" w:rsidP="00D60A57">
      <w:r w:rsidRPr="00F23192">
        <w:t>Et il ajouta</w:t>
      </w:r>
      <w:r w:rsidR="00D60A57">
        <w:t> :</w:t>
      </w:r>
    </w:p>
    <w:p w14:paraId="0B9E769F" w14:textId="77777777" w:rsidR="00D60A57" w:rsidRDefault="00D60A57" w:rsidP="00D60A57">
      <w:r>
        <w:t>— </w:t>
      </w:r>
      <w:r w:rsidR="00E36F6A" w:rsidRPr="00F23192">
        <w:t>Monsieur le duc</w:t>
      </w:r>
      <w:r>
        <w:t xml:space="preserve">, </w:t>
      </w:r>
      <w:r w:rsidR="00E36F6A" w:rsidRPr="00F23192">
        <w:t>je suis à vos ordres</w:t>
      </w:r>
      <w:r>
        <w:t xml:space="preserve">… </w:t>
      </w:r>
      <w:r w:rsidR="00E36F6A" w:rsidRPr="00F23192">
        <w:t>bien que la disp</w:t>
      </w:r>
      <w:r w:rsidR="00E36F6A" w:rsidRPr="00F23192">
        <w:t>a</w:t>
      </w:r>
      <w:r w:rsidR="00E36F6A" w:rsidRPr="00F23192">
        <w:t xml:space="preserve">rition du comte du </w:t>
      </w:r>
      <w:proofErr w:type="spellStart"/>
      <w:r w:rsidR="00E36F6A" w:rsidRPr="00F23192">
        <w:t>Palouët</w:t>
      </w:r>
      <w:proofErr w:type="spellEnd"/>
      <w:r w:rsidR="00E36F6A" w:rsidRPr="00F23192">
        <w:t xml:space="preserve"> rende peu probable votre re</w:t>
      </w:r>
      <w:r w:rsidR="00E36F6A" w:rsidRPr="00F23192">
        <w:t>n</w:t>
      </w:r>
      <w:r w:rsidR="00E36F6A" w:rsidRPr="00F23192">
        <w:t>contre avec lui</w:t>
      </w:r>
      <w:r>
        <w:t>…</w:t>
      </w:r>
    </w:p>
    <w:p w14:paraId="0B82F49A" w14:textId="77777777" w:rsidR="00D60A57" w:rsidRDefault="00E36F6A" w:rsidP="00D60A57">
      <w:r w:rsidRPr="00F23192">
        <w:t>Le duc posa avec énergie</w:t>
      </w:r>
      <w:r w:rsidR="00D60A57">
        <w:t>.</w:t>
      </w:r>
    </w:p>
    <w:p w14:paraId="09B30A63" w14:textId="77777777" w:rsidR="00D60A57" w:rsidRDefault="00D60A57" w:rsidP="00D60A57">
      <w:r>
        <w:t>— </w:t>
      </w:r>
      <w:r w:rsidR="00E36F6A" w:rsidRPr="00F23192">
        <w:t>Tout arrive</w:t>
      </w:r>
      <w:r>
        <w:t xml:space="preserve">… </w:t>
      </w:r>
      <w:r w:rsidR="00E36F6A" w:rsidRPr="00F23192">
        <w:t>et je dois me tenir prêt pour le jour conv</w:t>
      </w:r>
      <w:r w:rsidR="00E36F6A" w:rsidRPr="00F23192">
        <w:t>e</w:t>
      </w:r>
      <w:r w:rsidR="00E36F6A" w:rsidRPr="00F23192">
        <w:t>nu</w:t>
      </w:r>
      <w:r>
        <w:t>.</w:t>
      </w:r>
    </w:p>
    <w:p w14:paraId="4AA05449" w14:textId="77777777" w:rsidR="00D60A57" w:rsidRDefault="00E36F6A" w:rsidP="00D60A57">
      <w:r w:rsidRPr="00F23192">
        <w:t>Il ajouta</w:t>
      </w:r>
      <w:r w:rsidR="00D60A57">
        <w:t xml:space="preserve">, </w:t>
      </w:r>
      <w:r w:rsidRPr="00F23192">
        <w:t>la voix grandiloquente</w:t>
      </w:r>
      <w:r w:rsidR="00D60A57">
        <w:t> :</w:t>
      </w:r>
    </w:p>
    <w:p w14:paraId="1D058C92" w14:textId="77777777" w:rsidR="00D60A57" w:rsidRDefault="00D60A57" w:rsidP="00D60A57">
      <w:r>
        <w:t>— </w:t>
      </w:r>
      <w:r w:rsidR="00E36F6A" w:rsidRPr="00F23192">
        <w:t>Le jour de la Vierge verra</w:t>
      </w:r>
      <w:r>
        <w:t xml:space="preserve"> – </w:t>
      </w:r>
      <w:r w:rsidR="00E36F6A" w:rsidRPr="00F23192">
        <w:t>j</w:t>
      </w:r>
      <w:r>
        <w:t>’</w:t>
      </w:r>
      <w:r w:rsidR="00E36F6A" w:rsidRPr="00F23192">
        <w:t>en ai le ferme espoir</w:t>
      </w:r>
      <w:r>
        <w:t xml:space="preserve"> – </w:t>
      </w:r>
      <w:r w:rsidR="00E36F6A" w:rsidRPr="00F23192">
        <w:t>et ma victoire sur le comte Bertrand</w:t>
      </w:r>
      <w:r>
        <w:t xml:space="preserve">, </w:t>
      </w:r>
      <w:r w:rsidR="00E36F6A" w:rsidRPr="00F23192">
        <w:t>et celle de la Ligue sur ces obst</w:t>
      </w:r>
      <w:r w:rsidR="00E36F6A" w:rsidRPr="00F23192">
        <w:t>i</w:t>
      </w:r>
      <w:r w:rsidR="00E36F6A" w:rsidRPr="00F23192">
        <w:t>nés Bretons</w:t>
      </w:r>
      <w:r>
        <w:t>.</w:t>
      </w:r>
    </w:p>
    <w:p w14:paraId="6FAF9A7E" w14:textId="77777777" w:rsidR="00D60A57" w:rsidRDefault="00D60A57" w:rsidP="00D60A57">
      <w:r>
        <w:t>— </w:t>
      </w:r>
      <w:r w:rsidR="00E36F6A" w:rsidRPr="00F23192">
        <w:t>Nul ne le souhaite plus que moi</w:t>
      </w:r>
      <w:r>
        <w:t xml:space="preserve">, </w:t>
      </w:r>
      <w:r w:rsidR="00E36F6A" w:rsidRPr="00F23192">
        <w:t>monsieur le duc</w:t>
      </w:r>
      <w:r>
        <w:t xml:space="preserve">, </w:t>
      </w:r>
      <w:r w:rsidR="00E36F6A" w:rsidRPr="00F23192">
        <w:t>affi</w:t>
      </w:r>
      <w:r w:rsidR="00E36F6A" w:rsidRPr="00F23192">
        <w:t>r</w:t>
      </w:r>
      <w:r w:rsidR="00E36F6A" w:rsidRPr="00F23192">
        <w:t xml:space="preserve">ma obséquieusement </w:t>
      </w:r>
      <w:proofErr w:type="spellStart"/>
      <w:r w:rsidR="00E36F6A" w:rsidRPr="00F23192">
        <w:t>Perdonnet</w:t>
      </w:r>
      <w:proofErr w:type="spellEnd"/>
      <w:r>
        <w:t>.</w:t>
      </w:r>
    </w:p>
    <w:p w14:paraId="696C15D8" w14:textId="77777777" w:rsidR="00D60A57" w:rsidRDefault="00E36F6A" w:rsidP="00D60A57">
      <w:r w:rsidRPr="00F23192">
        <w:t>La Louve eut le sentiment que le visiteur s</w:t>
      </w:r>
      <w:r w:rsidR="00D60A57">
        <w:t>’</w:t>
      </w:r>
      <w:r w:rsidRPr="00F23192">
        <w:t>apprêtait à prendre congé et craignit</w:t>
      </w:r>
      <w:r w:rsidR="00D60A57">
        <w:t xml:space="preserve">, </w:t>
      </w:r>
      <w:r w:rsidRPr="00F23192">
        <w:t>si elle tardait à partir</w:t>
      </w:r>
      <w:r w:rsidR="00D60A57">
        <w:t xml:space="preserve">, </w:t>
      </w:r>
      <w:r w:rsidRPr="00F23192">
        <w:t>de se laisser surprendre</w:t>
      </w:r>
      <w:r w:rsidR="00D60A57">
        <w:t xml:space="preserve">, </w:t>
      </w:r>
      <w:r w:rsidRPr="00F23192">
        <w:t>et</w:t>
      </w:r>
      <w:r w:rsidR="00D60A57">
        <w:t xml:space="preserve">, </w:t>
      </w:r>
      <w:r w:rsidRPr="00F23192">
        <w:t>prestement</w:t>
      </w:r>
      <w:r w:rsidR="00D60A57">
        <w:t xml:space="preserve">, </w:t>
      </w:r>
      <w:r w:rsidRPr="00F23192">
        <w:t>par les caves</w:t>
      </w:r>
      <w:r w:rsidR="00D60A57">
        <w:t xml:space="preserve">, </w:t>
      </w:r>
      <w:r w:rsidRPr="00F23192">
        <w:t xml:space="preserve">comme le lui avait prescrit </w:t>
      </w:r>
      <w:proofErr w:type="spellStart"/>
      <w:r w:rsidRPr="00F23192">
        <w:t>Perdonnet</w:t>
      </w:r>
      <w:proofErr w:type="spellEnd"/>
      <w:r w:rsidR="00D60A57">
        <w:t xml:space="preserve">, </w:t>
      </w:r>
      <w:r w:rsidRPr="00F23192">
        <w:t>gagna le dehors</w:t>
      </w:r>
      <w:r w:rsidR="00D60A57">
        <w:t>.</w:t>
      </w:r>
    </w:p>
    <w:p w14:paraId="72C25D5A" w14:textId="77777777" w:rsidR="00D60A57" w:rsidRDefault="00E36F6A" w:rsidP="00D60A57">
      <w:r w:rsidRPr="00F23192">
        <w:t>Elle avait le cœur en liesse</w:t>
      </w:r>
      <w:r w:rsidR="00D60A57">
        <w:t xml:space="preserve"> ; </w:t>
      </w:r>
      <w:r w:rsidRPr="00F23192">
        <w:t>grâce à l</w:t>
      </w:r>
      <w:r w:rsidR="00D60A57">
        <w:t>’</w:t>
      </w:r>
      <w:r w:rsidRPr="00F23192">
        <w:t>entretien qu</w:t>
      </w:r>
      <w:r w:rsidR="00D60A57">
        <w:t>’</w:t>
      </w:r>
      <w:r w:rsidRPr="00F23192">
        <w:t>elle v</w:t>
      </w:r>
      <w:r w:rsidRPr="00F23192">
        <w:t>e</w:t>
      </w:r>
      <w:r w:rsidRPr="00F23192">
        <w:t>nait de surprendre</w:t>
      </w:r>
      <w:r w:rsidR="00D60A57">
        <w:t xml:space="preserve">, </w:t>
      </w:r>
      <w:r w:rsidRPr="00F23192">
        <w:t xml:space="preserve">un détail important venait de lui être </w:t>
      </w:r>
      <w:r w:rsidRPr="00F23192">
        <w:lastRenderedPageBreak/>
        <w:t>révélé</w:t>
      </w:r>
      <w:r w:rsidR="00D60A57">
        <w:t xml:space="preserve">, </w:t>
      </w:r>
      <w:r w:rsidRPr="00F23192">
        <w:t>qui lui permettrait de tenir le serment qu</w:t>
      </w:r>
      <w:r w:rsidR="00D60A57">
        <w:t>’</w:t>
      </w:r>
      <w:r w:rsidRPr="00F23192">
        <w:t>elle s</w:t>
      </w:r>
      <w:r w:rsidR="00D60A57">
        <w:t>’</w:t>
      </w:r>
      <w:r w:rsidRPr="00F23192">
        <w:t>était fait à elle-même de travailler au bonheur de celui que les hasards de la vie lui avaient donné comme frère</w:t>
      </w:r>
      <w:r w:rsidR="00D60A57">
        <w:t>.</w:t>
      </w:r>
    </w:p>
    <w:p w14:paraId="5D6C2675" w14:textId="77777777" w:rsidR="00D60A57" w:rsidRDefault="00E36F6A" w:rsidP="00D60A57">
      <w:r w:rsidRPr="00F23192">
        <w:t>Celle qu</w:t>
      </w:r>
      <w:r w:rsidR="00D60A57">
        <w:t>’</w:t>
      </w:r>
      <w:r w:rsidRPr="00F23192">
        <w:t>il aimait et qu</w:t>
      </w:r>
      <w:r w:rsidR="00D60A57">
        <w:t>’</w:t>
      </w:r>
      <w:r w:rsidRPr="00F23192">
        <w:t>un couple de coquins lui avait ravie</w:t>
      </w:r>
      <w:r w:rsidR="00D60A57">
        <w:t xml:space="preserve">, </w:t>
      </w:r>
      <w:r w:rsidRPr="00F23192">
        <w:t>pourrait</w:t>
      </w:r>
      <w:r w:rsidR="00D60A57">
        <w:t xml:space="preserve">, </w:t>
      </w:r>
      <w:r w:rsidRPr="00F23192">
        <w:t>grâce à elle</w:t>
      </w:r>
      <w:r w:rsidR="00D60A57">
        <w:t xml:space="preserve">, </w:t>
      </w:r>
      <w:r w:rsidRPr="00F23192">
        <w:t>lui être rendue</w:t>
      </w:r>
      <w:r w:rsidR="00D60A57">
        <w:t>.</w:t>
      </w:r>
    </w:p>
    <w:p w14:paraId="05313FED" w14:textId="77777777" w:rsidR="00D60A57" w:rsidRDefault="00E36F6A" w:rsidP="00D60A57">
      <w:r w:rsidRPr="00F23192">
        <w:t>En dépit de la détresse qui emplissait son cœur</w:t>
      </w:r>
      <w:r w:rsidR="00D60A57">
        <w:t xml:space="preserve">, </w:t>
      </w:r>
      <w:r w:rsidRPr="00F23192">
        <w:t>elle sentait en elle un grand apaisement</w:t>
      </w:r>
      <w:r w:rsidR="00D60A57">
        <w:t>.</w:t>
      </w:r>
    </w:p>
    <w:p w14:paraId="158DD91A" w14:textId="77777777" w:rsidR="00D60A57" w:rsidRDefault="00E36F6A" w:rsidP="00D60A57">
      <w:r w:rsidRPr="00F23192">
        <w:t>Pour la première fois de sa vie</w:t>
      </w:r>
      <w:r w:rsidR="00D60A57">
        <w:t xml:space="preserve">, </w:t>
      </w:r>
      <w:r w:rsidRPr="00F23192">
        <w:t>elle avait la sensation du devoir accompli</w:t>
      </w:r>
      <w:r w:rsidR="00D60A57">
        <w:t>.</w:t>
      </w:r>
    </w:p>
    <w:p w14:paraId="73AF24A7" w14:textId="77777777" w:rsidR="00D60A57" w:rsidRDefault="00E36F6A" w:rsidP="00D60A57">
      <w:r w:rsidRPr="00F23192">
        <w:t>Certes</w:t>
      </w:r>
      <w:r w:rsidR="00D60A57">
        <w:t xml:space="preserve">, </w:t>
      </w:r>
      <w:r w:rsidRPr="00F23192">
        <w:t>elle ne se dissimulait pas que la besogne était rude</w:t>
      </w:r>
      <w:r w:rsidR="00D60A57">
        <w:t>.</w:t>
      </w:r>
    </w:p>
    <w:p w14:paraId="1A41B70A" w14:textId="77777777" w:rsidR="00D60A57" w:rsidRDefault="00E36F6A" w:rsidP="00D60A57">
      <w:r w:rsidRPr="00F23192">
        <w:t>Tant mieux</w:t>
      </w:r>
      <w:r w:rsidR="00D60A57">
        <w:t xml:space="preserve">, </w:t>
      </w:r>
      <w:r w:rsidRPr="00F23192">
        <w:t>sa satisfaction n</w:t>
      </w:r>
      <w:r w:rsidR="00D60A57">
        <w:t>’</w:t>
      </w:r>
      <w:r w:rsidRPr="00F23192">
        <w:t>en serait que plus grande</w:t>
      </w:r>
      <w:r w:rsidR="00D60A57">
        <w:t>…</w:t>
      </w:r>
    </w:p>
    <w:p w14:paraId="2DF7632C" w14:textId="211E1614" w:rsidR="00E36F6A" w:rsidRPr="00F23192" w:rsidRDefault="00E36F6A" w:rsidP="00D60A57">
      <w:pPr>
        <w:pStyle w:val="Titre1"/>
      </w:pPr>
      <w:bookmarkStart w:id="20" w:name="_Toc186820635"/>
      <w:bookmarkStart w:id="21" w:name="_Toc195122112"/>
      <w:r w:rsidRPr="00F23192">
        <w:lastRenderedPageBreak/>
        <w:t>CHAPITRE X</w:t>
      </w:r>
      <w:r w:rsidRPr="00F23192">
        <w:br/>
      </w:r>
      <w:r w:rsidRPr="00F23192">
        <w:br/>
        <w:t>JUSTICE</w:t>
      </w:r>
      <w:bookmarkEnd w:id="20"/>
      <w:bookmarkEnd w:id="21"/>
      <w:r w:rsidRPr="00F23192">
        <w:br/>
      </w:r>
    </w:p>
    <w:p w14:paraId="0AAA110C" w14:textId="77777777" w:rsidR="00D60A57" w:rsidRDefault="00E36F6A" w:rsidP="00D60A57">
      <w:r w:rsidRPr="00F23192">
        <w:t>De tous les points de la région</w:t>
      </w:r>
      <w:r w:rsidR="00D60A57">
        <w:t xml:space="preserve">, </w:t>
      </w:r>
      <w:r w:rsidRPr="00F23192">
        <w:t>on était accouru</w:t>
      </w:r>
      <w:r w:rsidR="00D60A57">
        <w:t xml:space="preserve"> ; </w:t>
      </w:r>
      <w:r w:rsidRPr="00F23192">
        <w:t>le temps écoulé depuis la réunion de Plougasnou avait été mis à profit par ceux qui y avaient assisté et un rappel avait été battu</w:t>
      </w:r>
      <w:r w:rsidR="00D60A57">
        <w:t xml:space="preserve">, </w:t>
      </w:r>
      <w:r w:rsidRPr="00F23192">
        <w:t>convoquant à cette assemblée</w:t>
      </w:r>
      <w:r w:rsidR="00D60A57">
        <w:t xml:space="preserve">, </w:t>
      </w:r>
      <w:r w:rsidRPr="00F23192">
        <w:t>où devaient être prises des déc</w:t>
      </w:r>
      <w:r w:rsidRPr="00F23192">
        <w:t>i</w:t>
      </w:r>
      <w:r w:rsidRPr="00F23192">
        <w:t>sions importantes pour le sort du pays</w:t>
      </w:r>
      <w:r w:rsidR="00D60A57">
        <w:t xml:space="preserve">, </w:t>
      </w:r>
      <w:r w:rsidRPr="00F23192">
        <w:t>le ban et l</w:t>
      </w:r>
      <w:r w:rsidR="00D60A57">
        <w:t>’</w:t>
      </w:r>
      <w:r w:rsidRPr="00F23192">
        <w:t>arrière-ban de tous les porte-épée de Bretagne</w:t>
      </w:r>
      <w:r w:rsidR="00D60A57">
        <w:t>.</w:t>
      </w:r>
    </w:p>
    <w:p w14:paraId="3508CC46" w14:textId="77777777" w:rsidR="00D60A57" w:rsidRDefault="00E36F6A" w:rsidP="00D60A57">
      <w:r w:rsidRPr="00F23192">
        <w:t>Donc</w:t>
      </w:r>
      <w:r w:rsidR="00D60A57">
        <w:t xml:space="preserve">, </w:t>
      </w:r>
      <w:r w:rsidRPr="00F23192">
        <w:t>dans cette clairière immense qui formait au cœur des bois comme une arène enclose d</w:t>
      </w:r>
      <w:r w:rsidR="00D60A57">
        <w:t>’</w:t>
      </w:r>
      <w:r w:rsidRPr="00F23192">
        <w:t>arbres centenaires</w:t>
      </w:r>
      <w:r w:rsidR="00D60A57">
        <w:t xml:space="preserve">, </w:t>
      </w:r>
      <w:r w:rsidRPr="00F23192">
        <w:t>ils se tro</w:t>
      </w:r>
      <w:r w:rsidRPr="00F23192">
        <w:t>u</w:t>
      </w:r>
      <w:r w:rsidRPr="00F23192">
        <w:t>vaient là</w:t>
      </w:r>
      <w:r w:rsidR="00D60A57">
        <w:t xml:space="preserve">, </w:t>
      </w:r>
      <w:r w:rsidRPr="00F23192">
        <w:t>au nombre de plusieurs centaines</w:t>
      </w:r>
      <w:r w:rsidR="00D60A57">
        <w:t xml:space="preserve">, </w:t>
      </w:r>
      <w:r w:rsidRPr="00F23192">
        <w:t>mandatés par leurs parents</w:t>
      </w:r>
      <w:r w:rsidR="00D60A57">
        <w:t xml:space="preserve">, </w:t>
      </w:r>
      <w:r w:rsidRPr="00F23192">
        <w:t>amis et voisins</w:t>
      </w:r>
      <w:r w:rsidR="00D60A57">
        <w:t xml:space="preserve">, </w:t>
      </w:r>
      <w:r w:rsidRPr="00F23192">
        <w:t>venus pour entendre discuter une de</w:t>
      </w:r>
      <w:r w:rsidRPr="00F23192">
        <w:t>r</w:t>
      </w:r>
      <w:r w:rsidRPr="00F23192">
        <w:t>nière fois cette brûlante question de l</w:t>
      </w:r>
      <w:r w:rsidR="00D60A57">
        <w:t>’</w:t>
      </w:r>
      <w:r w:rsidRPr="00F23192">
        <w:t>adhésion de la Bretagne à la Sainte Ligue</w:t>
      </w:r>
      <w:r w:rsidR="00D60A57">
        <w:t xml:space="preserve">, </w:t>
      </w:r>
      <w:r w:rsidRPr="00F23192">
        <w:t>commandée par le duc de Guise</w:t>
      </w:r>
      <w:r w:rsidR="00D60A57">
        <w:t>.</w:t>
      </w:r>
    </w:p>
    <w:p w14:paraId="408429CA" w14:textId="77777777" w:rsidR="00D60A57" w:rsidRDefault="00E36F6A" w:rsidP="00D60A57">
      <w:r w:rsidRPr="00F23192">
        <w:t>Certes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il ne s</w:t>
      </w:r>
      <w:r w:rsidR="00D60A57">
        <w:t>’</w:t>
      </w:r>
      <w:r w:rsidRPr="00F23192">
        <w:t>était agi</w:t>
      </w:r>
      <w:r w:rsidR="00D60A57">
        <w:t xml:space="preserve">, </w:t>
      </w:r>
      <w:r w:rsidRPr="00F23192">
        <w:t>en la circonstance</w:t>
      </w:r>
      <w:r w:rsidR="00D60A57">
        <w:t xml:space="preserve">, </w:t>
      </w:r>
      <w:r w:rsidRPr="00F23192">
        <w:t>que de religion</w:t>
      </w:r>
      <w:r w:rsidR="00D60A57">
        <w:t xml:space="preserve">, </w:t>
      </w:r>
      <w:r w:rsidRPr="00F23192">
        <w:t>le débat aurait pris fin avant que de commencer</w:t>
      </w:r>
      <w:r w:rsidR="00D60A57">
        <w:t xml:space="preserve"> : </w:t>
      </w:r>
      <w:r w:rsidRPr="00F23192">
        <w:t>la Bretagne</w:t>
      </w:r>
      <w:r w:rsidR="00D60A57">
        <w:t xml:space="preserve">, </w:t>
      </w:r>
      <w:r w:rsidRPr="00F23192">
        <w:t>fille de l</w:t>
      </w:r>
      <w:r w:rsidR="00D60A57">
        <w:t>’</w:t>
      </w:r>
      <w:r w:rsidRPr="00F23192">
        <w:t>Église</w:t>
      </w:r>
      <w:r w:rsidR="00D60A57">
        <w:t xml:space="preserve">, </w:t>
      </w:r>
      <w:r w:rsidRPr="00F23192">
        <w:t>aurait grossi les rangs des défenseurs cathol</w:t>
      </w:r>
      <w:r w:rsidRPr="00F23192">
        <w:t>i</w:t>
      </w:r>
      <w:r w:rsidRPr="00F23192">
        <w:t>ques</w:t>
      </w:r>
      <w:r w:rsidR="00D60A57">
        <w:t>.</w:t>
      </w:r>
    </w:p>
    <w:p w14:paraId="31A7CD47" w14:textId="77777777" w:rsidR="00D60A57" w:rsidRDefault="00E36F6A" w:rsidP="00D60A57">
      <w:r w:rsidRPr="00F23192">
        <w:t>Mais il s</w:t>
      </w:r>
      <w:r w:rsidR="00D60A57">
        <w:t>’</w:t>
      </w:r>
      <w:r w:rsidRPr="00F23192">
        <w:t>agissait en l</w:t>
      </w:r>
      <w:r w:rsidR="00D60A57">
        <w:t>’</w:t>
      </w:r>
      <w:r w:rsidRPr="00F23192">
        <w:t>espèce de bien autre chose</w:t>
      </w:r>
      <w:r w:rsidR="00D60A57">
        <w:t xml:space="preserve"> ; </w:t>
      </w:r>
      <w:r w:rsidRPr="00F23192">
        <w:t>comme l</w:t>
      </w:r>
      <w:r w:rsidR="00D60A57">
        <w:t>’</w:t>
      </w:r>
      <w:r w:rsidRPr="00F23192">
        <w:t xml:space="preserve">avait exprimé éloquemment le jeune comte du </w:t>
      </w:r>
      <w:proofErr w:type="spellStart"/>
      <w:r w:rsidRPr="00F23192">
        <w:t>Falouët</w:t>
      </w:r>
      <w:proofErr w:type="spellEnd"/>
      <w:r w:rsidR="00D60A57">
        <w:t xml:space="preserve">, </w:t>
      </w:r>
      <w:r w:rsidRPr="00F23192">
        <w:t>ce qui était en cause</w:t>
      </w:r>
      <w:r w:rsidR="00D60A57">
        <w:t xml:space="preserve">, </w:t>
      </w:r>
      <w:r w:rsidRPr="00F23192">
        <w:t>surtout</w:t>
      </w:r>
      <w:r w:rsidR="00D60A57">
        <w:t xml:space="preserve">, </w:t>
      </w:r>
      <w:r w:rsidRPr="00F23192">
        <w:t>c</w:t>
      </w:r>
      <w:r w:rsidR="00D60A57">
        <w:t>’</w:t>
      </w:r>
      <w:r w:rsidRPr="00F23192">
        <w:t>était la protestation armée des ligueurs contre l</w:t>
      </w:r>
      <w:r w:rsidR="00D60A57">
        <w:t>’</w:t>
      </w:r>
      <w:r w:rsidRPr="00F23192">
        <w:t>avènement au trône de France d</w:t>
      </w:r>
      <w:r w:rsidR="00D60A57">
        <w:t>’</w:t>
      </w:r>
      <w:r w:rsidRPr="00F23192">
        <w:t>Henri de Navarre</w:t>
      </w:r>
      <w:r w:rsidR="00D60A57">
        <w:t xml:space="preserve">, </w:t>
      </w:r>
      <w:r w:rsidRPr="00F23192">
        <w:t>su</w:t>
      </w:r>
      <w:r w:rsidRPr="00F23192">
        <w:t>c</w:t>
      </w:r>
      <w:r w:rsidRPr="00F23192">
        <w:t>cesseur légitime d</w:t>
      </w:r>
      <w:r w:rsidR="00D60A57">
        <w:t>’</w:t>
      </w:r>
      <w:r w:rsidRPr="00F23192">
        <w:t>Henri</w:t>
      </w:r>
      <w:r w:rsidR="00D60A57">
        <w:t xml:space="preserve"> </w:t>
      </w:r>
      <w:r w:rsidRPr="00F23192">
        <w:t>III et désigné par le roi défunt à son lit de mort</w:t>
      </w:r>
      <w:r w:rsidR="00D60A57">
        <w:t xml:space="preserve">… </w:t>
      </w:r>
      <w:r w:rsidRPr="00F23192">
        <w:t>mais appartenant à la religion réformée</w:t>
      </w:r>
      <w:r w:rsidR="00D60A57">
        <w:t>.</w:t>
      </w:r>
    </w:p>
    <w:p w14:paraId="3DF05D95" w14:textId="77777777" w:rsidR="00D60A57" w:rsidRDefault="00E36F6A" w:rsidP="00D60A57">
      <w:r w:rsidRPr="00F23192">
        <w:lastRenderedPageBreak/>
        <w:t>Un huguenot régnant sur la très catholique France</w:t>
      </w:r>
      <w:r w:rsidR="00D60A57">
        <w:t> !</w:t>
      </w:r>
    </w:p>
    <w:p w14:paraId="25C1FF88" w14:textId="77777777" w:rsidR="00D60A57" w:rsidRDefault="00E36F6A" w:rsidP="00D60A57">
      <w:r w:rsidRPr="00F23192">
        <w:t>Cette perspective hérissait d</w:t>
      </w:r>
      <w:r w:rsidR="00D60A57">
        <w:t>’</w:t>
      </w:r>
      <w:r w:rsidRPr="00F23192">
        <w:t>horreur les princes de la ma</w:t>
      </w:r>
      <w:r w:rsidRPr="00F23192">
        <w:t>i</w:t>
      </w:r>
      <w:r w:rsidRPr="00F23192">
        <w:t>son de Lorraine</w:t>
      </w:r>
      <w:r w:rsidR="00D60A57">
        <w:t xml:space="preserve">, </w:t>
      </w:r>
      <w:r w:rsidRPr="00F23192">
        <w:t>défenseurs très fervents de la religion</w:t>
      </w:r>
      <w:r w:rsidR="00D60A57">
        <w:t xml:space="preserve">… </w:t>
      </w:r>
      <w:r w:rsidRPr="00F23192">
        <w:t>mais en même temps dévorés d</w:t>
      </w:r>
      <w:r w:rsidR="00D60A57">
        <w:t>’</w:t>
      </w:r>
      <w:r w:rsidRPr="00F23192">
        <w:t>ambition</w:t>
      </w:r>
      <w:r w:rsidR="00D60A57">
        <w:t xml:space="preserve">, </w:t>
      </w:r>
      <w:r w:rsidRPr="00F23192">
        <w:t>et auxquels il ne paraissait pas déplaire que leur couronne ducale devînt royale</w:t>
      </w:r>
      <w:r w:rsidR="00D60A57">
        <w:t>.</w:t>
      </w:r>
    </w:p>
    <w:p w14:paraId="00CA533E" w14:textId="77777777" w:rsidR="00D60A57" w:rsidRDefault="00E36F6A" w:rsidP="00D60A57">
      <w:r w:rsidRPr="00F23192">
        <w:t>Le bruit courait même</w:t>
      </w:r>
      <w:r w:rsidR="00D60A57">
        <w:t xml:space="preserve">, </w:t>
      </w:r>
      <w:r w:rsidRPr="00F23192">
        <w:t>apporté de Paris</w:t>
      </w:r>
      <w:r w:rsidR="00D60A57">
        <w:t xml:space="preserve">, </w:t>
      </w:r>
      <w:r w:rsidRPr="00F23192">
        <w:t>que le duc de Guise</w:t>
      </w:r>
      <w:r w:rsidR="00D60A57">
        <w:t xml:space="preserve">, </w:t>
      </w:r>
      <w:r w:rsidRPr="00F23192">
        <w:t>en homme précautionneux</w:t>
      </w:r>
      <w:r w:rsidR="00D60A57">
        <w:t xml:space="preserve">, </w:t>
      </w:r>
      <w:r w:rsidRPr="00F23192">
        <w:t>avait fait élire comme roi de France l</w:t>
      </w:r>
      <w:r w:rsidR="00D60A57">
        <w:t>’</w:t>
      </w:r>
      <w:r w:rsidRPr="00F23192">
        <w:t>un de ses frères</w:t>
      </w:r>
      <w:r w:rsidR="00D60A57">
        <w:t xml:space="preserve">, </w:t>
      </w:r>
      <w:r w:rsidRPr="00F23192">
        <w:t>le cardinal</w:t>
      </w:r>
      <w:r w:rsidR="00D60A57">
        <w:t>.</w:t>
      </w:r>
    </w:p>
    <w:p w14:paraId="1DA467EC" w14:textId="77777777" w:rsidR="00D60A57" w:rsidRDefault="00E36F6A" w:rsidP="00D60A57">
      <w:r w:rsidRPr="00F23192">
        <w:t>C</w:t>
      </w:r>
      <w:r w:rsidR="00D60A57">
        <w:t>’</w:t>
      </w:r>
      <w:r w:rsidRPr="00F23192">
        <w:t>était donc</w:t>
      </w:r>
      <w:r w:rsidR="00D60A57">
        <w:t xml:space="preserve">, </w:t>
      </w:r>
      <w:r w:rsidRPr="00F23192">
        <w:t>en réalité</w:t>
      </w:r>
      <w:r w:rsidR="00D60A57">
        <w:t xml:space="preserve">, </w:t>
      </w:r>
      <w:r w:rsidRPr="00F23192">
        <w:t>un parti politique que devait pre</w:t>
      </w:r>
      <w:r w:rsidRPr="00F23192">
        <w:t>n</w:t>
      </w:r>
      <w:r w:rsidRPr="00F23192">
        <w:t>dre la Bretagne</w:t>
      </w:r>
      <w:r w:rsidR="00D60A57">
        <w:t xml:space="preserve"> : </w:t>
      </w:r>
      <w:r w:rsidRPr="00F23192">
        <w:t>ou s</w:t>
      </w:r>
      <w:r w:rsidR="00D60A57">
        <w:t>’</w:t>
      </w:r>
      <w:r w:rsidRPr="00F23192">
        <w:t>associer à la révolte des Guise contre l</w:t>
      </w:r>
      <w:r w:rsidR="00D60A57">
        <w:t>’</w:t>
      </w:r>
      <w:r w:rsidRPr="00F23192">
        <w:t>autorité royale</w:t>
      </w:r>
      <w:r w:rsidR="00D60A57">
        <w:t xml:space="preserve">, </w:t>
      </w:r>
      <w:r w:rsidRPr="00F23192">
        <w:t>légitime en somme</w:t>
      </w:r>
      <w:r w:rsidR="00D60A57">
        <w:t xml:space="preserve">, </w:t>
      </w:r>
      <w:r w:rsidRPr="00F23192">
        <w:t>révolte en faveur de l</w:t>
      </w:r>
      <w:r w:rsidRPr="00F23192">
        <w:t>a</w:t>
      </w:r>
      <w:r w:rsidRPr="00F23192">
        <w:t>quelle il avait demandé et obtenu le concours de l</w:t>
      </w:r>
      <w:r w:rsidR="00D60A57">
        <w:t>’</w:t>
      </w:r>
      <w:r w:rsidRPr="00F23192">
        <w:t>Espagne</w:t>
      </w:r>
      <w:r w:rsidR="00D60A57">
        <w:t xml:space="preserve">, </w:t>
      </w:r>
      <w:r w:rsidRPr="00F23192">
        <w:t>dont de nombreuses troupes étaient déjà en France</w:t>
      </w:r>
      <w:r w:rsidR="00D60A57">
        <w:t xml:space="preserve">, </w:t>
      </w:r>
      <w:r w:rsidRPr="00F23192">
        <w:t>prêtes à soutenir les efforts des Guisards</w:t>
      </w:r>
      <w:r w:rsidR="00D60A57">
        <w:t xml:space="preserve">… </w:t>
      </w:r>
      <w:r w:rsidRPr="00F23192">
        <w:t>ou se rallier autour du nouveau souv</w:t>
      </w:r>
      <w:r w:rsidRPr="00F23192">
        <w:t>e</w:t>
      </w:r>
      <w:r w:rsidRPr="00F23192">
        <w:t>rain de France</w:t>
      </w:r>
      <w:r w:rsidR="00D60A57">
        <w:t xml:space="preserve">, </w:t>
      </w:r>
      <w:r w:rsidRPr="00F23192">
        <w:t>dont la Bretagne</w:t>
      </w:r>
      <w:r w:rsidR="00D60A57">
        <w:t xml:space="preserve">, </w:t>
      </w:r>
      <w:r w:rsidRPr="00F23192">
        <w:t>depuis la duchesse Anne</w:t>
      </w:r>
      <w:r w:rsidR="00D60A57">
        <w:t xml:space="preserve">, </w:t>
      </w:r>
      <w:r w:rsidRPr="00F23192">
        <w:t>fa</w:t>
      </w:r>
      <w:r w:rsidRPr="00F23192">
        <w:t>i</w:t>
      </w:r>
      <w:r w:rsidRPr="00F23192">
        <w:t>sait partie intégrale</w:t>
      </w:r>
      <w:r w:rsidR="00D60A57">
        <w:t>.</w:t>
      </w:r>
    </w:p>
    <w:p w14:paraId="1E7E664A" w14:textId="77777777" w:rsidR="00D60A57" w:rsidRDefault="00E36F6A" w:rsidP="00D60A57">
      <w:r w:rsidRPr="00F23192">
        <w:t>Voilà le problème pour la solution duquel on disputait d</w:t>
      </w:r>
      <w:r w:rsidRPr="00F23192">
        <w:t>e</w:t>
      </w:r>
      <w:r w:rsidRPr="00F23192">
        <w:t>puis dix semaines si âprement dans tous les coins</w:t>
      </w:r>
      <w:r w:rsidR="00D60A57">
        <w:t xml:space="preserve">, </w:t>
      </w:r>
      <w:r w:rsidRPr="00F23192">
        <w:t>même les plus reculés</w:t>
      </w:r>
      <w:r w:rsidR="00D60A57">
        <w:t xml:space="preserve">, </w:t>
      </w:r>
      <w:r w:rsidRPr="00F23192">
        <w:t>de la presqu</w:t>
      </w:r>
      <w:r w:rsidR="00D60A57">
        <w:t>’</w:t>
      </w:r>
      <w:r w:rsidRPr="00F23192">
        <w:t>île armoricaine</w:t>
      </w:r>
      <w:r w:rsidR="00D60A57">
        <w:t>.</w:t>
      </w:r>
    </w:p>
    <w:p w14:paraId="5A4F302D" w14:textId="77777777" w:rsidR="00D60A57" w:rsidRDefault="00E36F6A" w:rsidP="00D60A57">
      <w:r w:rsidRPr="00F23192">
        <w:t xml:space="preserve">Le duc de </w:t>
      </w:r>
      <w:proofErr w:type="spellStart"/>
      <w:r w:rsidRPr="00F23192">
        <w:t>Kerlor</w:t>
      </w:r>
      <w:proofErr w:type="spellEnd"/>
      <w:r w:rsidRPr="00F23192">
        <w:t xml:space="preserve"> s</w:t>
      </w:r>
      <w:r w:rsidR="00D60A57">
        <w:t>’</w:t>
      </w:r>
      <w:r w:rsidRPr="00F23192">
        <w:t>était</w:t>
      </w:r>
      <w:r w:rsidR="00D60A57">
        <w:t xml:space="preserve">, </w:t>
      </w:r>
      <w:r w:rsidRPr="00F23192">
        <w:t>comme on l</w:t>
      </w:r>
      <w:r w:rsidR="00D60A57">
        <w:t>’</w:t>
      </w:r>
      <w:r w:rsidRPr="00F23192">
        <w:t>imagine</w:t>
      </w:r>
      <w:r w:rsidR="00D60A57">
        <w:t xml:space="preserve">, </w:t>
      </w:r>
      <w:r w:rsidRPr="00F23192">
        <w:t>prodigué</w:t>
      </w:r>
      <w:r w:rsidR="00D60A57">
        <w:t xml:space="preserve"> ; </w:t>
      </w:r>
      <w:r w:rsidRPr="00F23192">
        <w:t>on l</w:t>
      </w:r>
      <w:r w:rsidR="00D60A57">
        <w:t>’</w:t>
      </w:r>
      <w:r w:rsidRPr="00F23192">
        <w:t>avait vu et entendu un peu partout</w:t>
      </w:r>
      <w:r w:rsidR="00D60A57">
        <w:t xml:space="preserve">, </w:t>
      </w:r>
      <w:r w:rsidRPr="00F23192">
        <w:t>soutenant sa thèse avec une fougue impétueuse</w:t>
      </w:r>
      <w:r w:rsidR="00D60A57">
        <w:t xml:space="preserve">, </w:t>
      </w:r>
      <w:r w:rsidRPr="00F23192">
        <w:t>prodiguant les promesses et aussi</w:t>
      </w:r>
      <w:r w:rsidR="00D60A57">
        <w:t xml:space="preserve">, </w:t>
      </w:r>
      <w:r w:rsidRPr="00F23192">
        <w:t>su</w:t>
      </w:r>
      <w:r w:rsidRPr="00F23192">
        <w:t>i</w:t>
      </w:r>
      <w:r w:rsidRPr="00F23192">
        <w:t>vant son habitude</w:t>
      </w:r>
      <w:r w:rsidR="00D60A57">
        <w:t xml:space="preserve">, </w:t>
      </w:r>
      <w:r w:rsidRPr="00F23192">
        <w:t>les menaces</w:t>
      </w:r>
      <w:r w:rsidR="00D60A57">
        <w:t xml:space="preserve"> ; </w:t>
      </w:r>
      <w:r w:rsidRPr="00F23192">
        <w:t>les secondes produisaient plus d</w:t>
      </w:r>
      <w:r w:rsidR="00D60A57">
        <w:t>’</w:t>
      </w:r>
      <w:r w:rsidRPr="00F23192">
        <w:t>effet que les premières</w:t>
      </w:r>
      <w:r w:rsidR="00D60A57">
        <w:t xml:space="preserve">, </w:t>
      </w:r>
      <w:r w:rsidRPr="00F23192">
        <w:t>celles-ci étant beaucoup moins tenues que celles-là</w:t>
      </w:r>
      <w:r w:rsidR="00D60A57">
        <w:t>.</w:t>
      </w:r>
    </w:p>
    <w:p w14:paraId="0847EC26" w14:textId="77777777" w:rsidR="00D60A57" w:rsidRDefault="00E36F6A" w:rsidP="00D60A57">
      <w:r w:rsidRPr="00F23192">
        <w:t>Partout où il n</w:t>
      </w:r>
      <w:r w:rsidR="00D60A57">
        <w:t>’</w:t>
      </w:r>
      <w:r w:rsidRPr="00F23192">
        <w:t>avait pu se rendre lui-même</w:t>
      </w:r>
      <w:r w:rsidR="00D60A57">
        <w:t xml:space="preserve">, </w:t>
      </w:r>
      <w:r w:rsidRPr="00F23192">
        <w:t>des émissaires</w:t>
      </w:r>
      <w:r w:rsidR="00D60A57">
        <w:t xml:space="preserve">, </w:t>
      </w:r>
      <w:r w:rsidRPr="00F23192">
        <w:t>dûment stylés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avaient remplacé</w:t>
      </w:r>
      <w:r w:rsidR="00D60A57">
        <w:t>.</w:t>
      </w:r>
    </w:p>
    <w:p w14:paraId="589862EA" w14:textId="77777777" w:rsidR="00D60A57" w:rsidRDefault="00E36F6A" w:rsidP="00D60A57">
      <w:r w:rsidRPr="00F23192">
        <w:lastRenderedPageBreak/>
        <w:t>Son succès paraissait donc</w:t>
      </w:r>
      <w:r w:rsidR="00D60A57">
        <w:t xml:space="preserve">, </w:t>
      </w:r>
      <w:r w:rsidRPr="00F23192">
        <w:t>au plus grand nombre</w:t>
      </w:r>
      <w:r w:rsidR="00D60A57">
        <w:t xml:space="preserve">, </w:t>
      </w:r>
      <w:r w:rsidRPr="00F23192">
        <w:t>certain</w:t>
      </w:r>
      <w:r w:rsidR="00D60A57">
        <w:t xml:space="preserve"> ; </w:t>
      </w:r>
      <w:r w:rsidRPr="00F23192">
        <w:t>la cause de la Bretagne devait triompher</w:t>
      </w:r>
      <w:r w:rsidR="00D60A57">
        <w:t xml:space="preserve">, </w:t>
      </w:r>
      <w:r w:rsidRPr="00F23192">
        <w:t>le roi huguenot devrait se passer de l</w:t>
      </w:r>
      <w:r w:rsidR="00D60A57">
        <w:t>’</w:t>
      </w:r>
      <w:r w:rsidRPr="00F23192">
        <w:t>appui des Bretons</w:t>
      </w:r>
      <w:r w:rsidR="00D60A57">
        <w:t>.</w:t>
      </w:r>
    </w:p>
    <w:p w14:paraId="486CB231" w14:textId="77777777" w:rsidR="00D60A57" w:rsidRDefault="00E36F6A" w:rsidP="00D60A57">
      <w:r w:rsidRPr="00F23192">
        <w:t>Quant au défenseur de la cause royale</w:t>
      </w:r>
      <w:r w:rsidR="00D60A57">
        <w:t xml:space="preserve">, </w:t>
      </w:r>
      <w:r w:rsidRPr="00F23192">
        <w:t>nul n</w:t>
      </w:r>
      <w:r w:rsidR="00D60A57">
        <w:t>’</w:t>
      </w:r>
      <w:r w:rsidRPr="00F23192">
        <w:t>en avait e</w:t>
      </w:r>
      <w:r w:rsidRPr="00F23192">
        <w:t>n</w:t>
      </w:r>
      <w:r w:rsidRPr="00F23192">
        <w:t>tendu parler</w:t>
      </w:r>
      <w:r w:rsidR="00D60A57">
        <w:t>.</w:t>
      </w:r>
    </w:p>
    <w:p w14:paraId="5A5241F5" w14:textId="77777777" w:rsidR="00D60A57" w:rsidRDefault="00E36F6A" w:rsidP="00D60A57">
      <w:r w:rsidRPr="00F23192">
        <w:t>Que projetait-il donc</w:t>
      </w:r>
      <w:r w:rsidR="00D60A57">
        <w:t> ?</w:t>
      </w:r>
    </w:p>
    <w:p w14:paraId="7D48704E" w14:textId="77777777" w:rsidR="00D60A57" w:rsidRDefault="00E36F6A" w:rsidP="00D60A57">
      <w:r w:rsidRPr="00F23192">
        <w:t>Fallait-il supposer que</w:t>
      </w:r>
      <w:r w:rsidR="00D60A57">
        <w:t xml:space="preserve">, </w:t>
      </w:r>
      <w:r w:rsidRPr="00F23192">
        <w:t>convaincu par l</w:t>
      </w:r>
      <w:r w:rsidR="00D60A57">
        <w:t>’</w:t>
      </w:r>
      <w:r w:rsidRPr="00F23192">
        <w:t>argumentation de son adversaire</w:t>
      </w:r>
      <w:r w:rsidR="00D60A57">
        <w:t xml:space="preserve">, </w:t>
      </w:r>
      <w:r w:rsidRPr="00F23192">
        <w:t>il avait renoncé à la lutte</w:t>
      </w:r>
      <w:r w:rsidR="00D60A57">
        <w:t> ?</w:t>
      </w:r>
    </w:p>
    <w:p w14:paraId="07E007D4" w14:textId="77777777" w:rsidR="00D60A57" w:rsidRDefault="00E36F6A" w:rsidP="00D60A57">
      <w:r w:rsidRPr="00F23192">
        <w:t>Certains même allaient jusqu</w:t>
      </w:r>
      <w:r w:rsidR="00D60A57">
        <w:t>’</w:t>
      </w:r>
      <w:r w:rsidRPr="00F23192">
        <w:t>à imaginer que</w:t>
      </w:r>
      <w:r w:rsidR="00D60A57">
        <w:t xml:space="preserve">, </w:t>
      </w:r>
      <w:r w:rsidRPr="00F23192">
        <w:t>consacrant tout son temps à son grand amour</w:t>
      </w:r>
      <w:r w:rsidR="00D60A57">
        <w:t xml:space="preserve">, </w:t>
      </w:r>
      <w:r w:rsidRPr="00F23192">
        <w:t>il avait négligé les intérêts de sa chère Bretagne qu</w:t>
      </w:r>
      <w:r w:rsidR="00D60A57">
        <w:t>’</w:t>
      </w:r>
      <w:r w:rsidRPr="00F23192">
        <w:t>il avait dit</w:t>
      </w:r>
      <w:r w:rsidR="00D60A57">
        <w:t xml:space="preserve">, </w:t>
      </w:r>
      <w:r w:rsidRPr="00F23192">
        <w:t>cependant</w:t>
      </w:r>
      <w:r w:rsidR="00D60A57">
        <w:t xml:space="preserve">, </w:t>
      </w:r>
      <w:r w:rsidRPr="00F23192">
        <w:t>lui tenir tant au cœur</w:t>
      </w:r>
      <w:r w:rsidR="00D60A57">
        <w:t>.</w:t>
      </w:r>
    </w:p>
    <w:p w14:paraId="623E9DE6" w14:textId="77777777" w:rsidR="00D60A57" w:rsidRDefault="00E36F6A" w:rsidP="00D60A57">
      <w:r w:rsidRPr="00F23192">
        <w:t>Quelques-uns</w:t>
      </w:r>
      <w:r w:rsidR="00D60A57">
        <w:t xml:space="preserve">, </w:t>
      </w:r>
      <w:r w:rsidRPr="00F23192">
        <w:t>épousant cette hypothèse</w:t>
      </w:r>
      <w:r w:rsidR="00D60A57">
        <w:t xml:space="preserve">, </w:t>
      </w:r>
      <w:r w:rsidRPr="00F23192">
        <w:t>allaient même jusqu</w:t>
      </w:r>
      <w:r w:rsidR="00D60A57">
        <w:t>’</w:t>
      </w:r>
      <w:r w:rsidRPr="00F23192">
        <w:t>à dire que</w:t>
      </w:r>
      <w:r w:rsidR="00D60A57">
        <w:t xml:space="preserve">, </w:t>
      </w:r>
      <w:r w:rsidRPr="00F23192">
        <w:t>sans doute</w:t>
      </w:r>
      <w:r w:rsidR="00D60A57">
        <w:t xml:space="preserve">, </w:t>
      </w:r>
      <w:r w:rsidRPr="00F23192">
        <w:t>ne se présenterait-il pas à l</w:t>
      </w:r>
      <w:r w:rsidR="00D60A57">
        <w:t>’</w:t>
      </w:r>
      <w:r w:rsidRPr="00F23192">
        <w:t>assemblée</w:t>
      </w:r>
      <w:r w:rsidR="00D60A57">
        <w:t xml:space="preserve">… </w:t>
      </w:r>
      <w:r w:rsidRPr="00F23192">
        <w:t>supposition que ses partisans les plus fidèles r</w:t>
      </w:r>
      <w:r w:rsidRPr="00F23192">
        <w:t>e</w:t>
      </w:r>
      <w:r w:rsidRPr="00F23192">
        <w:t>poussaient avec indignation</w:t>
      </w:r>
      <w:r w:rsidR="00D60A57">
        <w:t xml:space="preserve">, </w:t>
      </w:r>
      <w:r w:rsidRPr="00F23192">
        <w:t>se portant garants de son loy</w:t>
      </w:r>
      <w:r w:rsidRPr="00F23192">
        <w:t>a</w:t>
      </w:r>
      <w:r w:rsidRPr="00F23192">
        <w:t>lisme</w:t>
      </w:r>
      <w:r w:rsidR="00D60A57">
        <w:t>.</w:t>
      </w:r>
    </w:p>
    <w:p w14:paraId="04A920BC" w14:textId="77777777" w:rsidR="00D60A57" w:rsidRDefault="00D60A57" w:rsidP="00D60A57">
      <w:r>
        <w:t>— </w:t>
      </w:r>
      <w:r w:rsidR="00E36F6A" w:rsidRPr="00F23192">
        <w:t>Vous oubliez qu</w:t>
      </w:r>
      <w:r>
        <w:t>’</w:t>
      </w:r>
      <w:r w:rsidR="00E36F6A" w:rsidRPr="00F23192">
        <w:t>il a partie liée avec le duc</w:t>
      </w:r>
      <w:r>
        <w:t xml:space="preserve">… </w:t>
      </w:r>
      <w:r w:rsidR="00E36F6A" w:rsidRPr="00F23192">
        <w:t>et qu</w:t>
      </w:r>
      <w:r>
        <w:t>’</w:t>
      </w:r>
      <w:r w:rsidR="00E36F6A" w:rsidRPr="00F23192">
        <w:t>il doit</w:t>
      </w:r>
      <w:r>
        <w:t xml:space="preserve">, </w:t>
      </w:r>
      <w:r w:rsidR="00E36F6A" w:rsidRPr="00F23192">
        <w:t>l</w:t>
      </w:r>
      <w:r>
        <w:t>’</w:t>
      </w:r>
      <w:r w:rsidR="00E36F6A" w:rsidRPr="00F23192">
        <w:t>épée à la main</w:t>
      </w:r>
      <w:r>
        <w:t xml:space="preserve">, </w:t>
      </w:r>
      <w:r w:rsidR="00E36F6A" w:rsidRPr="00F23192">
        <w:t>soutenir son bon droit</w:t>
      </w:r>
      <w:r>
        <w:t>…</w:t>
      </w:r>
    </w:p>
    <w:p w14:paraId="6DF81293" w14:textId="77777777" w:rsidR="00D60A57" w:rsidRDefault="00E36F6A" w:rsidP="00D60A57">
      <w:r w:rsidRPr="00F23192">
        <w:t>Cette réplique fermait la bouche aux propagateurs de ma</w:t>
      </w:r>
      <w:r w:rsidRPr="00F23192">
        <w:t>u</w:t>
      </w:r>
      <w:r w:rsidRPr="00F23192">
        <w:t>vais bruits</w:t>
      </w:r>
      <w:r w:rsidR="00D60A57">
        <w:t>.</w:t>
      </w:r>
    </w:p>
    <w:p w14:paraId="1481DE70" w14:textId="77777777" w:rsidR="00D60A57" w:rsidRDefault="00E36F6A" w:rsidP="00D60A57">
      <w:r w:rsidRPr="00F23192">
        <w:t>Parmi ceux qui défendaient le comte avec le plus de ch</w:t>
      </w:r>
      <w:r w:rsidRPr="00F23192">
        <w:t>a</w:t>
      </w:r>
      <w:r w:rsidRPr="00F23192">
        <w:t>leur</w:t>
      </w:r>
      <w:r w:rsidR="00D60A57">
        <w:t xml:space="preserve">, </w:t>
      </w:r>
      <w:r w:rsidRPr="00F23192">
        <w:t>un jeune homme se faisait remarquer par sa fougue et l</w:t>
      </w:r>
      <w:r w:rsidR="00D60A57">
        <w:t>’</w:t>
      </w:r>
      <w:r w:rsidRPr="00F23192">
        <w:t>à-propos de ses arguments</w:t>
      </w:r>
      <w:r w:rsidR="00D60A57">
        <w:t>.</w:t>
      </w:r>
    </w:p>
    <w:p w14:paraId="70A72718" w14:textId="77777777" w:rsidR="00D60A57" w:rsidRDefault="00E36F6A" w:rsidP="00D60A57">
      <w:r w:rsidRPr="00F23192">
        <w:t>Grand</w:t>
      </w:r>
      <w:r w:rsidR="00D60A57">
        <w:t xml:space="preserve">, </w:t>
      </w:r>
      <w:r w:rsidRPr="00F23192">
        <w:t>svelte</w:t>
      </w:r>
      <w:r w:rsidR="00D60A57">
        <w:t xml:space="preserve">, </w:t>
      </w:r>
      <w:r w:rsidRPr="00F23192">
        <w:t>bien découplé</w:t>
      </w:r>
      <w:r w:rsidR="00D60A57">
        <w:t xml:space="preserve">, </w:t>
      </w:r>
      <w:r w:rsidRPr="00F23192">
        <w:t>il portait avec élégance un costume mi-civil mi-guerrier qui faisait supposer qu</w:t>
      </w:r>
      <w:r w:rsidR="00D60A57">
        <w:t>’</w:t>
      </w:r>
      <w:r w:rsidRPr="00F23192">
        <w:t>il appart</w:t>
      </w:r>
      <w:r w:rsidRPr="00F23192">
        <w:t>e</w:t>
      </w:r>
      <w:r w:rsidRPr="00F23192">
        <w:t>nait à l</w:t>
      </w:r>
      <w:r w:rsidR="00D60A57">
        <w:t>’</w:t>
      </w:r>
      <w:r w:rsidRPr="00F23192">
        <w:t>armée</w:t>
      </w:r>
      <w:r w:rsidR="00D60A57">
        <w:t xml:space="preserve"> ; </w:t>
      </w:r>
      <w:r w:rsidRPr="00F23192">
        <w:t>une épée de combat relevait de l</w:t>
      </w:r>
      <w:r w:rsidR="00D60A57">
        <w:t>’</w:t>
      </w:r>
      <w:r w:rsidRPr="00F23192">
        <w:t>extrémité de son fourreau le bord de l</w:t>
      </w:r>
      <w:r w:rsidR="00D60A57">
        <w:t>’</w:t>
      </w:r>
      <w:r w:rsidRPr="00F23192">
        <w:t xml:space="preserve">ample manteau </w:t>
      </w:r>
      <w:r w:rsidRPr="00F23192">
        <w:lastRenderedPageBreak/>
        <w:t>accroché à ses épaules</w:t>
      </w:r>
      <w:r w:rsidR="00D60A57">
        <w:t xml:space="preserve">, </w:t>
      </w:r>
      <w:r w:rsidRPr="00F23192">
        <w:t>et quand un geste par trop brusque du bras en écartait les plis</w:t>
      </w:r>
      <w:r w:rsidR="00D60A57">
        <w:t xml:space="preserve">, </w:t>
      </w:r>
      <w:r w:rsidRPr="00F23192">
        <w:t>on pouvait voir luire la garde d</w:t>
      </w:r>
      <w:r w:rsidR="00D60A57">
        <w:t>’</w:t>
      </w:r>
      <w:r w:rsidRPr="00F23192">
        <w:t>acier d</w:t>
      </w:r>
      <w:r w:rsidR="00D60A57">
        <w:t>’</w:t>
      </w:r>
      <w:r w:rsidRPr="00F23192">
        <w:t>une dague à forte lame pendue à son flanc</w:t>
      </w:r>
      <w:r w:rsidR="00D60A57">
        <w:t>.</w:t>
      </w:r>
    </w:p>
    <w:p w14:paraId="57748D13" w14:textId="77777777" w:rsidR="00D60A57" w:rsidRDefault="00E36F6A" w:rsidP="00D60A57">
      <w:r w:rsidRPr="00F23192">
        <w:t>Les éperons qui garnissaient ses hautes bottes de cuir fauve indiquaient qu</w:t>
      </w:r>
      <w:r w:rsidR="00D60A57">
        <w:t>’</w:t>
      </w:r>
      <w:r w:rsidRPr="00F23192">
        <w:t>il était cavalier</w:t>
      </w:r>
      <w:r w:rsidR="00D60A57">
        <w:t xml:space="preserve"> ; </w:t>
      </w:r>
      <w:r w:rsidRPr="00F23192">
        <w:t>du reste</w:t>
      </w:r>
      <w:r w:rsidR="00D60A57">
        <w:t xml:space="preserve">, </w:t>
      </w:r>
      <w:r w:rsidRPr="00F23192">
        <w:t>quand il était arrivé dans la clairière</w:t>
      </w:r>
      <w:r w:rsidR="00D60A57">
        <w:t xml:space="preserve">, </w:t>
      </w:r>
      <w:r w:rsidRPr="00F23192">
        <w:t>certains avaient fort remarqué sa monture</w:t>
      </w:r>
      <w:r w:rsidR="00D60A57">
        <w:t xml:space="preserve">, </w:t>
      </w:r>
      <w:r w:rsidRPr="00F23192">
        <w:t>une superbe jument</w:t>
      </w:r>
      <w:r w:rsidR="00D60A57">
        <w:t xml:space="preserve">, </w:t>
      </w:r>
      <w:r w:rsidRPr="00F23192">
        <w:t>noire comme l</w:t>
      </w:r>
      <w:r w:rsidR="00D60A57">
        <w:t>’</w:t>
      </w:r>
      <w:r w:rsidRPr="00F23192">
        <w:t>ébène et harnachée en guerre</w:t>
      </w:r>
      <w:r w:rsidR="00D60A57">
        <w:t xml:space="preserve">, </w:t>
      </w:r>
      <w:r w:rsidRPr="00F23192">
        <w:t>qu</w:t>
      </w:r>
      <w:r w:rsidR="00D60A57">
        <w:t>’</w:t>
      </w:r>
      <w:r w:rsidRPr="00F23192">
        <w:t>il avait confiée aux mains d</w:t>
      </w:r>
      <w:r w:rsidR="00D60A57">
        <w:t>’</w:t>
      </w:r>
      <w:r w:rsidRPr="00F23192">
        <w:t>une manière d</w:t>
      </w:r>
      <w:r w:rsidR="00D60A57">
        <w:t>’</w:t>
      </w:r>
      <w:r w:rsidRPr="00F23192">
        <w:t>écuyer</w:t>
      </w:r>
      <w:r w:rsidR="00D60A57">
        <w:t xml:space="preserve">, </w:t>
      </w:r>
      <w:r w:rsidRPr="00F23192">
        <w:t>sorte d</w:t>
      </w:r>
      <w:r w:rsidR="00D60A57">
        <w:t>’</w:t>
      </w:r>
      <w:r w:rsidRPr="00F23192">
        <w:t>homme d</w:t>
      </w:r>
      <w:r w:rsidR="00D60A57">
        <w:t>’</w:t>
      </w:r>
      <w:r w:rsidRPr="00F23192">
        <w:t>armes à la mine rude et inquiétante</w:t>
      </w:r>
      <w:r w:rsidR="00D60A57">
        <w:t xml:space="preserve">, </w:t>
      </w:r>
      <w:r w:rsidRPr="00F23192">
        <w:t>qui se tenait à l</w:t>
      </w:r>
      <w:r w:rsidR="00D60A57">
        <w:t>’</w:t>
      </w:r>
      <w:r w:rsidRPr="00F23192">
        <w:t>écart</w:t>
      </w:r>
      <w:r w:rsidR="00D60A57">
        <w:t xml:space="preserve">, </w:t>
      </w:r>
      <w:r w:rsidRPr="00F23192">
        <w:t>ne quittant pas des yeux son maître</w:t>
      </w:r>
      <w:r w:rsidR="00D60A57">
        <w:t xml:space="preserve">, </w:t>
      </w:r>
      <w:r w:rsidRPr="00F23192">
        <w:t>soit qu</w:t>
      </w:r>
      <w:r w:rsidR="00D60A57">
        <w:t>’</w:t>
      </w:r>
      <w:r w:rsidRPr="00F23192">
        <w:t>il veillât sur lui</w:t>
      </w:r>
      <w:r w:rsidR="00D60A57">
        <w:t xml:space="preserve">, </w:t>
      </w:r>
      <w:r w:rsidRPr="00F23192">
        <w:t>soit qu</w:t>
      </w:r>
      <w:r w:rsidR="00D60A57">
        <w:t>’</w:t>
      </w:r>
      <w:r w:rsidRPr="00F23192">
        <w:t>il en attendît un ordre</w:t>
      </w:r>
      <w:r w:rsidR="00D60A57">
        <w:t>.</w:t>
      </w:r>
    </w:p>
    <w:p w14:paraId="2E82C295" w14:textId="77777777" w:rsidR="00D60A57" w:rsidRDefault="00E36F6A" w:rsidP="00D60A57">
      <w:r w:rsidRPr="00F23192">
        <w:t>Ce cavalier paraissait n</w:t>
      </w:r>
      <w:r w:rsidR="00D60A57">
        <w:t>’</w:t>
      </w:r>
      <w:r w:rsidRPr="00F23192">
        <w:t>avoir pas plus de vingt-cinq ans</w:t>
      </w:r>
      <w:r w:rsidR="00D60A57">
        <w:t xml:space="preserve">, </w:t>
      </w:r>
      <w:r w:rsidRPr="00F23192">
        <w:t>autant qu</w:t>
      </w:r>
      <w:r w:rsidR="00D60A57">
        <w:t>’</w:t>
      </w:r>
      <w:r w:rsidRPr="00F23192">
        <w:t>on en pouvait juger par son visage</w:t>
      </w:r>
      <w:r w:rsidR="00D60A57">
        <w:t xml:space="preserve"> ; </w:t>
      </w:r>
      <w:r w:rsidRPr="00F23192">
        <w:t>de caractère ha</w:t>
      </w:r>
      <w:r w:rsidRPr="00F23192">
        <w:t>r</w:t>
      </w:r>
      <w:r w:rsidRPr="00F23192">
        <w:t>di et provocant</w:t>
      </w:r>
      <w:r w:rsidR="00D60A57">
        <w:t xml:space="preserve">, </w:t>
      </w:r>
      <w:r w:rsidRPr="00F23192">
        <w:t>dont plus d</w:t>
      </w:r>
      <w:r w:rsidR="00D60A57">
        <w:t>’</w:t>
      </w:r>
      <w:r w:rsidRPr="00F23192">
        <w:t>un</w:t>
      </w:r>
      <w:r w:rsidR="00D60A57">
        <w:t xml:space="preserve">, </w:t>
      </w:r>
      <w:r w:rsidRPr="00F23192">
        <w:t>parmi les assistants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était senti irrité</w:t>
      </w:r>
      <w:r w:rsidR="00D60A57">
        <w:t>.</w:t>
      </w:r>
    </w:p>
    <w:p w14:paraId="7C018176" w14:textId="77777777" w:rsidR="00D60A57" w:rsidRDefault="00E36F6A" w:rsidP="00D60A57">
      <w:r w:rsidRPr="00F23192">
        <w:t>Sous les sourcils touffus</w:t>
      </w:r>
      <w:r w:rsidR="00D60A57">
        <w:t xml:space="preserve">, </w:t>
      </w:r>
      <w:r w:rsidRPr="00F23192">
        <w:t>le regard brillait</w:t>
      </w:r>
      <w:r w:rsidR="00D60A57">
        <w:t xml:space="preserve">, </w:t>
      </w:r>
      <w:r w:rsidRPr="00F23192">
        <w:t>insolent</w:t>
      </w:r>
      <w:r w:rsidR="00D60A57">
        <w:t xml:space="preserve">, </w:t>
      </w:r>
      <w:r w:rsidRPr="00F23192">
        <w:t>au fond d</w:t>
      </w:r>
      <w:r w:rsidR="00D60A57">
        <w:t>’</w:t>
      </w:r>
      <w:r w:rsidRPr="00F23192">
        <w:t>orbites pleins d</w:t>
      </w:r>
      <w:r w:rsidR="00D60A57">
        <w:t>’</w:t>
      </w:r>
      <w:r w:rsidRPr="00F23192">
        <w:t>ombre</w:t>
      </w:r>
      <w:r w:rsidR="00D60A57">
        <w:t xml:space="preserve">, </w:t>
      </w:r>
      <w:r w:rsidRPr="00F23192">
        <w:t>semblant défier quiconque s</w:t>
      </w:r>
      <w:r w:rsidR="00D60A57">
        <w:t>’</w:t>
      </w:r>
      <w:r w:rsidRPr="00F23192">
        <w:t>attardait par trop à l</w:t>
      </w:r>
      <w:r w:rsidR="00D60A57">
        <w:t>’</w:t>
      </w:r>
      <w:r w:rsidRPr="00F23192">
        <w:t>examiner</w:t>
      </w:r>
      <w:r w:rsidR="00D60A57">
        <w:t>.</w:t>
      </w:r>
    </w:p>
    <w:p w14:paraId="39361BE8" w14:textId="77777777" w:rsidR="00D60A57" w:rsidRDefault="00E36F6A" w:rsidP="00D60A57">
      <w:r w:rsidRPr="00F23192">
        <w:t>Quelqu</w:t>
      </w:r>
      <w:r w:rsidR="00D60A57">
        <w:t>’</w:t>
      </w:r>
      <w:r w:rsidRPr="00F23192">
        <w:t>un qui l</w:t>
      </w:r>
      <w:r w:rsidR="00D60A57">
        <w:t>’</w:t>
      </w:r>
      <w:r w:rsidRPr="00F23192">
        <w:t>avait remarqué</w:t>
      </w:r>
      <w:r w:rsidR="00D60A57">
        <w:t xml:space="preserve">, </w:t>
      </w:r>
      <w:r w:rsidRPr="00F23192">
        <w:t>observa à son voisin</w:t>
      </w:r>
      <w:r w:rsidR="00D60A57">
        <w:t> :</w:t>
      </w:r>
    </w:p>
    <w:p w14:paraId="1092208C" w14:textId="77777777" w:rsidR="00D60A57" w:rsidRDefault="00D60A57" w:rsidP="00D60A57">
      <w:r>
        <w:t>— </w:t>
      </w:r>
      <w:r w:rsidR="00E36F6A" w:rsidRPr="00F23192">
        <w:t>Un jeune coq qui doit se défendre avec bec et ongles</w:t>
      </w:r>
      <w:r>
        <w:t>.</w:t>
      </w:r>
    </w:p>
    <w:p w14:paraId="3BB5BD35" w14:textId="77777777" w:rsidR="00D60A57" w:rsidRDefault="00E36F6A" w:rsidP="00D60A57">
      <w:r w:rsidRPr="00F23192">
        <w:t>Ce à quoi le voisin répliqua</w:t>
      </w:r>
      <w:r w:rsidR="00D60A57">
        <w:t xml:space="preserve">, </w:t>
      </w:r>
      <w:r w:rsidRPr="00F23192">
        <w:t>frappant de la main sur son épée</w:t>
      </w:r>
      <w:r w:rsidR="00D60A57">
        <w:t> :</w:t>
      </w:r>
    </w:p>
    <w:p w14:paraId="16B028C7" w14:textId="77777777" w:rsidR="00D60A57" w:rsidRDefault="00D60A57" w:rsidP="00D60A57">
      <w:r>
        <w:t>— </w:t>
      </w:r>
      <w:r w:rsidR="00E36F6A" w:rsidRPr="00F23192">
        <w:t>Il n</w:t>
      </w:r>
      <w:r>
        <w:t>’</w:t>
      </w:r>
      <w:r w:rsidR="00E36F6A" w:rsidRPr="00F23192">
        <w:t>est coq</w:t>
      </w:r>
      <w:r>
        <w:t xml:space="preserve">, </w:t>
      </w:r>
      <w:r w:rsidR="00E36F6A" w:rsidRPr="00F23192">
        <w:t>si bien onglé soit-il</w:t>
      </w:r>
      <w:r>
        <w:t xml:space="preserve">, </w:t>
      </w:r>
      <w:r w:rsidR="00E36F6A" w:rsidRPr="00F23192">
        <w:t>qui ne trouve broche à son service</w:t>
      </w:r>
      <w:r>
        <w:t>.</w:t>
      </w:r>
    </w:p>
    <w:p w14:paraId="7EA256B3" w14:textId="77777777" w:rsidR="00D60A57" w:rsidRDefault="00E36F6A" w:rsidP="00D60A57">
      <w:r w:rsidRPr="00F23192">
        <w:t>Et de rire</w:t>
      </w:r>
      <w:r w:rsidR="00D60A57">
        <w:t> !…</w:t>
      </w:r>
    </w:p>
    <w:p w14:paraId="54E3BE62" w14:textId="77777777" w:rsidR="00D60A57" w:rsidRDefault="00E36F6A" w:rsidP="00D60A57">
      <w:r w:rsidRPr="00F23192">
        <w:t>Mais l</w:t>
      </w:r>
      <w:r w:rsidR="00D60A57">
        <w:t>’</w:t>
      </w:r>
      <w:r w:rsidRPr="00F23192">
        <w:t>hilarité cessa brusquement</w:t>
      </w:r>
      <w:r w:rsidR="00D60A57">
        <w:t xml:space="preserve"> ; </w:t>
      </w:r>
      <w:r w:rsidRPr="00F23192">
        <w:t>sans doute le jeune homme qui la provoquait eut-il l</w:t>
      </w:r>
      <w:r w:rsidR="00D60A57">
        <w:t>’</w:t>
      </w:r>
      <w:r w:rsidRPr="00F23192">
        <w:t>instinct qu</w:t>
      </w:r>
      <w:r w:rsidR="00D60A57">
        <w:t>’</w:t>
      </w:r>
      <w:r w:rsidRPr="00F23192">
        <w:t>il en était la cause</w:t>
      </w:r>
      <w:r w:rsidR="00D60A57">
        <w:t xml:space="preserve">, </w:t>
      </w:r>
      <w:r w:rsidRPr="00F23192">
        <w:lastRenderedPageBreak/>
        <w:t>car son regard se fixa sur les rieurs et ceux-ci détournèrent de lui leur attention</w:t>
      </w:r>
      <w:r w:rsidR="00D60A57">
        <w:t>.</w:t>
      </w:r>
    </w:p>
    <w:p w14:paraId="18DDB8F4" w14:textId="77777777" w:rsidR="00D60A57" w:rsidRDefault="00E36F6A" w:rsidP="00D60A57">
      <w:r w:rsidRPr="00F23192">
        <w:t>Cependant</w:t>
      </w:r>
      <w:r w:rsidR="00D60A57">
        <w:t xml:space="preserve">, </w:t>
      </w:r>
      <w:r w:rsidRPr="00F23192">
        <w:t>le premier demanda au second</w:t>
      </w:r>
      <w:r w:rsidR="00D60A57">
        <w:t> :</w:t>
      </w:r>
    </w:p>
    <w:p w14:paraId="4F4F2AC7" w14:textId="77777777" w:rsidR="00D60A57" w:rsidRDefault="00D60A57" w:rsidP="00D60A57">
      <w:r>
        <w:t>— </w:t>
      </w:r>
      <w:r w:rsidR="00E36F6A" w:rsidRPr="00F23192">
        <w:t>Qui est-ce</w:t>
      </w:r>
      <w:r>
        <w:t> ?</w:t>
      </w:r>
    </w:p>
    <w:p w14:paraId="5FE4D640" w14:textId="77777777" w:rsidR="00D60A57" w:rsidRDefault="00D60A57" w:rsidP="00D60A57">
      <w:r>
        <w:t>— </w:t>
      </w:r>
      <w:r w:rsidR="00E36F6A" w:rsidRPr="00F23192">
        <w:t>J</w:t>
      </w:r>
      <w:r>
        <w:t>’</w:t>
      </w:r>
      <w:r w:rsidR="00E36F6A" w:rsidRPr="00F23192">
        <w:t>ignore</w:t>
      </w:r>
      <w:r>
        <w:t xml:space="preserve">… </w:t>
      </w:r>
      <w:r w:rsidR="00E36F6A" w:rsidRPr="00F23192">
        <w:t>et personne ici ne le connaît</w:t>
      </w:r>
      <w:r>
        <w:t xml:space="preserve">. </w:t>
      </w:r>
      <w:r w:rsidR="00E36F6A" w:rsidRPr="00F23192">
        <w:t>En tous cas</w:t>
      </w:r>
      <w:r>
        <w:t xml:space="preserve">, </w:t>
      </w:r>
      <w:r w:rsidR="00E36F6A" w:rsidRPr="00F23192">
        <w:t>il n</w:t>
      </w:r>
      <w:r>
        <w:t>’</w:t>
      </w:r>
      <w:r w:rsidR="00E36F6A" w:rsidRPr="00F23192">
        <w:t>est pas au duc</w:t>
      </w:r>
      <w:r>
        <w:t>…</w:t>
      </w:r>
    </w:p>
    <w:p w14:paraId="2F53A3C2" w14:textId="77777777" w:rsidR="00D60A57" w:rsidRDefault="00D60A57" w:rsidP="00D60A57">
      <w:r>
        <w:t>— </w:t>
      </w:r>
      <w:r w:rsidR="00E36F6A" w:rsidRPr="00F23192">
        <w:t xml:space="preserve">Peut-être tient-il pour </w:t>
      </w:r>
      <w:proofErr w:type="spellStart"/>
      <w:r w:rsidR="00E36F6A" w:rsidRPr="00F23192">
        <w:t>Palouët</w:t>
      </w:r>
      <w:proofErr w:type="spellEnd"/>
      <w:r>
        <w:t>…</w:t>
      </w:r>
    </w:p>
    <w:p w14:paraId="3743CD43" w14:textId="77777777" w:rsidR="00D60A57" w:rsidRDefault="00D60A57" w:rsidP="00D60A57">
      <w:r>
        <w:t>— </w:t>
      </w:r>
      <w:r w:rsidR="00E36F6A" w:rsidRPr="00F23192">
        <w:t>Peut-être</w:t>
      </w:r>
      <w:r>
        <w:t xml:space="preserve">… </w:t>
      </w:r>
      <w:r w:rsidR="00E36F6A" w:rsidRPr="00F23192">
        <w:t>en tous cas</w:t>
      </w:r>
      <w:r>
        <w:t xml:space="preserve">, </w:t>
      </w:r>
      <w:r w:rsidR="00E36F6A" w:rsidRPr="00F23192">
        <w:t>nous ne tarderons pas à être fixés</w:t>
      </w:r>
      <w:r>
        <w:t xml:space="preserve">, </w:t>
      </w:r>
      <w:r w:rsidR="00E36F6A" w:rsidRPr="00F23192">
        <w:t xml:space="preserve">car voici </w:t>
      </w:r>
      <w:r>
        <w:t>M. de </w:t>
      </w:r>
      <w:proofErr w:type="spellStart"/>
      <w:r w:rsidR="00E36F6A" w:rsidRPr="00F23192">
        <w:t>Kerlor</w:t>
      </w:r>
      <w:proofErr w:type="spellEnd"/>
      <w:r>
        <w:t>.</w:t>
      </w:r>
    </w:p>
    <w:p w14:paraId="3D8F625C" w14:textId="77777777" w:rsidR="00D60A57" w:rsidRDefault="00E36F6A" w:rsidP="00D60A57">
      <w:r w:rsidRPr="00F23192">
        <w:t>Celui-ci arrivait enfin en nombreux équipage</w:t>
      </w:r>
      <w:r w:rsidR="00D60A57">
        <w:t xml:space="preserve"> : </w:t>
      </w:r>
      <w:r w:rsidRPr="00F23192">
        <w:t>valets</w:t>
      </w:r>
      <w:r w:rsidR="00D60A57">
        <w:t xml:space="preserve">, </w:t>
      </w:r>
      <w:r w:rsidRPr="00F23192">
        <w:t>amis</w:t>
      </w:r>
      <w:r w:rsidR="00D60A57">
        <w:t xml:space="preserve">, </w:t>
      </w:r>
      <w:r w:rsidRPr="00F23192">
        <w:t>lui faisaient une escorte nombreuse et tapageuse</w:t>
      </w:r>
      <w:r w:rsidR="00D60A57">
        <w:t xml:space="preserve">, </w:t>
      </w:r>
      <w:r w:rsidRPr="00F23192">
        <w:t>du plus i</w:t>
      </w:r>
      <w:r w:rsidRPr="00F23192">
        <w:t>m</w:t>
      </w:r>
      <w:r w:rsidRPr="00F23192">
        <w:t>pressionnant aspect</w:t>
      </w:r>
      <w:r w:rsidR="00D60A57">
        <w:t xml:space="preserve">, </w:t>
      </w:r>
      <w:r w:rsidRPr="00F23192">
        <w:t>tous dans un attirail militaire qui les mo</w:t>
      </w:r>
      <w:r w:rsidRPr="00F23192">
        <w:t>n</w:t>
      </w:r>
      <w:r w:rsidRPr="00F23192">
        <w:t>trait prêts à partir incontinent</w:t>
      </w:r>
      <w:r w:rsidR="00D60A57">
        <w:t xml:space="preserve">, </w:t>
      </w:r>
      <w:r w:rsidRPr="00F23192">
        <w:t>rejoindre les troupes de la Ligue</w:t>
      </w:r>
      <w:r w:rsidR="00D60A57">
        <w:t xml:space="preserve">, </w:t>
      </w:r>
      <w:r w:rsidRPr="00F23192">
        <w:t xml:space="preserve">occupées à assiéger dans son château </w:t>
      </w:r>
      <w:r w:rsidR="00D60A57">
        <w:t>M. de </w:t>
      </w:r>
      <w:r w:rsidRPr="00F23192">
        <w:t>Kairouan</w:t>
      </w:r>
      <w:r w:rsidR="00D60A57">
        <w:t xml:space="preserve">, </w:t>
      </w:r>
      <w:r w:rsidRPr="00F23192">
        <w:t>qui tenait pour le roi de France</w:t>
      </w:r>
      <w:r w:rsidR="00D60A57">
        <w:t>.</w:t>
      </w:r>
    </w:p>
    <w:p w14:paraId="33C7C8D6" w14:textId="77777777" w:rsidR="00D60A57" w:rsidRDefault="00D60A57" w:rsidP="00D60A57">
      <w:r>
        <w:t>M. de </w:t>
      </w:r>
      <w:proofErr w:type="spellStart"/>
      <w:r w:rsidR="00E36F6A" w:rsidRPr="00F23192">
        <w:t>Kerlor</w:t>
      </w:r>
      <w:proofErr w:type="spellEnd"/>
      <w:r w:rsidR="00E36F6A" w:rsidRPr="00F23192">
        <w:t xml:space="preserve"> était comme ses amis</w:t>
      </w:r>
      <w:r>
        <w:t xml:space="preserve">, </w:t>
      </w:r>
      <w:r w:rsidR="00E36F6A" w:rsidRPr="00F23192">
        <w:t>en tenue de bataille</w:t>
      </w:r>
      <w:r>
        <w:t xml:space="preserve">, </w:t>
      </w:r>
      <w:r w:rsidR="00E36F6A" w:rsidRPr="00F23192">
        <w:t>épée au côté et dague au flanc</w:t>
      </w:r>
      <w:r>
        <w:t>.</w:t>
      </w:r>
    </w:p>
    <w:p w14:paraId="0261FDBF" w14:textId="77777777" w:rsidR="00D60A57" w:rsidRDefault="00E36F6A" w:rsidP="00D60A57">
      <w:r w:rsidRPr="00F23192">
        <w:t>Et quand il monta sur un dolmen du haut duquel il dom</w:t>
      </w:r>
      <w:r w:rsidRPr="00F23192">
        <w:t>i</w:t>
      </w:r>
      <w:r w:rsidRPr="00F23192">
        <w:t>nait l</w:t>
      </w:r>
      <w:r w:rsidR="00D60A57">
        <w:t>’</w:t>
      </w:r>
      <w:r w:rsidRPr="00F23192">
        <w:t>assemblée</w:t>
      </w:r>
      <w:r w:rsidR="00D60A57">
        <w:t xml:space="preserve">, </w:t>
      </w:r>
      <w:r w:rsidRPr="00F23192">
        <w:t>tout le monde eut l</w:t>
      </w:r>
      <w:r w:rsidR="00D60A57">
        <w:t>’</w:t>
      </w:r>
      <w:r w:rsidRPr="00F23192">
        <w:t>impression</w:t>
      </w:r>
      <w:r w:rsidR="00D60A57">
        <w:t xml:space="preserve">, </w:t>
      </w:r>
      <w:r w:rsidRPr="00F23192">
        <w:t>tellement son attitude respirait la force</w:t>
      </w:r>
      <w:r w:rsidR="00D60A57">
        <w:t xml:space="preserve">, </w:t>
      </w:r>
      <w:r w:rsidRPr="00F23192">
        <w:t>non seulement physique mais morale</w:t>
      </w:r>
      <w:r w:rsidR="00D60A57">
        <w:t xml:space="preserve">, </w:t>
      </w:r>
      <w:r w:rsidRPr="00F23192">
        <w:t>qu</w:t>
      </w:r>
      <w:r w:rsidR="00D60A57">
        <w:t>’</w:t>
      </w:r>
      <w:r w:rsidRPr="00F23192">
        <w:t>il l</w:t>
      </w:r>
      <w:r w:rsidR="00D60A57">
        <w:t>’</w:t>
      </w:r>
      <w:r w:rsidRPr="00F23192">
        <w:t>emporterait dans la lutte qui allait s</w:t>
      </w:r>
      <w:r w:rsidR="00D60A57">
        <w:t>’</w:t>
      </w:r>
      <w:r w:rsidRPr="00F23192">
        <w:t>ouvrir</w:t>
      </w:r>
      <w:r w:rsidR="00D60A57">
        <w:t>.</w:t>
      </w:r>
    </w:p>
    <w:p w14:paraId="156E7AF4" w14:textId="77777777" w:rsidR="00D60A57" w:rsidRDefault="00E36F6A" w:rsidP="00D60A57">
      <w:r w:rsidRPr="00F23192">
        <w:t>Avant même qu</w:t>
      </w:r>
      <w:r w:rsidR="00D60A57">
        <w:t>’</w:t>
      </w:r>
      <w:r w:rsidRPr="00F23192">
        <w:t>il eût prononcé une parole</w:t>
      </w:r>
      <w:r w:rsidR="00D60A57">
        <w:t xml:space="preserve">, </w:t>
      </w:r>
      <w:r w:rsidRPr="00F23192">
        <w:t>une rumeur de bon augure salua son apparition</w:t>
      </w:r>
      <w:r w:rsidR="00D60A57">
        <w:t>.</w:t>
      </w:r>
    </w:p>
    <w:p w14:paraId="3759E187" w14:textId="77777777" w:rsidR="00D60A57" w:rsidRDefault="00E36F6A" w:rsidP="00D60A57">
      <w:r w:rsidRPr="00F23192">
        <w:t>Il eut de la main un geste pour réclamer le silence</w:t>
      </w:r>
      <w:r w:rsidR="00D60A57">
        <w:t>.</w:t>
      </w:r>
    </w:p>
    <w:p w14:paraId="0B16A81A" w14:textId="77777777" w:rsidR="00D60A57" w:rsidRDefault="00D60A57" w:rsidP="00D60A57">
      <w:r>
        <w:lastRenderedPageBreak/>
        <w:t>— </w:t>
      </w:r>
      <w:r w:rsidR="00E36F6A" w:rsidRPr="00F23192">
        <w:t>Bretons</w:t>
      </w:r>
      <w:r>
        <w:t xml:space="preserve">, </w:t>
      </w:r>
      <w:r w:rsidR="00E36F6A" w:rsidRPr="00F23192">
        <w:t>mes frères</w:t>
      </w:r>
      <w:r>
        <w:t xml:space="preserve">, </w:t>
      </w:r>
      <w:r w:rsidR="00E36F6A" w:rsidRPr="00F23192">
        <w:t>commença-t-il</w:t>
      </w:r>
      <w:r>
        <w:t xml:space="preserve">, </w:t>
      </w:r>
      <w:r w:rsidR="00E36F6A" w:rsidRPr="00F23192">
        <w:t>il est bienséant</w:t>
      </w:r>
      <w:r>
        <w:t xml:space="preserve">, </w:t>
      </w:r>
      <w:r w:rsidR="00E36F6A" w:rsidRPr="00F23192">
        <w:t>je crois</w:t>
      </w:r>
      <w:r>
        <w:t xml:space="preserve">, </w:t>
      </w:r>
      <w:r w:rsidR="00E36F6A" w:rsidRPr="00F23192">
        <w:t>avant d</w:t>
      </w:r>
      <w:r>
        <w:t>’</w:t>
      </w:r>
      <w:r w:rsidR="00E36F6A" w:rsidRPr="00F23192">
        <w:t>ouvrir à nouveau ce débat</w:t>
      </w:r>
      <w:r>
        <w:t xml:space="preserve">, </w:t>
      </w:r>
      <w:r w:rsidR="00E36F6A" w:rsidRPr="00F23192">
        <w:t>d</w:t>
      </w:r>
      <w:r>
        <w:t>’</w:t>
      </w:r>
      <w:r w:rsidR="00E36F6A" w:rsidRPr="00F23192">
        <w:t>attendre l</w:t>
      </w:r>
      <w:r>
        <w:t>’</w:t>
      </w:r>
      <w:r w:rsidR="00E36F6A" w:rsidRPr="00F23192">
        <w:t>arrivée de celui qui l</w:t>
      </w:r>
      <w:r>
        <w:t>’</w:t>
      </w:r>
      <w:r w:rsidR="00E36F6A" w:rsidRPr="00F23192">
        <w:t>a provoqué et que je ne vois pas parmi vous</w:t>
      </w:r>
      <w:r>
        <w:t>.</w:t>
      </w:r>
    </w:p>
    <w:p w14:paraId="2D73F117" w14:textId="77777777" w:rsidR="00D60A57" w:rsidRDefault="00E36F6A" w:rsidP="00D60A57">
      <w:r w:rsidRPr="00F23192">
        <w:t>Toutes les têtes ayant viré de droite et de gauche</w:t>
      </w:r>
      <w:r w:rsidR="00D60A57">
        <w:t xml:space="preserve">, </w:t>
      </w:r>
      <w:r w:rsidRPr="00F23192">
        <w:t>à la r</w:t>
      </w:r>
      <w:r w:rsidRPr="00F23192">
        <w:t>e</w:t>
      </w:r>
      <w:r w:rsidRPr="00F23192">
        <w:t>cherche de l</w:t>
      </w:r>
      <w:r w:rsidR="00D60A57">
        <w:t>’</w:t>
      </w:r>
      <w:r w:rsidRPr="00F23192">
        <w:t>absent</w:t>
      </w:r>
      <w:r w:rsidR="00D60A57">
        <w:t xml:space="preserve">, </w:t>
      </w:r>
      <w:r w:rsidRPr="00F23192">
        <w:t>se tournèrent vers l</w:t>
      </w:r>
      <w:r w:rsidR="00D60A57">
        <w:t>’</w:t>
      </w:r>
      <w:r w:rsidRPr="00F23192">
        <w:t>orateur</w:t>
      </w:r>
      <w:r w:rsidR="00D60A57">
        <w:t>.</w:t>
      </w:r>
    </w:p>
    <w:p w14:paraId="6FB68D71" w14:textId="77777777" w:rsidR="00D60A57" w:rsidRDefault="00E36F6A" w:rsidP="00D60A57">
      <w:r w:rsidRPr="00F23192">
        <w:t>Une voix insinua</w:t>
      </w:r>
      <w:r w:rsidR="00D60A57">
        <w:t xml:space="preserve">, </w:t>
      </w:r>
      <w:r w:rsidRPr="00F23192">
        <w:t>avec une pointe de raillerie qui provoqua quelques ricanements étouffés</w:t>
      </w:r>
      <w:r w:rsidR="00D60A57">
        <w:t> :</w:t>
      </w:r>
    </w:p>
    <w:p w14:paraId="144029FC" w14:textId="77777777" w:rsidR="00D60A57" w:rsidRDefault="00D60A57" w:rsidP="00D60A57">
      <w:r>
        <w:t>— </w:t>
      </w:r>
      <w:r w:rsidR="00E36F6A" w:rsidRPr="00F23192">
        <w:t>Peut-être le comte avait-il quelque besogne urgente qui le retient loin de nous</w:t>
      </w:r>
      <w:r>
        <w:t> ?</w:t>
      </w:r>
    </w:p>
    <w:p w14:paraId="595E1990" w14:textId="77777777" w:rsidR="00D60A57" w:rsidRDefault="00E36F6A" w:rsidP="00D60A57">
      <w:r w:rsidRPr="00F23192">
        <w:t xml:space="preserve">Le duc de </w:t>
      </w:r>
      <w:proofErr w:type="spellStart"/>
      <w:r w:rsidRPr="00F23192">
        <w:t>Kerlor</w:t>
      </w:r>
      <w:proofErr w:type="spellEnd"/>
      <w:r w:rsidRPr="00F23192">
        <w:t xml:space="preserve"> riposta avec une sorte d</w:t>
      </w:r>
      <w:r w:rsidR="00D60A57">
        <w:t>’</w:t>
      </w:r>
      <w:r w:rsidRPr="00F23192">
        <w:t>emportement</w:t>
      </w:r>
      <w:r w:rsidR="00D60A57">
        <w:t> :</w:t>
      </w:r>
    </w:p>
    <w:p w14:paraId="5C7609E4" w14:textId="77777777" w:rsidR="00D60A57" w:rsidRDefault="00D60A57" w:rsidP="00D60A57">
      <w:r>
        <w:t>— </w:t>
      </w:r>
      <w:r w:rsidR="00E36F6A" w:rsidRPr="00F23192">
        <w:t>À celui qui vient de parler un peu inconsidérément</w:t>
      </w:r>
      <w:r>
        <w:t xml:space="preserve">, </w:t>
      </w:r>
      <w:r w:rsidR="00E36F6A" w:rsidRPr="00F23192">
        <w:t xml:space="preserve">la vie de </w:t>
      </w:r>
      <w:r>
        <w:t>M. </w:t>
      </w:r>
      <w:r w:rsidR="00E36F6A" w:rsidRPr="00F23192">
        <w:t xml:space="preserve">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oppose un démenti formel</w:t>
      </w:r>
      <w:r>
        <w:t xml:space="preserve"> !… </w:t>
      </w:r>
      <w:r w:rsidR="00E36F6A" w:rsidRPr="00F23192">
        <w:t>Je serais le de</w:t>
      </w:r>
      <w:r w:rsidR="00E36F6A" w:rsidRPr="00F23192">
        <w:t>r</w:t>
      </w:r>
      <w:r w:rsidR="00E36F6A" w:rsidRPr="00F23192">
        <w:t>nier des hommes</w:t>
      </w:r>
      <w:r>
        <w:t xml:space="preserve">, </w:t>
      </w:r>
      <w:r w:rsidR="00E36F6A" w:rsidRPr="00F23192">
        <w:t>si je ne me portais garant de l</w:t>
      </w:r>
      <w:r>
        <w:t>’</w:t>
      </w:r>
      <w:r w:rsidR="00E36F6A" w:rsidRPr="00F23192">
        <w:t>honneur du comte</w:t>
      </w:r>
      <w:r>
        <w:t xml:space="preserve"> ! </w:t>
      </w:r>
      <w:r w:rsidR="00E36F6A" w:rsidRPr="00F23192">
        <w:t>Et ce avec d</w:t>
      </w:r>
      <w:r>
        <w:t>’</w:t>
      </w:r>
      <w:r w:rsidR="00E36F6A" w:rsidRPr="00F23192">
        <w:t>autant plus de vigueur qu</w:t>
      </w:r>
      <w:r>
        <w:t>’</w:t>
      </w:r>
      <w:r w:rsidR="00E36F6A" w:rsidRPr="00F23192">
        <w:t>il est pour la cause que je défends un adversaire redoutable</w:t>
      </w:r>
      <w:r>
        <w:t>…</w:t>
      </w:r>
    </w:p>
    <w:p w14:paraId="6D10552A" w14:textId="77777777" w:rsidR="00D60A57" w:rsidRDefault="00E36F6A" w:rsidP="00D60A57">
      <w:r w:rsidRPr="00F23192">
        <w:t>Ces mots furent accueillis par une rumeur approbative unanime</w:t>
      </w:r>
      <w:r w:rsidR="00D60A57">
        <w:t>.</w:t>
      </w:r>
    </w:p>
    <w:p w14:paraId="6A2CB8BB" w14:textId="77777777" w:rsidR="00D60A57" w:rsidRDefault="00E36F6A" w:rsidP="00D60A57">
      <w:r w:rsidRPr="00F23192">
        <w:t>Le duc ajouta</w:t>
      </w:r>
      <w:r w:rsidR="00D60A57">
        <w:t> :</w:t>
      </w:r>
    </w:p>
    <w:p w14:paraId="388419E1" w14:textId="77777777" w:rsidR="00D60A57" w:rsidRDefault="00D60A57" w:rsidP="00D60A57">
      <w:r>
        <w:t>— </w:t>
      </w:r>
      <w:r w:rsidR="00E36F6A" w:rsidRPr="00F23192">
        <w:t xml:space="preserve">Je tiens </w:t>
      </w:r>
      <w:r>
        <w:t>M. </w:t>
      </w:r>
      <w:r w:rsidR="00E36F6A" w:rsidRPr="00F23192">
        <w:t xml:space="preserve">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pour un Breton aimant notre pays par-dessus tout et ne visant qu</w:t>
      </w:r>
      <w:r>
        <w:t>’</w:t>
      </w:r>
      <w:r w:rsidR="00E36F6A" w:rsidRPr="00F23192">
        <w:t>à une chose unique</w:t>
      </w:r>
      <w:r>
        <w:t xml:space="preserve"> : </w:t>
      </w:r>
      <w:r w:rsidR="00E36F6A" w:rsidRPr="00F23192">
        <w:t>rendre la Bretagne digne dans l</w:t>
      </w:r>
      <w:r>
        <w:t>’</w:t>
      </w:r>
      <w:r w:rsidR="00E36F6A" w:rsidRPr="00F23192">
        <w:t>avenir de son passé</w:t>
      </w:r>
      <w:r>
        <w:t> !</w:t>
      </w:r>
    </w:p>
    <w:p w14:paraId="711C74CE" w14:textId="77777777" w:rsidR="00D60A57" w:rsidRDefault="00D60A57" w:rsidP="00D60A57">
      <w:r>
        <w:t>« </w:t>
      </w:r>
      <w:r w:rsidR="00E36F6A" w:rsidRPr="00F23192">
        <w:t>Je suis obligé de constater que tendant</w:t>
      </w:r>
      <w:r>
        <w:t xml:space="preserve">, </w:t>
      </w:r>
      <w:r w:rsidR="00E36F6A" w:rsidRPr="00F23192">
        <w:t>lui et moi</w:t>
      </w:r>
      <w:r>
        <w:t xml:space="preserve">, </w:t>
      </w:r>
      <w:r w:rsidR="00E36F6A" w:rsidRPr="00F23192">
        <w:t>vers le même but</w:t>
      </w:r>
      <w:r>
        <w:t xml:space="preserve">, </w:t>
      </w:r>
      <w:r w:rsidR="00E36F6A" w:rsidRPr="00F23192">
        <w:t>nous n</w:t>
      </w:r>
      <w:r>
        <w:t>’</w:t>
      </w:r>
      <w:r w:rsidR="00E36F6A" w:rsidRPr="00F23192">
        <w:t>envisageons pas</w:t>
      </w:r>
      <w:r>
        <w:t xml:space="preserve">, </w:t>
      </w:r>
      <w:r w:rsidR="00E36F6A" w:rsidRPr="00F23192">
        <w:t>pour y atteindre</w:t>
      </w:r>
      <w:r>
        <w:t xml:space="preserve">, </w:t>
      </w:r>
      <w:r w:rsidR="00E36F6A" w:rsidRPr="00F23192">
        <w:t>de moyens semblables</w:t>
      </w:r>
      <w:r>
        <w:t xml:space="preserve"> ; </w:t>
      </w:r>
      <w:r w:rsidR="00E36F6A" w:rsidRPr="00F23192">
        <w:t>mais toutes les opinions</w:t>
      </w:r>
      <w:r>
        <w:t xml:space="preserve">, </w:t>
      </w:r>
      <w:r w:rsidR="00E36F6A" w:rsidRPr="00F23192">
        <w:t>quand elles sont sincères</w:t>
      </w:r>
      <w:r>
        <w:t xml:space="preserve">, </w:t>
      </w:r>
      <w:r w:rsidR="00E36F6A" w:rsidRPr="00F23192">
        <w:t>sont respectables</w:t>
      </w:r>
      <w:r>
        <w:t>.</w:t>
      </w:r>
    </w:p>
    <w:p w14:paraId="5AB740EF" w14:textId="77777777" w:rsidR="00D60A57" w:rsidRDefault="00D60A57" w:rsidP="00D60A57">
      <w:r>
        <w:lastRenderedPageBreak/>
        <w:t>« </w:t>
      </w:r>
      <w:r w:rsidR="00E36F6A" w:rsidRPr="00F23192">
        <w:t>Je tiens à dire ceci maintenant</w:t>
      </w:r>
      <w:r>
        <w:t xml:space="preserve">, </w:t>
      </w:r>
      <w:r w:rsidR="00E36F6A" w:rsidRPr="00F23192">
        <w:t>car</w:t>
      </w:r>
      <w:r>
        <w:t xml:space="preserve">, </w:t>
      </w:r>
      <w:r w:rsidR="00E36F6A" w:rsidRPr="00F23192">
        <w:t>dans quelques in</w:t>
      </w:r>
      <w:r w:rsidR="00E36F6A" w:rsidRPr="00F23192">
        <w:t>s</w:t>
      </w:r>
      <w:r w:rsidR="00E36F6A" w:rsidRPr="00F23192">
        <w:t>tants</w:t>
      </w:r>
      <w:r>
        <w:t xml:space="preserve">, </w:t>
      </w:r>
      <w:r w:rsidR="00E36F6A" w:rsidRPr="00F23192">
        <w:t>notre divergence d</w:t>
      </w:r>
      <w:r>
        <w:t>’</w:t>
      </w:r>
      <w:r w:rsidR="00E36F6A" w:rsidRPr="00F23192">
        <w:t>opinion va nous opposer l</w:t>
      </w:r>
      <w:r>
        <w:t>’</w:t>
      </w:r>
      <w:r w:rsidR="00E36F6A" w:rsidRPr="00F23192">
        <w:t>un à l</w:t>
      </w:r>
      <w:r>
        <w:t>’</w:t>
      </w:r>
      <w:r w:rsidR="00E36F6A" w:rsidRPr="00F23192">
        <w:t>autre</w:t>
      </w:r>
      <w:r>
        <w:t xml:space="preserve">, </w:t>
      </w:r>
      <w:r w:rsidR="00E36F6A" w:rsidRPr="00F23192">
        <w:t>l</w:t>
      </w:r>
      <w:r>
        <w:t>’</w:t>
      </w:r>
      <w:r w:rsidR="00E36F6A" w:rsidRPr="00F23192">
        <w:t>épée à la main</w:t>
      </w:r>
      <w:r>
        <w:t>.</w:t>
      </w:r>
    </w:p>
    <w:p w14:paraId="786DD638" w14:textId="77777777" w:rsidR="00D60A57" w:rsidRDefault="00E36F6A" w:rsidP="00D60A57">
      <w:r w:rsidRPr="00F23192">
        <w:t>Il avait lancé ces mots d</w:t>
      </w:r>
      <w:r w:rsidR="00D60A57">
        <w:t>’</w:t>
      </w:r>
      <w:r w:rsidRPr="00F23192">
        <w:t>une voix claironnante</w:t>
      </w:r>
      <w:r w:rsidR="00D60A57">
        <w:t xml:space="preserve"> ; </w:t>
      </w:r>
      <w:r w:rsidRPr="00F23192">
        <w:t>après quoi</w:t>
      </w:r>
      <w:r w:rsidR="00D60A57">
        <w:t xml:space="preserve">, </w:t>
      </w:r>
      <w:r w:rsidRPr="00F23192">
        <w:t>changeant de ton</w:t>
      </w:r>
      <w:r w:rsidR="00D60A57">
        <w:t xml:space="preserve">, </w:t>
      </w:r>
      <w:r w:rsidRPr="00F23192">
        <w:t>il ajouta</w:t>
      </w:r>
      <w:r w:rsidR="00D60A57">
        <w:t> :</w:t>
      </w:r>
    </w:p>
    <w:p w14:paraId="6FA95334" w14:textId="77777777" w:rsidR="00D60A57" w:rsidRDefault="00D60A57" w:rsidP="00D60A57">
      <w:r>
        <w:t>— </w:t>
      </w:r>
      <w:r w:rsidR="00E36F6A" w:rsidRPr="00F23192">
        <w:t>Car aujourd</w:t>
      </w:r>
      <w:r>
        <w:t>’</w:t>
      </w:r>
      <w:r w:rsidR="00E36F6A" w:rsidRPr="00F23192">
        <w:t>hui</w:t>
      </w:r>
      <w:r>
        <w:t xml:space="preserve">, </w:t>
      </w:r>
      <w:r w:rsidR="00E36F6A" w:rsidRPr="00F23192">
        <w:t>personne de vous ne doit l</w:t>
      </w:r>
      <w:r>
        <w:t>’</w:t>
      </w:r>
      <w:r w:rsidR="00E36F6A" w:rsidRPr="00F23192">
        <w:t>avoir oublié</w:t>
      </w:r>
      <w:r>
        <w:t xml:space="preserve">, </w:t>
      </w:r>
      <w:r w:rsidR="00E36F6A" w:rsidRPr="00F23192">
        <w:t>l</w:t>
      </w:r>
      <w:r>
        <w:t>’</w:t>
      </w:r>
      <w:r w:rsidR="00E36F6A" w:rsidRPr="00F23192">
        <w:t>intérêt de notre chère Bretagne n</w:t>
      </w:r>
      <w:r>
        <w:t>’</w:t>
      </w:r>
      <w:r w:rsidR="00E36F6A" w:rsidRPr="00F23192">
        <w:t>est pas seul en jeu</w:t>
      </w:r>
      <w:r>
        <w:t xml:space="preserve"> !… </w:t>
      </w:r>
      <w:r w:rsidR="00E36F6A" w:rsidRPr="00F23192">
        <w:t>Mon honneur l</w:t>
      </w:r>
      <w:r>
        <w:t>’</w:t>
      </w:r>
      <w:r w:rsidR="00E36F6A" w:rsidRPr="00F23192">
        <w:t>est également</w:t>
      </w:r>
      <w:r>
        <w:t xml:space="preserve">, </w:t>
      </w:r>
      <w:r w:rsidR="00E36F6A" w:rsidRPr="00F23192">
        <w:t xml:space="preserve">mon honneur que le comte 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a eu l</w:t>
      </w:r>
      <w:r>
        <w:t>’</w:t>
      </w:r>
      <w:r w:rsidR="00E36F6A" w:rsidRPr="00F23192">
        <w:t>imprudence de mettre en doute</w:t>
      </w:r>
      <w:r>
        <w:t xml:space="preserve">… </w:t>
      </w:r>
      <w:r w:rsidR="00E36F6A" w:rsidRPr="00F23192">
        <w:t>Ce doute demande du sang</w:t>
      </w:r>
      <w:r>
        <w:t> !</w:t>
      </w:r>
    </w:p>
    <w:p w14:paraId="234CB0A4" w14:textId="77777777" w:rsidR="00D60A57" w:rsidRDefault="00E36F6A" w:rsidP="00D60A57">
      <w:r w:rsidRPr="00F23192">
        <w:t>Un silence de mort accueillit ces mots</w:t>
      </w:r>
      <w:r w:rsidR="00D60A57">
        <w:t>.</w:t>
      </w:r>
    </w:p>
    <w:p w14:paraId="2A4ECBF3" w14:textId="77777777" w:rsidR="00D60A57" w:rsidRDefault="00E36F6A" w:rsidP="00D60A57">
      <w:r w:rsidRPr="00F23192">
        <w:t>Au bout d</w:t>
      </w:r>
      <w:r w:rsidR="00D60A57">
        <w:t>’</w:t>
      </w:r>
      <w:r w:rsidRPr="00F23192">
        <w:t>un moment d</w:t>
      </w:r>
      <w:r w:rsidR="00D60A57">
        <w:t>’</w:t>
      </w:r>
      <w:r w:rsidRPr="00F23192">
        <w:t>attente</w:t>
      </w:r>
      <w:r w:rsidR="00D60A57">
        <w:t xml:space="preserve">, </w:t>
      </w:r>
      <w:r w:rsidRPr="00F23192">
        <w:t>une voix s</w:t>
      </w:r>
      <w:r w:rsidR="00D60A57">
        <w:t>’</w:t>
      </w:r>
      <w:r w:rsidRPr="00F23192">
        <w:t>éleva</w:t>
      </w:r>
      <w:r w:rsidR="00D60A57">
        <w:t> :</w:t>
      </w:r>
    </w:p>
    <w:p w14:paraId="24A04983" w14:textId="77777777" w:rsidR="00D60A57" w:rsidRDefault="00D60A57" w:rsidP="00D60A57">
      <w:r>
        <w:t>— </w:t>
      </w:r>
      <w:r w:rsidR="00E36F6A" w:rsidRPr="00F23192">
        <w:t xml:space="preserve">Le comte 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en prend</w:t>
      </w:r>
      <w:r>
        <w:t xml:space="preserve">, </w:t>
      </w:r>
      <w:r w:rsidR="00E36F6A" w:rsidRPr="00F23192">
        <w:t>semble-t-il</w:t>
      </w:r>
      <w:r>
        <w:t xml:space="preserve">, </w:t>
      </w:r>
      <w:r w:rsidR="00E36F6A" w:rsidRPr="00F23192">
        <w:t>à son aise</w:t>
      </w:r>
      <w:r>
        <w:t xml:space="preserve"> !… </w:t>
      </w:r>
      <w:r w:rsidR="00E36F6A" w:rsidRPr="00F23192">
        <w:t>Cette attente est une insulte pour tous ceux qui sont ici pour répondre à une convocation qu</w:t>
      </w:r>
      <w:r>
        <w:t>’</w:t>
      </w:r>
      <w:r w:rsidR="00E36F6A" w:rsidRPr="00F23192">
        <w:t>il est le premier à avoir prov</w:t>
      </w:r>
      <w:r w:rsidR="00E36F6A" w:rsidRPr="00F23192">
        <w:t>o</w:t>
      </w:r>
      <w:r w:rsidR="00E36F6A" w:rsidRPr="00F23192">
        <w:t>quée</w:t>
      </w:r>
      <w:r>
        <w:t>…</w:t>
      </w:r>
    </w:p>
    <w:p w14:paraId="549D0825" w14:textId="77777777" w:rsidR="00D60A57" w:rsidRDefault="00E36F6A" w:rsidP="00D60A57">
      <w:r w:rsidRPr="00F23192">
        <w:t>Le duc</w:t>
      </w:r>
      <w:r w:rsidR="00D60A57">
        <w:t xml:space="preserve">, </w:t>
      </w:r>
      <w:r w:rsidRPr="00F23192">
        <w:t>une fois encore</w:t>
      </w:r>
      <w:r w:rsidR="00D60A57">
        <w:t xml:space="preserve">, </w:t>
      </w:r>
      <w:r w:rsidRPr="00F23192">
        <w:t>déclara véhémentement</w:t>
      </w:r>
      <w:r w:rsidR="00D60A57">
        <w:t> :</w:t>
      </w:r>
    </w:p>
    <w:p w14:paraId="0205F430" w14:textId="77777777" w:rsidR="00D60A57" w:rsidRDefault="00D60A57" w:rsidP="00D60A57">
      <w:r>
        <w:t>— </w:t>
      </w:r>
      <w:r w:rsidR="00E36F6A" w:rsidRPr="00F23192">
        <w:t>Il ne m</w:t>
      </w:r>
      <w:r>
        <w:t>’</w:t>
      </w:r>
      <w:r w:rsidR="00E36F6A" w:rsidRPr="00F23192">
        <w:t>est pas possible d</w:t>
      </w:r>
      <w:r>
        <w:t>’</w:t>
      </w:r>
      <w:r w:rsidR="00E36F6A" w:rsidRPr="00F23192">
        <w:t>entendre</w:t>
      </w:r>
      <w:r>
        <w:t xml:space="preserve">, </w:t>
      </w:r>
      <w:r w:rsidR="00E36F6A" w:rsidRPr="00F23192">
        <w:t>sans protester</w:t>
      </w:r>
      <w:r>
        <w:t xml:space="preserve">, </w:t>
      </w:r>
      <w:r w:rsidR="00E36F6A" w:rsidRPr="00F23192">
        <w:t>pr</w:t>
      </w:r>
      <w:r w:rsidR="00E36F6A" w:rsidRPr="00F23192">
        <w:t>o</w:t>
      </w:r>
      <w:r w:rsidR="00E36F6A" w:rsidRPr="00F23192">
        <w:t xml:space="preserve">noncer de telles paroles qui accusent le comte 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de manquer</w:t>
      </w:r>
      <w:r>
        <w:t xml:space="preserve">, </w:t>
      </w:r>
      <w:r w:rsidR="00E36F6A" w:rsidRPr="00F23192">
        <w:t>par sa propre volonté</w:t>
      </w:r>
      <w:r>
        <w:t xml:space="preserve">, </w:t>
      </w:r>
      <w:r w:rsidR="00E36F6A" w:rsidRPr="00F23192">
        <w:t>à l</w:t>
      </w:r>
      <w:r>
        <w:t>’</w:t>
      </w:r>
      <w:r w:rsidR="00E36F6A" w:rsidRPr="00F23192">
        <w:t>engagement qu</w:t>
      </w:r>
      <w:r>
        <w:t>’</w:t>
      </w:r>
      <w:r w:rsidR="00E36F6A" w:rsidRPr="00F23192">
        <w:t>il a pris</w:t>
      </w:r>
      <w:r>
        <w:t xml:space="preserve">… </w:t>
      </w:r>
      <w:r w:rsidR="00E36F6A" w:rsidRPr="00F23192">
        <w:t>Messieurs</w:t>
      </w:r>
      <w:r>
        <w:t xml:space="preserve">, </w:t>
      </w:r>
      <w:r w:rsidR="00E36F6A" w:rsidRPr="00F23192">
        <w:t>un peu de patience</w:t>
      </w:r>
      <w:r>
        <w:t xml:space="preserve">, </w:t>
      </w:r>
      <w:r w:rsidR="00E36F6A" w:rsidRPr="00F23192">
        <w:t>faites crédit à celui qui devrait déjà</w:t>
      </w:r>
      <w:r>
        <w:t xml:space="preserve">, </w:t>
      </w:r>
      <w:r w:rsidR="00E36F6A" w:rsidRPr="00F23192">
        <w:t>je le reconnais</w:t>
      </w:r>
      <w:r>
        <w:t xml:space="preserve">, </w:t>
      </w:r>
      <w:r w:rsidR="00E36F6A" w:rsidRPr="00F23192">
        <w:t>se trouver parmi nous</w:t>
      </w:r>
      <w:r>
        <w:t>.</w:t>
      </w:r>
    </w:p>
    <w:p w14:paraId="69EA8F05" w14:textId="77777777" w:rsidR="00D60A57" w:rsidRDefault="00E36F6A" w:rsidP="00D60A57">
      <w:r w:rsidRPr="00F23192">
        <w:t>Il ajouta</w:t>
      </w:r>
      <w:r w:rsidR="00D60A57">
        <w:t> :</w:t>
      </w:r>
    </w:p>
    <w:p w14:paraId="7DFC277D" w14:textId="77777777" w:rsidR="00D60A57" w:rsidRDefault="00D60A57" w:rsidP="00D60A57">
      <w:r>
        <w:t>— </w:t>
      </w:r>
      <w:r w:rsidR="00E36F6A" w:rsidRPr="00F23192">
        <w:t>J</w:t>
      </w:r>
      <w:r>
        <w:t>’</w:t>
      </w:r>
      <w:r w:rsidR="00E36F6A" w:rsidRPr="00F23192">
        <w:t>engage ma parole que l</w:t>
      </w:r>
      <w:r>
        <w:t>’</w:t>
      </w:r>
      <w:r w:rsidR="00E36F6A" w:rsidRPr="00F23192">
        <w:t xml:space="preserve">absence du comte 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ne peut être due qu</w:t>
      </w:r>
      <w:r>
        <w:t>’</w:t>
      </w:r>
      <w:r w:rsidR="00E36F6A" w:rsidRPr="00F23192">
        <w:t>à une cause indépendante de sa volonté</w:t>
      </w:r>
      <w:r>
        <w:t>.</w:t>
      </w:r>
    </w:p>
    <w:p w14:paraId="55084B40" w14:textId="77777777" w:rsidR="00D60A57" w:rsidRDefault="00E36F6A" w:rsidP="00D60A57">
      <w:r w:rsidRPr="00F23192">
        <w:t>Une voix lança</w:t>
      </w:r>
      <w:r w:rsidR="00D60A57">
        <w:t> :</w:t>
      </w:r>
    </w:p>
    <w:p w14:paraId="21887561" w14:textId="77777777" w:rsidR="00D60A57" w:rsidRDefault="00D60A57" w:rsidP="00D60A57">
      <w:r>
        <w:t>— </w:t>
      </w:r>
      <w:r w:rsidR="00E36F6A" w:rsidRPr="00F23192">
        <w:t>La mort serait sa seule excuse</w:t>
      </w:r>
      <w:r>
        <w:t>.</w:t>
      </w:r>
    </w:p>
    <w:p w14:paraId="5F84E41A" w14:textId="77777777" w:rsidR="00D60A57" w:rsidRDefault="00E36F6A" w:rsidP="00D60A57">
      <w:r w:rsidRPr="00F23192">
        <w:lastRenderedPageBreak/>
        <w:t>Ce à quoi le duc déclara d</w:t>
      </w:r>
      <w:r w:rsidR="00D60A57">
        <w:t>’</w:t>
      </w:r>
      <w:r w:rsidRPr="00F23192">
        <w:t>une voix pénétrée</w:t>
      </w:r>
      <w:r w:rsidR="00D60A57">
        <w:t> :</w:t>
      </w:r>
    </w:p>
    <w:p w14:paraId="293CCF20" w14:textId="77777777" w:rsidR="00D60A57" w:rsidRDefault="00D60A57" w:rsidP="00D60A57">
      <w:r>
        <w:t>— </w:t>
      </w:r>
      <w:r w:rsidR="00E36F6A" w:rsidRPr="00F23192">
        <w:t>Quant à moi</w:t>
      </w:r>
      <w:r>
        <w:t xml:space="preserve">, </w:t>
      </w:r>
      <w:r w:rsidR="00E36F6A" w:rsidRPr="00F23192">
        <w:t>je n</w:t>
      </w:r>
      <w:r>
        <w:t>’</w:t>
      </w:r>
      <w:r w:rsidR="00E36F6A" w:rsidRPr="00F23192">
        <w:t xml:space="preserve">hésite pas à déclarer que si </w:t>
      </w:r>
      <w:r>
        <w:t>M. </w:t>
      </w:r>
      <w:r w:rsidR="00E36F6A" w:rsidRPr="00F23192">
        <w:t xml:space="preserve">le comte 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n</w:t>
      </w:r>
      <w:r>
        <w:t>’</w:t>
      </w:r>
      <w:r w:rsidR="00E36F6A" w:rsidRPr="00F23192">
        <w:t xml:space="preserve">est pas </w:t>
      </w:r>
      <w:proofErr w:type="spellStart"/>
      <w:r w:rsidR="00E36F6A" w:rsidRPr="00F23192">
        <w:t>céant</w:t>
      </w:r>
      <w:proofErr w:type="spellEnd"/>
      <w:r>
        <w:t xml:space="preserve">, </w:t>
      </w:r>
      <w:r w:rsidR="00E36F6A" w:rsidRPr="00F23192">
        <w:t>c</w:t>
      </w:r>
      <w:r>
        <w:t>’</w:t>
      </w:r>
      <w:r w:rsidR="00E36F6A" w:rsidRPr="00F23192">
        <w:t>est qu</w:t>
      </w:r>
      <w:r>
        <w:t>’</w:t>
      </w:r>
      <w:r w:rsidR="00E36F6A" w:rsidRPr="00F23192">
        <w:t>il aurait cessé de v</w:t>
      </w:r>
      <w:r w:rsidR="00E36F6A" w:rsidRPr="00F23192">
        <w:t>i</w:t>
      </w:r>
      <w:r w:rsidR="00E36F6A" w:rsidRPr="00F23192">
        <w:t>vre</w:t>
      </w:r>
      <w:r>
        <w:t> !</w:t>
      </w:r>
    </w:p>
    <w:p w14:paraId="442FCF11" w14:textId="77777777" w:rsidR="00D60A57" w:rsidRDefault="00E36F6A" w:rsidP="00D60A57">
      <w:r w:rsidRPr="00F23192">
        <w:t>Une rumeur courut parmi les assistants</w:t>
      </w:r>
      <w:r w:rsidR="00D60A57">
        <w:t xml:space="preserve"> ; </w:t>
      </w:r>
      <w:r w:rsidRPr="00F23192">
        <w:t>les adversaires eux-mêmes du jeune comte estimaient son humeur chevalere</w:t>
      </w:r>
      <w:r w:rsidRPr="00F23192">
        <w:t>s</w:t>
      </w:r>
      <w:r w:rsidRPr="00F23192">
        <w:t>que et son indéniable bravoure</w:t>
      </w:r>
      <w:r w:rsidR="00D60A57">
        <w:t xml:space="preserve">. </w:t>
      </w:r>
      <w:r w:rsidRPr="00F23192">
        <w:t>Quelqu</w:t>
      </w:r>
      <w:r w:rsidR="00D60A57">
        <w:t>’</w:t>
      </w:r>
      <w:r w:rsidRPr="00F23192">
        <w:t>un</w:t>
      </w:r>
      <w:r w:rsidR="00D60A57">
        <w:t xml:space="preserve">, </w:t>
      </w:r>
      <w:r w:rsidRPr="00F23192">
        <w:t>alors</w:t>
      </w:r>
      <w:r w:rsidR="00D60A57">
        <w:t xml:space="preserve">, </w:t>
      </w:r>
      <w:r w:rsidRPr="00F23192">
        <w:t>prononça</w:t>
      </w:r>
      <w:r w:rsidR="00D60A57">
        <w:t> :</w:t>
      </w:r>
    </w:p>
    <w:p w14:paraId="018A4495" w14:textId="77777777" w:rsidR="00D60A57" w:rsidRDefault="00D60A57" w:rsidP="00D60A57">
      <w:r>
        <w:t>— </w:t>
      </w:r>
      <w:r w:rsidR="00E36F6A" w:rsidRPr="00F23192">
        <w:t>Ça</w:t>
      </w:r>
      <w:r>
        <w:t xml:space="preserve">, </w:t>
      </w:r>
      <w:r w:rsidR="00E36F6A" w:rsidRPr="00F23192">
        <w:t>messieurs</w:t>
      </w:r>
      <w:r>
        <w:t xml:space="preserve">, </w:t>
      </w:r>
      <w:r w:rsidR="00E36F6A" w:rsidRPr="00F23192">
        <w:t>ne nous hâtons pas de nous apitoyer sur le sort de celui que vous mettez en terre un peu précipita</w:t>
      </w:r>
      <w:r w:rsidR="00E36F6A" w:rsidRPr="00F23192">
        <w:t>m</w:t>
      </w:r>
      <w:r w:rsidR="00E36F6A" w:rsidRPr="00F23192">
        <w:t>ment</w:t>
      </w:r>
      <w:r>
        <w:t>… M. </w:t>
      </w:r>
      <w:r w:rsidR="00E36F6A" w:rsidRPr="00F23192">
        <w:t xml:space="preserve">le comte 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est vivant</w:t>
      </w:r>
      <w:r>
        <w:t xml:space="preserve">… </w:t>
      </w:r>
      <w:r w:rsidR="00E36F6A" w:rsidRPr="00F23192">
        <w:t>bien vivant</w:t>
      </w:r>
      <w:r>
        <w:t>.</w:t>
      </w:r>
    </w:p>
    <w:p w14:paraId="304BF3BE" w14:textId="77777777" w:rsidR="00D60A57" w:rsidRDefault="00E36F6A" w:rsidP="00D60A57">
      <w:r w:rsidRPr="00F23192">
        <w:t>C</w:t>
      </w:r>
      <w:r w:rsidR="00D60A57">
        <w:t>’</w:t>
      </w:r>
      <w:r w:rsidRPr="00F23192">
        <w:t>était le sire de la Fontanelle qui venait de parler</w:t>
      </w:r>
      <w:r w:rsidR="00D60A57">
        <w:t xml:space="preserve"> ; </w:t>
      </w:r>
      <w:r w:rsidRPr="00F23192">
        <w:t>il était</w:t>
      </w:r>
      <w:r w:rsidR="00D60A57">
        <w:t xml:space="preserve">, </w:t>
      </w:r>
      <w:r w:rsidRPr="00F23192">
        <w:t>nous l</w:t>
      </w:r>
      <w:r w:rsidR="00D60A57">
        <w:t>’</w:t>
      </w:r>
      <w:r w:rsidRPr="00F23192">
        <w:t>avons dit</w:t>
      </w:r>
      <w:r w:rsidR="00D60A57">
        <w:t xml:space="preserve">, </w:t>
      </w:r>
      <w:r w:rsidRPr="00F23192">
        <w:t>le plus actif des agents du duc de Guise en Br</w:t>
      </w:r>
      <w:r w:rsidRPr="00F23192">
        <w:t>e</w:t>
      </w:r>
      <w:r w:rsidRPr="00F23192">
        <w:t>tagne et</w:t>
      </w:r>
      <w:r w:rsidR="00D60A57">
        <w:t xml:space="preserve">, </w:t>
      </w:r>
      <w:r w:rsidRPr="00F23192">
        <w:t>de ce chef</w:t>
      </w:r>
      <w:r w:rsidR="00D60A57">
        <w:t xml:space="preserve">, </w:t>
      </w:r>
      <w:r w:rsidRPr="00F23192">
        <w:t>jouissait parmi ceux d</w:t>
      </w:r>
      <w:r w:rsidR="00D60A57">
        <w:t>’</w:t>
      </w:r>
      <w:r w:rsidRPr="00F23192">
        <w:t>entre les Bretons qui s</w:t>
      </w:r>
      <w:r w:rsidR="00D60A57">
        <w:t>’</w:t>
      </w:r>
      <w:r w:rsidRPr="00F23192">
        <w:t>étaient ralliés à la Ligue d</w:t>
      </w:r>
      <w:r w:rsidR="00D60A57">
        <w:t>’</w:t>
      </w:r>
      <w:r w:rsidRPr="00F23192">
        <w:t>un certain crédit</w:t>
      </w:r>
      <w:r w:rsidR="00D60A57">
        <w:t>.</w:t>
      </w:r>
    </w:p>
    <w:p w14:paraId="6236C521" w14:textId="77777777" w:rsidR="00D60A57" w:rsidRDefault="00E36F6A" w:rsidP="00D60A57">
      <w:r w:rsidRPr="00F23192">
        <w:t xml:space="preserve">Le duc de </w:t>
      </w:r>
      <w:proofErr w:type="spellStart"/>
      <w:r w:rsidRPr="00F23192">
        <w:t>Kerlor</w:t>
      </w:r>
      <w:proofErr w:type="spellEnd"/>
      <w:r w:rsidRPr="00F23192">
        <w:t xml:space="preserve"> parut sur le point de s</w:t>
      </w:r>
      <w:r w:rsidR="00D60A57">
        <w:t>’</w:t>
      </w:r>
      <w:r w:rsidRPr="00F23192">
        <w:t>emporter</w:t>
      </w:r>
      <w:r w:rsidR="00D60A57">
        <w:t>.</w:t>
      </w:r>
    </w:p>
    <w:p w14:paraId="1F1CA153" w14:textId="77777777" w:rsidR="00D60A57" w:rsidRDefault="00D60A57" w:rsidP="00D60A57">
      <w:r>
        <w:t>— </w:t>
      </w:r>
      <w:r w:rsidR="00E36F6A" w:rsidRPr="00F23192">
        <w:t>Je vous trouve bien hardi</w:t>
      </w:r>
      <w:r>
        <w:t xml:space="preserve">, </w:t>
      </w:r>
      <w:r w:rsidR="00E36F6A" w:rsidRPr="00F23192">
        <w:t>sire de la Fontanelle</w:t>
      </w:r>
      <w:r>
        <w:t xml:space="preserve">, </w:t>
      </w:r>
      <w:r w:rsidR="00E36F6A" w:rsidRPr="00F23192">
        <w:t>d</w:t>
      </w:r>
      <w:r>
        <w:t>’</w:t>
      </w:r>
      <w:r w:rsidR="00E36F6A" w:rsidRPr="00F23192">
        <w:t>ava</w:t>
      </w:r>
      <w:r w:rsidR="00E36F6A" w:rsidRPr="00F23192">
        <w:t>n</w:t>
      </w:r>
      <w:r w:rsidR="00E36F6A" w:rsidRPr="00F23192">
        <w:t>cer avec tant d</w:t>
      </w:r>
      <w:r>
        <w:t>’</w:t>
      </w:r>
      <w:r w:rsidR="00E36F6A" w:rsidRPr="00F23192">
        <w:t>assurance un fait que vous ignorez aussi bien que moi et que tous ceux ici présents</w:t>
      </w:r>
      <w:r>
        <w:t>.</w:t>
      </w:r>
    </w:p>
    <w:p w14:paraId="5F62800E" w14:textId="77777777" w:rsidR="00D60A57" w:rsidRDefault="00E36F6A" w:rsidP="00D60A57">
      <w:r w:rsidRPr="00F23192">
        <w:t>Ce à quoi le personnage ainsi interpellé répliqua froid</w:t>
      </w:r>
      <w:r w:rsidRPr="00F23192">
        <w:t>e</w:t>
      </w:r>
      <w:r w:rsidRPr="00F23192">
        <w:t>ment</w:t>
      </w:r>
      <w:r w:rsidR="00D60A57">
        <w:t> :</w:t>
      </w:r>
    </w:p>
    <w:p w14:paraId="44160322" w14:textId="77777777" w:rsidR="00D60A57" w:rsidRDefault="00D60A57" w:rsidP="00D60A57">
      <w:r>
        <w:t>— </w:t>
      </w:r>
      <w:r w:rsidR="00E36F6A" w:rsidRPr="00F23192">
        <w:t>Je conçois votre émoi</w:t>
      </w:r>
      <w:r>
        <w:t xml:space="preserve">, </w:t>
      </w:r>
      <w:r w:rsidR="00E36F6A" w:rsidRPr="00F23192">
        <w:t>monsieur le duc</w:t>
      </w:r>
      <w:r>
        <w:t xml:space="preserve">, </w:t>
      </w:r>
      <w:r w:rsidR="00E36F6A" w:rsidRPr="00F23192">
        <w:t>et votre protest</w:t>
      </w:r>
      <w:r w:rsidR="00E36F6A" w:rsidRPr="00F23192">
        <w:t>a</w:t>
      </w:r>
      <w:r w:rsidR="00E36F6A" w:rsidRPr="00F23192">
        <w:t>tion en faveur d</w:t>
      </w:r>
      <w:r>
        <w:t>’</w:t>
      </w:r>
      <w:r w:rsidR="00E36F6A" w:rsidRPr="00F23192">
        <w:t>un adversaire qui vous est particulier ne me surprend aucunement de la part d</w:t>
      </w:r>
      <w:r>
        <w:t>’</w:t>
      </w:r>
      <w:r w:rsidR="00E36F6A" w:rsidRPr="00F23192">
        <w:t>un homme d</w:t>
      </w:r>
      <w:r>
        <w:t>’</w:t>
      </w:r>
      <w:r w:rsidR="00E36F6A" w:rsidRPr="00F23192">
        <w:t>une conscience aussi haute que la vôtre</w:t>
      </w:r>
      <w:r>
        <w:t xml:space="preserve"> ; </w:t>
      </w:r>
      <w:r w:rsidR="00E36F6A" w:rsidRPr="00F23192">
        <w:t>mais cela dit</w:t>
      </w:r>
      <w:r>
        <w:t xml:space="preserve">, </w:t>
      </w:r>
      <w:r w:rsidR="00E36F6A" w:rsidRPr="00F23192">
        <w:t xml:space="preserve">et </w:t>
      </w:r>
      <w:proofErr w:type="gramStart"/>
      <w:r w:rsidR="00E36F6A" w:rsidRPr="00F23192">
        <w:t>malgré</w:t>
      </w:r>
      <w:proofErr w:type="gramEnd"/>
      <w:r w:rsidR="00E36F6A" w:rsidRPr="00F23192">
        <w:t xml:space="preserve"> que vous en ayez</w:t>
      </w:r>
      <w:r>
        <w:t xml:space="preserve">, </w:t>
      </w:r>
      <w:r w:rsidR="00E36F6A" w:rsidRPr="00F23192">
        <w:t>je déclare à nouveau que celui que vous attendez ne vie</w:t>
      </w:r>
      <w:r w:rsidR="00E36F6A" w:rsidRPr="00F23192">
        <w:t>n</w:t>
      </w:r>
      <w:r w:rsidR="00E36F6A" w:rsidRPr="00F23192">
        <w:t>dra pas</w:t>
      </w:r>
      <w:r>
        <w:t xml:space="preserve">… </w:t>
      </w:r>
      <w:r w:rsidR="00E36F6A" w:rsidRPr="00F23192">
        <w:t>non parce qu</w:t>
      </w:r>
      <w:r>
        <w:t>’</w:t>
      </w:r>
      <w:r w:rsidR="00E36F6A" w:rsidRPr="00F23192">
        <w:t>il a cessé de vivre</w:t>
      </w:r>
      <w:r>
        <w:t xml:space="preserve">, </w:t>
      </w:r>
      <w:r w:rsidR="00E36F6A" w:rsidRPr="00F23192">
        <w:t>mais parce qu</w:t>
      </w:r>
      <w:r>
        <w:t>’</w:t>
      </w:r>
      <w:r w:rsidR="00E36F6A" w:rsidRPr="00F23192">
        <w:t>il est occupé ailleurs</w:t>
      </w:r>
      <w:r>
        <w:t>.</w:t>
      </w:r>
    </w:p>
    <w:p w14:paraId="0BC27CF6" w14:textId="77777777" w:rsidR="00D60A57" w:rsidRDefault="00E36F6A" w:rsidP="00D60A57">
      <w:r w:rsidRPr="00F23192">
        <w:lastRenderedPageBreak/>
        <w:t>Cette affirmation catégorique produisit sur l</w:t>
      </w:r>
      <w:r w:rsidR="00D60A57">
        <w:t>’</w:t>
      </w:r>
      <w:r w:rsidRPr="00F23192">
        <w:t>assemblée une impression profonde qui se traduisit par des exclamations ple</w:t>
      </w:r>
      <w:r w:rsidRPr="00F23192">
        <w:t>i</w:t>
      </w:r>
      <w:r w:rsidRPr="00F23192">
        <w:t>nes de courroux</w:t>
      </w:r>
      <w:r w:rsidR="00D60A57">
        <w:t xml:space="preserve">. </w:t>
      </w:r>
      <w:r w:rsidRPr="00F23192">
        <w:t>Le duc r</w:t>
      </w:r>
      <w:r w:rsidRPr="00F23192">
        <w:t>é</w:t>
      </w:r>
      <w:r w:rsidRPr="00F23192">
        <w:t>clama impérieusement le silence</w:t>
      </w:r>
      <w:r w:rsidR="00D60A57">
        <w:t>.</w:t>
      </w:r>
    </w:p>
    <w:p w14:paraId="2CEA9AD9" w14:textId="77777777" w:rsidR="00D60A57" w:rsidRDefault="00D60A57" w:rsidP="00D60A57">
      <w:r>
        <w:t>— </w:t>
      </w:r>
      <w:r w:rsidR="00E36F6A" w:rsidRPr="00F23192">
        <w:t>Sire de la Fontanelle</w:t>
      </w:r>
      <w:r>
        <w:t xml:space="preserve">, </w:t>
      </w:r>
      <w:r w:rsidR="00E36F6A" w:rsidRPr="00F23192">
        <w:t>déclara-t-il</w:t>
      </w:r>
      <w:r>
        <w:t xml:space="preserve">, </w:t>
      </w:r>
      <w:r w:rsidR="00E36F6A" w:rsidRPr="00F23192">
        <w:t>pour la seconde fois</w:t>
      </w:r>
      <w:r>
        <w:t xml:space="preserve">, </w:t>
      </w:r>
      <w:r w:rsidR="00E36F6A" w:rsidRPr="00F23192">
        <w:t>je vous répète qu</w:t>
      </w:r>
      <w:r>
        <w:t>’</w:t>
      </w:r>
      <w:r w:rsidR="00E36F6A" w:rsidRPr="00F23192">
        <w:t>une accusation aussi grave</w:t>
      </w:r>
      <w:r>
        <w:t xml:space="preserve">, </w:t>
      </w:r>
      <w:r w:rsidR="00E36F6A" w:rsidRPr="00F23192">
        <w:t>entachant l</w:t>
      </w:r>
      <w:r>
        <w:t>’</w:t>
      </w:r>
      <w:r w:rsidR="00E36F6A" w:rsidRPr="00F23192">
        <w:t>ho</w:t>
      </w:r>
      <w:r w:rsidR="00E36F6A" w:rsidRPr="00F23192">
        <w:t>n</w:t>
      </w:r>
      <w:r w:rsidR="00E36F6A" w:rsidRPr="00F23192">
        <w:t>neur d</w:t>
      </w:r>
      <w:r>
        <w:t>’</w:t>
      </w:r>
      <w:r w:rsidR="00E36F6A" w:rsidRPr="00F23192">
        <w:t>un gentilhomme</w:t>
      </w:r>
      <w:r>
        <w:t xml:space="preserve">, </w:t>
      </w:r>
      <w:r w:rsidR="00E36F6A" w:rsidRPr="00F23192">
        <w:t>n</w:t>
      </w:r>
      <w:r>
        <w:t>’</w:t>
      </w:r>
      <w:r w:rsidR="00E36F6A" w:rsidRPr="00F23192">
        <w:t>est supportable que si elle s</w:t>
      </w:r>
      <w:r>
        <w:t>’</w:t>
      </w:r>
      <w:r w:rsidR="00E36F6A" w:rsidRPr="00F23192">
        <w:t>appuie sur des précisions</w:t>
      </w:r>
      <w:r>
        <w:t xml:space="preserve">… </w:t>
      </w:r>
      <w:r w:rsidR="00E36F6A" w:rsidRPr="00F23192">
        <w:t>Ces précisions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attends</w:t>
      </w:r>
      <w:r>
        <w:t xml:space="preserve">… </w:t>
      </w:r>
      <w:r w:rsidR="00E36F6A" w:rsidRPr="00F23192">
        <w:t>nous attendons tous</w:t>
      </w:r>
      <w:r>
        <w:t xml:space="preserve">… </w:t>
      </w:r>
      <w:r w:rsidR="00E36F6A" w:rsidRPr="00F23192">
        <w:t>que vous nous les fournissiez</w:t>
      </w:r>
      <w:r>
        <w:t>.</w:t>
      </w:r>
    </w:p>
    <w:p w14:paraId="13FC2DD9" w14:textId="77777777" w:rsidR="00D60A57" w:rsidRDefault="00E36F6A" w:rsidP="00D60A57">
      <w:r w:rsidRPr="00F23192">
        <w:t>Les assistants appuyèrent avec violence la réclamation du duc</w:t>
      </w:r>
      <w:r w:rsidR="00D60A57">
        <w:t>.</w:t>
      </w:r>
    </w:p>
    <w:p w14:paraId="262A660A" w14:textId="77777777" w:rsidR="00D60A57" w:rsidRDefault="00E36F6A" w:rsidP="00D60A57">
      <w:r w:rsidRPr="00F23192">
        <w:t>La Fontanelle</w:t>
      </w:r>
      <w:r w:rsidR="00D60A57">
        <w:t xml:space="preserve">, </w:t>
      </w:r>
      <w:r w:rsidRPr="00F23192">
        <w:t>sans perdre rien de son assurance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expliqua</w:t>
      </w:r>
      <w:r w:rsidR="00D60A57">
        <w:t> :</w:t>
      </w:r>
    </w:p>
    <w:p w14:paraId="6D40745A" w14:textId="77777777" w:rsidR="00D60A57" w:rsidRDefault="00D60A57" w:rsidP="00D60A57">
      <w:r>
        <w:t>— </w:t>
      </w:r>
      <w:r w:rsidR="00E36F6A" w:rsidRPr="00F23192">
        <w:t>De précisions</w:t>
      </w:r>
      <w:r>
        <w:t xml:space="preserve">, </w:t>
      </w:r>
      <w:r w:rsidR="00E36F6A" w:rsidRPr="00F23192">
        <w:t>je n</w:t>
      </w:r>
      <w:r>
        <w:t>’</w:t>
      </w:r>
      <w:r w:rsidR="00E36F6A" w:rsidRPr="00F23192">
        <w:t>en puis fournir</w:t>
      </w:r>
      <w:r>
        <w:t xml:space="preserve">… </w:t>
      </w:r>
      <w:r w:rsidR="00E36F6A" w:rsidRPr="00F23192">
        <w:t>mais il est</w:t>
      </w:r>
      <w:r>
        <w:t xml:space="preserve">, </w:t>
      </w:r>
      <w:r w:rsidR="00E36F6A" w:rsidRPr="00F23192">
        <w:t>dans la vie</w:t>
      </w:r>
      <w:r>
        <w:t xml:space="preserve">, </w:t>
      </w:r>
      <w:r w:rsidR="00E36F6A" w:rsidRPr="00F23192">
        <w:t>des coïncidences qui jettent sur les faits</w:t>
      </w:r>
      <w:r>
        <w:t xml:space="preserve">, </w:t>
      </w:r>
      <w:r w:rsidR="00E36F6A" w:rsidRPr="00F23192">
        <w:t>même les plus inexplicables tout d</w:t>
      </w:r>
      <w:r>
        <w:t>’</w:t>
      </w:r>
      <w:r w:rsidR="00E36F6A" w:rsidRPr="00F23192">
        <w:t>abord</w:t>
      </w:r>
      <w:r>
        <w:t xml:space="preserve">, </w:t>
      </w:r>
      <w:r w:rsidR="00E36F6A" w:rsidRPr="00F23192">
        <w:t>une lumière aveuglante</w:t>
      </w:r>
      <w:r>
        <w:t>.</w:t>
      </w:r>
    </w:p>
    <w:p w14:paraId="4BA926F9" w14:textId="77777777" w:rsidR="00D60A57" w:rsidRDefault="00D60A57" w:rsidP="00D60A57">
      <w:r>
        <w:t>— </w:t>
      </w:r>
      <w:r w:rsidR="00E36F6A" w:rsidRPr="00F23192">
        <w:t>Parlez</w:t>
      </w:r>
      <w:r>
        <w:t xml:space="preserve"> ! </w:t>
      </w:r>
      <w:r w:rsidR="00E36F6A" w:rsidRPr="00F23192">
        <w:t>Parlez</w:t>
      </w:r>
      <w:r>
        <w:t xml:space="preserve"> ! </w:t>
      </w:r>
      <w:r w:rsidR="00E36F6A" w:rsidRPr="00F23192">
        <w:t>cria-t-on de différents côtés</w:t>
      </w:r>
      <w:r>
        <w:t>.</w:t>
      </w:r>
    </w:p>
    <w:p w14:paraId="12C61DA3" w14:textId="77777777" w:rsidR="00D60A57" w:rsidRDefault="00E36F6A" w:rsidP="00D60A57">
      <w:r w:rsidRPr="00F23192">
        <w:t>Le duc</w:t>
      </w:r>
      <w:r w:rsidR="00D60A57">
        <w:t xml:space="preserve">, </w:t>
      </w:r>
      <w:r w:rsidRPr="00F23192">
        <w:t>d</w:t>
      </w:r>
      <w:r w:rsidRPr="00F23192">
        <w:t>é</w:t>
      </w:r>
      <w:r w:rsidRPr="00F23192">
        <w:t>signant d</w:t>
      </w:r>
      <w:r w:rsidR="00D60A57">
        <w:t>’</w:t>
      </w:r>
      <w:r w:rsidRPr="00F23192">
        <w:t>un geste de la main l</w:t>
      </w:r>
      <w:r w:rsidR="00D60A57">
        <w:t>’</w:t>
      </w:r>
      <w:r w:rsidRPr="00F23192">
        <w:t>assistance</w:t>
      </w:r>
      <w:r w:rsidR="00D60A57">
        <w:t xml:space="preserve">, </w:t>
      </w:r>
      <w:r w:rsidRPr="00F23192">
        <w:t>se contenta de dire</w:t>
      </w:r>
      <w:r w:rsidR="00D60A57">
        <w:t> :</w:t>
      </w:r>
    </w:p>
    <w:p w14:paraId="1E4B5D9F" w14:textId="77777777" w:rsidR="00D60A57" w:rsidRDefault="00D60A57" w:rsidP="00D60A57">
      <w:r>
        <w:t>— </w:t>
      </w:r>
      <w:r w:rsidR="00E36F6A" w:rsidRPr="00F23192">
        <w:t>Vous entendez</w:t>
      </w:r>
      <w:r>
        <w:t>…</w:t>
      </w:r>
    </w:p>
    <w:p w14:paraId="363F430B" w14:textId="77777777" w:rsidR="00D60A57" w:rsidRDefault="00E36F6A" w:rsidP="00D60A57">
      <w:r w:rsidRPr="00F23192">
        <w:t>La Fontanelle souriait</w:t>
      </w:r>
      <w:r w:rsidR="00D60A57">
        <w:t>.</w:t>
      </w:r>
    </w:p>
    <w:p w14:paraId="5FF4BB56" w14:textId="77777777" w:rsidR="00D60A57" w:rsidRDefault="00D60A57" w:rsidP="00D60A57">
      <w:r>
        <w:t>— </w:t>
      </w:r>
      <w:r w:rsidR="00E36F6A" w:rsidRPr="00F23192">
        <w:t>Je n</w:t>
      </w:r>
      <w:r>
        <w:t>’</w:t>
      </w:r>
      <w:r w:rsidR="00E36F6A" w:rsidRPr="00F23192">
        <w:t xml:space="preserve">apprendrai rien à personne en révélant que </w:t>
      </w:r>
      <w:r>
        <w:t>M. </w:t>
      </w:r>
      <w:r w:rsidR="00E36F6A" w:rsidRPr="00F23192">
        <w:t xml:space="preserve">le comte 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est fortement épris d</w:t>
      </w:r>
      <w:r>
        <w:t>’</w:t>
      </w:r>
      <w:r w:rsidR="00E36F6A" w:rsidRPr="00F23192">
        <w:t>une personne de la contrée</w:t>
      </w:r>
      <w:r>
        <w:t xml:space="preserve">, </w:t>
      </w:r>
      <w:r w:rsidR="00E36F6A" w:rsidRPr="00F23192">
        <w:t>connue par sa beauté et sa grosse fortune</w:t>
      </w:r>
      <w:r>
        <w:t>…</w:t>
      </w:r>
    </w:p>
    <w:p w14:paraId="4F54574F" w14:textId="77777777" w:rsidR="00D60A57" w:rsidRDefault="00D60A57" w:rsidP="00D60A57">
      <w:r>
        <w:t>— </w:t>
      </w:r>
      <w:r w:rsidR="00E36F6A" w:rsidRPr="00F23192">
        <w:t>Sire de la Fontanelle</w:t>
      </w:r>
      <w:r>
        <w:t xml:space="preserve"> ! </w:t>
      </w:r>
      <w:r w:rsidR="00E36F6A" w:rsidRPr="00F23192">
        <w:t xml:space="preserve">coupa le duc de </w:t>
      </w:r>
      <w:proofErr w:type="spellStart"/>
      <w:r w:rsidR="00E36F6A" w:rsidRPr="00F23192">
        <w:t>Kerlor</w:t>
      </w:r>
      <w:proofErr w:type="spellEnd"/>
      <w:r>
        <w:t xml:space="preserve">, </w:t>
      </w:r>
      <w:r w:rsidR="00E36F6A" w:rsidRPr="00F23192">
        <w:t>il messied d</w:t>
      </w:r>
      <w:r>
        <w:t>’</w:t>
      </w:r>
      <w:r w:rsidR="00E36F6A" w:rsidRPr="00F23192">
        <w:t>évoquer ici une personne</w:t>
      </w:r>
      <w:r>
        <w:t>…</w:t>
      </w:r>
    </w:p>
    <w:p w14:paraId="158149BA" w14:textId="77777777" w:rsidR="00D60A57" w:rsidRDefault="00D60A57" w:rsidP="00D60A57">
      <w:r>
        <w:lastRenderedPageBreak/>
        <w:t>— </w:t>
      </w:r>
      <w:r w:rsidR="00E36F6A" w:rsidRPr="00F23192">
        <w:t>Une personne</w:t>
      </w:r>
      <w:r>
        <w:t xml:space="preserve">, </w:t>
      </w:r>
      <w:r w:rsidR="00E36F6A" w:rsidRPr="00F23192">
        <w:t>coupa l</w:t>
      </w:r>
      <w:r>
        <w:t>’</w:t>
      </w:r>
      <w:r w:rsidR="00E36F6A" w:rsidRPr="00F23192">
        <w:t>homme du duc de Guise</w:t>
      </w:r>
      <w:r>
        <w:t xml:space="preserve">, </w:t>
      </w:r>
      <w:r w:rsidR="00E36F6A" w:rsidRPr="00F23192">
        <w:t>en co</w:t>
      </w:r>
      <w:r w:rsidR="00E36F6A" w:rsidRPr="00F23192">
        <w:t>m</w:t>
      </w:r>
      <w:r w:rsidR="00E36F6A" w:rsidRPr="00F23192">
        <w:t>pagnie de laquelle</w:t>
      </w:r>
      <w:r>
        <w:t xml:space="preserve">, </w:t>
      </w:r>
      <w:r w:rsidR="00E36F6A" w:rsidRPr="00F23192">
        <w:t>sans doute en ce moment même</w:t>
      </w:r>
      <w:r>
        <w:t>, M. </w:t>
      </w:r>
      <w:r w:rsidR="00E36F6A" w:rsidRPr="00F23192">
        <w:t xml:space="preserve">le comte 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</w:t>
      </w:r>
      <w:proofErr w:type="spellStart"/>
      <w:r w:rsidR="00E36F6A" w:rsidRPr="00F23192">
        <w:t>court-il</w:t>
      </w:r>
      <w:proofErr w:type="spellEnd"/>
      <w:r w:rsidR="00E36F6A" w:rsidRPr="00F23192">
        <w:t xml:space="preserve"> les grands chemins</w:t>
      </w:r>
      <w:r>
        <w:t> !</w:t>
      </w:r>
    </w:p>
    <w:p w14:paraId="4DC87637" w14:textId="77777777" w:rsidR="00D60A57" w:rsidRDefault="00E36F6A" w:rsidP="00D60A57">
      <w:r w:rsidRPr="00F23192">
        <w:t>Ce fut un brouhaha indescriptible</w:t>
      </w:r>
      <w:r w:rsidR="00D60A57">
        <w:t xml:space="preserve">… </w:t>
      </w:r>
      <w:r w:rsidRPr="00F23192">
        <w:t>Les jurons</w:t>
      </w:r>
      <w:r w:rsidR="00D60A57">
        <w:t xml:space="preserve">, </w:t>
      </w:r>
      <w:r w:rsidRPr="00F23192">
        <w:t>les invect</w:t>
      </w:r>
      <w:r w:rsidRPr="00F23192">
        <w:t>i</w:t>
      </w:r>
      <w:r w:rsidRPr="00F23192">
        <w:t>ves à l</w:t>
      </w:r>
      <w:r w:rsidR="00D60A57">
        <w:t>’</w:t>
      </w:r>
      <w:r w:rsidRPr="00F23192">
        <w:t>adresse du jeune comte</w:t>
      </w:r>
      <w:r w:rsidR="00D60A57">
        <w:t xml:space="preserve">, </w:t>
      </w:r>
      <w:r w:rsidRPr="00F23192">
        <w:t>se croisaient dans l</w:t>
      </w:r>
      <w:r w:rsidR="00D60A57">
        <w:t>’</w:t>
      </w:r>
      <w:r w:rsidRPr="00F23192">
        <w:t>air enfiévré de colère</w:t>
      </w:r>
      <w:r w:rsidR="00D60A57">
        <w:t>.</w:t>
      </w:r>
    </w:p>
    <w:p w14:paraId="31FE25B7" w14:textId="77777777" w:rsidR="00D60A57" w:rsidRDefault="00E36F6A" w:rsidP="00D60A57">
      <w:r w:rsidRPr="00F23192">
        <w:t>Le duc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adressant à la Fontanelle</w:t>
      </w:r>
      <w:r w:rsidR="00D60A57">
        <w:t xml:space="preserve">, </w:t>
      </w:r>
      <w:r w:rsidRPr="00F23192">
        <w:t>cria</w:t>
      </w:r>
      <w:r w:rsidR="00D60A57">
        <w:t> :</w:t>
      </w:r>
    </w:p>
    <w:p w14:paraId="70455319" w14:textId="77777777" w:rsidR="00D60A57" w:rsidRDefault="00D60A57" w:rsidP="00D60A57">
      <w:r>
        <w:t>— </w:t>
      </w:r>
      <w:r w:rsidR="00E36F6A" w:rsidRPr="00F23192">
        <w:t>Si vous avez menti</w:t>
      </w:r>
      <w:r>
        <w:t xml:space="preserve">, </w:t>
      </w:r>
      <w:r w:rsidR="00E36F6A" w:rsidRPr="00F23192">
        <w:t>je vous couperai la gorge</w:t>
      </w:r>
      <w:r>
        <w:t> !</w:t>
      </w:r>
    </w:p>
    <w:p w14:paraId="299C058D" w14:textId="77777777" w:rsidR="00D60A57" w:rsidRDefault="00E36F6A" w:rsidP="00D60A57">
      <w:r w:rsidRPr="00F23192">
        <w:t>Ce à quoi l</w:t>
      </w:r>
      <w:r w:rsidR="00D60A57">
        <w:t>’</w:t>
      </w:r>
      <w:r w:rsidRPr="00F23192">
        <w:t>autre répliqua avec calme</w:t>
      </w:r>
      <w:r w:rsidR="00D60A57">
        <w:t> :</w:t>
      </w:r>
    </w:p>
    <w:p w14:paraId="14901961" w14:textId="77777777" w:rsidR="00D60A57" w:rsidRDefault="00D60A57" w:rsidP="00D60A57">
      <w:r>
        <w:t>— M</w:t>
      </w:r>
      <w:r w:rsidRPr="00D60A57">
        <w:rPr>
          <w:vertAlign w:val="superscript"/>
        </w:rPr>
        <w:t>lle</w:t>
      </w:r>
      <w:r>
        <w:t> de </w:t>
      </w:r>
      <w:proofErr w:type="spellStart"/>
      <w:r w:rsidR="00E36F6A" w:rsidRPr="00F23192">
        <w:t>Coatserho</w:t>
      </w:r>
      <w:proofErr w:type="spellEnd"/>
      <w:r w:rsidR="00E36F6A" w:rsidRPr="00F23192">
        <w:t xml:space="preserve"> s</w:t>
      </w:r>
      <w:r>
        <w:t>’</w:t>
      </w:r>
      <w:r w:rsidR="00E36F6A" w:rsidRPr="00F23192">
        <w:t>est enfuie du couvent qu</w:t>
      </w:r>
      <w:r>
        <w:t>’</w:t>
      </w:r>
      <w:r w:rsidR="00E36F6A" w:rsidRPr="00F23192">
        <w:t>elle hab</w:t>
      </w:r>
      <w:r w:rsidR="00E36F6A" w:rsidRPr="00F23192">
        <w:t>i</w:t>
      </w:r>
      <w:r w:rsidR="00E36F6A" w:rsidRPr="00F23192">
        <w:t>tait</w:t>
      </w:r>
      <w:r>
        <w:t>…</w:t>
      </w:r>
    </w:p>
    <w:p w14:paraId="3036EC81" w14:textId="77777777" w:rsidR="00D60A57" w:rsidRDefault="00E36F6A" w:rsidP="00D60A57">
      <w:proofErr w:type="spellStart"/>
      <w:r w:rsidRPr="00F23192">
        <w:t>Kerlor</w:t>
      </w:r>
      <w:proofErr w:type="spellEnd"/>
      <w:r w:rsidR="00D60A57">
        <w:t xml:space="preserve">, </w:t>
      </w:r>
      <w:r w:rsidRPr="00F23192">
        <w:t>à ces mots</w:t>
      </w:r>
      <w:r w:rsidR="00D60A57">
        <w:t xml:space="preserve">, </w:t>
      </w:r>
      <w:r w:rsidRPr="00F23192">
        <w:t>parut perdre son sang-froid</w:t>
      </w:r>
      <w:r w:rsidR="00D60A57">
        <w:t>.</w:t>
      </w:r>
    </w:p>
    <w:p w14:paraId="3555EC1A" w14:textId="77777777" w:rsidR="00D60A57" w:rsidRDefault="00D60A57" w:rsidP="00D60A57">
      <w:r>
        <w:t>— </w:t>
      </w:r>
      <w:r w:rsidR="00E36F6A" w:rsidRPr="00F23192">
        <w:t>Par la mort</w:t>
      </w:r>
      <w:r>
        <w:t xml:space="preserve"> ! </w:t>
      </w:r>
      <w:r w:rsidR="00E36F6A" w:rsidRPr="00F23192">
        <w:t>sire de la Fontanelle</w:t>
      </w:r>
      <w:r>
        <w:t xml:space="preserve">, </w:t>
      </w:r>
      <w:r w:rsidR="00E36F6A" w:rsidRPr="00F23192">
        <w:t>d</w:t>
      </w:r>
      <w:r>
        <w:t>’</w:t>
      </w:r>
      <w:r w:rsidR="00E36F6A" w:rsidRPr="00F23192">
        <w:t>où tenez-vous ces renseignements</w:t>
      </w:r>
      <w:r>
        <w:t> ?</w:t>
      </w:r>
    </w:p>
    <w:p w14:paraId="4EE64074" w14:textId="77777777" w:rsidR="00D60A57" w:rsidRDefault="00D60A57" w:rsidP="00D60A57">
      <w:r>
        <w:t>— </w:t>
      </w:r>
      <w:r w:rsidR="00E36F6A" w:rsidRPr="00F23192">
        <w:t>De la très sainte abbesse elle-même</w:t>
      </w:r>
      <w:r>
        <w:t>.</w:t>
      </w:r>
    </w:p>
    <w:p w14:paraId="2009B41A" w14:textId="77777777" w:rsidR="00D60A57" w:rsidRDefault="00D60A57" w:rsidP="00D60A57">
      <w:r>
        <w:t>— </w:t>
      </w:r>
      <w:r w:rsidR="00E36F6A" w:rsidRPr="00F23192">
        <w:t>Et de là vous concluez que si celui qu</w:t>
      </w:r>
      <w:r>
        <w:t>’</w:t>
      </w:r>
      <w:r w:rsidR="00E36F6A" w:rsidRPr="00F23192">
        <w:t>on attend n</w:t>
      </w:r>
      <w:r>
        <w:t>’</w:t>
      </w:r>
      <w:r w:rsidR="00E36F6A" w:rsidRPr="00F23192">
        <w:t>est pas céans</w:t>
      </w:r>
      <w:r>
        <w:t>…</w:t>
      </w:r>
    </w:p>
    <w:p w14:paraId="06FB9C5F" w14:textId="77777777" w:rsidR="00D60A57" w:rsidRDefault="00D60A57" w:rsidP="00D60A57">
      <w:r>
        <w:t xml:space="preserve">— … </w:t>
      </w:r>
      <w:r w:rsidR="00E36F6A" w:rsidRPr="00F23192">
        <w:t>C</w:t>
      </w:r>
      <w:r>
        <w:t>’</w:t>
      </w:r>
      <w:r w:rsidR="00E36F6A" w:rsidRPr="00F23192">
        <w:t>est que</w:t>
      </w:r>
      <w:r>
        <w:t xml:space="preserve">, </w:t>
      </w:r>
      <w:r w:rsidR="00E36F6A" w:rsidRPr="00F23192">
        <w:t>sans doute</w:t>
      </w:r>
      <w:r>
        <w:t xml:space="preserve">, </w:t>
      </w:r>
      <w:r w:rsidR="00E36F6A" w:rsidRPr="00F23192">
        <w:t>il est pour quelque chose dans la fuite de cette demoiselle</w:t>
      </w:r>
      <w:r>
        <w:t>.</w:t>
      </w:r>
    </w:p>
    <w:p w14:paraId="165FBCE0" w14:textId="77777777" w:rsidR="00D60A57" w:rsidRDefault="00E36F6A" w:rsidP="00D60A57">
      <w:r w:rsidRPr="00F23192">
        <w:t>Et la Fontanelle ajouta</w:t>
      </w:r>
      <w:r w:rsidR="00D60A57">
        <w:t xml:space="preserve">, </w:t>
      </w:r>
      <w:r w:rsidRPr="00F23192">
        <w:t>sans paraître se soucier de l</w:t>
      </w:r>
      <w:r w:rsidR="00D60A57">
        <w:t>’</w:t>
      </w:r>
      <w:r w:rsidRPr="00F23192">
        <w:t>état d</w:t>
      </w:r>
      <w:r w:rsidR="00D60A57">
        <w:t>’</w:t>
      </w:r>
      <w:r w:rsidRPr="00F23192">
        <w:t>exaspération dans lequel se trouvait le duc</w:t>
      </w:r>
      <w:r w:rsidR="00D60A57">
        <w:t> :</w:t>
      </w:r>
    </w:p>
    <w:p w14:paraId="5F802508" w14:textId="77777777" w:rsidR="00D60A57" w:rsidRDefault="00D60A57" w:rsidP="00D60A57">
      <w:r>
        <w:t>— </w:t>
      </w:r>
      <w:r w:rsidR="00E36F6A" w:rsidRPr="00F23192">
        <w:t>La coïncidence de ce retard avec cette disparition ne vous paraît-elle pas établir jusqu</w:t>
      </w:r>
      <w:r>
        <w:t>’</w:t>
      </w:r>
      <w:r w:rsidR="00E36F6A" w:rsidRPr="00F23192">
        <w:t>à l</w:t>
      </w:r>
      <w:r>
        <w:t>’</w:t>
      </w:r>
      <w:r w:rsidR="00E36F6A" w:rsidRPr="00F23192">
        <w:t xml:space="preserve">évidence les raisons de la non présence ici de </w:t>
      </w:r>
      <w:r>
        <w:t>M. </w:t>
      </w:r>
      <w:r w:rsidR="00E36F6A" w:rsidRPr="00F23192">
        <w:t xml:space="preserve">le comte Bertrand du </w:t>
      </w:r>
      <w:proofErr w:type="spellStart"/>
      <w:r w:rsidR="00E36F6A" w:rsidRPr="00F23192">
        <w:t>Falouët</w:t>
      </w:r>
      <w:proofErr w:type="spellEnd"/>
      <w:r>
        <w:t>.</w:t>
      </w:r>
    </w:p>
    <w:p w14:paraId="3C2F9E0D" w14:textId="77777777" w:rsidR="00D60A57" w:rsidRDefault="00E36F6A" w:rsidP="00D60A57">
      <w:r w:rsidRPr="00F23192">
        <w:t>Un murmure approbateur accueillit ces paroles</w:t>
      </w:r>
      <w:r w:rsidR="00D60A57">
        <w:t>.</w:t>
      </w:r>
    </w:p>
    <w:p w14:paraId="6DA84669" w14:textId="77777777" w:rsidR="00D60A57" w:rsidRDefault="00E36F6A" w:rsidP="00D60A57">
      <w:r w:rsidRPr="00F23192">
        <w:lastRenderedPageBreak/>
        <w:t>Le duc hurla alors de toute la force de ses poumons</w:t>
      </w:r>
      <w:r w:rsidR="00D60A57">
        <w:t> :</w:t>
      </w:r>
    </w:p>
    <w:p w14:paraId="4778E77E" w14:textId="77777777" w:rsidR="00D60A57" w:rsidRDefault="00D60A57" w:rsidP="00D60A57">
      <w:r>
        <w:t>— </w:t>
      </w:r>
      <w:r w:rsidR="00E36F6A" w:rsidRPr="00F23192">
        <w:t>Par la mort du Christ</w:t>
      </w:r>
      <w:r>
        <w:t xml:space="preserve">, </w:t>
      </w:r>
      <w:r w:rsidR="00E36F6A" w:rsidRPr="00F23192">
        <w:t>je jure de n</w:t>
      </w:r>
      <w:r>
        <w:t>’</w:t>
      </w:r>
      <w:r w:rsidR="00E36F6A" w:rsidRPr="00F23192">
        <w:t>avoir ni trêve ni repos que je n</w:t>
      </w:r>
      <w:r>
        <w:t>’</w:t>
      </w:r>
      <w:r w:rsidR="00E36F6A" w:rsidRPr="00F23192">
        <w:t>aie vu ce traître étendu là</w:t>
      </w:r>
      <w:r>
        <w:t xml:space="preserve">, </w:t>
      </w:r>
      <w:r w:rsidR="00E36F6A" w:rsidRPr="00F23192">
        <w:t>à mes pieds</w:t>
      </w:r>
      <w:r>
        <w:t xml:space="preserve">, </w:t>
      </w:r>
      <w:r w:rsidR="00E36F6A" w:rsidRPr="00F23192">
        <w:t>percé de mon épée</w:t>
      </w:r>
      <w:r>
        <w:t>…</w:t>
      </w:r>
    </w:p>
    <w:p w14:paraId="65082527" w14:textId="77777777" w:rsidR="00D60A57" w:rsidRDefault="00D60A57" w:rsidP="00D60A57">
      <w:r>
        <w:t>— </w:t>
      </w:r>
      <w:r w:rsidR="00E36F6A" w:rsidRPr="00F23192">
        <w:t>Oui</w:t>
      </w:r>
      <w:r>
        <w:t xml:space="preserve">, </w:t>
      </w:r>
      <w:r w:rsidR="00E36F6A" w:rsidRPr="00F23192">
        <w:t>ajouta la Fontanelle</w:t>
      </w:r>
      <w:r>
        <w:t xml:space="preserve">, </w:t>
      </w:r>
      <w:r w:rsidR="00E36F6A" w:rsidRPr="00F23192">
        <w:t>traître à la Bretagne dont il abandonne la cause à laquelle il déclarait</w:t>
      </w:r>
      <w:r>
        <w:t xml:space="preserve">, </w:t>
      </w:r>
      <w:r w:rsidR="00E36F6A" w:rsidRPr="00F23192">
        <w:t>l</w:t>
      </w:r>
      <w:r>
        <w:t>’</w:t>
      </w:r>
      <w:r w:rsidR="00E36F6A" w:rsidRPr="00F23192">
        <w:t>autre jour</w:t>
      </w:r>
      <w:r>
        <w:t xml:space="preserve">, </w:t>
      </w:r>
      <w:r w:rsidR="00E36F6A" w:rsidRPr="00F23192">
        <w:t>s</w:t>
      </w:r>
      <w:r>
        <w:t>’</w:t>
      </w:r>
      <w:r w:rsidR="00E36F6A" w:rsidRPr="00F23192">
        <w:t>être voué</w:t>
      </w:r>
      <w:r>
        <w:t xml:space="preserve">… </w:t>
      </w:r>
      <w:r w:rsidR="00E36F6A" w:rsidRPr="00F23192">
        <w:t>Je vous demande donc à tous</w:t>
      </w:r>
      <w:r>
        <w:t xml:space="preserve">, </w:t>
      </w:r>
      <w:r w:rsidR="00E36F6A" w:rsidRPr="00F23192">
        <w:t>en présence de la carence de ce félon serviteur du huguenot navarrais</w:t>
      </w:r>
      <w:r>
        <w:t xml:space="preserve">, </w:t>
      </w:r>
      <w:r w:rsidR="00E36F6A" w:rsidRPr="00F23192">
        <w:t>de venir grossir les rangs de la Sainte Ligue et de suivre la bannière de Mgr le duc de Guise</w:t>
      </w:r>
      <w:r>
        <w:t>…</w:t>
      </w:r>
    </w:p>
    <w:p w14:paraId="2CFEE71A" w14:textId="77777777" w:rsidR="00D60A57" w:rsidRDefault="00E36F6A" w:rsidP="00D60A57">
      <w:r w:rsidRPr="00F23192">
        <w:t>À ce moment</w:t>
      </w:r>
      <w:r w:rsidR="00D60A57">
        <w:t xml:space="preserve">, </w:t>
      </w:r>
      <w:r w:rsidRPr="00F23192">
        <w:t>une voix domina le tumulte</w:t>
      </w:r>
      <w:r w:rsidR="00D60A57">
        <w:t>.</w:t>
      </w:r>
    </w:p>
    <w:p w14:paraId="4783A33B" w14:textId="77777777" w:rsidR="00D60A57" w:rsidRDefault="00D60A57" w:rsidP="00D60A57">
      <w:r>
        <w:t>— </w:t>
      </w:r>
      <w:r w:rsidR="00E36F6A" w:rsidRPr="00F23192">
        <w:t>Bretons</w:t>
      </w:r>
      <w:r>
        <w:t xml:space="preserve">, </w:t>
      </w:r>
      <w:r w:rsidR="00E36F6A" w:rsidRPr="00F23192">
        <w:t>ne décidez rien avant de connaître la vérité</w:t>
      </w:r>
      <w:r>
        <w:t> !</w:t>
      </w:r>
    </w:p>
    <w:p w14:paraId="1B9D665D" w14:textId="77777777" w:rsidR="00D60A57" w:rsidRDefault="00E36F6A" w:rsidP="00D60A57">
      <w:r w:rsidRPr="00F23192">
        <w:t>Tous les regards se tournaient vers celui qui venait de pa</w:t>
      </w:r>
      <w:r w:rsidRPr="00F23192">
        <w:t>r</w:t>
      </w:r>
      <w:r w:rsidRPr="00F23192">
        <w:t>ler et qui</w:t>
      </w:r>
      <w:r w:rsidR="00D60A57">
        <w:t xml:space="preserve">, </w:t>
      </w:r>
      <w:r w:rsidRPr="00F23192">
        <w:t>fendant la foule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 xml:space="preserve">avançait à </w:t>
      </w:r>
      <w:proofErr w:type="spellStart"/>
      <w:r w:rsidRPr="00F23192">
        <w:t>grand</w:t>
      </w:r>
      <w:r w:rsidR="00D60A57">
        <w:t>’</w:t>
      </w:r>
      <w:r w:rsidRPr="00F23192">
        <w:t>peine</w:t>
      </w:r>
      <w:proofErr w:type="spellEnd"/>
      <w:r w:rsidRPr="00F23192">
        <w:t xml:space="preserve"> vers le do</w:t>
      </w:r>
      <w:r w:rsidRPr="00F23192">
        <w:t>l</w:t>
      </w:r>
      <w:r w:rsidRPr="00F23192">
        <w:t xml:space="preserve">men du haut duquel </w:t>
      </w:r>
      <w:proofErr w:type="spellStart"/>
      <w:r w:rsidRPr="00F23192">
        <w:t>Kerlor</w:t>
      </w:r>
      <w:proofErr w:type="spellEnd"/>
      <w:r w:rsidRPr="00F23192">
        <w:t xml:space="preserve"> et la Fontanelle haranguaient les assistants</w:t>
      </w:r>
      <w:r w:rsidR="00D60A57">
        <w:t>.</w:t>
      </w:r>
    </w:p>
    <w:p w14:paraId="68AA7D0A" w14:textId="77777777" w:rsidR="00D60A57" w:rsidRDefault="00E36F6A" w:rsidP="00D60A57">
      <w:r w:rsidRPr="00F23192">
        <w:t>Celui-là était le cavalier sur lequel</w:t>
      </w:r>
      <w:r w:rsidR="00D60A57">
        <w:t xml:space="preserve">, </w:t>
      </w:r>
      <w:r w:rsidRPr="00F23192">
        <w:t>à son arrivée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était fixée un moment l</w:t>
      </w:r>
      <w:r w:rsidR="00D60A57">
        <w:t>’</w:t>
      </w:r>
      <w:r w:rsidRPr="00F23192">
        <w:t>attention des gentilshommes bretons</w:t>
      </w:r>
      <w:r w:rsidR="00D60A57">
        <w:t>.</w:t>
      </w:r>
    </w:p>
    <w:p w14:paraId="625C9A50" w14:textId="77777777" w:rsidR="00D60A57" w:rsidRDefault="00E36F6A" w:rsidP="00D60A57">
      <w:r w:rsidRPr="00F23192">
        <w:t>L</w:t>
      </w:r>
      <w:r w:rsidR="00D60A57">
        <w:t>’</w:t>
      </w:r>
      <w:r w:rsidRPr="00F23192">
        <w:t>étonnement était général</w:t>
      </w:r>
      <w:r w:rsidR="00D60A57">
        <w:t xml:space="preserve"> ; </w:t>
      </w:r>
      <w:r w:rsidRPr="00F23192">
        <w:t>le duc sentit en lui soudain une inquiétude vague</w:t>
      </w:r>
      <w:r w:rsidR="00D60A57">
        <w:t xml:space="preserve">, </w:t>
      </w:r>
      <w:r w:rsidRPr="00F23192">
        <w:t>imprécise</w:t>
      </w:r>
      <w:r w:rsidR="00D60A57">
        <w:t xml:space="preserve">, </w:t>
      </w:r>
      <w:r w:rsidRPr="00F23192">
        <w:t>née de cette intervention aussi subite qu</w:t>
      </w:r>
      <w:r w:rsidR="00D60A57">
        <w:t>’</w:t>
      </w:r>
      <w:r w:rsidRPr="00F23192">
        <w:t>inexplicable</w:t>
      </w:r>
      <w:r w:rsidR="00D60A57">
        <w:t>.</w:t>
      </w:r>
    </w:p>
    <w:p w14:paraId="229C495E" w14:textId="77777777" w:rsidR="00D60A57" w:rsidRDefault="00E36F6A" w:rsidP="00D60A57">
      <w:r w:rsidRPr="00F23192">
        <w:t>Se dominant</w:t>
      </w:r>
      <w:r w:rsidR="00D60A57">
        <w:t xml:space="preserve">, </w:t>
      </w:r>
      <w:r w:rsidRPr="00F23192">
        <w:t>néanmoins</w:t>
      </w:r>
      <w:r w:rsidR="00D60A57">
        <w:t xml:space="preserve">, – </w:t>
      </w:r>
      <w:r w:rsidRPr="00F23192">
        <w:t>car</w:t>
      </w:r>
      <w:r w:rsidR="00D60A57">
        <w:t xml:space="preserve">, </w:t>
      </w:r>
      <w:r w:rsidRPr="00F23192">
        <w:t>en fait</w:t>
      </w:r>
      <w:r w:rsidR="00D60A57">
        <w:t xml:space="preserve">, </w:t>
      </w:r>
      <w:r w:rsidRPr="00F23192">
        <w:t>il présidait l</w:t>
      </w:r>
      <w:r w:rsidR="00D60A57">
        <w:t>’</w:t>
      </w:r>
      <w:r w:rsidRPr="00F23192">
        <w:t>a</w:t>
      </w:r>
      <w:r w:rsidRPr="00F23192">
        <w:t>s</w:t>
      </w:r>
      <w:r w:rsidRPr="00F23192">
        <w:t>semblée</w:t>
      </w:r>
      <w:r w:rsidR="00D60A57">
        <w:t xml:space="preserve">, – </w:t>
      </w:r>
      <w:r w:rsidRPr="00F23192">
        <w:t>il invita d</w:t>
      </w:r>
      <w:r w:rsidR="00D60A57">
        <w:t>’</w:t>
      </w:r>
      <w:r w:rsidRPr="00F23192">
        <w:t>un geste l</w:t>
      </w:r>
      <w:r w:rsidR="00D60A57">
        <w:t>’</w:t>
      </w:r>
      <w:r w:rsidRPr="00F23192">
        <w:t>inconnu à s</w:t>
      </w:r>
      <w:r w:rsidR="00D60A57">
        <w:t>’</w:t>
      </w:r>
      <w:r w:rsidRPr="00F23192">
        <w:t>expliquer</w:t>
      </w:r>
      <w:r w:rsidR="00D60A57">
        <w:t>.</w:t>
      </w:r>
    </w:p>
    <w:p w14:paraId="744D166A" w14:textId="77777777" w:rsidR="00D60A57" w:rsidRDefault="00E36F6A" w:rsidP="00D60A57">
      <w:r w:rsidRPr="00F23192">
        <w:t>Pour ce faire</w:t>
      </w:r>
      <w:r w:rsidR="00D60A57">
        <w:t xml:space="preserve">, </w:t>
      </w:r>
      <w:r w:rsidRPr="00F23192">
        <w:t>celui-ci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un coup de jarret</w:t>
      </w:r>
      <w:r w:rsidR="00D60A57">
        <w:t xml:space="preserve">, </w:t>
      </w:r>
      <w:r w:rsidRPr="00F23192">
        <w:t xml:space="preserve">bondit sur la plate-forme de granit où se tenait </w:t>
      </w:r>
      <w:proofErr w:type="spellStart"/>
      <w:r w:rsidRPr="00F23192">
        <w:t>Kerlor</w:t>
      </w:r>
      <w:proofErr w:type="spellEnd"/>
      <w:r w:rsidRPr="00F23192">
        <w:t xml:space="preserve"> et la Fontanelle</w:t>
      </w:r>
      <w:r w:rsidR="00D60A57">
        <w:t xml:space="preserve">, </w:t>
      </w:r>
      <w:r w:rsidRPr="00F23192">
        <w:t>et il allait prendre la parole quand le duc l</w:t>
      </w:r>
      <w:r w:rsidR="00D60A57">
        <w:t>’</w:t>
      </w:r>
      <w:r w:rsidRPr="00F23192">
        <w:t>arrêta par ces mots</w:t>
      </w:r>
      <w:r w:rsidR="00D60A57">
        <w:t> :</w:t>
      </w:r>
    </w:p>
    <w:p w14:paraId="5F4A56A4" w14:textId="77777777" w:rsidR="00D60A57" w:rsidRDefault="00D60A57" w:rsidP="00D60A57">
      <w:r>
        <w:lastRenderedPageBreak/>
        <w:t>— </w:t>
      </w:r>
      <w:r w:rsidR="00E36F6A" w:rsidRPr="00F23192">
        <w:t>Avant toute parole</w:t>
      </w:r>
      <w:r>
        <w:t xml:space="preserve">, </w:t>
      </w:r>
      <w:r w:rsidR="00E36F6A" w:rsidRPr="00F23192">
        <w:t>il importe que nous connaissions vos nom et qualité</w:t>
      </w:r>
      <w:r>
        <w:t xml:space="preserve">… </w:t>
      </w:r>
      <w:r w:rsidR="00E36F6A" w:rsidRPr="00F23192">
        <w:t>choses indispensables pour que nous j</w:t>
      </w:r>
      <w:r w:rsidR="00E36F6A" w:rsidRPr="00F23192">
        <w:t>u</w:t>
      </w:r>
      <w:r w:rsidR="00E36F6A" w:rsidRPr="00F23192">
        <w:t>gions du crédit qu</w:t>
      </w:r>
      <w:r>
        <w:t>’</w:t>
      </w:r>
      <w:r w:rsidR="00E36F6A" w:rsidRPr="00F23192">
        <w:t>il y a à vous accorder</w:t>
      </w:r>
      <w:r>
        <w:t>.</w:t>
      </w:r>
    </w:p>
    <w:p w14:paraId="66FAA8C9" w14:textId="77777777" w:rsidR="00D60A57" w:rsidRDefault="00E36F6A" w:rsidP="00D60A57">
      <w:r w:rsidRPr="00F23192">
        <w:t>Le nouveau venu riposta</w:t>
      </w:r>
      <w:r w:rsidR="00D60A57">
        <w:t> :</w:t>
      </w:r>
    </w:p>
    <w:p w14:paraId="1E414923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là un détail</w:t>
      </w:r>
      <w:r>
        <w:t xml:space="preserve">, </w:t>
      </w:r>
      <w:r w:rsidR="00E36F6A" w:rsidRPr="00F23192">
        <w:t>seigneur duc</w:t>
      </w:r>
      <w:r>
        <w:t xml:space="preserve">, </w:t>
      </w:r>
      <w:r w:rsidR="00E36F6A" w:rsidRPr="00F23192">
        <w:t>que je ferai connaître en temps opportun</w:t>
      </w:r>
      <w:r>
        <w:t xml:space="preserve"> ; </w:t>
      </w:r>
      <w:r w:rsidR="00E36F6A" w:rsidRPr="00F23192">
        <w:t>mais</w:t>
      </w:r>
      <w:r>
        <w:t xml:space="preserve">, </w:t>
      </w:r>
      <w:r w:rsidR="00E36F6A" w:rsidRPr="00F23192">
        <w:t>pour l</w:t>
      </w:r>
      <w:r>
        <w:t>’</w:t>
      </w:r>
      <w:r w:rsidR="00E36F6A" w:rsidRPr="00F23192">
        <w:t>instant</w:t>
      </w:r>
      <w:r>
        <w:t xml:space="preserve">, </w:t>
      </w:r>
      <w:r w:rsidR="00E36F6A" w:rsidRPr="00F23192">
        <w:t>une chose avant tout i</w:t>
      </w:r>
      <w:r w:rsidR="00E36F6A" w:rsidRPr="00F23192">
        <w:t>m</w:t>
      </w:r>
      <w:r w:rsidR="00E36F6A" w:rsidRPr="00F23192">
        <w:t>porte</w:t>
      </w:r>
      <w:r>
        <w:t xml:space="preserve"> : </w:t>
      </w:r>
      <w:r w:rsidR="00E36F6A" w:rsidRPr="00F23192">
        <w:t>empêcher que tous les braves gens qui ont répondu à votre appel se fourvoient dans un jugement qui</w:t>
      </w:r>
      <w:r>
        <w:t xml:space="preserve">, </w:t>
      </w:r>
      <w:r w:rsidR="00E36F6A" w:rsidRPr="00F23192">
        <w:t>loin d</w:t>
      </w:r>
      <w:r>
        <w:t>’</w:t>
      </w:r>
      <w:r w:rsidR="00E36F6A" w:rsidRPr="00F23192">
        <w:t>atteindre un coupable</w:t>
      </w:r>
      <w:r>
        <w:t xml:space="preserve">, </w:t>
      </w:r>
      <w:r w:rsidR="00E36F6A" w:rsidRPr="00F23192">
        <w:t>déshonorerait un innocent</w:t>
      </w:r>
      <w:r>
        <w:t xml:space="preserve">… </w:t>
      </w:r>
      <w:r w:rsidR="00E36F6A" w:rsidRPr="00F23192">
        <w:t>oui</w:t>
      </w:r>
      <w:r>
        <w:t xml:space="preserve">, </w:t>
      </w:r>
      <w:r w:rsidR="00E36F6A" w:rsidRPr="00F23192">
        <w:t>un innocent</w:t>
      </w:r>
      <w:r>
        <w:t xml:space="preserve">… </w:t>
      </w:r>
      <w:r w:rsidR="00E36F6A" w:rsidRPr="00F23192">
        <w:t xml:space="preserve">Le comte du </w:t>
      </w:r>
      <w:proofErr w:type="spellStart"/>
      <w:r w:rsidR="00E36F6A" w:rsidRPr="00F23192">
        <w:t>Palouët</w:t>
      </w:r>
      <w:proofErr w:type="spellEnd"/>
      <w:r>
        <w:t xml:space="preserve">, </w:t>
      </w:r>
      <w:r w:rsidR="00E36F6A" w:rsidRPr="00F23192">
        <w:t>s</w:t>
      </w:r>
      <w:r>
        <w:t>’</w:t>
      </w:r>
      <w:r w:rsidR="00E36F6A" w:rsidRPr="00F23192">
        <w:t>il lui était possible</w:t>
      </w:r>
      <w:r>
        <w:t xml:space="preserve">, </w:t>
      </w:r>
      <w:r w:rsidR="00E36F6A" w:rsidRPr="00F23192">
        <w:t>serait ici</w:t>
      </w:r>
      <w:r>
        <w:t xml:space="preserve">, </w:t>
      </w:r>
      <w:r w:rsidR="00E36F6A" w:rsidRPr="00F23192">
        <w:t>prêt à remplir le double devoir qui l</w:t>
      </w:r>
      <w:r>
        <w:t>’</w:t>
      </w:r>
      <w:r w:rsidR="00E36F6A" w:rsidRPr="00F23192">
        <w:t>appelait</w:t>
      </w:r>
      <w:r>
        <w:t xml:space="preserve"> ; </w:t>
      </w:r>
      <w:r w:rsidR="00E36F6A" w:rsidRPr="00F23192">
        <w:t>malheureusement</w:t>
      </w:r>
      <w:r>
        <w:t xml:space="preserve">, </w:t>
      </w:r>
      <w:r w:rsidR="00E36F6A" w:rsidRPr="00F23192">
        <w:t>victime d</w:t>
      </w:r>
      <w:r>
        <w:t>’</w:t>
      </w:r>
      <w:r w:rsidR="00E36F6A" w:rsidRPr="00F23192">
        <w:t>un attentat odieux</w:t>
      </w:r>
      <w:r>
        <w:t xml:space="preserve">, </w:t>
      </w:r>
      <w:r w:rsidR="00E36F6A" w:rsidRPr="00F23192">
        <w:t>il n</w:t>
      </w:r>
      <w:r>
        <w:t>’</w:t>
      </w:r>
      <w:r w:rsidR="00E36F6A" w:rsidRPr="00F23192">
        <w:t>a pu quitter la retraite où il attend de red</w:t>
      </w:r>
      <w:r w:rsidR="00E36F6A" w:rsidRPr="00F23192">
        <w:t>e</w:t>
      </w:r>
      <w:r w:rsidR="00E36F6A" w:rsidRPr="00F23192">
        <w:t>venir le vaillant qu</w:t>
      </w:r>
      <w:r>
        <w:t>’</w:t>
      </w:r>
      <w:r w:rsidR="00E36F6A" w:rsidRPr="00F23192">
        <w:t>ont connu tous ceux qui</w:t>
      </w:r>
      <w:r>
        <w:t xml:space="preserve">, </w:t>
      </w:r>
      <w:r w:rsidR="00E36F6A" w:rsidRPr="00F23192">
        <w:t>en Bretagne</w:t>
      </w:r>
      <w:r>
        <w:t xml:space="preserve">, </w:t>
      </w:r>
      <w:r w:rsidR="00E36F6A" w:rsidRPr="00F23192">
        <w:t>ont conscience de l</w:t>
      </w:r>
      <w:r>
        <w:t>’</w:t>
      </w:r>
      <w:r w:rsidR="00E36F6A" w:rsidRPr="00F23192">
        <w:t>honneur</w:t>
      </w:r>
      <w:r>
        <w:t>…</w:t>
      </w:r>
    </w:p>
    <w:p w14:paraId="05D1C2CC" w14:textId="77777777" w:rsidR="00D60A57" w:rsidRDefault="00E36F6A" w:rsidP="00D60A57">
      <w:proofErr w:type="spellStart"/>
      <w:r w:rsidRPr="00F23192">
        <w:t>Kerlor</w:t>
      </w:r>
      <w:proofErr w:type="spellEnd"/>
      <w:r w:rsidR="00D60A57">
        <w:t xml:space="preserve">, </w:t>
      </w:r>
      <w:r w:rsidRPr="00F23192">
        <w:t>à ce langage</w:t>
      </w:r>
      <w:r w:rsidR="00D60A57">
        <w:t xml:space="preserve">, </w:t>
      </w:r>
      <w:r w:rsidRPr="00F23192">
        <w:t>avait regardé la Fontanelle</w:t>
      </w:r>
      <w:r w:rsidR="00D60A57">
        <w:t xml:space="preserve">, </w:t>
      </w:r>
      <w:r w:rsidRPr="00F23192">
        <w:t>qui d</w:t>
      </w:r>
      <w:r w:rsidRPr="00F23192">
        <w:t>é</w:t>
      </w:r>
      <w:r w:rsidRPr="00F23192">
        <w:t>tourna la tête</w:t>
      </w:r>
      <w:r w:rsidR="00D60A57">
        <w:t xml:space="preserve">. </w:t>
      </w:r>
      <w:r w:rsidRPr="00F23192">
        <w:t>Le duc cependant déclara</w:t>
      </w:r>
      <w:r w:rsidR="00D60A57">
        <w:t> :</w:t>
      </w:r>
    </w:p>
    <w:p w14:paraId="0FABEA32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là</w:t>
      </w:r>
      <w:r>
        <w:t xml:space="preserve">, </w:t>
      </w:r>
      <w:r w:rsidR="00E36F6A" w:rsidRPr="00F23192">
        <w:t>jeune sire</w:t>
      </w:r>
      <w:r>
        <w:t xml:space="preserve">, </w:t>
      </w:r>
      <w:r w:rsidR="00E36F6A" w:rsidRPr="00F23192">
        <w:t>un langage vague qui ne peut nous s</w:t>
      </w:r>
      <w:r w:rsidR="00E36F6A" w:rsidRPr="00F23192">
        <w:t>a</w:t>
      </w:r>
      <w:r w:rsidR="00E36F6A" w:rsidRPr="00F23192">
        <w:t>tisfaire</w:t>
      </w:r>
      <w:r>
        <w:t xml:space="preserve">, </w:t>
      </w:r>
      <w:r w:rsidR="00E36F6A" w:rsidRPr="00F23192">
        <w:t>et si vous n</w:t>
      </w:r>
      <w:r>
        <w:t>’</w:t>
      </w:r>
      <w:r w:rsidR="00E36F6A" w:rsidRPr="00F23192">
        <w:t>avez rien d</w:t>
      </w:r>
      <w:r>
        <w:t>’</w:t>
      </w:r>
      <w:r w:rsidR="00E36F6A" w:rsidRPr="00F23192">
        <w:t>autre à nous dire pour di</w:t>
      </w:r>
      <w:r w:rsidR="00E36F6A" w:rsidRPr="00F23192">
        <w:t>s</w:t>
      </w:r>
      <w:r w:rsidR="00E36F6A" w:rsidRPr="00F23192">
        <w:t xml:space="preserve">culper </w:t>
      </w:r>
      <w:r>
        <w:t>M. </w:t>
      </w:r>
      <w:r w:rsidR="00E36F6A" w:rsidRPr="00F23192">
        <w:t xml:space="preserve">du </w:t>
      </w:r>
      <w:proofErr w:type="spellStart"/>
      <w:r w:rsidR="00E36F6A" w:rsidRPr="00F23192">
        <w:t>Falouët</w:t>
      </w:r>
      <w:proofErr w:type="spellEnd"/>
      <w:r>
        <w:t>…</w:t>
      </w:r>
    </w:p>
    <w:p w14:paraId="4304AF27" w14:textId="77777777" w:rsidR="00D60A57" w:rsidRDefault="00D60A57" w:rsidP="00D60A57">
      <w:r>
        <w:t>— </w:t>
      </w:r>
      <w:r w:rsidR="00E36F6A" w:rsidRPr="00F23192">
        <w:t>J</w:t>
      </w:r>
      <w:r>
        <w:t>’</w:t>
      </w:r>
      <w:r w:rsidR="00E36F6A" w:rsidRPr="00F23192">
        <w:t>ai à dire que le sire de la Fontanelle s</w:t>
      </w:r>
      <w:r>
        <w:t>’</w:t>
      </w:r>
      <w:r w:rsidR="00E36F6A" w:rsidRPr="00F23192">
        <w:t xml:space="preserve">est beaucoup avancé en prétendant que </w:t>
      </w:r>
      <w:r>
        <w:t>M</w:t>
      </w:r>
      <w:r w:rsidRPr="00D60A57">
        <w:rPr>
          <w:vertAlign w:val="superscript"/>
        </w:rPr>
        <w:t>lle</w:t>
      </w:r>
      <w:r>
        <w:t> de </w:t>
      </w:r>
      <w:proofErr w:type="spellStart"/>
      <w:r w:rsidR="00E36F6A" w:rsidRPr="00F23192">
        <w:t>Coatserho</w:t>
      </w:r>
      <w:proofErr w:type="spellEnd"/>
      <w:r w:rsidR="00E36F6A" w:rsidRPr="00F23192">
        <w:t xml:space="preserve"> a été enlevée</w:t>
      </w:r>
      <w:r>
        <w:t>…</w:t>
      </w:r>
    </w:p>
    <w:p w14:paraId="5B18DB6D" w14:textId="77777777" w:rsidR="00D60A57" w:rsidRDefault="00E36F6A" w:rsidP="00D60A57">
      <w:r w:rsidRPr="00F23192">
        <w:t>La Fontanelle protesta</w:t>
      </w:r>
      <w:r w:rsidR="00D60A57">
        <w:t> :</w:t>
      </w:r>
    </w:p>
    <w:p w14:paraId="0EC501C9" w14:textId="77777777" w:rsidR="00D60A57" w:rsidRDefault="00D60A57" w:rsidP="00D60A57">
      <w:r>
        <w:t>— </w:t>
      </w:r>
      <w:r w:rsidR="00E36F6A" w:rsidRPr="00F23192">
        <w:t>Ai-je dit autre chose</w:t>
      </w:r>
      <w:r>
        <w:t> ?</w:t>
      </w:r>
    </w:p>
    <w:p w14:paraId="1F3F018F" w14:textId="77777777" w:rsidR="00D60A57" w:rsidRDefault="00D60A57" w:rsidP="00D60A57">
      <w:r>
        <w:t>— </w:t>
      </w:r>
      <w:r w:rsidR="00E36F6A" w:rsidRPr="00F23192">
        <w:t>Certes non</w:t>
      </w:r>
      <w:r>
        <w:t xml:space="preserve"> ; </w:t>
      </w:r>
      <w:r w:rsidR="00E36F6A" w:rsidRPr="00F23192">
        <w:t>mais</w:t>
      </w:r>
      <w:r>
        <w:t xml:space="preserve">, </w:t>
      </w:r>
      <w:r w:rsidR="00E36F6A" w:rsidRPr="00F23192">
        <w:t>rectifia l</w:t>
      </w:r>
      <w:r>
        <w:t>’</w:t>
      </w:r>
      <w:r w:rsidR="00E36F6A" w:rsidRPr="00F23192">
        <w:t>inconnu</w:t>
      </w:r>
      <w:r>
        <w:t xml:space="preserve">, </w:t>
      </w:r>
      <w:r w:rsidR="00E36F6A" w:rsidRPr="00F23192">
        <w:t>qu</w:t>
      </w:r>
      <w:r>
        <w:t>’</w:t>
      </w:r>
      <w:r w:rsidR="00E36F6A" w:rsidRPr="00F23192">
        <w:t>elle l</w:t>
      </w:r>
      <w:r>
        <w:t>’</w:t>
      </w:r>
      <w:r w:rsidR="00E36F6A" w:rsidRPr="00F23192">
        <w:t xml:space="preserve">aurait été par le comte du </w:t>
      </w:r>
      <w:proofErr w:type="spellStart"/>
      <w:r w:rsidR="00E36F6A" w:rsidRPr="00F23192">
        <w:t>Falouët</w:t>
      </w:r>
      <w:proofErr w:type="spellEnd"/>
      <w:r>
        <w:t xml:space="preserve">… </w:t>
      </w:r>
      <w:r w:rsidR="00E36F6A" w:rsidRPr="00F23192">
        <w:t>ce qui est faux</w:t>
      </w:r>
      <w:r>
        <w:t>…</w:t>
      </w:r>
    </w:p>
    <w:p w14:paraId="564FA2B8" w14:textId="77777777" w:rsidR="00D60A57" w:rsidRDefault="00E36F6A" w:rsidP="00D60A57">
      <w:r w:rsidRPr="00F23192">
        <w:t>La Fontanelle fit mine de se jeter sur lui</w:t>
      </w:r>
      <w:r w:rsidR="00D60A57">
        <w:t xml:space="preserve"> ; </w:t>
      </w:r>
      <w:r w:rsidRPr="00F23192">
        <w:t>le duc le contint</w:t>
      </w:r>
      <w:r w:rsidR="00D60A57">
        <w:t xml:space="preserve">, </w:t>
      </w:r>
      <w:r w:rsidRPr="00F23192">
        <w:t>interrogeant</w:t>
      </w:r>
      <w:r w:rsidR="00D60A57">
        <w:t> :</w:t>
      </w:r>
    </w:p>
    <w:p w14:paraId="69B5EE70" w14:textId="77777777" w:rsidR="00D60A57" w:rsidRDefault="00D60A57" w:rsidP="00D60A57">
      <w:r>
        <w:lastRenderedPageBreak/>
        <w:t>— </w:t>
      </w:r>
      <w:r w:rsidR="00E36F6A" w:rsidRPr="00F23192">
        <w:t>Pourrait-on</w:t>
      </w:r>
      <w:r>
        <w:t xml:space="preserve">, </w:t>
      </w:r>
      <w:r w:rsidR="00E36F6A" w:rsidRPr="00F23192">
        <w:t>à défaut d</w:t>
      </w:r>
      <w:r>
        <w:t>’</w:t>
      </w:r>
      <w:r w:rsidR="00E36F6A" w:rsidRPr="00F23192">
        <w:t>autres précisions</w:t>
      </w:r>
      <w:r>
        <w:t xml:space="preserve">, </w:t>
      </w:r>
      <w:r w:rsidR="00E36F6A" w:rsidRPr="00F23192">
        <w:t>savoir co</w:t>
      </w:r>
      <w:r w:rsidR="00E36F6A" w:rsidRPr="00F23192">
        <w:t>m</w:t>
      </w:r>
      <w:r w:rsidR="00E36F6A" w:rsidRPr="00F23192">
        <w:t>ment vous vous trouvez à même de donner d</w:t>
      </w:r>
      <w:r>
        <w:t>’</w:t>
      </w:r>
      <w:r w:rsidR="00E36F6A" w:rsidRPr="00F23192">
        <w:t>aussi catégoriques démentis</w:t>
      </w:r>
      <w:r>
        <w:t>.</w:t>
      </w:r>
    </w:p>
    <w:p w14:paraId="3FFA0822" w14:textId="77777777" w:rsidR="00D60A57" w:rsidRDefault="00D60A57" w:rsidP="00D60A57">
      <w:r>
        <w:t>— </w:t>
      </w:r>
      <w:r w:rsidR="00E36F6A" w:rsidRPr="00F23192">
        <w:t>À cette question</w:t>
      </w:r>
      <w:r>
        <w:t xml:space="preserve">, </w:t>
      </w:r>
      <w:r w:rsidR="00E36F6A" w:rsidRPr="00F23192">
        <w:t>je répondrai tout à l</w:t>
      </w:r>
      <w:r>
        <w:t>’</w:t>
      </w:r>
      <w:r w:rsidR="00E36F6A" w:rsidRPr="00F23192">
        <w:t>heure</w:t>
      </w:r>
      <w:r>
        <w:t xml:space="preserve"> ; </w:t>
      </w:r>
      <w:r w:rsidR="00E36F6A" w:rsidRPr="00F23192">
        <w:t>pour l</w:t>
      </w:r>
      <w:r>
        <w:t>’</w:t>
      </w:r>
      <w:r w:rsidR="00E36F6A" w:rsidRPr="00F23192">
        <w:t>instant</w:t>
      </w:r>
      <w:r>
        <w:t xml:space="preserve">, </w:t>
      </w:r>
      <w:r w:rsidR="00E36F6A" w:rsidRPr="00F23192">
        <w:t>il importe que la Bretagne ne s</w:t>
      </w:r>
      <w:r>
        <w:t>’</w:t>
      </w:r>
      <w:r w:rsidR="00E36F6A" w:rsidRPr="00F23192">
        <w:t>engage pas prémat</w:t>
      </w:r>
      <w:r w:rsidR="00E36F6A" w:rsidRPr="00F23192">
        <w:t>u</w:t>
      </w:r>
      <w:r w:rsidR="00E36F6A" w:rsidRPr="00F23192">
        <w:t>rément dans une voie contraire à son honneur et à ses int</w:t>
      </w:r>
      <w:r w:rsidR="00E36F6A" w:rsidRPr="00F23192">
        <w:t>é</w:t>
      </w:r>
      <w:r w:rsidR="00E36F6A" w:rsidRPr="00F23192">
        <w:t>rêts</w:t>
      </w:r>
      <w:r>
        <w:t xml:space="preserve"> !… </w:t>
      </w:r>
      <w:r w:rsidR="00E36F6A" w:rsidRPr="00F23192">
        <w:t>que la présente assemblée remette donc à une autre date de fixer sa destinée</w:t>
      </w:r>
      <w:r>
        <w:t xml:space="preserve">, </w:t>
      </w:r>
      <w:r w:rsidR="00E36F6A" w:rsidRPr="00F23192">
        <w:t xml:space="preserve">date que le comte 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fera connaître et qu</w:t>
      </w:r>
      <w:r>
        <w:t>’</w:t>
      </w:r>
      <w:r w:rsidR="00E36F6A" w:rsidRPr="00F23192">
        <w:t>il souhaite aussi proche que possible</w:t>
      </w:r>
      <w:r>
        <w:t>…</w:t>
      </w:r>
    </w:p>
    <w:p w14:paraId="672A6B0C" w14:textId="77777777" w:rsidR="00D60A57" w:rsidRDefault="00E36F6A" w:rsidP="00D60A57">
      <w:r w:rsidRPr="00F23192">
        <w:t>Le duc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une voix hésitante</w:t>
      </w:r>
      <w:r w:rsidR="00D60A57">
        <w:t xml:space="preserve">, </w:t>
      </w:r>
      <w:r w:rsidRPr="00F23192">
        <w:t>interrogea</w:t>
      </w:r>
      <w:r w:rsidR="00D60A57">
        <w:t> :</w:t>
      </w:r>
    </w:p>
    <w:p w14:paraId="4457702E" w14:textId="77777777" w:rsidR="00D60A57" w:rsidRDefault="00D60A57" w:rsidP="00D60A57">
      <w:r>
        <w:t>— </w:t>
      </w:r>
      <w:r w:rsidR="00E36F6A" w:rsidRPr="00F23192">
        <w:t>Serait-il donc vivant</w:t>
      </w:r>
      <w:r>
        <w:t> ?</w:t>
      </w:r>
    </w:p>
    <w:p w14:paraId="251571B1" w14:textId="77777777" w:rsidR="00D60A57" w:rsidRDefault="00D60A57" w:rsidP="00D60A57">
      <w:r>
        <w:t>— </w:t>
      </w:r>
      <w:r w:rsidR="00E36F6A" w:rsidRPr="00F23192">
        <w:t>Avec l</w:t>
      </w:r>
      <w:r>
        <w:t>’</w:t>
      </w:r>
      <w:r w:rsidR="00E36F6A" w:rsidRPr="00F23192">
        <w:t>aide de Dieu</w:t>
      </w:r>
      <w:r>
        <w:t xml:space="preserve">, </w:t>
      </w:r>
      <w:r w:rsidR="00E36F6A" w:rsidRPr="00F23192">
        <w:t>il faut espérer qu</w:t>
      </w:r>
      <w:r>
        <w:t>’</w:t>
      </w:r>
      <w:r w:rsidR="00E36F6A" w:rsidRPr="00F23192">
        <w:t>il vivra</w:t>
      </w:r>
      <w:r>
        <w:t xml:space="preserve">, </w:t>
      </w:r>
      <w:r w:rsidR="00E36F6A" w:rsidRPr="00F23192">
        <w:t>répondit l</w:t>
      </w:r>
      <w:r>
        <w:t>’</w:t>
      </w:r>
      <w:r w:rsidR="00E36F6A" w:rsidRPr="00F23192">
        <w:t>autre laconiquement</w:t>
      </w:r>
      <w:r>
        <w:t>.</w:t>
      </w:r>
    </w:p>
    <w:p w14:paraId="0DD23E92" w14:textId="77777777" w:rsidR="00D60A57" w:rsidRDefault="00D60A57" w:rsidP="00D60A57">
      <w:r>
        <w:t>— </w:t>
      </w:r>
      <w:r w:rsidR="00E36F6A" w:rsidRPr="00F23192">
        <w:t>Nul ne peut l</w:t>
      </w:r>
      <w:r>
        <w:t>’</w:t>
      </w:r>
      <w:r w:rsidR="00E36F6A" w:rsidRPr="00F23192">
        <w:t>espérer plus vivement que moi-même</w:t>
      </w:r>
      <w:r>
        <w:t xml:space="preserve">, </w:t>
      </w:r>
      <w:r w:rsidR="00E36F6A" w:rsidRPr="00F23192">
        <w:t>art</w:t>
      </w:r>
      <w:r w:rsidR="00E36F6A" w:rsidRPr="00F23192">
        <w:t>i</w:t>
      </w:r>
      <w:r w:rsidR="00E36F6A" w:rsidRPr="00F23192">
        <w:t xml:space="preserve">cula </w:t>
      </w:r>
      <w:proofErr w:type="spellStart"/>
      <w:r w:rsidR="00E36F6A" w:rsidRPr="00F23192">
        <w:t>Kerlor</w:t>
      </w:r>
      <w:proofErr w:type="spellEnd"/>
      <w:r>
        <w:t xml:space="preserve">, </w:t>
      </w:r>
      <w:r w:rsidR="00E36F6A" w:rsidRPr="00F23192">
        <w:t>les dents serrées</w:t>
      </w:r>
      <w:r>
        <w:t xml:space="preserve">… </w:t>
      </w:r>
      <w:r w:rsidR="00E36F6A" w:rsidRPr="00F23192">
        <w:t>car nous avons</w:t>
      </w:r>
      <w:r>
        <w:t xml:space="preserve">, </w:t>
      </w:r>
      <w:r w:rsidR="00E36F6A" w:rsidRPr="00F23192">
        <w:t>lui et moi</w:t>
      </w:r>
      <w:r>
        <w:t xml:space="preserve">, </w:t>
      </w:r>
      <w:r w:rsidR="00E36F6A" w:rsidRPr="00F23192">
        <w:t>un compte à régler</w:t>
      </w:r>
      <w:r>
        <w:t>.</w:t>
      </w:r>
    </w:p>
    <w:p w14:paraId="6BC913E6" w14:textId="77777777" w:rsidR="00D60A57" w:rsidRDefault="00E36F6A" w:rsidP="00D60A57">
      <w:r w:rsidRPr="00F23192">
        <w:t>Froidement</w:t>
      </w:r>
      <w:r w:rsidR="00D60A57">
        <w:t xml:space="preserve">, </w:t>
      </w:r>
      <w:r w:rsidRPr="00F23192">
        <w:t>son interlocuteur déclara</w:t>
      </w:r>
      <w:r w:rsidR="00D60A57">
        <w:t> :</w:t>
      </w:r>
    </w:p>
    <w:p w14:paraId="472FD347" w14:textId="77777777" w:rsidR="00D60A57" w:rsidRDefault="00D60A57" w:rsidP="00D60A57">
      <w:r>
        <w:t>— </w:t>
      </w:r>
      <w:r w:rsidR="00E36F6A" w:rsidRPr="00F23192">
        <w:t>Il est à craindre</w:t>
      </w:r>
      <w:r>
        <w:t xml:space="preserve">, </w:t>
      </w:r>
      <w:r w:rsidR="00E36F6A" w:rsidRPr="00F23192">
        <w:t>sire duc</w:t>
      </w:r>
      <w:r>
        <w:t xml:space="preserve">, </w:t>
      </w:r>
      <w:r w:rsidR="00E36F6A" w:rsidRPr="00F23192">
        <w:t>que cette besogne ne lui soit pas réservée</w:t>
      </w:r>
      <w:r>
        <w:t>.</w:t>
      </w:r>
    </w:p>
    <w:p w14:paraId="0DC62117" w14:textId="77777777" w:rsidR="00D60A57" w:rsidRDefault="00D60A57" w:rsidP="00D60A57">
      <w:r>
        <w:t>— </w:t>
      </w:r>
      <w:r w:rsidR="00E36F6A" w:rsidRPr="00F23192">
        <w:t>Que prétendez-vous insinuer</w:t>
      </w:r>
      <w:r>
        <w:t> ?</w:t>
      </w:r>
    </w:p>
    <w:p w14:paraId="0BD9B287" w14:textId="77777777" w:rsidR="00D60A57" w:rsidRDefault="00D60A57" w:rsidP="00D60A57">
      <w:r>
        <w:t>— </w:t>
      </w:r>
      <w:r w:rsidR="00E36F6A" w:rsidRPr="00F23192">
        <w:t>Je n</w:t>
      </w:r>
      <w:r>
        <w:t>’</w:t>
      </w:r>
      <w:r w:rsidR="00E36F6A" w:rsidRPr="00F23192">
        <w:t>insinue rien</w:t>
      </w:r>
      <w:r>
        <w:t xml:space="preserve">… </w:t>
      </w:r>
      <w:r w:rsidR="00E36F6A" w:rsidRPr="00F23192">
        <w:t>je déclare nettement</w:t>
      </w:r>
      <w:r>
        <w:t xml:space="preserve">, </w:t>
      </w:r>
      <w:r w:rsidR="00E36F6A" w:rsidRPr="00F23192">
        <w:t>hautement</w:t>
      </w:r>
      <w:r>
        <w:t xml:space="preserve">, </w:t>
      </w:r>
      <w:r w:rsidR="00E36F6A" w:rsidRPr="00F23192">
        <w:t xml:space="preserve">que le compte que vous prétendez avoir à régler avec Bertrand 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ne doit passer qu</w:t>
      </w:r>
      <w:r>
        <w:t>’</w:t>
      </w:r>
      <w:r w:rsidR="00E36F6A" w:rsidRPr="00F23192">
        <w:t>au second plan</w:t>
      </w:r>
      <w:r>
        <w:t xml:space="preserve">… </w:t>
      </w:r>
      <w:r w:rsidR="00E36F6A" w:rsidRPr="00F23192">
        <w:t>car il est quelqu</w:t>
      </w:r>
      <w:r>
        <w:t>’</w:t>
      </w:r>
      <w:r w:rsidR="00E36F6A" w:rsidRPr="00F23192">
        <w:t>un qui en a un à régler avec vous depuis de trop longues années</w:t>
      </w:r>
      <w:r>
        <w:t xml:space="preserve">… </w:t>
      </w:r>
      <w:r w:rsidR="00E36F6A" w:rsidRPr="00F23192">
        <w:t>moi</w:t>
      </w:r>
      <w:r>
        <w:t> !</w:t>
      </w:r>
    </w:p>
    <w:p w14:paraId="2F1248DC" w14:textId="77777777" w:rsidR="00D60A57" w:rsidRDefault="00E36F6A" w:rsidP="00D60A57">
      <w:r w:rsidRPr="00F23192">
        <w:t>Ce fut une stupeur</w:t>
      </w:r>
      <w:r w:rsidR="00D60A57">
        <w:t> !</w:t>
      </w:r>
    </w:p>
    <w:p w14:paraId="7101C5EB" w14:textId="77777777" w:rsidR="00D60A57" w:rsidRDefault="00E36F6A" w:rsidP="00D60A57">
      <w:r w:rsidRPr="00F23192">
        <w:t>N</w:t>
      </w:r>
      <w:r w:rsidR="00D60A57">
        <w:t>’</w:t>
      </w:r>
      <w:r w:rsidRPr="00F23192">
        <w:t>avait-on pas affaire à un fou</w:t>
      </w:r>
      <w:r w:rsidR="00D60A57">
        <w:t> ?</w:t>
      </w:r>
    </w:p>
    <w:p w14:paraId="270A4822" w14:textId="77777777" w:rsidR="00D60A57" w:rsidRDefault="00E36F6A" w:rsidP="00D60A57">
      <w:r w:rsidRPr="00F23192">
        <w:lastRenderedPageBreak/>
        <w:t>Mais lui</w:t>
      </w:r>
      <w:r w:rsidR="00D60A57">
        <w:t xml:space="preserve">, </w:t>
      </w:r>
      <w:r w:rsidRPr="00F23192">
        <w:t>devinant le sentiment unanime</w:t>
      </w:r>
      <w:r w:rsidR="00D60A57">
        <w:t xml:space="preserve">, </w:t>
      </w:r>
      <w:r w:rsidRPr="00F23192">
        <w:t>de crier</w:t>
      </w:r>
      <w:r w:rsidR="00D60A57">
        <w:t> :</w:t>
      </w:r>
    </w:p>
    <w:p w14:paraId="10975D49" w14:textId="77777777" w:rsidR="00D60A57" w:rsidRDefault="00D60A57" w:rsidP="00D60A57">
      <w:r>
        <w:t>— </w:t>
      </w:r>
      <w:r w:rsidR="00E36F6A" w:rsidRPr="00F23192">
        <w:t>Oui</w:t>
      </w:r>
      <w:r>
        <w:t xml:space="preserve">… </w:t>
      </w:r>
      <w:r w:rsidR="00E36F6A" w:rsidRPr="00F23192">
        <w:t>moi</w:t>
      </w:r>
      <w:r>
        <w:t xml:space="preserve"> ! </w:t>
      </w:r>
      <w:r w:rsidR="00E36F6A" w:rsidRPr="00F23192">
        <w:t>qui suis ici pour venger une infortunée cré</w:t>
      </w:r>
      <w:r w:rsidR="00E36F6A" w:rsidRPr="00F23192">
        <w:t>a</w:t>
      </w:r>
      <w:r w:rsidR="00E36F6A" w:rsidRPr="00F23192">
        <w:t>ture dont ce misérable a lâchement martyrisé la vie</w:t>
      </w:r>
      <w:r>
        <w:t>…</w:t>
      </w:r>
    </w:p>
    <w:p w14:paraId="2150A3B8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 xml:space="preserve">à </w:t>
      </w:r>
      <w:proofErr w:type="spellStart"/>
      <w:r w:rsidRPr="00F23192">
        <w:t>Kerlor</w:t>
      </w:r>
      <w:proofErr w:type="spellEnd"/>
      <w:r w:rsidR="00D60A57">
        <w:t> :</w:t>
      </w:r>
    </w:p>
    <w:p w14:paraId="460C87AD" w14:textId="77777777" w:rsidR="00D60A57" w:rsidRDefault="00D60A57" w:rsidP="00D60A57">
      <w:r>
        <w:t>— </w:t>
      </w:r>
      <w:r w:rsidR="00E36F6A" w:rsidRPr="00F23192">
        <w:t>La hache du bourreau aurait dû jadis te frapper</w:t>
      </w:r>
      <w:r>
        <w:t xml:space="preserve">… </w:t>
      </w:r>
      <w:r w:rsidR="00E36F6A" w:rsidRPr="00F23192">
        <w:t>C</w:t>
      </w:r>
      <w:r>
        <w:t>’</w:t>
      </w:r>
      <w:r w:rsidR="00E36F6A" w:rsidRPr="00F23192">
        <w:t>est mon épée qui</w:t>
      </w:r>
      <w:r>
        <w:t xml:space="preserve">, </w:t>
      </w:r>
      <w:r w:rsidR="00E36F6A" w:rsidRPr="00F23192">
        <w:t>aujourd</w:t>
      </w:r>
      <w:r>
        <w:t>’</w:t>
      </w:r>
      <w:r w:rsidR="00E36F6A" w:rsidRPr="00F23192">
        <w:t>hui</w:t>
      </w:r>
      <w:r>
        <w:t xml:space="preserve">, </w:t>
      </w:r>
      <w:r w:rsidR="00E36F6A" w:rsidRPr="00F23192">
        <w:t>accomplira cette besogne</w:t>
      </w:r>
      <w:r>
        <w:t>.</w:t>
      </w:r>
    </w:p>
    <w:p w14:paraId="3501FD81" w14:textId="77777777" w:rsidR="00D60A57" w:rsidRDefault="00E36F6A" w:rsidP="00D60A57">
      <w:r w:rsidRPr="00F23192">
        <w:t>D</w:t>
      </w:r>
      <w:r w:rsidR="00D60A57">
        <w:t>’</w:t>
      </w:r>
      <w:r w:rsidRPr="00F23192">
        <w:t>un geste brusque</w:t>
      </w:r>
      <w:r w:rsidR="00D60A57">
        <w:t xml:space="preserve">, </w:t>
      </w:r>
      <w:r w:rsidRPr="00F23192">
        <w:t>ayant rejeté sa cape</w:t>
      </w:r>
      <w:r w:rsidR="00D60A57">
        <w:t xml:space="preserve">, </w:t>
      </w:r>
      <w:r w:rsidRPr="00F23192">
        <w:t>il dégaina</w:t>
      </w:r>
      <w:r w:rsidR="00D60A57">
        <w:t xml:space="preserve">, </w:t>
      </w:r>
      <w:r w:rsidRPr="00F23192">
        <w:t>criant</w:t>
      </w:r>
      <w:r w:rsidR="00D60A57">
        <w:t> :</w:t>
      </w:r>
    </w:p>
    <w:p w14:paraId="131407F3" w14:textId="77777777" w:rsidR="00D60A57" w:rsidRDefault="00D60A57" w:rsidP="00D60A57">
      <w:r>
        <w:t>— </w:t>
      </w:r>
      <w:r w:rsidR="00E36F6A" w:rsidRPr="00F23192">
        <w:t>En garde</w:t>
      </w:r>
      <w:r>
        <w:t xml:space="preserve"> ! </w:t>
      </w:r>
      <w:r w:rsidR="00E36F6A" w:rsidRPr="00F23192">
        <w:t>Duc</w:t>
      </w:r>
      <w:r>
        <w:t xml:space="preserve">, </w:t>
      </w:r>
      <w:r w:rsidR="00E36F6A" w:rsidRPr="00F23192">
        <w:t>défends-toi</w:t>
      </w:r>
      <w:r>
        <w:t xml:space="preserve">… </w:t>
      </w:r>
      <w:r w:rsidR="00E36F6A" w:rsidRPr="00F23192">
        <w:t>Et vous</w:t>
      </w:r>
      <w:r>
        <w:t xml:space="preserve">, </w:t>
      </w:r>
      <w:r w:rsidR="00E36F6A" w:rsidRPr="00F23192">
        <w:t>sire de la Font</w:t>
      </w:r>
      <w:r w:rsidR="00E36F6A" w:rsidRPr="00F23192">
        <w:t>a</w:t>
      </w:r>
      <w:r w:rsidR="00E36F6A" w:rsidRPr="00F23192">
        <w:t>nelle</w:t>
      </w:r>
      <w:r>
        <w:t xml:space="preserve">, </w:t>
      </w:r>
      <w:r w:rsidR="00E36F6A" w:rsidRPr="00F23192">
        <w:t>faites-nous place</w:t>
      </w:r>
      <w:r>
        <w:t> !</w:t>
      </w:r>
    </w:p>
    <w:p w14:paraId="43F73CFE" w14:textId="77777777" w:rsidR="00D60A57" w:rsidRDefault="00E36F6A" w:rsidP="00D60A57">
      <w:proofErr w:type="spellStart"/>
      <w:r w:rsidRPr="00F23192">
        <w:t>Kerlor</w:t>
      </w:r>
      <w:proofErr w:type="spellEnd"/>
      <w:r w:rsidR="00D60A57">
        <w:t xml:space="preserve">, </w:t>
      </w:r>
      <w:r w:rsidRPr="00F23192">
        <w:t>cependant</w:t>
      </w:r>
      <w:r w:rsidR="00D60A57">
        <w:t xml:space="preserve">, </w:t>
      </w:r>
      <w:r w:rsidRPr="00F23192">
        <w:t>gardait les bras croisés sur la poitrine</w:t>
      </w:r>
      <w:r w:rsidR="00D60A57">
        <w:t>.</w:t>
      </w:r>
    </w:p>
    <w:p w14:paraId="31E4B429" w14:textId="77777777" w:rsidR="00D60A57" w:rsidRDefault="00D60A57" w:rsidP="00D60A57">
      <w:r>
        <w:t>— </w:t>
      </w:r>
      <w:r w:rsidR="00E36F6A" w:rsidRPr="00F23192">
        <w:t>Tu perds la tête</w:t>
      </w:r>
      <w:r>
        <w:t xml:space="preserve">, </w:t>
      </w:r>
      <w:r w:rsidR="00E36F6A" w:rsidRPr="00F23192">
        <w:t>jeune homme</w:t>
      </w:r>
      <w:r>
        <w:t xml:space="preserve">, </w:t>
      </w:r>
      <w:r w:rsidR="00E36F6A" w:rsidRPr="00F23192">
        <w:t>ricana-t-il</w:t>
      </w:r>
      <w:r>
        <w:t xml:space="preserve">, </w:t>
      </w:r>
      <w:r w:rsidR="00E36F6A" w:rsidRPr="00F23192">
        <w:t xml:space="preserve">le duc de </w:t>
      </w:r>
      <w:proofErr w:type="spellStart"/>
      <w:r w:rsidR="00E36F6A" w:rsidRPr="00F23192">
        <w:t>Ke</w:t>
      </w:r>
      <w:r w:rsidR="00E36F6A" w:rsidRPr="00F23192">
        <w:t>r</w:t>
      </w:r>
      <w:r w:rsidR="00E36F6A" w:rsidRPr="00F23192">
        <w:t>lor</w:t>
      </w:r>
      <w:proofErr w:type="spellEnd"/>
      <w:r w:rsidR="00E36F6A" w:rsidRPr="00F23192">
        <w:t xml:space="preserve"> ne croise pas le fer avec un aventurier</w:t>
      </w:r>
      <w:r>
        <w:t xml:space="preserve">… </w:t>
      </w:r>
      <w:r w:rsidR="00E36F6A" w:rsidRPr="00F23192">
        <w:t>Sais-je seulement qui tu es</w:t>
      </w:r>
      <w:r>
        <w:t> ?</w:t>
      </w:r>
    </w:p>
    <w:p w14:paraId="151E8DA0" w14:textId="77777777" w:rsidR="00D60A57" w:rsidRDefault="00D60A57" w:rsidP="00D60A57">
      <w:r>
        <w:t>— </w:t>
      </w:r>
      <w:r w:rsidR="00E36F6A" w:rsidRPr="00F23192">
        <w:t>Je te l</w:t>
      </w:r>
      <w:r>
        <w:t>’</w:t>
      </w:r>
      <w:r w:rsidR="00E36F6A" w:rsidRPr="00F23192">
        <w:t>ai dit</w:t>
      </w:r>
      <w:r>
        <w:t xml:space="preserve">… </w:t>
      </w:r>
      <w:r w:rsidR="00E36F6A" w:rsidRPr="00F23192">
        <w:t>je suis ici pour te faire répondre d</w:t>
      </w:r>
      <w:r>
        <w:t>’</w:t>
      </w:r>
      <w:r w:rsidR="00E36F6A" w:rsidRPr="00F23192">
        <w:t>un crime commis par toi</w:t>
      </w:r>
      <w:r>
        <w:t xml:space="preserve">, </w:t>
      </w:r>
      <w:r w:rsidR="00E36F6A" w:rsidRPr="00F23192">
        <w:t>il y a vingt-trois ans et dont ma mère fut vi</w:t>
      </w:r>
      <w:r w:rsidR="00E36F6A" w:rsidRPr="00F23192">
        <w:t>c</w:t>
      </w:r>
      <w:r w:rsidR="00E36F6A" w:rsidRPr="00F23192">
        <w:t>time</w:t>
      </w:r>
      <w:r>
        <w:t> !</w:t>
      </w:r>
    </w:p>
    <w:p w14:paraId="417F197E" w14:textId="77777777" w:rsidR="00D60A57" w:rsidRDefault="00E36F6A" w:rsidP="00D60A57">
      <w:r w:rsidRPr="00F23192">
        <w:t>L</w:t>
      </w:r>
      <w:r w:rsidR="00D60A57">
        <w:t>’</w:t>
      </w:r>
      <w:r w:rsidRPr="00F23192">
        <w:t>assemblée cependant semblait impressionnée par la v</w:t>
      </w:r>
      <w:r w:rsidRPr="00F23192">
        <w:t>i</w:t>
      </w:r>
      <w:r w:rsidRPr="00F23192">
        <w:t>brance de cette voix</w:t>
      </w:r>
      <w:r w:rsidR="00D60A57">
        <w:t>.</w:t>
      </w:r>
    </w:p>
    <w:p w14:paraId="16565592" w14:textId="77777777" w:rsidR="00D60A57" w:rsidRDefault="00E36F6A" w:rsidP="00D60A57">
      <w:r w:rsidRPr="00F23192">
        <w:t>La Fontanelle</w:t>
      </w:r>
      <w:r w:rsidR="00D60A57">
        <w:t xml:space="preserve">, </w:t>
      </w:r>
      <w:r w:rsidRPr="00F23192">
        <w:t>pour tenter de faire diversion</w:t>
      </w:r>
      <w:r w:rsidR="00D60A57">
        <w:t xml:space="preserve">, </w:t>
      </w:r>
      <w:r w:rsidRPr="00F23192">
        <w:t>lança</w:t>
      </w:r>
      <w:r w:rsidR="00D60A57">
        <w:t> :</w:t>
      </w:r>
    </w:p>
    <w:p w14:paraId="4AB654AD" w14:textId="77777777" w:rsidR="00D60A57" w:rsidRDefault="00D60A57" w:rsidP="00D60A57">
      <w:r>
        <w:t>— </w:t>
      </w:r>
      <w:r w:rsidR="00E36F6A" w:rsidRPr="00F23192">
        <w:t xml:space="preserve">Si le duc de </w:t>
      </w:r>
      <w:proofErr w:type="spellStart"/>
      <w:r w:rsidR="00E36F6A" w:rsidRPr="00F23192">
        <w:t>Kerlor</w:t>
      </w:r>
      <w:proofErr w:type="spellEnd"/>
      <w:r w:rsidR="00E36F6A" w:rsidRPr="00F23192">
        <w:t xml:space="preserve"> devait rendre compte de tous les actes d</w:t>
      </w:r>
      <w:r>
        <w:t>’</w:t>
      </w:r>
      <w:r w:rsidR="00E36F6A" w:rsidRPr="00F23192">
        <w:t>une jeunesse qui fut</w:t>
      </w:r>
      <w:r>
        <w:t xml:space="preserve">, </w:t>
      </w:r>
      <w:r w:rsidR="00E36F6A" w:rsidRPr="00F23192">
        <w:t>dit-on orageuse</w:t>
      </w:r>
      <w:r>
        <w:t>…</w:t>
      </w:r>
    </w:p>
    <w:p w14:paraId="2B121082" w14:textId="77777777" w:rsidR="00D60A57" w:rsidRDefault="00D60A57" w:rsidP="00D60A57">
      <w:r>
        <w:t>— </w:t>
      </w:r>
      <w:r w:rsidR="00E36F6A" w:rsidRPr="00F23192">
        <w:t>Un seul justicier suffit</w:t>
      </w:r>
      <w:r>
        <w:t xml:space="preserve">, </w:t>
      </w:r>
      <w:r w:rsidR="00E36F6A" w:rsidRPr="00F23192">
        <w:t>lança le jeune homme</w:t>
      </w:r>
      <w:r>
        <w:t xml:space="preserve">, </w:t>
      </w:r>
      <w:r w:rsidR="00E36F6A" w:rsidRPr="00F23192">
        <w:t>et je serai celui-là</w:t>
      </w:r>
      <w:r>
        <w:t>…</w:t>
      </w:r>
    </w:p>
    <w:p w14:paraId="5606B5E7" w14:textId="77777777" w:rsidR="00D60A57" w:rsidRDefault="00E36F6A" w:rsidP="00D60A57">
      <w:r w:rsidRPr="00F23192">
        <w:t xml:space="preserve">Se penchant vers </w:t>
      </w:r>
      <w:proofErr w:type="spellStart"/>
      <w:r w:rsidRPr="00F23192">
        <w:t>Kerlor</w:t>
      </w:r>
      <w:proofErr w:type="spellEnd"/>
      <w:r w:rsidR="00D60A57">
        <w:t> :</w:t>
      </w:r>
    </w:p>
    <w:p w14:paraId="136F9FB3" w14:textId="77777777" w:rsidR="00D60A57" w:rsidRDefault="00D60A57" w:rsidP="00D60A57">
      <w:r>
        <w:lastRenderedPageBreak/>
        <w:t>— </w:t>
      </w:r>
      <w:r w:rsidR="00E36F6A" w:rsidRPr="00F23192">
        <w:t>Dans les veines de l</w:t>
      </w:r>
      <w:r>
        <w:t>’</w:t>
      </w:r>
      <w:r w:rsidR="00E36F6A" w:rsidRPr="00F23192">
        <w:t>aventurier que tu as devant toi</w:t>
      </w:r>
      <w:r>
        <w:t xml:space="preserve">, </w:t>
      </w:r>
      <w:r w:rsidR="00E36F6A" w:rsidRPr="00F23192">
        <w:t>coule ton propre sang</w:t>
      </w:r>
      <w:r>
        <w:t xml:space="preserve">, </w:t>
      </w:r>
      <w:proofErr w:type="spellStart"/>
      <w:r w:rsidR="00E36F6A" w:rsidRPr="00F23192">
        <w:t>Kerlor</w:t>
      </w:r>
      <w:proofErr w:type="spellEnd"/>
      <w:r>
        <w:t xml:space="preserve">… </w:t>
      </w:r>
      <w:r w:rsidR="00E36F6A" w:rsidRPr="00F23192">
        <w:t>et celui d</w:t>
      </w:r>
      <w:r>
        <w:t>’</w:t>
      </w:r>
      <w:r w:rsidR="00E36F6A" w:rsidRPr="00F23192">
        <w:t xml:space="preserve">Anne de </w:t>
      </w:r>
      <w:proofErr w:type="spellStart"/>
      <w:r w:rsidR="00E36F6A" w:rsidRPr="00F23192">
        <w:t>Monnery</w:t>
      </w:r>
      <w:proofErr w:type="spellEnd"/>
      <w:r>
        <w:t xml:space="preserve">, </w:t>
      </w:r>
      <w:r w:rsidR="00E36F6A" w:rsidRPr="00F23192">
        <w:t xml:space="preserve">comtesse du </w:t>
      </w:r>
      <w:proofErr w:type="spellStart"/>
      <w:r w:rsidR="00E36F6A" w:rsidRPr="00F23192">
        <w:t>Palouët</w:t>
      </w:r>
      <w:proofErr w:type="spellEnd"/>
      <w:r>
        <w:t xml:space="preserve">. </w:t>
      </w:r>
      <w:r w:rsidR="00E36F6A" w:rsidRPr="00F23192">
        <w:t>Comprends-tu maintenant pourquoi je veux te tuer</w:t>
      </w:r>
      <w:r>
        <w:t> ?…</w:t>
      </w:r>
    </w:p>
    <w:p w14:paraId="2471D400" w14:textId="77777777" w:rsidR="00D60A57" w:rsidRDefault="00E36F6A" w:rsidP="00D60A57">
      <w:r w:rsidRPr="00F23192">
        <w:t>Et la lame de son épée</w:t>
      </w:r>
      <w:r w:rsidR="00D60A57">
        <w:t xml:space="preserve">, </w:t>
      </w:r>
      <w:r w:rsidRPr="00F23192">
        <w:t>sifflant dans l</w:t>
      </w:r>
      <w:r w:rsidR="00D60A57">
        <w:t>’</w:t>
      </w:r>
      <w:r w:rsidRPr="00F23192">
        <w:t>air</w:t>
      </w:r>
      <w:r w:rsidR="00D60A57">
        <w:t xml:space="preserve">, </w:t>
      </w:r>
      <w:r w:rsidRPr="00F23192">
        <w:t>vint s</w:t>
      </w:r>
      <w:r w:rsidR="00D60A57">
        <w:t>’</w:t>
      </w:r>
      <w:r w:rsidRPr="00F23192">
        <w:t>abattre</w:t>
      </w:r>
      <w:r w:rsidR="00D60A57">
        <w:t xml:space="preserve">, </w:t>
      </w:r>
      <w:r w:rsidRPr="00F23192">
        <w:t>tel un soufflet</w:t>
      </w:r>
      <w:r w:rsidR="00D60A57">
        <w:t xml:space="preserve">, </w:t>
      </w:r>
      <w:r w:rsidRPr="00F23192">
        <w:t>sur la joue du duc</w:t>
      </w:r>
      <w:r w:rsidR="00D60A57">
        <w:t>.</w:t>
      </w:r>
    </w:p>
    <w:p w14:paraId="26B57806" w14:textId="77777777" w:rsidR="00D60A57" w:rsidRDefault="00E36F6A" w:rsidP="00D60A57">
      <w:r w:rsidRPr="00F23192">
        <w:t>Poussant un rugissement de colère</w:t>
      </w:r>
      <w:r w:rsidR="00D60A57">
        <w:t xml:space="preserve">, </w:t>
      </w:r>
      <w:r w:rsidRPr="00F23192">
        <w:t>celui-ci dégaina</w:t>
      </w:r>
      <w:r w:rsidR="00D60A57">
        <w:t xml:space="preserve">, </w:t>
      </w:r>
      <w:r w:rsidRPr="00F23192">
        <w:t>gro</w:t>
      </w:r>
      <w:r w:rsidRPr="00F23192">
        <w:t>n</w:t>
      </w:r>
      <w:r w:rsidRPr="00F23192">
        <w:t>dant</w:t>
      </w:r>
      <w:r w:rsidR="00D60A57">
        <w:t> :</w:t>
      </w:r>
    </w:p>
    <w:p w14:paraId="5F324E67" w14:textId="77777777" w:rsidR="00D60A57" w:rsidRDefault="00D60A57" w:rsidP="00D60A57">
      <w:r>
        <w:t>— </w:t>
      </w:r>
      <w:r w:rsidR="00E36F6A" w:rsidRPr="00F23192">
        <w:t>Tu l</w:t>
      </w:r>
      <w:r>
        <w:t>’</w:t>
      </w:r>
      <w:r w:rsidR="00E36F6A" w:rsidRPr="00F23192">
        <w:t>auras voulu</w:t>
      </w:r>
      <w:r>
        <w:t> !</w:t>
      </w:r>
    </w:p>
    <w:p w14:paraId="3BAFF3FE" w14:textId="77777777" w:rsidR="00D60A57" w:rsidRDefault="00E36F6A" w:rsidP="00D60A57">
      <w:r w:rsidRPr="00F23192">
        <w:t>Et il se rua en avant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épée tendue</w:t>
      </w:r>
      <w:r w:rsidR="00D60A57">
        <w:t xml:space="preserve">, </w:t>
      </w:r>
      <w:r w:rsidRPr="00F23192">
        <w:t>pensant en terminer par cette attaque imprévue</w:t>
      </w:r>
      <w:r w:rsidR="00D60A57">
        <w:t>.</w:t>
      </w:r>
    </w:p>
    <w:p w14:paraId="1C8B2F31" w14:textId="77777777" w:rsidR="00D60A57" w:rsidRDefault="00E36F6A" w:rsidP="00D60A57">
      <w:r w:rsidRPr="00F23192">
        <w:t>À sa grande stupeur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attaque avorta</w:t>
      </w:r>
      <w:r w:rsidR="00D60A57">
        <w:t xml:space="preserve">, </w:t>
      </w:r>
      <w:r w:rsidRPr="00F23192">
        <w:t>son fer ayant re</w:t>
      </w:r>
      <w:r w:rsidRPr="00F23192">
        <w:t>n</w:t>
      </w:r>
      <w:r w:rsidRPr="00F23192">
        <w:t>contré celui de son adversaire qui</w:t>
      </w:r>
      <w:r w:rsidR="00D60A57">
        <w:t xml:space="preserve">, </w:t>
      </w:r>
      <w:r w:rsidRPr="00F23192">
        <w:t>par une riposte prompte comme l</w:t>
      </w:r>
      <w:r w:rsidR="00D60A57">
        <w:t>’</w:t>
      </w:r>
      <w:r w:rsidRPr="00F23192">
        <w:t>éclair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atteignit au défaut de l</w:t>
      </w:r>
      <w:r w:rsidR="00D60A57">
        <w:t>’</w:t>
      </w:r>
      <w:r w:rsidRPr="00F23192">
        <w:t>épaule</w:t>
      </w:r>
      <w:r w:rsidR="00D60A57">
        <w:t>.</w:t>
      </w:r>
    </w:p>
    <w:p w14:paraId="28DF45BD" w14:textId="77777777" w:rsidR="00D60A57" w:rsidRDefault="00E36F6A" w:rsidP="00D60A57">
      <w:r w:rsidRPr="00F23192">
        <w:t>Rendu méfiant</w:t>
      </w:r>
      <w:r w:rsidR="00D60A57">
        <w:t xml:space="preserve">, </w:t>
      </w:r>
      <w:r w:rsidRPr="00F23192">
        <w:t>le duc rompit</w:t>
      </w:r>
      <w:r w:rsidR="00D60A57">
        <w:t xml:space="preserve">, </w:t>
      </w:r>
      <w:r w:rsidRPr="00F23192">
        <w:t>hésitant un instant</w:t>
      </w:r>
      <w:r w:rsidR="00D60A57">
        <w:t xml:space="preserve">, </w:t>
      </w:r>
      <w:r w:rsidRPr="00F23192">
        <w:t>puis d</w:t>
      </w:r>
      <w:r w:rsidRPr="00F23192">
        <w:t>é</w:t>
      </w:r>
      <w:r w:rsidRPr="00F23192">
        <w:t>tendit ses jarrets et fonça</w:t>
      </w:r>
      <w:r w:rsidR="00D60A57">
        <w:t>…</w:t>
      </w:r>
    </w:p>
    <w:p w14:paraId="7D84ED0C" w14:textId="77777777" w:rsidR="00D60A57" w:rsidRDefault="00E36F6A" w:rsidP="00D60A57">
      <w:r w:rsidRPr="00F23192">
        <w:t>De nouveau</w:t>
      </w:r>
      <w:r w:rsidR="00D60A57">
        <w:t xml:space="preserve">, </w:t>
      </w:r>
      <w:r w:rsidRPr="00F23192">
        <w:t>son épée fut arrêtée et</w:t>
      </w:r>
      <w:r w:rsidR="00D60A57">
        <w:t xml:space="preserve">, </w:t>
      </w:r>
      <w:r w:rsidRPr="00F23192">
        <w:t>durant une seconde</w:t>
      </w:r>
      <w:r w:rsidR="00D60A57">
        <w:t xml:space="preserve">, </w:t>
      </w:r>
      <w:r w:rsidRPr="00F23192">
        <w:t>il se sentit à la merci de l</w:t>
      </w:r>
      <w:r w:rsidR="00D60A57">
        <w:t>’</w:t>
      </w:r>
      <w:r w:rsidRPr="00F23192">
        <w:t>adversaire</w:t>
      </w:r>
      <w:r w:rsidR="00D60A57">
        <w:t>.</w:t>
      </w:r>
    </w:p>
    <w:p w14:paraId="26580918" w14:textId="77777777" w:rsidR="00D60A57" w:rsidRDefault="00E36F6A" w:rsidP="00D60A57">
      <w:r w:rsidRPr="00F23192">
        <w:t>Ivre de fureur</w:t>
      </w:r>
      <w:r w:rsidR="00D60A57">
        <w:t xml:space="preserve">, </w:t>
      </w:r>
      <w:r w:rsidRPr="00F23192">
        <w:t>il commençait à ne plus être maître de lui</w:t>
      </w:r>
      <w:r w:rsidR="00D60A57">
        <w:t>.</w:t>
      </w:r>
    </w:p>
    <w:p w14:paraId="2F535713" w14:textId="77777777" w:rsidR="00D60A57" w:rsidRDefault="00D60A57" w:rsidP="00D60A57">
      <w:r>
        <w:t>— </w:t>
      </w:r>
      <w:r w:rsidR="00E36F6A" w:rsidRPr="00F23192">
        <w:t>Tu me ménages</w:t>
      </w:r>
      <w:r>
        <w:t xml:space="preserve"> ! </w:t>
      </w:r>
      <w:r w:rsidR="00E36F6A" w:rsidRPr="00F23192">
        <w:t>gronda-t-il</w:t>
      </w:r>
      <w:r>
        <w:t>.</w:t>
      </w:r>
    </w:p>
    <w:p w14:paraId="5AC59CC8" w14:textId="77777777" w:rsidR="00D60A57" w:rsidRDefault="00D60A57" w:rsidP="00D60A57">
      <w:r>
        <w:t>— </w:t>
      </w:r>
      <w:r w:rsidR="00E36F6A" w:rsidRPr="00F23192">
        <w:t>Oui</w:t>
      </w:r>
      <w:r>
        <w:t xml:space="preserve">… </w:t>
      </w:r>
      <w:r w:rsidR="00E36F6A" w:rsidRPr="00F23192">
        <w:t>pour mieux venger ta victime</w:t>
      </w:r>
      <w:r>
        <w:t> !</w:t>
      </w:r>
    </w:p>
    <w:p w14:paraId="66F068F9" w14:textId="77777777" w:rsidR="00D60A57" w:rsidRDefault="00E36F6A" w:rsidP="00D60A57">
      <w:r w:rsidRPr="00F23192">
        <w:t>Tout en parlant</w:t>
      </w:r>
      <w:r w:rsidR="00D60A57">
        <w:t xml:space="preserve">, </w:t>
      </w:r>
      <w:r w:rsidRPr="00F23192">
        <w:t>il luttait ferme contre les attaques forc</w:t>
      </w:r>
      <w:r w:rsidRPr="00F23192">
        <w:t>e</w:t>
      </w:r>
      <w:r w:rsidRPr="00F23192">
        <w:t>nées et déraisonnables de son adversaire qui</w:t>
      </w:r>
      <w:r w:rsidR="00D60A57">
        <w:t xml:space="preserve">, </w:t>
      </w:r>
      <w:r w:rsidRPr="00F23192">
        <w:t>soudainement</w:t>
      </w:r>
      <w:r w:rsidR="00D60A57">
        <w:t xml:space="preserve">, </w:t>
      </w:r>
      <w:r w:rsidRPr="00F23192">
        <w:t>poussa un cri de rage</w:t>
      </w:r>
      <w:r w:rsidR="00D60A57">
        <w:t>.</w:t>
      </w:r>
    </w:p>
    <w:p w14:paraId="58A0C20D" w14:textId="77777777" w:rsidR="00D60A57" w:rsidRDefault="00E36F6A" w:rsidP="00D60A57">
      <w:r w:rsidRPr="00F23192">
        <w:t>Son épée</w:t>
      </w:r>
      <w:r w:rsidR="00D60A57">
        <w:t xml:space="preserve">, </w:t>
      </w:r>
      <w:r w:rsidRPr="00F23192">
        <w:t>comme enveloppée par celle de l</w:t>
      </w:r>
      <w:r w:rsidR="00D60A57">
        <w:t>’</w:t>
      </w:r>
      <w:r w:rsidRPr="00F23192">
        <w:t>autre</w:t>
      </w:r>
      <w:r w:rsidR="00D60A57">
        <w:t xml:space="preserve">, </w:t>
      </w:r>
      <w:r w:rsidRPr="00F23192">
        <w:t>venait de lui échapper des mains</w:t>
      </w:r>
      <w:r w:rsidR="00D60A57">
        <w:t>.</w:t>
      </w:r>
    </w:p>
    <w:p w14:paraId="295324E9" w14:textId="77777777" w:rsidR="00D60A57" w:rsidRDefault="00E36F6A" w:rsidP="00D60A57">
      <w:r w:rsidRPr="00F23192">
        <w:lastRenderedPageBreak/>
        <w:t>Vivement</w:t>
      </w:r>
      <w:r w:rsidR="00D60A57">
        <w:t xml:space="preserve">, </w:t>
      </w:r>
      <w:r w:rsidRPr="00F23192">
        <w:t>le jeune homme mit le pied sur la lame que le duc tentait de ressaisir</w:t>
      </w:r>
      <w:r w:rsidR="00D60A57">
        <w:t xml:space="preserve">, </w:t>
      </w:r>
      <w:r w:rsidRPr="00F23192">
        <w:t>ricanant</w:t>
      </w:r>
      <w:r w:rsidR="00D60A57">
        <w:t> :</w:t>
      </w:r>
    </w:p>
    <w:p w14:paraId="41C62638" w14:textId="77777777" w:rsidR="00D60A57" w:rsidRDefault="00D60A57" w:rsidP="00D60A57">
      <w:r>
        <w:t>— </w:t>
      </w:r>
      <w:r w:rsidR="00E36F6A" w:rsidRPr="00F23192">
        <w:t>Eh bien</w:t>
      </w:r>
      <w:r>
        <w:t xml:space="preserve"> ! </w:t>
      </w:r>
      <w:r w:rsidR="00E36F6A" w:rsidRPr="00F23192">
        <w:t xml:space="preserve">duc de </w:t>
      </w:r>
      <w:proofErr w:type="spellStart"/>
      <w:r w:rsidR="00E36F6A" w:rsidRPr="00F23192">
        <w:t>Kerlor</w:t>
      </w:r>
      <w:proofErr w:type="spellEnd"/>
      <w:r>
        <w:t xml:space="preserve">, </w:t>
      </w:r>
      <w:r w:rsidR="00E36F6A" w:rsidRPr="00F23192">
        <w:t>que t</w:t>
      </w:r>
      <w:r>
        <w:t>’</w:t>
      </w:r>
      <w:r w:rsidR="00E36F6A" w:rsidRPr="00F23192">
        <w:t>en semble-t-il</w:t>
      </w:r>
      <w:r>
        <w:t> ?</w:t>
      </w:r>
    </w:p>
    <w:p w14:paraId="62E32A42" w14:textId="77777777" w:rsidR="00D60A57" w:rsidRDefault="00E36F6A" w:rsidP="00D60A57">
      <w:r w:rsidRPr="00F23192">
        <w:t>Puis</w:t>
      </w:r>
      <w:r w:rsidR="00D60A57">
        <w:t xml:space="preserve">, </w:t>
      </w:r>
      <w:r w:rsidRPr="00F23192">
        <w:t>dédaigneux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écartant</w:t>
      </w:r>
      <w:r w:rsidR="00D60A57">
        <w:t> :</w:t>
      </w:r>
    </w:p>
    <w:p w14:paraId="085B473B" w14:textId="77777777" w:rsidR="00D60A57" w:rsidRDefault="00D60A57" w:rsidP="00D60A57">
      <w:r>
        <w:t>— </w:t>
      </w:r>
      <w:r w:rsidR="00E36F6A" w:rsidRPr="00F23192">
        <w:t>J</w:t>
      </w:r>
      <w:r>
        <w:t>’</w:t>
      </w:r>
      <w:r w:rsidR="00E36F6A" w:rsidRPr="00F23192">
        <w:t>ai voulu te laisser le loisir de recommander ton âme à Dieu</w:t>
      </w:r>
      <w:r>
        <w:t xml:space="preserve">… </w:t>
      </w:r>
      <w:r w:rsidR="00E36F6A" w:rsidRPr="00F23192">
        <w:t>car je vais te tuer</w:t>
      </w:r>
      <w:r>
        <w:t xml:space="preserve">… </w:t>
      </w:r>
      <w:r w:rsidR="00E36F6A" w:rsidRPr="00F23192">
        <w:t>là</w:t>
      </w:r>
      <w:r>
        <w:t xml:space="preserve">, </w:t>
      </w:r>
      <w:r w:rsidR="00E36F6A" w:rsidRPr="00F23192">
        <w:t>en pleine poitrine</w:t>
      </w:r>
      <w:r>
        <w:t xml:space="preserve">… </w:t>
      </w:r>
      <w:r w:rsidR="00E36F6A" w:rsidRPr="00F23192">
        <w:t>et remercie-moi de te faire une mort si brève</w:t>
      </w:r>
      <w:r>
        <w:t xml:space="preserve">, </w:t>
      </w:r>
      <w:r w:rsidR="00E36F6A" w:rsidRPr="00F23192">
        <w:t>alors que l</w:t>
      </w:r>
      <w:r>
        <w:t>’</w:t>
      </w:r>
      <w:r w:rsidR="00E36F6A" w:rsidRPr="00F23192">
        <w:t>agonie de la victime a duré des années</w:t>
      </w:r>
      <w:r>
        <w:t> !</w:t>
      </w:r>
    </w:p>
    <w:p w14:paraId="129A060A" w14:textId="77777777" w:rsidR="00D60A57" w:rsidRDefault="00E36F6A" w:rsidP="00D60A57">
      <w:r w:rsidRPr="00F23192">
        <w:t>Déjà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épée en main</w:t>
      </w:r>
      <w:r w:rsidR="00D60A57">
        <w:t xml:space="preserve">, </w:t>
      </w:r>
      <w:r w:rsidRPr="00F23192">
        <w:t>le duc chargeait à nouveau</w:t>
      </w:r>
      <w:r w:rsidR="00D60A57">
        <w:t xml:space="preserve"> ; </w:t>
      </w:r>
      <w:r w:rsidRPr="00F23192">
        <w:t>mais il semblait que son adversaire fut protégé par un mur d</w:t>
      </w:r>
      <w:r w:rsidR="00D60A57">
        <w:t>’</w:t>
      </w:r>
      <w:r w:rsidRPr="00F23192">
        <w:t>acier</w:t>
      </w:r>
      <w:r w:rsidR="00D60A57">
        <w:t xml:space="preserve"> ; </w:t>
      </w:r>
      <w:r w:rsidRPr="00F23192">
        <w:t>de quelque façon qu</w:t>
      </w:r>
      <w:r w:rsidR="00D60A57">
        <w:t>’</w:t>
      </w:r>
      <w:r w:rsidRPr="00F23192">
        <w:t>attaquât le duc</w:t>
      </w:r>
      <w:r w:rsidR="00D60A57">
        <w:t xml:space="preserve">, </w:t>
      </w:r>
      <w:r w:rsidRPr="00F23192">
        <w:t>son arme rencontrait l</w:t>
      </w:r>
      <w:r w:rsidR="00D60A57">
        <w:t>’</w:t>
      </w:r>
      <w:r w:rsidRPr="00F23192">
        <w:t>autre</w:t>
      </w:r>
      <w:r w:rsidR="00D60A57">
        <w:t>.</w:t>
      </w:r>
    </w:p>
    <w:p w14:paraId="59E855A6" w14:textId="77777777" w:rsidR="00D60A57" w:rsidRDefault="00E36F6A" w:rsidP="00D60A57">
      <w:r w:rsidRPr="00F23192">
        <w:t>L</w:t>
      </w:r>
      <w:r w:rsidR="00D60A57">
        <w:t>’</w:t>
      </w:r>
      <w:r w:rsidRPr="00F23192">
        <w:t>assemblée était haletante</w:t>
      </w:r>
      <w:r w:rsidR="00D60A57">
        <w:t xml:space="preserve"> ; </w:t>
      </w:r>
      <w:r w:rsidRPr="00F23192">
        <w:t>il n</w:t>
      </w:r>
      <w:r w:rsidR="00D60A57">
        <w:t>’</w:t>
      </w:r>
      <w:r w:rsidRPr="00F23192">
        <w:t>était pas bien certain que</w:t>
      </w:r>
      <w:r w:rsidR="00D60A57">
        <w:t xml:space="preserve">, </w:t>
      </w:r>
      <w:r w:rsidRPr="00F23192">
        <w:t>même les partisans du duc ne souhaitassent pas sa défaite</w:t>
      </w:r>
      <w:r w:rsidR="00D60A57">
        <w:t xml:space="preserve">, </w:t>
      </w:r>
      <w:r w:rsidRPr="00F23192">
        <w:t>te</w:t>
      </w:r>
      <w:r w:rsidRPr="00F23192">
        <w:t>l</w:t>
      </w:r>
      <w:r w:rsidRPr="00F23192">
        <w:t>lement étaient éclatantes la crânerie</w:t>
      </w:r>
      <w:r w:rsidR="00D60A57">
        <w:t xml:space="preserve">, </w:t>
      </w:r>
      <w:r w:rsidRPr="00F23192">
        <w:t>la virtuosité de celui a</w:t>
      </w:r>
      <w:r w:rsidRPr="00F23192">
        <w:t>u</w:t>
      </w:r>
      <w:r w:rsidRPr="00F23192">
        <w:t>quel il avait affaire</w:t>
      </w:r>
      <w:r w:rsidR="00D60A57">
        <w:t>.</w:t>
      </w:r>
    </w:p>
    <w:p w14:paraId="1B2FA4E0" w14:textId="77777777" w:rsidR="00D60A57" w:rsidRDefault="00E36F6A" w:rsidP="00D60A57">
      <w:r w:rsidRPr="00F23192">
        <w:t>Et puis</w:t>
      </w:r>
      <w:r w:rsidR="00D60A57">
        <w:t xml:space="preserve">, </w:t>
      </w:r>
      <w:r w:rsidRPr="00F23192">
        <w:t>c</w:t>
      </w:r>
      <w:r w:rsidR="00D60A57">
        <w:t>’</w:t>
      </w:r>
      <w:r w:rsidRPr="00F23192">
        <w:t>était chose si invraisemblable que ce combat d</w:t>
      </w:r>
      <w:r w:rsidR="00D60A57">
        <w:t>’</w:t>
      </w:r>
      <w:r w:rsidRPr="00F23192">
        <w:t>un homme dans toute la force de l</w:t>
      </w:r>
      <w:r w:rsidR="00D60A57">
        <w:t>’</w:t>
      </w:r>
      <w:r w:rsidRPr="00F23192">
        <w:t>âge et réputé pour ses qualités d</w:t>
      </w:r>
      <w:r w:rsidR="00D60A57">
        <w:t>’</w:t>
      </w:r>
      <w:r w:rsidRPr="00F23192">
        <w:t>escrimeur contre un adversaire de si frêle apparence</w:t>
      </w:r>
      <w:r w:rsidR="00D60A57">
        <w:t>.</w:t>
      </w:r>
    </w:p>
    <w:p w14:paraId="3967B6AE" w14:textId="77777777" w:rsidR="00D60A57" w:rsidRDefault="00E36F6A" w:rsidP="00D60A57">
      <w:r w:rsidRPr="00F23192">
        <w:t>Visiblement</w:t>
      </w:r>
      <w:r w:rsidR="00D60A57">
        <w:t xml:space="preserve">, </w:t>
      </w:r>
      <w:r w:rsidRPr="00F23192">
        <w:t xml:space="preserve">celui-ci ménageait </w:t>
      </w:r>
      <w:proofErr w:type="spellStart"/>
      <w:r w:rsidRPr="00F23192">
        <w:t>Kerlor</w:t>
      </w:r>
      <w:proofErr w:type="spellEnd"/>
      <w:r w:rsidRPr="00F23192">
        <w:t xml:space="preserve"> qui</w:t>
      </w:r>
      <w:r w:rsidR="00D60A57">
        <w:t xml:space="preserve">, </w:t>
      </w:r>
      <w:r w:rsidRPr="00F23192">
        <w:t>fou de rage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épuisait en rudes et vaines attaques</w:t>
      </w:r>
      <w:r w:rsidR="00D60A57">
        <w:t>.</w:t>
      </w:r>
    </w:p>
    <w:p w14:paraId="2A416505" w14:textId="77777777" w:rsidR="00D60A57" w:rsidRDefault="00E36F6A" w:rsidP="00D60A57">
      <w:r w:rsidRPr="00F23192">
        <w:t>Tantôt bondissant comme un fauve</w:t>
      </w:r>
      <w:r w:rsidR="00D60A57">
        <w:t xml:space="preserve">, </w:t>
      </w:r>
      <w:r w:rsidRPr="00F23192">
        <w:t>tantôt ramassé sur lui-même comme un reptile</w:t>
      </w:r>
      <w:r w:rsidR="00D60A57">
        <w:t xml:space="preserve">, </w:t>
      </w:r>
      <w:r w:rsidRPr="00F23192">
        <w:t>il était repoussé à chaque coup</w:t>
      </w:r>
      <w:r w:rsidR="00D60A57">
        <w:t xml:space="preserve">, </w:t>
      </w:r>
      <w:r w:rsidRPr="00F23192">
        <w:t>contraint de rompre</w:t>
      </w:r>
      <w:r w:rsidR="00D60A57">
        <w:t xml:space="preserve">, </w:t>
      </w:r>
      <w:r w:rsidRPr="00F23192">
        <w:t>sans avoir même pu effleurer l</w:t>
      </w:r>
      <w:r w:rsidR="00D60A57">
        <w:t>’</w:t>
      </w:r>
      <w:r w:rsidRPr="00F23192">
        <w:t>autre de la pointe de son épée</w:t>
      </w:r>
      <w:r w:rsidR="00D60A57">
        <w:t>.</w:t>
      </w:r>
    </w:p>
    <w:p w14:paraId="433D2623" w14:textId="77777777" w:rsidR="00D60A57" w:rsidRDefault="00E36F6A" w:rsidP="00D60A57">
      <w:r w:rsidRPr="00F23192">
        <w:t>Il écumait</w:t>
      </w:r>
      <w:r w:rsidR="00D60A57">
        <w:t xml:space="preserve">, </w:t>
      </w:r>
      <w:r w:rsidRPr="00F23192">
        <w:t>ses yeux</w:t>
      </w:r>
      <w:r w:rsidR="00D60A57">
        <w:t xml:space="preserve">, </w:t>
      </w:r>
      <w:r w:rsidRPr="00F23192">
        <w:t>injectés de sang</w:t>
      </w:r>
      <w:r w:rsidR="00D60A57">
        <w:t xml:space="preserve">, </w:t>
      </w:r>
      <w:r w:rsidRPr="00F23192">
        <w:t>saillaient hors de leurs orbites et sur sa face contractée se reflétait</w:t>
      </w:r>
      <w:r w:rsidR="00D60A57">
        <w:t xml:space="preserve">, </w:t>
      </w:r>
      <w:r w:rsidRPr="00F23192">
        <w:t xml:space="preserve">de terrifiante </w:t>
      </w:r>
      <w:r w:rsidRPr="00F23192">
        <w:lastRenderedPageBreak/>
        <w:t>façon</w:t>
      </w:r>
      <w:r w:rsidR="00D60A57">
        <w:t xml:space="preserve">, </w:t>
      </w:r>
      <w:r w:rsidRPr="00F23192">
        <w:t>la crainte de la mort inexorablement dressée devant lui</w:t>
      </w:r>
      <w:r w:rsidR="00D60A57">
        <w:t>.</w:t>
      </w:r>
    </w:p>
    <w:p w14:paraId="6775C85D" w14:textId="77777777" w:rsidR="00D60A57" w:rsidRDefault="00E36F6A" w:rsidP="00D60A57">
      <w:r w:rsidRPr="00F23192">
        <w:t>À certain moment</w:t>
      </w:r>
      <w:r w:rsidR="00D60A57">
        <w:t xml:space="preserve">, </w:t>
      </w:r>
      <w:r w:rsidRPr="00F23192">
        <w:t>son adversaire</w:t>
      </w:r>
      <w:r w:rsidR="00D60A57">
        <w:t xml:space="preserve">, </w:t>
      </w:r>
      <w:r w:rsidRPr="00F23192">
        <w:t>écartant d</w:t>
      </w:r>
      <w:r w:rsidR="00D60A57">
        <w:t>’</w:t>
      </w:r>
      <w:r w:rsidRPr="00F23192">
        <w:t>un froissé violent l</w:t>
      </w:r>
      <w:r w:rsidR="00D60A57">
        <w:t>’</w:t>
      </w:r>
      <w:r w:rsidRPr="00F23192">
        <w:t xml:space="preserve">épée de </w:t>
      </w:r>
      <w:proofErr w:type="spellStart"/>
      <w:r w:rsidRPr="00F23192">
        <w:t>Kerlor</w:t>
      </w:r>
      <w:proofErr w:type="spellEnd"/>
      <w:r w:rsidRPr="00F23192">
        <w:t xml:space="preserve"> poussée à fond contre sa poitrine</w:t>
      </w:r>
      <w:r w:rsidR="00D60A57">
        <w:t xml:space="preserve">, </w:t>
      </w:r>
      <w:r w:rsidRPr="00F23192">
        <w:t>ripo</w:t>
      </w:r>
      <w:r w:rsidRPr="00F23192">
        <w:t>s</w:t>
      </w:r>
      <w:r w:rsidRPr="00F23192">
        <w:t>ta pour le contraindre à rompre</w:t>
      </w:r>
      <w:r w:rsidR="00D60A57">
        <w:t>.</w:t>
      </w:r>
    </w:p>
    <w:p w14:paraId="58A67877" w14:textId="77777777" w:rsidR="00D60A57" w:rsidRDefault="00D60A57" w:rsidP="00D60A57">
      <w:r>
        <w:t>— </w:t>
      </w:r>
      <w:r w:rsidR="00E36F6A" w:rsidRPr="00F23192">
        <w:t>Prends garde</w:t>
      </w:r>
      <w:r>
        <w:t xml:space="preserve">, </w:t>
      </w:r>
      <w:r w:rsidR="00E36F6A" w:rsidRPr="00F23192">
        <w:t>duc</w:t>
      </w:r>
      <w:r>
        <w:t xml:space="preserve">, </w:t>
      </w:r>
      <w:r w:rsidR="00E36F6A" w:rsidRPr="00F23192">
        <w:t>à continuer de fuir ainsi tu risques de culbuter et de te rompre les reins</w:t>
      </w:r>
      <w:r>
        <w:t>.</w:t>
      </w:r>
    </w:p>
    <w:p w14:paraId="0D3EC66C" w14:textId="77777777" w:rsidR="00D60A57" w:rsidRDefault="00E36F6A" w:rsidP="00D60A57">
      <w:r w:rsidRPr="00F23192">
        <w:t>Fouaillé</w:t>
      </w:r>
      <w:r w:rsidR="00D60A57">
        <w:t xml:space="preserve">, </w:t>
      </w:r>
      <w:proofErr w:type="spellStart"/>
      <w:r w:rsidRPr="00F23192">
        <w:t>Kerlor</w:t>
      </w:r>
      <w:proofErr w:type="spellEnd"/>
      <w:r w:rsidRPr="00F23192">
        <w:t xml:space="preserve"> bondit en avant</w:t>
      </w:r>
      <w:r w:rsidR="00D60A57">
        <w:t xml:space="preserve">, </w:t>
      </w:r>
      <w:r w:rsidRPr="00F23192">
        <w:t>mais il fut immobilisé par une soudaine piqûre au front</w:t>
      </w:r>
      <w:r w:rsidR="00D60A57">
        <w:t xml:space="preserve">, </w:t>
      </w:r>
      <w:r w:rsidRPr="00F23192">
        <w:t>entre les deux yeux</w:t>
      </w:r>
      <w:r w:rsidR="00D60A57">
        <w:t>.</w:t>
      </w:r>
    </w:p>
    <w:p w14:paraId="34D7FCBE" w14:textId="77777777" w:rsidR="00D60A57" w:rsidRDefault="00E36F6A" w:rsidP="00D60A57">
      <w:r w:rsidRPr="00F23192">
        <w:t>Le sang lui teinta la face de pourpre et il poussa un rugi</w:t>
      </w:r>
      <w:r w:rsidRPr="00F23192">
        <w:t>s</w:t>
      </w:r>
      <w:r w:rsidRPr="00F23192">
        <w:t>sement</w:t>
      </w:r>
      <w:r w:rsidR="00D60A57">
        <w:t>.</w:t>
      </w:r>
    </w:p>
    <w:p w14:paraId="0E7CBE4F" w14:textId="77777777" w:rsidR="00D60A57" w:rsidRDefault="00E36F6A" w:rsidP="00D60A57">
      <w:r w:rsidRPr="00F23192">
        <w:t>Les assistants</w:t>
      </w:r>
      <w:r w:rsidR="00D60A57">
        <w:t xml:space="preserve">, </w:t>
      </w:r>
      <w:r w:rsidRPr="00F23192">
        <w:t>transformés en témoins de ce duel tragique</w:t>
      </w:r>
      <w:r w:rsidR="00D60A57">
        <w:t xml:space="preserve">, </w:t>
      </w:r>
      <w:r w:rsidRPr="00F23192">
        <w:t>haletaient</w:t>
      </w:r>
      <w:r w:rsidR="00D60A57">
        <w:t>.</w:t>
      </w:r>
    </w:p>
    <w:p w14:paraId="54967EA7" w14:textId="77777777" w:rsidR="00D60A57" w:rsidRDefault="00D60A57" w:rsidP="00D60A57">
      <w:r>
        <w:t>— </w:t>
      </w:r>
      <w:r w:rsidR="00E36F6A" w:rsidRPr="00F23192">
        <w:t>Tu voulais</w:t>
      </w:r>
      <w:r>
        <w:t xml:space="preserve">, </w:t>
      </w:r>
      <w:r w:rsidR="00E36F6A" w:rsidRPr="00F23192">
        <w:t>tout à l</w:t>
      </w:r>
      <w:r>
        <w:t>’</w:t>
      </w:r>
      <w:r w:rsidR="00E36F6A" w:rsidRPr="00F23192">
        <w:t>heure</w:t>
      </w:r>
      <w:r>
        <w:t xml:space="preserve">, </w:t>
      </w:r>
      <w:r w:rsidR="00E36F6A" w:rsidRPr="00F23192">
        <w:t>savoir qui je suis</w:t>
      </w:r>
      <w:r>
        <w:t xml:space="preserve"> ?… </w:t>
      </w:r>
      <w:r w:rsidR="00E36F6A" w:rsidRPr="00F23192">
        <w:t>Je suis ta fille</w:t>
      </w:r>
      <w:r>
        <w:t xml:space="preserve">… </w:t>
      </w:r>
      <w:r w:rsidR="00E36F6A" w:rsidRPr="00F23192">
        <w:t>et quelle fille</w:t>
      </w:r>
      <w:r>
        <w:t> !</w:t>
      </w:r>
    </w:p>
    <w:p w14:paraId="1FE408CC" w14:textId="77777777" w:rsidR="00D60A57" w:rsidRDefault="00E36F6A" w:rsidP="00D60A57">
      <w:r w:rsidRPr="00F23192">
        <w:t>Une clameur étouffée jaillit de l</w:t>
      </w:r>
      <w:r w:rsidR="00D60A57">
        <w:t>’</w:t>
      </w:r>
      <w:r w:rsidRPr="00F23192">
        <w:t>assistance</w:t>
      </w:r>
      <w:r w:rsidR="00D60A57">
        <w:t>.</w:t>
      </w:r>
    </w:p>
    <w:p w14:paraId="41C0E887" w14:textId="77777777" w:rsidR="00D60A57" w:rsidRDefault="00D60A57" w:rsidP="00D60A57">
      <w:r>
        <w:t>— </w:t>
      </w:r>
      <w:r w:rsidR="00E36F6A" w:rsidRPr="00F23192">
        <w:t>Oui</w:t>
      </w:r>
      <w:r>
        <w:t xml:space="preserve">, </w:t>
      </w:r>
      <w:r w:rsidR="00E36F6A" w:rsidRPr="00F23192">
        <w:t>ta fille que tu ne peux renier</w:t>
      </w:r>
      <w:r>
        <w:t xml:space="preserve">, </w:t>
      </w:r>
      <w:r w:rsidR="00E36F6A" w:rsidRPr="00F23192">
        <w:t>car elle est bien de ton sang</w:t>
      </w:r>
      <w:r>
        <w:t xml:space="preserve">, </w:t>
      </w:r>
      <w:r w:rsidR="00E36F6A" w:rsidRPr="00F23192">
        <w:t>celle qui va te tuer</w:t>
      </w:r>
      <w:r>
        <w:t xml:space="preserve">… </w:t>
      </w:r>
      <w:r w:rsidR="00E36F6A" w:rsidRPr="00F23192">
        <w:t>remplaçant le bourreau qui</w:t>
      </w:r>
      <w:r>
        <w:t xml:space="preserve">, </w:t>
      </w:r>
      <w:r w:rsidR="00E36F6A" w:rsidRPr="00F23192">
        <w:t>jadis</w:t>
      </w:r>
      <w:r>
        <w:t xml:space="preserve">, </w:t>
      </w:r>
      <w:r w:rsidR="00E36F6A" w:rsidRPr="00F23192">
        <w:t>eût dû faire justice</w:t>
      </w:r>
      <w:r>
        <w:t>.</w:t>
      </w:r>
    </w:p>
    <w:p w14:paraId="01A72A43" w14:textId="77777777" w:rsidR="00D60A57" w:rsidRDefault="00E36F6A" w:rsidP="00D60A57">
      <w:r w:rsidRPr="00F23192">
        <w:t>Elle éclata d</w:t>
      </w:r>
      <w:r w:rsidR="00D60A57">
        <w:t>’</w:t>
      </w:r>
      <w:r w:rsidRPr="00F23192">
        <w:t>un rire atroce</w:t>
      </w:r>
      <w:r w:rsidR="00D60A57">
        <w:t>.</w:t>
      </w:r>
    </w:p>
    <w:p w14:paraId="5EDB854E" w14:textId="77777777" w:rsidR="00D60A57" w:rsidRDefault="00D60A57" w:rsidP="00D60A57">
      <w:r>
        <w:t>— </w:t>
      </w:r>
      <w:r w:rsidR="00E36F6A" w:rsidRPr="00F23192">
        <w:t xml:space="preserve">La Louve de </w:t>
      </w:r>
      <w:proofErr w:type="spellStart"/>
      <w:r w:rsidR="00E36F6A" w:rsidRPr="00F23192">
        <w:t>Penandru</w:t>
      </w:r>
      <w:proofErr w:type="spellEnd"/>
      <w:r>
        <w:t xml:space="preserve">, </w:t>
      </w:r>
      <w:r w:rsidR="00E36F6A" w:rsidRPr="00F23192">
        <w:t xml:space="preserve">fille du duc de </w:t>
      </w:r>
      <w:proofErr w:type="spellStart"/>
      <w:r w:rsidR="00E36F6A" w:rsidRPr="00F23192">
        <w:t>Kerlor</w:t>
      </w:r>
      <w:proofErr w:type="spellEnd"/>
      <w:r>
        <w:t xml:space="preserve"> !… </w:t>
      </w:r>
      <w:r w:rsidR="00E36F6A" w:rsidRPr="00F23192">
        <w:t>Car je suis la Louve</w:t>
      </w:r>
      <w:r>
        <w:t xml:space="preserve">… </w:t>
      </w:r>
      <w:r w:rsidR="00E36F6A" w:rsidRPr="00F23192">
        <w:t>tu entends</w:t>
      </w:r>
      <w:r>
        <w:t xml:space="preserve">, </w:t>
      </w:r>
      <w:r w:rsidR="00E36F6A" w:rsidRPr="00F23192">
        <w:t>la Louve</w:t>
      </w:r>
      <w:r>
        <w:t xml:space="preserve"> !… </w:t>
      </w:r>
      <w:r w:rsidR="00E36F6A" w:rsidRPr="00F23192">
        <w:t>Me trouves-tu digne de toi</w:t>
      </w:r>
      <w:r>
        <w:t> ?</w:t>
      </w:r>
    </w:p>
    <w:p w14:paraId="5F40B2E3" w14:textId="77777777" w:rsidR="00D60A57" w:rsidRDefault="00E36F6A" w:rsidP="00D60A57">
      <w:r w:rsidRPr="00F23192">
        <w:t>Tout en parlant</w:t>
      </w:r>
      <w:r w:rsidR="00D60A57">
        <w:t xml:space="preserve">, </w:t>
      </w:r>
      <w:r w:rsidRPr="00F23192">
        <w:t>elle conduisait le combat avec une i</w:t>
      </w:r>
      <w:r w:rsidRPr="00F23192">
        <w:t>n</w:t>
      </w:r>
      <w:r w:rsidRPr="00F23192">
        <w:t>croyable maîtrise</w:t>
      </w:r>
      <w:r w:rsidR="00D60A57">
        <w:t xml:space="preserve">, </w:t>
      </w:r>
      <w:r w:rsidRPr="00F23192">
        <w:t>se jouant des ripostes et des att</w:t>
      </w:r>
      <w:r w:rsidRPr="00F23192">
        <w:t>a</w:t>
      </w:r>
      <w:r w:rsidRPr="00F23192">
        <w:t>ques de son adversaire qui s</w:t>
      </w:r>
      <w:r w:rsidR="00D60A57">
        <w:t>’</w:t>
      </w:r>
      <w:r w:rsidRPr="00F23192">
        <w:t>épuisait</w:t>
      </w:r>
      <w:r w:rsidR="00D60A57">
        <w:t>.</w:t>
      </w:r>
    </w:p>
    <w:p w14:paraId="4FD235C2" w14:textId="77777777" w:rsidR="00D60A57" w:rsidRDefault="00D60A57" w:rsidP="00D60A57">
      <w:r>
        <w:lastRenderedPageBreak/>
        <w:t>— </w:t>
      </w:r>
      <w:r w:rsidR="00E36F6A" w:rsidRPr="00F23192">
        <w:t>La Louve</w:t>
      </w:r>
      <w:r>
        <w:t xml:space="preserve"> ! </w:t>
      </w:r>
      <w:r w:rsidR="00E36F6A" w:rsidRPr="00F23192">
        <w:t>poursuivit-elle</w:t>
      </w:r>
      <w:r>
        <w:t xml:space="preserve">… </w:t>
      </w:r>
      <w:r w:rsidR="00E36F6A" w:rsidRPr="00F23192">
        <w:t>le chef de bande redouté qui</w:t>
      </w:r>
      <w:r>
        <w:t xml:space="preserve">, </w:t>
      </w:r>
      <w:r w:rsidR="00E36F6A" w:rsidRPr="00F23192">
        <w:t>depuis des années</w:t>
      </w:r>
      <w:r>
        <w:t xml:space="preserve">, </w:t>
      </w:r>
      <w:r w:rsidR="00E36F6A" w:rsidRPr="00F23192">
        <w:t>fait rendre gorge aux bandits de n</w:t>
      </w:r>
      <w:r w:rsidR="00E36F6A" w:rsidRPr="00F23192">
        <w:t>o</w:t>
      </w:r>
      <w:r w:rsidR="00E36F6A" w:rsidRPr="00F23192">
        <w:t>blesse qui pillent les pauvres gens sans défense</w:t>
      </w:r>
      <w:r>
        <w:t xml:space="preserve">… </w:t>
      </w:r>
      <w:r w:rsidR="00E36F6A" w:rsidRPr="00F23192">
        <w:t>La Louve qui n</w:t>
      </w:r>
      <w:r>
        <w:t>’</w:t>
      </w:r>
      <w:r w:rsidR="00E36F6A" w:rsidRPr="00F23192">
        <w:t>a connu qu</w:t>
      </w:r>
      <w:r>
        <w:t>’</w:t>
      </w:r>
      <w:r w:rsidR="00E36F6A" w:rsidRPr="00F23192">
        <w:t>un rival dans ses audacieuses rapines</w:t>
      </w:r>
      <w:r>
        <w:t xml:space="preserve">, </w:t>
      </w:r>
      <w:r w:rsidR="00E36F6A" w:rsidRPr="00F23192">
        <w:t>un grand seigneur</w:t>
      </w:r>
      <w:r>
        <w:t xml:space="preserve">, </w:t>
      </w:r>
      <w:r w:rsidR="00E36F6A" w:rsidRPr="00F23192">
        <w:t xml:space="preserve">le duc de </w:t>
      </w:r>
      <w:proofErr w:type="spellStart"/>
      <w:r w:rsidR="00E36F6A" w:rsidRPr="00F23192">
        <w:t>Kerlor</w:t>
      </w:r>
      <w:proofErr w:type="spellEnd"/>
      <w:r w:rsidR="00E36F6A" w:rsidRPr="00F23192">
        <w:t xml:space="preserve"> que voici devant moi et qui</w:t>
      </w:r>
      <w:r>
        <w:t xml:space="preserve">, </w:t>
      </w:r>
      <w:r w:rsidR="00E36F6A" w:rsidRPr="00F23192">
        <w:t>dans un instant</w:t>
      </w:r>
      <w:r>
        <w:t xml:space="preserve">, </w:t>
      </w:r>
      <w:r w:rsidR="00E36F6A" w:rsidRPr="00F23192">
        <w:t>aura rendu au diable son âme de coquin</w:t>
      </w:r>
      <w:r>
        <w:t> !</w:t>
      </w:r>
    </w:p>
    <w:p w14:paraId="1DEC670B" w14:textId="77777777" w:rsidR="00D60A57" w:rsidRDefault="00E36F6A" w:rsidP="00D60A57">
      <w:r w:rsidRPr="00F23192">
        <w:t>Comme elle terminait</w:t>
      </w:r>
      <w:r w:rsidR="00D60A57">
        <w:t xml:space="preserve">, </w:t>
      </w:r>
      <w:r w:rsidRPr="00F23192">
        <w:t>la lame de son épée</w:t>
      </w:r>
      <w:r w:rsidR="00D60A57">
        <w:t xml:space="preserve">, </w:t>
      </w:r>
      <w:r w:rsidRPr="00F23192">
        <w:t>après une vo</w:t>
      </w:r>
      <w:r w:rsidRPr="00F23192">
        <w:t>l</w:t>
      </w:r>
      <w:r w:rsidRPr="00F23192">
        <w:t>tige étincelante autour de celle de son adversaire</w:t>
      </w:r>
      <w:r w:rsidR="00D60A57">
        <w:t xml:space="preserve">, </w:t>
      </w:r>
      <w:r w:rsidRPr="00F23192">
        <w:t xml:space="preserve">pénétra comme un éclair dans le flanc de </w:t>
      </w:r>
      <w:proofErr w:type="spellStart"/>
      <w:r w:rsidRPr="00F23192">
        <w:t>Kerlor</w:t>
      </w:r>
      <w:proofErr w:type="spellEnd"/>
      <w:r w:rsidRPr="00F23192">
        <w:t xml:space="preserve"> qui s</w:t>
      </w:r>
      <w:r w:rsidR="00D60A57">
        <w:t>’</w:t>
      </w:r>
      <w:r w:rsidRPr="00F23192">
        <w:t>écroula comme une masse</w:t>
      </w:r>
      <w:r w:rsidR="00D60A57">
        <w:t>.</w:t>
      </w:r>
    </w:p>
    <w:p w14:paraId="7358036A" w14:textId="77777777" w:rsidR="00D60A57" w:rsidRDefault="00E36F6A" w:rsidP="00D60A57">
      <w:r w:rsidRPr="00F23192">
        <w:t>Elle hurla alors</w:t>
      </w:r>
      <w:r w:rsidR="00D60A57">
        <w:t> :</w:t>
      </w:r>
    </w:p>
    <w:p w14:paraId="04FF52D1" w14:textId="77777777" w:rsidR="00D60A57" w:rsidRDefault="00D60A57" w:rsidP="00D60A57">
      <w:r>
        <w:t>— </w:t>
      </w:r>
      <w:r w:rsidR="00E36F6A" w:rsidRPr="00F23192">
        <w:t>Dormez en paix</w:t>
      </w:r>
      <w:r>
        <w:t xml:space="preserve">, </w:t>
      </w:r>
      <w:r w:rsidR="00E36F6A" w:rsidRPr="00F23192">
        <w:t>ma mère</w:t>
      </w:r>
      <w:r>
        <w:t xml:space="preserve">, </w:t>
      </w:r>
      <w:r w:rsidR="00E36F6A" w:rsidRPr="00F23192">
        <w:t>vous êtes vengée</w:t>
      </w:r>
      <w:r>
        <w:t> !</w:t>
      </w:r>
    </w:p>
    <w:p w14:paraId="26A97977" w14:textId="1287F644" w:rsidR="00D60A57" w:rsidRDefault="00E36F6A" w:rsidP="00E36F6A">
      <w:r w:rsidRPr="00F23192">
        <w:t>Avant que les assistants fussent rev</w:t>
      </w:r>
      <w:r w:rsidRPr="00F23192">
        <w:t>e</w:t>
      </w:r>
      <w:r w:rsidRPr="00F23192">
        <w:t>nus de leur stupeur</w:t>
      </w:r>
      <w:r w:rsidR="00D60A57">
        <w:t xml:space="preserve">, </w:t>
      </w:r>
      <w:r w:rsidRPr="00F23192">
        <w:t>la jeune femme</w:t>
      </w:r>
      <w:r w:rsidR="00D60A57">
        <w:t xml:space="preserve">, </w:t>
      </w:r>
      <w:r w:rsidRPr="00F23192">
        <w:t>sautant à terre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ouvrit</w:t>
      </w:r>
      <w:r w:rsidR="00D60A57">
        <w:t xml:space="preserve">, </w:t>
      </w:r>
      <w:r w:rsidRPr="00F23192">
        <w:t>des mo</w:t>
      </w:r>
      <w:r w:rsidRPr="00F23192">
        <w:t>u</w:t>
      </w:r>
      <w:r w:rsidRPr="00F23192">
        <w:t>linets terrifiants de son épée</w:t>
      </w:r>
      <w:r w:rsidR="00D60A57">
        <w:t xml:space="preserve">, </w:t>
      </w:r>
      <w:r w:rsidRPr="00F23192">
        <w:t>un chemin jusqu</w:t>
      </w:r>
      <w:r w:rsidR="00D60A57">
        <w:t>’</w:t>
      </w:r>
      <w:r w:rsidRPr="00F23192">
        <w:t>à son cheval sur lequel elle bondit pour se ruer à travers la forêt où l</w:t>
      </w:r>
      <w:r w:rsidR="00D60A57">
        <w:t>’</w:t>
      </w:r>
      <w:r w:rsidRPr="00F23192">
        <w:t>on perdit sa trace</w:t>
      </w:r>
      <w:r w:rsidR="00D60A57">
        <w:t>.</w:t>
      </w:r>
    </w:p>
    <w:p w14:paraId="633E94F4" w14:textId="5E0CA882" w:rsidR="00E36F6A" w:rsidRPr="00F23192" w:rsidRDefault="00E36F6A" w:rsidP="00D60A57">
      <w:pPr>
        <w:pStyle w:val="Titre1"/>
      </w:pPr>
      <w:bookmarkStart w:id="22" w:name="_Toc186820636"/>
      <w:bookmarkStart w:id="23" w:name="_Toc195122113"/>
      <w:r w:rsidRPr="00F23192">
        <w:lastRenderedPageBreak/>
        <w:t>CHAPITRE XI</w:t>
      </w:r>
      <w:r w:rsidRPr="00F23192">
        <w:br/>
      </w:r>
      <w:r w:rsidRPr="00F23192">
        <w:br/>
        <w:t xml:space="preserve">OÙ </w:t>
      </w:r>
      <w:proofErr w:type="spellStart"/>
      <w:r w:rsidRPr="00F23192">
        <w:t>PERDONNET</w:t>
      </w:r>
      <w:proofErr w:type="spellEnd"/>
      <w:r w:rsidRPr="00F23192">
        <w:t xml:space="preserve"> PASSE DES MOMENTS DÉSAGRÉABLES</w:t>
      </w:r>
      <w:bookmarkEnd w:id="22"/>
      <w:bookmarkEnd w:id="23"/>
      <w:r w:rsidRPr="00F23192">
        <w:br/>
      </w:r>
    </w:p>
    <w:p w14:paraId="1D7D4CB8" w14:textId="77777777" w:rsidR="00D60A57" w:rsidRDefault="00E36F6A" w:rsidP="00D60A57">
      <w:r w:rsidRPr="00F23192">
        <w:t xml:space="preserve">Si la mort du duc de </w:t>
      </w:r>
      <w:proofErr w:type="spellStart"/>
      <w:r w:rsidRPr="00F23192">
        <w:t>Kerlor</w:t>
      </w:r>
      <w:proofErr w:type="spellEnd"/>
      <w:r w:rsidRPr="00F23192">
        <w:t xml:space="preserve"> avait jeté le trouble parmi les partisans de la Ligue</w:t>
      </w:r>
      <w:r w:rsidR="00D60A57">
        <w:t xml:space="preserve">, </w:t>
      </w:r>
      <w:proofErr w:type="gramStart"/>
      <w:r w:rsidRPr="00F23192">
        <w:t>par contre</w:t>
      </w:r>
      <w:proofErr w:type="gramEnd"/>
      <w:r w:rsidR="00D60A57">
        <w:t xml:space="preserve">, </w:t>
      </w:r>
      <w:r w:rsidRPr="00F23192">
        <w:t>les révélations de son adve</w:t>
      </w:r>
      <w:r w:rsidRPr="00F23192">
        <w:t>r</w:t>
      </w:r>
      <w:r w:rsidRPr="00F23192">
        <w:t>saire sur l</w:t>
      </w:r>
      <w:r w:rsidR="00D60A57">
        <w:t>’</w:t>
      </w:r>
      <w:r w:rsidRPr="00F23192">
        <w:t xml:space="preserve">absence de Bertrand du </w:t>
      </w:r>
      <w:proofErr w:type="spellStart"/>
      <w:r w:rsidRPr="00F23192">
        <w:t>Palouët</w:t>
      </w:r>
      <w:proofErr w:type="spellEnd"/>
      <w:r w:rsidRPr="00F23192">
        <w:t xml:space="preserve"> avaient mis au cœur de leurs adversaires une exaspération qui leur faisait attendre avec impatience l</w:t>
      </w:r>
      <w:r w:rsidR="00D60A57">
        <w:t>’</w:t>
      </w:r>
      <w:r w:rsidRPr="00F23192">
        <w:t>heure de l</w:t>
      </w:r>
      <w:r w:rsidR="00D60A57">
        <w:t>’</w:t>
      </w:r>
      <w:r w:rsidRPr="00F23192">
        <w:t>action</w:t>
      </w:r>
      <w:r w:rsidR="00D60A57">
        <w:t>.</w:t>
      </w:r>
    </w:p>
    <w:p w14:paraId="54949C2B" w14:textId="77777777" w:rsidR="00D60A57" w:rsidRDefault="00E36F6A" w:rsidP="00D60A57">
      <w:r w:rsidRPr="00F23192">
        <w:t>Ils avaient jeté le masque et engagé la lutte</w:t>
      </w:r>
      <w:r w:rsidR="00D60A57">
        <w:t xml:space="preserve"> ; </w:t>
      </w:r>
      <w:r w:rsidRPr="00F23192">
        <w:t>maintenant il ne s</w:t>
      </w:r>
      <w:r w:rsidR="00D60A57">
        <w:t>’</w:t>
      </w:r>
      <w:r w:rsidRPr="00F23192">
        <w:t>agissait plus de conciliabules secrets</w:t>
      </w:r>
      <w:r w:rsidR="00D60A57">
        <w:t xml:space="preserve">, </w:t>
      </w:r>
      <w:r w:rsidRPr="00F23192">
        <w:t>la nuit</w:t>
      </w:r>
      <w:r w:rsidR="00D60A57">
        <w:t xml:space="preserve">, </w:t>
      </w:r>
      <w:r w:rsidRPr="00F23192">
        <w:t>au fond des bois</w:t>
      </w:r>
      <w:r w:rsidR="00D60A57">
        <w:t xml:space="preserve"> ; </w:t>
      </w:r>
      <w:r w:rsidRPr="00F23192">
        <w:t>c</w:t>
      </w:r>
      <w:r w:rsidR="00D60A57">
        <w:t>’</w:t>
      </w:r>
      <w:r w:rsidRPr="00F23192">
        <w:t>était au grand jour que les deux partis se tâtaient</w:t>
      </w:r>
      <w:r w:rsidR="00D60A57">
        <w:t xml:space="preserve">, </w:t>
      </w:r>
      <w:r w:rsidRPr="00F23192">
        <w:t>imp</w:t>
      </w:r>
      <w:r w:rsidRPr="00F23192">
        <w:t>a</w:t>
      </w:r>
      <w:r w:rsidRPr="00F23192">
        <w:t>tients de rencontres plus décisives</w:t>
      </w:r>
      <w:r w:rsidR="00D60A57">
        <w:t>.</w:t>
      </w:r>
    </w:p>
    <w:p w14:paraId="546D60E6" w14:textId="77777777" w:rsidR="00D60A57" w:rsidRDefault="00E36F6A" w:rsidP="00D60A57">
      <w:r w:rsidRPr="00F23192">
        <w:t>On savait que le duc de Mercœur qui commandait pour le compte du duc de Guise comptait</w:t>
      </w:r>
      <w:r w:rsidR="00D60A57">
        <w:t xml:space="preserve">, </w:t>
      </w:r>
      <w:r w:rsidRPr="00F23192">
        <w:t>pour engager à fond la lutte</w:t>
      </w:r>
      <w:r w:rsidR="00D60A57">
        <w:t xml:space="preserve">, </w:t>
      </w:r>
      <w:r w:rsidRPr="00F23192">
        <w:t>sur un fort contingent de troupes espagnoles envoyées par Sa Majesté très Catholique</w:t>
      </w:r>
      <w:r w:rsidR="00D60A57">
        <w:t>.</w:t>
      </w:r>
    </w:p>
    <w:p w14:paraId="2A43CAAD" w14:textId="77777777" w:rsidR="00D60A57" w:rsidRDefault="00E36F6A" w:rsidP="00D60A57">
      <w:r w:rsidRPr="00F23192">
        <w:t>D</w:t>
      </w:r>
      <w:r w:rsidR="00D60A57">
        <w:t>’</w:t>
      </w:r>
      <w:r w:rsidRPr="00F23192">
        <w:t>autre part</w:t>
      </w:r>
      <w:r w:rsidR="00D60A57">
        <w:t xml:space="preserve">, </w:t>
      </w:r>
      <w:r w:rsidRPr="00F23192">
        <w:t>les Bretons avaient rallié autour du fanion de la reine Anne</w:t>
      </w:r>
      <w:r w:rsidR="00D60A57">
        <w:t xml:space="preserve">, </w:t>
      </w:r>
      <w:r w:rsidRPr="00F23192">
        <w:t>tous ceux</w:t>
      </w:r>
      <w:r w:rsidR="00D60A57">
        <w:t xml:space="preserve"> – </w:t>
      </w:r>
      <w:r w:rsidRPr="00F23192">
        <w:t>quels qu</w:t>
      </w:r>
      <w:r w:rsidR="00D60A57">
        <w:t>’</w:t>
      </w:r>
      <w:r w:rsidRPr="00F23192">
        <w:t>ils fussent</w:t>
      </w:r>
      <w:r w:rsidR="00D60A57">
        <w:t xml:space="preserve"> – </w:t>
      </w:r>
      <w:r w:rsidRPr="00F23192">
        <w:t>qui se décl</w:t>
      </w:r>
      <w:r w:rsidRPr="00F23192">
        <w:t>a</w:t>
      </w:r>
      <w:r w:rsidRPr="00F23192">
        <w:t>raient prêts à tout pour défendre l</w:t>
      </w:r>
      <w:r w:rsidR="00D60A57">
        <w:t>’</w:t>
      </w:r>
      <w:r w:rsidRPr="00F23192">
        <w:t>indépendance de l</w:t>
      </w:r>
      <w:r w:rsidR="00D60A57">
        <w:t>’</w:t>
      </w:r>
      <w:r w:rsidRPr="00F23192">
        <w:t>Armor</w:t>
      </w:r>
      <w:r w:rsidR="00D60A57">
        <w:t xml:space="preserve"> ; </w:t>
      </w:r>
      <w:r w:rsidRPr="00F23192">
        <w:t>du jour au lendemain</w:t>
      </w:r>
      <w:r w:rsidR="00D60A57">
        <w:t xml:space="preserve">, </w:t>
      </w:r>
      <w:r w:rsidRPr="00F23192">
        <w:t>les corsaires</w:t>
      </w:r>
      <w:r w:rsidR="00D60A57">
        <w:t xml:space="preserve">, </w:t>
      </w:r>
      <w:r w:rsidRPr="00F23192">
        <w:t xml:space="preserve">pirates et mauvais garçons étaient accourus se ranger sous les ordres de </w:t>
      </w:r>
      <w:r w:rsidR="00D60A57">
        <w:t>M. </w:t>
      </w:r>
      <w:r w:rsidRPr="00F23192">
        <w:t xml:space="preserve">des </w:t>
      </w:r>
      <w:proofErr w:type="spellStart"/>
      <w:r w:rsidRPr="00F23192">
        <w:t>Blaittières</w:t>
      </w:r>
      <w:proofErr w:type="spellEnd"/>
      <w:r w:rsidRPr="00F23192">
        <w:t xml:space="preserve"> auquel ses antécédents avaient fait reconnaître les qualités n</w:t>
      </w:r>
      <w:r w:rsidRPr="00F23192">
        <w:t>é</w:t>
      </w:r>
      <w:r w:rsidRPr="00F23192">
        <w:t>cessaires à un chef</w:t>
      </w:r>
      <w:r w:rsidR="00D60A57">
        <w:t>.</w:t>
      </w:r>
    </w:p>
    <w:p w14:paraId="2964A2FA" w14:textId="77777777" w:rsidR="00D60A57" w:rsidRDefault="00E36F6A" w:rsidP="00D60A57">
      <w:r w:rsidRPr="00F23192">
        <w:t>Quant à Renée</w:t>
      </w:r>
      <w:r w:rsidR="00D60A57">
        <w:t xml:space="preserve">, </w:t>
      </w:r>
      <w:r w:rsidRPr="00F23192">
        <w:t>la mission qu</w:t>
      </w:r>
      <w:r w:rsidR="00D60A57">
        <w:t>’</w:t>
      </w:r>
      <w:r w:rsidRPr="00F23192">
        <w:t>elle s</w:t>
      </w:r>
      <w:r w:rsidR="00D60A57">
        <w:t>’</w:t>
      </w:r>
      <w:r w:rsidRPr="00F23192">
        <w:t>était donnée concernant Bertrand</w:t>
      </w:r>
      <w:r w:rsidR="00D60A57">
        <w:t xml:space="preserve">, </w:t>
      </w:r>
      <w:r w:rsidRPr="00F23192">
        <w:t xml:space="preserve">lui faisait reléguer au second plan de ses </w:t>
      </w:r>
      <w:r w:rsidRPr="00F23192">
        <w:lastRenderedPageBreak/>
        <w:t>préoccup</w:t>
      </w:r>
      <w:r w:rsidRPr="00F23192">
        <w:t>a</w:t>
      </w:r>
      <w:r w:rsidRPr="00F23192">
        <w:t>tions la cause bretonne</w:t>
      </w:r>
      <w:r w:rsidR="00D60A57">
        <w:t xml:space="preserve">, </w:t>
      </w:r>
      <w:r w:rsidRPr="00F23192">
        <w:t>laquelle d</w:t>
      </w:r>
      <w:r w:rsidR="00D60A57">
        <w:t>’</w:t>
      </w:r>
      <w:r w:rsidRPr="00F23192">
        <w:t>ailleurs n</w:t>
      </w:r>
      <w:r w:rsidR="00D60A57">
        <w:t>’</w:t>
      </w:r>
      <w:r w:rsidRPr="00F23192">
        <w:t>occupait chez elle qu</w:t>
      </w:r>
      <w:r w:rsidR="00D60A57">
        <w:t>’</w:t>
      </w:r>
      <w:r w:rsidRPr="00F23192">
        <w:t>une place bien mince</w:t>
      </w:r>
      <w:r w:rsidR="00D60A57">
        <w:t>.</w:t>
      </w:r>
    </w:p>
    <w:p w14:paraId="1DF306AE" w14:textId="77777777" w:rsidR="00D60A57" w:rsidRDefault="00E36F6A" w:rsidP="00D60A57">
      <w:r w:rsidRPr="00F23192">
        <w:t>Sans famille</w:t>
      </w:r>
      <w:r w:rsidR="00D60A57">
        <w:t xml:space="preserve">, </w:t>
      </w:r>
      <w:r w:rsidRPr="00F23192">
        <w:t>sans attachement d</w:t>
      </w:r>
      <w:r w:rsidR="00D60A57">
        <w:t>’</w:t>
      </w:r>
      <w:r w:rsidRPr="00F23192">
        <w:t>aucune sorte</w:t>
      </w:r>
      <w:r w:rsidR="00D60A57">
        <w:t xml:space="preserve">, </w:t>
      </w:r>
      <w:r w:rsidRPr="00F23192">
        <w:t>pouvait-elle vraiment se considérer comme une fille d</w:t>
      </w:r>
      <w:r w:rsidR="00D60A57">
        <w:t>’</w:t>
      </w:r>
      <w:r w:rsidRPr="00F23192">
        <w:t>Armor</w:t>
      </w:r>
      <w:r w:rsidR="00D60A57">
        <w:t> ?</w:t>
      </w:r>
    </w:p>
    <w:p w14:paraId="26B30983" w14:textId="77777777" w:rsidR="00D60A57" w:rsidRDefault="00E36F6A" w:rsidP="00D60A57">
      <w:r w:rsidRPr="00F23192">
        <w:t>Et même</w:t>
      </w:r>
      <w:r w:rsidR="00D60A57">
        <w:t xml:space="preserve">, </w:t>
      </w:r>
      <w:r w:rsidRPr="00F23192">
        <w:t>de quel poids pouvait peser dans son cœur d</w:t>
      </w:r>
      <w:r w:rsidRPr="00F23192">
        <w:t>é</w:t>
      </w:r>
      <w:r w:rsidRPr="00F23192">
        <w:t>sespéré le conflit des partisans de la reine Anne et de ceux de la Ligue</w:t>
      </w:r>
      <w:r w:rsidR="00D60A57">
        <w:t> ?</w:t>
      </w:r>
    </w:p>
    <w:p w14:paraId="0BB1582F" w14:textId="77777777" w:rsidR="00D60A57" w:rsidRDefault="00E36F6A" w:rsidP="00D60A57">
      <w:r w:rsidRPr="00F23192">
        <w:t>Elle s</w:t>
      </w:r>
      <w:r w:rsidR="00D60A57">
        <w:t>’</w:t>
      </w:r>
      <w:r w:rsidRPr="00F23192">
        <w:t>était fait à elle-même serment que Bertrand serait heureux par elle</w:t>
      </w:r>
      <w:r w:rsidR="00D60A57">
        <w:t>.</w:t>
      </w:r>
    </w:p>
    <w:p w14:paraId="259DDB0A" w14:textId="77777777" w:rsidR="00D60A57" w:rsidRDefault="00E36F6A" w:rsidP="00D60A57">
      <w:r w:rsidRPr="00F23192">
        <w:t>Elle tiendrait ce serment</w:t>
      </w:r>
      <w:r w:rsidR="00D60A57">
        <w:t xml:space="preserve">, </w:t>
      </w:r>
      <w:r w:rsidRPr="00F23192">
        <w:t>coûte que coûte</w:t>
      </w:r>
      <w:r w:rsidR="00D60A57">
        <w:t>.</w:t>
      </w:r>
    </w:p>
    <w:p w14:paraId="0836E6A0" w14:textId="77777777" w:rsidR="00D60A57" w:rsidRDefault="00E36F6A" w:rsidP="00D60A57">
      <w:r w:rsidRPr="00F23192">
        <w:t>Déjà</w:t>
      </w:r>
      <w:r w:rsidR="00D60A57">
        <w:t xml:space="preserve">, </w:t>
      </w:r>
      <w:r w:rsidRPr="00F23192">
        <w:t>il lui devait la vie</w:t>
      </w:r>
      <w:r w:rsidR="00D60A57">
        <w:t>.</w:t>
      </w:r>
    </w:p>
    <w:p w14:paraId="7EBCACBA" w14:textId="77777777" w:rsidR="00D60A57" w:rsidRDefault="00E36F6A" w:rsidP="00D60A57">
      <w:r w:rsidRPr="00F23192">
        <w:t>Il lui devrait son bonheur</w:t>
      </w:r>
      <w:r w:rsidR="00D60A57">
        <w:t>.</w:t>
      </w:r>
    </w:p>
    <w:p w14:paraId="27FDD221" w14:textId="77777777" w:rsidR="00D60A57" w:rsidRDefault="00E36F6A" w:rsidP="00D60A57">
      <w:r w:rsidRPr="00F23192">
        <w:t>Or</w:t>
      </w:r>
      <w:r w:rsidR="00D60A57">
        <w:t xml:space="preserve">, </w:t>
      </w:r>
      <w:r w:rsidRPr="00F23192">
        <w:t>ce bonheur dépendait d</w:t>
      </w:r>
      <w:r w:rsidR="00D60A57">
        <w:t>’</w:t>
      </w:r>
      <w:r w:rsidRPr="00F23192">
        <w:t>Edwige</w:t>
      </w:r>
      <w:r w:rsidR="00D60A57">
        <w:t>.</w:t>
      </w:r>
    </w:p>
    <w:p w14:paraId="09A0FFA7" w14:textId="77777777" w:rsidR="00D60A57" w:rsidRDefault="00E36F6A" w:rsidP="00D60A57">
      <w:r w:rsidRPr="00F23192">
        <w:t>Qu</w:t>
      </w:r>
      <w:r w:rsidR="00D60A57">
        <w:t>’</w:t>
      </w:r>
      <w:r w:rsidRPr="00F23192">
        <w:t xml:space="preserve">était devenue </w:t>
      </w:r>
      <w:r w:rsidR="00D60A57">
        <w:t>M</w:t>
      </w:r>
      <w:r w:rsidR="00D60A57" w:rsidRPr="00D60A57">
        <w:rPr>
          <w:vertAlign w:val="superscript"/>
        </w:rPr>
        <w:t>lle</w:t>
      </w:r>
      <w:r w:rsidR="00D60A57">
        <w:t> de </w:t>
      </w:r>
      <w:proofErr w:type="spellStart"/>
      <w:r w:rsidRPr="00F23192">
        <w:t>Coatserho</w:t>
      </w:r>
      <w:proofErr w:type="spellEnd"/>
      <w:r w:rsidR="00D60A57">
        <w:t> ?</w:t>
      </w:r>
    </w:p>
    <w:p w14:paraId="3F197A16" w14:textId="77777777" w:rsidR="00D60A57" w:rsidRDefault="00E36F6A" w:rsidP="00D60A57">
      <w:r w:rsidRPr="00F23192">
        <w:t xml:space="preserve">En quel lieu </w:t>
      </w:r>
      <w:proofErr w:type="spellStart"/>
      <w:r w:rsidRPr="00F23192">
        <w:t>Perdonnet</w:t>
      </w:r>
      <w:proofErr w:type="spellEnd"/>
      <w:r w:rsidRPr="00F23192">
        <w:t xml:space="preserve"> la tenait-il claustrée</w:t>
      </w:r>
      <w:r w:rsidR="00D60A57">
        <w:t> ?</w:t>
      </w:r>
    </w:p>
    <w:p w14:paraId="359823A5" w14:textId="77777777" w:rsidR="00D60A57" w:rsidRDefault="00E36F6A" w:rsidP="00D60A57">
      <w:r w:rsidRPr="00F23192">
        <w:t>Vainement avait-elle tenté de lui délier la langue</w:t>
      </w:r>
      <w:r w:rsidR="00D60A57">
        <w:t xml:space="preserve">, </w:t>
      </w:r>
      <w:r w:rsidRPr="00F23192">
        <w:t>le chât</w:t>
      </w:r>
      <w:r w:rsidRPr="00F23192">
        <w:t>e</w:t>
      </w:r>
      <w:r w:rsidRPr="00F23192">
        <w:t xml:space="preserve">lain du </w:t>
      </w:r>
      <w:r w:rsidR="00D60A57">
        <w:t>« </w:t>
      </w:r>
      <w:r w:rsidRPr="00F23192">
        <w:t>Connétable</w:t>
      </w:r>
      <w:r w:rsidR="00D60A57">
        <w:t> »</w:t>
      </w:r>
      <w:r w:rsidRPr="00F23192">
        <w:t xml:space="preserve"> poursuivant son rêve ambitieux</w:t>
      </w:r>
      <w:r w:rsidR="00D60A57">
        <w:t xml:space="preserve">, </w:t>
      </w:r>
      <w:r w:rsidRPr="00F23192">
        <w:t>et rés</w:t>
      </w:r>
      <w:r w:rsidRPr="00F23192">
        <w:t>o</w:t>
      </w:r>
      <w:r w:rsidRPr="00F23192">
        <w:t>lu à se servir de son secret comme monnaie d</w:t>
      </w:r>
      <w:r w:rsidR="00D60A57">
        <w:t>’</w:t>
      </w:r>
      <w:r w:rsidRPr="00F23192">
        <w:t>échange dans ses tractations futures avec Guy Eder de la Fontanelle</w:t>
      </w:r>
      <w:r w:rsidR="00D60A57">
        <w:t xml:space="preserve">, </w:t>
      </w:r>
      <w:r w:rsidRPr="00F23192">
        <w:t>n</w:t>
      </w:r>
      <w:r w:rsidR="00D60A57">
        <w:t>’</w:t>
      </w:r>
      <w:r w:rsidRPr="00F23192">
        <w:t>avait pas</w:t>
      </w:r>
      <w:r w:rsidR="00D60A57">
        <w:t xml:space="preserve">, </w:t>
      </w:r>
      <w:r w:rsidRPr="00F23192">
        <w:t>jusqu</w:t>
      </w:r>
      <w:r w:rsidR="00D60A57">
        <w:t>’</w:t>
      </w:r>
      <w:r w:rsidRPr="00F23192">
        <w:t>alors</w:t>
      </w:r>
      <w:r w:rsidR="00D60A57">
        <w:t xml:space="preserve">, </w:t>
      </w:r>
      <w:r w:rsidRPr="00F23192">
        <w:t>en dépit de toutes les ruses employées</w:t>
      </w:r>
      <w:r w:rsidR="00D60A57">
        <w:t xml:space="preserve">, </w:t>
      </w:r>
      <w:r w:rsidRPr="00F23192">
        <w:t>desserré les dents</w:t>
      </w:r>
      <w:r w:rsidR="00D60A57">
        <w:t>.</w:t>
      </w:r>
    </w:p>
    <w:p w14:paraId="0E46F3D5" w14:textId="77777777" w:rsidR="00D60A57" w:rsidRDefault="00E36F6A" w:rsidP="00D60A57">
      <w:r w:rsidRPr="00F23192">
        <w:t>La jeune femme devait-elle donc désespérer</w:t>
      </w:r>
      <w:r w:rsidR="00D60A57">
        <w:t> ?</w:t>
      </w:r>
    </w:p>
    <w:p w14:paraId="7F34C5BE" w14:textId="77777777" w:rsidR="00D60A57" w:rsidRDefault="00E36F6A" w:rsidP="00D60A57">
      <w:r w:rsidRPr="00F23192">
        <w:t>C</w:t>
      </w:r>
      <w:r w:rsidR="00D60A57">
        <w:t>’</w:t>
      </w:r>
      <w:r w:rsidRPr="00F23192">
        <w:t>est alors qu</w:t>
      </w:r>
      <w:r w:rsidR="00D60A57">
        <w:t>’</w:t>
      </w:r>
      <w:r w:rsidRPr="00F23192">
        <w:t>elle avait résolu d</w:t>
      </w:r>
      <w:r w:rsidR="00D60A57">
        <w:t>’</w:t>
      </w:r>
      <w:r w:rsidRPr="00F23192">
        <w:t>employer</w:t>
      </w:r>
      <w:r w:rsidR="00D60A57">
        <w:t xml:space="preserve"> – </w:t>
      </w:r>
      <w:r w:rsidRPr="00F23192">
        <w:t>en dépit de sa répugnance</w:t>
      </w:r>
      <w:r w:rsidR="00D60A57">
        <w:t xml:space="preserve"> – </w:t>
      </w:r>
      <w:r w:rsidRPr="00F23192">
        <w:t>les grands moyens</w:t>
      </w:r>
      <w:r w:rsidR="00D60A57">
        <w:t xml:space="preserve">, </w:t>
      </w:r>
      <w:r w:rsidRPr="00F23192">
        <w:t>seuls capables</w:t>
      </w:r>
      <w:r w:rsidR="00D60A57">
        <w:t xml:space="preserve">, </w:t>
      </w:r>
      <w:r w:rsidRPr="00F23192">
        <w:t>avait-elle j</w:t>
      </w:r>
      <w:r w:rsidRPr="00F23192">
        <w:t>u</w:t>
      </w:r>
      <w:r w:rsidRPr="00F23192">
        <w:t>gé</w:t>
      </w:r>
      <w:r w:rsidR="00D60A57">
        <w:t xml:space="preserve">, </w:t>
      </w:r>
      <w:r w:rsidRPr="00F23192">
        <w:t xml:space="preserve">de venir à bout de la résolution de </w:t>
      </w:r>
      <w:proofErr w:type="spellStart"/>
      <w:r w:rsidRPr="00F23192">
        <w:t>Perdonnet</w:t>
      </w:r>
      <w:proofErr w:type="spellEnd"/>
      <w:r w:rsidR="00D60A57">
        <w:t>.</w:t>
      </w:r>
    </w:p>
    <w:p w14:paraId="71BCE7A9" w14:textId="77777777" w:rsidR="00D60A57" w:rsidRDefault="00E36F6A" w:rsidP="00D60A57">
      <w:r w:rsidRPr="00F23192">
        <w:lastRenderedPageBreak/>
        <w:t>Ces moyens</w:t>
      </w:r>
      <w:r w:rsidR="00D60A57">
        <w:t xml:space="preserve">, </w:t>
      </w:r>
      <w:r w:rsidRPr="00F23192">
        <w:t>elle les connaissait de longue date pour les s</w:t>
      </w:r>
      <w:r w:rsidRPr="00F23192">
        <w:t>a</w:t>
      </w:r>
      <w:r w:rsidRPr="00F23192">
        <w:t xml:space="preserve">voir employés par les Loups de </w:t>
      </w:r>
      <w:proofErr w:type="spellStart"/>
      <w:r w:rsidRPr="00F23192">
        <w:t>Penandru</w:t>
      </w:r>
      <w:proofErr w:type="spellEnd"/>
      <w:r w:rsidR="00D60A57">
        <w:t xml:space="preserve">, </w:t>
      </w:r>
      <w:r w:rsidRPr="00F23192">
        <w:t>moyens dont ils avaient coutume d</w:t>
      </w:r>
      <w:r w:rsidR="00D60A57">
        <w:t>’</w:t>
      </w:r>
      <w:r w:rsidRPr="00F23192">
        <w:t>user afin d</w:t>
      </w:r>
      <w:r w:rsidR="00D60A57">
        <w:t>’</w:t>
      </w:r>
      <w:r w:rsidRPr="00F23192">
        <w:t>arracher à ceux qu</w:t>
      </w:r>
      <w:r w:rsidR="00D60A57">
        <w:t>’</w:t>
      </w:r>
      <w:r w:rsidRPr="00F23192">
        <w:t>ils déno</w:t>
      </w:r>
      <w:r w:rsidRPr="00F23192">
        <w:t>m</w:t>
      </w:r>
      <w:r w:rsidRPr="00F23192">
        <w:t xml:space="preserve">maient ironiquement </w:t>
      </w:r>
      <w:r w:rsidR="00D60A57">
        <w:t>« </w:t>
      </w:r>
      <w:r w:rsidRPr="00F23192">
        <w:t>leurs clients</w:t>
      </w:r>
      <w:r w:rsidR="00D60A57">
        <w:t> »</w:t>
      </w:r>
      <w:r w:rsidRPr="00F23192">
        <w:t xml:space="preserve"> le secret de leur cache</w:t>
      </w:r>
      <w:r w:rsidR="00D60A57">
        <w:t>.</w:t>
      </w:r>
    </w:p>
    <w:p w14:paraId="428F442A" w14:textId="77777777" w:rsidR="00D60A57" w:rsidRDefault="00E36F6A" w:rsidP="00D60A57">
      <w:r w:rsidRPr="00F23192">
        <w:t>Quand les dits clients opposaient aux questions qui leur étaient posées touchant leur fortune et leurs biens de toutes so</w:t>
      </w:r>
      <w:r w:rsidRPr="00F23192">
        <w:t>r</w:t>
      </w:r>
      <w:r w:rsidRPr="00F23192">
        <w:t>tes</w:t>
      </w:r>
      <w:r w:rsidR="00D60A57">
        <w:t xml:space="preserve">, </w:t>
      </w:r>
      <w:r w:rsidRPr="00F23192">
        <w:t>une discrétion par trop grande</w:t>
      </w:r>
      <w:r w:rsidR="00D60A57">
        <w:t xml:space="preserve">, </w:t>
      </w:r>
      <w:r w:rsidRPr="00F23192">
        <w:t xml:space="preserve">alors on les interrogeait </w:t>
      </w:r>
      <w:r w:rsidR="00D60A57">
        <w:t>« </w:t>
      </w:r>
      <w:r w:rsidRPr="00F23192">
        <w:t>spécialement</w:t>
      </w:r>
      <w:r w:rsidR="00D60A57">
        <w:t> ».</w:t>
      </w:r>
    </w:p>
    <w:p w14:paraId="0A44FC00" w14:textId="77777777" w:rsidR="00D60A57" w:rsidRDefault="00E36F6A" w:rsidP="00D60A57">
      <w:r w:rsidRPr="00F23192">
        <w:t>Or</w:t>
      </w:r>
      <w:r w:rsidR="00D60A57">
        <w:t xml:space="preserve">, </w:t>
      </w:r>
      <w:r w:rsidRPr="00F23192">
        <w:t>le cas ne s</w:t>
      </w:r>
      <w:r w:rsidR="00D60A57">
        <w:t>’</w:t>
      </w:r>
      <w:r w:rsidRPr="00F23192">
        <w:t>était pas encore présenté d</w:t>
      </w:r>
      <w:r w:rsidR="00D60A57">
        <w:t>’</w:t>
      </w:r>
      <w:r w:rsidRPr="00F23192">
        <w:t>un interrogatoire demeuré sans résultat</w:t>
      </w:r>
      <w:r w:rsidR="00D60A57">
        <w:t>.</w:t>
      </w:r>
    </w:p>
    <w:p w14:paraId="56301E36" w14:textId="77777777" w:rsidR="00D60A57" w:rsidRDefault="00E36F6A" w:rsidP="00D60A57">
      <w:r w:rsidRPr="00F23192">
        <w:t>La formule</w:t>
      </w:r>
      <w:r w:rsidR="00D60A57">
        <w:t xml:space="preserve"> – </w:t>
      </w:r>
      <w:r w:rsidRPr="00F23192">
        <w:t>on le devine</w:t>
      </w:r>
      <w:r w:rsidR="00D60A57">
        <w:t xml:space="preserve"> – </w:t>
      </w:r>
      <w:r w:rsidRPr="00F23192">
        <w:t>était terrible</w:t>
      </w:r>
      <w:r w:rsidR="00D60A57">
        <w:t xml:space="preserve"> ; </w:t>
      </w:r>
      <w:r w:rsidRPr="00F23192">
        <w:t>on le devinait</w:t>
      </w:r>
      <w:r w:rsidR="00D60A57">
        <w:t xml:space="preserve">, </w:t>
      </w:r>
      <w:r w:rsidRPr="00F23192">
        <w:t>bien que ceux auxquels elle avait été appliquée se refusassent à donner aucun détail</w:t>
      </w:r>
      <w:r w:rsidR="00D60A57">
        <w:t xml:space="preserve"> ; </w:t>
      </w:r>
      <w:r w:rsidRPr="00F23192">
        <w:t>plusieurs parmi les victimes des Loups qui n</w:t>
      </w:r>
      <w:r w:rsidR="00D60A57">
        <w:t>’</w:t>
      </w:r>
      <w:r w:rsidRPr="00F23192">
        <w:t>avaient pas su</w:t>
      </w:r>
      <w:r w:rsidR="00D60A57">
        <w:t xml:space="preserve">, </w:t>
      </w:r>
      <w:r w:rsidRPr="00F23192">
        <w:t>au début</w:t>
      </w:r>
      <w:r w:rsidR="00D60A57">
        <w:t xml:space="preserve">, </w:t>
      </w:r>
      <w:r w:rsidRPr="00F23192">
        <w:t>demeurer maîtres de leur langue</w:t>
      </w:r>
      <w:r w:rsidR="00D60A57">
        <w:t xml:space="preserve">, </w:t>
      </w:r>
      <w:r w:rsidRPr="00F23192">
        <w:t>avaient payé de la vie leur bavardage</w:t>
      </w:r>
      <w:r w:rsidR="00D60A57">
        <w:t>.</w:t>
      </w:r>
    </w:p>
    <w:p w14:paraId="23DA593E" w14:textId="77777777" w:rsidR="00D60A57" w:rsidRDefault="00E36F6A" w:rsidP="00D60A57">
      <w:r w:rsidRPr="00F23192">
        <w:t>Cet énergique traitement avait servi de leçon et les gens par trop curieux en avaient été pour leur curiosité</w:t>
      </w:r>
      <w:r w:rsidR="00D60A57">
        <w:t xml:space="preserve">, </w:t>
      </w:r>
      <w:r w:rsidRPr="00F23192">
        <w:t>forcés de se contenter du peu qui circulait de bouche en oreille</w:t>
      </w:r>
      <w:r w:rsidR="00D60A57">
        <w:t>.</w:t>
      </w:r>
    </w:p>
    <w:p w14:paraId="7B6684AE" w14:textId="77777777" w:rsidR="00D60A57" w:rsidRDefault="00E36F6A" w:rsidP="00D60A57">
      <w:r w:rsidRPr="00F23192">
        <w:t>C</w:t>
      </w:r>
      <w:r w:rsidR="00D60A57">
        <w:t>’</w:t>
      </w:r>
      <w:r w:rsidRPr="00F23192">
        <w:t>est en raison de sa rudesse que Renée avait</w:t>
      </w:r>
      <w:r w:rsidR="00D60A57">
        <w:t xml:space="preserve">, </w:t>
      </w:r>
      <w:r w:rsidRPr="00F23192">
        <w:t>au début</w:t>
      </w:r>
      <w:r w:rsidR="00D60A57">
        <w:t xml:space="preserve">, </w:t>
      </w:r>
      <w:r w:rsidRPr="00F23192">
        <w:t>h</w:t>
      </w:r>
      <w:r w:rsidRPr="00F23192">
        <w:t>é</w:t>
      </w:r>
      <w:r w:rsidRPr="00F23192">
        <w:t>sité à user du procédé des Loups</w:t>
      </w:r>
      <w:r w:rsidR="00D60A57">
        <w:t xml:space="preserve"> ; </w:t>
      </w:r>
      <w:r w:rsidRPr="00F23192">
        <w:t>non que sa nature</w:t>
      </w:r>
      <w:r w:rsidR="00D60A57">
        <w:t xml:space="preserve">, </w:t>
      </w:r>
      <w:r w:rsidRPr="00F23192">
        <w:t>énergique jusqu</w:t>
      </w:r>
      <w:r w:rsidR="00D60A57">
        <w:t>’</w:t>
      </w:r>
      <w:r w:rsidRPr="00F23192">
        <w:t>à la brutalité</w:t>
      </w:r>
      <w:r w:rsidR="00D60A57">
        <w:t xml:space="preserve">, </w:t>
      </w:r>
      <w:r w:rsidRPr="00F23192">
        <w:t>y répugnât</w:t>
      </w:r>
      <w:r w:rsidR="00D60A57">
        <w:t xml:space="preserve"> ; </w:t>
      </w:r>
      <w:r w:rsidRPr="00F23192">
        <w:t>mais</w:t>
      </w:r>
      <w:r w:rsidR="00D60A57">
        <w:t xml:space="preserve">, </w:t>
      </w:r>
      <w:r w:rsidRPr="00F23192">
        <w:t>il lui avait semblé que ce serait porter malheur à Bertrand et compromettre son bonheur que d</w:t>
      </w:r>
      <w:r w:rsidR="00D60A57">
        <w:t>’</w:t>
      </w:r>
      <w:r w:rsidRPr="00F23192">
        <w:t>en user de la sorte</w:t>
      </w:r>
      <w:r w:rsidR="00D60A57">
        <w:t>.</w:t>
      </w:r>
    </w:p>
    <w:p w14:paraId="52F2CC30" w14:textId="77777777" w:rsidR="00D60A57" w:rsidRDefault="00E36F6A" w:rsidP="00D60A57">
      <w:r w:rsidRPr="00F23192">
        <w:t>De là son hésitation première</w:t>
      </w:r>
      <w:r w:rsidR="00D60A57">
        <w:t>…</w:t>
      </w:r>
    </w:p>
    <w:p w14:paraId="7FBE4648" w14:textId="77777777" w:rsidR="00D60A57" w:rsidRDefault="00E36F6A" w:rsidP="00D60A57">
      <w:r w:rsidRPr="00F23192">
        <w:t>Mais le temps s</w:t>
      </w:r>
      <w:r w:rsidR="00D60A57">
        <w:t>’</w:t>
      </w:r>
      <w:r w:rsidRPr="00F23192">
        <w:t>écoulant sans qu</w:t>
      </w:r>
      <w:r w:rsidR="00D60A57">
        <w:t>’</w:t>
      </w:r>
      <w:r w:rsidRPr="00F23192">
        <w:t>elle arrivât à ses fins</w:t>
      </w:r>
      <w:r w:rsidR="00D60A57">
        <w:t xml:space="preserve">, </w:t>
      </w:r>
      <w:r w:rsidRPr="00F23192">
        <w:t>et les événements la pressant</w:t>
      </w:r>
      <w:r w:rsidR="00D60A57">
        <w:t xml:space="preserve">, </w:t>
      </w:r>
      <w:r w:rsidRPr="00F23192">
        <w:t>elle s</w:t>
      </w:r>
      <w:r w:rsidR="00D60A57">
        <w:t>’</w:t>
      </w:r>
      <w:r w:rsidRPr="00F23192">
        <w:t>était décidée enfin à agir</w:t>
      </w:r>
      <w:r w:rsidR="00D60A57">
        <w:t>.</w:t>
      </w:r>
    </w:p>
    <w:p w14:paraId="79C85EDC" w14:textId="77777777" w:rsidR="00D60A57" w:rsidRDefault="00E36F6A" w:rsidP="00D60A57">
      <w:r w:rsidRPr="00F23192">
        <w:t>Et maintenant</w:t>
      </w:r>
      <w:r w:rsidR="00D60A57">
        <w:t xml:space="preserve">, </w:t>
      </w:r>
      <w:r w:rsidRPr="00F23192">
        <w:t xml:space="preserve">embusquée à la lisière des bois de </w:t>
      </w:r>
      <w:proofErr w:type="spellStart"/>
      <w:r w:rsidRPr="00F23192">
        <w:t>Ploujean</w:t>
      </w:r>
      <w:proofErr w:type="spellEnd"/>
      <w:r w:rsidR="00D60A57">
        <w:t xml:space="preserve">, </w:t>
      </w:r>
      <w:r w:rsidRPr="00F23192">
        <w:t>elle attendait</w:t>
      </w:r>
      <w:r w:rsidR="00D60A57">
        <w:t xml:space="preserve">, </w:t>
      </w:r>
      <w:r w:rsidRPr="00F23192">
        <w:t>le cœur battant d</w:t>
      </w:r>
      <w:r w:rsidR="00D60A57">
        <w:t>’</w:t>
      </w:r>
      <w:r w:rsidRPr="00F23192">
        <w:t>impatience</w:t>
      </w:r>
      <w:r w:rsidR="00D60A57">
        <w:t xml:space="preserve">, </w:t>
      </w:r>
      <w:r w:rsidRPr="00F23192">
        <w:lastRenderedPageBreak/>
        <w:t>l</w:t>
      </w:r>
      <w:r w:rsidR="00D60A57">
        <w:t>’</w:t>
      </w:r>
      <w:r w:rsidRPr="00F23192">
        <w:t>arrivée des gens qu</w:t>
      </w:r>
      <w:r w:rsidR="00D60A57">
        <w:t>’</w:t>
      </w:r>
      <w:r w:rsidRPr="00F23192">
        <w:t xml:space="preserve">elle avait envoyés rendre visite au châtelain du </w:t>
      </w:r>
      <w:r w:rsidR="00D60A57">
        <w:t>« </w:t>
      </w:r>
      <w:r w:rsidRPr="00F23192">
        <w:t>Connét</w:t>
      </w:r>
      <w:r w:rsidRPr="00F23192">
        <w:t>a</w:t>
      </w:r>
      <w:r w:rsidRPr="00F23192">
        <w:t>ble</w:t>
      </w:r>
      <w:r w:rsidR="00D60A57">
        <w:t> ».</w:t>
      </w:r>
    </w:p>
    <w:p w14:paraId="79F0B318" w14:textId="77777777" w:rsidR="00D60A57" w:rsidRDefault="00E36F6A" w:rsidP="00D60A57">
      <w:r w:rsidRPr="00F23192">
        <w:t>Pourvu qu</w:t>
      </w:r>
      <w:r w:rsidR="00D60A57">
        <w:t>’</w:t>
      </w:r>
      <w:r w:rsidRPr="00F23192">
        <w:t>ils eussent réussi</w:t>
      </w:r>
      <w:r w:rsidR="00D60A57">
        <w:t> !</w:t>
      </w:r>
    </w:p>
    <w:p w14:paraId="622DBD9F" w14:textId="77777777" w:rsidR="00D60A57" w:rsidRDefault="00E36F6A" w:rsidP="00D60A57">
      <w:r w:rsidRPr="00F23192">
        <w:t>Évidemment</w:t>
      </w:r>
      <w:r w:rsidR="00D60A57">
        <w:t xml:space="preserve">, </w:t>
      </w:r>
      <w:r w:rsidRPr="00F23192">
        <w:t>ils étaient en nombre</w:t>
      </w:r>
      <w:r w:rsidR="00D60A57">
        <w:t>…</w:t>
      </w:r>
    </w:p>
    <w:p w14:paraId="474C3B78" w14:textId="77777777" w:rsidR="00D60A57" w:rsidRDefault="00E36F6A" w:rsidP="00D60A57">
      <w:r w:rsidRPr="00F23192">
        <w:t>Mais l</w:t>
      </w:r>
      <w:r w:rsidR="00D60A57">
        <w:t>’</w:t>
      </w:r>
      <w:r w:rsidRPr="00F23192">
        <w:t>autre était un lutteur formidable et</w:t>
      </w:r>
      <w:r w:rsidR="00D60A57">
        <w:t xml:space="preserve">, </w:t>
      </w:r>
      <w:r w:rsidRPr="00F23192">
        <w:t>même attaqué par surprise</w:t>
      </w:r>
      <w:r w:rsidR="00D60A57">
        <w:t xml:space="preserve">, </w:t>
      </w:r>
      <w:r w:rsidRPr="00F23192">
        <w:t>il était capable</w:t>
      </w:r>
      <w:r w:rsidR="00D60A57">
        <w:t>…</w:t>
      </w:r>
    </w:p>
    <w:p w14:paraId="519CF962" w14:textId="77777777" w:rsidR="00D60A57" w:rsidRDefault="00E36F6A" w:rsidP="00D60A57">
      <w:r w:rsidRPr="00F23192">
        <w:t>Un cri</w:t>
      </w:r>
      <w:r w:rsidR="00D60A57">
        <w:t xml:space="preserve">, </w:t>
      </w:r>
      <w:r w:rsidRPr="00F23192">
        <w:t>qui ressemblait à un hurlement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éleva tout à coup du côté de la rivière</w:t>
      </w:r>
      <w:r w:rsidR="00D60A57">
        <w:t xml:space="preserve"> ; </w:t>
      </w:r>
      <w:r w:rsidRPr="00F23192">
        <w:t>Renée tressaillit d</w:t>
      </w:r>
      <w:r w:rsidR="00D60A57">
        <w:t>’</w:t>
      </w:r>
      <w:r w:rsidRPr="00F23192">
        <w:t>aise</w:t>
      </w:r>
      <w:r w:rsidR="00D60A57">
        <w:t xml:space="preserve">, </w:t>
      </w:r>
      <w:r w:rsidRPr="00F23192">
        <w:t>le cœur soulagé d</w:t>
      </w:r>
      <w:r w:rsidR="00D60A57">
        <w:t>’</w:t>
      </w:r>
      <w:r w:rsidRPr="00F23192">
        <w:t>un grand poids</w:t>
      </w:r>
      <w:r w:rsidR="00D60A57">
        <w:t xml:space="preserve"> ; </w:t>
      </w:r>
      <w:r w:rsidRPr="00F23192">
        <w:t>ses hommes arrivaient</w:t>
      </w:r>
      <w:r w:rsidR="00D60A57">
        <w:t>.</w:t>
      </w:r>
    </w:p>
    <w:p w14:paraId="48ABB0AE" w14:textId="77777777" w:rsidR="00D60A57" w:rsidRDefault="00E36F6A" w:rsidP="00D60A57">
      <w:r w:rsidRPr="00F23192">
        <w:t>Les mains en conque autour des lèvres</w:t>
      </w:r>
      <w:r w:rsidR="00D60A57">
        <w:t xml:space="preserve">, </w:t>
      </w:r>
      <w:r w:rsidRPr="00F23192">
        <w:t>elle répondit à l</w:t>
      </w:r>
      <w:r w:rsidR="00D60A57">
        <w:t>’</w:t>
      </w:r>
      <w:r w:rsidRPr="00F23192">
        <w:t>a</w:t>
      </w:r>
      <w:r w:rsidRPr="00F23192">
        <w:t>p</w:t>
      </w:r>
      <w:r w:rsidRPr="00F23192">
        <w:t>pel par un appel semblable</w:t>
      </w:r>
      <w:r w:rsidR="00D60A57">
        <w:t xml:space="preserve"> ; </w:t>
      </w:r>
      <w:r w:rsidRPr="00F23192">
        <w:t>puis</w:t>
      </w:r>
      <w:r w:rsidR="00D60A57">
        <w:t xml:space="preserve">, </w:t>
      </w:r>
      <w:r w:rsidRPr="00F23192">
        <w:t>quittant sa retraite</w:t>
      </w:r>
      <w:r w:rsidR="00D60A57">
        <w:t xml:space="preserve">, </w:t>
      </w:r>
      <w:r w:rsidRPr="00F23192">
        <w:t>elle fra</w:t>
      </w:r>
      <w:r w:rsidRPr="00F23192">
        <w:t>n</w:t>
      </w:r>
      <w:r w:rsidRPr="00F23192">
        <w:t>chit la lisière du bois</w:t>
      </w:r>
      <w:r w:rsidR="00D60A57">
        <w:t xml:space="preserve">, </w:t>
      </w:r>
      <w:r w:rsidRPr="00F23192">
        <w:t>traversa le chemin de halage et</w:t>
      </w:r>
      <w:r w:rsidR="00D60A57">
        <w:t xml:space="preserve">, </w:t>
      </w:r>
      <w:r w:rsidRPr="00F23192">
        <w:t>la berge atteinte</w:t>
      </w:r>
      <w:r w:rsidR="00D60A57">
        <w:t xml:space="preserve">, </w:t>
      </w:r>
      <w:r w:rsidRPr="00F23192">
        <w:t>se courba pour ramasser l</w:t>
      </w:r>
      <w:r w:rsidR="00D60A57">
        <w:t>’</w:t>
      </w:r>
      <w:r w:rsidRPr="00F23192">
        <w:t>extrémité d</w:t>
      </w:r>
      <w:r w:rsidR="00D60A57">
        <w:t>’</w:t>
      </w:r>
      <w:r w:rsidRPr="00F23192">
        <w:t>un cordage e</w:t>
      </w:r>
      <w:r w:rsidRPr="00F23192">
        <w:t>n</w:t>
      </w:r>
      <w:r w:rsidRPr="00F23192">
        <w:t>roulé dans l</w:t>
      </w:r>
      <w:r w:rsidR="00D60A57">
        <w:t>’</w:t>
      </w:r>
      <w:r w:rsidRPr="00F23192">
        <w:t>herbe</w:t>
      </w:r>
      <w:r w:rsidR="00D60A57">
        <w:t xml:space="preserve"> ; </w:t>
      </w:r>
      <w:r w:rsidRPr="00F23192">
        <w:t>là</w:t>
      </w:r>
      <w:r w:rsidR="00D60A57">
        <w:t xml:space="preserve">, </w:t>
      </w:r>
      <w:r w:rsidRPr="00F23192">
        <w:t>elle attendit</w:t>
      </w:r>
      <w:r w:rsidR="00D60A57">
        <w:t>.</w:t>
      </w:r>
    </w:p>
    <w:p w14:paraId="609C5C31" w14:textId="77777777" w:rsidR="00D60A57" w:rsidRDefault="00E36F6A" w:rsidP="00D60A57">
      <w:r w:rsidRPr="00F23192">
        <w:t>Surgissant d</w:t>
      </w:r>
      <w:r w:rsidR="00D60A57">
        <w:t>’</w:t>
      </w:r>
      <w:r w:rsidRPr="00F23192">
        <w:t>un coude formé non loin de la rivière</w:t>
      </w:r>
      <w:r w:rsidR="00D60A57">
        <w:t xml:space="preserve">, </w:t>
      </w:r>
      <w:r w:rsidRPr="00F23192">
        <w:t>une barque apparut</w:t>
      </w:r>
      <w:r w:rsidR="00D60A57">
        <w:t xml:space="preserve">, </w:t>
      </w:r>
      <w:r w:rsidRPr="00F23192">
        <w:t>glissant silencieusement</w:t>
      </w:r>
      <w:r w:rsidR="00D60A57">
        <w:t xml:space="preserve">, </w:t>
      </w:r>
      <w:r w:rsidRPr="00F23192">
        <w:t>emportée par le co</w:t>
      </w:r>
      <w:r w:rsidRPr="00F23192">
        <w:t>u</w:t>
      </w:r>
      <w:r w:rsidRPr="00F23192">
        <w:t>rant</w:t>
      </w:r>
      <w:r w:rsidR="00D60A57">
        <w:t xml:space="preserve">, </w:t>
      </w:r>
      <w:r w:rsidRPr="00F23192">
        <w:t>vers la mer proche</w:t>
      </w:r>
      <w:r w:rsidR="00D60A57">
        <w:t>.</w:t>
      </w:r>
    </w:p>
    <w:p w14:paraId="637C3FB1" w14:textId="77777777" w:rsidR="00D60A57" w:rsidRDefault="00E36F6A" w:rsidP="00D60A57">
      <w:r w:rsidRPr="00F23192">
        <w:t>Le câble</w:t>
      </w:r>
      <w:r w:rsidR="00D60A57">
        <w:t xml:space="preserve">, </w:t>
      </w:r>
      <w:r w:rsidRPr="00F23192">
        <w:t>un moment balancé à bout de bras</w:t>
      </w:r>
      <w:r w:rsidR="00D60A57">
        <w:t xml:space="preserve">, </w:t>
      </w:r>
      <w:r w:rsidRPr="00F23192">
        <w:t>siffla en tr</w:t>
      </w:r>
      <w:r w:rsidRPr="00F23192">
        <w:t>a</w:t>
      </w:r>
      <w:r w:rsidRPr="00F23192">
        <w:t>versant l</w:t>
      </w:r>
      <w:r w:rsidR="00D60A57">
        <w:t>’</w:t>
      </w:r>
      <w:r w:rsidRPr="00F23192">
        <w:t>espace et s</w:t>
      </w:r>
      <w:r w:rsidR="00D60A57">
        <w:t>’</w:t>
      </w:r>
      <w:r w:rsidRPr="00F23192">
        <w:t>en alla tomber sur le pont de la barque</w:t>
      </w:r>
      <w:r w:rsidR="00D60A57">
        <w:t xml:space="preserve">, </w:t>
      </w:r>
      <w:r w:rsidRPr="00F23192">
        <w:t>où il fut aussitôt happé par un homme brusquement apparu</w:t>
      </w:r>
      <w:r w:rsidR="00D60A57">
        <w:t>.</w:t>
      </w:r>
    </w:p>
    <w:p w14:paraId="2A8238CD" w14:textId="77777777" w:rsidR="00D60A57" w:rsidRDefault="00E36F6A" w:rsidP="00D60A57">
      <w:r w:rsidRPr="00F23192">
        <w:t>Halant alors sur la corde</w:t>
      </w:r>
      <w:r w:rsidR="00D60A57">
        <w:t xml:space="preserve">, </w:t>
      </w:r>
      <w:r w:rsidRPr="00F23192">
        <w:t>la jeune femme tira à elle la ba</w:t>
      </w:r>
      <w:r w:rsidRPr="00F23192">
        <w:t>r</w:t>
      </w:r>
      <w:r w:rsidRPr="00F23192">
        <w:t>que qui</w:t>
      </w:r>
      <w:r w:rsidR="00D60A57">
        <w:t xml:space="preserve">, </w:t>
      </w:r>
      <w:r w:rsidRPr="00F23192">
        <w:t>ayant accosté la rive un court instant pour permettre à Renée d</w:t>
      </w:r>
      <w:r w:rsidR="00D60A57">
        <w:t>’</w:t>
      </w:r>
      <w:r w:rsidRPr="00F23192">
        <w:t>y prendre place</w:t>
      </w:r>
      <w:r w:rsidR="00D60A57">
        <w:t xml:space="preserve">, </w:t>
      </w:r>
      <w:r w:rsidRPr="00F23192">
        <w:t>fut à nouveau saisie par le courant</w:t>
      </w:r>
      <w:r w:rsidR="00D60A57">
        <w:t>.</w:t>
      </w:r>
    </w:p>
    <w:p w14:paraId="3ACD6C27" w14:textId="77777777" w:rsidR="00D60A57" w:rsidRDefault="00E36F6A" w:rsidP="00D60A57">
      <w:r w:rsidRPr="00F23192">
        <w:t>Dans l</w:t>
      </w:r>
      <w:r w:rsidR="00D60A57">
        <w:t>’</w:t>
      </w:r>
      <w:r w:rsidRPr="00F23192">
        <w:t>embarcation</w:t>
      </w:r>
      <w:r w:rsidR="00D60A57">
        <w:t xml:space="preserve">, </w:t>
      </w:r>
      <w:r w:rsidRPr="00F23192">
        <w:t>ils étaient une demi-douzaine d</w:t>
      </w:r>
      <w:r w:rsidR="00D60A57">
        <w:t>’</w:t>
      </w:r>
      <w:r w:rsidRPr="00F23192">
        <w:t>hommes</w:t>
      </w:r>
      <w:r w:rsidR="00D60A57">
        <w:t xml:space="preserve">, </w:t>
      </w:r>
      <w:r w:rsidRPr="00F23192">
        <w:t>accroupis</w:t>
      </w:r>
      <w:r w:rsidR="00D60A57">
        <w:t xml:space="preserve">, </w:t>
      </w:r>
      <w:r w:rsidRPr="00F23192">
        <w:t>invisibles de la rive</w:t>
      </w:r>
      <w:r w:rsidR="00D60A57">
        <w:t xml:space="preserve">, </w:t>
      </w:r>
      <w:r w:rsidRPr="00F23192">
        <w:t>en sorte qu</w:t>
      </w:r>
      <w:r w:rsidR="00D60A57">
        <w:t>’</w:t>
      </w:r>
      <w:r w:rsidRPr="00F23192">
        <w:t xml:space="preserve">elle </w:t>
      </w:r>
      <w:r w:rsidRPr="00F23192">
        <w:lastRenderedPageBreak/>
        <w:t>po</w:t>
      </w:r>
      <w:r w:rsidRPr="00F23192">
        <w:t>u</w:t>
      </w:r>
      <w:r w:rsidRPr="00F23192">
        <w:t>vait</w:t>
      </w:r>
      <w:r w:rsidR="00D60A57">
        <w:t xml:space="preserve">, </w:t>
      </w:r>
      <w:r w:rsidRPr="00F23192">
        <w:t>de loin</w:t>
      </w:r>
      <w:r w:rsidR="00D60A57">
        <w:t xml:space="preserve">, </w:t>
      </w:r>
      <w:r w:rsidRPr="00F23192">
        <w:t>donner l</w:t>
      </w:r>
      <w:r w:rsidR="00D60A57">
        <w:t>’</w:t>
      </w:r>
      <w:r w:rsidRPr="00F23192">
        <w:t>impression d</w:t>
      </w:r>
      <w:r w:rsidR="00D60A57">
        <w:t>’</w:t>
      </w:r>
      <w:r w:rsidRPr="00F23192">
        <w:t>un tronc d</w:t>
      </w:r>
      <w:r w:rsidR="00D60A57">
        <w:t>’</w:t>
      </w:r>
      <w:r w:rsidRPr="00F23192">
        <w:t>arbre glissant au fil du courant</w:t>
      </w:r>
      <w:r w:rsidR="00D60A57">
        <w:t>.</w:t>
      </w:r>
    </w:p>
    <w:p w14:paraId="1DEAE42E" w14:textId="77777777" w:rsidR="00D60A57" w:rsidRDefault="00D60A57" w:rsidP="00D60A57">
      <w:r>
        <w:t>— </w:t>
      </w:r>
      <w:r w:rsidR="00E36F6A" w:rsidRPr="00F23192">
        <w:t>Alors</w:t>
      </w:r>
      <w:r>
        <w:t xml:space="preserve"> ? </w:t>
      </w:r>
      <w:r w:rsidR="00E36F6A" w:rsidRPr="00F23192">
        <w:t>interrogea la jeune femme</w:t>
      </w:r>
      <w:r>
        <w:t>.</w:t>
      </w:r>
    </w:p>
    <w:p w14:paraId="5E0D38E6" w14:textId="77777777" w:rsidR="00D60A57" w:rsidRDefault="00E36F6A" w:rsidP="00D60A57">
      <w:r w:rsidRPr="00F23192">
        <w:t>Un des hommes hocha la tête vers l</w:t>
      </w:r>
      <w:r w:rsidR="00D60A57">
        <w:t>’</w:t>
      </w:r>
      <w:r w:rsidRPr="00F23192">
        <w:t>arrière où se devinait une manière de rouf et dit laconiquement</w:t>
      </w:r>
      <w:r w:rsidR="00D60A57">
        <w:t> :</w:t>
      </w:r>
    </w:p>
    <w:p w14:paraId="68D3E245" w14:textId="77777777" w:rsidR="00D60A57" w:rsidRDefault="00D60A57" w:rsidP="00D60A57">
      <w:r>
        <w:t>— </w:t>
      </w:r>
      <w:r w:rsidR="00E36F6A" w:rsidRPr="00F23192">
        <w:t>Il est là</w:t>
      </w:r>
      <w:r>
        <w:t>.</w:t>
      </w:r>
    </w:p>
    <w:p w14:paraId="3F3FE8F4" w14:textId="77777777" w:rsidR="00D60A57" w:rsidRDefault="00E36F6A" w:rsidP="00D60A57">
      <w:r w:rsidRPr="00F23192">
        <w:t>Elle ne put réprimer un mouvement de joie et demanda</w:t>
      </w:r>
      <w:r w:rsidR="00D60A57">
        <w:t> :</w:t>
      </w:r>
    </w:p>
    <w:p w14:paraId="3E8C49A7" w14:textId="77777777" w:rsidR="00D60A57" w:rsidRDefault="00D60A57" w:rsidP="00D60A57">
      <w:r>
        <w:t>— </w:t>
      </w:r>
      <w:r w:rsidR="00E36F6A" w:rsidRPr="00F23192">
        <w:t>Cela s</w:t>
      </w:r>
      <w:r>
        <w:t>’</w:t>
      </w:r>
      <w:r w:rsidR="00E36F6A" w:rsidRPr="00F23192">
        <w:t>est bien passé</w:t>
      </w:r>
      <w:r>
        <w:t xml:space="preserve"> ? </w:t>
      </w:r>
      <w:r w:rsidR="00E36F6A" w:rsidRPr="00F23192">
        <w:t>Pas de résistance</w:t>
      </w:r>
      <w:r>
        <w:t> ?</w:t>
      </w:r>
    </w:p>
    <w:p w14:paraId="3C15FEEF" w14:textId="77777777" w:rsidR="00D60A57" w:rsidRDefault="00D60A57" w:rsidP="00D60A57">
      <w:r>
        <w:t>— </w:t>
      </w:r>
      <w:r w:rsidR="00E36F6A" w:rsidRPr="00F23192">
        <w:t>À peine</w:t>
      </w:r>
      <w:r>
        <w:t xml:space="preserve">… </w:t>
      </w:r>
      <w:r w:rsidR="00E36F6A" w:rsidRPr="00F23192">
        <w:t>D</w:t>
      </w:r>
      <w:r>
        <w:t>’</w:t>
      </w:r>
      <w:r w:rsidR="00E36F6A" w:rsidRPr="00F23192">
        <w:t>ailleurs</w:t>
      </w:r>
      <w:r>
        <w:t xml:space="preserve">, </w:t>
      </w:r>
      <w:r w:rsidR="00E36F6A" w:rsidRPr="00F23192">
        <w:t>nous étions en nombre</w:t>
      </w:r>
      <w:r>
        <w:t xml:space="preserve">… </w:t>
      </w:r>
      <w:r w:rsidR="00E36F6A" w:rsidRPr="00F23192">
        <w:t>et grand Louis lui a fait comprendre que la sagesse lui commandait de céder</w:t>
      </w:r>
      <w:r>
        <w:t>.</w:t>
      </w:r>
    </w:p>
    <w:p w14:paraId="1FFA4585" w14:textId="77777777" w:rsidR="00D60A57" w:rsidRDefault="00D60A57" w:rsidP="00D60A57">
      <w:r>
        <w:t>— </w:t>
      </w:r>
      <w:r w:rsidR="00E36F6A" w:rsidRPr="00F23192">
        <w:t>Il n</w:t>
      </w:r>
      <w:r>
        <w:t>’</w:t>
      </w:r>
      <w:r w:rsidR="00E36F6A" w:rsidRPr="00F23192">
        <w:t>a rien dit</w:t>
      </w:r>
      <w:r>
        <w:t> ?</w:t>
      </w:r>
    </w:p>
    <w:p w14:paraId="2B794F1B" w14:textId="77777777" w:rsidR="00D60A57" w:rsidRDefault="00D60A57" w:rsidP="00D60A57">
      <w:r>
        <w:t>— </w:t>
      </w:r>
      <w:r w:rsidR="00E36F6A" w:rsidRPr="00F23192">
        <w:t>Pour la bonne raison qu</w:t>
      </w:r>
      <w:r>
        <w:t>’</w:t>
      </w:r>
      <w:r w:rsidR="00E36F6A" w:rsidRPr="00F23192">
        <w:t>on l</w:t>
      </w:r>
      <w:r>
        <w:t>’</w:t>
      </w:r>
      <w:r w:rsidR="00E36F6A" w:rsidRPr="00F23192">
        <w:t>a assommé</w:t>
      </w:r>
      <w:r>
        <w:t>…</w:t>
      </w:r>
    </w:p>
    <w:p w14:paraId="13A837B0" w14:textId="77777777" w:rsidR="00D60A57" w:rsidRDefault="00D60A57" w:rsidP="00D60A57">
      <w:r>
        <w:t>— </w:t>
      </w:r>
      <w:r w:rsidR="00E36F6A" w:rsidRPr="00F23192">
        <w:t>J</w:t>
      </w:r>
      <w:r>
        <w:t>’</w:t>
      </w:r>
      <w:r w:rsidR="00E36F6A" w:rsidRPr="00F23192">
        <w:t>avais recommandé</w:t>
      </w:r>
      <w:r>
        <w:t>…</w:t>
      </w:r>
    </w:p>
    <w:p w14:paraId="6FF6B159" w14:textId="77777777" w:rsidR="00D60A57" w:rsidRDefault="00D60A57" w:rsidP="00D60A57">
      <w:r>
        <w:t>— </w:t>
      </w:r>
      <w:r w:rsidR="00E36F6A" w:rsidRPr="00F23192">
        <w:t>On a fait ce qu</w:t>
      </w:r>
      <w:r>
        <w:t>’</w:t>
      </w:r>
      <w:r w:rsidR="00E36F6A" w:rsidRPr="00F23192">
        <w:t>on a pu</w:t>
      </w:r>
      <w:r>
        <w:t xml:space="preserve">… </w:t>
      </w:r>
      <w:r w:rsidR="00E36F6A" w:rsidRPr="00F23192">
        <w:t>Sauf quoi</w:t>
      </w:r>
      <w:r>
        <w:t xml:space="preserve">, </w:t>
      </w:r>
      <w:r w:rsidR="00E36F6A" w:rsidRPr="00F23192">
        <w:t>pas un de nous ne s</w:t>
      </w:r>
      <w:r w:rsidR="00E36F6A" w:rsidRPr="00F23192">
        <w:t>e</w:t>
      </w:r>
      <w:r w:rsidR="00E36F6A" w:rsidRPr="00F23192">
        <w:t>rait revenu</w:t>
      </w:r>
      <w:r>
        <w:t>.</w:t>
      </w:r>
    </w:p>
    <w:p w14:paraId="712B7AAD" w14:textId="77777777" w:rsidR="00D60A57" w:rsidRDefault="00E36F6A" w:rsidP="00D60A57">
      <w:r w:rsidRPr="00F23192">
        <w:t>Un autre ajouta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une voix terrorisée</w:t>
      </w:r>
      <w:r w:rsidR="00D60A57">
        <w:t> :</w:t>
      </w:r>
    </w:p>
    <w:p w14:paraId="34ECBD11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un diable</w:t>
      </w:r>
      <w:r>
        <w:t> !</w:t>
      </w:r>
    </w:p>
    <w:p w14:paraId="0EB79AB6" w14:textId="77777777" w:rsidR="00D60A57" w:rsidRDefault="00E36F6A" w:rsidP="00D60A57">
      <w:r w:rsidRPr="00F23192">
        <w:t>Et la jeune femme songea qu</w:t>
      </w:r>
      <w:r w:rsidR="00D60A57">
        <w:t>’</w:t>
      </w:r>
      <w:r w:rsidRPr="00F23192">
        <w:t>elle aurait fort à faire pour gagner la partie</w:t>
      </w:r>
      <w:r w:rsidR="00D60A57">
        <w:t xml:space="preserve"> ; </w:t>
      </w:r>
      <w:r w:rsidRPr="00F23192">
        <w:t>mais elle était décidée à tout pour assurer le bonheur de Bertrand</w:t>
      </w:r>
      <w:r w:rsidR="00D60A57">
        <w:t>.</w:t>
      </w:r>
    </w:p>
    <w:p w14:paraId="66EC49BC" w14:textId="77777777" w:rsidR="00D60A57" w:rsidRDefault="00E36F6A" w:rsidP="00D60A57">
      <w:r w:rsidRPr="00F23192">
        <w:t>La barque</w:t>
      </w:r>
      <w:r w:rsidR="00D60A57">
        <w:t xml:space="preserve">, </w:t>
      </w:r>
      <w:r w:rsidRPr="00F23192">
        <w:t>cependant</w:t>
      </w:r>
      <w:r w:rsidR="00D60A57">
        <w:t xml:space="preserve">, </w:t>
      </w:r>
      <w:r w:rsidRPr="00F23192">
        <w:t>avait dépassé le petit hameau de p</w:t>
      </w:r>
      <w:r w:rsidRPr="00F23192">
        <w:t>ê</w:t>
      </w:r>
      <w:r w:rsidRPr="00F23192">
        <w:t xml:space="preserve">cheurs de </w:t>
      </w:r>
      <w:proofErr w:type="spellStart"/>
      <w:r w:rsidRPr="00F23192">
        <w:t>Dourduff</w:t>
      </w:r>
      <w:proofErr w:type="spellEnd"/>
      <w:r w:rsidR="00D60A57">
        <w:t xml:space="preserve">, </w:t>
      </w:r>
      <w:r w:rsidRPr="00F23192">
        <w:t>dont les maisons basses bordaient l</w:t>
      </w:r>
      <w:r w:rsidR="00D60A57">
        <w:t>’</w:t>
      </w:r>
      <w:r w:rsidRPr="00F23192">
        <w:t>embo</w:t>
      </w:r>
      <w:r w:rsidRPr="00F23192">
        <w:t>u</w:t>
      </w:r>
      <w:r w:rsidRPr="00F23192">
        <w:t>chure de la rivière</w:t>
      </w:r>
      <w:r w:rsidR="00D60A57">
        <w:t xml:space="preserve">, </w:t>
      </w:r>
      <w:r w:rsidRPr="00F23192">
        <w:t>face à la rade</w:t>
      </w:r>
      <w:r w:rsidR="00D60A57">
        <w:t xml:space="preserve">, </w:t>
      </w:r>
      <w:r w:rsidRPr="00F23192">
        <w:t xml:space="preserve">au lointain de </w:t>
      </w:r>
      <w:r w:rsidRPr="00F23192">
        <w:lastRenderedPageBreak/>
        <w:t>laquelle s</w:t>
      </w:r>
      <w:r w:rsidR="00D60A57">
        <w:t>’</w:t>
      </w:r>
      <w:r w:rsidRPr="00F23192">
        <w:t>e</w:t>
      </w:r>
      <w:r w:rsidRPr="00F23192">
        <w:t>s</w:t>
      </w:r>
      <w:r w:rsidRPr="00F23192">
        <w:t>tompait dans la brume la massive silhouette du château du Ta</w:t>
      </w:r>
      <w:r w:rsidRPr="00F23192">
        <w:t>u</w:t>
      </w:r>
      <w:r w:rsidRPr="00F23192">
        <w:t>reau</w:t>
      </w:r>
      <w:r w:rsidR="00D60A57">
        <w:t>.</w:t>
      </w:r>
    </w:p>
    <w:p w14:paraId="4CF35996" w14:textId="77777777" w:rsidR="00D60A57" w:rsidRDefault="00E36F6A" w:rsidP="00D60A57">
      <w:r w:rsidRPr="00F23192">
        <w:t>À la fenêtre d</w:t>
      </w:r>
      <w:r w:rsidR="00D60A57">
        <w:t>’</w:t>
      </w:r>
      <w:r w:rsidRPr="00F23192">
        <w:t>une de ces maisonnettes</w:t>
      </w:r>
      <w:r w:rsidR="00D60A57">
        <w:t xml:space="preserve">, </w:t>
      </w:r>
      <w:r w:rsidRPr="00F23192">
        <w:t>une petite lueur brillait</w:t>
      </w:r>
      <w:r w:rsidR="00D60A57">
        <w:t xml:space="preserve">, </w:t>
      </w:r>
      <w:r w:rsidRPr="00F23192">
        <w:t>un signal sans doute</w:t>
      </w:r>
      <w:r w:rsidR="00D60A57">
        <w:t xml:space="preserve">, </w:t>
      </w:r>
      <w:r w:rsidRPr="00F23192">
        <w:t>car l</w:t>
      </w:r>
      <w:r w:rsidR="00D60A57">
        <w:t>’</w:t>
      </w:r>
      <w:r w:rsidRPr="00F23192">
        <w:t>un des hommes déclara</w:t>
      </w:r>
      <w:r w:rsidR="00D60A57">
        <w:t> :</w:t>
      </w:r>
    </w:p>
    <w:p w14:paraId="31E79FA3" w14:textId="77777777" w:rsidR="00D60A57" w:rsidRDefault="00D60A57" w:rsidP="00D60A57">
      <w:r>
        <w:t>— </w:t>
      </w:r>
      <w:r w:rsidR="00E36F6A" w:rsidRPr="00F23192">
        <w:t xml:space="preserve">Le </w:t>
      </w:r>
      <w:r>
        <w:t>« </w:t>
      </w:r>
      <w:r w:rsidR="00E36F6A" w:rsidRPr="00F23192">
        <w:t>Chat qui pêche</w:t>
      </w:r>
      <w:r>
        <w:t> »</w:t>
      </w:r>
      <w:r w:rsidR="00E36F6A" w:rsidRPr="00F23192">
        <w:t xml:space="preserve"> est libre</w:t>
      </w:r>
      <w:r>
        <w:t>.</w:t>
      </w:r>
    </w:p>
    <w:p w14:paraId="4D32317C" w14:textId="77777777" w:rsidR="00D60A57" w:rsidRDefault="00D60A57" w:rsidP="00D60A57">
      <w:r>
        <w:t>— </w:t>
      </w:r>
      <w:r w:rsidR="00E36F6A" w:rsidRPr="00F23192">
        <w:t>Abordons</w:t>
      </w:r>
      <w:r>
        <w:t xml:space="preserve"> ! </w:t>
      </w:r>
      <w:r w:rsidR="00E36F6A" w:rsidRPr="00F23192">
        <w:t>commanda la Louve brièvement</w:t>
      </w:r>
      <w:r>
        <w:t>.</w:t>
      </w:r>
    </w:p>
    <w:p w14:paraId="5C5D6449" w14:textId="77777777" w:rsidR="00D60A57" w:rsidRDefault="00E36F6A" w:rsidP="00D60A57">
      <w:r w:rsidRPr="00F23192">
        <w:t>Le lieu était une rustique taverne fréquentée par les p</w:t>
      </w:r>
      <w:r w:rsidRPr="00F23192">
        <w:t>ê</w:t>
      </w:r>
      <w:r w:rsidRPr="00F23192">
        <w:t>cheurs et aussi par les garde-côtes qui s</w:t>
      </w:r>
      <w:r w:rsidR="00D60A57">
        <w:t>’</w:t>
      </w:r>
      <w:r w:rsidRPr="00F23192">
        <w:t>y venaient mettre à l</w:t>
      </w:r>
      <w:r w:rsidR="00D60A57">
        <w:t>’</w:t>
      </w:r>
      <w:r w:rsidRPr="00F23192">
        <w:t>abri pendant les mauvais temps</w:t>
      </w:r>
      <w:r w:rsidR="00D60A57">
        <w:t xml:space="preserve">, </w:t>
      </w:r>
      <w:r w:rsidRPr="00F23192">
        <w:t>et aussi dans l</w:t>
      </w:r>
      <w:r w:rsidR="00D60A57">
        <w:t>’</w:t>
      </w:r>
      <w:r w:rsidRPr="00F23192">
        <w:t>espoir de réco</w:t>
      </w:r>
      <w:r w:rsidRPr="00F23192">
        <w:t>l</w:t>
      </w:r>
      <w:r w:rsidRPr="00F23192">
        <w:t>ter quelques renseignements sur les mauvais garçons dont fo</w:t>
      </w:r>
      <w:r w:rsidRPr="00F23192">
        <w:t>i</w:t>
      </w:r>
      <w:r w:rsidRPr="00F23192">
        <w:t>sonnait la contrée et qui comptaient également parmi les clients de l</w:t>
      </w:r>
      <w:r w:rsidR="00D60A57">
        <w:t>’</w:t>
      </w:r>
      <w:r w:rsidRPr="00F23192">
        <w:t>établissement</w:t>
      </w:r>
      <w:r w:rsidR="00D60A57">
        <w:t>.</w:t>
      </w:r>
    </w:p>
    <w:p w14:paraId="12ED528A" w14:textId="77777777" w:rsidR="00D60A57" w:rsidRDefault="00E36F6A" w:rsidP="00D60A57">
      <w:r w:rsidRPr="00F23192">
        <w:t xml:space="preserve">Car si </w:t>
      </w:r>
      <w:proofErr w:type="spellStart"/>
      <w:r w:rsidRPr="00F23192">
        <w:t>Costanet</w:t>
      </w:r>
      <w:proofErr w:type="spellEnd"/>
      <w:r w:rsidR="00D60A57">
        <w:t xml:space="preserve">, </w:t>
      </w:r>
      <w:r w:rsidRPr="00F23192">
        <w:t>le patron</w:t>
      </w:r>
      <w:r w:rsidR="00D60A57">
        <w:t xml:space="preserve">, </w:t>
      </w:r>
      <w:r w:rsidRPr="00F23192">
        <w:t>tenait à demeurer en bons te</w:t>
      </w:r>
      <w:r w:rsidRPr="00F23192">
        <w:t>r</w:t>
      </w:r>
      <w:r w:rsidRPr="00F23192">
        <w:t>mes avec les représentants de l</w:t>
      </w:r>
      <w:r w:rsidR="00D60A57">
        <w:t>’</w:t>
      </w:r>
      <w:r w:rsidRPr="00F23192">
        <w:t>autorité</w:t>
      </w:r>
      <w:r w:rsidR="00D60A57">
        <w:t xml:space="preserve">, </w:t>
      </w:r>
      <w:r w:rsidRPr="00F23192">
        <w:t>ses intérêts le pou</w:t>
      </w:r>
      <w:r w:rsidRPr="00F23192">
        <w:t>s</w:t>
      </w:r>
      <w:r w:rsidRPr="00F23192">
        <w:t>saient à rendre service aux Loups</w:t>
      </w:r>
      <w:r w:rsidR="00D60A57">
        <w:t xml:space="preserve">, </w:t>
      </w:r>
      <w:r w:rsidRPr="00F23192">
        <w:t>qui savaient reconnaître g</w:t>
      </w:r>
      <w:r w:rsidRPr="00F23192">
        <w:t>é</w:t>
      </w:r>
      <w:r w:rsidRPr="00F23192">
        <w:t xml:space="preserve">néreusement les bons offices du patron du </w:t>
      </w:r>
      <w:r w:rsidR="00D60A57">
        <w:t>« </w:t>
      </w:r>
      <w:r w:rsidRPr="00F23192">
        <w:t>Chat qui pêche</w:t>
      </w:r>
      <w:r w:rsidR="00D60A57">
        <w:t> ».</w:t>
      </w:r>
    </w:p>
    <w:p w14:paraId="2C5B7C65" w14:textId="77777777" w:rsidR="00D60A57" w:rsidRDefault="00E36F6A" w:rsidP="00D60A57">
      <w:r w:rsidRPr="00F23192">
        <w:t>À peine l</w:t>
      </w:r>
      <w:r w:rsidR="00D60A57">
        <w:t>’</w:t>
      </w:r>
      <w:r w:rsidRPr="00F23192">
        <w:t>avant de la barque eut-il heurté la rive que R</w:t>
      </w:r>
      <w:r w:rsidRPr="00F23192">
        <w:t>e</w:t>
      </w:r>
      <w:r w:rsidRPr="00F23192">
        <w:t>née sauta à terre</w:t>
      </w:r>
      <w:r w:rsidR="00D60A57">
        <w:t xml:space="preserve">, </w:t>
      </w:r>
      <w:r w:rsidRPr="00F23192">
        <w:t>ordonnant</w:t>
      </w:r>
      <w:r w:rsidR="00D60A57">
        <w:t> :</w:t>
      </w:r>
    </w:p>
    <w:p w14:paraId="7BB2B67E" w14:textId="77777777" w:rsidR="00D60A57" w:rsidRDefault="00D60A57" w:rsidP="00D60A57">
      <w:r>
        <w:t>— </w:t>
      </w:r>
      <w:r w:rsidR="00E36F6A" w:rsidRPr="00F23192">
        <w:t>Débarquez-le</w:t>
      </w:r>
      <w:r>
        <w:t> !</w:t>
      </w:r>
    </w:p>
    <w:p w14:paraId="097D3B59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laissant ses hommes procéder à la mise à terre d</w:t>
      </w:r>
      <w:r w:rsidR="00D60A57">
        <w:t>’</w:t>
      </w:r>
      <w:r w:rsidRPr="00F23192">
        <w:t>un a</w:t>
      </w:r>
      <w:r w:rsidRPr="00F23192">
        <w:t>s</w:t>
      </w:r>
      <w:r w:rsidRPr="00F23192">
        <w:t>sez volumineux colis</w:t>
      </w:r>
      <w:r w:rsidR="00D60A57">
        <w:t xml:space="preserve">, </w:t>
      </w:r>
      <w:r w:rsidRPr="00F23192">
        <w:t>solidement lié de cordes respectables</w:t>
      </w:r>
      <w:r w:rsidR="00D60A57">
        <w:t xml:space="preserve">, </w:t>
      </w:r>
      <w:r w:rsidRPr="00F23192">
        <w:t>elle courut vers le cabaret</w:t>
      </w:r>
      <w:r w:rsidR="00D60A57">
        <w:t xml:space="preserve"> ; </w:t>
      </w:r>
      <w:r w:rsidRPr="00F23192">
        <w:t>elle n</w:t>
      </w:r>
      <w:r w:rsidR="00D60A57">
        <w:t>’</w:t>
      </w:r>
      <w:r w:rsidRPr="00F23192">
        <w:t>eut pas la peine de frapper à la porte qui s</w:t>
      </w:r>
      <w:r w:rsidR="00D60A57">
        <w:t>’</w:t>
      </w:r>
      <w:r w:rsidRPr="00F23192">
        <w:t>ouvrit</w:t>
      </w:r>
      <w:r w:rsidR="00D60A57">
        <w:t xml:space="preserve"> ; </w:t>
      </w:r>
      <w:proofErr w:type="spellStart"/>
      <w:r w:rsidRPr="00F23192">
        <w:t>Costanet</w:t>
      </w:r>
      <w:proofErr w:type="spellEnd"/>
      <w:r w:rsidRPr="00F23192">
        <w:t xml:space="preserve"> était derrière</w:t>
      </w:r>
      <w:r w:rsidR="00D60A57">
        <w:t xml:space="preserve">, </w:t>
      </w:r>
      <w:r w:rsidRPr="00F23192">
        <w:t>qui attendait</w:t>
      </w:r>
      <w:r w:rsidR="00D60A57">
        <w:t>…</w:t>
      </w:r>
    </w:p>
    <w:p w14:paraId="3F6EBCA3" w14:textId="77777777" w:rsidR="00D60A57" w:rsidRDefault="00D60A57" w:rsidP="00D60A57">
      <w:r>
        <w:t>— </w:t>
      </w:r>
      <w:r w:rsidR="00E36F6A" w:rsidRPr="00F23192">
        <w:t>Prends ce qu</w:t>
      </w:r>
      <w:r>
        <w:t>’</w:t>
      </w:r>
      <w:r w:rsidR="00E36F6A" w:rsidRPr="00F23192">
        <w:t>on t</w:t>
      </w:r>
      <w:r>
        <w:t>’</w:t>
      </w:r>
      <w:r w:rsidR="00E36F6A" w:rsidRPr="00F23192">
        <w:t>apporte</w:t>
      </w:r>
      <w:r>
        <w:t xml:space="preserve">, </w:t>
      </w:r>
      <w:r w:rsidR="00E36F6A" w:rsidRPr="00F23192">
        <w:t>fit-elle</w:t>
      </w:r>
      <w:r>
        <w:t xml:space="preserve">… </w:t>
      </w:r>
      <w:r w:rsidR="00E36F6A" w:rsidRPr="00F23192">
        <w:t>Tu en réponds sur ta peau</w:t>
      </w:r>
      <w:r>
        <w:t>.</w:t>
      </w:r>
    </w:p>
    <w:p w14:paraId="51F87C3B" w14:textId="77777777" w:rsidR="00D60A57" w:rsidRDefault="00D60A57" w:rsidP="00D60A57">
      <w:pPr>
        <w:ind w:firstLine="0"/>
        <w:jc w:val="center"/>
      </w:pPr>
      <w:r w:rsidRPr="00D60A57">
        <w:lastRenderedPageBreak/>
        <w:t>…………………………………</w:t>
      </w:r>
    </w:p>
    <w:p w14:paraId="01DAAA74" w14:textId="77777777" w:rsidR="00D60A57" w:rsidRDefault="00E36F6A" w:rsidP="00D60A57">
      <w:r w:rsidRPr="00F23192">
        <w:t>C</w:t>
      </w:r>
      <w:r w:rsidR="00D60A57">
        <w:t>’</w:t>
      </w:r>
      <w:r w:rsidRPr="00F23192">
        <w:t>était le lendemain</w:t>
      </w:r>
      <w:r w:rsidR="00D60A57">
        <w:t> ; M. </w:t>
      </w:r>
      <w:r w:rsidRPr="00F23192">
        <w:t xml:space="preserve">des </w:t>
      </w:r>
      <w:proofErr w:type="spellStart"/>
      <w:r w:rsidRPr="00F23192">
        <w:t>Blaittières</w:t>
      </w:r>
      <w:proofErr w:type="spellEnd"/>
      <w:r w:rsidRPr="00F23192">
        <w:t xml:space="preserve"> était assis dans le jardin qui surplombait la falaise</w:t>
      </w:r>
      <w:r w:rsidR="00D60A57">
        <w:t xml:space="preserve">, </w:t>
      </w:r>
      <w:r w:rsidRPr="00F23192">
        <w:t>au sommet de laquelle se dre</w:t>
      </w:r>
      <w:r w:rsidRPr="00F23192">
        <w:t>s</w:t>
      </w:r>
      <w:r w:rsidRPr="00F23192">
        <w:t>sait le petit manoir d</w:t>
      </w:r>
      <w:r w:rsidR="00D60A57">
        <w:t>’</w:t>
      </w:r>
      <w:r w:rsidRPr="00F23192">
        <w:t>apparence rustique où il vivait du produit de sa pêche et du rapport du potager qu</w:t>
      </w:r>
      <w:r w:rsidR="00D60A57">
        <w:t>’</w:t>
      </w:r>
      <w:r w:rsidRPr="00F23192">
        <w:t xml:space="preserve">entretenait le garde du </w:t>
      </w:r>
      <w:r w:rsidR="00D60A57">
        <w:t>« </w:t>
      </w:r>
      <w:r w:rsidRPr="00F23192">
        <w:t>Sanglier</w:t>
      </w:r>
      <w:r w:rsidR="00D60A57">
        <w:t> ».</w:t>
      </w:r>
    </w:p>
    <w:p w14:paraId="26C6358C" w14:textId="77777777" w:rsidR="00D60A57" w:rsidRDefault="00E36F6A" w:rsidP="00D60A57">
      <w:r w:rsidRPr="00F23192">
        <w:t>Pour l</w:t>
      </w:r>
      <w:r w:rsidR="00D60A57">
        <w:t>’</w:t>
      </w:r>
      <w:r w:rsidRPr="00F23192">
        <w:t>instant</w:t>
      </w:r>
      <w:r w:rsidR="00D60A57">
        <w:t xml:space="preserve">, </w:t>
      </w:r>
      <w:r w:rsidRPr="00F23192">
        <w:t>il raccommodait des filets avariés au cours de la sortie de la nuit</w:t>
      </w:r>
      <w:r w:rsidR="00D60A57">
        <w:t>.</w:t>
      </w:r>
    </w:p>
    <w:p w14:paraId="4CAD5114" w14:textId="77777777" w:rsidR="00D60A57" w:rsidRDefault="00E36F6A" w:rsidP="00D60A57">
      <w:r w:rsidRPr="00F23192">
        <w:t>C</w:t>
      </w:r>
      <w:r w:rsidR="00D60A57">
        <w:t>’</w:t>
      </w:r>
      <w:r w:rsidRPr="00F23192">
        <w:t>était un homme d</w:t>
      </w:r>
      <w:r w:rsidR="00D60A57">
        <w:t>’</w:t>
      </w:r>
      <w:r w:rsidRPr="00F23192">
        <w:t>une soixantaine d</w:t>
      </w:r>
      <w:r w:rsidR="00D60A57">
        <w:t>’</w:t>
      </w:r>
      <w:r w:rsidRPr="00F23192">
        <w:t>années</w:t>
      </w:r>
      <w:r w:rsidR="00D60A57">
        <w:t xml:space="preserve">, </w:t>
      </w:r>
      <w:r w:rsidRPr="00F23192">
        <w:t>au visage énergique que sillonnaient des rides nombreuses et encadré d</w:t>
      </w:r>
      <w:r w:rsidR="00D60A57">
        <w:t>’</w:t>
      </w:r>
      <w:r w:rsidRPr="00F23192">
        <w:t>une barbe grisonnante</w:t>
      </w:r>
      <w:r w:rsidR="00D60A57">
        <w:t xml:space="preserve"> ; </w:t>
      </w:r>
      <w:r w:rsidRPr="00F23192">
        <w:t>à l</w:t>
      </w:r>
      <w:r w:rsidR="00D60A57">
        <w:t>’</w:t>
      </w:r>
      <w:r w:rsidRPr="00F23192">
        <w:t>expression de ses traits</w:t>
      </w:r>
      <w:r w:rsidR="00D60A57">
        <w:t xml:space="preserve">, </w:t>
      </w:r>
      <w:r w:rsidRPr="00F23192">
        <w:t>on pouvait soupçonner qu</w:t>
      </w:r>
      <w:r w:rsidR="00D60A57">
        <w:t>’</w:t>
      </w:r>
      <w:r w:rsidRPr="00F23192">
        <w:t>il avait dû faire une carrière militaire</w:t>
      </w:r>
      <w:r w:rsidR="00D60A57">
        <w:t xml:space="preserve"> ; </w:t>
      </w:r>
      <w:r w:rsidRPr="00F23192">
        <w:t>à en juger par les détails qu</w:t>
      </w:r>
      <w:r w:rsidR="00D60A57">
        <w:t>’</w:t>
      </w:r>
      <w:r w:rsidRPr="00F23192">
        <w:t>il donnait</w:t>
      </w:r>
      <w:r w:rsidR="00D60A57">
        <w:t xml:space="preserve">, </w:t>
      </w:r>
      <w:r w:rsidRPr="00F23192">
        <w:t>dans ses moments d</w:t>
      </w:r>
      <w:r w:rsidR="00D60A57">
        <w:t>’</w:t>
      </w:r>
      <w:r w:rsidRPr="00F23192">
        <w:t>exp</w:t>
      </w:r>
      <w:r w:rsidR="00850ACC">
        <w:t>a</w:t>
      </w:r>
      <w:r w:rsidRPr="00F23192">
        <w:t>nsion</w:t>
      </w:r>
      <w:r w:rsidR="00D60A57">
        <w:t xml:space="preserve">, </w:t>
      </w:r>
      <w:r w:rsidRPr="00F23192">
        <w:t>sur sa vie passée</w:t>
      </w:r>
      <w:r w:rsidR="00D60A57">
        <w:t xml:space="preserve">, </w:t>
      </w:r>
      <w:r w:rsidRPr="00F23192">
        <w:t>il avait guerroyé sous le feu roi contre les Esp</w:t>
      </w:r>
      <w:r w:rsidRPr="00F23192">
        <w:t>a</w:t>
      </w:r>
      <w:r w:rsidRPr="00F23192">
        <w:t>gnols</w:t>
      </w:r>
      <w:r w:rsidR="00D60A57">
        <w:t>.</w:t>
      </w:r>
    </w:p>
    <w:p w14:paraId="6473EE40" w14:textId="77777777" w:rsidR="00D60A57" w:rsidRDefault="00E36F6A" w:rsidP="00D60A57">
      <w:r w:rsidRPr="00F23192">
        <w:t>Maintenant</w:t>
      </w:r>
      <w:r w:rsidR="00D60A57">
        <w:t xml:space="preserve">, </w:t>
      </w:r>
      <w:r w:rsidRPr="00F23192">
        <w:t>il menait une vie paisible</w:t>
      </w:r>
      <w:r w:rsidR="00D60A57">
        <w:t xml:space="preserve">, </w:t>
      </w:r>
      <w:r w:rsidRPr="00F23192">
        <w:t>n</w:t>
      </w:r>
      <w:r w:rsidR="00D60A57">
        <w:t>’</w:t>
      </w:r>
      <w:r w:rsidRPr="00F23192">
        <w:t>ayant de rapport qu</w:t>
      </w:r>
      <w:r w:rsidR="00D60A57">
        <w:t>’</w:t>
      </w:r>
      <w:r w:rsidRPr="00F23192">
        <w:t>avec les quelques pêcheurs qui habitaient la côte</w:t>
      </w:r>
      <w:r w:rsidR="00D60A57">
        <w:t xml:space="preserve">, </w:t>
      </w:r>
      <w:r w:rsidRPr="00F23192">
        <w:t>à peu de distance de son logis</w:t>
      </w:r>
      <w:r w:rsidR="00D60A57">
        <w:t xml:space="preserve"> ; </w:t>
      </w:r>
      <w:r w:rsidRPr="00F23192">
        <w:t>sans serviteur</w:t>
      </w:r>
      <w:r w:rsidR="00D60A57">
        <w:t xml:space="preserve">, </w:t>
      </w:r>
      <w:r w:rsidRPr="00F23192">
        <w:t>il pou</w:t>
      </w:r>
      <w:r w:rsidRPr="00F23192">
        <w:t>r</w:t>
      </w:r>
      <w:r w:rsidRPr="00F23192">
        <w:t>voyait à tout</w:t>
      </w:r>
      <w:r w:rsidR="00D60A57">
        <w:t>.</w:t>
      </w:r>
    </w:p>
    <w:p w14:paraId="52CF7FF4" w14:textId="77777777" w:rsidR="00D60A57" w:rsidRDefault="00E36F6A" w:rsidP="00D60A57">
      <w:r w:rsidRPr="00F23192">
        <w:t>Son fils</w:t>
      </w:r>
      <w:r w:rsidR="00D60A57">
        <w:t xml:space="preserve">, </w:t>
      </w:r>
      <w:r w:rsidRPr="00F23192">
        <w:t>passionné de chasse</w:t>
      </w:r>
      <w:r w:rsidR="00D60A57">
        <w:t xml:space="preserve">, </w:t>
      </w:r>
      <w:r w:rsidRPr="00F23192">
        <w:t>passait ses journées à cheval</w:t>
      </w:r>
      <w:r w:rsidR="00D60A57">
        <w:t xml:space="preserve">, </w:t>
      </w:r>
      <w:r w:rsidRPr="00F23192">
        <w:t>faisant dans les bois environnants d</w:t>
      </w:r>
      <w:r w:rsidR="00D60A57">
        <w:t>’</w:t>
      </w:r>
      <w:r w:rsidRPr="00F23192">
        <w:t>interminables randonnées</w:t>
      </w:r>
      <w:r w:rsidR="00D60A57">
        <w:t xml:space="preserve">, </w:t>
      </w:r>
      <w:r w:rsidRPr="00F23192">
        <w:t>desquelles</w:t>
      </w:r>
      <w:r w:rsidR="00D60A57">
        <w:t xml:space="preserve">, </w:t>
      </w:r>
      <w:r w:rsidRPr="00F23192">
        <w:t xml:space="preserve">bien </w:t>
      </w:r>
      <w:proofErr w:type="gramStart"/>
      <w:r w:rsidRPr="00F23192">
        <w:t>des fois</w:t>
      </w:r>
      <w:proofErr w:type="gramEnd"/>
      <w:r w:rsidR="00D60A57">
        <w:t xml:space="preserve">, </w:t>
      </w:r>
      <w:r w:rsidRPr="00F23192">
        <w:t>il ne rentrait que la nuit déjà tombée</w:t>
      </w:r>
      <w:r w:rsidR="00D60A57">
        <w:t xml:space="preserve">… </w:t>
      </w:r>
      <w:r w:rsidRPr="00F23192">
        <w:t>Parfois aussi</w:t>
      </w:r>
      <w:r w:rsidR="00D60A57">
        <w:t xml:space="preserve">, </w:t>
      </w:r>
      <w:r w:rsidRPr="00F23192">
        <w:t>quand il s</w:t>
      </w:r>
      <w:r w:rsidR="00D60A57">
        <w:t>’</w:t>
      </w:r>
      <w:r w:rsidRPr="00F23192">
        <w:t>était laissé entraîner à la poursuite de quelque gibier obstiné à ne pas se faire prendre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 xml:space="preserve">aurore était levée déjà que René des </w:t>
      </w:r>
      <w:proofErr w:type="spellStart"/>
      <w:r w:rsidRPr="00F23192">
        <w:t>Blaittières</w:t>
      </w:r>
      <w:proofErr w:type="spellEnd"/>
      <w:r w:rsidRPr="00F23192">
        <w:t xml:space="preserve"> n</w:t>
      </w:r>
      <w:r w:rsidR="00D60A57">
        <w:t>’</w:t>
      </w:r>
      <w:r w:rsidRPr="00F23192">
        <w:t>avait pas encore réintégré le logis paternel</w:t>
      </w:r>
      <w:r w:rsidR="00D60A57">
        <w:t>.</w:t>
      </w:r>
    </w:p>
    <w:p w14:paraId="47D5C0DB" w14:textId="77777777" w:rsidR="00D60A57" w:rsidRDefault="00E36F6A" w:rsidP="00D60A57">
      <w:r w:rsidRPr="00F23192">
        <w:t>Ce matin</w:t>
      </w:r>
      <w:r w:rsidR="00D60A57">
        <w:t xml:space="preserve">, </w:t>
      </w:r>
      <w:r w:rsidRPr="00F23192">
        <w:t>donc</w:t>
      </w:r>
      <w:r w:rsidR="00D60A57">
        <w:t xml:space="preserve">, </w:t>
      </w:r>
      <w:r w:rsidRPr="00F23192">
        <w:t>le vieil homme s</w:t>
      </w:r>
      <w:r w:rsidR="00D60A57">
        <w:t>’</w:t>
      </w:r>
      <w:r w:rsidRPr="00F23192">
        <w:t>actionnait à jouer de la navette</w:t>
      </w:r>
      <w:r w:rsidR="00D60A57">
        <w:t xml:space="preserve">, </w:t>
      </w:r>
      <w:r w:rsidRPr="00F23192">
        <w:t>quand il remarqua qu</w:t>
      </w:r>
      <w:r w:rsidR="00D60A57">
        <w:t>’</w:t>
      </w:r>
      <w:r w:rsidRPr="00F23192">
        <w:t>à l</w:t>
      </w:r>
      <w:r w:rsidR="00D60A57">
        <w:t>’</w:t>
      </w:r>
      <w:r w:rsidRPr="00F23192">
        <w:t xml:space="preserve">une des mailles du filet était demeuré attaché un </w:t>
      </w:r>
      <w:proofErr w:type="spellStart"/>
      <w:r w:rsidRPr="00F23192">
        <w:t>pierre-l</w:t>
      </w:r>
      <w:r w:rsidR="00D60A57">
        <w:t>’</w:t>
      </w:r>
      <w:r w:rsidRPr="00F23192">
        <w:t>ermite</w:t>
      </w:r>
      <w:proofErr w:type="spellEnd"/>
      <w:r w:rsidR="00D60A57">
        <w:t xml:space="preserve">, </w:t>
      </w:r>
      <w:r w:rsidRPr="00F23192">
        <w:t>ce coquillage particulier</w:t>
      </w:r>
      <w:r w:rsidR="00D60A57">
        <w:t xml:space="preserve">, </w:t>
      </w:r>
      <w:r w:rsidRPr="00F23192">
        <w:t>en forme de conque</w:t>
      </w:r>
      <w:r w:rsidR="00D60A57">
        <w:t xml:space="preserve">, </w:t>
      </w:r>
      <w:r w:rsidRPr="00F23192">
        <w:t>et dont jouent</w:t>
      </w:r>
      <w:r w:rsidR="00D60A57">
        <w:t xml:space="preserve">, </w:t>
      </w:r>
      <w:r w:rsidRPr="00F23192">
        <w:t>comme d</w:t>
      </w:r>
      <w:r w:rsidR="00D60A57">
        <w:t>’</w:t>
      </w:r>
      <w:r w:rsidRPr="00F23192">
        <w:t>une trompette</w:t>
      </w:r>
      <w:r w:rsidR="00D60A57">
        <w:t xml:space="preserve">, </w:t>
      </w:r>
      <w:r w:rsidRPr="00F23192">
        <w:t>les tritons de la mythologie</w:t>
      </w:r>
      <w:r w:rsidR="00D60A57">
        <w:t>.</w:t>
      </w:r>
    </w:p>
    <w:p w14:paraId="38EAEB3E" w14:textId="77777777" w:rsidR="00D60A57" w:rsidRDefault="00E36F6A" w:rsidP="00D60A57">
      <w:r w:rsidRPr="00F23192">
        <w:lastRenderedPageBreak/>
        <w:t>Cette trouvaille parut particulièrement l</w:t>
      </w:r>
      <w:r w:rsidR="00D60A57">
        <w:t>’</w:t>
      </w:r>
      <w:r w:rsidRPr="00F23192">
        <w:t>intéresser</w:t>
      </w:r>
      <w:r w:rsidR="00D60A57">
        <w:t xml:space="preserve">. </w:t>
      </w:r>
      <w:r w:rsidRPr="00F23192">
        <w:t>Après avoir promené autour de lui un regard investigateur</w:t>
      </w:r>
      <w:r w:rsidR="00D60A57">
        <w:t xml:space="preserve">, </w:t>
      </w:r>
      <w:r w:rsidRPr="00F23192">
        <w:t>comme s</w:t>
      </w:r>
      <w:r w:rsidR="00D60A57">
        <w:t>’</w:t>
      </w:r>
      <w:r w:rsidRPr="00F23192">
        <w:t>il eût craint que quelque œil indiscret ne se trouvât embusqué aux alentours</w:t>
      </w:r>
      <w:r w:rsidR="00D60A57">
        <w:t xml:space="preserve">, </w:t>
      </w:r>
      <w:r w:rsidRPr="00F23192">
        <w:t>il retira le coquillage qu</w:t>
      </w:r>
      <w:r w:rsidR="00D60A57">
        <w:t>’</w:t>
      </w:r>
      <w:r w:rsidRPr="00F23192">
        <w:t>il fit prestement disparaître dans l</w:t>
      </w:r>
      <w:r w:rsidR="00D60A57">
        <w:t>’</w:t>
      </w:r>
      <w:r w:rsidRPr="00F23192">
        <w:t>une des poches de sa veste</w:t>
      </w:r>
      <w:r w:rsidR="00D60A57">
        <w:t xml:space="preserve"> ; </w:t>
      </w:r>
      <w:r w:rsidRPr="00F23192">
        <w:t>après quoi</w:t>
      </w:r>
      <w:r w:rsidR="00D60A57">
        <w:t xml:space="preserve">, </w:t>
      </w:r>
      <w:r w:rsidRPr="00F23192">
        <w:t>il poursuivit sa besogne</w:t>
      </w:r>
      <w:r w:rsidR="00D60A57">
        <w:t xml:space="preserve">… </w:t>
      </w:r>
      <w:r w:rsidRPr="00F23192">
        <w:t>mais peu de temps</w:t>
      </w:r>
      <w:r w:rsidR="00D60A57">
        <w:t xml:space="preserve">, </w:t>
      </w:r>
      <w:r w:rsidRPr="00F23192">
        <w:t>juste ce qu</w:t>
      </w:r>
      <w:r w:rsidR="00D60A57">
        <w:t>’</w:t>
      </w:r>
      <w:r w:rsidRPr="00F23192">
        <w:t>il fallait pour donner le change aux curieux</w:t>
      </w:r>
      <w:r w:rsidR="00D60A57">
        <w:t>.</w:t>
      </w:r>
    </w:p>
    <w:p w14:paraId="3035DB0B" w14:textId="77777777" w:rsidR="00D60A57" w:rsidRDefault="00E36F6A" w:rsidP="00D60A57">
      <w:r w:rsidRPr="00F23192">
        <w:t>Ensuite</w:t>
      </w:r>
      <w:r w:rsidR="00D60A57">
        <w:t xml:space="preserve">, </w:t>
      </w:r>
      <w:r w:rsidRPr="00F23192">
        <w:t>ayant étendu méticuleusement le filet pour lui permettre de sécher au soleil</w:t>
      </w:r>
      <w:r w:rsidR="00D60A57">
        <w:t xml:space="preserve">, </w:t>
      </w:r>
      <w:r w:rsidRPr="00F23192">
        <w:t>il regagna son logis</w:t>
      </w:r>
      <w:r w:rsidR="00D60A57">
        <w:t xml:space="preserve"> ; </w:t>
      </w:r>
      <w:r w:rsidRPr="00F23192">
        <w:t>là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étant enfermé à clé</w:t>
      </w:r>
      <w:r w:rsidR="00D60A57">
        <w:t xml:space="preserve">, </w:t>
      </w:r>
      <w:r w:rsidRPr="00F23192">
        <w:t xml:space="preserve">il retira de sa poche le </w:t>
      </w:r>
      <w:proofErr w:type="spellStart"/>
      <w:r w:rsidRPr="00F23192">
        <w:t>pierre-l</w:t>
      </w:r>
      <w:r w:rsidR="00D60A57">
        <w:t>’</w:t>
      </w:r>
      <w:r w:rsidRPr="00F23192">
        <w:t>ermite</w:t>
      </w:r>
      <w:proofErr w:type="spellEnd"/>
      <w:r w:rsidR="00D60A57">
        <w:t xml:space="preserve">, </w:t>
      </w:r>
      <w:r w:rsidRPr="00F23192">
        <w:t>plongea les doigts dans la coquille dont l</w:t>
      </w:r>
      <w:r w:rsidR="00D60A57">
        <w:t>’</w:t>
      </w:r>
      <w:r w:rsidRPr="00F23192">
        <w:t>ouverture s</w:t>
      </w:r>
      <w:r w:rsidR="00D60A57">
        <w:t>’</w:t>
      </w:r>
      <w:r w:rsidRPr="00F23192">
        <w:t>obstruait d</w:t>
      </w:r>
      <w:r w:rsidR="00D60A57">
        <w:t>’</w:t>
      </w:r>
      <w:r w:rsidRPr="00F23192">
        <w:t>un bouchon de terre argileuse et en sortit un papier plié menu</w:t>
      </w:r>
      <w:r w:rsidR="00D60A57">
        <w:t xml:space="preserve">, </w:t>
      </w:r>
      <w:r w:rsidRPr="00F23192">
        <w:t>mais de pa</w:t>
      </w:r>
      <w:r w:rsidRPr="00F23192">
        <w:t>r</w:t>
      </w:r>
      <w:r w:rsidRPr="00F23192">
        <w:t>tic</w:t>
      </w:r>
      <w:r w:rsidRPr="00F23192">
        <w:t>u</w:t>
      </w:r>
      <w:r w:rsidRPr="00F23192">
        <w:t>lière façon</w:t>
      </w:r>
      <w:r w:rsidR="00D60A57">
        <w:t xml:space="preserve">… </w:t>
      </w:r>
      <w:r w:rsidRPr="00F23192">
        <w:t>ce qui</w:t>
      </w:r>
      <w:r w:rsidR="00D60A57">
        <w:t xml:space="preserve">, </w:t>
      </w:r>
      <w:r w:rsidRPr="00F23192">
        <w:t>sans doute</w:t>
      </w:r>
      <w:r w:rsidR="00D60A57">
        <w:t xml:space="preserve">, </w:t>
      </w:r>
      <w:r w:rsidRPr="00F23192">
        <w:t>rendait inutile qu</w:t>
      </w:r>
      <w:r w:rsidR="00D60A57">
        <w:t>’</w:t>
      </w:r>
      <w:r w:rsidRPr="00F23192">
        <w:t>aucun écrit y fût consigné</w:t>
      </w:r>
      <w:r w:rsidR="00D60A57">
        <w:t>.</w:t>
      </w:r>
    </w:p>
    <w:p w14:paraId="190C305D" w14:textId="77777777" w:rsidR="00D60A57" w:rsidRDefault="00E36F6A" w:rsidP="00D60A57">
      <w:r w:rsidRPr="00F23192">
        <w:t>Un moment</w:t>
      </w:r>
      <w:r w:rsidR="00D60A57">
        <w:t xml:space="preserve">, </w:t>
      </w:r>
      <w:r w:rsidRPr="00F23192">
        <w:t>son front soucieux se dérida</w:t>
      </w:r>
      <w:r w:rsidR="00D60A57">
        <w:t xml:space="preserve">, </w:t>
      </w:r>
      <w:r w:rsidRPr="00F23192">
        <w:t>un vague sourire effleura ses lèvres et il murmura un seul mot</w:t>
      </w:r>
      <w:r w:rsidR="00D60A57">
        <w:t> :</w:t>
      </w:r>
    </w:p>
    <w:p w14:paraId="64A9A3F9" w14:textId="77777777" w:rsidR="00D60A57" w:rsidRDefault="00D60A57" w:rsidP="00D60A57">
      <w:r>
        <w:t>« </w:t>
      </w:r>
      <w:r w:rsidR="00E36F6A" w:rsidRPr="00F23192">
        <w:t>Enfin</w:t>
      </w:r>
      <w:r>
        <w:t>… »</w:t>
      </w:r>
    </w:p>
    <w:p w14:paraId="53462492" w14:textId="77777777" w:rsidR="00D60A57" w:rsidRDefault="00E36F6A" w:rsidP="00D60A57">
      <w:r w:rsidRPr="00F23192">
        <w:t>Mais ces deux syllabes furent soulignées d</w:t>
      </w:r>
      <w:r w:rsidR="00D60A57">
        <w:t>’</w:t>
      </w:r>
      <w:r w:rsidRPr="00F23192">
        <w:t>un si profond soupir de satisfaction que quiconque l</w:t>
      </w:r>
      <w:r w:rsidR="00D60A57">
        <w:t>’</w:t>
      </w:r>
      <w:r w:rsidRPr="00F23192">
        <w:t>eût entendu eût compris</w:t>
      </w:r>
      <w:r w:rsidR="00D60A57">
        <w:t xml:space="preserve"> – </w:t>
      </w:r>
      <w:r w:rsidRPr="00F23192">
        <w:t>sans qu</w:t>
      </w:r>
      <w:r w:rsidR="00D60A57">
        <w:t>’</w:t>
      </w:r>
      <w:r w:rsidRPr="00F23192">
        <w:t>aucune explication fût nécessaire</w:t>
      </w:r>
      <w:r w:rsidR="00D60A57">
        <w:t xml:space="preserve"> – </w:t>
      </w:r>
      <w:r w:rsidRPr="00F23192">
        <w:t>qu</w:t>
      </w:r>
      <w:r w:rsidR="00D60A57">
        <w:t>’</w:t>
      </w:r>
      <w:r w:rsidRPr="00F23192">
        <w:t>un but lon</w:t>
      </w:r>
      <w:r w:rsidRPr="00F23192">
        <w:t>g</w:t>
      </w:r>
      <w:r w:rsidRPr="00F23192">
        <w:t>temps et âprement poursuivi était atteint</w:t>
      </w:r>
      <w:r w:rsidR="00D60A57">
        <w:t xml:space="preserve">, </w:t>
      </w:r>
      <w:r w:rsidRPr="00F23192">
        <w:t>ou du moins près de l</w:t>
      </w:r>
      <w:r w:rsidR="00D60A57">
        <w:t>’</w:t>
      </w:r>
      <w:r w:rsidRPr="00F23192">
        <w:t>être</w:t>
      </w:r>
      <w:r w:rsidR="00D60A57">
        <w:t>.</w:t>
      </w:r>
    </w:p>
    <w:p w14:paraId="2883B794" w14:textId="77777777" w:rsidR="00D60A57" w:rsidRDefault="00E36F6A" w:rsidP="00D60A57">
      <w:r w:rsidRPr="00F23192">
        <w:t>Son regard se leva vers une horloge dont le cadran de cu</w:t>
      </w:r>
      <w:r w:rsidRPr="00F23192">
        <w:t>i</w:t>
      </w:r>
      <w:r w:rsidRPr="00F23192">
        <w:t>vre mettait</w:t>
      </w:r>
      <w:r w:rsidR="00D60A57">
        <w:t xml:space="preserve">, </w:t>
      </w:r>
      <w:r w:rsidRPr="00F23192">
        <w:t>dans la pénombre</w:t>
      </w:r>
      <w:r w:rsidR="00D60A57">
        <w:t xml:space="preserve">, </w:t>
      </w:r>
      <w:r w:rsidRPr="00F23192">
        <w:t>une tache lumineuse</w:t>
      </w:r>
      <w:r w:rsidR="00D60A57">
        <w:t>.</w:t>
      </w:r>
    </w:p>
    <w:p w14:paraId="3FDD8C72" w14:textId="77777777" w:rsidR="00D60A57" w:rsidRDefault="00D60A57" w:rsidP="00D60A57">
      <w:r>
        <w:t>« </w:t>
      </w:r>
      <w:r w:rsidR="00E36F6A" w:rsidRPr="00F23192">
        <w:t>Allons</w:t>
      </w:r>
      <w:r>
        <w:t xml:space="preserve"> », </w:t>
      </w:r>
      <w:r w:rsidR="00E36F6A" w:rsidRPr="00F23192">
        <w:t>murmura-t-il</w:t>
      </w:r>
      <w:r>
        <w:t>.</w:t>
      </w:r>
    </w:p>
    <w:p w14:paraId="11D0367E" w14:textId="77777777" w:rsidR="00D60A57" w:rsidRDefault="00E36F6A" w:rsidP="00D60A57">
      <w:r w:rsidRPr="00F23192">
        <w:t>Il s</w:t>
      </w:r>
      <w:r w:rsidR="00D60A57">
        <w:t>’</w:t>
      </w:r>
      <w:r w:rsidRPr="00F23192">
        <w:t>en fut à l</w:t>
      </w:r>
      <w:r w:rsidR="00D60A57">
        <w:t>’</w:t>
      </w:r>
      <w:r w:rsidRPr="00F23192">
        <w:t>écurie harnacher le cheval qu</w:t>
      </w:r>
      <w:r w:rsidR="00D60A57">
        <w:t>’</w:t>
      </w:r>
      <w:r w:rsidRPr="00F23192">
        <w:t>il mit dans les brancards de la carriole avec laquelle il s</w:t>
      </w:r>
      <w:r w:rsidR="00D60A57">
        <w:t>’</w:t>
      </w:r>
      <w:r w:rsidRPr="00F23192">
        <w:t>en allait</w:t>
      </w:r>
      <w:r w:rsidR="00D60A57">
        <w:t xml:space="preserve">, </w:t>
      </w:r>
      <w:r w:rsidRPr="00F23192">
        <w:t>chaque s</w:t>
      </w:r>
      <w:r w:rsidRPr="00F23192">
        <w:t>e</w:t>
      </w:r>
      <w:r w:rsidRPr="00F23192">
        <w:t>maine</w:t>
      </w:r>
      <w:r w:rsidR="00D60A57">
        <w:t xml:space="preserve">, </w:t>
      </w:r>
      <w:r w:rsidRPr="00F23192">
        <w:t xml:space="preserve">au donjon du Sanglier chercher les légumes destinés </w:t>
      </w:r>
      <w:r w:rsidRPr="00F23192">
        <w:lastRenderedPageBreak/>
        <w:t>à sa nourriture</w:t>
      </w:r>
      <w:r w:rsidR="00D60A57">
        <w:t xml:space="preserve"> ; </w:t>
      </w:r>
      <w:r w:rsidRPr="00F23192">
        <w:t>puis</w:t>
      </w:r>
      <w:r w:rsidR="00D60A57">
        <w:t xml:space="preserve">, </w:t>
      </w:r>
      <w:r w:rsidRPr="00F23192">
        <w:t>laissant l</w:t>
      </w:r>
      <w:r w:rsidR="00D60A57">
        <w:t>’</w:t>
      </w:r>
      <w:r w:rsidRPr="00F23192">
        <w:t>attelage dans la cour</w:t>
      </w:r>
      <w:r w:rsidR="00D60A57">
        <w:t xml:space="preserve">, </w:t>
      </w:r>
      <w:r w:rsidRPr="00F23192">
        <w:t>il rentra dans le logis</w:t>
      </w:r>
      <w:r w:rsidR="00D60A57">
        <w:t>.</w:t>
      </w:r>
    </w:p>
    <w:p w14:paraId="254DA12E" w14:textId="77777777" w:rsidR="00D60A57" w:rsidRDefault="00E36F6A" w:rsidP="00D60A57">
      <w:r w:rsidRPr="00F23192">
        <w:t>Déplaçant la grande table qui occupait le centre de la pièce</w:t>
      </w:r>
      <w:r w:rsidR="00D60A57">
        <w:t xml:space="preserve">, </w:t>
      </w:r>
      <w:r w:rsidRPr="00F23192">
        <w:t>il fit apparaître à la place que masquait l</w:t>
      </w:r>
      <w:r w:rsidR="00D60A57">
        <w:t>’</w:t>
      </w:r>
      <w:r w:rsidRPr="00F23192">
        <w:t>un des pieds du meuble un anneau auquel il accrocha ses doigts</w:t>
      </w:r>
      <w:r w:rsidR="00D60A57">
        <w:t>.</w:t>
      </w:r>
    </w:p>
    <w:p w14:paraId="16D6F2F8" w14:textId="77777777" w:rsidR="00D60A57" w:rsidRDefault="00E36F6A" w:rsidP="00D60A57">
      <w:r w:rsidRPr="00F23192">
        <w:t>Raidissant ses muscles</w:t>
      </w:r>
      <w:r w:rsidR="00D60A57">
        <w:t xml:space="preserve">, </w:t>
      </w:r>
      <w:r w:rsidRPr="00F23192">
        <w:t>il amena à lui une planche qui d</w:t>
      </w:r>
      <w:r w:rsidRPr="00F23192">
        <w:t>é</w:t>
      </w:r>
      <w:r w:rsidRPr="00F23192">
        <w:t>couvrit une ouverture</w:t>
      </w:r>
      <w:r w:rsidR="00D60A57">
        <w:t xml:space="preserve">, </w:t>
      </w:r>
      <w:r w:rsidRPr="00F23192">
        <w:t>petite mais suffisante cependant pour livrer passage à un corps de moyenne corpulence</w:t>
      </w:r>
      <w:r w:rsidR="00D60A57">
        <w:t xml:space="preserve">, </w:t>
      </w:r>
      <w:r w:rsidRPr="00F23192">
        <w:t>ce qui était son cas</w:t>
      </w:r>
      <w:r w:rsidR="00D60A57">
        <w:t>.</w:t>
      </w:r>
    </w:p>
    <w:p w14:paraId="11733298" w14:textId="77777777" w:rsidR="00D60A57" w:rsidRDefault="00E36F6A" w:rsidP="00D60A57">
      <w:r w:rsidRPr="00F23192">
        <w:t>Un escalier étroit se présenta</w:t>
      </w:r>
      <w:r w:rsidR="00D60A57">
        <w:t xml:space="preserve">, </w:t>
      </w:r>
      <w:r w:rsidRPr="00F23192">
        <w:t>dans lequel il s</w:t>
      </w:r>
      <w:r w:rsidR="00D60A57">
        <w:t>’</w:t>
      </w:r>
      <w:r w:rsidRPr="00F23192">
        <w:t>engagea sans hésitation</w:t>
      </w:r>
      <w:r w:rsidR="00D60A57">
        <w:t>.</w:t>
      </w:r>
    </w:p>
    <w:p w14:paraId="471322E4" w14:textId="77777777" w:rsidR="00D60A57" w:rsidRDefault="00E36F6A" w:rsidP="00D60A57">
      <w:r w:rsidRPr="00F23192">
        <w:t>Une vingtaine de marches descendues</w:t>
      </w:r>
      <w:r w:rsidR="00D60A57">
        <w:t xml:space="preserve">, </w:t>
      </w:r>
      <w:r w:rsidRPr="00F23192">
        <w:t>taillées dans le r</w:t>
      </w:r>
      <w:r w:rsidRPr="00F23192">
        <w:t>o</w:t>
      </w:r>
      <w:r w:rsidRPr="00F23192">
        <w:t>cher même qui servait d</w:t>
      </w:r>
      <w:r w:rsidR="00D60A57">
        <w:t>’</w:t>
      </w:r>
      <w:r w:rsidRPr="00F23192">
        <w:t>assise au logis</w:t>
      </w:r>
      <w:r w:rsidR="00D60A57">
        <w:t xml:space="preserve">, </w:t>
      </w:r>
      <w:r w:rsidRPr="00F23192">
        <w:t>il se trouva au bord d</w:t>
      </w:r>
      <w:r w:rsidR="00D60A57">
        <w:t>’</w:t>
      </w:r>
      <w:r w:rsidRPr="00F23192">
        <w:t>une nappe d</w:t>
      </w:r>
      <w:r w:rsidR="00D60A57">
        <w:t>’</w:t>
      </w:r>
      <w:r w:rsidRPr="00F23192">
        <w:t>eau qui correspondait par un étroit couloir avec la mer</w:t>
      </w:r>
      <w:r w:rsidR="00D60A57">
        <w:t xml:space="preserve">, </w:t>
      </w:r>
      <w:r w:rsidRPr="00F23192">
        <w:t>dont la surface miroitait non loin sous le soleil</w:t>
      </w:r>
      <w:r w:rsidR="00D60A57">
        <w:t>.</w:t>
      </w:r>
    </w:p>
    <w:p w14:paraId="4071691F" w14:textId="77777777" w:rsidR="00D60A57" w:rsidRDefault="00E36F6A" w:rsidP="00D60A57">
      <w:r w:rsidRPr="00F23192">
        <w:t>Là</w:t>
      </w:r>
      <w:r w:rsidR="00D60A57">
        <w:t xml:space="preserve">, </w:t>
      </w:r>
      <w:r w:rsidRPr="00F23192">
        <w:t>une barque était amarrée</w:t>
      </w:r>
      <w:r w:rsidR="00D60A57">
        <w:t xml:space="preserve">, </w:t>
      </w:r>
      <w:r w:rsidRPr="00F23192">
        <w:t>dans le fond de laquelle une masse était étendue</w:t>
      </w:r>
      <w:r w:rsidR="00D60A57">
        <w:t xml:space="preserve">, </w:t>
      </w:r>
      <w:r w:rsidRPr="00F23192">
        <w:t>ayant forme humaine</w:t>
      </w:r>
      <w:r w:rsidR="00D60A57">
        <w:t xml:space="preserve">, </w:t>
      </w:r>
      <w:r w:rsidRPr="00F23192">
        <w:t>enveloppée d</w:t>
      </w:r>
      <w:r w:rsidR="00D60A57">
        <w:t>’</w:t>
      </w:r>
      <w:r w:rsidRPr="00F23192">
        <w:t>une ample cape</w:t>
      </w:r>
      <w:r w:rsidR="00D60A57">
        <w:t>.</w:t>
      </w:r>
    </w:p>
    <w:p w14:paraId="3609B1C5" w14:textId="77777777" w:rsidR="00D60A57" w:rsidRDefault="00D60A57" w:rsidP="00D60A57">
      <w:r>
        <w:t>M. </w:t>
      </w:r>
      <w:r w:rsidR="00E36F6A" w:rsidRPr="00F23192">
        <w:t xml:space="preserve">des </w:t>
      </w:r>
      <w:proofErr w:type="spellStart"/>
      <w:r w:rsidR="00E36F6A" w:rsidRPr="00F23192">
        <w:t>Blaittières</w:t>
      </w:r>
      <w:proofErr w:type="spellEnd"/>
      <w:r w:rsidR="00E36F6A" w:rsidRPr="00F23192">
        <w:t xml:space="preserve"> se pencha</w:t>
      </w:r>
      <w:r>
        <w:t xml:space="preserve">, </w:t>
      </w:r>
      <w:r w:rsidR="00E36F6A" w:rsidRPr="00F23192">
        <w:t>empoigna cette masse et la chargea sur ses épaules avec une vigueur que l</w:t>
      </w:r>
      <w:r>
        <w:t>’</w:t>
      </w:r>
      <w:r w:rsidR="00E36F6A" w:rsidRPr="00F23192">
        <w:t>on n</w:t>
      </w:r>
      <w:r>
        <w:t>’</w:t>
      </w:r>
      <w:r w:rsidR="00E36F6A" w:rsidRPr="00F23192">
        <w:t>eût certes pas attendue d</w:t>
      </w:r>
      <w:r>
        <w:t>’</w:t>
      </w:r>
      <w:r w:rsidR="00E36F6A" w:rsidRPr="00F23192">
        <w:t>un homme de son âge</w:t>
      </w:r>
      <w:r>
        <w:t>.</w:t>
      </w:r>
    </w:p>
    <w:p w14:paraId="678227D9" w14:textId="77777777" w:rsidR="00D60A57" w:rsidRDefault="00E36F6A" w:rsidP="00D60A57">
      <w:r w:rsidRPr="00F23192">
        <w:t>Ce fut avec une aisance non moins surprenante qu</w:t>
      </w:r>
      <w:r w:rsidR="00D60A57">
        <w:t>’</w:t>
      </w:r>
      <w:r w:rsidRPr="00F23192">
        <w:t>avec ce fardeau sur le dos</w:t>
      </w:r>
      <w:r w:rsidR="00D60A57">
        <w:t xml:space="preserve">, </w:t>
      </w:r>
      <w:r w:rsidRPr="00F23192">
        <w:t>il remonta l</w:t>
      </w:r>
      <w:r w:rsidR="00D60A57">
        <w:t>’</w:t>
      </w:r>
      <w:r w:rsidRPr="00F23192">
        <w:t>escalier</w:t>
      </w:r>
      <w:r w:rsidR="00D60A57">
        <w:t>.</w:t>
      </w:r>
    </w:p>
    <w:p w14:paraId="2F4032BD" w14:textId="77777777" w:rsidR="00D60A57" w:rsidRDefault="00E36F6A" w:rsidP="00D60A57">
      <w:r w:rsidRPr="00F23192">
        <w:t>Une fois en haut</w:t>
      </w:r>
      <w:r w:rsidR="00D60A57">
        <w:t xml:space="preserve">, </w:t>
      </w:r>
      <w:r w:rsidRPr="00F23192">
        <w:t>la trappe refermée et la table remise en place</w:t>
      </w:r>
      <w:r w:rsidR="00D60A57">
        <w:t xml:space="preserve">, </w:t>
      </w:r>
      <w:r w:rsidRPr="00F23192">
        <w:t>il sortit</w:t>
      </w:r>
      <w:r w:rsidR="00D60A57">
        <w:t xml:space="preserve">, </w:t>
      </w:r>
      <w:r w:rsidRPr="00F23192">
        <w:t>laissant sa charge sur le plancher</w:t>
      </w:r>
      <w:r w:rsidR="00D60A57">
        <w:t xml:space="preserve">, </w:t>
      </w:r>
      <w:r w:rsidRPr="00F23192">
        <w:t>il s</w:t>
      </w:r>
      <w:r w:rsidR="00D60A57">
        <w:t>’</w:t>
      </w:r>
      <w:r w:rsidRPr="00F23192">
        <w:t>en fut à la fenêtre et regarda au dehors</w:t>
      </w:r>
      <w:r w:rsidR="00D60A57">
        <w:t xml:space="preserve">… </w:t>
      </w:r>
      <w:r w:rsidRPr="00F23192">
        <w:t>Dans la cour</w:t>
      </w:r>
      <w:r w:rsidR="00D60A57">
        <w:t xml:space="preserve">, </w:t>
      </w:r>
      <w:r w:rsidRPr="00F23192">
        <w:t>le cheval attaché à un anneau scellé dans le mur piaffait d</w:t>
      </w:r>
      <w:r w:rsidR="00D60A57">
        <w:t>’</w:t>
      </w:r>
      <w:r w:rsidRPr="00F23192">
        <w:t>impatience</w:t>
      </w:r>
      <w:r w:rsidR="00D60A57">
        <w:t xml:space="preserve">. </w:t>
      </w:r>
      <w:r w:rsidRPr="00F23192">
        <w:t>Hors ce bruit</w:t>
      </w:r>
      <w:r w:rsidR="00D60A57">
        <w:t xml:space="preserve">, </w:t>
      </w:r>
      <w:r w:rsidRPr="00F23192">
        <w:t>rien ne troublait le silence</w:t>
      </w:r>
      <w:r w:rsidR="00D60A57">
        <w:t xml:space="preserve">, </w:t>
      </w:r>
      <w:r w:rsidRPr="00F23192">
        <w:t>pas un souffle de vent</w:t>
      </w:r>
      <w:r w:rsidR="00D60A57">
        <w:t xml:space="preserve">, </w:t>
      </w:r>
      <w:r w:rsidRPr="00F23192">
        <w:t>pas un pas d</w:t>
      </w:r>
      <w:r w:rsidR="00D60A57">
        <w:t>’</w:t>
      </w:r>
      <w:r w:rsidRPr="00F23192">
        <w:t>homme sur la route</w:t>
      </w:r>
      <w:r w:rsidR="00D60A57">
        <w:t>.</w:t>
      </w:r>
    </w:p>
    <w:p w14:paraId="60840E77" w14:textId="77777777" w:rsidR="00D60A57" w:rsidRDefault="00E36F6A" w:rsidP="00D60A57">
      <w:r w:rsidRPr="00F23192">
        <w:lastRenderedPageBreak/>
        <w:t>Quiétude absolue</w:t>
      </w:r>
      <w:r w:rsidR="00D60A57">
        <w:t>.</w:t>
      </w:r>
    </w:p>
    <w:p w14:paraId="3E36728D" w14:textId="77777777" w:rsidR="00D60A57" w:rsidRDefault="00D60A57" w:rsidP="00D60A57">
      <w:r>
        <w:t>M. </w:t>
      </w:r>
      <w:r w:rsidR="00E36F6A" w:rsidRPr="00F23192">
        <w:t xml:space="preserve">des </w:t>
      </w:r>
      <w:proofErr w:type="spellStart"/>
      <w:r w:rsidR="00E36F6A" w:rsidRPr="00F23192">
        <w:t>Blaittières</w:t>
      </w:r>
      <w:proofErr w:type="spellEnd"/>
      <w:r w:rsidR="00E36F6A" w:rsidRPr="00F23192">
        <w:t xml:space="preserve"> ouvrit la porte</w:t>
      </w:r>
      <w:r>
        <w:t xml:space="preserve">, </w:t>
      </w:r>
      <w:r w:rsidR="00E36F6A" w:rsidRPr="00F23192">
        <w:t>prit l</w:t>
      </w:r>
      <w:r>
        <w:t>’</w:t>
      </w:r>
      <w:r w:rsidR="00E36F6A" w:rsidRPr="00F23192">
        <w:t>homme à pleins bras et</w:t>
      </w:r>
      <w:r>
        <w:t xml:space="preserve">, </w:t>
      </w:r>
      <w:r w:rsidR="00E36F6A" w:rsidRPr="00F23192">
        <w:t>sans un fléchissement</w:t>
      </w:r>
      <w:r>
        <w:t xml:space="preserve">, </w:t>
      </w:r>
      <w:r w:rsidR="00E36F6A" w:rsidRPr="00F23192">
        <w:t>le porta jusqu</w:t>
      </w:r>
      <w:r>
        <w:t>’</w:t>
      </w:r>
      <w:r w:rsidR="00E36F6A" w:rsidRPr="00F23192">
        <w:t>à la carriole où il l</w:t>
      </w:r>
      <w:r>
        <w:t>’</w:t>
      </w:r>
      <w:r w:rsidR="00E36F6A" w:rsidRPr="00F23192">
        <w:t>étendit sur le plancher</w:t>
      </w:r>
      <w:r>
        <w:t xml:space="preserve"> ; </w:t>
      </w:r>
      <w:r w:rsidR="00E36F6A" w:rsidRPr="00F23192">
        <w:t>ensuite</w:t>
      </w:r>
      <w:r>
        <w:t xml:space="preserve">, </w:t>
      </w:r>
      <w:r w:rsidR="00E36F6A" w:rsidRPr="00F23192">
        <w:t>il s</w:t>
      </w:r>
      <w:r>
        <w:t>’</w:t>
      </w:r>
      <w:r w:rsidR="00E36F6A" w:rsidRPr="00F23192">
        <w:t>en fut chercher dans l</w:t>
      </w:r>
      <w:r>
        <w:t>’</w:t>
      </w:r>
      <w:r w:rsidR="00E36F6A" w:rsidRPr="00F23192">
        <w:t>écurie une botte de paille qu</w:t>
      </w:r>
      <w:r>
        <w:t>’</w:t>
      </w:r>
      <w:r w:rsidR="00E36F6A" w:rsidRPr="00F23192">
        <w:t>il plaça dessus</w:t>
      </w:r>
      <w:r>
        <w:t xml:space="preserve">, </w:t>
      </w:r>
      <w:r w:rsidR="00E36F6A" w:rsidRPr="00F23192">
        <w:t>de façon à le di</w:t>
      </w:r>
      <w:r w:rsidR="00E36F6A" w:rsidRPr="00F23192">
        <w:t>s</w:t>
      </w:r>
      <w:r w:rsidR="00E36F6A" w:rsidRPr="00F23192">
        <w:t>simuler</w:t>
      </w:r>
      <w:r>
        <w:t xml:space="preserve">, </w:t>
      </w:r>
      <w:r w:rsidR="00E36F6A" w:rsidRPr="00F23192">
        <w:t xml:space="preserve">mais </w:t>
      </w:r>
      <w:proofErr w:type="gramStart"/>
      <w:r w:rsidR="00E36F6A" w:rsidRPr="00F23192">
        <w:t>de façon aussi à ce</w:t>
      </w:r>
      <w:proofErr w:type="gramEnd"/>
      <w:r w:rsidR="00E36F6A" w:rsidRPr="00F23192">
        <w:t xml:space="preserve"> qu</w:t>
      </w:r>
      <w:r>
        <w:t>’</w:t>
      </w:r>
      <w:r w:rsidR="00E36F6A" w:rsidRPr="00F23192">
        <w:t>on ne put soupçonner sa présence</w:t>
      </w:r>
      <w:r>
        <w:t>.</w:t>
      </w:r>
    </w:p>
    <w:p w14:paraId="1BB81B4C" w14:textId="77777777" w:rsidR="00D60A57" w:rsidRDefault="00E36F6A" w:rsidP="00D60A57">
      <w:r w:rsidRPr="00F23192">
        <w:t>Ensuite de quoi il monta sur le siège et se mit en route</w:t>
      </w:r>
      <w:r w:rsidR="00D60A57">
        <w:t>.</w:t>
      </w:r>
    </w:p>
    <w:p w14:paraId="5AE4A998" w14:textId="77777777" w:rsidR="00D60A57" w:rsidRDefault="00E36F6A" w:rsidP="00D60A57">
      <w:r w:rsidRPr="00F23192">
        <w:t>De temps à autre</w:t>
      </w:r>
      <w:r w:rsidR="00D60A57">
        <w:t xml:space="preserve">, </w:t>
      </w:r>
      <w:r w:rsidRPr="00F23192">
        <w:t xml:space="preserve">il rencontrait un pêcheur qui le saluait poliment et au salut duquel il répondait par un amical </w:t>
      </w:r>
      <w:r w:rsidR="00D60A57">
        <w:t>« </w:t>
      </w:r>
      <w:r w:rsidRPr="00F23192">
        <w:t>bo</w:t>
      </w:r>
      <w:r w:rsidRPr="00F23192">
        <w:t>n</w:t>
      </w:r>
      <w:r w:rsidRPr="00F23192">
        <w:t>jour</w:t>
      </w:r>
      <w:r w:rsidR="00D60A57">
        <w:t xml:space="preserve"> », </w:t>
      </w:r>
      <w:r w:rsidRPr="00F23192">
        <w:t>puis il poursuivait son chemin au petit trot de sa bête qui</w:t>
      </w:r>
      <w:r w:rsidR="00D60A57">
        <w:t xml:space="preserve">, </w:t>
      </w:r>
      <w:r w:rsidRPr="00F23192">
        <w:t>vraiment</w:t>
      </w:r>
      <w:r w:rsidR="00D60A57">
        <w:t xml:space="preserve">, </w:t>
      </w:r>
      <w:r w:rsidRPr="00F23192">
        <w:t>en prenait à son aise</w:t>
      </w:r>
      <w:r w:rsidR="00D60A57">
        <w:t xml:space="preserve">, </w:t>
      </w:r>
      <w:r w:rsidRPr="00F23192">
        <w:t>son maître paraissant so</w:t>
      </w:r>
      <w:r w:rsidRPr="00F23192">
        <w:t>m</w:t>
      </w:r>
      <w:r w:rsidRPr="00F23192">
        <w:t>noler sur son siège</w:t>
      </w:r>
      <w:r w:rsidR="00D60A57">
        <w:t>.</w:t>
      </w:r>
    </w:p>
    <w:p w14:paraId="07C0F8BE" w14:textId="77777777" w:rsidR="00D60A57" w:rsidRDefault="00E36F6A" w:rsidP="00D60A57">
      <w:r w:rsidRPr="00F23192">
        <w:t>Il arriva que</w:t>
      </w:r>
      <w:r w:rsidR="00D60A57">
        <w:t xml:space="preserve">, </w:t>
      </w:r>
      <w:r w:rsidRPr="00F23192">
        <w:t>par deux fois</w:t>
      </w:r>
      <w:r w:rsidR="00D60A57">
        <w:t xml:space="preserve">, </w:t>
      </w:r>
      <w:r w:rsidRPr="00F23192">
        <w:t>il croisa un garde-côte avec qui il engageait un brin de conversation</w:t>
      </w:r>
      <w:r w:rsidR="00D60A57">
        <w:t xml:space="preserve">, </w:t>
      </w:r>
      <w:r w:rsidRPr="00F23192">
        <w:t>touchant le temps qu</w:t>
      </w:r>
      <w:r w:rsidR="00D60A57">
        <w:t>’</w:t>
      </w:r>
      <w:r w:rsidRPr="00F23192">
        <w:t>il faisait ou l</w:t>
      </w:r>
      <w:r w:rsidR="00D60A57">
        <w:t>’</w:t>
      </w:r>
      <w:r w:rsidRPr="00F23192">
        <w:t>état de la mer</w:t>
      </w:r>
      <w:r w:rsidR="00D60A57">
        <w:t xml:space="preserve">, </w:t>
      </w:r>
      <w:r w:rsidRPr="00F23192">
        <w:t>ensuite</w:t>
      </w:r>
      <w:r w:rsidR="00D60A57">
        <w:t xml:space="preserve">, </w:t>
      </w:r>
      <w:r w:rsidRPr="00F23192">
        <w:t>toujours sa bête trottinant</w:t>
      </w:r>
      <w:r w:rsidR="00D60A57">
        <w:t xml:space="preserve">, </w:t>
      </w:r>
      <w:r w:rsidRPr="00F23192">
        <w:t>il se remettait en route</w:t>
      </w:r>
      <w:r w:rsidR="00D60A57">
        <w:t>.</w:t>
      </w:r>
    </w:p>
    <w:p w14:paraId="2AF59726" w14:textId="77777777" w:rsidR="00D60A57" w:rsidRDefault="00E36F6A" w:rsidP="00D60A57">
      <w:r w:rsidRPr="00F23192">
        <w:t>Comment l</w:t>
      </w:r>
      <w:r w:rsidR="00D60A57">
        <w:t>’</w:t>
      </w:r>
      <w:r w:rsidRPr="00F23192">
        <w:t>esprit le plus méfiant eût-il pu soupçonner que sous ce fourrage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aspect innocent</w:t>
      </w:r>
      <w:r w:rsidR="00D60A57">
        <w:t>, M. </w:t>
      </w:r>
      <w:r w:rsidRPr="00F23192">
        <w:t xml:space="preserve">des </w:t>
      </w:r>
      <w:proofErr w:type="spellStart"/>
      <w:r w:rsidRPr="00F23192">
        <w:t>Blaittières</w:t>
      </w:r>
      <w:proofErr w:type="spellEnd"/>
      <w:r w:rsidRPr="00F23192">
        <w:t xml:space="preserve"> dissim</w:t>
      </w:r>
      <w:r w:rsidRPr="00F23192">
        <w:t>u</w:t>
      </w:r>
      <w:r w:rsidRPr="00F23192">
        <w:t>lait un colis de nature aussi compromettante</w:t>
      </w:r>
      <w:r w:rsidR="00D60A57">
        <w:t> ?</w:t>
      </w:r>
    </w:p>
    <w:p w14:paraId="62B65D6F" w14:textId="77777777" w:rsidR="00D60A57" w:rsidRDefault="00E36F6A" w:rsidP="00D60A57">
      <w:r w:rsidRPr="00F23192">
        <w:t xml:space="preserve">Parvenu au Cabaret du </w:t>
      </w:r>
      <w:r w:rsidR="00D60A57">
        <w:t>« </w:t>
      </w:r>
      <w:r w:rsidRPr="00F23192">
        <w:t>Chat qui pêche</w:t>
      </w:r>
      <w:r w:rsidR="00D60A57">
        <w:t xml:space="preserve"> », </w:t>
      </w:r>
      <w:r w:rsidRPr="00F23192">
        <w:t>le gentilhomme</w:t>
      </w:r>
      <w:r w:rsidR="00D60A57">
        <w:t xml:space="preserve">, </w:t>
      </w:r>
      <w:r w:rsidRPr="00F23192">
        <w:t>sur l</w:t>
      </w:r>
      <w:r w:rsidR="00D60A57">
        <w:t>’</w:t>
      </w:r>
      <w:r w:rsidRPr="00F23192">
        <w:t>invitation du patron s</w:t>
      </w:r>
      <w:r w:rsidR="00D60A57">
        <w:t>’</w:t>
      </w:r>
      <w:r w:rsidRPr="00F23192">
        <w:t>arrêta et</w:t>
      </w:r>
      <w:r w:rsidR="00D60A57">
        <w:t xml:space="preserve">, </w:t>
      </w:r>
      <w:r w:rsidRPr="00F23192">
        <w:t>mettant pied à terre</w:t>
      </w:r>
      <w:r w:rsidR="00D60A57">
        <w:t xml:space="preserve">, </w:t>
      </w:r>
      <w:r w:rsidRPr="00F23192">
        <w:t>fra</w:t>
      </w:r>
      <w:r w:rsidRPr="00F23192">
        <w:t>n</w:t>
      </w:r>
      <w:r w:rsidRPr="00F23192">
        <w:t>chit le seuil du logis où il daigna accepter de heurter un gobelet de cidre contre celui de Hugo qui</w:t>
      </w:r>
      <w:r w:rsidR="00D60A57">
        <w:t xml:space="preserve">, </w:t>
      </w:r>
      <w:r w:rsidRPr="00F23192">
        <w:t>au remerciement courtois du vieux gentilhomme</w:t>
      </w:r>
      <w:r w:rsidR="00D60A57">
        <w:t xml:space="preserve">, </w:t>
      </w:r>
      <w:r w:rsidRPr="00F23192">
        <w:t>répondit</w:t>
      </w:r>
      <w:r w:rsidR="00D60A57">
        <w:t> :</w:t>
      </w:r>
    </w:p>
    <w:p w14:paraId="60505CA8" w14:textId="77777777" w:rsidR="00D60A57" w:rsidRDefault="00D60A57" w:rsidP="00D60A57">
      <w:r>
        <w:t>— </w:t>
      </w:r>
      <w:r w:rsidR="00E36F6A" w:rsidRPr="00F23192">
        <w:t>Tout l</w:t>
      </w:r>
      <w:r>
        <w:t>’</w:t>
      </w:r>
      <w:r w:rsidR="00E36F6A" w:rsidRPr="00F23192">
        <w:t>honneur est pour moi</w:t>
      </w:r>
      <w:r>
        <w:t>.</w:t>
      </w:r>
    </w:p>
    <w:p w14:paraId="343FC2AD" w14:textId="77777777" w:rsidR="00D60A57" w:rsidRDefault="00E36F6A" w:rsidP="00D60A57">
      <w:r w:rsidRPr="00F23192">
        <w:t>Comme il s</w:t>
      </w:r>
      <w:r w:rsidR="00D60A57">
        <w:t>’</w:t>
      </w:r>
      <w:r w:rsidRPr="00F23192">
        <w:t>apprêtait à remonter dans sa carriole</w:t>
      </w:r>
      <w:r w:rsidR="00D60A57">
        <w:t xml:space="preserve">, </w:t>
      </w:r>
      <w:r w:rsidRPr="00F23192">
        <w:t>un garde-côte entra dans le cabaret et</w:t>
      </w:r>
      <w:r w:rsidR="00D60A57">
        <w:t xml:space="preserve">, </w:t>
      </w:r>
      <w:r w:rsidRPr="00F23192">
        <w:t>dès le seuil</w:t>
      </w:r>
      <w:r w:rsidR="00D60A57">
        <w:t xml:space="preserve">, </w:t>
      </w:r>
      <w:r w:rsidRPr="00F23192">
        <w:t>cria à Hugo</w:t>
      </w:r>
      <w:r w:rsidR="00D60A57">
        <w:t> :</w:t>
      </w:r>
    </w:p>
    <w:p w14:paraId="0DF3683F" w14:textId="77777777" w:rsidR="00D60A57" w:rsidRDefault="00D60A57" w:rsidP="00D60A57">
      <w:r>
        <w:lastRenderedPageBreak/>
        <w:t>— </w:t>
      </w:r>
      <w:r w:rsidR="00E36F6A" w:rsidRPr="00F23192">
        <w:t>Une nouvelle</w:t>
      </w:r>
      <w:r>
        <w:t xml:space="preserve">… </w:t>
      </w:r>
      <w:r w:rsidR="00E36F6A" w:rsidRPr="00F23192">
        <w:t>bonhomme</w:t>
      </w:r>
      <w:r>
        <w:t xml:space="preserve"> !… </w:t>
      </w:r>
      <w:r w:rsidR="00E36F6A" w:rsidRPr="00F23192">
        <w:t xml:space="preserve">le châtelain du </w:t>
      </w:r>
      <w:r>
        <w:t>« </w:t>
      </w:r>
      <w:r w:rsidR="00E36F6A" w:rsidRPr="00F23192">
        <w:t>Connét</w:t>
      </w:r>
      <w:r w:rsidR="00E36F6A" w:rsidRPr="00F23192">
        <w:t>a</w:t>
      </w:r>
      <w:r w:rsidR="00E36F6A" w:rsidRPr="00F23192">
        <w:t>ble</w:t>
      </w:r>
      <w:r>
        <w:t> »</w:t>
      </w:r>
      <w:r w:rsidR="00E36F6A" w:rsidRPr="00F23192">
        <w:t xml:space="preserve"> a disparu</w:t>
      </w:r>
      <w:r>
        <w:t>…</w:t>
      </w:r>
    </w:p>
    <w:p w14:paraId="7A292B8D" w14:textId="77777777" w:rsidR="00D60A57" w:rsidRDefault="00D60A57" w:rsidP="00D60A57">
      <w:r>
        <w:t>— </w:t>
      </w:r>
      <w:r w:rsidR="00E36F6A" w:rsidRPr="00F23192">
        <w:t>Disparu</w:t>
      </w:r>
      <w:r>
        <w:t xml:space="preserve"> ? </w:t>
      </w:r>
      <w:r w:rsidR="00E36F6A" w:rsidRPr="00F23192">
        <w:t>fit le cabaretier</w:t>
      </w:r>
      <w:r>
        <w:t>.</w:t>
      </w:r>
    </w:p>
    <w:p w14:paraId="69BD5B50" w14:textId="77777777" w:rsidR="00D60A57" w:rsidRDefault="00D60A57" w:rsidP="00D60A57">
      <w:r>
        <w:t>— </w:t>
      </w:r>
      <w:r w:rsidR="00E36F6A" w:rsidRPr="00F23192">
        <w:t>Disparu</w:t>
      </w:r>
      <w:r>
        <w:t xml:space="preserve"> ?… </w:t>
      </w:r>
      <w:r w:rsidR="00E36F6A" w:rsidRPr="00F23192">
        <w:t xml:space="preserve">répéta à son tour </w:t>
      </w:r>
      <w:r>
        <w:t>M. </w:t>
      </w:r>
      <w:r w:rsidR="00E36F6A" w:rsidRPr="00F23192">
        <w:t xml:space="preserve">des </w:t>
      </w:r>
      <w:proofErr w:type="spellStart"/>
      <w:r w:rsidR="00E36F6A" w:rsidRPr="00F23192">
        <w:t>Blaittières</w:t>
      </w:r>
      <w:proofErr w:type="spellEnd"/>
      <w:r>
        <w:t xml:space="preserve">. </w:t>
      </w:r>
      <w:r w:rsidR="00E36F6A" w:rsidRPr="00F23192">
        <w:t>Co</w:t>
      </w:r>
      <w:r w:rsidR="00E36F6A" w:rsidRPr="00F23192">
        <w:t>m</w:t>
      </w:r>
      <w:r w:rsidR="00E36F6A" w:rsidRPr="00F23192">
        <w:t>ment ça</w:t>
      </w:r>
      <w:r>
        <w:t> ?</w:t>
      </w:r>
    </w:p>
    <w:p w14:paraId="5D80964C" w14:textId="77777777" w:rsidR="00D60A57" w:rsidRDefault="00E36F6A" w:rsidP="00D60A57">
      <w:r w:rsidRPr="00F23192">
        <w:t>Le garde-côte leva les bras au plafond</w:t>
      </w:r>
      <w:r w:rsidR="00D60A57">
        <w:t>.</w:t>
      </w:r>
    </w:p>
    <w:p w14:paraId="53A1A36A" w14:textId="77777777" w:rsidR="00D60A57" w:rsidRDefault="00D60A57" w:rsidP="00D60A57">
      <w:r>
        <w:t>— </w:t>
      </w:r>
      <w:r w:rsidR="00E36F6A" w:rsidRPr="00F23192">
        <w:t>Comment savoir</w:t>
      </w:r>
      <w:r>
        <w:t xml:space="preserve"> ?… </w:t>
      </w:r>
      <w:r w:rsidR="00E36F6A" w:rsidRPr="00F23192">
        <w:t>Faudrait pour ça interroger ceux qui l</w:t>
      </w:r>
      <w:r>
        <w:t>’</w:t>
      </w:r>
      <w:r w:rsidR="00E36F6A" w:rsidRPr="00F23192">
        <w:t>ont enlevé</w:t>
      </w:r>
      <w:r>
        <w:t>.</w:t>
      </w:r>
    </w:p>
    <w:p w14:paraId="583BE644" w14:textId="77777777" w:rsidR="00D60A57" w:rsidRDefault="00D60A57" w:rsidP="00D60A57">
      <w:r>
        <w:t>— </w:t>
      </w:r>
      <w:r w:rsidR="00E36F6A" w:rsidRPr="00F23192">
        <w:t>Enlevé</w:t>
      </w:r>
      <w:r>
        <w:t xml:space="preserve">, </w:t>
      </w:r>
      <w:r w:rsidR="00E36F6A" w:rsidRPr="00F23192">
        <w:t>me dites-vous</w:t>
      </w:r>
      <w:r>
        <w:t xml:space="preserve"> ? </w:t>
      </w:r>
      <w:proofErr w:type="spellStart"/>
      <w:r w:rsidR="00E36F6A" w:rsidRPr="00F23192">
        <w:t>Perdonnet</w:t>
      </w:r>
      <w:proofErr w:type="spellEnd"/>
      <w:r w:rsidR="00E36F6A" w:rsidRPr="00F23192">
        <w:t xml:space="preserve"> aurait été enlevé</w:t>
      </w:r>
      <w:r>
        <w:t> ?</w:t>
      </w:r>
    </w:p>
    <w:p w14:paraId="78B21414" w14:textId="77777777" w:rsidR="00D60A57" w:rsidRDefault="00D60A57" w:rsidP="00D60A57">
      <w:r>
        <w:t>— </w:t>
      </w:r>
      <w:r w:rsidR="00E36F6A" w:rsidRPr="00F23192">
        <w:t>Du moins</w:t>
      </w:r>
      <w:r>
        <w:t xml:space="preserve">, </w:t>
      </w:r>
      <w:r w:rsidR="00E36F6A" w:rsidRPr="00F23192">
        <w:t>on le suppose</w:t>
      </w:r>
      <w:r>
        <w:t>.</w:t>
      </w:r>
    </w:p>
    <w:p w14:paraId="761F3E34" w14:textId="77777777" w:rsidR="00D60A57" w:rsidRDefault="00E36F6A" w:rsidP="00D60A57">
      <w:r w:rsidRPr="00F23192">
        <w:t>Et le garde ajouta</w:t>
      </w:r>
      <w:r w:rsidR="00D60A57">
        <w:t xml:space="preserve">, </w:t>
      </w:r>
      <w:r w:rsidRPr="00F23192">
        <w:t>hochant la tête d</w:t>
      </w:r>
      <w:r w:rsidR="00D60A57">
        <w:t>’</w:t>
      </w:r>
      <w:r w:rsidRPr="00F23192">
        <w:t>un air entendu</w:t>
      </w:r>
      <w:r w:rsidR="00D60A57">
        <w:t> :</w:t>
      </w:r>
    </w:p>
    <w:p w14:paraId="17110E6F" w14:textId="77777777" w:rsidR="00D60A57" w:rsidRDefault="00D60A57" w:rsidP="00D60A57">
      <w:r>
        <w:t>— </w:t>
      </w:r>
      <w:r w:rsidR="00E36F6A" w:rsidRPr="00F23192">
        <w:t>Ce serait encore un coup de ces Loups du diable que ça ne m</w:t>
      </w:r>
      <w:r>
        <w:t>’</w:t>
      </w:r>
      <w:r w:rsidR="00E36F6A" w:rsidRPr="00F23192">
        <w:t>étonnerait pas</w:t>
      </w:r>
      <w:r>
        <w:t>.</w:t>
      </w:r>
    </w:p>
    <w:p w14:paraId="7744F0F5" w14:textId="77777777" w:rsidR="00D60A57" w:rsidRDefault="00D60A57" w:rsidP="00D60A57">
      <w:r>
        <w:t>M. </w:t>
      </w:r>
      <w:r w:rsidR="00E36F6A" w:rsidRPr="00F23192">
        <w:t xml:space="preserve">des </w:t>
      </w:r>
      <w:proofErr w:type="spellStart"/>
      <w:r w:rsidR="00E36F6A" w:rsidRPr="00F23192">
        <w:t>Blaittières</w:t>
      </w:r>
      <w:proofErr w:type="spellEnd"/>
      <w:r w:rsidR="00E36F6A" w:rsidRPr="00F23192">
        <w:t xml:space="preserve"> observa</w:t>
      </w:r>
      <w:r>
        <w:t> :</w:t>
      </w:r>
    </w:p>
    <w:p w14:paraId="770C1485" w14:textId="77777777" w:rsidR="00D60A57" w:rsidRDefault="00D60A57" w:rsidP="00D60A57">
      <w:r>
        <w:t>— </w:t>
      </w:r>
      <w:r w:rsidR="00E36F6A" w:rsidRPr="00F23192">
        <w:t>Je crois qu</w:t>
      </w:r>
      <w:r>
        <w:t>’</w:t>
      </w:r>
      <w:r w:rsidR="00E36F6A" w:rsidRPr="00F23192">
        <w:t>on en prête aux Loups beaucoup plus que de droit</w:t>
      </w:r>
      <w:r>
        <w:t>…</w:t>
      </w:r>
    </w:p>
    <w:p w14:paraId="259A2D72" w14:textId="77777777" w:rsidR="00D60A57" w:rsidRDefault="00D60A57" w:rsidP="00D60A57">
      <w:r>
        <w:t>— </w:t>
      </w:r>
      <w:r w:rsidR="00E36F6A" w:rsidRPr="00F23192">
        <w:t>Possible</w:t>
      </w:r>
      <w:r>
        <w:t xml:space="preserve"> !… </w:t>
      </w:r>
      <w:r w:rsidR="00E36F6A" w:rsidRPr="00F23192">
        <w:t>Mais comme ruse et comme audace</w:t>
      </w:r>
      <w:r>
        <w:t xml:space="preserve">, </w:t>
      </w:r>
      <w:r w:rsidR="00E36F6A" w:rsidRPr="00F23192">
        <w:t>affirma le cabaretier</w:t>
      </w:r>
      <w:r>
        <w:t xml:space="preserve">, </w:t>
      </w:r>
      <w:r w:rsidR="00E36F6A" w:rsidRPr="00F23192">
        <w:t>ils en ont à revendre</w:t>
      </w:r>
      <w:r>
        <w:t xml:space="preserve">. </w:t>
      </w:r>
      <w:r w:rsidR="00E36F6A" w:rsidRPr="00F23192">
        <w:t>Pas vrai</w:t>
      </w:r>
      <w:r>
        <w:t> ?…</w:t>
      </w:r>
    </w:p>
    <w:p w14:paraId="50DC6CA0" w14:textId="77777777" w:rsidR="00D60A57" w:rsidRDefault="00D60A57" w:rsidP="00D60A57">
      <w:r>
        <w:t>— </w:t>
      </w:r>
      <w:r w:rsidR="00E36F6A" w:rsidRPr="00F23192">
        <w:t>Bien sûr</w:t>
      </w:r>
      <w:r>
        <w:t xml:space="preserve">, </w:t>
      </w:r>
      <w:r w:rsidR="00E36F6A" w:rsidRPr="00F23192">
        <w:t>affirma le garde-côte en tournant les talons</w:t>
      </w:r>
      <w:r>
        <w:t>.</w:t>
      </w:r>
    </w:p>
    <w:p w14:paraId="3A0ABB6A" w14:textId="77777777" w:rsidR="00D60A57" w:rsidRDefault="00D60A57" w:rsidP="00D60A57">
      <w:r>
        <w:t>M. </w:t>
      </w:r>
      <w:r w:rsidR="00E36F6A" w:rsidRPr="00F23192">
        <w:t xml:space="preserve">des </w:t>
      </w:r>
      <w:proofErr w:type="spellStart"/>
      <w:r w:rsidR="00E36F6A" w:rsidRPr="00F23192">
        <w:t>Blaittières</w:t>
      </w:r>
      <w:proofErr w:type="spellEnd"/>
      <w:r w:rsidR="00E36F6A" w:rsidRPr="00F23192">
        <w:t xml:space="preserve"> déclara</w:t>
      </w:r>
      <w:r>
        <w:t xml:space="preserve">, </w:t>
      </w:r>
      <w:r w:rsidR="00E36F6A" w:rsidRPr="00F23192">
        <w:t>en regagnant la carriole</w:t>
      </w:r>
      <w:r>
        <w:t>.</w:t>
      </w:r>
    </w:p>
    <w:p w14:paraId="3AA9759E" w14:textId="77777777" w:rsidR="00D60A57" w:rsidRDefault="00D60A57" w:rsidP="00D60A57">
      <w:r>
        <w:t>— </w:t>
      </w:r>
      <w:r w:rsidR="00E36F6A" w:rsidRPr="00F23192">
        <w:t>Tout ça n</w:t>
      </w:r>
      <w:r>
        <w:t>’</w:t>
      </w:r>
      <w:r w:rsidR="00E36F6A" w:rsidRPr="00F23192">
        <w:t>est pas drôle</w:t>
      </w:r>
      <w:r>
        <w:t xml:space="preserve"> !… </w:t>
      </w:r>
      <w:r w:rsidR="00E36F6A" w:rsidRPr="00F23192">
        <w:t>ça va encore jeter la panique dans la région qui n</w:t>
      </w:r>
      <w:r>
        <w:t>’</w:t>
      </w:r>
      <w:r w:rsidR="00E36F6A" w:rsidRPr="00F23192">
        <w:t>était pas déjà si tranquille</w:t>
      </w:r>
      <w:r>
        <w:t>.</w:t>
      </w:r>
    </w:p>
    <w:p w14:paraId="598DB56D" w14:textId="77777777" w:rsidR="00D60A57" w:rsidRDefault="00E36F6A" w:rsidP="00D60A57">
      <w:r w:rsidRPr="00F23192">
        <w:t>Il était remonté sur son siège et rendit la main au bidet qui se remit en route de son pas trottinant</w:t>
      </w:r>
      <w:r w:rsidR="00D60A57">
        <w:t>.</w:t>
      </w:r>
    </w:p>
    <w:p w14:paraId="439E69F9" w14:textId="77777777" w:rsidR="00D60A57" w:rsidRDefault="00E36F6A" w:rsidP="00D60A57">
      <w:r w:rsidRPr="00F23192">
        <w:lastRenderedPageBreak/>
        <w:t>Le trajet se fit rapidement et quand la carriole s</w:t>
      </w:r>
      <w:r w:rsidR="00D60A57">
        <w:t>’</w:t>
      </w:r>
      <w:r w:rsidRPr="00F23192">
        <w:t>arrêta d</w:t>
      </w:r>
      <w:r w:rsidRPr="00F23192">
        <w:t>e</w:t>
      </w:r>
      <w:r w:rsidRPr="00F23192">
        <w:t>vant le logis d</w:t>
      </w:r>
      <w:r w:rsidR="00D60A57">
        <w:t>’</w:t>
      </w:r>
      <w:r w:rsidRPr="00F23192">
        <w:t>Hubert</w:t>
      </w:r>
      <w:r w:rsidR="00D60A57">
        <w:t xml:space="preserve">, </w:t>
      </w:r>
      <w:r w:rsidRPr="00F23192">
        <w:t>celui-ci se trouvait sur le seuil</w:t>
      </w:r>
      <w:r w:rsidR="00D60A57">
        <w:t xml:space="preserve">, </w:t>
      </w:r>
      <w:r w:rsidRPr="00F23192">
        <w:t>atte</w:t>
      </w:r>
      <w:r w:rsidRPr="00F23192">
        <w:t>n</w:t>
      </w:r>
      <w:r w:rsidRPr="00F23192">
        <w:t>dant</w:t>
      </w:r>
      <w:r w:rsidR="00D60A57">
        <w:t xml:space="preserve"> ; </w:t>
      </w:r>
      <w:r w:rsidRPr="00F23192">
        <w:t>le bruit des roues sur la route déserte l</w:t>
      </w:r>
      <w:r w:rsidR="00D60A57">
        <w:t>’</w:t>
      </w:r>
      <w:r w:rsidRPr="00F23192">
        <w:t>avait alerté</w:t>
      </w:r>
      <w:r w:rsidR="00D60A57">
        <w:t>…</w:t>
      </w:r>
    </w:p>
    <w:p w14:paraId="4E875E65" w14:textId="77777777" w:rsidR="00D60A57" w:rsidRDefault="00D60A57" w:rsidP="00D60A57">
      <w:r>
        <w:t>— </w:t>
      </w:r>
      <w:r w:rsidR="00E36F6A" w:rsidRPr="00F23192">
        <w:t>À l</w:t>
      </w:r>
      <w:r>
        <w:t>’</w:t>
      </w:r>
      <w:r w:rsidR="00E36F6A" w:rsidRPr="00F23192">
        <w:t>écurie</w:t>
      </w:r>
      <w:r>
        <w:t xml:space="preserve"> ! </w:t>
      </w:r>
      <w:r w:rsidR="00E36F6A" w:rsidRPr="00F23192">
        <w:t xml:space="preserve">commanda </w:t>
      </w:r>
      <w:r>
        <w:t>M. </w:t>
      </w:r>
      <w:r w:rsidR="00E36F6A" w:rsidRPr="00F23192">
        <w:t xml:space="preserve">des </w:t>
      </w:r>
      <w:proofErr w:type="spellStart"/>
      <w:r w:rsidR="00E36F6A" w:rsidRPr="00F23192">
        <w:t>Blaittières</w:t>
      </w:r>
      <w:proofErr w:type="spellEnd"/>
      <w:r w:rsidR="00E36F6A" w:rsidRPr="00F23192">
        <w:t xml:space="preserve"> en mettant pied à terre et en prenant le cheval par le mors</w:t>
      </w:r>
      <w:r>
        <w:t>.</w:t>
      </w:r>
    </w:p>
    <w:p w14:paraId="58709569" w14:textId="77777777" w:rsidR="00D60A57" w:rsidRDefault="00E36F6A" w:rsidP="00D60A57">
      <w:r w:rsidRPr="00F23192">
        <w:t>Hubert</w:t>
      </w:r>
      <w:r w:rsidR="00D60A57">
        <w:t xml:space="preserve">, </w:t>
      </w:r>
      <w:r w:rsidRPr="00F23192">
        <w:t>lui</w:t>
      </w:r>
      <w:r w:rsidR="00D60A57">
        <w:t xml:space="preserve">, </w:t>
      </w:r>
      <w:r w:rsidRPr="00F23192">
        <w:t>était allé ouvrir une porte qui donnait accès à un appentis fait en planches où l</w:t>
      </w:r>
      <w:r w:rsidR="00D60A57">
        <w:t>’</w:t>
      </w:r>
      <w:r w:rsidRPr="00F23192">
        <w:t>attelage fut conduit</w:t>
      </w:r>
      <w:r w:rsidR="00D60A57">
        <w:t>.</w:t>
      </w:r>
    </w:p>
    <w:p w14:paraId="6DFE7D5C" w14:textId="77777777" w:rsidR="00D60A57" w:rsidRDefault="00E36F6A" w:rsidP="00D60A57">
      <w:r w:rsidRPr="00F23192">
        <w:t>La porte refermée</w:t>
      </w:r>
      <w:r w:rsidR="00D60A57">
        <w:t xml:space="preserve">, </w:t>
      </w:r>
      <w:r w:rsidRPr="00F23192">
        <w:t>les deux hommes enlevèrent de la ca</w:t>
      </w:r>
      <w:r w:rsidRPr="00F23192">
        <w:t>r</w:t>
      </w:r>
      <w:r w:rsidRPr="00F23192">
        <w:t>riole le corps toujours inerte et</w:t>
      </w:r>
      <w:r w:rsidR="00D60A57">
        <w:t xml:space="preserve">, </w:t>
      </w:r>
      <w:r w:rsidRPr="00F23192">
        <w:t>le tenant l</w:t>
      </w:r>
      <w:r w:rsidR="00D60A57">
        <w:t>’</w:t>
      </w:r>
      <w:r w:rsidRPr="00F23192">
        <w:t>un par le buste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</w:t>
      </w:r>
      <w:r w:rsidRPr="00F23192">
        <w:t>u</w:t>
      </w:r>
      <w:r w:rsidRPr="00F23192">
        <w:t>tre par les pieds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emportèrent vers un amoncellement de bottes de paille qui masquait une ouverture faite dans la m</w:t>
      </w:r>
      <w:r w:rsidRPr="00F23192">
        <w:t>u</w:t>
      </w:r>
      <w:r w:rsidRPr="00F23192">
        <w:t>raille</w:t>
      </w:r>
      <w:r w:rsidR="00D60A57">
        <w:t>.</w:t>
      </w:r>
    </w:p>
    <w:p w14:paraId="6EDD80BC" w14:textId="77777777" w:rsidR="00D60A57" w:rsidRDefault="00E36F6A" w:rsidP="00D60A57">
      <w:r w:rsidRPr="00F23192">
        <w:t>Ils s</w:t>
      </w:r>
      <w:r w:rsidR="00D60A57">
        <w:t>’</w:t>
      </w:r>
      <w:r w:rsidRPr="00F23192">
        <w:t>engagèrent alors dans une sorte de boyau étroit et sombre</w:t>
      </w:r>
      <w:r w:rsidR="00D60A57">
        <w:t xml:space="preserve">, </w:t>
      </w:r>
      <w:r w:rsidRPr="00F23192">
        <w:t>avançant à pas précautionneux</w:t>
      </w:r>
      <w:r w:rsidR="00D60A57">
        <w:t xml:space="preserve">, </w:t>
      </w:r>
      <w:r w:rsidRPr="00F23192">
        <w:t>mais avec une connai</w:t>
      </w:r>
      <w:r w:rsidRPr="00F23192">
        <w:t>s</w:t>
      </w:r>
      <w:r w:rsidRPr="00F23192">
        <w:t xml:space="preserve">sance parfaite des </w:t>
      </w:r>
      <w:proofErr w:type="spellStart"/>
      <w:r w:rsidRPr="00F23192">
        <w:t>aîtres</w:t>
      </w:r>
      <w:proofErr w:type="spellEnd"/>
      <w:r w:rsidR="00D60A57">
        <w:t>.</w:t>
      </w:r>
    </w:p>
    <w:p w14:paraId="246351BC" w14:textId="77777777" w:rsidR="00D60A57" w:rsidRDefault="00E36F6A" w:rsidP="00D60A57">
      <w:r w:rsidRPr="00F23192">
        <w:t>Au bout d</w:t>
      </w:r>
      <w:r w:rsidR="00D60A57">
        <w:t>’</w:t>
      </w:r>
      <w:r w:rsidRPr="00F23192">
        <w:t>une vingtaine de pas</w:t>
      </w:r>
      <w:r w:rsidR="00D60A57">
        <w:t xml:space="preserve">, </w:t>
      </w:r>
      <w:r w:rsidRPr="00F23192">
        <w:t>une porte se présenta</w:t>
      </w:r>
      <w:r w:rsidR="00D60A57">
        <w:t xml:space="preserve">, </w:t>
      </w:r>
      <w:r w:rsidRPr="00F23192">
        <w:t>à l</w:t>
      </w:r>
      <w:r w:rsidRPr="00F23192">
        <w:t>a</w:t>
      </w:r>
      <w:r w:rsidRPr="00F23192">
        <w:t>quelle Hubert heurta trois fois</w:t>
      </w:r>
      <w:r w:rsidR="00D60A57">
        <w:t xml:space="preserve">, </w:t>
      </w:r>
      <w:r w:rsidRPr="00F23192">
        <w:t>et qui</w:t>
      </w:r>
      <w:r w:rsidR="00D60A57">
        <w:t xml:space="preserve">, </w:t>
      </w:r>
      <w:r w:rsidRPr="00F23192">
        <w:t>au troisième heurt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o</w:t>
      </w:r>
      <w:r w:rsidRPr="00F23192">
        <w:t>u</w:t>
      </w:r>
      <w:r w:rsidRPr="00F23192">
        <w:t>vrit pour se refermer aussitôt derrière les deux hommes</w:t>
      </w:r>
      <w:r w:rsidR="00D60A57">
        <w:t>.</w:t>
      </w:r>
    </w:p>
    <w:p w14:paraId="62040A23" w14:textId="77777777" w:rsidR="00D60A57" w:rsidRDefault="00E36F6A" w:rsidP="00D60A57">
      <w:r w:rsidRPr="00F23192">
        <w:t>Ils se trouvèrent alors dans une vaste salle aménagée dans les assises du donjon et dont la voûte s</w:t>
      </w:r>
      <w:r w:rsidR="00D60A57">
        <w:t>’</w:t>
      </w:r>
      <w:r w:rsidRPr="00F23192">
        <w:t>étayait de fortes colo</w:t>
      </w:r>
      <w:r w:rsidRPr="00F23192">
        <w:t>n</w:t>
      </w:r>
      <w:r w:rsidRPr="00F23192">
        <w:t>nes faites de masses rocheuses entassées les unes sur les autres</w:t>
      </w:r>
      <w:r w:rsidR="00D60A57">
        <w:t>.</w:t>
      </w:r>
    </w:p>
    <w:p w14:paraId="0A1165E3" w14:textId="77777777" w:rsidR="00D60A57" w:rsidRDefault="00E36F6A" w:rsidP="00D60A57">
      <w:r w:rsidRPr="00F23192">
        <w:t>Le dispositif de cette salle rappelait exactement celui en plusieurs occasions décrit par les victimes des Loups</w:t>
      </w:r>
      <w:r w:rsidR="00D60A57">
        <w:t>.</w:t>
      </w:r>
    </w:p>
    <w:p w14:paraId="04395AFA" w14:textId="77777777" w:rsidR="00D60A57" w:rsidRDefault="00E36F6A" w:rsidP="00D60A57">
      <w:r w:rsidRPr="00F23192">
        <w:t>Même lit de cuir</w:t>
      </w:r>
      <w:r w:rsidR="00D60A57">
        <w:t xml:space="preserve">, </w:t>
      </w:r>
      <w:r w:rsidRPr="00F23192">
        <w:t>même chevalet de fer</w:t>
      </w:r>
      <w:r w:rsidR="00D60A57">
        <w:t xml:space="preserve">, </w:t>
      </w:r>
      <w:r w:rsidRPr="00F23192">
        <w:t>mêmes chaînes et anneaux</w:t>
      </w:r>
      <w:r w:rsidR="00D60A57">
        <w:t>.</w:t>
      </w:r>
    </w:p>
    <w:p w14:paraId="3D9F7A6D" w14:textId="77777777" w:rsidR="00D60A57" w:rsidRDefault="00E36F6A" w:rsidP="00D60A57">
      <w:r w:rsidRPr="00F23192">
        <w:lastRenderedPageBreak/>
        <w:t>Il n</w:t>
      </w:r>
      <w:r w:rsidR="00D60A57">
        <w:t>’</w:t>
      </w:r>
      <w:r w:rsidRPr="00F23192">
        <w:t>était pas jusqu</w:t>
      </w:r>
      <w:r w:rsidR="00D60A57">
        <w:t>’</w:t>
      </w:r>
      <w:r w:rsidRPr="00F23192">
        <w:t>au fourneau dans les braises rougeoya</w:t>
      </w:r>
      <w:r w:rsidRPr="00F23192">
        <w:t>n</w:t>
      </w:r>
      <w:r w:rsidRPr="00F23192">
        <w:t>tes duquel des pinces</w:t>
      </w:r>
      <w:r w:rsidR="00D60A57">
        <w:t xml:space="preserve">, </w:t>
      </w:r>
      <w:r w:rsidRPr="00F23192">
        <w:t>des tenailles chauffaient</w:t>
      </w:r>
      <w:r w:rsidR="00D60A57">
        <w:t>.</w:t>
      </w:r>
    </w:p>
    <w:p w14:paraId="70AC83D4" w14:textId="77777777" w:rsidR="00D60A57" w:rsidRDefault="00E36F6A" w:rsidP="00D60A57">
      <w:r w:rsidRPr="00F23192">
        <w:t>Ayant déposé sur le sol leur fardeau humain</w:t>
      </w:r>
      <w:r w:rsidR="00D60A57">
        <w:t>, M. </w:t>
      </w:r>
      <w:r w:rsidRPr="00F23192">
        <w:t xml:space="preserve">des </w:t>
      </w:r>
      <w:proofErr w:type="spellStart"/>
      <w:r w:rsidRPr="00F23192">
        <w:t>Blai</w:t>
      </w:r>
      <w:r w:rsidRPr="00F23192">
        <w:t>t</w:t>
      </w:r>
      <w:r w:rsidRPr="00F23192">
        <w:t>tières</w:t>
      </w:r>
      <w:proofErr w:type="spellEnd"/>
      <w:r w:rsidRPr="00F23192">
        <w:t xml:space="preserve"> commanda</w:t>
      </w:r>
      <w:r w:rsidR="00D60A57">
        <w:t> :</w:t>
      </w:r>
    </w:p>
    <w:p w14:paraId="2F6A9168" w14:textId="77777777" w:rsidR="00D60A57" w:rsidRDefault="00D60A57" w:rsidP="00D60A57">
      <w:r>
        <w:t>— </w:t>
      </w:r>
      <w:r w:rsidR="00E36F6A" w:rsidRPr="00F23192">
        <w:t>Maintenant</w:t>
      </w:r>
      <w:r>
        <w:t xml:space="preserve">, </w:t>
      </w:r>
      <w:r w:rsidR="00E36F6A" w:rsidRPr="00F23192">
        <w:t>au travail</w:t>
      </w:r>
      <w:r>
        <w:t>.</w:t>
      </w:r>
    </w:p>
    <w:p w14:paraId="425B8091" w14:textId="77777777" w:rsidR="00D60A57" w:rsidRDefault="00E36F6A" w:rsidP="00D60A57">
      <w:r w:rsidRPr="00F23192">
        <w:t>Il avait tiré de sa poche deux capuchons de laine rouge</w:t>
      </w:r>
      <w:r w:rsidR="00D60A57">
        <w:t xml:space="preserve">, </w:t>
      </w:r>
      <w:r w:rsidRPr="00F23192">
        <w:t>percés de trous pour leur pe</w:t>
      </w:r>
      <w:r w:rsidRPr="00F23192">
        <w:t>r</w:t>
      </w:r>
      <w:r w:rsidRPr="00F23192">
        <w:t>mettre de voir et de respirer</w:t>
      </w:r>
      <w:r w:rsidR="00D60A57">
        <w:t xml:space="preserve">, </w:t>
      </w:r>
      <w:r w:rsidRPr="00F23192">
        <w:t>dont ils se coiffèrent</w:t>
      </w:r>
      <w:r w:rsidR="00D60A57">
        <w:t xml:space="preserve"> ; </w:t>
      </w:r>
      <w:r w:rsidRPr="00F23192">
        <w:t>ayant ainsi assuré leur incognito</w:t>
      </w:r>
      <w:r w:rsidR="00D60A57">
        <w:t xml:space="preserve">, </w:t>
      </w:r>
      <w:r w:rsidRPr="00F23192">
        <w:t>ils débarra</w:t>
      </w:r>
      <w:r w:rsidRPr="00F23192">
        <w:t>s</w:t>
      </w:r>
      <w:r w:rsidRPr="00F23192">
        <w:t>sèrent le prisonnier de la cape qui l</w:t>
      </w:r>
      <w:r w:rsidR="00D60A57">
        <w:t>’</w:t>
      </w:r>
      <w:r w:rsidRPr="00F23192">
        <w:t>emmaillotait et le portèrent sur le lit de cuir où ils l</w:t>
      </w:r>
      <w:r w:rsidR="00D60A57">
        <w:t>’</w:t>
      </w:r>
      <w:r w:rsidRPr="00F23192">
        <w:t>immobilisèrent au moyen d</w:t>
      </w:r>
      <w:r w:rsidR="00D60A57">
        <w:t>’</w:t>
      </w:r>
      <w:r w:rsidRPr="00F23192">
        <w:t>anneaux</w:t>
      </w:r>
      <w:r w:rsidR="00D60A57">
        <w:t xml:space="preserve">, </w:t>
      </w:r>
      <w:r w:rsidRPr="00F23192">
        <w:t>faisant prisonniers ses chevilles et ses poignets</w:t>
      </w:r>
      <w:r w:rsidR="00D60A57">
        <w:t>.</w:t>
      </w:r>
    </w:p>
    <w:p w14:paraId="3D735AFB" w14:textId="77777777" w:rsidR="00D60A57" w:rsidRDefault="00E36F6A" w:rsidP="00D60A57">
      <w:r w:rsidRPr="00F23192">
        <w:t>Bâillonné</w:t>
      </w:r>
      <w:r w:rsidR="00D60A57">
        <w:t xml:space="preserve">, </w:t>
      </w:r>
      <w:r w:rsidRPr="00F23192">
        <w:t>le malheureux ne pouvait que rouler de droite et de gauche des regards te</w:t>
      </w:r>
      <w:r w:rsidRPr="00F23192">
        <w:t>r</w:t>
      </w:r>
      <w:r w:rsidRPr="00F23192">
        <w:t>ribles</w:t>
      </w:r>
      <w:r w:rsidR="00D60A57">
        <w:t>.</w:t>
      </w:r>
    </w:p>
    <w:p w14:paraId="0B35A427" w14:textId="77777777" w:rsidR="00D60A57" w:rsidRDefault="00E36F6A" w:rsidP="00D60A57">
      <w:r w:rsidRPr="00F23192">
        <w:t>Les deux hommes cependant s</w:t>
      </w:r>
      <w:r w:rsidR="00D60A57">
        <w:t>’</w:t>
      </w:r>
      <w:r w:rsidRPr="00F23192">
        <w:t>activaient</w:t>
      </w:r>
      <w:r w:rsidR="00D60A57">
        <w:t xml:space="preserve"> ; </w:t>
      </w:r>
      <w:r w:rsidRPr="00F23192">
        <w:t>ils commenc</w:t>
      </w:r>
      <w:r w:rsidRPr="00F23192">
        <w:t>è</w:t>
      </w:r>
      <w:r w:rsidRPr="00F23192">
        <w:t>rent par fixer au-dessus du lit un récipient de métal auquel était adapté un tuyau de métal également qu</w:t>
      </w:r>
      <w:r w:rsidR="00D60A57">
        <w:t>’</w:t>
      </w:r>
      <w:r w:rsidRPr="00F23192">
        <w:t>ils firent descendre ju</w:t>
      </w:r>
      <w:r w:rsidRPr="00F23192">
        <w:t>s</w:t>
      </w:r>
      <w:r w:rsidRPr="00F23192">
        <w:t>qu</w:t>
      </w:r>
      <w:r w:rsidR="00D60A57">
        <w:t>’</w:t>
      </w:r>
      <w:r w:rsidRPr="00F23192">
        <w:t>à la tête du patient</w:t>
      </w:r>
      <w:r w:rsidR="00D60A57">
        <w:t xml:space="preserve">, </w:t>
      </w:r>
      <w:r w:rsidRPr="00F23192">
        <w:t>au préalable réduit à une immobilité a</w:t>
      </w:r>
      <w:r w:rsidRPr="00F23192">
        <w:t>b</w:t>
      </w:r>
      <w:r w:rsidRPr="00F23192">
        <w:t>solue par des liens qui le fixaient à l</w:t>
      </w:r>
      <w:r w:rsidR="00D60A57">
        <w:t>’</w:t>
      </w:r>
      <w:r w:rsidRPr="00F23192">
        <w:t>armature du lit avec l</w:t>
      </w:r>
      <w:r w:rsidRPr="00F23192">
        <w:t>a</w:t>
      </w:r>
      <w:r w:rsidRPr="00F23192">
        <w:t>quelle</w:t>
      </w:r>
      <w:r w:rsidR="00D60A57">
        <w:t xml:space="preserve">, </w:t>
      </w:r>
      <w:r w:rsidRPr="00F23192">
        <w:t>de la sorte</w:t>
      </w:r>
      <w:r w:rsidR="00D60A57">
        <w:t xml:space="preserve">, </w:t>
      </w:r>
      <w:r w:rsidRPr="00F23192">
        <w:t>elle ne faisait qu</w:t>
      </w:r>
      <w:r w:rsidR="00D60A57">
        <w:t>’</w:t>
      </w:r>
      <w:r w:rsidRPr="00F23192">
        <w:t>un</w:t>
      </w:r>
      <w:r w:rsidR="00D60A57">
        <w:t>.</w:t>
      </w:r>
    </w:p>
    <w:p w14:paraId="776A8F71" w14:textId="77777777" w:rsidR="00D60A57" w:rsidRDefault="00E36F6A" w:rsidP="00D60A57">
      <w:r w:rsidRPr="00F23192">
        <w:t>Puis ils emplirent le récipient d</w:t>
      </w:r>
      <w:r w:rsidR="00D60A57">
        <w:t>’</w:t>
      </w:r>
      <w:r w:rsidRPr="00F23192">
        <w:t>un liquide qu</w:t>
      </w:r>
      <w:r w:rsidR="00D60A57">
        <w:t>’</w:t>
      </w:r>
      <w:r w:rsidRPr="00F23192">
        <w:t>ils s</w:t>
      </w:r>
      <w:r w:rsidR="00D60A57">
        <w:t>’</w:t>
      </w:r>
      <w:r w:rsidRPr="00F23192">
        <w:t>en étaient allés chercher dans une excavation de la muraille</w:t>
      </w:r>
      <w:r w:rsidR="00D60A57">
        <w:t>.</w:t>
      </w:r>
    </w:p>
    <w:p w14:paraId="064042D8" w14:textId="77777777" w:rsidR="00D60A57" w:rsidRDefault="00D60A57" w:rsidP="00D60A57">
      <w:r>
        <w:t>— </w:t>
      </w:r>
      <w:r w:rsidR="00E36F6A" w:rsidRPr="00F23192">
        <w:t>Est-ce à nous de faire cela</w:t>
      </w:r>
      <w:r>
        <w:t xml:space="preserve"> ? </w:t>
      </w:r>
      <w:r w:rsidR="00E36F6A" w:rsidRPr="00F23192">
        <w:t xml:space="preserve">interrogea </w:t>
      </w:r>
      <w:r>
        <w:t>M. </w:t>
      </w:r>
      <w:r w:rsidR="00E36F6A" w:rsidRPr="00F23192">
        <w:t xml:space="preserve">des </w:t>
      </w:r>
      <w:proofErr w:type="spellStart"/>
      <w:r w:rsidR="00E36F6A" w:rsidRPr="00F23192">
        <w:t>Blaitti</w:t>
      </w:r>
      <w:r w:rsidR="00E36F6A" w:rsidRPr="00F23192">
        <w:t>è</w:t>
      </w:r>
      <w:r w:rsidR="00E36F6A" w:rsidRPr="00F23192">
        <w:t>res</w:t>
      </w:r>
      <w:proofErr w:type="spellEnd"/>
      <w:r>
        <w:t>.</w:t>
      </w:r>
    </w:p>
    <w:p w14:paraId="41893CFE" w14:textId="77777777" w:rsidR="00D60A57" w:rsidRDefault="00E36F6A" w:rsidP="00D60A57">
      <w:r w:rsidRPr="00F23192">
        <w:t>Hubert répondit laconiquement</w:t>
      </w:r>
      <w:r w:rsidR="00D60A57">
        <w:t> :</w:t>
      </w:r>
    </w:p>
    <w:p w14:paraId="152D2A26" w14:textId="77777777" w:rsidR="00D60A57" w:rsidRDefault="00D60A57" w:rsidP="00D60A57">
      <w:r>
        <w:t>— </w:t>
      </w:r>
      <w:r w:rsidR="00E36F6A" w:rsidRPr="00F23192">
        <w:t>Elle l</w:t>
      </w:r>
      <w:r>
        <w:t>’</w:t>
      </w:r>
      <w:r w:rsidR="00E36F6A" w:rsidRPr="00F23192">
        <w:t>a ordonné</w:t>
      </w:r>
      <w:r>
        <w:t>…</w:t>
      </w:r>
    </w:p>
    <w:p w14:paraId="7DAEBF1F" w14:textId="77777777" w:rsidR="00D60A57" w:rsidRDefault="00E36F6A" w:rsidP="00D60A57">
      <w:r w:rsidRPr="00F23192">
        <w:lastRenderedPageBreak/>
        <w:t>L</w:t>
      </w:r>
      <w:r w:rsidR="00D60A57">
        <w:t>’</w:t>
      </w:r>
      <w:r w:rsidRPr="00F23192">
        <w:t>autre s</w:t>
      </w:r>
      <w:r w:rsidR="00D60A57">
        <w:t>’</w:t>
      </w:r>
      <w:r w:rsidRPr="00F23192">
        <w:t>inclina</w:t>
      </w:r>
      <w:r w:rsidR="00D60A57">
        <w:t xml:space="preserve">, </w:t>
      </w:r>
      <w:r w:rsidRPr="00F23192">
        <w:t>et tous deux se prêtèrent mutuellement la main pour adapter soigneusement aux lèvres du patient l</w:t>
      </w:r>
      <w:r w:rsidR="00D60A57">
        <w:t>’</w:t>
      </w:r>
      <w:r w:rsidRPr="00F23192">
        <w:t>extrémité du tuyau et alors l</w:t>
      </w:r>
      <w:r w:rsidR="00D60A57">
        <w:t>’</w:t>
      </w:r>
      <w:r w:rsidRPr="00F23192">
        <w:t>opération commença</w:t>
      </w:r>
      <w:r w:rsidR="00D60A57">
        <w:t>.</w:t>
      </w:r>
    </w:p>
    <w:p w14:paraId="414AF9CB" w14:textId="77777777" w:rsidR="00D60A57" w:rsidRDefault="00E36F6A" w:rsidP="00D60A57">
      <w:r w:rsidRPr="00F23192">
        <w:t>Vainement</w:t>
      </w:r>
      <w:r w:rsidR="00D60A57">
        <w:t xml:space="preserve">, </w:t>
      </w:r>
      <w:r w:rsidRPr="00F23192">
        <w:t>le malheureux se tordait sur la peau de cuir pour tenter d</w:t>
      </w:r>
      <w:r w:rsidR="00D60A57">
        <w:t>’</w:t>
      </w:r>
      <w:r w:rsidRPr="00F23192">
        <w:t>échapper au flot qui s</w:t>
      </w:r>
      <w:r w:rsidR="00D60A57">
        <w:t>’</w:t>
      </w:r>
      <w:r w:rsidRPr="00F23192">
        <w:t>engouffrait dans sa gorge</w:t>
      </w:r>
      <w:r w:rsidR="00D60A57">
        <w:t xml:space="preserve">, </w:t>
      </w:r>
      <w:r w:rsidRPr="00F23192">
        <w:t>menaçant de l</w:t>
      </w:r>
      <w:r w:rsidR="00D60A57">
        <w:t>’</w:t>
      </w:r>
      <w:r w:rsidRPr="00F23192">
        <w:t>étouffer</w:t>
      </w:r>
      <w:r w:rsidR="00D60A57">
        <w:t xml:space="preserve">, </w:t>
      </w:r>
      <w:r w:rsidRPr="00F23192">
        <w:t>force lui était d</w:t>
      </w:r>
      <w:r w:rsidR="00D60A57">
        <w:t>’</w:t>
      </w:r>
      <w:r w:rsidRPr="00F23192">
        <w:t>en avaler une partie</w:t>
      </w:r>
      <w:r w:rsidR="00D60A57">
        <w:t>.</w:t>
      </w:r>
    </w:p>
    <w:p w14:paraId="4D3BA21A" w14:textId="77777777" w:rsidR="00D60A57" w:rsidRDefault="00E36F6A" w:rsidP="00D60A57">
      <w:r w:rsidRPr="00F23192">
        <w:t>Sous la griffe de la souffrance</w:t>
      </w:r>
      <w:r w:rsidR="00D60A57">
        <w:t xml:space="preserve">, </w:t>
      </w:r>
      <w:r w:rsidRPr="00F23192">
        <w:t>son visage se contractait</w:t>
      </w:r>
      <w:r w:rsidR="00D60A57">
        <w:t xml:space="preserve">, </w:t>
      </w:r>
      <w:r w:rsidRPr="00F23192">
        <w:t>se décomposait pour ainsi dire</w:t>
      </w:r>
      <w:r w:rsidR="00D60A57">
        <w:t xml:space="preserve"> ; </w:t>
      </w:r>
      <w:r w:rsidRPr="00F23192">
        <w:t>c</w:t>
      </w:r>
      <w:r w:rsidR="00D60A57">
        <w:t>’</w:t>
      </w:r>
      <w:r w:rsidRPr="00F23192">
        <w:t>est à peine s</w:t>
      </w:r>
      <w:r w:rsidR="00D60A57">
        <w:t>’</w:t>
      </w:r>
      <w:r w:rsidRPr="00F23192">
        <w:t>il était reconnaiss</w:t>
      </w:r>
      <w:r w:rsidRPr="00F23192">
        <w:t>a</w:t>
      </w:r>
      <w:r w:rsidRPr="00F23192">
        <w:t>ble</w:t>
      </w:r>
      <w:r w:rsidR="00D60A57">
        <w:t>.</w:t>
      </w:r>
    </w:p>
    <w:p w14:paraId="731BEC66" w14:textId="77777777" w:rsidR="00D60A57" w:rsidRDefault="00E36F6A" w:rsidP="00D60A57">
      <w:r w:rsidRPr="00F23192">
        <w:t>Un moment</w:t>
      </w:r>
      <w:r w:rsidR="00D60A57">
        <w:t xml:space="preserve">, </w:t>
      </w:r>
      <w:r w:rsidRPr="00F23192">
        <w:t>ses yeux se révulsèrent</w:t>
      </w:r>
      <w:r w:rsidR="00D60A57">
        <w:t>.</w:t>
      </w:r>
    </w:p>
    <w:p w14:paraId="3716E0D9" w14:textId="77777777" w:rsidR="00D60A57" w:rsidRDefault="00D60A57" w:rsidP="00D60A57">
      <w:r>
        <w:t>— </w:t>
      </w:r>
      <w:r w:rsidR="00E36F6A" w:rsidRPr="00F23192">
        <w:t>Halte</w:t>
      </w:r>
      <w:r>
        <w:t xml:space="preserve"> ! </w:t>
      </w:r>
      <w:r w:rsidR="00E36F6A" w:rsidRPr="00F23192">
        <w:t xml:space="preserve">commanda </w:t>
      </w:r>
      <w:r>
        <w:t>M. </w:t>
      </w:r>
      <w:r w:rsidR="00E36F6A" w:rsidRPr="00F23192">
        <w:t xml:space="preserve">des </w:t>
      </w:r>
      <w:proofErr w:type="spellStart"/>
      <w:r w:rsidR="00E36F6A" w:rsidRPr="00F23192">
        <w:t>Blaittières</w:t>
      </w:r>
      <w:proofErr w:type="spellEnd"/>
      <w:r>
        <w:t>.</w:t>
      </w:r>
    </w:p>
    <w:p w14:paraId="7A2B06D1" w14:textId="77777777" w:rsidR="00D60A57" w:rsidRDefault="00D60A57" w:rsidP="00D60A57">
      <w:r>
        <w:t>— </w:t>
      </w:r>
      <w:r w:rsidR="00E36F6A" w:rsidRPr="00F23192">
        <w:t>Il paraît avoir son compte</w:t>
      </w:r>
      <w:r>
        <w:t xml:space="preserve">, </w:t>
      </w:r>
      <w:r w:rsidR="00E36F6A" w:rsidRPr="00F23192">
        <w:t>opina Hubert</w:t>
      </w:r>
      <w:r>
        <w:t>.</w:t>
      </w:r>
    </w:p>
    <w:p w14:paraId="389E5786" w14:textId="77777777" w:rsidR="00D60A57" w:rsidRDefault="00E36F6A" w:rsidP="00D60A57">
      <w:r w:rsidRPr="00F23192">
        <w:t>Maintenant</w:t>
      </w:r>
      <w:r w:rsidR="00D60A57">
        <w:t xml:space="preserve">, </w:t>
      </w:r>
      <w:r w:rsidRPr="00F23192">
        <w:t>le supplicié</w:t>
      </w:r>
      <w:r w:rsidR="00D60A57">
        <w:t xml:space="preserve">, </w:t>
      </w:r>
      <w:r w:rsidRPr="00F23192">
        <w:t>inerte</w:t>
      </w:r>
      <w:r w:rsidR="00D60A57">
        <w:t xml:space="preserve">, </w:t>
      </w:r>
      <w:r w:rsidRPr="00F23192">
        <w:t>donnait l</w:t>
      </w:r>
      <w:r w:rsidR="00D60A57">
        <w:t>’</w:t>
      </w:r>
      <w:r w:rsidRPr="00F23192">
        <w:t>impression d</w:t>
      </w:r>
      <w:r w:rsidR="00D60A57">
        <w:t>’</w:t>
      </w:r>
      <w:r w:rsidRPr="00F23192">
        <w:t>être mort</w:t>
      </w:r>
      <w:r w:rsidR="00D60A57">
        <w:t xml:space="preserve">, </w:t>
      </w:r>
      <w:r w:rsidRPr="00F23192">
        <w:t>mais ce n</w:t>
      </w:r>
      <w:r w:rsidR="00D60A57">
        <w:t>’</w:t>
      </w:r>
      <w:r w:rsidRPr="00F23192">
        <w:t>était qu</w:t>
      </w:r>
      <w:r w:rsidR="00D60A57">
        <w:t>’</w:t>
      </w:r>
      <w:r w:rsidRPr="00F23192">
        <w:t>une apparence</w:t>
      </w:r>
      <w:r w:rsidR="00D60A57">
        <w:t xml:space="preserve"> ; </w:t>
      </w:r>
      <w:r w:rsidRPr="00F23192">
        <w:t>un souffle rauque so</w:t>
      </w:r>
      <w:r w:rsidRPr="00F23192">
        <w:t>r</w:t>
      </w:r>
      <w:r w:rsidRPr="00F23192">
        <w:t>tait de sa gorge et de ses lèvres coulait une bave gluante</w:t>
      </w:r>
      <w:r w:rsidR="00D60A57">
        <w:t>.</w:t>
      </w:r>
    </w:p>
    <w:p w14:paraId="1DD01B4B" w14:textId="77777777" w:rsidR="00D60A57" w:rsidRDefault="00D60A57" w:rsidP="00D60A57">
      <w:r>
        <w:t>— </w:t>
      </w:r>
      <w:r w:rsidR="00E36F6A" w:rsidRPr="00F23192">
        <w:t>Il est à point</w:t>
      </w:r>
      <w:r>
        <w:t xml:space="preserve">, </w:t>
      </w:r>
      <w:r w:rsidR="00E36F6A" w:rsidRPr="00F23192">
        <w:t xml:space="preserve">fit </w:t>
      </w:r>
      <w:r>
        <w:t>M. </w:t>
      </w:r>
      <w:r w:rsidR="00E36F6A" w:rsidRPr="00F23192">
        <w:t xml:space="preserve">des </w:t>
      </w:r>
      <w:proofErr w:type="spellStart"/>
      <w:r w:rsidR="00E36F6A" w:rsidRPr="00F23192">
        <w:t>Blaittières</w:t>
      </w:r>
      <w:proofErr w:type="spellEnd"/>
      <w:r w:rsidR="00E36F6A" w:rsidRPr="00F23192">
        <w:t xml:space="preserve"> après</w:t>
      </w:r>
      <w:r>
        <w:t xml:space="preserve">, </w:t>
      </w:r>
      <w:r w:rsidR="00E36F6A" w:rsidRPr="00F23192">
        <w:t>s</w:t>
      </w:r>
      <w:r>
        <w:t>’</w:t>
      </w:r>
      <w:r w:rsidR="00E36F6A" w:rsidRPr="00F23192">
        <w:t>étant penché sur lui</w:t>
      </w:r>
      <w:r>
        <w:t xml:space="preserve">, </w:t>
      </w:r>
      <w:r w:rsidR="00E36F6A" w:rsidRPr="00F23192">
        <w:t>l</w:t>
      </w:r>
      <w:r>
        <w:t>’</w:t>
      </w:r>
      <w:r w:rsidR="00E36F6A" w:rsidRPr="00F23192">
        <w:t>avoir soigneusement examiné</w:t>
      </w:r>
      <w:r>
        <w:t>.</w:t>
      </w:r>
    </w:p>
    <w:p w14:paraId="316A5268" w14:textId="77777777" w:rsidR="00D60A57" w:rsidRDefault="00E36F6A" w:rsidP="00D60A57">
      <w:r w:rsidRPr="00F23192">
        <w:t>Avec l</w:t>
      </w:r>
      <w:r w:rsidR="00D60A57">
        <w:t>’</w:t>
      </w:r>
      <w:r w:rsidRPr="00F23192">
        <w:t>aide d</w:t>
      </w:r>
      <w:r w:rsidR="00D60A57">
        <w:t>’</w:t>
      </w:r>
      <w:r w:rsidRPr="00F23192">
        <w:t>Hubert</w:t>
      </w:r>
      <w:r w:rsidR="00D60A57">
        <w:t xml:space="preserve">, </w:t>
      </w:r>
      <w:r w:rsidRPr="00F23192">
        <w:t>il débarrassa le patient des liens qui lui immobilisaient la tête</w:t>
      </w:r>
      <w:r w:rsidR="00D60A57">
        <w:t xml:space="preserve">, </w:t>
      </w:r>
      <w:r w:rsidRPr="00F23192">
        <w:t>délivra ses chevilles</w:t>
      </w:r>
      <w:r w:rsidR="00D60A57">
        <w:t xml:space="preserve">, </w:t>
      </w:r>
      <w:r w:rsidRPr="00F23192">
        <w:t>ses poignets des anneaux qui les encerclaient</w:t>
      </w:r>
      <w:r w:rsidR="00D60A57">
        <w:t>.</w:t>
      </w:r>
    </w:p>
    <w:p w14:paraId="24848B1E" w14:textId="77777777" w:rsidR="00D60A57" w:rsidRDefault="00D60A57" w:rsidP="00D60A57">
      <w:r>
        <w:t>— </w:t>
      </w:r>
      <w:r w:rsidR="00E36F6A" w:rsidRPr="00F23192">
        <w:t>Laissons-le</w:t>
      </w:r>
      <w:r>
        <w:t xml:space="preserve">… </w:t>
      </w:r>
      <w:r w:rsidR="00E36F6A" w:rsidRPr="00F23192">
        <w:t>cela opère tout seul</w:t>
      </w:r>
      <w:r>
        <w:t>.</w:t>
      </w:r>
    </w:p>
    <w:p w14:paraId="3E53298D" w14:textId="77777777" w:rsidR="00D60A57" w:rsidRDefault="00D60A57" w:rsidP="00D60A57">
      <w:r>
        <w:t>— </w:t>
      </w:r>
      <w:r w:rsidR="00E36F6A" w:rsidRPr="00F23192">
        <w:t>Il ne convient pas de demeurer avec lui</w:t>
      </w:r>
      <w:r>
        <w:t xml:space="preserve"> ? </w:t>
      </w:r>
      <w:r w:rsidR="00E36F6A" w:rsidRPr="00F23192">
        <w:t>interrogea H</w:t>
      </w:r>
      <w:r w:rsidR="00E36F6A" w:rsidRPr="00F23192">
        <w:t>u</w:t>
      </w:r>
      <w:r w:rsidR="00E36F6A" w:rsidRPr="00F23192">
        <w:t>bert</w:t>
      </w:r>
      <w:r>
        <w:t>.</w:t>
      </w:r>
    </w:p>
    <w:p w14:paraId="6A345A45" w14:textId="77777777" w:rsidR="00D60A57" w:rsidRDefault="00D60A57" w:rsidP="00D60A57">
      <w:r>
        <w:t>— </w:t>
      </w:r>
      <w:r w:rsidR="00E36F6A" w:rsidRPr="00F23192">
        <w:t>Pour quoi faire</w:t>
      </w:r>
      <w:r>
        <w:t xml:space="preserve"> ? </w:t>
      </w:r>
      <w:r w:rsidR="00E36F6A" w:rsidRPr="00F23192">
        <w:t>Par crainte qu</w:t>
      </w:r>
      <w:r>
        <w:t>’</w:t>
      </w:r>
      <w:r w:rsidR="00E36F6A" w:rsidRPr="00F23192">
        <w:t>il s</w:t>
      </w:r>
      <w:r>
        <w:t>’</w:t>
      </w:r>
      <w:r w:rsidR="00E36F6A" w:rsidRPr="00F23192">
        <w:t>échappe</w:t>
      </w:r>
      <w:r>
        <w:t xml:space="preserve"> ? </w:t>
      </w:r>
      <w:r w:rsidR="00E36F6A" w:rsidRPr="00F23192">
        <w:t>Quand bien même cela lui serait possible</w:t>
      </w:r>
      <w:r>
        <w:t xml:space="preserve">, </w:t>
      </w:r>
      <w:r w:rsidR="00E36F6A" w:rsidRPr="00F23192">
        <w:t>il n</w:t>
      </w:r>
      <w:r>
        <w:t>’</w:t>
      </w:r>
      <w:r w:rsidR="00E36F6A" w:rsidRPr="00F23192">
        <w:t>en aurait pas la volonté</w:t>
      </w:r>
      <w:r>
        <w:t>.</w:t>
      </w:r>
    </w:p>
    <w:p w14:paraId="185ED55F" w14:textId="77777777" w:rsidR="00D60A57" w:rsidRDefault="00E36F6A" w:rsidP="00D60A57">
      <w:r w:rsidRPr="00F23192">
        <w:lastRenderedPageBreak/>
        <w:t>Là-dessus</w:t>
      </w:r>
      <w:r w:rsidR="00D60A57">
        <w:t xml:space="preserve">, </w:t>
      </w:r>
      <w:r w:rsidRPr="00F23192">
        <w:t>ils sortirent</w:t>
      </w:r>
      <w:r w:rsidR="00D60A57">
        <w:t>.</w:t>
      </w:r>
    </w:p>
    <w:p w14:paraId="7246B37F" w14:textId="757804D8" w:rsidR="00E36F6A" w:rsidRPr="00F23192" w:rsidRDefault="00E36F6A" w:rsidP="00D60A57">
      <w:pPr>
        <w:pStyle w:val="Titre1"/>
      </w:pPr>
      <w:bookmarkStart w:id="24" w:name="_Toc186820637"/>
      <w:bookmarkStart w:id="25" w:name="_Toc195122114"/>
      <w:r w:rsidRPr="00F23192">
        <w:lastRenderedPageBreak/>
        <w:t>CHAPITRE XII</w:t>
      </w:r>
      <w:r w:rsidRPr="00F23192">
        <w:br/>
      </w:r>
      <w:r w:rsidRPr="00F23192">
        <w:br/>
        <w:t>LA FIN DE LA LOUVE</w:t>
      </w:r>
      <w:bookmarkEnd w:id="24"/>
      <w:bookmarkEnd w:id="25"/>
      <w:r w:rsidRPr="00F23192">
        <w:br/>
      </w:r>
    </w:p>
    <w:p w14:paraId="21C58E3E" w14:textId="77777777" w:rsidR="00D60A57" w:rsidRDefault="00E36F6A" w:rsidP="00D60A57">
      <w:r w:rsidRPr="00F23192">
        <w:t>Ce jour-là</w:t>
      </w:r>
      <w:r w:rsidR="00D60A57">
        <w:t xml:space="preserve">, </w:t>
      </w:r>
      <w:r w:rsidRPr="00F23192">
        <w:t>Bertrand</w:t>
      </w:r>
      <w:r w:rsidR="00D60A57">
        <w:t xml:space="preserve">, </w:t>
      </w:r>
      <w:r w:rsidRPr="00F23192">
        <w:t>en ouvrant les yeux</w:t>
      </w:r>
      <w:r w:rsidR="00D60A57">
        <w:t xml:space="preserve">, </w:t>
      </w:r>
      <w:r w:rsidRPr="00F23192">
        <w:t>ne put se croire éveillé</w:t>
      </w:r>
      <w:r w:rsidR="00D60A57">
        <w:t xml:space="preserve">, </w:t>
      </w:r>
      <w:r w:rsidRPr="00F23192">
        <w:t>mais plutôt la proie d</w:t>
      </w:r>
      <w:r w:rsidR="00D60A57">
        <w:t>’</w:t>
      </w:r>
      <w:r w:rsidRPr="00F23192">
        <w:t>un rêve merveilleux</w:t>
      </w:r>
      <w:r w:rsidR="00D60A57">
        <w:t xml:space="preserve">. </w:t>
      </w:r>
      <w:r w:rsidRPr="00F23192">
        <w:t>Edwige était auprès de lui</w:t>
      </w:r>
      <w:r w:rsidR="00D60A57">
        <w:t xml:space="preserve">, </w:t>
      </w:r>
      <w:r w:rsidRPr="00F23192">
        <w:t>lui souriant de tout son amour décuplé par l</w:t>
      </w:r>
      <w:r w:rsidR="00D60A57">
        <w:t>’</w:t>
      </w:r>
      <w:r w:rsidRPr="00F23192">
        <w:t>affreuse séparation qu</w:t>
      </w:r>
      <w:r w:rsidR="00D60A57">
        <w:t>’</w:t>
      </w:r>
      <w:r w:rsidRPr="00F23192">
        <w:t>il avait voulue</w:t>
      </w:r>
      <w:r w:rsidR="00D60A57">
        <w:t xml:space="preserve"> – </w:t>
      </w:r>
      <w:r w:rsidRPr="00F23192">
        <w:t>il s</w:t>
      </w:r>
      <w:r w:rsidR="00D60A57">
        <w:t>’</w:t>
      </w:r>
      <w:r w:rsidRPr="00F23192">
        <w:t>en souvenait</w:t>
      </w:r>
      <w:r w:rsidR="00D60A57">
        <w:t xml:space="preserve"> – </w:t>
      </w:r>
      <w:r w:rsidRPr="00F23192">
        <w:t>déf</w:t>
      </w:r>
      <w:r w:rsidRPr="00F23192">
        <w:t>i</w:t>
      </w:r>
      <w:r w:rsidRPr="00F23192">
        <w:t>nitive et à laquelle un incompréhensible miracle avait mis fin</w:t>
      </w:r>
      <w:r w:rsidR="00D60A57">
        <w:t>.</w:t>
      </w:r>
    </w:p>
    <w:p w14:paraId="08039AE8" w14:textId="77777777" w:rsidR="00D60A57" w:rsidRDefault="00E36F6A" w:rsidP="00D60A57">
      <w:r w:rsidRPr="00F23192">
        <w:t>Oh</w:t>
      </w:r>
      <w:r w:rsidR="00D60A57">
        <w:t xml:space="preserve"> ! </w:t>
      </w:r>
      <w:r w:rsidRPr="00F23192">
        <w:t>ce rêve admirable</w:t>
      </w:r>
      <w:r w:rsidR="00D60A57">
        <w:t xml:space="preserve">… </w:t>
      </w:r>
      <w:r w:rsidRPr="00F23192">
        <w:t>pourvu qu</w:t>
      </w:r>
      <w:r w:rsidR="00D60A57">
        <w:t>’</w:t>
      </w:r>
      <w:r w:rsidRPr="00F23192">
        <w:t>il se prolongeât le plus longtemps possible</w:t>
      </w:r>
      <w:r w:rsidR="00D60A57">
        <w:t>…</w:t>
      </w:r>
    </w:p>
    <w:p w14:paraId="5F2AF992" w14:textId="77777777" w:rsidR="00D60A57" w:rsidRDefault="00E36F6A" w:rsidP="00D60A57">
      <w:r w:rsidRPr="00F23192">
        <w:t>Il murmura</w:t>
      </w:r>
      <w:r w:rsidR="00D60A57">
        <w:t xml:space="preserve">, </w:t>
      </w:r>
      <w:r w:rsidRPr="00F23192">
        <w:t>suppliant</w:t>
      </w:r>
      <w:r w:rsidR="00D60A57">
        <w:t> :</w:t>
      </w:r>
    </w:p>
    <w:p w14:paraId="5B9B12A3" w14:textId="77777777" w:rsidR="00D60A57" w:rsidRDefault="00D60A57" w:rsidP="00D60A57">
      <w:r>
        <w:t>— </w:t>
      </w:r>
      <w:r w:rsidR="00E36F6A" w:rsidRPr="00F23192">
        <w:t>Edwige</w:t>
      </w:r>
      <w:r>
        <w:t xml:space="preserve">… </w:t>
      </w:r>
      <w:r w:rsidR="00E36F6A" w:rsidRPr="00F23192">
        <w:t>mon amour</w:t>
      </w:r>
      <w:r>
        <w:t> !</w:t>
      </w:r>
    </w:p>
    <w:p w14:paraId="58DB247D" w14:textId="77777777" w:rsidR="00D60A57" w:rsidRDefault="00E36F6A" w:rsidP="00D60A57">
      <w:r w:rsidRPr="00F23192">
        <w:t>À sa grande stupeur</w:t>
      </w:r>
      <w:r w:rsidR="00D60A57">
        <w:t xml:space="preserve">, </w:t>
      </w:r>
      <w:r w:rsidRPr="00F23192">
        <w:t>une voix qu</w:t>
      </w:r>
      <w:r w:rsidR="00D60A57">
        <w:t>’</w:t>
      </w:r>
      <w:r w:rsidRPr="00F23192">
        <w:t xml:space="preserve">il lui sembla reconnaître </w:t>
      </w:r>
      <w:proofErr w:type="gramStart"/>
      <w:r w:rsidRPr="00F23192">
        <w:t>de suite</w:t>
      </w:r>
      <w:proofErr w:type="gramEnd"/>
      <w:r w:rsidR="00D60A57">
        <w:t xml:space="preserve"> – </w:t>
      </w:r>
      <w:r w:rsidRPr="00F23192">
        <w:t>car elle lui était chère entre toutes</w:t>
      </w:r>
      <w:r w:rsidR="00D60A57">
        <w:t xml:space="preserve"> – </w:t>
      </w:r>
      <w:r w:rsidRPr="00F23192">
        <w:t>répondit</w:t>
      </w:r>
      <w:r w:rsidR="00D60A57">
        <w:t> :</w:t>
      </w:r>
    </w:p>
    <w:p w14:paraId="0F36EF17" w14:textId="77777777" w:rsidR="00D60A57" w:rsidRDefault="00D60A57" w:rsidP="00D60A57">
      <w:r>
        <w:t>— </w:t>
      </w:r>
      <w:r w:rsidR="00E36F6A" w:rsidRPr="00F23192">
        <w:t>Oui</w:t>
      </w:r>
      <w:r>
        <w:t xml:space="preserve">… </w:t>
      </w:r>
      <w:r w:rsidR="00E36F6A" w:rsidRPr="00F23192">
        <w:t>mon bien-aimé</w:t>
      </w:r>
      <w:r>
        <w:t xml:space="preserve">… </w:t>
      </w:r>
      <w:r w:rsidR="00E36F6A" w:rsidRPr="00F23192">
        <w:t>c</w:t>
      </w:r>
      <w:r>
        <w:t>’</w:t>
      </w:r>
      <w:r w:rsidR="00E36F6A" w:rsidRPr="00F23192">
        <w:t>est moi</w:t>
      </w:r>
      <w:r>
        <w:t xml:space="preserve">… </w:t>
      </w:r>
      <w:r w:rsidR="00E36F6A" w:rsidRPr="00F23192">
        <w:t>c</w:t>
      </w:r>
      <w:r>
        <w:t>’</w:t>
      </w:r>
      <w:r w:rsidR="00E36F6A" w:rsidRPr="00F23192">
        <w:t>est bien moi</w:t>
      </w:r>
      <w:r>
        <w:t> !</w:t>
      </w:r>
    </w:p>
    <w:p w14:paraId="26DAB807" w14:textId="77777777" w:rsidR="00D60A57" w:rsidRDefault="00E36F6A" w:rsidP="00D60A57">
      <w:r w:rsidRPr="00F23192">
        <w:t>Et une main pressait les siennes que la fièvre faisait brûla</w:t>
      </w:r>
      <w:r w:rsidRPr="00F23192">
        <w:t>n</w:t>
      </w:r>
      <w:r w:rsidRPr="00F23192">
        <w:t>tes</w:t>
      </w:r>
      <w:r w:rsidR="00D60A57">
        <w:t>.</w:t>
      </w:r>
    </w:p>
    <w:p w14:paraId="3FC24B19" w14:textId="77777777" w:rsidR="00D60A57" w:rsidRDefault="00E36F6A" w:rsidP="00D60A57">
      <w:r w:rsidRPr="00F23192">
        <w:t>À cette étreinte</w:t>
      </w:r>
      <w:r w:rsidR="00D60A57">
        <w:t xml:space="preserve">, </w:t>
      </w:r>
      <w:r w:rsidRPr="00F23192">
        <w:t>Bertrand crut comprendre qu</w:t>
      </w:r>
      <w:r w:rsidR="00D60A57">
        <w:t>’</w:t>
      </w:r>
      <w:r w:rsidRPr="00F23192">
        <w:t>il ne dormait pas</w:t>
      </w:r>
      <w:r w:rsidR="00D60A57">
        <w:t xml:space="preserve">, </w:t>
      </w:r>
      <w:r w:rsidRPr="00F23192">
        <w:t>et il murmura</w:t>
      </w:r>
      <w:r w:rsidR="00D60A57">
        <w:t> :</w:t>
      </w:r>
    </w:p>
    <w:p w14:paraId="5B3ABB59" w14:textId="77777777" w:rsidR="00D60A57" w:rsidRDefault="00D60A57" w:rsidP="00D60A57">
      <w:r>
        <w:t>— </w:t>
      </w:r>
      <w:r w:rsidR="00E36F6A" w:rsidRPr="00F23192">
        <w:t>Edwige</w:t>
      </w:r>
      <w:r>
        <w:t xml:space="preserve">… </w:t>
      </w:r>
      <w:r w:rsidR="00E36F6A" w:rsidRPr="00F23192">
        <w:t>est-ce bien vous</w:t>
      </w:r>
      <w:r>
        <w:t> ?</w:t>
      </w:r>
    </w:p>
    <w:p w14:paraId="593BC8A5" w14:textId="77777777" w:rsidR="00D60A57" w:rsidRDefault="00D60A57" w:rsidP="00D60A57">
      <w:r>
        <w:t>— </w:t>
      </w:r>
      <w:r w:rsidR="00E36F6A" w:rsidRPr="00F23192">
        <w:t>Qui donc voudriez-vous que ce fût</w:t>
      </w:r>
      <w:r>
        <w:t xml:space="preserve">, </w:t>
      </w:r>
      <w:r w:rsidR="00E36F6A" w:rsidRPr="00F23192">
        <w:t>mon cher amour</w:t>
      </w:r>
      <w:r>
        <w:t> ?</w:t>
      </w:r>
    </w:p>
    <w:p w14:paraId="7A06CD9D" w14:textId="77777777" w:rsidR="00D60A57" w:rsidRDefault="00D60A57" w:rsidP="00D60A57">
      <w:r>
        <w:lastRenderedPageBreak/>
        <w:t>— </w:t>
      </w:r>
      <w:r w:rsidR="00E36F6A" w:rsidRPr="00F23192">
        <w:t>Ainsi</w:t>
      </w:r>
      <w:r>
        <w:t xml:space="preserve">, </w:t>
      </w:r>
      <w:r w:rsidR="00E36F6A" w:rsidRPr="00F23192">
        <w:t>je ne rêve pas</w:t>
      </w:r>
      <w:r>
        <w:t xml:space="preserve"> ? </w:t>
      </w:r>
      <w:r w:rsidR="00E36F6A" w:rsidRPr="00F23192">
        <w:t>Je suis bien éveillé</w:t>
      </w:r>
      <w:r>
        <w:t xml:space="preserve">. </w:t>
      </w:r>
      <w:r w:rsidR="00E36F6A" w:rsidRPr="00F23192">
        <w:t>Quel mir</w:t>
      </w:r>
      <w:r w:rsidR="00E36F6A" w:rsidRPr="00F23192">
        <w:t>a</w:t>
      </w:r>
      <w:r w:rsidR="00E36F6A" w:rsidRPr="00F23192">
        <w:t>cle</w:t>
      </w:r>
      <w:r>
        <w:t xml:space="preserve"> !… </w:t>
      </w:r>
      <w:r w:rsidR="00E36F6A" w:rsidRPr="00F23192">
        <w:t>ou plutôt quel génie bienfaisant vous a amenée à mon ch</w:t>
      </w:r>
      <w:r w:rsidR="00E36F6A" w:rsidRPr="00F23192">
        <w:t>e</w:t>
      </w:r>
      <w:r w:rsidR="00E36F6A" w:rsidRPr="00F23192">
        <w:t>vet</w:t>
      </w:r>
      <w:r>
        <w:t xml:space="preserve">, </w:t>
      </w:r>
      <w:r w:rsidR="00E36F6A" w:rsidRPr="00F23192">
        <w:t>vous dont j</w:t>
      </w:r>
      <w:r>
        <w:t>’</w:t>
      </w:r>
      <w:r w:rsidR="00E36F6A" w:rsidRPr="00F23192">
        <w:t>ignorais le sort</w:t>
      </w:r>
      <w:r>
        <w:t> !</w:t>
      </w:r>
    </w:p>
    <w:p w14:paraId="293D8B1E" w14:textId="77777777" w:rsidR="00D60A57" w:rsidRDefault="00D60A57" w:rsidP="00D60A57">
      <w:r>
        <w:t>— </w:t>
      </w:r>
      <w:r w:rsidR="00E36F6A" w:rsidRPr="00F23192">
        <w:t>Oui</w:t>
      </w:r>
      <w:r>
        <w:t xml:space="preserve">, </w:t>
      </w:r>
      <w:r w:rsidR="00E36F6A" w:rsidRPr="00F23192">
        <w:t>vous avez raison</w:t>
      </w:r>
      <w:r>
        <w:t xml:space="preserve">… </w:t>
      </w:r>
      <w:r w:rsidR="00E36F6A" w:rsidRPr="00F23192">
        <w:t>celui-là est bien un génie</w:t>
      </w:r>
      <w:r>
        <w:t xml:space="preserve">… </w:t>
      </w:r>
      <w:r w:rsidR="00E36F6A" w:rsidRPr="00F23192">
        <w:t>le g</w:t>
      </w:r>
      <w:r w:rsidR="00E36F6A" w:rsidRPr="00F23192">
        <w:t>é</w:t>
      </w:r>
      <w:r w:rsidR="00E36F6A" w:rsidRPr="00F23192">
        <w:t>nie de la bonté et de l</w:t>
      </w:r>
      <w:r>
        <w:t>’</w:t>
      </w:r>
      <w:r w:rsidR="00E36F6A" w:rsidRPr="00F23192">
        <w:t>audace</w:t>
      </w:r>
      <w:r>
        <w:t xml:space="preserve">… </w:t>
      </w:r>
      <w:r w:rsidR="00E36F6A" w:rsidRPr="00F23192">
        <w:t>Ah</w:t>
      </w:r>
      <w:r>
        <w:t xml:space="preserve"> ! </w:t>
      </w:r>
      <w:r w:rsidR="00E36F6A" w:rsidRPr="00F23192">
        <w:t>si vous l</w:t>
      </w:r>
      <w:r>
        <w:t>’</w:t>
      </w:r>
      <w:r w:rsidR="00E36F6A" w:rsidRPr="00F23192">
        <w:t>aviez vu</w:t>
      </w:r>
      <w:r>
        <w:t xml:space="preserve">, </w:t>
      </w:r>
      <w:r w:rsidR="00E36F6A" w:rsidRPr="00F23192">
        <w:t>bataillant comme un diable pour m</w:t>
      </w:r>
      <w:r>
        <w:t>’</w:t>
      </w:r>
      <w:r w:rsidR="00E36F6A" w:rsidRPr="00F23192">
        <w:t>arracher à ceux qui me détenaient captive</w:t>
      </w:r>
      <w:r>
        <w:t>…</w:t>
      </w:r>
    </w:p>
    <w:p w14:paraId="0840CD4E" w14:textId="77777777" w:rsidR="00D60A57" w:rsidRDefault="00D60A57" w:rsidP="00D60A57">
      <w:r>
        <w:t>— </w:t>
      </w:r>
      <w:r w:rsidR="00E36F6A" w:rsidRPr="00F23192">
        <w:t>Qui</w:t>
      </w:r>
      <w:r>
        <w:t xml:space="preserve">, </w:t>
      </w:r>
      <w:r w:rsidR="00E36F6A" w:rsidRPr="00F23192">
        <w:t>ceux-là</w:t>
      </w:r>
      <w:r>
        <w:t xml:space="preserve"> ? </w:t>
      </w:r>
      <w:r w:rsidR="00E36F6A" w:rsidRPr="00F23192">
        <w:t>interrogea Bertrand d</w:t>
      </w:r>
      <w:r>
        <w:t>’</w:t>
      </w:r>
      <w:r w:rsidR="00E36F6A" w:rsidRPr="00F23192">
        <w:t>une voix chargée de rancune</w:t>
      </w:r>
      <w:r>
        <w:t>.</w:t>
      </w:r>
    </w:p>
    <w:p w14:paraId="54984464" w14:textId="77777777" w:rsidR="00D60A57" w:rsidRDefault="00D60A57" w:rsidP="00D60A57">
      <w:r>
        <w:t>— </w:t>
      </w:r>
      <w:r w:rsidR="00E36F6A" w:rsidRPr="00F23192">
        <w:t>J</w:t>
      </w:r>
      <w:r>
        <w:t>’</w:t>
      </w:r>
      <w:r w:rsidR="00E36F6A" w:rsidRPr="00F23192">
        <w:t>ignore</w:t>
      </w:r>
      <w:r>
        <w:t xml:space="preserve">… </w:t>
      </w:r>
      <w:r w:rsidR="00E36F6A" w:rsidRPr="00F23192">
        <w:t>je ne les ai jamais vus</w:t>
      </w:r>
      <w:r>
        <w:t>.</w:t>
      </w:r>
    </w:p>
    <w:p w14:paraId="2ADA4115" w14:textId="77777777" w:rsidR="00D60A57" w:rsidRDefault="00D60A57" w:rsidP="00D60A57">
      <w:r>
        <w:t>— </w:t>
      </w:r>
      <w:r w:rsidR="00E36F6A" w:rsidRPr="00F23192">
        <w:t>Pardieu</w:t>
      </w:r>
      <w:r>
        <w:t xml:space="preserve"> ! </w:t>
      </w:r>
      <w:r w:rsidR="00E36F6A" w:rsidRPr="00F23192">
        <w:t>gronda le jeune homme d</w:t>
      </w:r>
      <w:r>
        <w:t>’</w:t>
      </w:r>
      <w:r w:rsidR="00E36F6A" w:rsidRPr="00F23192">
        <w:t>une voix rageuse</w:t>
      </w:r>
      <w:r>
        <w:t xml:space="preserve">, </w:t>
      </w:r>
      <w:r w:rsidR="00E36F6A" w:rsidRPr="00F23192">
        <w:t>je jure Dieu qu</w:t>
      </w:r>
      <w:r>
        <w:t>’</w:t>
      </w:r>
      <w:r w:rsidR="00E36F6A" w:rsidRPr="00F23192">
        <w:t>ils n</w:t>
      </w:r>
      <w:r>
        <w:t>’</w:t>
      </w:r>
      <w:r w:rsidR="00E36F6A" w:rsidRPr="00F23192">
        <w:t>auront pas assez de peau sur les os pour payer au centuple les souffrances qu</w:t>
      </w:r>
      <w:r>
        <w:t>’</w:t>
      </w:r>
      <w:r w:rsidR="00E36F6A" w:rsidRPr="00F23192">
        <w:t>ils vous ont fait endurer</w:t>
      </w:r>
      <w:r>
        <w:t>…</w:t>
      </w:r>
    </w:p>
    <w:p w14:paraId="15A3FEF5" w14:textId="77777777" w:rsidR="00D60A57" w:rsidRDefault="00E36F6A" w:rsidP="00D60A57">
      <w:r w:rsidRPr="00F23192">
        <w:t>Puis</w:t>
      </w:r>
      <w:r w:rsidR="00D60A57">
        <w:t xml:space="preserve">, </w:t>
      </w:r>
      <w:r w:rsidRPr="00F23192">
        <w:t>changeant de ton</w:t>
      </w:r>
      <w:r w:rsidR="00D60A57">
        <w:t> :</w:t>
      </w:r>
    </w:p>
    <w:p w14:paraId="68334105" w14:textId="77777777" w:rsidR="00D60A57" w:rsidRDefault="00D60A57" w:rsidP="00D60A57">
      <w:r>
        <w:t>— </w:t>
      </w:r>
      <w:r w:rsidR="00E36F6A" w:rsidRPr="00F23192">
        <w:t>Mais</w:t>
      </w:r>
      <w:r>
        <w:t xml:space="preserve">, </w:t>
      </w:r>
      <w:r w:rsidR="00E36F6A" w:rsidRPr="00F23192">
        <w:t>votre sauveur</w:t>
      </w:r>
      <w:r>
        <w:t xml:space="preserve">, </w:t>
      </w:r>
      <w:r w:rsidR="00E36F6A" w:rsidRPr="00F23192">
        <w:t>quel est-il</w:t>
      </w:r>
      <w:r>
        <w:t> ?</w:t>
      </w:r>
    </w:p>
    <w:p w14:paraId="1DE47038" w14:textId="77777777" w:rsidR="00D60A57" w:rsidRDefault="00D60A57" w:rsidP="00D60A57">
      <w:r>
        <w:t>— </w:t>
      </w:r>
      <w:r w:rsidR="00E36F6A" w:rsidRPr="00F23192">
        <w:t>J</w:t>
      </w:r>
      <w:r>
        <w:t>’</w:t>
      </w:r>
      <w:r w:rsidR="00E36F6A" w:rsidRPr="00F23192">
        <w:t>ignore son nom</w:t>
      </w:r>
      <w:r>
        <w:t xml:space="preserve">… </w:t>
      </w:r>
      <w:r w:rsidR="00E36F6A" w:rsidRPr="00F23192">
        <w:t>je ne connais de lui que son visage</w:t>
      </w:r>
      <w:r>
        <w:t xml:space="preserve"> : </w:t>
      </w:r>
      <w:r w:rsidR="00E36F6A" w:rsidRPr="00F23192">
        <w:t>tantôt hardi</w:t>
      </w:r>
      <w:r>
        <w:t xml:space="preserve">, </w:t>
      </w:r>
      <w:r w:rsidR="00E36F6A" w:rsidRPr="00F23192">
        <w:t>presque farouche</w:t>
      </w:r>
      <w:r>
        <w:t xml:space="preserve">, </w:t>
      </w:r>
      <w:r w:rsidR="00E36F6A" w:rsidRPr="00F23192">
        <w:t>tantôt respirant la douceur</w:t>
      </w:r>
      <w:r>
        <w:t xml:space="preserve">, </w:t>
      </w:r>
      <w:r w:rsidR="00E36F6A" w:rsidRPr="00F23192">
        <w:t>presque une douceur de femme</w:t>
      </w:r>
      <w:r>
        <w:t>…</w:t>
      </w:r>
    </w:p>
    <w:p w14:paraId="427F52A2" w14:textId="77777777" w:rsidR="00D60A57" w:rsidRDefault="00D60A57" w:rsidP="00D60A57">
      <w:r>
        <w:t>— </w:t>
      </w:r>
      <w:r w:rsidR="00E36F6A" w:rsidRPr="00F23192">
        <w:t>Et vous ne le connaissez pas</w:t>
      </w:r>
      <w:r>
        <w:t> ?</w:t>
      </w:r>
    </w:p>
    <w:p w14:paraId="5E35D65A" w14:textId="77777777" w:rsidR="00D60A57" w:rsidRDefault="00D60A57" w:rsidP="00D60A57">
      <w:r>
        <w:t>— </w:t>
      </w:r>
      <w:r w:rsidR="00E36F6A" w:rsidRPr="00F23192">
        <w:t>Sur ce que j</w:t>
      </w:r>
      <w:r>
        <w:t>’</w:t>
      </w:r>
      <w:r w:rsidR="00E36F6A" w:rsidRPr="00F23192">
        <w:t>ai de plus sacré</w:t>
      </w:r>
      <w:r>
        <w:t xml:space="preserve">, </w:t>
      </w:r>
      <w:r w:rsidR="00E36F6A" w:rsidRPr="00F23192">
        <w:t>je vous jure ne l</w:t>
      </w:r>
      <w:r>
        <w:t>’</w:t>
      </w:r>
      <w:r w:rsidR="00E36F6A" w:rsidRPr="00F23192">
        <w:t>avoir j</w:t>
      </w:r>
      <w:r w:rsidR="00E36F6A" w:rsidRPr="00F23192">
        <w:t>a</w:t>
      </w:r>
      <w:r w:rsidR="00E36F6A" w:rsidRPr="00F23192">
        <w:t>mais vu avant cette nuit</w:t>
      </w:r>
      <w:r>
        <w:t xml:space="preserve">, </w:t>
      </w:r>
      <w:r w:rsidR="00E36F6A" w:rsidRPr="00F23192">
        <w:t>où il m</w:t>
      </w:r>
      <w:r>
        <w:t>’</w:t>
      </w:r>
      <w:r w:rsidR="00E36F6A" w:rsidRPr="00F23192">
        <w:t>est venu délivrer</w:t>
      </w:r>
      <w:r>
        <w:t>…</w:t>
      </w:r>
    </w:p>
    <w:p w14:paraId="3D9CDEBC" w14:textId="77777777" w:rsidR="00D60A57" w:rsidRDefault="00E36F6A" w:rsidP="00D60A57">
      <w:r w:rsidRPr="00F23192">
        <w:t>Soudain</w:t>
      </w:r>
      <w:r w:rsidR="00D60A57">
        <w:t xml:space="preserve">, </w:t>
      </w:r>
      <w:r w:rsidRPr="00F23192">
        <w:t>comme si</w:t>
      </w:r>
      <w:r w:rsidR="00D60A57">
        <w:t xml:space="preserve">, </w:t>
      </w:r>
      <w:r w:rsidRPr="00F23192">
        <w:t>avec le retour de ses forces physiques</w:t>
      </w:r>
      <w:r w:rsidR="00D60A57">
        <w:t xml:space="preserve">, </w:t>
      </w:r>
      <w:r w:rsidRPr="00F23192">
        <w:t>le jeune homme eût senti lui revenir le sens de la réalité</w:t>
      </w:r>
      <w:r w:rsidR="00D60A57">
        <w:t> :</w:t>
      </w:r>
    </w:p>
    <w:p w14:paraId="6249883F" w14:textId="77777777" w:rsidR="00D60A57" w:rsidRDefault="00D60A57" w:rsidP="00D60A57">
      <w:r>
        <w:t>— </w:t>
      </w:r>
      <w:r w:rsidR="00E36F6A" w:rsidRPr="00F23192">
        <w:t>Mais</w:t>
      </w:r>
      <w:r>
        <w:t xml:space="preserve">… </w:t>
      </w:r>
      <w:r w:rsidR="00E36F6A" w:rsidRPr="00F23192">
        <w:t>dites-moi</w:t>
      </w:r>
      <w:r>
        <w:t xml:space="preserve">… </w:t>
      </w:r>
      <w:r w:rsidR="00E36F6A" w:rsidRPr="00F23192">
        <w:t>dans combien de temps la fête de la Vierge</w:t>
      </w:r>
      <w:r>
        <w:t> ?</w:t>
      </w:r>
    </w:p>
    <w:p w14:paraId="318BF6C6" w14:textId="77777777" w:rsidR="00D60A57" w:rsidRDefault="00E36F6A" w:rsidP="00D60A57">
      <w:r w:rsidRPr="00F23192">
        <w:lastRenderedPageBreak/>
        <w:t>La jeune fille fixa sur lui des regards pleins d</w:t>
      </w:r>
      <w:r w:rsidR="00D60A57">
        <w:t>’</w:t>
      </w:r>
      <w:r w:rsidRPr="00F23192">
        <w:t>étonnement</w:t>
      </w:r>
      <w:r w:rsidR="00D60A57">
        <w:t xml:space="preserve">, </w:t>
      </w:r>
      <w:r w:rsidRPr="00F23192">
        <w:t>comme si la question qu</w:t>
      </w:r>
      <w:r w:rsidR="00D60A57">
        <w:t>’</w:t>
      </w:r>
      <w:r w:rsidRPr="00F23192">
        <w:t>il venait de lui poser l</w:t>
      </w:r>
      <w:r w:rsidR="00D60A57">
        <w:t>’</w:t>
      </w:r>
      <w:r w:rsidRPr="00F23192">
        <w:t>eût véritabl</w:t>
      </w:r>
      <w:r w:rsidRPr="00F23192">
        <w:t>e</w:t>
      </w:r>
      <w:r w:rsidRPr="00F23192">
        <w:t>ment abasourdie</w:t>
      </w:r>
      <w:r w:rsidR="00D60A57">
        <w:t>…</w:t>
      </w:r>
    </w:p>
    <w:p w14:paraId="0D1C626B" w14:textId="77777777" w:rsidR="00D60A57" w:rsidRDefault="00D60A57" w:rsidP="00D60A57">
      <w:r>
        <w:t>— </w:t>
      </w:r>
      <w:r w:rsidR="00E36F6A" w:rsidRPr="00F23192">
        <w:t>Vous ne répondez pas</w:t>
      </w:r>
      <w:r>
        <w:t xml:space="preserve">… </w:t>
      </w:r>
      <w:r w:rsidR="00E36F6A" w:rsidRPr="00F23192">
        <w:t>insista-t-il</w:t>
      </w:r>
      <w:r>
        <w:t>.</w:t>
      </w:r>
    </w:p>
    <w:p w14:paraId="149FB6D2" w14:textId="77777777" w:rsidR="00D60A57" w:rsidRDefault="00D60A57" w:rsidP="00D60A57">
      <w:r>
        <w:t>— </w:t>
      </w:r>
      <w:r w:rsidR="00E36F6A" w:rsidRPr="00F23192">
        <w:t>Mais</w:t>
      </w:r>
      <w:r>
        <w:t xml:space="preserve">, </w:t>
      </w:r>
      <w:r w:rsidR="00E36F6A" w:rsidRPr="00F23192">
        <w:t>mon cher aimé</w:t>
      </w:r>
      <w:r>
        <w:t xml:space="preserve">, </w:t>
      </w:r>
      <w:r w:rsidR="00E36F6A" w:rsidRPr="00F23192">
        <w:t>je ne réponds pas</w:t>
      </w:r>
      <w:r>
        <w:t xml:space="preserve">, </w:t>
      </w:r>
      <w:r w:rsidR="00E36F6A" w:rsidRPr="00F23192">
        <w:t>parce que la fête de la Vierge a été célébrée voici huit jours déjà</w:t>
      </w:r>
      <w:r>
        <w:t>.</w:t>
      </w:r>
    </w:p>
    <w:p w14:paraId="6D16B8FA" w14:textId="77777777" w:rsidR="00D60A57" w:rsidRDefault="00D60A57" w:rsidP="00D60A57">
      <w:r>
        <w:t>— </w:t>
      </w:r>
      <w:r w:rsidR="00E36F6A" w:rsidRPr="00F23192">
        <w:t>Huit jours</w:t>
      </w:r>
      <w:r>
        <w:t xml:space="preserve"> ! </w:t>
      </w:r>
      <w:r w:rsidR="00E36F6A" w:rsidRPr="00F23192">
        <w:t>clama-t-il</w:t>
      </w:r>
      <w:r>
        <w:t xml:space="preserve">, </w:t>
      </w:r>
      <w:r w:rsidR="00E36F6A" w:rsidRPr="00F23192">
        <w:t>mais</w:t>
      </w:r>
      <w:r>
        <w:t xml:space="preserve">, </w:t>
      </w:r>
      <w:r w:rsidR="00E36F6A" w:rsidRPr="00F23192">
        <w:t>alors</w:t>
      </w:r>
      <w:r>
        <w:t xml:space="preserve">, </w:t>
      </w:r>
      <w:r w:rsidR="00E36F6A" w:rsidRPr="00F23192">
        <w:t>on m</w:t>
      </w:r>
      <w:r>
        <w:t>’</w:t>
      </w:r>
      <w:r w:rsidR="00E36F6A" w:rsidRPr="00F23192">
        <w:t>a trompé</w:t>
      </w:r>
      <w:r>
        <w:t xml:space="preserve"> ! </w:t>
      </w:r>
      <w:r w:rsidR="00E36F6A" w:rsidRPr="00F23192">
        <w:t>Huit jours</w:t>
      </w:r>
      <w:r>
        <w:t xml:space="preserve">… </w:t>
      </w:r>
      <w:r w:rsidR="00E36F6A" w:rsidRPr="00F23192">
        <w:t>vous êtes bien certaine</w:t>
      </w:r>
      <w:r>
        <w:t xml:space="preserve"> ? </w:t>
      </w:r>
      <w:r w:rsidR="00E36F6A" w:rsidRPr="00F23192">
        <w:t>Mais</w:t>
      </w:r>
      <w:r>
        <w:t xml:space="preserve">, </w:t>
      </w:r>
      <w:r w:rsidR="00E36F6A" w:rsidRPr="00F23192">
        <w:t>alors</w:t>
      </w:r>
      <w:r>
        <w:t xml:space="preserve">… </w:t>
      </w:r>
      <w:r w:rsidR="00E36F6A" w:rsidRPr="00F23192">
        <w:t>alors</w:t>
      </w:r>
      <w:r>
        <w:t xml:space="preserve">, </w:t>
      </w:r>
      <w:r w:rsidR="00E36F6A" w:rsidRPr="00F23192">
        <w:t xml:space="preserve">le duc de </w:t>
      </w:r>
      <w:proofErr w:type="spellStart"/>
      <w:r w:rsidR="00E36F6A" w:rsidRPr="00F23192">
        <w:t>Kerlor</w:t>
      </w:r>
      <w:proofErr w:type="spellEnd"/>
      <w:r w:rsidR="00E36F6A" w:rsidRPr="00F23192">
        <w:t xml:space="preserve"> l</w:t>
      </w:r>
      <w:r>
        <w:t>’</w:t>
      </w:r>
      <w:r w:rsidR="00E36F6A" w:rsidRPr="00F23192">
        <w:t>a désormais belle en mains pour me dire déshonoré</w:t>
      </w:r>
      <w:r>
        <w:t>…</w:t>
      </w:r>
    </w:p>
    <w:p w14:paraId="2C3D47A3" w14:textId="77777777" w:rsidR="00D60A57" w:rsidRDefault="00E36F6A" w:rsidP="00D60A57">
      <w:r w:rsidRPr="00F23192">
        <w:t>Et il ajouta</w:t>
      </w:r>
      <w:r w:rsidR="00D60A57">
        <w:t xml:space="preserve">, </w:t>
      </w:r>
      <w:r w:rsidRPr="00F23192">
        <w:t>la voix désespérée</w:t>
      </w:r>
      <w:r w:rsidR="00D60A57">
        <w:t> :</w:t>
      </w:r>
    </w:p>
    <w:p w14:paraId="72C55397" w14:textId="77777777" w:rsidR="00D60A57" w:rsidRDefault="00D60A57" w:rsidP="00D60A57">
      <w:r>
        <w:t>— </w:t>
      </w:r>
      <w:r w:rsidR="00E36F6A" w:rsidRPr="00F23192">
        <w:t>Il ne me reste plus qu</w:t>
      </w:r>
      <w:r>
        <w:t>’</w:t>
      </w:r>
      <w:r w:rsidR="00E36F6A" w:rsidRPr="00F23192">
        <w:t>à mourir</w:t>
      </w:r>
      <w:r>
        <w:t>.</w:t>
      </w:r>
    </w:p>
    <w:p w14:paraId="793B57D8" w14:textId="77777777" w:rsidR="00D60A57" w:rsidRDefault="00E36F6A" w:rsidP="00D60A57">
      <w:r w:rsidRPr="00F23192">
        <w:t>Elle eut un véritable dése</w:t>
      </w:r>
      <w:r w:rsidRPr="00F23192">
        <w:t>s</w:t>
      </w:r>
      <w:r w:rsidRPr="00F23192">
        <w:t>poir</w:t>
      </w:r>
      <w:r w:rsidR="00D60A57">
        <w:t>.</w:t>
      </w:r>
    </w:p>
    <w:p w14:paraId="1F62220F" w14:textId="77777777" w:rsidR="00D60A57" w:rsidRDefault="00D60A57" w:rsidP="00D60A57">
      <w:r>
        <w:t>— </w:t>
      </w:r>
      <w:r w:rsidR="00E36F6A" w:rsidRPr="00F23192">
        <w:t>Mourir</w:t>
      </w:r>
      <w:r>
        <w:t xml:space="preserve"> ? </w:t>
      </w:r>
      <w:r w:rsidR="00E36F6A" w:rsidRPr="00F23192">
        <w:t>Vous</w:t>
      </w:r>
      <w:r>
        <w:t xml:space="preserve"> ? </w:t>
      </w:r>
      <w:r w:rsidR="00E36F6A" w:rsidRPr="00F23192">
        <w:t>Oh</w:t>
      </w:r>
      <w:r>
        <w:t xml:space="preserve"> ! </w:t>
      </w:r>
      <w:r w:rsidR="00E36F6A" w:rsidRPr="00F23192">
        <w:t>mon cher seigneur</w:t>
      </w:r>
      <w:r>
        <w:t> !</w:t>
      </w:r>
    </w:p>
    <w:p w14:paraId="1CBC7141" w14:textId="77777777" w:rsidR="00D60A57" w:rsidRDefault="00D60A57" w:rsidP="00D60A57">
      <w:r>
        <w:t>— </w:t>
      </w:r>
      <w:r w:rsidR="00E36F6A" w:rsidRPr="00F23192">
        <w:t>Nous devions</w:t>
      </w:r>
      <w:r>
        <w:t xml:space="preserve">, </w:t>
      </w:r>
      <w:r w:rsidR="00E36F6A" w:rsidRPr="00F23192">
        <w:t>le jour de la Vierge</w:t>
      </w:r>
      <w:r>
        <w:t xml:space="preserve">, </w:t>
      </w:r>
      <w:r w:rsidR="00E36F6A" w:rsidRPr="00F23192">
        <w:t>vider une querelle dont vous étiez l</w:t>
      </w:r>
      <w:r>
        <w:t>’</w:t>
      </w:r>
      <w:r w:rsidR="00E36F6A" w:rsidRPr="00F23192">
        <w:t>enjeu</w:t>
      </w:r>
      <w:r>
        <w:t xml:space="preserve">, </w:t>
      </w:r>
      <w:r w:rsidR="00E36F6A" w:rsidRPr="00F23192">
        <w:t>mon cher amour</w:t>
      </w:r>
      <w:r>
        <w:t xml:space="preserve">… </w:t>
      </w:r>
      <w:r w:rsidR="00E36F6A" w:rsidRPr="00F23192">
        <w:t>Et</w:t>
      </w:r>
      <w:r>
        <w:t xml:space="preserve">, </w:t>
      </w:r>
      <w:r w:rsidR="00E36F6A" w:rsidRPr="00F23192">
        <w:t>au jour dit</w:t>
      </w:r>
      <w:r>
        <w:t xml:space="preserve">, </w:t>
      </w:r>
      <w:r w:rsidR="00E36F6A" w:rsidRPr="00F23192">
        <w:t>je n</w:t>
      </w:r>
      <w:r>
        <w:t>’</w:t>
      </w:r>
      <w:r w:rsidR="00E36F6A" w:rsidRPr="00F23192">
        <w:t>étais pas là</w:t>
      </w:r>
      <w:r>
        <w:t xml:space="preserve">… </w:t>
      </w:r>
      <w:r w:rsidR="00E36F6A" w:rsidRPr="00F23192">
        <w:t>Misère de moi</w:t>
      </w:r>
      <w:r>
        <w:t xml:space="preserve"> ! </w:t>
      </w:r>
      <w:r w:rsidR="00E36F6A" w:rsidRPr="00F23192">
        <w:t>Je suis désormais à sa discr</w:t>
      </w:r>
      <w:r w:rsidR="00E36F6A" w:rsidRPr="00F23192">
        <w:t>é</w:t>
      </w:r>
      <w:r w:rsidR="00E36F6A" w:rsidRPr="00F23192">
        <w:t>tion</w:t>
      </w:r>
      <w:r>
        <w:t>…</w:t>
      </w:r>
    </w:p>
    <w:p w14:paraId="4895250A" w14:textId="77777777" w:rsidR="00D60A57" w:rsidRDefault="00D60A57" w:rsidP="00D60A57">
      <w:r>
        <w:t>— </w:t>
      </w:r>
      <w:r w:rsidR="00E36F6A" w:rsidRPr="00F23192">
        <w:t xml:space="preserve">Le duc de </w:t>
      </w:r>
      <w:proofErr w:type="spellStart"/>
      <w:r w:rsidR="00E36F6A" w:rsidRPr="00F23192">
        <w:t>Kerlor</w:t>
      </w:r>
      <w:proofErr w:type="spellEnd"/>
      <w:r w:rsidR="00E36F6A" w:rsidRPr="00F23192">
        <w:t xml:space="preserve"> n</w:t>
      </w:r>
      <w:r>
        <w:t>’</w:t>
      </w:r>
      <w:r w:rsidR="00E36F6A" w:rsidRPr="00F23192">
        <w:t>est plus</w:t>
      </w:r>
      <w:r>
        <w:t xml:space="preserve">, </w:t>
      </w:r>
      <w:r w:rsidR="00E36F6A" w:rsidRPr="00F23192">
        <w:t>prononça Edwige</w:t>
      </w:r>
      <w:r>
        <w:t>.</w:t>
      </w:r>
    </w:p>
    <w:p w14:paraId="467D440A" w14:textId="77777777" w:rsidR="00D60A57" w:rsidRDefault="00E36F6A" w:rsidP="00D60A57">
      <w:r w:rsidRPr="00F23192">
        <w:t>Bertrand</w:t>
      </w:r>
      <w:r w:rsidR="00D60A57">
        <w:t xml:space="preserve">, </w:t>
      </w:r>
      <w:r w:rsidRPr="00F23192">
        <w:t>abasourdi</w:t>
      </w:r>
      <w:r w:rsidR="00D60A57">
        <w:t xml:space="preserve">, </w:t>
      </w:r>
      <w:r w:rsidRPr="00F23192">
        <w:t>balbutia</w:t>
      </w:r>
      <w:r w:rsidR="00D60A57">
        <w:t xml:space="preserve">, </w:t>
      </w:r>
      <w:r w:rsidRPr="00F23192">
        <w:t>incrédule</w:t>
      </w:r>
      <w:r w:rsidR="00D60A57">
        <w:t> :</w:t>
      </w:r>
    </w:p>
    <w:p w14:paraId="2247538B" w14:textId="77777777" w:rsidR="00D60A57" w:rsidRDefault="00D60A57" w:rsidP="00D60A57">
      <w:r>
        <w:t>— </w:t>
      </w:r>
      <w:r w:rsidR="00E36F6A" w:rsidRPr="00F23192">
        <w:t>Voulez-vous dire qu</w:t>
      </w:r>
      <w:r>
        <w:t>’</w:t>
      </w:r>
      <w:r w:rsidR="00E36F6A" w:rsidRPr="00F23192">
        <w:t>il est mort</w:t>
      </w:r>
      <w:r>
        <w:t xml:space="preserve"> ? </w:t>
      </w:r>
      <w:r w:rsidR="00E36F6A" w:rsidRPr="00F23192">
        <w:t>lança-t-il</w:t>
      </w:r>
      <w:r>
        <w:t>.</w:t>
      </w:r>
    </w:p>
    <w:p w14:paraId="708BCE4C" w14:textId="77777777" w:rsidR="00D60A57" w:rsidRDefault="00D60A57" w:rsidP="00D60A57">
      <w:r>
        <w:t>— </w:t>
      </w:r>
      <w:r w:rsidR="00E36F6A" w:rsidRPr="00F23192">
        <w:t>On le prétend</w:t>
      </w:r>
      <w:r>
        <w:t>.</w:t>
      </w:r>
    </w:p>
    <w:p w14:paraId="5791FDF3" w14:textId="77777777" w:rsidR="00D60A57" w:rsidRDefault="00D60A57" w:rsidP="00D60A57">
      <w:r>
        <w:t>— </w:t>
      </w:r>
      <w:r w:rsidR="00E36F6A" w:rsidRPr="00F23192">
        <w:t>Mort</w:t>
      </w:r>
      <w:r>
        <w:t xml:space="preserve">… </w:t>
      </w:r>
      <w:r w:rsidR="00E36F6A" w:rsidRPr="00F23192">
        <w:t>mais dans quelles circonstances</w:t>
      </w:r>
      <w:r>
        <w:t xml:space="preserve"> ? </w:t>
      </w:r>
      <w:r w:rsidR="00E36F6A" w:rsidRPr="00F23192">
        <w:t>Accident</w:t>
      </w:r>
      <w:r>
        <w:t xml:space="preserve"> ? </w:t>
      </w:r>
      <w:r w:rsidR="00E36F6A" w:rsidRPr="00F23192">
        <w:t>A</w:t>
      </w:r>
      <w:r w:rsidR="00E36F6A" w:rsidRPr="00F23192">
        <w:t>s</w:t>
      </w:r>
      <w:r w:rsidR="00E36F6A" w:rsidRPr="00F23192">
        <w:t>sassinat</w:t>
      </w:r>
      <w:r>
        <w:t> ?</w:t>
      </w:r>
    </w:p>
    <w:p w14:paraId="1789144F" w14:textId="77777777" w:rsidR="00D60A57" w:rsidRDefault="00D60A57" w:rsidP="00D60A57">
      <w:r>
        <w:lastRenderedPageBreak/>
        <w:t>— </w:t>
      </w:r>
      <w:r w:rsidR="00E36F6A" w:rsidRPr="00F23192">
        <w:t>J</w:t>
      </w:r>
      <w:r>
        <w:t>’</w:t>
      </w:r>
      <w:r w:rsidR="00E36F6A" w:rsidRPr="00F23192">
        <w:t>ai ouï parler d</w:t>
      </w:r>
      <w:r>
        <w:t>’</w:t>
      </w:r>
      <w:r w:rsidR="00E36F6A" w:rsidRPr="00F23192">
        <w:t>une rencontre au cours de laquelle il a</w:t>
      </w:r>
      <w:r w:rsidR="00E36F6A" w:rsidRPr="00F23192">
        <w:t>u</w:t>
      </w:r>
      <w:r w:rsidR="00E36F6A" w:rsidRPr="00F23192">
        <w:t>rait été blessé à mort par son adversaire</w:t>
      </w:r>
      <w:r>
        <w:t xml:space="preserve">… </w:t>
      </w:r>
      <w:r w:rsidR="00E36F6A" w:rsidRPr="00F23192">
        <w:t>Je n</w:t>
      </w:r>
      <w:r>
        <w:t>’</w:t>
      </w:r>
      <w:r w:rsidR="00E36F6A" w:rsidRPr="00F23192">
        <w:t>en sais pas d</w:t>
      </w:r>
      <w:r w:rsidR="00E36F6A" w:rsidRPr="00F23192">
        <w:t>a</w:t>
      </w:r>
      <w:r w:rsidR="00E36F6A" w:rsidRPr="00F23192">
        <w:t>vantage</w:t>
      </w:r>
      <w:r>
        <w:t xml:space="preserve">… </w:t>
      </w:r>
      <w:r w:rsidR="00E36F6A" w:rsidRPr="00F23192">
        <w:t>ne voyant ici qu</w:t>
      </w:r>
      <w:r>
        <w:t>’</w:t>
      </w:r>
      <w:r w:rsidR="00E36F6A" w:rsidRPr="00F23192">
        <w:t>un vieil homme privé de l</w:t>
      </w:r>
      <w:r>
        <w:t>’</w:t>
      </w:r>
      <w:r w:rsidR="00E36F6A" w:rsidRPr="00F23192">
        <w:t>usage de la parole</w:t>
      </w:r>
      <w:r>
        <w:t>.</w:t>
      </w:r>
    </w:p>
    <w:p w14:paraId="31518C5C" w14:textId="77777777" w:rsidR="00D60A57" w:rsidRDefault="00E36F6A" w:rsidP="00D60A57">
      <w:r w:rsidRPr="00F23192">
        <w:t>Bertrand était atterré</w:t>
      </w:r>
      <w:r w:rsidR="00D60A57">
        <w:t>.</w:t>
      </w:r>
    </w:p>
    <w:p w14:paraId="450C1C0C" w14:textId="77777777" w:rsidR="00D60A57" w:rsidRDefault="00D60A57" w:rsidP="00D60A57">
      <w:r>
        <w:t>— </w:t>
      </w:r>
      <w:r w:rsidR="00E36F6A" w:rsidRPr="00F23192">
        <w:t>Ah</w:t>
      </w:r>
      <w:r>
        <w:t xml:space="preserve"> ! </w:t>
      </w:r>
      <w:r w:rsidR="00E36F6A" w:rsidRPr="00F23192">
        <w:t>s</w:t>
      </w:r>
      <w:r>
        <w:t>’</w:t>
      </w:r>
      <w:r w:rsidR="00E36F6A" w:rsidRPr="00F23192">
        <w:t>exclama-t-il avec rage</w:t>
      </w:r>
      <w:r>
        <w:t xml:space="preserve">, </w:t>
      </w:r>
      <w:r w:rsidR="00E36F6A" w:rsidRPr="00F23192">
        <w:t>ne rien savoir</w:t>
      </w:r>
      <w:r>
        <w:t xml:space="preserve"> !… </w:t>
      </w:r>
      <w:r w:rsidR="00E36F6A" w:rsidRPr="00F23192">
        <w:t>ignorer même où je suis</w:t>
      </w:r>
      <w:r>
        <w:t> !</w:t>
      </w:r>
    </w:p>
    <w:p w14:paraId="246B906E" w14:textId="77777777" w:rsidR="00D60A57" w:rsidRDefault="00E36F6A" w:rsidP="00D60A57">
      <w:r w:rsidRPr="00F23192">
        <w:t>Il ajouta</w:t>
      </w:r>
      <w:r w:rsidR="00D60A57">
        <w:t xml:space="preserve">, </w:t>
      </w:r>
      <w:r w:rsidRPr="00F23192">
        <w:t>avec une véritable angoisse dans la voix</w:t>
      </w:r>
      <w:r w:rsidR="00D60A57">
        <w:t> :</w:t>
      </w:r>
    </w:p>
    <w:p w14:paraId="3F808ECD" w14:textId="77777777" w:rsidR="00D60A57" w:rsidRDefault="00D60A57" w:rsidP="00D60A57">
      <w:r>
        <w:t>— </w:t>
      </w:r>
      <w:r w:rsidR="00E36F6A" w:rsidRPr="00F23192">
        <w:t>Depuis la fête de la Vierge</w:t>
      </w:r>
      <w:r>
        <w:t xml:space="preserve">, </w:t>
      </w:r>
      <w:r w:rsidR="00E36F6A" w:rsidRPr="00F23192">
        <w:t>qu</w:t>
      </w:r>
      <w:r>
        <w:t>’</w:t>
      </w:r>
      <w:r w:rsidR="00E36F6A" w:rsidRPr="00F23192">
        <w:t>est-il survenu en Armor</w:t>
      </w:r>
      <w:r>
        <w:t xml:space="preserve"> ? </w:t>
      </w:r>
      <w:r w:rsidR="00E36F6A" w:rsidRPr="00F23192">
        <w:t>Quelles décisions ont été prises</w:t>
      </w:r>
      <w:r>
        <w:t xml:space="preserve"> ?… </w:t>
      </w:r>
      <w:r w:rsidR="00E36F6A" w:rsidRPr="00F23192">
        <w:t>Les partisans du duc de Guise l</w:t>
      </w:r>
      <w:r>
        <w:t>’</w:t>
      </w:r>
      <w:r w:rsidR="00E36F6A" w:rsidRPr="00F23192">
        <w:t>ont-ils emporté sur les Bretons</w:t>
      </w:r>
      <w:r>
        <w:t xml:space="preserve"> ?… </w:t>
      </w:r>
      <w:r w:rsidR="00E36F6A" w:rsidRPr="00F23192">
        <w:t>Et ceux-ci</w:t>
      </w:r>
      <w:r>
        <w:t xml:space="preserve">, </w:t>
      </w:r>
      <w:r w:rsidR="00E36F6A" w:rsidRPr="00F23192">
        <w:t>abando</w:t>
      </w:r>
      <w:r w:rsidR="00E36F6A" w:rsidRPr="00F23192">
        <w:t>n</w:t>
      </w:r>
      <w:r w:rsidR="00E36F6A" w:rsidRPr="00F23192">
        <w:t>nés par moi</w:t>
      </w:r>
      <w:r>
        <w:t xml:space="preserve">, </w:t>
      </w:r>
      <w:r w:rsidR="00E36F6A" w:rsidRPr="00F23192">
        <w:t>que sont-ils devenus</w:t>
      </w:r>
      <w:r>
        <w:t xml:space="preserve"> ? </w:t>
      </w:r>
      <w:r w:rsidR="00E36F6A" w:rsidRPr="00F23192">
        <w:t>De quoi doivent-ils me tra</w:t>
      </w:r>
      <w:r w:rsidR="00E36F6A" w:rsidRPr="00F23192">
        <w:t>i</w:t>
      </w:r>
      <w:r w:rsidR="00E36F6A" w:rsidRPr="00F23192">
        <w:t>ter</w:t>
      </w:r>
      <w:r>
        <w:t> ?</w:t>
      </w:r>
    </w:p>
    <w:p w14:paraId="2A3001C9" w14:textId="77777777" w:rsidR="00D60A57" w:rsidRDefault="00E36F6A" w:rsidP="00D60A57">
      <w:r w:rsidRPr="00F23192">
        <w:t>Cherchant à l</w:t>
      </w:r>
      <w:r w:rsidR="00D60A57">
        <w:t>’</w:t>
      </w:r>
      <w:r w:rsidRPr="00F23192">
        <w:t>apaiser</w:t>
      </w:r>
      <w:r w:rsidR="00D60A57">
        <w:t xml:space="preserve">, </w:t>
      </w:r>
      <w:r w:rsidRPr="00F23192">
        <w:t>Edwige répliqua</w:t>
      </w:r>
      <w:r w:rsidR="00D60A57">
        <w:t> :</w:t>
      </w:r>
    </w:p>
    <w:p w14:paraId="27A64603" w14:textId="77777777" w:rsidR="00D60A57" w:rsidRDefault="00D60A57" w:rsidP="00D60A57">
      <w:r>
        <w:t>— </w:t>
      </w:r>
      <w:r w:rsidR="00E36F6A" w:rsidRPr="00F23192">
        <w:t>D</w:t>
      </w:r>
      <w:r>
        <w:t>’</w:t>
      </w:r>
      <w:r w:rsidR="00E36F6A" w:rsidRPr="00F23192">
        <w:t>après les rumeurs venues jusqu</w:t>
      </w:r>
      <w:r>
        <w:t>’</w:t>
      </w:r>
      <w:r w:rsidR="00E36F6A" w:rsidRPr="00F23192">
        <w:t>à moi</w:t>
      </w:r>
      <w:r>
        <w:t xml:space="preserve">, </w:t>
      </w:r>
      <w:r w:rsidR="00E36F6A" w:rsidRPr="00F23192">
        <w:t>votre absence n</w:t>
      </w:r>
      <w:r>
        <w:t>’</w:t>
      </w:r>
      <w:r w:rsidR="00E36F6A" w:rsidRPr="00F23192">
        <w:t>a pas mis en péril votre cause</w:t>
      </w:r>
      <w:r>
        <w:t xml:space="preserve">… </w:t>
      </w:r>
      <w:r w:rsidR="00E36F6A" w:rsidRPr="00F23192">
        <w:t>un chef inconnu déploie</w:t>
      </w:r>
      <w:r>
        <w:t xml:space="preserve">, </w:t>
      </w:r>
      <w:r w:rsidR="00E36F6A" w:rsidRPr="00F23192">
        <w:t>d</w:t>
      </w:r>
      <w:r w:rsidR="00E36F6A" w:rsidRPr="00F23192">
        <w:t>e</w:t>
      </w:r>
      <w:r w:rsidR="00E36F6A" w:rsidRPr="00F23192">
        <w:t>puis plusieurs semaines une grande activité</w:t>
      </w:r>
      <w:r>
        <w:t xml:space="preserve">, </w:t>
      </w:r>
      <w:r w:rsidR="00E36F6A" w:rsidRPr="00F23192">
        <w:t>provoquant les p</w:t>
      </w:r>
      <w:r w:rsidR="00E36F6A" w:rsidRPr="00F23192">
        <w:t>a</w:t>
      </w:r>
      <w:r w:rsidR="00E36F6A" w:rsidRPr="00F23192">
        <w:t>roisses à des rassemblements en armes au cours desquels il prodigue la bonne parole</w:t>
      </w:r>
      <w:r>
        <w:t xml:space="preserve">, </w:t>
      </w:r>
      <w:r w:rsidR="00E36F6A" w:rsidRPr="00F23192">
        <w:t>et même</w:t>
      </w:r>
      <w:r>
        <w:t xml:space="preserve">, </w:t>
      </w:r>
      <w:r w:rsidR="00E36F6A" w:rsidRPr="00F23192">
        <w:t>paraît-il</w:t>
      </w:r>
      <w:r>
        <w:t xml:space="preserve">, </w:t>
      </w:r>
      <w:r w:rsidR="00E36F6A" w:rsidRPr="00F23192">
        <w:t>conduisant les gens d</w:t>
      </w:r>
      <w:r>
        <w:t>’</w:t>
      </w:r>
      <w:r w:rsidR="00E36F6A" w:rsidRPr="00F23192">
        <w:t>armes contre les partisans de la Ligue</w:t>
      </w:r>
      <w:r>
        <w:t>.</w:t>
      </w:r>
    </w:p>
    <w:p w14:paraId="04295DEA" w14:textId="77777777" w:rsidR="00D60A57" w:rsidRDefault="00E36F6A" w:rsidP="00D60A57">
      <w:r w:rsidRPr="00F23192">
        <w:t>Bertrand écoutait</w:t>
      </w:r>
      <w:r w:rsidR="00D60A57">
        <w:t xml:space="preserve">, </w:t>
      </w:r>
      <w:r w:rsidRPr="00F23192">
        <w:t>haletant</w:t>
      </w:r>
      <w:r w:rsidR="00D60A57">
        <w:t xml:space="preserve">, </w:t>
      </w:r>
      <w:r w:rsidRPr="00F23192">
        <w:t>ces détails qui</w:t>
      </w:r>
      <w:r w:rsidR="00D60A57">
        <w:t xml:space="preserve">, </w:t>
      </w:r>
      <w:r w:rsidRPr="00F23192">
        <w:t>bien qu</w:t>
      </w:r>
      <w:r w:rsidR="00D60A57">
        <w:t>’</w:t>
      </w:r>
      <w:r w:rsidRPr="00F23192">
        <w:t>ince</w:t>
      </w:r>
      <w:r w:rsidRPr="00F23192">
        <w:t>r</w:t>
      </w:r>
      <w:r w:rsidRPr="00F23192">
        <w:t>tains</w:t>
      </w:r>
      <w:r w:rsidR="00D60A57">
        <w:t xml:space="preserve">, </w:t>
      </w:r>
      <w:r w:rsidRPr="00F23192">
        <w:t>lui emplissaient les veines de fièvre</w:t>
      </w:r>
      <w:r w:rsidR="00D60A57">
        <w:t>.</w:t>
      </w:r>
    </w:p>
    <w:p w14:paraId="443E9983" w14:textId="77777777" w:rsidR="00D60A57" w:rsidRDefault="00D60A57" w:rsidP="00D60A57">
      <w:r>
        <w:t>— </w:t>
      </w:r>
      <w:r w:rsidR="00E36F6A" w:rsidRPr="00F23192">
        <w:t>Qui</w:t>
      </w:r>
      <w:r>
        <w:t xml:space="preserve"> ? </w:t>
      </w:r>
      <w:r w:rsidR="00E36F6A" w:rsidRPr="00F23192">
        <w:t>celui-là</w:t>
      </w:r>
      <w:r>
        <w:t xml:space="preserve">… </w:t>
      </w:r>
      <w:r w:rsidR="00E36F6A" w:rsidRPr="00F23192">
        <w:t>demanda-t-il</w:t>
      </w:r>
      <w:r>
        <w:t xml:space="preserve">, </w:t>
      </w:r>
      <w:r w:rsidR="00E36F6A" w:rsidRPr="00F23192">
        <w:t>malgré lui</w:t>
      </w:r>
      <w:r>
        <w:t xml:space="preserve">, </w:t>
      </w:r>
      <w:r w:rsidR="00E36F6A" w:rsidRPr="00F23192">
        <w:t>envieux du rôle qui aurait dû être le sien et que cet autre lui avait dérobé</w:t>
      </w:r>
      <w:r>
        <w:t>.</w:t>
      </w:r>
    </w:p>
    <w:p w14:paraId="3A4FE8C1" w14:textId="77777777" w:rsidR="00D60A57" w:rsidRDefault="00E36F6A" w:rsidP="00D60A57">
      <w:r w:rsidRPr="00F23192">
        <w:t>Un sursaut d</w:t>
      </w:r>
      <w:r w:rsidR="00D60A57">
        <w:t>’</w:t>
      </w:r>
      <w:r w:rsidRPr="00F23192">
        <w:t>énergie le secoua soudain</w:t>
      </w:r>
      <w:r w:rsidR="00D60A57">
        <w:t>.</w:t>
      </w:r>
    </w:p>
    <w:p w14:paraId="0CEE8C50" w14:textId="77777777" w:rsidR="00D60A57" w:rsidRDefault="00D60A57" w:rsidP="00D60A57">
      <w:r>
        <w:lastRenderedPageBreak/>
        <w:t>— </w:t>
      </w:r>
      <w:r w:rsidR="00E36F6A" w:rsidRPr="00F23192">
        <w:t>Ma place n</w:t>
      </w:r>
      <w:r>
        <w:t>’</w:t>
      </w:r>
      <w:r w:rsidR="00E36F6A" w:rsidRPr="00F23192">
        <w:t>est pas ici</w:t>
      </w:r>
      <w:r>
        <w:t xml:space="preserve">, </w:t>
      </w:r>
      <w:r w:rsidR="00E36F6A" w:rsidRPr="00F23192">
        <w:t>déclara-t-il</w:t>
      </w:r>
      <w:r>
        <w:t xml:space="preserve">. </w:t>
      </w:r>
      <w:r w:rsidR="00E36F6A" w:rsidRPr="00F23192">
        <w:t>Puisque je n</w:t>
      </w:r>
      <w:r>
        <w:t>’</w:t>
      </w:r>
      <w:r w:rsidR="00E36F6A" w:rsidRPr="00F23192">
        <w:t>ai pu so</w:t>
      </w:r>
      <w:r w:rsidR="00E36F6A" w:rsidRPr="00F23192">
        <w:t>u</w:t>
      </w:r>
      <w:r w:rsidR="00E36F6A" w:rsidRPr="00F23192">
        <w:t>tenir mon honneur</w:t>
      </w:r>
      <w:r>
        <w:t xml:space="preserve">, </w:t>
      </w:r>
      <w:r w:rsidR="00E36F6A" w:rsidRPr="00F23192">
        <w:t>qu</w:t>
      </w:r>
      <w:r>
        <w:t>’</w:t>
      </w:r>
      <w:r w:rsidR="00E36F6A" w:rsidRPr="00F23192">
        <w:t>au moins la mort puisse me frapper à la tête des nôtres</w:t>
      </w:r>
      <w:r>
        <w:t>…</w:t>
      </w:r>
    </w:p>
    <w:p w14:paraId="58E978E3" w14:textId="77777777" w:rsidR="00D60A57" w:rsidRDefault="00D60A57" w:rsidP="00D60A57">
      <w:r>
        <w:t>— </w:t>
      </w:r>
      <w:r w:rsidR="00E36F6A" w:rsidRPr="00F23192">
        <w:t>Bertrand</w:t>
      </w:r>
      <w:r>
        <w:t xml:space="preserve"> !… </w:t>
      </w:r>
      <w:r w:rsidR="00E36F6A" w:rsidRPr="00F23192">
        <w:t>Bertrand</w:t>
      </w:r>
      <w:r>
        <w:t xml:space="preserve"> !… </w:t>
      </w:r>
      <w:r w:rsidR="00E36F6A" w:rsidRPr="00F23192">
        <w:t>supplia Edwige</w:t>
      </w:r>
      <w:r>
        <w:t>.</w:t>
      </w:r>
    </w:p>
    <w:p w14:paraId="24E3610B" w14:textId="77777777" w:rsidR="00D60A57" w:rsidRDefault="00E36F6A" w:rsidP="00D60A57">
      <w:r w:rsidRPr="00F23192">
        <w:t>Mais il protesta</w:t>
      </w:r>
      <w:r w:rsidR="00D60A57">
        <w:t xml:space="preserve">, </w:t>
      </w:r>
      <w:r w:rsidRPr="00F23192">
        <w:t>la repoussant d</w:t>
      </w:r>
      <w:r w:rsidR="00D60A57">
        <w:t>’</w:t>
      </w:r>
      <w:r w:rsidRPr="00F23192">
        <w:t>un geste désespéré</w:t>
      </w:r>
      <w:r w:rsidR="00D60A57">
        <w:t> :</w:t>
      </w:r>
    </w:p>
    <w:p w14:paraId="498EF980" w14:textId="77777777" w:rsidR="00D60A57" w:rsidRDefault="00D60A57" w:rsidP="00D60A57">
      <w:r>
        <w:t>— </w:t>
      </w:r>
      <w:r w:rsidR="00E36F6A" w:rsidRPr="00F23192">
        <w:t>Ce n</w:t>
      </w:r>
      <w:r>
        <w:t>’</w:t>
      </w:r>
      <w:r w:rsidR="00E36F6A" w:rsidRPr="00F23192">
        <w:t>est pas l</w:t>
      </w:r>
      <w:r>
        <w:t>’</w:t>
      </w:r>
      <w:r w:rsidR="00E36F6A" w:rsidRPr="00F23192">
        <w:t>heure des amours</w:t>
      </w:r>
      <w:r>
        <w:t xml:space="preserve"> ! </w:t>
      </w:r>
      <w:r w:rsidR="00E36F6A" w:rsidRPr="00F23192">
        <w:t>mais l</w:t>
      </w:r>
      <w:r>
        <w:t>’</w:t>
      </w:r>
      <w:r w:rsidR="00E36F6A" w:rsidRPr="00F23192">
        <w:t>heure de l</w:t>
      </w:r>
      <w:r>
        <w:t>’</w:t>
      </w:r>
      <w:r w:rsidR="00E36F6A" w:rsidRPr="00F23192">
        <w:t>épée</w:t>
      </w:r>
      <w:r>
        <w:t> !</w:t>
      </w:r>
    </w:p>
    <w:p w14:paraId="4F1FABF7" w14:textId="77777777" w:rsidR="00D60A57" w:rsidRDefault="00E36F6A" w:rsidP="00D60A57">
      <w:r w:rsidRPr="00F23192">
        <w:t>En ce moment</w:t>
      </w:r>
      <w:r w:rsidR="00D60A57">
        <w:t xml:space="preserve">, </w:t>
      </w:r>
      <w:r w:rsidRPr="00F23192">
        <w:t>la porte s</w:t>
      </w:r>
      <w:r w:rsidR="00D60A57">
        <w:t>’</w:t>
      </w:r>
      <w:r w:rsidRPr="00F23192">
        <w:t>ouvrit avec violence</w:t>
      </w:r>
      <w:r w:rsidR="00D60A57">
        <w:t>.</w:t>
      </w:r>
    </w:p>
    <w:p w14:paraId="77F98C6B" w14:textId="77777777" w:rsidR="00D60A57" w:rsidRDefault="00D60A57" w:rsidP="00D60A57">
      <w:r>
        <w:t>— </w:t>
      </w:r>
      <w:r w:rsidR="00E36F6A" w:rsidRPr="00F23192">
        <w:t>Vous</w:t>
      </w:r>
      <w:r>
        <w:t xml:space="preserve"> !… </w:t>
      </w:r>
      <w:r w:rsidR="00E36F6A" w:rsidRPr="00F23192">
        <w:t>enfin</w:t>
      </w:r>
      <w:r>
        <w:t xml:space="preserve"> ! </w:t>
      </w:r>
      <w:r w:rsidR="00E36F6A" w:rsidRPr="00F23192">
        <w:t>s</w:t>
      </w:r>
      <w:r>
        <w:t>’</w:t>
      </w:r>
      <w:r w:rsidR="00E36F6A" w:rsidRPr="00F23192">
        <w:t>exclama-t-il en voyant apparaître celui qui</w:t>
      </w:r>
      <w:r>
        <w:t xml:space="preserve">, </w:t>
      </w:r>
      <w:r w:rsidR="00E36F6A" w:rsidRPr="00F23192">
        <w:t>pour lui</w:t>
      </w:r>
      <w:r>
        <w:t xml:space="preserve">, </w:t>
      </w:r>
      <w:r w:rsidR="00E36F6A" w:rsidRPr="00F23192">
        <w:t xml:space="preserve">était le jeune des </w:t>
      </w:r>
      <w:proofErr w:type="spellStart"/>
      <w:r w:rsidR="00E36F6A" w:rsidRPr="00F23192">
        <w:t>Blattières</w:t>
      </w:r>
      <w:proofErr w:type="spellEnd"/>
      <w:r>
        <w:t xml:space="preserve"> ; </w:t>
      </w:r>
      <w:r w:rsidR="00E36F6A" w:rsidRPr="00F23192">
        <w:t>ses vêtements étaient en désordre et son pourpoint tout tacheté de sang</w:t>
      </w:r>
      <w:r>
        <w:t>.</w:t>
      </w:r>
    </w:p>
    <w:p w14:paraId="23A50509" w14:textId="77777777" w:rsidR="00D60A57" w:rsidRDefault="00D60A57" w:rsidP="00D60A57">
      <w:r>
        <w:t>— </w:t>
      </w:r>
      <w:r w:rsidR="00E36F6A" w:rsidRPr="00F23192">
        <w:t>Comte</w:t>
      </w:r>
      <w:r>
        <w:t xml:space="preserve">, </w:t>
      </w:r>
      <w:r w:rsidR="00E36F6A" w:rsidRPr="00F23192">
        <w:t>déclara le nouveau venu</w:t>
      </w:r>
      <w:r>
        <w:t xml:space="preserve">, </w:t>
      </w:r>
      <w:r w:rsidR="00E36F6A" w:rsidRPr="00F23192">
        <w:t>les moments sont pr</w:t>
      </w:r>
      <w:r w:rsidR="00E36F6A" w:rsidRPr="00F23192">
        <w:t>é</w:t>
      </w:r>
      <w:r w:rsidR="00E36F6A" w:rsidRPr="00F23192">
        <w:t>cieux</w:t>
      </w:r>
      <w:r>
        <w:t xml:space="preserve">, </w:t>
      </w:r>
      <w:r w:rsidR="00E36F6A" w:rsidRPr="00F23192">
        <w:t>il faut partir d</w:t>
      </w:r>
      <w:r>
        <w:t>’</w:t>
      </w:r>
      <w:r w:rsidR="00E36F6A" w:rsidRPr="00F23192">
        <w:t>ici</w:t>
      </w:r>
      <w:r>
        <w:t>.</w:t>
      </w:r>
    </w:p>
    <w:p w14:paraId="146FB5FB" w14:textId="77777777" w:rsidR="00D60A57" w:rsidRDefault="00D60A57" w:rsidP="00D60A57">
      <w:r>
        <w:t>— </w:t>
      </w:r>
      <w:r w:rsidR="00E36F6A" w:rsidRPr="00F23192">
        <w:t>Fuir</w:t>
      </w:r>
      <w:r>
        <w:t xml:space="preserve"> ! </w:t>
      </w:r>
      <w:r w:rsidR="00E36F6A" w:rsidRPr="00F23192">
        <w:t>moi</w:t>
      </w:r>
      <w:r>
        <w:t> ?</w:t>
      </w:r>
    </w:p>
    <w:p w14:paraId="03BD30E8" w14:textId="77777777" w:rsidR="00D60A57" w:rsidRDefault="00D60A57" w:rsidP="00D60A57">
      <w:r>
        <w:t>— </w:t>
      </w:r>
      <w:r w:rsidR="00E36F6A" w:rsidRPr="00F23192">
        <w:t>Les Ligueurs encerclent le donjon et s</w:t>
      </w:r>
      <w:r>
        <w:t>’</w:t>
      </w:r>
      <w:r w:rsidR="00E36F6A" w:rsidRPr="00F23192">
        <w:t>apprêtent à do</w:t>
      </w:r>
      <w:r w:rsidR="00E36F6A" w:rsidRPr="00F23192">
        <w:t>n</w:t>
      </w:r>
      <w:r w:rsidR="00E36F6A" w:rsidRPr="00F23192">
        <w:t>ner assaut</w:t>
      </w:r>
      <w:r>
        <w:t>.</w:t>
      </w:r>
    </w:p>
    <w:p w14:paraId="732C6DB9" w14:textId="77777777" w:rsidR="00D60A57" w:rsidRDefault="00D60A57" w:rsidP="00D60A57">
      <w:r>
        <w:t>— </w:t>
      </w:r>
      <w:r w:rsidR="00E36F6A" w:rsidRPr="00F23192">
        <w:t>Fuir quand la bataille est proche</w:t>
      </w:r>
      <w:r>
        <w:t xml:space="preserve"> ? </w:t>
      </w:r>
      <w:r w:rsidR="00E36F6A" w:rsidRPr="00F23192">
        <w:t>C</w:t>
      </w:r>
      <w:r>
        <w:t>’</w:t>
      </w:r>
      <w:r w:rsidR="00E36F6A" w:rsidRPr="00F23192">
        <w:t xml:space="preserve">est mal connaître le comte 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que d</w:t>
      </w:r>
      <w:r>
        <w:t>’</w:t>
      </w:r>
      <w:r w:rsidR="00E36F6A" w:rsidRPr="00F23192">
        <w:t xml:space="preserve">oser lui </w:t>
      </w:r>
      <w:proofErr w:type="gramStart"/>
      <w:r w:rsidR="00E36F6A" w:rsidRPr="00F23192">
        <w:t>donner</w:t>
      </w:r>
      <w:proofErr w:type="gramEnd"/>
      <w:r w:rsidR="00E36F6A" w:rsidRPr="00F23192">
        <w:t xml:space="preserve"> un tel conseil</w:t>
      </w:r>
      <w:r>
        <w:t>…</w:t>
      </w:r>
    </w:p>
    <w:p w14:paraId="109BC49F" w14:textId="77777777" w:rsidR="00D60A57" w:rsidRDefault="00D60A57" w:rsidP="00D60A57">
      <w:r>
        <w:t>— </w:t>
      </w:r>
      <w:r w:rsidR="00E36F6A" w:rsidRPr="00F23192">
        <w:t>Comte</w:t>
      </w:r>
      <w:r>
        <w:t xml:space="preserve">, </w:t>
      </w:r>
      <w:r w:rsidR="00E36F6A" w:rsidRPr="00F23192">
        <w:t>ne perdons pas de temps en discussions vaines</w:t>
      </w:r>
      <w:r>
        <w:t xml:space="preserve">… </w:t>
      </w:r>
      <w:r w:rsidR="00E36F6A" w:rsidRPr="00F23192">
        <w:t>je vous le répète</w:t>
      </w:r>
      <w:r>
        <w:t xml:space="preserve">, </w:t>
      </w:r>
      <w:r w:rsidR="00E36F6A" w:rsidRPr="00F23192">
        <w:t>les moments sont précieux</w:t>
      </w:r>
      <w:r>
        <w:t xml:space="preserve">. </w:t>
      </w:r>
      <w:r w:rsidR="00E36F6A" w:rsidRPr="00F23192">
        <w:t>Tout ce que je puis faire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de les retenir ici assez longtemps pour faciliter votre départ</w:t>
      </w:r>
      <w:r>
        <w:t>.</w:t>
      </w:r>
    </w:p>
    <w:p w14:paraId="2CFADB94" w14:textId="77777777" w:rsidR="00D60A57" w:rsidRDefault="00D60A57" w:rsidP="00D60A57">
      <w:r>
        <w:t>— </w:t>
      </w:r>
      <w:r w:rsidR="00E36F6A" w:rsidRPr="00F23192">
        <w:t>Je resterai ici pour combattre à vos côtés</w:t>
      </w:r>
      <w:r>
        <w:t>.</w:t>
      </w:r>
    </w:p>
    <w:p w14:paraId="11F17C7A" w14:textId="77777777" w:rsidR="00D60A57" w:rsidRDefault="00E36F6A" w:rsidP="00D60A57">
      <w:r w:rsidRPr="00F23192">
        <w:t>Désignant Edwige</w:t>
      </w:r>
      <w:r w:rsidR="00D60A57">
        <w:t xml:space="preserve">, </w:t>
      </w:r>
      <w:r w:rsidRPr="00F23192">
        <w:t>pâle et tremblante</w:t>
      </w:r>
      <w:r w:rsidR="00D60A57">
        <w:t xml:space="preserve">, </w:t>
      </w:r>
      <w:r w:rsidRPr="00F23192">
        <w:t>la Louve</w:t>
      </w:r>
      <w:r w:rsidR="00D60A57">
        <w:t xml:space="preserve">, </w:t>
      </w:r>
      <w:r w:rsidRPr="00F23192">
        <w:t>les dents serrées par un accès de rage jalouse</w:t>
      </w:r>
      <w:r w:rsidR="00D60A57">
        <w:t xml:space="preserve">, </w:t>
      </w:r>
      <w:r w:rsidRPr="00F23192">
        <w:t>demanda</w:t>
      </w:r>
      <w:r w:rsidR="00D60A57">
        <w:t> :</w:t>
      </w:r>
    </w:p>
    <w:p w14:paraId="73D777A1" w14:textId="77777777" w:rsidR="00D60A57" w:rsidRDefault="00D60A57" w:rsidP="00D60A57">
      <w:r>
        <w:t>— </w:t>
      </w:r>
      <w:r w:rsidR="00E36F6A" w:rsidRPr="00F23192">
        <w:t>Elle</w:t>
      </w:r>
      <w:r>
        <w:t xml:space="preserve"> !… </w:t>
      </w:r>
      <w:r w:rsidR="00E36F6A" w:rsidRPr="00F23192">
        <w:t>qui la sauvera</w:t>
      </w:r>
      <w:r>
        <w:t> ?</w:t>
      </w:r>
    </w:p>
    <w:p w14:paraId="490CB6D3" w14:textId="77777777" w:rsidR="00D60A57" w:rsidRDefault="00E36F6A" w:rsidP="00D60A57">
      <w:r w:rsidRPr="00F23192">
        <w:lastRenderedPageBreak/>
        <w:t>Et la jeune fille de clamer</w:t>
      </w:r>
      <w:r w:rsidR="00D60A57">
        <w:t> :</w:t>
      </w:r>
    </w:p>
    <w:p w14:paraId="1D057F36" w14:textId="77777777" w:rsidR="00D60A57" w:rsidRDefault="00D60A57" w:rsidP="00D60A57">
      <w:r>
        <w:t>— </w:t>
      </w:r>
      <w:r w:rsidR="00E36F6A" w:rsidRPr="00F23192">
        <w:t>Voici celui qui m</w:t>
      </w:r>
      <w:r>
        <w:t>’</w:t>
      </w:r>
      <w:r w:rsidR="00E36F6A" w:rsidRPr="00F23192">
        <w:t>a amenée ici</w:t>
      </w:r>
      <w:r>
        <w:t>…</w:t>
      </w:r>
    </w:p>
    <w:p w14:paraId="25AAC8A7" w14:textId="77777777" w:rsidR="00D60A57" w:rsidRDefault="00E36F6A" w:rsidP="00D60A57">
      <w:r w:rsidRPr="00F23192">
        <w:t>Comme surpris</w:t>
      </w:r>
      <w:r w:rsidR="00D60A57">
        <w:t xml:space="preserve">, </w:t>
      </w:r>
      <w:r w:rsidRPr="00F23192">
        <w:t>Bertrand s</w:t>
      </w:r>
      <w:r w:rsidR="00D60A57">
        <w:t>’</w:t>
      </w:r>
      <w:r w:rsidRPr="00F23192">
        <w:t>apprêtait à interroger</w:t>
      </w:r>
      <w:r w:rsidR="00D60A57">
        <w:t xml:space="preserve">, </w:t>
      </w:r>
      <w:r w:rsidRPr="00F23192">
        <w:t>la Louve pleine de colère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écria</w:t>
      </w:r>
      <w:r w:rsidR="00D60A57">
        <w:t> :</w:t>
      </w:r>
    </w:p>
    <w:p w14:paraId="761B8954" w14:textId="77777777" w:rsidR="00D60A57" w:rsidRDefault="00D60A57" w:rsidP="00D60A57">
      <w:r>
        <w:t>— </w:t>
      </w:r>
      <w:r w:rsidR="00E36F6A" w:rsidRPr="00F23192">
        <w:t>Voulez-vous donc rendre inutile tout ce que j</w:t>
      </w:r>
      <w:r>
        <w:t>’</w:t>
      </w:r>
      <w:r w:rsidR="00E36F6A" w:rsidRPr="00F23192">
        <w:t>ai fait</w:t>
      </w:r>
      <w:r>
        <w:t> ?</w:t>
      </w:r>
    </w:p>
    <w:p w14:paraId="0641F62E" w14:textId="77777777" w:rsidR="00D60A57" w:rsidRDefault="00E36F6A" w:rsidP="00D60A57">
      <w:r w:rsidRPr="00F23192">
        <w:t>Hors de lui</w:t>
      </w:r>
      <w:r w:rsidR="00D60A57">
        <w:t xml:space="preserve">, </w:t>
      </w:r>
      <w:r w:rsidRPr="00F23192">
        <w:t>Bertrand demanda</w:t>
      </w:r>
      <w:r w:rsidR="00D60A57">
        <w:t> :</w:t>
      </w:r>
    </w:p>
    <w:p w14:paraId="01FEEC09" w14:textId="77777777" w:rsidR="00D60A57" w:rsidRDefault="00D60A57" w:rsidP="00D60A57">
      <w:r>
        <w:t>— </w:t>
      </w:r>
      <w:r w:rsidR="00E36F6A" w:rsidRPr="00F23192">
        <w:t>Mais tout cela</w:t>
      </w:r>
      <w:r>
        <w:t xml:space="preserve">, </w:t>
      </w:r>
      <w:r w:rsidR="00E36F6A" w:rsidRPr="00F23192">
        <w:t>pourquoi l</w:t>
      </w:r>
      <w:r>
        <w:t>’</w:t>
      </w:r>
      <w:r w:rsidR="00E36F6A" w:rsidRPr="00F23192">
        <w:t>avoir fait</w:t>
      </w:r>
      <w:r>
        <w:t xml:space="preserve"> ?… </w:t>
      </w:r>
      <w:r w:rsidR="00E36F6A" w:rsidRPr="00F23192">
        <w:t>Qui vous a co</w:t>
      </w:r>
      <w:r w:rsidR="00E36F6A" w:rsidRPr="00F23192">
        <w:t>m</w:t>
      </w:r>
      <w:r w:rsidR="00E36F6A" w:rsidRPr="00F23192">
        <w:t>mandé de le faire</w:t>
      </w:r>
      <w:r>
        <w:t> ?</w:t>
      </w:r>
    </w:p>
    <w:p w14:paraId="5B6F9B97" w14:textId="77777777" w:rsidR="00D60A57" w:rsidRDefault="00E36F6A" w:rsidP="00D60A57">
      <w:r w:rsidRPr="00F23192">
        <w:t>Un moment troublée</w:t>
      </w:r>
      <w:r w:rsidR="00D60A57">
        <w:t xml:space="preserve">, </w:t>
      </w:r>
      <w:r w:rsidRPr="00F23192">
        <w:t>la Louve répondit</w:t>
      </w:r>
      <w:r w:rsidR="00D60A57">
        <w:t> :</w:t>
      </w:r>
    </w:p>
    <w:p w14:paraId="11C3317E" w14:textId="77777777" w:rsidR="00D60A57" w:rsidRDefault="00D60A57" w:rsidP="00D60A57">
      <w:r>
        <w:t>— </w:t>
      </w:r>
      <w:r w:rsidR="00E36F6A" w:rsidRPr="00F23192">
        <w:t>Un sentiment que mieux vaut ne pas invoquer</w:t>
      </w:r>
      <w:r>
        <w:t>.</w:t>
      </w:r>
    </w:p>
    <w:p w14:paraId="430D780F" w14:textId="77777777" w:rsidR="00D60A57" w:rsidRDefault="00E36F6A" w:rsidP="00D60A57">
      <w:r w:rsidRPr="00F23192">
        <w:t>Mais Bertrand ne devait pas se contenter d</w:t>
      </w:r>
      <w:r w:rsidR="00D60A57">
        <w:t>’</w:t>
      </w:r>
      <w:r w:rsidRPr="00F23192">
        <w:t>une aussi équ</w:t>
      </w:r>
      <w:r w:rsidRPr="00F23192">
        <w:t>i</w:t>
      </w:r>
      <w:r w:rsidRPr="00F23192">
        <w:t>voque réponse</w:t>
      </w:r>
      <w:r w:rsidR="00D60A57">
        <w:t>.</w:t>
      </w:r>
    </w:p>
    <w:p w14:paraId="4C4177E2" w14:textId="77777777" w:rsidR="00D60A57" w:rsidRDefault="00D60A57" w:rsidP="00D60A57">
      <w:r>
        <w:t>— </w:t>
      </w:r>
      <w:r w:rsidR="00E36F6A" w:rsidRPr="00F23192">
        <w:t>Par tous les diables</w:t>
      </w:r>
      <w:r>
        <w:t xml:space="preserve"> ! </w:t>
      </w:r>
      <w:r w:rsidR="00E36F6A" w:rsidRPr="00F23192">
        <w:t>lança-t-il</w:t>
      </w:r>
      <w:r>
        <w:t xml:space="preserve">, </w:t>
      </w:r>
      <w:r w:rsidR="00E36F6A" w:rsidRPr="00F23192">
        <w:t>je ne suis pas un enfant que l</w:t>
      </w:r>
      <w:r>
        <w:t>’</w:t>
      </w:r>
      <w:r w:rsidR="00E36F6A" w:rsidRPr="00F23192">
        <w:t>on paie de mots</w:t>
      </w:r>
      <w:r>
        <w:t xml:space="preserve"> !… </w:t>
      </w:r>
      <w:r w:rsidR="00E36F6A" w:rsidRPr="00F23192">
        <w:t>Depuis que les hasards de la vie m</w:t>
      </w:r>
      <w:r>
        <w:t>’</w:t>
      </w:r>
      <w:r w:rsidR="00E36F6A" w:rsidRPr="00F23192">
        <w:t>ont fait prendre contact avec vous</w:t>
      </w:r>
      <w:r>
        <w:t xml:space="preserve">, </w:t>
      </w:r>
      <w:r w:rsidR="00E36F6A" w:rsidRPr="00F23192">
        <w:t>je me sens environné d</w:t>
      </w:r>
      <w:r>
        <w:t>’</w:t>
      </w:r>
      <w:r w:rsidR="00E36F6A" w:rsidRPr="00F23192">
        <w:t>une a</w:t>
      </w:r>
      <w:r w:rsidR="00E36F6A" w:rsidRPr="00F23192">
        <w:t>t</w:t>
      </w:r>
      <w:r w:rsidR="00E36F6A" w:rsidRPr="00F23192">
        <w:t>mosphère étrange</w:t>
      </w:r>
      <w:r>
        <w:t xml:space="preserve">, </w:t>
      </w:r>
      <w:r w:rsidR="00E36F6A" w:rsidRPr="00F23192">
        <w:t>trouble</w:t>
      </w:r>
      <w:r>
        <w:t xml:space="preserve">, </w:t>
      </w:r>
      <w:r w:rsidR="00E36F6A" w:rsidRPr="00F23192">
        <w:t>anormale</w:t>
      </w:r>
      <w:r>
        <w:t xml:space="preserve">, </w:t>
      </w:r>
      <w:r w:rsidR="00E36F6A" w:rsidRPr="00F23192">
        <w:t>où votre main apparaît toujours et se substitue à la mienne</w:t>
      </w:r>
      <w:r>
        <w:t xml:space="preserve">… </w:t>
      </w:r>
      <w:r w:rsidR="00E36F6A" w:rsidRPr="00F23192">
        <w:t>Ce mystère qui accomp</w:t>
      </w:r>
      <w:r w:rsidR="00E36F6A" w:rsidRPr="00F23192">
        <w:t>a</w:t>
      </w:r>
      <w:r w:rsidR="00E36F6A" w:rsidRPr="00F23192">
        <w:t>gne mon sauvetage</w:t>
      </w:r>
      <w:r>
        <w:t xml:space="preserve">… </w:t>
      </w:r>
      <w:r w:rsidR="00E36F6A" w:rsidRPr="00F23192">
        <w:t>cette réclusion dans laquelle je suis tenu</w:t>
      </w:r>
      <w:r>
        <w:t xml:space="preserve">, </w:t>
      </w:r>
      <w:r w:rsidR="00E36F6A" w:rsidRPr="00F23192">
        <w:t>ignorant le nom véritable de mon sauveur et jusqu</w:t>
      </w:r>
      <w:r>
        <w:t>’</w:t>
      </w:r>
      <w:r w:rsidR="00E36F6A" w:rsidRPr="00F23192">
        <w:t>au logis dans lequel je suis soigné qui m</w:t>
      </w:r>
      <w:r>
        <w:t>’</w:t>
      </w:r>
      <w:r w:rsidR="00E36F6A" w:rsidRPr="00F23192">
        <w:t>est tenu secret</w:t>
      </w:r>
      <w:r>
        <w:t xml:space="preserve"> !… </w:t>
      </w:r>
      <w:r w:rsidR="00E36F6A" w:rsidRPr="00F23192">
        <w:t>Et voici que pour couronner le tout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apprends que c</w:t>
      </w:r>
      <w:r>
        <w:t>’</w:t>
      </w:r>
      <w:r w:rsidR="00E36F6A" w:rsidRPr="00F23192">
        <w:t>est à vous que je dois d</w:t>
      </w:r>
      <w:r>
        <w:t>’</w:t>
      </w:r>
      <w:r w:rsidR="00E36F6A" w:rsidRPr="00F23192">
        <w:t>être réuni à celle que j</w:t>
      </w:r>
      <w:r>
        <w:t>’</w:t>
      </w:r>
      <w:r w:rsidR="00E36F6A" w:rsidRPr="00F23192">
        <w:t>aime</w:t>
      </w:r>
      <w:r>
        <w:t xml:space="preserve">… </w:t>
      </w:r>
      <w:r w:rsidR="00E36F6A" w:rsidRPr="00F23192">
        <w:t>Qui êtes-vous donc</w:t>
      </w:r>
      <w:r>
        <w:t xml:space="preserve"> ? </w:t>
      </w:r>
      <w:r w:rsidR="00E36F6A" w:rsidRPr="00F23192">
        <w:t>Je vous somme de me dire à qui je suis redevable d</w:t>
      </w:r>
      <w:r>
        <w:t>’</w:t>
      </w:r>
      <w:r w:rsidR="00E36F6A" w:rsidRPr="00F23192">
        <w:t>une reconnaissance aussi grande</w:t>
      </w:r>
      <w:r>
        <w:t xml:space="preserve">, </w:t>
      </w:r>
      <w:r w:rsidR="00E36F6A" w:rsidRPr="00F23192">
        <w:t>aussi multiple</w:t>
      </w:r>
      <w:r>
        <w:t>…</w:t>
      </w:r>
    </w:p>
    <w:p w14:paraId="6721DE65" w14:textId="77777777" w:rsidR="00D60A57" w:rsidRDefault="00D60A57" w:rsidP="00D60A57">
      <w:r>
        <w:lastRenderedPageBreak/>
        <w:t>— </w:t>
      </w:r>
      <w:r w:rsidR="00E36F6A" w:rsidRPr="00F23192">
        <w:t>Bertrand</w:t>
      </w:r>
      <w:r>
        <w:t xml:space="preserve"> ! </w:t>
      </w:r>
      <w:r w:rsidR="00E36F6A" w:rsidRPr="00F23192">
        <w:t>implora Edwige</w:t>
      </w:r>
      <w:r>
        <w:t xml:space="preserve">, </w:t>
      </w:r>
      <w:r w:rsidR="00E36F6A" w:rsidRPr="00F23192">
        <w:t>effrayée de l</w:t>
      </w:r>
      <w:r>
        <w:t>’</w:t>
      </w:r>
      <w:r w:rsidR="00E36F6A" w:rsidRPr="00F23192">
        <w:t>état d</w:t>
      </w:r>
      <w:r>
        <w:t>’</w:t>
      </w:r>
      <w:r w:rsidR="00E36F6A" w:rsidRPr="00F23192">
        <w:t>exaspér</w:t>
      </w:r>
      <w:r w:rsidR="00E36F6A" w:rsidRPr="00F23192">
        <w:t>a</w:t>
      </w:r>
      <w:r w:rsidR="00E36F6A" w:rsidRPr="00F23192">
        <w:t>tion dans lequel elle le voyait</w:t>
      </w:r>
      <w:r>
        <w:t xml:space="preserve">, </w:t>
      </w:r>
      <w:r w:rsidR="00E36F6A" w:rsidRPr="00F23192">
        <w:t>songez que je lui dois la vie</w:t>
      </w:r>
      <w:r>
        <w:t>…</w:t>
      </w:r>
    </w:p>
    <w:p w14:paraId="39D4BA32" w14:textId="77777777" w:rsidR="00D60A57" w:rsidRDefault="00E36F6A" w:rsidP="00D60A57">
      <w:r w:rsidRPr="00F23192">
        <w:t>D</w:t>
      </w:r>
      <w:r w:rsidR="00D60A57">
        <w:t>’</w:t>
      </w:r>
      <w:r w:rsidRPr="00F23192">
        <w:t>un geste violent il lui imposa silence</w:t>
      </w:r>
      <w:r w:rsidR="00D60A57">
        <w:t xml:space="preserve">, </w:t>
      </w:r>
      <w:r w:rsidRPr="00F23192">
        <w:t>puis</w:t>
      </w:r>
      <w:r w:rsidR="00D60A57">
        <w:t xml:space="preserve">, </w:t>
      </w:r>
      <w:r w:rsidRPr="00F23192">
        <w:t>touché sans doute par cette voix si chère</w:t>
      </w:r>
      <w:r w:rsidR="00D60A57">
        <w:t xml:space="preserve">, </w:t>
      </w:r>
      <w:r w:rsidRPr="00F23192">
        <w:t>il dit d</w:t>
      </w:r>
      <w:r w:rsidR="00D60A57">
        <w:t>’</w:t>
      </w:r>
      <w:r w:rsidRPr="00F23192">
        <w:t>un ton implorant</w:t>
      </w:r>
      <w:r w:rsidR="00D60A57">
        <w:t> :</w:t>
      </w:r>
    </w:p>
    <w:p w14:paraId="339965DD" w14:textId="77777777" w:rsidR="00D60A57" w:rsidRDefault="00D60A57" w:rsidP="00D60A57">
      <w:r>
        <w:t>— </w:t>
      </w:r>
      <w:r w:rsidR="00E36F6A" w:rsidRPr="00F23192">
        <w:t>Eh bien</w:t>
      </w:r>
      <w:r>
        <w:t xml:space="preserve"> ! </w:t>
      </w:r>
      <w:r w:rsidR="00E36F6A" w:rsidRPr="00F23192">
        <w:t>non</w:t>
      </w:r>
      <w:r>
        <w:t xml:space="preserve">, </w:t>
      </w:r>
      <w:r w:rsidR="00E36F6A" w:rsidRPr="00F23192">
        <w:t>je n</w:t>
      </w:r>
      <w:r>
        <w:t>’</w:t>
      </w:r>
      <w:r w:rsidR="00E36F6A" w:rsidRPr="00F23192">
        <w:t>exige rien</w:t>
      </w:r>
      <w:r>
        <w:t xml:space="preserve">… </w:t>
      </w:r>
      <w:r w:rsidR="00E36F6A" w:rsidRPr="00F23192">
        <w:t>rien d</w:t>
      </w:r>
      <w:r>
        <w:t>’</w:t>
      </w:r>
      <w:r w:rsidR="00E36F6A" w:rsidRPr="00F23192">
        <w:t>autre que ceci</w:t>
      </w:r>
      <w:r>
        <w:t xml:space="preserve"> : </w:t>
      </w:r>
      <w:r w:rsidR="00E36F6A" w:rsidRPr="00F23192">
        <w:t xml:space="preserve">qui a tué le duc de </w:t>
      </w:r>
      <w:proofErr w:type="spellStart"/>
      <w:r w:rsidR="00E36F6A" w:rsidRPr="00F23192">
        <w:t>Kerlor</w:t>
      </w:r>
      <w:proofErr w:type="spellEnd"/>
      <w:r>
        <w:t xml:space="preserve"> ? </w:t>
      </w:r>
      <w:r w:rsidR="00E36F6A" w:rsidRPr="00F23192">
        <w:t xml:space="preserve">Ce duc de </w:t>
      </w:r>
      <w:proofErr w:type="spellStart"/>
      <w:r w:rsidR="00E36F6A" w:rsidRPr="00F23192">
        <w:t>Kerlor</w:t>
      </w:r>
      <w:proofErr w:type="spellEnd"/>
      <w:r w:rsidR="00E36F6A" w:rsidRPr="00F23192">
        <w:t xml:space="preserve"> qui m</w:t>
      </w:r>
      <w:r>
        <w:t>’</w:t>
      </w:r>
      <w:r w:rsidR="00E36F6A" w:rsidRPr="00F23192">
        <w:t>appartenait</w:t>
      </w:r>
      <w:r>
        <w:t xml:space="preserve">, </w:t>
      </w:r>
      <w:r w:rsidR="00E36F6A" w:rsidRPr="00F23192">
        <w:t>que tous</w:t>
      </w:r>
      <w:r>
        <w:t xml:space="preserve">, </w:t>
      </w:r>
      <w:r w:rsidR="00E36F6A" w:rsidRPr="00F23192">
        <w:t>dans la région</w:t>
      </w:r>
      <w:r>
        <w:t xml:space="preserve">, </w:t>
      </w:r>
      <w:r w:rsidR="00E36F6A" w:rsidRPr="00F23192">
        <w:t>savaient m</w:t>
      </w:r>
      <w:r>
        <w:t>’</w:t>
      </w:r>
      <w:r w:rsidR="00E36F6A" w:rsidRPr="00F23192">
        <w:t>appartenir</w:t>
      </w:r>
      <w:r>
        <w:t xml:space="preserve">, </w:t>
      </w:r>
      <w:r w:rsidR="00E36F6A" w:rsidRPr="00F23192">
        <w:t>chose que son meurtrier ne pouvait ignorer et qui</w:t>
      </w:r>
      <w:r>
        <w:t xml:space="preserve">, </w:t>
      </w:r>
      <w:r w:rsidR="00E36F6A" w:rsidRPr="00F23192">
        <w:t>ce faisant</w:t>
      </w:r>
      <w:r>
        <w:t xml:space="preserve">, </w:t>
      </w:r>
      <w:r w:rsidR="00E36F6A" w:rsidRPr="00F23192">
        <w:t>m</w:t>
      </w:r>
      <w:r>
        <w:t>’</w:t>
      </w:r>
      <w:r w:rsidR="00E36F6A" w:rsidRPr="00F23192">
        <w:t>a ravi la joie immense que l</w:t>
      </w:r>
      <w:r>
        <w:t>’</w:t>
      </w:r>
      <w:r w:rsidR="00E36F6A" w:rsidRPr="00F23192">
        <w:t>on ressent à accomplir son devoir</w:t>
      </w:r>
      <w:r>
        <w:t>.</w:t>
      </w:r>
    </w:p>
    <w:p w14:paraId="67297540" w14:textId="77777777" w:rsidR="00D60A57" w:rsidRDefault="00D60A57" w:rsidP="00D60A57">
      <w:r>
        <w:t>— </w:t>
      </w:r>
      <w:r w:rsidR="00E36F6A" w:rsidRPr="00F23192">
        <w:t>Qui vous dit qu</w:t>
      </w:r>
      <w:r>
        <w:t>’</w:t>
      </w:r>
      <w:r w:rsidR="00E36F6A" w:rsidRPr="00F23192">
        <w:t>à votre devoir</w:t>
      </w:r>
      <w:r>
        <w:t xml:space="preserve">, – </w:t>
      </w:r>
      <w:r w:rsidR="00E36F6A" w:rsidRPr="00F23192">
        <w:t>quelque sacré qu</w:t>
      </w:r>
      <w:r>
        <w:t>’</w:t>
      </w:r>
      <w:r w:rsidR="00E36F6A" w:rsidRPr="00F23192">
        <w:t>il fût</w:t>
      </w:r>
      <w:r>
        <w:t xml:space="preserve">, – </w:t>
      </w:r>
      <w:r w:rsidR="00E36F6A" w:rsidRPr="00F23192">
        <w:t xml:space="preserve">celui qui a tué </w:t>
      </w:r>
      <w:proofErr w:type="spellStart"/>
      <w:r w:rsidR="00E36F6A" w:rsidRPr="00F23192">
        <w:t>Kerlor</w:t>
      </w:r>
      <w:proofErr w:type="spellEnd"/>
      <w:r w:rsidR="00E36F6A" w:rsidRPr="00F23192">
        <w:t xml:space="preserve"> n</w:t>
      </w:r>
      <w:r>
        <w:t>’</w:t>
      </w:r>
      <w:r w:rsidR="00E36F6A" w:rsidRPr="00F23192">
        <w:t>en avait pas un aussi sacré à opposer</w:t>
      </w:r>
      <w:r>
        <w:t> ?</w:t>
      </w:r>
    </w:p>
    <w:p w14:paraId="2EB71956" w14:textId="77777777" w:rsidR="00D60A57" w:rsidRDefault="00E36F6A" w:rsidP="00D60A57">
      <w:r w:rsidRPr="00F23192">
        <w:t>Hors de lui</w:t>
      </w:r>
      <w:r w:rsidR="00D60A57">
        <w:t xml:space="preserve">, </w:t>
      </w:r>
      <w:r w:rsidRPr="00F23192">
        <w:t>le jeune comte cria</w:t>
      </w:r>
      <w:r w:rsidR="00D60A57">
        <w:t> :</w:t>
      </w:r>
    </w:p>
    <w:p w14:paraId="468A0E7E" w14:textId="77777777" w:rsidR="00D60A57" w:rsidRDefault="00D60A57" w:rsidP="00D60A57">
      <w:r>
        <w:t>— </w:t>
      </w:r>
      <w:r w:rsidR="00E36F6A" w:rsidRPr="00F23192">
        <w:t>Celui-là</w:t>
      </w:r>
      <w:r>
        <w:t xml:space="preserve">, </w:t>
      </w:r>
      <w:r w:rsidR="00E36F6A" w:rsidRPr="00F23192">
        <w:t>le connaissez-vous donc</w:t>
      </w:r>
      <w:r>
        <w:t> ?</w:t>
      </w:r>
    </w:p>
    <w:p w14:paraId="6BD7C953" w14:textId="77777777" w:rsidR="00D60A57" w:rsidRDefault="00E36F6A" w:rsidP="00D60A57">
      <w:r w:rsidRPr="00F23192">
        <w:t>Calmement</w:t>
      </w:r>
      <w:r w:rsidR="00D60A57">
        <w:t xml:space="preserve">, </w:t>
      </w:r>
      <w:r w:rsidRPr="00F23192">
        <w:t>la Louve déclara</w:t>
      </w:r>
      <w:r w:rsidR="00D60A57">
        <w:t> :</w:t>
      </w:r>
    </w:p>
    <w:p w14:paraId="2CC43611" w14:textId="77777777" w:rsidR="00D60A57" w:rsidRDefault="00D60A57" w:rsidP="00D60A57">
      <w:r>
        <w:t>— </w:t>
      </w:r>
      <w:r w:rsidR="00E36F6A" w:rsidRPr="00F23192">
        <w:t>Celui-là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moi</w:t>
      </w:r>
      <w:r>
        <w:t>…</w:t>
      </w:r>
    </w:p>
    <w:p w14:paraId="012C67DE" w14:textId="77777777" w:rsidR="00D60A57" w:rsidRDefault="00D60A57" w:rsidP="00D60A57">
      <w:r>
        <w:t>— </w:t>
      </w:r>
      <w:r w:rsidR="00E36F6A" w:rsidRPr="00F23192">
        <w:t>Vous</w:t>
      </w:r>
      <w:r>
        <w:t xml:space="preserve"> ? </w:t>
      </w:r>
      <w:r w:rsidR="00E36F6A" w:rsidRPr="00F23192">
        <w:t>clama Bertrand</w:t>
      </w:r>
      <w:r>
        <w:t xml:space="preserve">, </w:t>
      </w:r>
      <w:r w:rsidR="00E36F6A" w:rsidRPr="00F23192">
        <w:t>plein de stupeur</w:t>
      </w:r>
      <w:r>
        <w:t xml:space="preserve">… </w:t>
      </w:r>
      <w:r w:rsidR="00E36F6A" w:rsidRPr="00F23192">
        <w:t>Vous</w:t>
      </w:r>
      <w:r>
        <w:t xml:space="preserve"> !… </w:t>
      </w:r>
      <w:r w:rsidR="00E36F6A" w:rsidRPr="00F23192">
        <w:t>De quel droit</w:t>
      </w:r>
      <w:r>
        <w:t> ?…</w:t>
      </w:r>
    </w:p>
    <w:p w14:paraId="597F9FAD" w14:textId="77777777" w:rsidR="00D60A57" w:rsidRDefault="00D60A57" w:rsidP="00D60A57">
      <w:r>
        <w:t>— </w:t>
      </w:r>
      <w:r w:rsidR="00E36F6A" w:rsidRPr="00F23192">
        <w:t>Du droit qu</w:t>
      </w:r>
      <w:r>
        <w:t>’</w:t>
      </w:r>
      <w:r w:rsidR="00E36F6A" w:rsidRPr="00F23192">
        <w:t>a tout enfant de venger sa mère</w:t>
      </w:r>
      <w:r>
        <w:t>.</w:t>
      </w:r>
    </w:p>
    <w:p w14:paraId="5C7AD591" w14:textId="77777777" w:rsidR="00D60A57" w:rsidRDefault="00E36F6A" w:rsidP="00D60A57">
      <w:r w:rsidRPr="00F23192">
        <w:t>Bertrand</w:t>
      </w:r>
      <w:r w:rsidR="00D60A57">
        <w:t xml:space="preserve">, </w:t>
      </w:r>
      <w:r w:rsidRPr="00F23192">
        <w:t>un moment muet de stupeur</w:t>
      </w:r>
      <w:r w:rsidR="00D60A57">
        <w:t> :</w:t>
      </w:r>
    </w:p>
    <w:p w14:paraId="512685EF" w14:textId="77777777" w:rsidR="00D60A57" w:rsidRDefault="00D60A57" w:rsidP="00D60A57">
      <w:r>
        <w:t>— </w:t>
      </w:r>
      <w:r w:rsidR="00E36F6A" w:rsidRPr="00F23192">
        <w:t>Vous prétendez avoir une mère à venger</w:t>
      </w:r>
      <w:r>
        <w:t xml:space="preserve"> ? </w:t>
      </w:r>
      <w:r w:rsidR="00E36F6A" w:rsidRPr="00F23192">
        <w:t xml:space="preserve">Une victime peut-être du duc de </w:t>
      </w:r>
      <w:proofErr w:type="spellStart"/>
      <w:r w:rsidR="00E36F6A" w:rsidRPr="00F23192">
        <w:t>Kerlor</w:t>
      </w:r>
      <w:proofErr w:type="spellEnd"/>
      <w:r>
        <w:t>…</w:t>
      </w:r>
    </w:p>
    <w:p w14:paraId="1660075D" w14:textId="77777777" w:rsidR="00D60A57" w:rsidRDefault="00D60A57" w:rsidP="00D60A57">
      <w:r>
        <w:lastRenderedPageBreak/>
        <w:t>— </w:t>
      </w:r>
      <w:r w:rsidR="00E36F6A" w:rsidRPr="00F23192">
        <w:t>Oui</w:t>
      </w:r>
      <w:r>
        <w:t xml:space="preserve">, </w:t>
      </w:r>
      <w:r w:rsidR="00E36F6A" w:rsidRPr="00F23192">
        <w:t>une victime</w:t>
      </w:r>
      <w:r>
        <w:t xml:space="preserve">. </w:t>
      </w:r>
      <w:r w:rsidR="00E36F6A" w:rsidRPr="00F23192">
        <w:t>Et quelle victime</w:t>
      </w:r>
      <w:r>
        <w:t xml:space="preserve"> ! </w:t>
      </w:r>
      <w:r w:rsidR="00E36F6A" w:rsidRPr="00F23192">
        <w:t>Juste Dieu</w:t>
      </w:r>
      <w:r>
        <w:t xml:space="preserve"> ! </w:t>
      </w:r>
      <w:r w:rsidR="00E36F6A" w:rsidRPr="00F23192">
        <w:t>une vi</w:t>
      </w:r>
      <w:r w:rsidR="00E36F6A" w:rsidRPr="00F23192">
        <w:t>c</w:t>
      </w:r>
      <w:r w:rsidR="00E36F6A" w:rsidRPr="00F23192">
        <w:t>time qui a payé de toute sa vie la lâche agression de ce misér</w:t>
      </w:r>
      <w:r w:rsidR="00E36F6A" w:rsidRPr="00F23192">
        <w:t>a</w:t>
      </w:r>
      <w:r w:rsidR="00E36F6A" w:rsidRPr="00F23192">
        <w:t>ble</w:t>
      </w:r>
      <w:r>
        <w:t>.</w:t>
      </w:r>
    </w:p>
    <w:p w14:paraId="1BB9A1A5" w14:textId="77777777" w:rsidR="00D60A57" w:rsidRDefault="00E36F6A" w:rsidP="00D60A57">
      <w:r w:rsidRPr="00F23192">
        <w:t>Et la Louve ajouta</w:t>
      </w:r>
      <w:r w:rsidR="00D60A57">
        <w:t xml:space="preserve">, </w:t>
      </w:r>
      <w:r w:rsidRPr="00F23192">
        <w:t>la voix vibrante de colère</w:t>
      </w:r>
      <w:r w:rsidR="00D60A57">
        <w:t> :</w:t>
      </w:r>
    </w:p>
    <w:p w14:paraId="7A2BA6BD" w14:textId="77777777" w:rsidR="00D60A57" w:rsidRDefault="00D60A57" w:rsidP="00D60A57">
      <w:r>
        <w:t>— </w:t>
      </w:r>
      <w:r w:rsidR="00E36F6A" w:rsidRPr="00F23192">
        <w:t>Sa mort n</w:t>
      </w:r>
      <w:r>
        <w:t>’</w:t>
      </w:r>
      <w:r w:rsidR="00E36F6A" w:rsidRPr="00F23192">
        <w:t>a été qu</w:t>
      </w:r>
      <w:r>
        <w:t>’</w:t>
      </w:r>
      <w:r w:rsidR="00E36F6A" w:rsidRPr="00F23192">
        <w:t>une trop faible expiation de son crime</w:t>
      </w:r>
      <w:r>
        <w:t xml:space="preserve"> ! </w:t>
      </w:r>
      <w:r w:rsidR="00E36F6A" w:rsidRPr="00F23192">
        <w:t>C</w:t>
      </w:r>
      <w:r>
        <w:t>’</w:t>
      </w:r>
      <w:r w:rsidR="00E36F6A" w:rsidRPr="00F23192">
        <w:t>est mille morts qu</w:t>
      </w:r>
      <w:r>
        <w:t>’</w:t>
      </w:r>
      <w:r w:rsidR="00E36F6A" w:rsidRPr="00F23192">
        <w:t xml:space="preserve">il eût </w:t>
      </w:r>
      <w:proofErr w:type="spellStart"/>
      <w:r w:rsidR="00E36F6A" w:rsidRPr="00F23192">
        <w:t>du</w:t>
      </w:r>
      <w:proofErr w:type="spellEnd"/>
      <w:r w:rsidR="00E36F6A" w:rsidRPr="00F23192">
        <w:t xml:space="preserve"> endurer</w:t>
      </w:r>
      <w:r>
        <w:t xml:space="preserve">. </w:t>
      </w:r>
      <w:r w:rsidR="00E36F6A" w:rsidRPr="00F23192">
        <w:t>Je ne regrette qu</w:t>
      </w:r>
      <w:r>
        <w:t>’</w:t>
      </w:r>
      <w:r w:rsidR="00E36F6A" w:rsidRPr="00F23192">
        <w:t>une chose</w:t>
      </w:r>
      <w:r>
        <w:t xml:space="preserve">, </w:t>
      </w:r>
      <w:r w:rsidR="00E36F6A" w:rsidRPr="00F23192">
        <w:t>c</w:t>
      </w:r>
      <w:r>
        <w:t>’</w:t>
      </w:r>
      <w:r w:rsidR="00E36F6A" w:rsidRPr="00F23192">
        <w:t>est de n</w:t>
      </w:r>
      <w:r>
        <w:t>’</w:t>
      </w:r>
      <w:r w:rsidR="00E36F6A" w:rsidRPr="00F23192">
        <w:t>avoir pu le tuer vingt fois</w:t>
      </w:r>
      <w:r>
        <w:t xml:space="preserve"> !… </w:t>
      </w:r>
      <w:r w:rsidR="00E36F6A" w:rsidRPr="00F23192">
        <w:t>cent fois</w:t>
      </w:r>
      <w:r>
        <w:t> !…</w:t>
      </w:r>
    </w:p>
    <w:p w14:paraId="1CEABC1E" w14:textId="77777777" w:rsidR="00D60A57" w:rsidRDefault="00E36F6A" w:rsidP="00D60A57">
      <w:r w:rsidRPr="00F23192">
        <w:t>Elle était terrifiante de fureur</w:t>
      </w:r>
      <w:r w:rsidR="00D60A57">
        <w:t xml:space="preserve">… </w:t>
      </w:r>
      <w:r w:rsidRPr="00F23192">
        <w:t>Edwige la regardait</w:t>
      </w:r>
      <w:r w:rsidR="00D60A57">
        <w:t xml:space="preserve">, </w:t>
      </w:r>
      <w:r w:rsidRPr="00F23192">
        <w:t>toute tremblante</w:t>
      </w:r>
      <w:r w:rsidR="00D60A57">
        <w:t xml:space="preserve">, </w:t>
      </w:r>
      <w:r w:rsidRPr="00F23192">
        <w:t>se serrant contre Bertrand qui la tenait dans ses bras</w:t>
      </w:r>
      <w:r w:rsidR="00D60A57">
        <w:t xml:space="preserve">, </w:t>
      </w:r>
      <w:r w:rsidRPr="00F23192">
        <w:t>comme pour la protéger</w:t>
      </w:r>
      <w:r w:rsidR="00D60A57">
        <w:t>.</w:t>
      </w:r>
    </w:p>
    <w:p w14:paraId="467D90E7" w14:textId="77777777" w:rsidR="00D60A57" w:rsidRDefault="00E36F6A" w:rsidP="00D60A57">
      <w:r w:rsidRPr="00F23192">
        <w:t>La Louve comprit ce geste et les mâchoires contractées par la jalousie</w:t>
      </w:r>
      <w:r w:rsidR="00D60A57">
        <w:t xml:space="preserve">, </w:t>
      </w:r>
      <w:r w:rsidRPr="00F23192">
        <w:t>allait exploser</w:t>
      </w:r>
      <w:r w:rsidR="00D60A57">
        <w:t xml:space="preserve">, </w:t>
      </w:r>
      <w:r w:rsidRPr="00F23192">
        <w:t>quand un homme accourut</w:t>
      </w:r>
      <w:r w:rsidR="00D60A57">
        <w:t xml:space="preserve">, </w:t>
      </w:r>
      <w:r w:rsidRPr="00F23192">
        <w:t>anno</w:t>
      </w:r>
      <w:r w:rsidRPr="00F23192">
        <w:t>n</w:t>
      </w:r>
      <w:r w:rsidRPr="00F23192">
        <w:t>çant</w:t>
      </w:r>
      <w:r w:rsidR="00D60A57">
        <w:t> :</w:t>
      </w:r>
    </w:p>
    <w:p w14:paraId="054294C5" w14:textId="77777777" w:rsidR="00D60A57" w:rsidRDefault="00D60A57" w:rsidP="00D60A57">
      <w:r>
        <w:t>— </w:t>
      </w:r>
      <w:r w:rsidR="00E36F6A" w:rsidRPr="00F23192">
        <w:t>Ils envoient sommer le donjon d</w:t>
      </w:r>
      <w:r>
        <w:t>’</w:t>
      </w:r>
      <w:r w:rsidR="00E36F6A" w:rsidRPr="00F23192">
        <w:t>ouvrir ses portes</w:t>
      </w:r>
      <w:r>
        <w:t>.</w:t>
      </w:r>
    </w:p>
    <w:p w14:paraId="72D29BC0" w14:textId="77777777" w:rsidR="00D60A57" w:rsidRDefault="00D60A57" w:rsidP="00D60A57">
      <w:r>
        <w:t>— </w:t>
      </w:r>
      <w:r w:rsidR="00E36F6A" w:rsidRPr="00F23192">
        <w:t>Qu</w:t>
      </w:r>
      <w:r>
        <w:t>’</w:t>
      </w:r>
      <w:r w:rsidR="00E36F6A" w:rsidRPr="00F23192">
        <w:t>on baisse les herses</w:t>
      </w:r>
      <w:r>
        <w:t xml:space="preserve">… </w:t>
      </w:r>
      <w:r w:rsidR="00E36F6A" w:rsidRPr="00F23192">
        <w:t>qu</w:t>
      </w:r>
      <w:r>
        <w:t>’</w:t>
      </w:r>
      <w:r w:rsidR="00E36F6A" w:rsidRPr="00F23192">
        <w:t>on lève le pont-levis</w:t>
      </w:r>
      <w:r>
        <w:t xml:space="preserve"> ! </w:t>
      </w:r>
      <w:r w:rsidR="00E36F6A" w:rsidRPr="00F23192">
        <w:t>co</w:t>
      </w:r>
      <w:r w:rsidR="00E36F6A" w:rsidRPr="00F23192">
        <w:t>m</w:t>
      </w:r>
      <w:r w:rsidR="00E36F6A" w:rsidRPr="00F23192">
        <w:t>manda-t-elle</w:t>
      </w:r>
      <w:r>
        <w:t xml:space="preserve">. </w:t>
      </w:r>
      <w:r w:rsidR="00E36F6A" w:rsidRPr="00F23192">
        <w:t>Voilà qui leur répondra</w:t>
      </w:r>
      <w:r>
        <w:t>.</w:t>
      </w:r>
    </w:p>
    <w:p w14:paraId="74DCAC98" w14:textId="77777777" w:rsidR="00D60A57" w:rsidRDefault="00E36F6A" w:rsidP="00D60A57">
      <w:r w:rsidRPr="00F23192">
        <w:t>Et à Bertrand</w:t>
      </w:r>
      <w:r w:rsidR="00D60A57">
        <w:t> :</w:t>
      </w:r>
    </w:p>
    <w:p w14:paraId="4305A4AC" w14:textId="77777777" w:rsidR="00D60A57" w:rsidRDefault="00D60A57" w:rsidP="00D60A57">
      <w:r>
        <w:t>— </w:t>
      </w:r>
      <w:r w:rsidR="00E36F6A" w:rsidRPr="00F23192">
        <w:t>Suivez-moi</w:t>
      </w:r>
      <w:r>
        <w:t xml:space="preserve">, </w:t>
      </w:r>
      <w:r w:rsidR="00E36F6A" w:rsidRPr="00F23192">
        <w:t>tous deux</w:t>
      </w:r>
      <w:r>
        <w:t xml:space="preserve">… </w:t>
      </w:r>
      <w:r w:rsidR="00E36F6A" w:rsidRPr="00F23192">
        <w:t>je veux vous conduire moi-même</w:t>
      </w:r>
      <w:r>
        <w:t>.</w:t>
      </w:r>
    </w:p>
    <w:p w14:paraId="5BC1AA89" w14:textId="77777777" w:rsidR="00D60A57" w:rsidRDefault="00D60A57" w:rsidP="00D60A57">
      <w:r>
        <w:t>— </w:t>
      </w:r>
      <w:r w:rsidR="00E36F6A" w:rsidRPr="00F23192">
        <w:t>Partir</w:t>
      </w:r>
      <w:r>
        <w:t xml:space="preserve">, </w:t>
      </w:r>
      <w:r w:rsidR="00E36F6A" w:rsidRPr="00F23192">
        <w:t>quand on va combattre</w:t>
      </w:r>
      <w:r>
        <w:t xml:space="preserve"> ! </w:t>
      </w:r>
      <w:r w:rsidR="00E36F6A" w:rsidRPr="00F23192">
        <w:t>protesta-t-il</w:t>
      </w:r>
      <w:r>
        <w:t>.</w:t>
      </w:r>
    </w:p>
    <w:p w14:paraId="48153401" w14:textId="77777777" w:rsidR="00D60A57" w:rsidRDefault="00E36F6A" w:rsidP="00D60A57">
      <w:r w:rsidRPr="00F23192">
        <w:t>Elle l</w:t>
      </w:r>
      <w:r w:rsidR="00D60A57">
        <w:t>’</w:t>
      </w:r>
      <w:r w:rsidRPr="00F23192">
        <w:t>e</w:t>
      </w:r>
      <w:r w:rsidRPr="00F23192">
        <w:t>m</w:t>
      </w:r>
      <w:r w:rsidRPr="00F23192">
        <w:t>pêcha de continuer</w:t>
      </w:r>
      <w:r w:rsidR="00D60A57">
        <w:t> :</w:t>
      </w:r>
    </w:p>
    <w:p w14:paraId="6A5B7F1A" w14:textId="77777777" w:rsidR="00D60A57" w:rsidRDefault="00D60A57" w:rsidP="00D60A57">
      <w:r>
        <w:t>— </w:t>
      </w:r>
      <w:r w:rsidR="00E36F6A" w:rsidRPr="00F23192">
        <w:t xml:space="preserve">Voulez-vous donc que </w:t>
      </w:r>
      <w:r>
        <w:t>M</w:t>
      </w:r>
      <w:r w:rsidRPr="00D60A57">
        <w:rPr>
          <w:vertAlign w:val="superscript"/>
        </w:rPr>
        <w:t>lle</w:t>
      </w:r>
      <w:r>
        <w:t> de </w:t>
      </w:r>
      <w:proofErr w:type="spellStart"/>
      <w:r w:rsidR="00E36F6A" w:rsidRPr="00F23192">
        <w:t>Coatserho</w:t>
      </w:r>
      <w:proofErr w:type="spellEnd"/>
      <w:r w:rsidR="00E36F6A" w:rsidRPr="00F23192">
        <w:t xml:space="preserve"> tombe entre leurs mains</w:t>
      </w:r>
      <w:r>
        <w:t> ?</w:t>
      </w:r>
    </w:p>
    <w:p w14:paraId="3EEF7BDC" w14:textId="77777777" w:rsidR="00D60A57" w:rsidRDefault="00D60A57" w:rsidP="00D60A57">
      <w:r>
        <w:t>— </w:t>
      </w:r>
      <w:proofErr w:type="spellStart"/>
      <w:r w:rsidR="00E36F6A" w:rsidRPr="00F23192">
        <w:t>Kerlor</w:t>
      </w:r>
      <w:proofErr w:type="spellEnd"/>
      <w:r w:rsidR="00E36F6A" w:rsidRPr="00F23192">
        <w:t xml:space="preserve"> n</w:t>
      </w:r>
      <w:r>
        <w:t>’</w:t>
      </w:r>
      <w:r w:rsidR="00E36F6A" w:rsidRPr="00F23192">
        <w:t>est plus</w:t>
      </w:r>
      <w:r>
        <w:t xml:space="preserve"> !… </w:t>
      </w:r>
      <w:r w:rsidR="00E36F6A" w:rsidRPr="00F23192">
        <w:t>lui seul la menaçait</w:t>
      </w:r>
      <w:r>
        <w:t>.</w:t>
      </w:r>
    </w:p>
    <w:p w14:paraId="456F01B8" w14:textId="77777777" w:rsidR="00D60A57" w:rsidRDefault="00D60A57" w:rsidP="00D60A57">
      <w:r>
        <w:lastRenderedPageBreak/>
        <w:t>— </w:t>
      </w:r>
      <w:r w:rsidR="00E36F6A" w:rsidRPr="00F23192">
        <w:t>Erreur</w:t>
      </w:r>
      <w:r>
        <w:t xml:space="preserve"> : </w:t>
      </w:r>
      <w:r w:rsidR="00E36F6A" w:rsidRPr="00F23192">
        <w:t>la fiancée du chef des Bretons au pouvoir des L</w:t>
      </w:r>
      <w:r w:rsidR="00E36F6A" w:rsidRPr="00F23192">
        <w:t>i</w:t>
      </w:r>
      <w:r w:rsidR="00E36F6A" w:rsidRPr="00F23192">
        <w:t>gueurs</w:t>
      </w:r>
      <w:r>
        <w:t xml:space="preserve">, </w:t>
      </w:r>
      <w:r w:rsidR="00E36F6A" w:rsidRPr="00F23192">
        <w:t>quel magnifique otage pour les part</w:t>
      </w:r>
      <w:r w:rsidR="00E36F6A" w:rsidRPr="00F23192">
        <w:t>i</w:t>
      </w:r>
      <w:r w:rsidR="00E36F6A" w:rsidRPr="00F23192">
        <w:t>sans du duc de Guise</w:t>
      </w:r>
      <w:r>
        <w:t> !</w:t>
      </w:r>
    </w:p>
    <w:p w14:paraId="2DF16533" w14:textId="77777777" w:rsidR="00D60A57" w:rsidRDefault="00E36F6A" w:rsidP="00D60A57">
      <w:r w:rsidRPr="00F23192">
        <w:t>Edwige s</w:t>
      </w:r>
      <w:r w:rsidR="00D60A57">
        <w:t>’</w:t>
      </w:r>
      <w:r w:rsidRPr="00F23192">
        <w:t>écria</w:t>
      </w:r>
      <w:r w:rsidR="00D60A57">
        <w:t xml:space="preserve">, </w:t>
      </w:r>
      <w:r w:rsidRPr="00F23192">
        <w:t>d</w:t>
      </w:r>
      <w:r w:rsidR="00D60A57">
        <w:t>’</w:t>
      </w:r>
      <w:r w:rsidRPr="00F23192">
        <w:t>une voix vibrante</w:t>
      </w:r>
      <w:r w:rsidR="00D60A57">
        <w:t> :</w:t>
      </w:r>
    </w:p>
    <w:p w14:paraId="1DD9232C" w14:textId="77777777" w:rsidR="00D60A57" w:rsidRDefault="00D60A57" w:rsidP="00D60A57">
      <w:r>
        <w:t>— </w:t>
      </w:r>
      <w:r w:rsidR="00E36F6A" w:rsidRPr="00F23192">
        <w:t>Bertrand</w:t>
      </w:r>
      <w:r>
        <w:t xml:space="preserve">, </w:t>
      </w:r>
      <w:r w:rsidR="00E36F6A" w:rsidRPr="00F23192">
        <w:t>faites votre devoir</w:t>
      </w:r>
      <w:r>
        <w:t xml:space="preserve">… </w:t>
      </w:r>
      <w:r w:rsidR="00E36F6A" w:rsidRPr="00F23192">
        <w:t>quel qu</w:t>
      </w:r>
      <w:r>
        <w:t>’</w:t>
      </w:r>
      <w:r w:rsidR="00E36F6A" w:rsidRPr="00F23192">
        <w:t>il soit</w:t>
      </w:r>
      <w:r>
        <w:t xml:space="preserve"> ! </w:t>
      </w:r>
      <w:r w:rsidR="00E36F6A" w:rsidRPr="00F23192">
        <w:t>Je partag</w:t>
      </w:r>
      <w:r w:rsidR="00E36F6A" w:rsidRPr="00F23192">
        <w:t>e</w:t>
      </w:r>
      <w:r w:rsidR="00E36F6A" w:rsidRPr="00F23192">
        <w:t>rai votre sort</w:t>
      </w:r>
      <w:r>
        <w:t> !</w:t>
      </w:r>
    </w:p>
    <w:p w14:paraId="2C7BD92D" w14:textId="77777777" w:rsidR="00D60A57" w:rsidRDefault="00D60A57" w:rsidP="00D60A57">
      <w:r>
        <w:t>— </w:t>
      </w:r>
      <w:r w:rsidR="00E36F6A" w:rsidRPr="00F23192">
        <w:t>Son devoir est de partir</w:t>
      </w:r>
      <w:r>
        <w:t xml:space="preserve">… </w:t>
      </w:r>
      <w:r w:rsidR="00E36F6A" w:rsidRPr="00F23192">
        <w:t>Son devoir</w:t>
      </w:r>
      <w:r>
        <w:t xml:space="preserve">, </w:t>
      </w:r>
      <w:r w:rsidR="00E36F6A" w:rsidRPr="00F23192">
        <w:t>non d</w:t>
      </w:r>
      <w:r>
        <w:t>’</w:t>
      </w:r>
      <w:r w:rsidR="00E36F6A" w:rsidRPr="00F23192">
        <w:t>amant</w:t>
      </w:r>
      <w:r>
        <w:t xml:space="preserve">, </w:t>
      </w:r>
      <w:r w:rsidR="00E36F6A" w:rsidRPr="00F23192">
        <w:t>mais de chef</w:t>
      </w:r>
      <w:r>
        <w:t>.</w:t>
      </w:r>
    </w:p>
    <w:p w14:paraId="19074C39" w14:textId="77777777" w:rsidR="00D60A57" w:rsidRDefault="00E36F6A" w:rsidP="00D60A57">
      <w:r w:rsidRPr="00F23192">
        <w:t>Et</w:t>
      </w:r>
      <w:r w:rsidR="00D60A57">
        <w:t xml:space="preserve">, </w:t>
      </w:r>
      <w:r w:rsidRPr="00F23192">
        <w:t>au jeune homme</w:t>
      </w:r>
      <w:r w:rsidR="00D60A57">
        <w:t xml:space="preserve">, </w:t>
      </w:r>
      <w:r w:rsidRPr="00F23192">
        <w:t>avec une autorité que renforçaient les circonstances</w:t>
      </w:r>
      <w:r w:rsidR="00D60A57">
        <w:t>.</w:t>
      </w:r>
    </w:p>
    <w:p w14:paraId="568B521C" w14:textId="77777777" w:rsidR="00D60A57" w:rsidRDefault="00D60A57" w:rsidP="00D60A57">
      <w:r>
        <w:t>— </w:t>
      </w:r>
      <w:r w:rsidR="00E36F6A" w:rsidRPr="00F23192">
        <w:t xml:space="preserve">Comte de </w:t>
      </w:r>
      <w:proofErr w:type="spellStart"/>
      <w:r w:rsidR="00E36F6A" w:rsidRPr="00F23192">
        <w:t>Falouët</w:t>
      </w:r>
      <w:proofErr w:type="spellEnd"/>
      <w:r>
        <w:t xml:space="preserve">, </w:t>
      </w:r>
      <w:r w:rsidR="00E36F6A" w:rsidRPr="00F23192">
        <w:t>écoutez-moi</w:t>
      </w:r>
      <w:r>
        <w:t xml:space="preserve"> : </w:t>
      </w:r>
      <w:r w:rsidR="00E36F6A" w:rsidRPr="00F23192">
        <w:t>au sortir d</w:t>
      </w:r>
      <w:r>
        <w:t>’</w:t>
      </w:r>
      <w:r w:rsidR="00E36F6A" w:rsidRPr="00F23192">
        <w:t>ici</w:t>
      </w:r>
      <w:r>
        <w:t xml:space="preserve">, </w:t>
      </w:r>
      <w:r w:rsidR="00E36F6A" w:rsidRPr="00F23192">
        <w:t>par une issue secrète</w:t>
      </w:r>
      <w:r>
        <w:t xml:space="preserve">, </w:t>
      </w:r>
      <w:r w:rsidR="00E36F6A" w:rsidRPr="00F23192">
        <w:t>connue de moi seule</w:t>
      </w:r>
      <w:r>
        <w:t xml:space="preserve">, </w:t>
      </w:r>
      <w:r w:rsidR="00E36F6A" w:rsidRPr="00F23192">
        <w:t>vous trouverez un cheval tout sellé qui vous mènera d</w:t>
      </w:r>
      <w:r>
        <w:t>’</w:t>
      </w:r>
      <w:r w:rsidR="00E36F6A" w:rsidRPr="00F23192">
        <w:t xml:space="preserve">une traite au gué de la </w:t>
      </w:r>
      <w:proofErr w:type="spellStart"/>
      <w:r w:rsidR="00E36F6A" w:rsidRPr="00F23192">
        <w:t>Penzée</w:t>
      </w:r>
      <w:proofErr w:type="spellEnd"/>
      <w:r w:rsidR="00E36F6A" w:rsidRPr="00F23192">
        <w:t xml:space="preserve"> dont le passeur donnera asile à </w:t>
      </w:r>
      <w:r>
        <w:t>M</w:t>
      </w:r>
      <w:r w:rsidRPr="00D60A57">
        <w:rPr>
          <w:vertAlign w:val="superscript"/>
        </w:rPr>
        <w:t>lle</w:t>
      </w:r>
      <w:r>
        <w:t> de </w:t>
      </w:r>
      <w:proofErr w:type="spellStart"/>
      <w:r w:rsidR="00E36F6A" w:rsidRPr="00F23192">
        <w:t>Coatserho</w:t>
      </w:r>
      <w:proofErr w:type="spellEnd"/>
      <w:r>
        <w:t xml:space="preserve">. </w:t>
      </w:r>
      <w:r w:rsidR="00E36F6A" w:rsidRPr="00F23192">
        <w:t xml:space="preserve">Vous trouverez là </w:t>
      </w:r>
      <w:r>
        <w:t>M. </w:t>
      </w:r>
      <w:r w:rsidR="00E36F6A" w:rsidRPr="00F23192">
        <w:t xml:space="preserve">des </w:t>
      </w:r>
      <w:proofErr w:type="spellStart"/>
      <w:r w:rsidR="00E36F6A" w:rsidRPr="00F23192">
        <w:t>Blaittières</w:t>
      </w:r>
      <w:proofErr w:type="spellEnd"/>
      <w:r w:rsidR="00E36F6A" w:rsidRPr="00F23192">
        <w:t xml:space="preserve"> qui vous attend avec un fort rassemblement de Bretons</w:t>
      </w:r>
      <w:r>
        <w:t xml:space="preserve">, </w:t>
      </w:r>
      <w:r w:rsidR="00E36F6A" w:rsidRPr="00F23192">
        <w:t>à la tête desquels vous reviendrez ici et prendrez à revers les gens de Mercœur arrêtés devant le Sanglier</w:t>
      </w:r>
      <w:r>
        <w:t>.</w:t>
      </w:r>
    </w:p>
    <w:p w14:paraId="73B2113E" w14:textId="77777777" w:rsidR="00D60A57" w:rsidRDefault="00D60A57" w:rsidP="00D60A57">
      <w:r>
        <w:t>— </w:t>
      </w:r>
      <w:r w:rsidR="00E36F6A" w:rsidRPr="00F23192">
        <w:t>Arrêtés</w:t>
      </w:r>
      <w:r>
        <w:t xml:space="preserve">… </w:t>
      </w:r>
      <w:r w:rsidR="00E36F6A" w:rsidRPr="00F23192">
        <w:t>par qui</w:t>
      </w:r>
      <w:r>
        <w:t> ?</w:t>
      </w:r>
    </w:p>
    <w:p w14:paraId="3DB6AB06" w14:textId="77777777" w:rsidR="00D60A57" w:rsidRDefault="00D60A57" w:rsidP="00D60A57">
      <w:r>
        <w:t>— </w:t>
      </w:r>
      <w:r w:rsidR="00E36F6A" w:rsidRPr="00F23192">
        <w:t>Par moi et quelques-uns de mes hommes</w:t>
      </w:r>
      <w:r>
        <w:t xml:space="preserve">, </w:t>
      </w:r>
      <w:r w:rsidR="00E36F6A" w:rsidRPr="00F23192">
        <w:t>déclara-t-elle avec assurance</w:t>
      </w:r>
      <w:r>
        <w:t>.</w:t>
      </w:r>
    </w:p>
    <w:p w14:paraId="5FC46E26" w14:textId="77777777" w:rsidR="00D60A57" w:rsidRDefault="00D60A57" w:rsidP="00D60A57">
      <w:r>
        <w:t>— </w:t>
      </w:r>
      <w:r w:rsidR="00E36F6A" w:rsidRPr="00F23192">
        <w:t>Une poignée</w:t>
      </w:r>
      <w:r>
        <w:t xml:space="preserve"> ! </w:t>
      </w:r>
      <w:r w:rsidR="00E36F6A" w:rsidRPr="00F23192">
        <w:t>observa Bertrand avec quelque dédain</w:t>
      </w:r>
      <w:r>
        <w:t>.</w:t>
      </w:r>
    </w:p>
    <w:p w14:paraId="7E1ED8A1" w14:textId="77777777" w:rsidR="00D60A57" w:rsidRDefault="00D60A57" w:rsidP="00D60A57">
      <w:r>
        <w:t>— </w:t>
      </w:r>
      <w:r w:rsidR="00E36F6A" w:rsidRPr="00F23192">
        <w:t>Une poignée des miens en vaut une centaine d</w:t>
      </w:r>
      <w:r>
        <w:t>’</w:t>
      </w:r>
      <w:r w:rsidR="00E36F6A" w:rsidRPr="00F23192">
        <w:t>autres</w:t>
      </w:r>
      <w:r>
        <w:t xml:space="preserve"> ! </w:t>
      </w:r>
      <w:r w:rsidR="00E36F6A" w:rsidRPr="00F23192">
        <w:t>répliqua-t-elle</w:t>
      </w:r>
      <w:r>
        <w:t>.</w:t>
      </w:r>
    </w:p>
    <w:p w14:paraId="6ED9E70C" w14:textId="77777777" w:rsidR="00D60A57" w:rsidRDefault="00E36F6A" w:rsidP="00D60A57">
      <w:r w:rsidRPr="00F23192">
        <w:t>Elle se dirigeait vers la porte</w:t>
      </w:r>
      <w:r w:rsidR="00D60A57">
        <w:t xml:space="preserve">, </w:t>
      </w:r>
      <w:r w:rsidRPr="00F23192">
        <w:t>cherchant à entraîner à sa suite les deux jeunes gens hésitants</w:t>
      </w:r>
      <w:r w:rsidR="00D60A57">
        <w:t xml:space="preserve">, </w:t>
      </w:r>
      <w:r w:rsidRPr="00F23192">
        <w:t>quand le même homme revint</w:t>
      </w:r>
      <w:r w:rsidR="00D60A57">
        <w:t xml:space="preserve">, </w:t>
      </w:r>
      <w:r w:rsidRPr="00F23192">
        <w:t>annonçant</w:t>
      </w:r>
      <w:r w:rsidR="00D60A57">
        <w:t> :</w:t>
      </w:r>
    </w:p>
    <w:p w14:paraId="60FC2B6F" w14:textId="77777777" w:rsidR="00D60A57" w:rsidRDefault="00D60A57" w:rsidP="00D60A57">
      <w:r>
        <w:lastRenderedPageBreak/>
        <w:t>— </w:t>
      </w:r>
      <w:r w:rsidR="00E36F6A" w:rsidRPr="00F23192">
        <w:t>Un parlementaire vient d</w:t>
      </w:r>
      <w:r>
        <w:t>’</w:t>
      </w:r>
      <w:r w:rsidR="00E36F6A" w:rsidRPr="00F23192">
        <w:t>apporter ce message</w:t>
      </w:r>
      <w:r>
        <w:t xml:space="preserve">, </w:t>
      </w:r>
      <w:r w:rsidR="00E36F6A" w:rsidRPr="00F23192">
        <w:t>auquel il réclame une réponse immédiate</w:t>
      </w:r>
      <w:r>
        <w:t>.</w:t>
      </w:r>
    </w:p>
    <w:p w14:paraId="3CEDC06C" w14:textId="77777777" w:rsidR="00D60A57" w:rsidRDefault="00E36F6A" w:rsidP="00D60A57">
      <w:r w:rsidRPr="00F23192">
        <w:t>Ayant lu l</w:t>
      </w:r>
      <w:r w:rsidR="00D60A57">
        <w:t>’</w:t>
      </w:r>
      <w:r w:rsidRPr="00F23192">
        <w:t>adresse</w:t>
      </w:r>
      <w:r w:rsidR="00D60A57">
        <w:t xml:space="preserve">, </w:t>
      </w:r>
      <w:r w:rsidRPr="00F23192">
        <w:t>la Louve tendit le parchemin à Bertrand avec ces mots</w:t>
      </w:r>
      <w:r w:rsidR="00D60A57">
        <w:t> :</w:t>
      </w:r>
    </w:p>
    <w:p w14:paraId="5E137577" w14:textId="77777777" w:rsidR="00D60A57" w:rsidRDefault="00D60A57" w:rsidP="00D60A57">
      <w:r>
        <w:t>— </w:t>
      </w:r>
      <w:r w:rsidR="00E36F6A" w:rsidRPr="00F23192">
        <w:t>Ceci vous concerne</w:t>
      </w:r>
      <w:r>
        <w:t>.</w:t>
      </w:r>
    </w:p>
    <w:p w14:paraId="0B803590" w14:textId="77777777" w:rsidR="00D60A57" w:rsidRDefault="00E36F6A" w:rsidP="00D60A57">
      <w:r w:rsidRPr="00F23192">
        <w:t>Et le jeune homme lut avec une stupeur presque aussitôt muée en indignation</w:t>
      </w:r>
      <w:r w:rsidR="00D60A57">
        <w:t> :</w:t>
      </w:r>
    </w:p>
    <w:p w14:paraId="49FE7C02" w14:textId="77777777" w:rsidR="00D60A57" w:rsidRDefault="00D60A57" w:rsidP="00D60A57">
      <w:r>
        <w:t>« </w:t>
      </w:r>
      <w:r w:rsidR="00E36F6A" w:rsidRPr="00F23192">
        <w:t>Nous</w:t>
      </w:r>
      <w:r>
        <w:t xml:space="preserve">, </w:t>
      </w:r>
      <w:r w:rsidR="00E36F6A" w:rsidRPr="00F23192">
        <w:t>duc de Mercœur</w:t>
      </w:r>
      <w:r>
        <w:t xml:space="preserve">, </w:t>
      </w:r>
      <w:r w:rsidR="00E36F6A" w:rsidRPr="00F23192">
        <w:t>commandant pour Mgr le duc de Guise</w:t>
      </w:r>
      <w:r>
        <w:t xml:space="preserve">, </w:t>
      </w:r>
      <w:r w:rsidR="00E36F6A" w:rsidRPr="00F23192">
        <w:t>chef suprême de la Sainte Ligue</w:t>
      </w:r>
      <w:r>
        <w:t xml:space="preserve">, </w:t>
      </w:r>
      <w:r w:rsidR="00E36F6A" w:rsidRPr="00F23192">
        <w:t>les forces alliées franco-espagnoles opérant dans le pays d</w:t>
      </w:r>
      <w:r>
        <w:t>’</w:t>
      </w:r>
      <w:r w:rsidR="00E36F6A" w:rsidRPr="00F23192">
        <w:t>Armor</w:t>
      </w:r>
      <w:r>
        <w:t xml:space="preserve">, </w:t>
      </w:r>
      <w:r w:rsidR="00E36F6A" w:rsidRPr="00F23192">
        <w:t xml:space="preserve">faisons sommation au sire comte du </w:t>
      </w:r>
      <w:proofErr w:type="spellStart"/>
      <w:r w:rsidR="00E36F6A" w:rsidRPr="00F23192">
        <w:t>Falouët</w:t>
      </w:r>
      <w:proofErr w:type="spellEnd"/>
      <w:r w:rsidR="00E36F6A" w:rsidRPr="00F23192">
        <w:t xml:space="preserve"> d</w:t>
      </w:r>
      <w:r>
        <w:t>’</w:t>
      </w:r>
      <w:r w:rsidR="00E36F6A" w:rsidRPr="00F23192">
        <w:t>avoir à nous remettre</w:t>
      </w:r>
      <w:r>
        <w:t xml:space="preserve">, </w:t>
      </w:r>
      <w:r w:rsidR="00E36F6A" w:rsidRPr="00F23192">
        <w:t>sans coup férir</w:t>
      </w:r>
      <w:r>
        <w:t xml:space="preserve">, </w:t>
      </w:r>
      <w:r w:rsidR="00E36F6A" w:rsidRPr="00F23192">
        <w:t>en même temps que le donjon du Sanglier</w:t>
      </w:r>
      <w:r>
        <w:t xml:space="preserve">, </w:t>
      </w:r>
      <w:r w:rsidR="00E36F6A" w:rsidRPr="00F23192">
        <w:t>la personne préte</w:t>
      </w:r>
      <w:r w:rsidR="00E36F6A" w:rsidRPr="00F23192">
        <w:t>n</w:t>
      </w:r>
      <w:r w:rsidR="00E36F6A" w:rsidRPr="00F23192">
        <w:t xml:space="preserve">due Renée des </w:t>
      </w:r>
      <w:proofErr w:type="spellStart"/>
      <w:r w:rsidR="00E36F6A" w:rsidRPr="00F23192">
        <w:t>Blaittières</w:t>
      </w:r>
      <w:proofErr w:type="spellEnd"/>
      <w:r>
        <w:t xml:space="preserve">, </w:t>
      </w:r>
      <w:r w:rsidR="00E36F6A" w:rsidRPr="00F23192">
        <w:t xml:space="preserve">plus communément appelée la Louve de </w:t>
      </w:r>
      <w:proofErr w:type="spellStart"/>
      <w:r w:rsidR="00E36F6A" w:rsidRPr="00F23192">
        <w:t>Penandru</w:t>
      </w:r>
      <w:proofErr w:type="spellEnd"/>
      <w:r>
        <w:t xml:space="preserve">, </w:t>
      </w:r>
      <w:r w:rsidR="00E36F6A" w:rsidRPr="00F23192">
        <w:t>universellement connue comme auteur de no</w:t>
      </w:r>
      <w:r w:rsidR="00E36F6A" w:rsidRPr="00F23192">
        <w:t>m</w:t>
      </w:r>
      <w:r w:rsidR="00E36F6A" w:rsidRPr="00F23192">
        <w:t>breux méfaits</w:t>
      </w:r>
      <w:r>
        <w:t xml:space="preserve">, </w:t>
      </w:r>
      <w:r w:rsidR="00E36F6A" w:rsidRPr="00F23192">
        <w:t>vols</w:t>
      </w:r>
      <w:r>
        <w:t xml:space="preserve">, </w:t>
      </w:r>
      <w:r w:rsidR="00E36F6A" w:rsidRPr="00F23192">
        <w:t>attentats</w:t>
      </w:r>
      <w:r>
        <w:t xml:space="preserve">, </w:t>
      </w:r>
      <w:r w:rsidR="00E36F6A" w:rsidRPr="00F23192">
        <w:t>pillages et tous crimes dont est désolée depuis longtemps la région</w:t>
      </w:r>
      <w:r>
        <w:t xml:space="preserve">. </w:t>
      </w:r>
      <w:r w:rsidR="00E36F6A" w:rsidRPr="00F23192">
        <w:t>Faute d</w:t>
      </w:r>
      <w:r>
        <w:t>’</w:t>
      </w:r>
      <w:r w:rsidR="00E36F6A" w:rsidRPr="00F23192">
        <w:t>obtempérer à ladite injonction</w:t>
      </w:r>
      <w:r>
        <w:t xml:space="preserve">, </w:t>
      </w:r>
      <w:r w:rsidR="00E36F6A" w:rsidRPr="00F23192">
        <w:t>sera</w:t>
      </w:r>
      <w:r>
        <w:t xml:space="preserve">, </w:t>
      </w:r>
      <w:r w:rsidR="00E36F6A" w:rsidRPr="00F23192">
        <w:t xml:space="preserve">le comte du </w:t>
      </w:r>
      <w:proofErr w:type="spellStart"/>
      <w:r w:rsidR="00E36F6A" w:rsidRPr="00F23192">
        <w:t>Falouët</w:t>
      </w:r>
      <w:proofErr w:type="spellEnd"/>
      <w:r>
        <w:t xml:space="preserve">, </w:t>
      </w:r>
      <w:r w:rsidR="00E36F6A" w:rsidRPr="00F23192">
        <w:t>pendu par le cou jusqu</w:t>
      </w:r>
      <w:r>
        <w:t>’</w:t>
      </w:r>
      <w:r w:rsidR="00E36F6A" w:rsidRPr="00F23192">
        <w:t>à mort s</w:t>
      </w:r>
      <w:r>
        <w:t>’</w:t>
      </w:r>
      <w:r w:rsidR="00E36F6A" w:rsidRPr="00F23192">
        <w:t>ensuive</w:t>
      </w:r>
      <w:r>
        <w:t xml:space="preserve">, </w:t>
      </w:r>
      <w:r w:rsidR="00E36F6A" w:rsidRPr="00F23192">
        <w:t>comme complice de ladite Louve</w:t>
      </w:r>
      <w:r>
        <w:t>. »</w:t>
      </w:r>
    </w:p>
    <w:p w14:paraId="60339E7E" w14:textId="77777777" w:rsidR="00D60A57" w:rsidRDefault="00E36F6A" w:rsidP="00D60A57">
      <w:r w:rsidRPr="00F23192">
        <w:t>Un moment</w:t>
      </w:r>
      <w:r w:rsidR="00D60A57">
        <w:t xml:space="preserve">, </w:t>
      </w:r>
      <w:r w:rsidRPr="00F23192">
        <w:t>le jeune homme demeura sans voix</w:t>
      </w:r>
      <w:r w:rsidR="00D60A57">
        <w:t xml:space="preserve">, </w:t>
      </w:r>
      <w:r w:rsidRPr="00F23192">
        <w:t>indécis de croire qu</w:t>
      </w:r>
      <w:r w:rsidR="00D60A57">
        <w:t>’</w:t>
      </w:r>
      <w:r w:rsidRPr="00F23192">
        <w:t>il eût bien réellement lu la teneur du message</w:t>
      </w:r>
      <w:r w:rsidR="00D60A57">
        <w:t>.</w:t>
      </w:r>
    </w:p>
    <w:p w14:paraId="35F2C3A9" w14:textId="77777777" w:rsidR="00D60A57" w:rsidRDefault="00E36F6A" w:rsidP="00D60A57">
      <w:r w:rsidRPr="00F23192">
        <w:t>Quoi</w:t>
      </w:r>
      <w:r w:rsidR="00D60A57">
        <w:t xml:space="preserve"> ! </w:t>
      </w:r>
      <w:r w:rsidRPr="00F23192">
        <w:t>cette femme à laquelle il devait tant serait</w:t>
      </w:r>
      <w:r w:rsidR="00D60A57">
        <w:t>…</w:t>
      </w:r>
    </w:p>
    <w:p w14:paraId="31D8CA23" w14:textId="77777777" w:rsidR="00D60A57" w:rsidRDefault="00E36F6A" w:rsidP="00D60A57">
      <w:r w:rsidRPr="00F23192">
        <w:t>Sans prononcer un mot</w:t>
      </w:r>
      <w:r w:rsidR="00D60A57">
        <w:t xml:space="preserve">, </w:t>
      </w:r>
      <w:r w:rsidRPr="00F23192">
        <w:t>il lui tendit le parchemin qu</w:t>
      </w:r>
      <w:r w:rsidR="00D60A57">
        <w:t>’</w:t>
      </w:r>
      <w:r w:rsidRPr="00F23192">
        <w:t>elle lui rendit</w:t>
      </w:r>
      <w:r w:rsidR="00D60A57">
        <w:t xml:space="preserve">, </w:t>
      </w:r>
      <w:r w:rsidRPr="00F23192">
        <w:t>déclarant simplement</w:t>
      </w:r>
      <w:r w:rsidR="00D60A57">
        <w:t> :</w:t>
      </w:r>
    </w:p>
    <w:p w14:paraId="073B8426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vrai</w:t>
      </w:r>
      <w:r>
        <w:t>…</w:t>
      </w:r>
    </w:p>
    <w:p w14:paraId="4668CB87" w14:textId="77777777" w:rsidR="00D60A57" w:rsidRDefault="00D60A57" w:rsidP="00D60A57">
      <w:r>
        <w:t>— </w:t>
      </w:r>
      <w:r w:rsidR="00E36F6A" w:rsidRPr="00F23192">
        <w:t>C</w:t>
      </w:r>
      <w:r>
        <w:t>’</w:t>
      </w:r>
      <w:r w:rsidR="00E36F6A" w:rsidRPr="00F23192">
        <w:t>est vrai</w:t>
      </w:r>
      <w:r>
        <w:t xml:space="preserve"> ! </w:t>
      </w:r>
      <w:r w:rsidR="00E36F6A" w:rsidRPr="00F23192">
        <w:t>répéta-t-il</w:t>
      </w:r>
      <w:r>
        <w:t xml:space="preserve">, </w:t>
      </w:r>
      <w:r w:rsidR="00E36F6A" w:rsidRPr="00F23192">
        <w:t>incrédule malgré cette affirm</w:t>
      </w:r>
      <w:r w:rsidR="00E36F6A" w:rsidRPr="00F23192">
        <w:t>a</w:t>
      </w:r>
      <w:r w:rsidR="00E36F6A" w:rsidRPr="00F23192">
        <w:t>tion</w:t>
      </w:r>
      <w:r>
        <w:t>.</w:t>
      </w:r>
    </w:p>
    <w:p w14:paraId="77ED1251" w14:textId="77777777" w:rsidR="00D60A57" w:rsidRDefault="00D60A57" w:rsidP="00D60A57">
      <w:r>
        <w:lastRenderedPageBreak/>
        <w:t>— </w:t>
      </w:r>
      <w:r w:rsidR="00E36F6A" w:rsidRPr="00F23192">
        <w:t>Oui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ai pillé</w:t>
      </w:r>
      <w:r>
        <w:t xml:space="preserve">, </w:t>
      </w:r>
      <w:r w:rsidR="00E36F6A" w:rsidRPr="00F23192">
        <w:t>oui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ai tué</w:t>
      </w:r>
      <w:r>
        <w:t xml:space="preserve"> ! </w:t>
      </w:r>
      <w:r w:rsidR="00E36F6A" w:rsidRPr="00F23192">
        <w:t>Mais nombre de ceux-là avaient sur la conscience des rapines et des meurtres dont les victimes étaient innocentes et dont les biens seuls avaient excité la cupidité des pillards</w:t>
      </w:r>
      <w:r>
        <w:t xml:space="preserve">. </w:t>
      </w:r>
      <w:r w:rsidR="00E36F6A" w:rsidRPr="00F23192">
        <w:t>Ces biens</w:t>
      </w:r>
      <w:r>
        <w:t xml:space="preserve">, </w:t>
      </w:r>
      <w:r w:rsidR="00E36F6A" w:rsidRPr="00F23192">
        <w:t xml:space="preserve">comte du </w:t>
      </w:r>
      <w:proofErr w:type="spellStart"/>
      <w:r w:rsidR="00E36F6A" w:rsidRPr="00F23192">
        <w:t>Falouët</w:t>
      </w:r>
      <w:proofErr w:type="spellEnd"/>
      <w:r>
        <w:t xml:space="preserve">, </w:t>
      </w:r>
      <w:r w:rsidR="00E36F6A" w:rsidRPr="00F23192">
        <w:t>servent actuellement à soutenir la cause dont vous avez pris la défense</w:t>
      </w:r>
      <w:r>
        <w:t xml:space="preserve">… </w:t>
      </w:r>
      <w:r w:rsidR="00E36F6A" w:rsidRPr="00F23192">
        <w:t>Les colliers</w:t>
      </w:r>
      <w:r>
        <w:t xml:space="preserve">, </w:t>
      </w:r>
      <w:r w:rsidR="00E36F6A" w:rsidRPr="00F23192">
        <w:t>les bracelets</w:t>
      </w:r>
      <w:r>
        <w:t xml:space="preserve">, </w:t>
      </w:r>
      <w:r w:rsidR="00E36F6A" w:rsidRPr="00F23192">
        <w:t>les parures de toutes sortes</w:t>
      </w:r>
      <w:r>
        <w:t xml:space="preserve">, </w:t>
      </w:r>
      <w:r w:rsidR="00E36F6A" w:rsidRPr="00F23192">
        <w:t>se sont mués en piques</w:t>
      </w:r>
      <w:r>
        <w:t xml:space="preserve">, </w:t>
      </w:r>
      <w:r w:rsidR="00E36F6A" w:rsidRPr="00F23192">
        <w:t>en mousquets</w:t>
      </w:r>
      <w:r>
        <w:t xml:space="preserve">, </w:t>
      </w:r>
      <w:r w:rsidR="00E36F6A" w:rsidRPr="00F23192">
        <w:t>en poudre à canon</w:t>
      </w:r>
      <w:r>
        <w:t xml:space="preserve">, </w:t>
      </w:r>
      <w:r w:rsidR="00E36F6A" w:rsidRPr="00F23192">
        <w:t>et vous aid</w:t>
      </w:r>
      <w:r w:rsidR="00E36F6A" w:rsidRPr="00F23192">
        <w:t>e</w:t>
      </w:r>
      <w:r w:rsidR="00E36F6A" w:rsidRPr="00F23192">
        <w:t>ront à triompher des adversaires d</w:t>
      </w:r>
      <w:r>
        <w:t>’</w:t>
      </w:r>
      <w:r w:rsidR="00E36F6A" w:rsidRPr="00F23192">
        <w:t>Armor</w:t>
      </w:r>
      <w:r>
        <w:t>…</w:t>
      </w:r>
    </w:p>
    <w:p w14:paraId="4B2533D3" w14:textId="77777777" w:rsidR="00D60A57" w:rsidRDefault="00E36F6A" w:rsidP="00D60A57">
      <w:r w:rsidRPr="00F23192">
        <w:t>Cependant</w:t>
      </w:r>
      <w:r w:rsidR="00D60A57">
        <w:t xml:space="preserve">, </w:t>
      </w:r>
      <w:r w:rsidRPr="00F23192">
        <w:t>le me</w:t>
      </w:r>
      <w:r w:rsidRPr="00F23192">
        <w:t>s</w:t>
      </w:r>
      <w:r w:rsidRPr="00F23192">
        <w:t>sager s</w:t>
      </w:r>
      <w:r w:rsidR="00D60A57">
        <w:t>’</w:t>
      </w:r>
      <w:r w:rsidRPr="00F23192">
        <w:t>impatientait</w:t>
      </w:r>
      <w:r w:rsidR="00D60A57">
        <w:t>.</w:t>
      </w:r>
    </w:p>
    <w:p w14:paraId="19046A29" w14:textId="77777777" w:rsidR="00D60A57" w:rsidRDefault="00D60A57" w:rsidP="00D60A57">
      <w:r>
        <w:t>— </w:t>
      </w:r>
      <w:r w:rsidR="00E36F6A" w:rsidRPr="00F23192">
        <w:t>Sire comte</w:t>
      </w:r>
      <w:r>
        <w:t xml:space="preserve">, </w:t>
      </w:r>
      <w:r w:rsidR="00E36F6A" w:rsidRPr="00F23192">
        <w:t>déclara-t-il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ai mission de rapporter à Mgr le duc</w:t>
      </w:r>
      <w:r>
        <w:t xml:space="preserve">, </w:t>
      </w:r>
      <w:r w:rsidR="00E36F6A" w:rsidRPr="00F23192">
        <w:t>dans le plus bref délai</w:t>
      </w:r>
      <w:r>
        <w:t>…</w:t>
      </w:r>
    </w:p>
    <w:p w14:paraId="3E404C32" w14:textId="77777777" w:rsidR="00D60A57" w:rsidRDefault="00E36F6A" w:rsidP="00D60A57">
      <w:r w:rsidRPr="00F23192">
        <w:t>Coupant la parole à Bertrand</w:t>
      </w:r>
      <w:r w:rsidR="00D60A57">
        <w:t xml:space="preserve">, </w:t>
      </w:r>
      <w:r w:rsidRPr="00F23192">
        <w:t>Renée déclara</w:t>
      </w:r>
      <w:r w:rsidR="00D60A57">
        <w:t> :</w:t>
      </w:r>
    </w:p>
    <w:p w14:paraId="01F928F9" w14:textId="77777777" w:rsidR="00D60A57" w:rsidRDefault="00D60A57" w:rsidP="00D60A57">
      <w:r>
        <w:t>— </w:t>
      </w:r>
      <w:r w:rsidR="00E36F6A" w:rsidRPr="00F23192">
        <w:t>Va dire au duc de Mercœur que</w:t>
      </w:r>
      <w:r>
        <w:t xml:space="preserve">, </w:t>
      </w:r>
      <w:r w:rsidR="00E36F6A" w:rsidRPr="00F23192">
        <w:t>s</w:t>
      </w:r>
      <w:r>
        <w:t>’</w:t>
      </w:r>
      <w:r w:rsidR="00E36F6A" w:rsidRPr="00F23192">
        <w:t>il veut la Louve</w:t>
      </w:r>
      <w:r>
        <w:t xml:space="preserve">, </w:t>
      </w:r>
      <w:r w:rsidR="00E36F6A" w:rsidRPr="00F23192">
        <w:t>il lui faudra la venir prendre</w:t>
      </w:r>
      <w:r>
        <w:t>…</w:t>
      </w:r>
    </w:p>
    <w:p w14:paraId="3E697359" w14:textId="77777777" w:rsidR="00D60A57" w:rsidRDefault="00E36F6A" w:rsidP="00D60A57">
      <w:r w:rsidRPr="00F23192">
        <w:t>Et elle ajouta</w:t>
      </w:r>
      <w:r w:rsidR="00D60A57">
        <w:t xml:space="preserve">, </w:t>
      </w:r>
      <w:r w:rsidRPr="00F23192">
        <w:t>menaçante</w:t>
      </w:r>
      <w:r w:rsidR="00D60A57">
        <w:t> :</w:t>
      </w:r>
    </w:p>
    <w:p w14:paraId="7B07EB94" w14:textId="77777777" w:rsidR="00D60A57" w:rsidRDefault="00D60A57" w:rsidP="00D60A57">
      <w:r>
        <w:t>— </w:t>
      </w:r>
      <w:r w:rsidR="00E36F6A" w:rsidRPr="00F23192">
        <w:t>Maintenant</w:t>
      </w:r>
      <w:r>
        <w:t xml:space="preserve">, </w:t>
      </w:r>
      <w:r w:rsidR="00E36F6A" w:rsidRPr="00F23192">
        <w:t>va-t</w:t>
      </w:r>
      <w:r>
        <w:t>’</w:t>
      </w:r>
      <w:r w:rsidR="00E36F6A" w:rsidRPr="00F23192">
        <w:t>en</w:t>
      </w:r>
      <w:r>
        <w:t xml:space="preserve"> ; </w:t>
      </w:r>
      <w:r w:rsidR="00E36F6A" w:rsidRPr="00F23192">
        <w:t>sinon</w:t>
      </w:r>
      <w:r>
        <w:t xml:space="preserve">, </w:t>
      </w:r>
      <w:r w:rsidR="00E36F6A" w:rsidRPr="00F23192">
        <w:t>je ne réponds pas de ne pas t</w:t>
      </w:r>
      <w:r>
        <w:t>’</w:t>
      </w:r>
      <w:r w:rsidR="00E36F6A" w:rsidRPr="00F23192">
        <w:t>envoyer porter ma réponse en te jetant par la plus haute e</w:t>
      </w:r>
      <w:r w:rsidR="00E36F6A" w:rsidRPr="00F23192">
        <w:t>m</w:t>
      </w:r>
      <w:r w:rsidR="00E36F6A" w:rsidRPr="00F23192">
        <w:t>brasure du donjon</w:t>
      </w:r>
      <w:r>
        <w:t>.</w:t>
      </w:r>
    </w:p>
    <w:p w14:paraId="783B025F" w14:textId="77777777" w:rsidR="00D60A57" w:rsidRDefault="00E36F6A" w:rsidP="00D60A57">
      <w:r w:rsidRPr="00F23192">
        <w:t>Elle avait l</w:t>
      </w:r>
      <w:r w:rsidR="00D60A57">
        <w:t>’</w:t>
      </w:r>
      <w:r w:rsidRPr="00F23192">
        <w:t>air si terrible que le messager s</w:t>
      </w:r>
      <w:r w:rsidR="00D60A57">
        <w:t>’</w:t>
      </w:r>
      <w:r w:rsidRPr="00F23192">
        <w:t>enfuit</w:t>
      </w:r>
      <w:r w:rsidR="00D60A57">
        <w:t xml:space="preserve">, </w:t>
      </w:r>
      <w:r w:rsidRPr="00F23192">
        <w:t>épouva</w:t>
      </w:r>
      <w:r w:rsidRPr="00F23192">
        <w:t>n</w:t>
      </w:r>
      <w:r w:rsidRPr="00F23192">
        <w:t>té</w:t>
      </w:r>
      <w:r w:rsidR="00D60A57">
        <w:t xml:space="preserve">. </w:t>
      </w:r>
      <w:r w:rsidRPr="00F23192">
        <w:t>S</w:t>
      </w:r>
      <w:r w:rsidR="00D60A57">
        <w:t>’</w:t>
      </w:r>
      <w:r w:rsidRPr="00F23192">
        <w:t>adressant à Bertrand</w:t>
      </w:r>
      <w:r w:rsidR="00D60A57">
        <w:t xml:space="preserve">, </w:t>
      </w:r>
      <w:r w:rsidRPr="00F23192">
        <w:t>elle ajouta</w:t>
      </w:r>
      <w:r w:rsidR="00D60A57">
        <w:t> :</w:t>
      </w:r>
    </w:p>
    <w:p w14:paraId="6FF807F0" w14:textId="77777777" w:rsidR="00D60A57" w:rsidRDefault="00D60A57" w:rsidP="00D60A57">
      <w:r>
        <w:t>— </w:t>
      </w:r>
      <w:r w:rsidR="00E36F6A" w:rsidRPr="00F23192">
        <w:t>Plus un moment à perdre</w:t>
      </w:r>
      <w:r>
        <w:t xml:space="preserve">… </w:t>
      </w:r>
      <w:r w:rsidR="00E36F6A" w:rsidRPr="00F23192">
        <w:t>Faites diligence</w:t>
      </w:r>
      <w:r>
        <w:t xml:space="preserve"> ! </w:t>
      </w:r>
      <w:r w:rsidR="00E36F6A" w:rsidRPr="00F23192">
        <w:t>Nous tie</w:t>
      </w:r>
      <w:r w:rsidR="00E36F6A" w:rsidRPr="00F23192">
        <w:t>n</w:t>
      </w:r>
      <w:r w:rsidR="00E36F6A" w:rsidRPr="00F23192">
        <w:t>drons</w:t>
      </w:r>
      <w:r>
        <w:t xml:space="preserve">, </w:t>
      </w:r>
      <w:r w:rsidR="00E36F6A" w:rsidRPr="00F23192">
        <w:t>mes hommes et moi</w:t>
      </w:r>
      <w:r>
        <w:t xml:space="preserve">, </w:t>
      </w:r>
      <w:r w:rsidR="00E36F6A" w:rsidRPr="00F23192">
        <w:t>jusqu</w:t>
      </w:r>
      <w:r>
        <w:t>’</w:t>
      </w:r>
      <w:r w:rsidR="00E36F6A" w:rsidRPr="00F23192">
        <w:t>à votre retour</w:t>
      </w:r>
      <w:r>
        <w:t xml:space="preserve">, </w:t>
      </w:r>
      <w:r w:rsidR="00E36F6A" w:rsidRPr="00F23192">
        <w:t>car la place est d</w:t>
      </w:r>
      <w:r>
        <w:t>’</w:t>
      </w:r>
      <w:r w:rsidR="00E36F6A" w:rsidRPr="00F23192">
        <w:t>importance et constituerait</w:t>
      </w:r>
      <w:r>
        <w:t xml:space="preserve">, </w:t>
      </w:r>
      <w:r w:rsidR="00E36F6A" w:rsidRPr="00F23192">
        <w:t>pour les partisans de la Ligue</w:t>
      </w:r>
      <w:r>
        <w:t xml:space="preserve">, </w:t>
      </w:r>
      <w:r w:rsidR="00E36F6A" w:rsidRPr="00F23192">
        <w:t>si elle tombait en leur pouvoir</w:t>
      </w:r>
      <w:r>
        <w:t xml:space="preserve">, </w:t>
      </w:r>
      <w:r w:rsidR="00E36F6A" w:rsidRPr="00F23192">
        <w:t>un avantage considérable</w:t>
      </w:r>
      <w:r>
        <w:t>…</w:t>
      </w:r>
    </w:p>
    <w:p w14:paraId="7D788A87" w14:textId="77777777" w:rsidR="00D60A57" w:rsidRDefault="00E36F6A" w:rsidP="00D60A57">
      <w:r w:rsidRPr="00F23192">
        <w:t>Impressionné</w:t>
      </w:r>
      <w:r w:rsidR="00D60A57">
        <w:t xml:space="preserve">, </w:t>
      </w:r>
      <w:r w:rsidRPr="00F23192">
        <w:t>en proie à un inexplicable sentiment de m</w:t>
      </w:r>
      <w:r w:rsidRPr="00F23192">
        <w:t>a</w:t>
      </w:r>
      <w:r w:rsidRPr="00F23192">
        <w:t>laise</w:t>
      </w:r>
      <w:r w:rsidR="00D60A57">
        <w:t xml:space="preserve">, </w:t>
      </w:r>
      <w:r w:rsidRPr="00F23192">
        <w:t>Bertrand insinua</w:t>
      </w:r>
      <w:r w:rsidR="00D60A57">
        <w:t> :</w:t>
      </w:r>
    </w:p>
    <w:p w14:paraId="5A8B4190" w14:textId="77777777" w:rsidR="00D60A57" w:rsidRDefault="00D60A57" w:rsidP="00D60A57">
      <w:r>
        <w:lastRenderedPageBreak/>
        <w:t>— </w:t>
      </w:r>
      <w:r w:rsidR="00E36F6A" w:rsidRPr="00F23192">
        <w:t>Avant que je ne vous quitte</w:t>
      </w:r>
      <w:r>
        <w:t xml:space="preserve">, </w:t>
      </w:r>
      <w:r w:rsidR="00E36F6A" w:rsidRPr="00F23192">
        <w:t>je voudrais cependant s</w:t>
      </w:r>
      <w:r w:rsidR="00E36F6A" w:rsidRPr="00F23192">
        <w:t>a</w:t>
      </w:r>
      <w:r w:rsidR="00E36F6A" w:rsidRPr="00F23192">
        <w:t>voir à qui je dois le dévouement dont</w:t>
      </w:r>
      <w:r>
        <w:t xml:space="preserve">, </w:t>
      </w:r>
      <w:r w:rsidR="00E36F6A" w:rsidRPr="00F23192">
        <w:t>à plusieurs reprises</w:t>
      </w:r>
      <w:r>
        <w:t xml:space="preserve">, </w:t>
      </w:r>
      <w:r w:rsidR="00E36F6A" w:rsidRPr="00F23192">
        <w:t>j</w:t>
      </w:r>
      <w:r>
        <w:t>’</w:t>
      </w:r>
      <w:r w:rsidR="00E36F6A" w:rsidRPr="00F23192">
        <w:t>ai bén</w:t>
      </w:r>
      <w:r w:rsidR="00E36F6A" w:rsidRPr="00F23192">
        <w:t>é</w:t>
      </w:r>
      <w:r w:rsidR="00E36F6A" w:rsidRPr="00F23192">
        <w:t>ficié</w:t>
      </w:r>
      <w:r>
        <w:t>.</w:t>
      </w:r>
    </w:p>
    <w:p w14:paraId="7B242757" w14:textId="77777777" w:rsidR="00D60A57" w:rsidRDefault="00E36F6A" w:rsidP="00D60A57">
      <w:r w:rsidRPr="00F23192">
        <w:t>Elle hésita et peut-être cette fois encore se serait-elle tue</w:t>
      </w:r>
      <w:r w:rsidR="00D60A57">
        <w:t xml:space="preserve">, </w:t>
      </w:r>
      <w:r w:rsidRPr="00F23192">
        <w:t>mais soudainement lui monta du cœur aux lèvres un afflux de désespoir qui noya son énergie et</w:t>
      </w:r>
      <w:r w:rsidR="00D60A57">
        <w:t xml:space="preserve">, </w:t>
      </w:r>
      <w:r w:rsidRPr="00F23192">
        <w:t>la voix mouillée de larmes</w:t>
      </w:r>
      <w:r w:rsidR="00D60A57">
        <w:t xml:space="preserve">, </w:t>
      </w:r>
      <w:r w:rsidRPr="00F23192">
        <w:t>elle avoua</w:t>
      </w:r>
      <w:r w:rsidR="00D60A57">
        <w:t> :</w:t>
      </w:r>
    </w:p>
    <w:p w14:paraId="4B190FE1" w14:textId="77777777" w:rsidR="00D60A57" w:rsidRDefault="00D60A57" w:rsidP="00D60A57">
      <w:r>
        <w:t>— </w:t>
      </w:r>
      <w:r w:rsidR="00E36F6A" w:rsidRPr="00F23192">
        <w:t>À une femme qui fut ma mère</w:t>
      </w:r>
      <w:r>
        <w:t xml:space="preserve">… </w:t>
      </w:r>
      <w:r w:rsidR="00E36F6A" w:rsidRPr="00F23192">
        <w:t>après avoir été la vôtre</w:t>
      </w:r>
      <w:r>
        <w:t xml:space="preserve"> ; </w:t>
      </w:r>
      <w:r w:rsidR="00E36F6A" w:rsidRPr="00F23192">
        <w:t>c</w:t>
      </w:r>
      <w:r>
        <w:t>’</w:t>
      </w:r>
      <w:r w:rsidR="00E36F6A" w:rsidRPr="00F23192">
        <w:t>est son souvenir qui a dominé mes actes</w:t>
      </w:r>
      <w:r>
        <w:t>…</w:t>
      </w:r>
    </w:p>
    <w:p w14:paraId="0B819CE2" w14:textId="77777777" w:rsidR="00D60A57" w:rsidRDefault="00E36F6A" w:rsidP="00D60A57">
      <w:r w:rsidRPr="00F23192">
        <w:t>Les deux jeunes gens la regardaient</w:t>
      </w:r>
      <w:r w:rsidR="00D60A57">
        <w:t xml:space="preserve">, </w:t>
      </w:r>
      <w:r w:rsidRPr="00F23192">
        <w:t>hébétés</w:t>
      </w:r>
      <w:r w:rsidR="00D60A57">
        <w:t xml:space="preserve">, </w:t>
      </w:r>
      <w:r w:rsidRPr="00F23192">
        <w:t>ne compr</w:t>
      </w:r>
      <w:r w:rsidRPr="00F23192">
        <w:t>e</w:t>
      </w:r>
      <w:r w:rsidRPr="00F23192">
        <w:t>nant pas</w:t>
      </w:r>
      <w:r w:rsidR="00D60A57">
        <w:t xml:space="preserve">, </w:t>
      </w:r>
      <w:r w:rsidRPr="00F23192">
        <w:t>près de la croire subitement frappée de démence</w:t>
      </w:r>
      <w:r w:rsidR="00D60A57">
        <w:t>.</w:t>
      </w:r>
    </w:p>
    <w:p w14:paraId="008913B1" w14:textId="77777777" w:rsidR="00D60A57" w:rsidRDefault="00E36F6A" w:rsidP="00D60A57">
      <w:r w:rsidRPr="00F23192">
        <w:t>Et comme Bertrand s</w:t>
      </w:r>
      <w:r w:rsidR="00D60A57">
        <w:t>’</w:t>
      </w:r>
      <w:r w:rsidRPr="00F23192">
        <w:t>apprêtait à l</w:t>
      </w:r>
      <w:r w:rsidR="00D60A57">
        <w:t>’</w:t>
      </w:r>
      <w:r w:rsidRPr="00F23192">
        <w:t>interroger</w:t>
      </w:r>
      <w:r w:rsidR="00D60A57">
        <w:t xml:space="preserve">, </w:t>
      </w:r>
      <w:r w:rsidRPr="00F23192">
        <w:t>un grand v</w:t>
      </w:r>
      <w:r w:rsidRPr="00F23192">
        <w:t>a</w:t>
      </w:r>
      <w:r w:rsidRPr="00F23192">
        <w:t>carme retentit au dehors</w:t>
      </w:r>
      <w:r w:rsidR="00D60A57">
        <w:t xml:space="preserve"> : </w:t>
      </w:r>
      <w:r w:rsidRPr="00F23192">
        <w:t>les gens de Mercœur répondaient par l</w:t>
      </w:r>
      <w:r w:rsidR="00D60A57">
        <w:t>’</w:t>
      </w:r>
      <w:r w:rsidRPr="00F23192">
        <w:t>attaque du donjon au défi de la Louve</w:t>
      </w:r>
      <w:r w:rsidR="00D60A57">
        <w:t>.</w:t>
      </w:r>
    </w:p>
    <w:p w14:paraId="1872CDDB" w14:textId="77777777" w:rsidR="00D60A57" w:rsidRDefault="00E36F6A" w:rsidP="00D60A57">
      <w:r w:rsidRPr="00F23192">
        <w:t>Celle-ci s</w:t>
      </w:r>
      <w:r w:rsidR="00D60A57">
        <w:t>’</w:t>
      </w:r>
      <w:r w:rsidRPr="00F23192">
        <w:t>élança</w:t>
      </w:r>
      <w:r w:rsidR="00D60A57">
        <w:t xml:space="preserve">, </w:t>
      </w:r>
      <w:r w:rsidRPr="00F23192">
        <w:t>criant à Bertrand</w:t>
      </w:r>
      <w:r w:rsidR="00D60A57">
        <w:t> :</w:t>
      </w:r>
    </w:p>
    <w:p w14:paraId="225A264F" w14:textId="77777777" w:rsidR="00D60A57" w:rsidRDefault="00D60A57" w:rsidP="00D60A57">
      <w:r>
        <w:t>— </w:t>
      </w:r>
      <w:r w:rsidR="00E36F6A" w:rsidRPr="00F23192">
        <w:t>Pour Edwige</w:t>
      </w:r>
      <w:r>
        <w:t xml:space="preserve">… </w:t>
      </w:r>
      <w:r w:rsidR="00E36F6A" w:rsidRPr="00F23192">
        <w:t>pour l</w:t>
      </w:r>
      <w:r>
        <w:t>’</w:t>
      </w:r>
      <w:r w:rsidR="00E36F6A" w:rsidRPr="00F23192">
        <w:t>Armor</w:t>
      </w:r>
      <w:r>
        <w:t xml:space="preserve">, </w:t>
      </w:r>
      <w:r w:rsidR="00E36F6A" w:rsidRPr="00F23192">
        <w:t>partez</w:t>
      </w:r>
      <w:r>
        <w:t> !</w:t>
      </w:r>
    </w:p>
    <w:p w14:paraId="7DC0395C" w14:textId="77777777" w:rsidR="00D60A57" w:rsidRDefault="00D60A57" w:rsidP="00D60A57">
      <w:r>
        <w:t>— </w:t>
      </w:r>
      <w:r w:rsidR="00E36F6A" w:rsidRPr="00F23192">
        <w:t>Fuir</w:t>
      </w:r>
      <w:r>
        <w:t xml:space="preserve"> ! </w:t>
      </w:r>
      <w:r w:rsidR="00E36F6A" w:rsidRPr="00F23192">
        <w:t>se révo</w:t>
      </w:r>
      <w:r w:rsidR="00E36F6A" w:rsidRPr="00F23192">
        <w:t>l</w:t>
      </w:r>
      <w:r w:rsidR="00E36F6A" w:rsidRPr="00F23192">
        <w:t>ta-t-il une fois encore</w:t>
      </w:r>
      <w:r>
        <w:t>.</w:t>
      </w:r>
    </w:p>
    <w:p w14:paraId="1787369A" w14:textId="77777777" w:rsidR="00D60A57" w:rsidRDefault="00D60A57" w:rsidP="00D60A57">
      <w:r>
        <w:t>— </w:t>
      </w:r>
      <w:r w:rsidR="00E36F6A" w:rsidRPr="00F23192">
        <w:t>Ce n</w:t>
      </w:r>
      <w:r>
        <w:t>’</w:t>
      </w:r>
      <w:r w:rsidR="00E36F6A" w:rsidRPr="00F23192">
        <w:t>est pas fuir que battre en retraite pour venir su</w:t>
      </w:r>
      <w:r w:rsidR="00E36F6A" w:rsidRPr="00F23192">
        <w:t>r</w:t>
      </w:r>
      <w:r w:rsidR="00E36F6A" w:rsidRPr="00F23192">
        <w:t>prendre l</w:t>
      </w:r>
      <w:r>
        <w:t>’</w:t>
      </w:r>
      <w:r w:rsidR="00E36F6A" w:rsidRPr="00F23192">
        <w:t>ennemi</w:t>
      </w:r>
      <w:r>
        <w:t>.</w:t>
      </w:r>
    </w:p>
    <w:p w14:paraId="60932507" w14:textId="77777777" w:rsidR="00D60A57" w:rsidRDefault="00E36F6A" w:rsidP="00D60A57">
      <w:r w:rsidRPr="00F23192">
        <w:t>Courant par l</w:t>
      </w:r>
      <w:r w:rsidR="00D60A57">
        <w:t>’</w:t>
      </w:r>
      <w:r w:rsidRPr="00F23192">
        <w:t>escalier étroit</w:t>
      </w:r>
      <w:r w:rsidR="00D60A57">
        <w:t xml:space="preserve">, </w:t>
      </w:r>
      <w:r w:rsidRPr="00F23192">
        <w:t>elle les entraînait à sa suite</w:t>
      </w:r>
      <w:r w:rsidR="00D60A57">
        <w:t xml:space="preserve">, </w:t>
      </w:r>
      <w:r w:rsidRPr="00F23192">
        <w:t>hébétés vraiment</w:t>
      </w:r>
      <w:r w:rsidR="00D60A57">
        <w:t xml:space="preserve">, </w:t>
      </w:r>
      <w:r w:rsidRPr="00F23192">
        <w:t>n</w:t>
      </w:r>
      <w:r w:rsidR="00D60A57">
        <w:t>’</w:t>
      </w:r>
      <w:r w:rsidRPr="00F23192">
        <w:t>ayant pour ainsi dire pas conscience de la réalité</w:t>
      </w:r>
      <w:r w:rsidR="00D60A57">
        <w:t>.</w:t>
      </w:r>
    </w:p>
    <w:p w14:paraId="143E4D13" w14:textId="77777777" w:rsidR="00D60A57" w:rsidRDefault="00E36F6A" w:rsidP="00D60A57">
      <w:r w:rsidRPr="00F23192">
        <w:t>Ainsi que les en avait prévenus la Louve</w:t>
      </w:r>
      <w:r w:rsidR="00D60A57">
        <w:t xml:space="preserve">, </w:t>
      </w:r>
      <w:r w:rsidRPr="00F23192">
        <w:t>à la sortie du so</w:t>
      </w:r>
      <w:r w:rsidRPr="00F23192">
        <w:t>u</w:t>
      </w:r>
      <w:r w:rsidRPr="00F23192">
        <w:t>terrain</w:t>
      </w:r>
      <w:r w:rsidR="00D60A57">
        <w:t xml:space="preserve">, </w:t>
      </w:r>
      <w:r w:rsidRPr="00F23192">
        <w:t>ils trouvèrent un cheval attaché</w:t>
      </w:r>
      <w:r w:rsidR="00D60A57">
        <w:t xml:space="preserve">, </w:t>
      </w:r>
      <w:r w:rsidRPr="00F23192">
        <w:t>dissimulé dans un bouquet d</w:t>
      </w:r>
      <w:r w:rsidR="00D60A57">
        <w:t>’</w:t>
      </w:r>
      <w:r w:rsidRPr="00F23192">
        <w:t>arbres</w:t>
      </w:r>
      <w:r w:rsidR="00D60A57">
        <w:t>.</w:t>
      </w:r>
    </w:p>
    <w:p w14:paraId="1407DA87" w14:textId="77777777" w:rsidR="00D60A57" w:rsidRDefault="00D60A57" w:rsidP="00D60A57">
      <w:r>
        <w:lastRenderedPageBreak/>
        <w:t>— </w:t>
      </w:r>
      <w:r w:rsidR="00E36F6A" w:rsidRPr="00F23192">
        <w:t>En selle</w:t>
      </w:r>
      <w:r>
        <w:t xml:space="preserve"> ! </w:t>
      </w:r>
      <w:r w:rsidR="00E36F6A" w:rsidRPr="00F23192">
        <w:t>commanda-t-elle</w:t>
      </w:r>
      <w:r>
        <w:t xml:space="preserve">, </w:t>
      </w:r>
      <w:r w:rsidR="00E36F6A" w:rsidRPr="00F23192">
        <w:t xml:space="preserve">piquez droit sur le gué de la </w:t>
      </w:r>
      <w:proofErr w:type="spellStart"/>
      <w:r w:rsidR="00E36F6A" w:rsidRPr="00F23192">
        <w:t>Penzée</w:t>
      </w:r>
      <w:proofErr w:type="spellEnd"/>
      <w:r w:rsidR="00E36F6A" w:rsidRPr="00F23192">
        <w:t xml:space="preserve"> et revenez sans perdre un instant avec vos hommes</w:t>
      </w:r>
      <w:r>
        <w:t xml:space="preserve">… </w:t>
      </w:r>
      <w:r w:rsidR="00E36F6A" w:rsidRPr="00F23192">
        <w:t>La victoire est à vous si vous savez tomber comme la foudre sur les derrières de l</w:t>
      </w:r>
      <w:r>
        <w:t>’</w:t>
      </w:r>
      <w:r w:rsidR="00E36F6A" w:rsidRPr="00F23192">
        <w:t>ennemi</w:t>
      </w:r>
      <w:r>
        <w:t>…</w:t>
      </w:r>
    </w:p>
    <w:p w14:paraId="06423796" w14:textId="77777777" w:rsidR="00D60A57" w:rsidRDefault="00E36F6A" w:rsidP="00D60A57">
      <w:r w:rsidRPr="00F23192">
        <w:t>D</w:t>
      </w:r>
      <w:r w:rsidR="00D60A57">
        <w:t>’</w:t>
      </w:r>
      <w:r w:rsidRPr="00F23192">
        <w:t>un bras nerveux</w:t>
      </w:r>
      <w:r w:rsidR="00D60A57">
        <w:t xml:space="preserve">, </w:t>
      </w:r>
      <w:r w:rsidRPr="00F23192">
        <w:t>elle saisit Edwige qu</w:t>
      </w:r>
      <w:r w:rsidR="00D60A57">
        <w:t>’</w:t>
      </w:r>
      <w:r w:rsidRPr="00F23192">
        <w:t>elle campa sur la croupe du cheval</w:t>
      </w:r>
      <w:r w:rsidR="00D60A57">
        <w:t xml:space="preserve">, </w:t>
      </w:r>
      <w:r w:rsidRPr="00F23192">
        <w:t>qu</w:t>
      </w:r>
      <w:r w:rsidR="00D60A57">
        <w:t>’</w:t>
      </w:r>
      <w:r w:rsidRPr="00F23192">
        <w:t>un claquement de langue familier fit partir comme une flèche</w:t>
      </w:r>
      <w:r w:rsidR="00D60A57">
        <w:t>.</w:t>
      </w:r>
    </w:p>
    <w:p w14:paraId="05482362" w14:textId="77777777" w:rsidR="00D60A57" w:rsidRDefault="00E36F6A" w:rsidP="00D60A57">
      <w:r w:rsidRPr="00F23192">
        <w:t>Un moment</w:t>
      </w:r>
      <w:r w:rsidR="00D60A57">
        <w:t xml:space="preserve">, </w:t>
      </w:r>
      <w:r w:rsidRPr="00F23192">
        <w:t>la jeune fille demeura immobile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oreille te</w:t>
      </w:r>
      <w:r w:rsidRPr="00F23192">
        <w:t>n</w:t>
      </w:r>
      <w:r w:rsidRPr="00F23192">
        <w:t>due vers la galopade dont l</w:t>
      </w:r>
      <w:r w:rsidR="00D60A57">
        <w:t>’</w:t>
      </w:r>
      <w:r w:rsidRPr="00F23192">
        <w:t>écho allait décroissant au fur et à mesure des minutes écoulées</w:t>
      </w:r>
      <w:r w:rsidR="00D60A57">
        <w:t>.</w:t>
      </w:r>
    </w:p>
    <w:p w14:paraId="0743B90E" w14:textId="77777777" w:rsidR="00D60A57" w:rsidRDefault="00E36F6A" w:rsidP="00D60A57">
      <w:r w:rsidRPr="00F23192">
        <w:t>Quand l</w:t>
      </w:r>
      <w:r w:rsidR="00D60A57">
        <w:t>’</w:t>
      </w:r>
      <w:r w:rsidRPr="00F23192">
        <w:t>écho se fut éteint tout à fait</w:t>
      </w:r>
      <w:r w:rsidR="00D60A57">
        <w:t xml:space="preserve">, </w:t>
      </w:r>
      <w:r w:rsidRPr="00F23192">
        <w:t>elle eut de la main un geste désespéré et laissa tomber ces mots</w:t>
      </w:r>
      <w:r w:rsidR="00D60A57">
        <w:t> :</w:t>
      </w:r>
    </w:p>
    <w:p w14:paraId="5E99CB51" w14:textId="77777777" w:rsidR="00D60A57" w:rsidRDefault="00D60A57" w:rsidP="00D60A57">
      <w:r>
        <w:t>« </w:t>
      </w:r>
      <w:r w:rsidR="00E36F6A" w:rsidRPr="00F23192">
        <w:t>Adieu</w:t>
      </w:r>
      <w:r>
        <w:t xml:space="preserve"> ! </w:t>
      </w:r>
      <w:r w:rsidR="00E36F6A" w:rsidRPr="00F23192">
        <w:t>mon cher amour</w:t>
      </w:r>
      <w:r>
        <w:t>… »</w:t>
      </w:r>
    </w:p>
    <w:p w14:paraId="713E1884" w14:textId="77777777" w:rsidR="00D60A57" w:rsidRDefault="00E36F6A" w:rsidP="00D60A57">
      <w:r w:rsidRPr="00F23192">
        <w:t>Puis</w:t>
      </w:r>
      <w:r w:rsidR="00D60A57">
        <w:t xml:space="preserve">, </w:t>
      </w:r>
      <w:r w:rsidRPr="00F23192">
        <w:t>brusquement</w:t>
      </w:r>
      <w:r w:rsidR="00D60A57">
        <w:t xml:space="preserve">, </w:t>
      </w:r>
      <w:r w:rsidRPr="00F23192">
        <w:t>la voix farouche</w:t>
      </w:r>
      <w:r w:rsidR="00D60A57">
        <w:t> :</w:t>
      </w:r>
    </w:p>
    <w:p w14:paraId="7C2FFB58" w14:textId="77777777" w:rsidR="00D60A57" w:rsidRDefault="00D60A57" w:rsidP="00D60A57">
      <w:r>
        <w:t>« </w:t>
      </w:r>
      <w:r w:rsidR="00E36F6A" w:rsidRPr="00F23192">
        <w:t>Maintenant</w:t>
      </w:r>
      <w:r>
        <w:t xml:space="preserve">, </w:t>
      </w:r>
      <w:r w:rsidR="00E36F6A" w:rsidRPr="00F23192">
        <w:t>il s</w:t>
      </w:r>
      <w:r>
        <w:t>’</w:t>
      </w:r>
      <w:r w:rsidR="00E36F6A" w:rsidRPr="00F23192">
        <w:t xml:space="preserve">agit de montrer à </w:t>
      </w:r>
      <w:r>
        <w:t>M. de </w:t>
      </w:r>
      <w:r w:rsidR="00E36F6A" w:rsidRPr="00F23192">
        <w:t xml:space="preserve">Mercœur ce que vaut la Louve de </w:t>
      </w:r>
      <w:proofErr w:type="spellStart"/>
      <w:r w:rsidR="00E36F6A" w:rsidRPr="00F23192">
        <w:t>Penandru</w:t>
      </w:r>
      <w:proofErr w:type="spellEnd"/>
      <w:r>
        <w:t>… »</w:t>
      </w:r>
    </w:p>
    <w:p w14:paraId="06BB0EE1" w14:textId="77777777" w:rsidR="00D60A57" w:rsidRDefault="00E36F6A" w:rsidP="00D60A57">
      <w:r w:rsidRPr="00F23192">
        <w:t>Elle regagna par le chemin qui l</w:t>
      </w:r>
      <w:r w:rsidR="00D60A57">
        <w:t>’</w:t>
      </w:r>
      <w:r w:rsidRPr="00F23192">
        <w:t>avait amenée les sous-sols du donjon d</w:t>
      </w:r>
      <w:r w:rsidR="00D60A57">
        <w:t>’</w:t>
      </w:r>
      <w:r w:rsidRPr="00F23192">
        <w:t>où elle atteignit</w:t>
      </w:r>
      <w:r w:rsidR="00D60A57">
        <w:t xml:space="preserve">, </w:t>
      </w:r>
      <w:r w:rsidRPr="00F23192">
        <w:t>par les trappes familières</w:t>
      </w:r>
      <w:r w:rsidR="00D60A57">
        <w:t xml:space="preserve">, </w:t>
      </w:r>
      <w:r w:rsidRPr="00F23192">
        <w:t>ce qui avait été jadis la salle des gardes</w:t>
      </w:r>
      <w:r w:rsidR="00D60A57">
        <w:t xml:space="preserve">, </w:t>
      </w:r>
      <w:r w:rsidRPr="00F23192">
        <w:t>à laquelle s</w:t>
      </w:r>
      <w:r w:rsidR="00D60A57">
        <w:t>’</w:t>
      </w:r>
      <w:r w:rsidRPr="00F23192">
        <w:t>amorçait l</w:t>
      </w:r>
      <w:r w:rsidR="00D60A57">
        <w:t>’</w:t>
      </w:r>
      <w:r w:rsidRPr="00F23192">
        <w:t>escalier menant à l</w:t>
      </w:r>
      <w:r w:rsidR="00D60A57">
        <w:t>’</w:t>
      </w:r>
      <w:r w:rsidRPr="00F23192">
        <w:t>esplanade supérieure</w:t>
      </w:r>
      <w:r w:rsidR="00D60A57">
        <w:t>.</w:t>
      </w:r>
    </w:p>
    <w:p w14:paraId="30532BD2" w14:textId="77777777" w:rsidR="00D60A57" w:rsidRDefault="00E36F6A" w:rsidP="00D60A57">
      <w:r w:rsidRPr="00F23192">
        <w:t>Dans la salle</w:t>
      </w:r>
      <w:r w:rsidR="00D60A57">
        <w:t xml:space="preserve">, </w:t>
      </w:r>
      <w:r w:rsidRPr="00F23192">
        <w:t>une trentaine d</w:t>
      </w:r>
      <w:r w:rsidR="00D60A57">
        <w:t>’</w:t>
      </w:r>
      <w:r w:rsidRPr="00F23192">
        <w:t>hommes attendaient</w:t>
      </w:r>
      <w:r w:rsidR="00D60A57">
        <w:t xml:space="preserve">, </w:t>
      </w:r>
      <w:r w:rsidRPr="00F23192">
        <w:t>imp</w:t>
      </w:r>
      <w:r w:rsidRPr="00F23192">
        <w:t>a</w:t>
      </w:r>
      <w:r w:rsidRPr="00F23192">
        <w:t>tients de l</w:t>
      </w:r>
      <w:r w:rsidR="00D60A57">
        <w:t>’</w:t>
      </w:r>
      <w:r w:rsidRPr="00F23192">
        <w:t>action</w:t>
      </w:r>
      <w:r w:rsidR="00D60A57">
        <w:t>.</w:t>
      </w:r>
    </w:p>
    <w:p w14:paraId="7AAE38CE" w14:textId="77777777" w:rsidR="00D60A57" w:rsidRDefault="00E36F6A" w:rsidP="00D60A57">
      <w:r w:rsidRPr="00F23192">
        <w:t>Les voyant si peu nombreux</w:t>
      </w:r>
      <w:r w:rsidR="00D60A57">
        <w:t xml:space="preserve">, </w:t>
      </w:r>
      <w:r w:rsidRPr="00F23192">
        <w:t>elle s</w:t>
      </w:r>
      <w:r w:rsidR="00D60A57">
        <w:t>’</w:t>
      </w:r>
      <w:r w:rsidRPr="00F23192">
        <w:t>exclama</w:t>
      </w:r>
      <w:r w:rsidR="00D60A57">
        <w:t> :</w:t>
      </w:r>
    </w:p>
    <w:p w14:paraId="35D3138D" w14:textId="77777777" w:rsidR="00D60A57" w:rsidRDefault="00D60A57" w:rsidP="00D60A57">
      <w:r>
        <w:t>— </w:t>
      </w:r>
      <w:r w:rsidR="00E36F6A" w:rsidRPr="00F23192">
        <w:t>Et les autres</w:t>
      </w:r>
      <w:r>
        <w:t> ?</w:t>
      </w:r>
    </w:p>
    <w:p w14:paraId="42BE5BC6" w14:textId="77777777" w:rsidR="00D60A57" w:rsidRDefault="00D60A57" w:rsidP="00D60A57">
      <w:r>
        <w:t>— </w:t>
      </w:r>
      <w:r w:rsidR="00E36F6A" w:rsidRPr="00F23192">
        <w:t xml:space="preserve">Demeurés là-bas pour renforcer ceux qui viennent de </w:t>
      </w:r>
      <w:proofErr w:type="spellStart"/>
      <w:r w:rsidR="00E36F6A" w:rsidRPr="00F23192">
        <w:t>Saint-Pol</w:t>
      </w:r>
      <w:proofErr w:type="spellEnd"/>
      <w:r w:rsidR="00E36F6A" w:rsidRPr="00F23192">
        <w:t xml:space="preserve"> et que doit ramener le comte du </w:t>
      </w:r>
      <w:proofErr w:type="spellStart"/>
      <w:r w:rsidR="00E36F6A" w:rsidRPr="00F23192">
        <w:t>Palouët</w:t>
      </w:r>
      <w:proofErr w:type="spellEnd"/>
      <w:r>
        <w:t>.</w:t>
      </w:r>
    </w:p>
    <w:p w14:paraId="1FAB937B" w14:textId="77777777" w:rsidR="00D60A57" w:rsidRDefault="00E36F6A" w:rsidP="00D60A57">
      <w:r w:rsidRPr="00F23192">
        <w:lastRenderedPageBreak/>
        <w:t>Elle se mordit les lèvres</w:t>
      </w:r>
      <w:r w:rsidR="00D60A57">
        <w:t xml:space="preserve">, </w:t>
      </w:r>
      <w:r w:rsidRPr="00F23192">
        <w:t>songeant que la besogne ne serait pas aisée</w:t>
      </w:r>
      <w:r w:rsidR="00D60A57">
        <w:t xml:space="preserve"> ; </w:t>
      </w:r>
      <w:r w:rsidRPr="00F23192">
        <w:t>mais</w:t>
      </w:r>
      <w:r w:rsidR="00D60A57">
        <w:t xml:space="preserve">, </w:t>
      </w:r>
      <w:r w:rsidRPr="00F23192">
        <w:t>fille de décision</w:t>
      </w:r>
      <w:r w:rsidR="00D60A57">
        <w:t xml:space="preserve">, </w:t>
      </w:r>
      <w:r w:rsidRPr="00F23192">
        <w:t>elle prit son parti de la lutte inégale qui l</w:t>
      </w:r>
      <w:r w:rsidR="00D60A57">
        <w:t>’</w:t>
      </w:r>
      <w:r w:rsidRPr="00F23192">
        <w:t>attendait et</w:t>
      </w:r>
      <w:r w:rsidR="00D60A57">
        <w:t xml:space="preserve">, </w:t>
      </w:r>
      <w:r w:rsidRPr="00F23192">
        <w:t>sans tarder</w:t>
      </w:r>
      <w:r w:rsidR="00D60A57">
        <w:t xml:space="preserve">, </w:t>
      </w:r>
      <w:r w:rsidRPr="00F23192">
        <w:t>donna ses ordres</w:t>
      </w:r>
      <w:r w:rsidR="00D60A57">
        <w:t>.</w:t>
      </w:r>
    </w:p>
    <w:p w14:paraId="4DCAD79D" w14:textId="77777777" w:rsidR="00D60A57" w:rsidRDefault="00D60A57" w:rsidP="00D60A57">
      <w:r>
        <w:t>— </w:t>
      </w:r>
      <w:r w:rsidR="00E36F6A" w:rsidRPr="00F23192">
        <w:t>Toi</w:t>
      </w:r>
      <w:r>
        <w:t xml:space="preserve">, </w:t>
      </w:r>
      <w:proofErr w:type="spellStart"/>
      <w:r w:rsidR="00E36F6A" w:rsidRPr="00F23192">
        <w:t>Lemeurs</w:t>
      </w:r>
      <w:proofErr w:type="spellEnd"/>
      <w:r>
        <w:t xml:space="preserve">… </w:t>
      </w:r>
      <w:r w:rsidR="00E36F6A" w:rsidRPr="00F23192">
        <w:t>vivement à la plate-forme avec cinq hommes et joue</w:t>
      </w:r>
      <w:r>
        <w:t xml:space="preserve">, </w:t>
      </w:r>
      <w:r w:rsidR="00E36F6A" w:rsidRPr="00F23192">
        <w:t>sans attendre</w:t>
      </w:r>
      <w:r>
        <w:t xml:space="preserve">, </w:t>
      </w:r>
      <w:r w:rsidR="00E36F6A" w:rsidRPr="00F23192">
        <w:t>des couleuvrines jusqu</w:t>
      </w:r>
      <w:r>
        <w:t>’</w:t>
      </w:r>
      <w:r w:rsidR="00E36F6A" w:rsidRPr="00F23192">
        <w:t>au m</w:t>
      </w:r>
      <w:r w:rsidR="00E36F6A" w:rsidRPr="00F23192">
        <w:t>o</w:t>
      </w:r>
      <w:r w:rsidR="00E36F6A" w:rsidRPr="00F23192">
        <w:t>ment où les nôtres apparaîtront à la porte de Morlaix</w:t>
      </w:r>
      <w:r>
        <w:t xml:space="preserve">… </w:t>
      </w:r>
      <w:r w:rsidR="00E36F6A" w:rsidRPr="00F23192">
        <w:t>mais attendez mon signal</w:t>
      </w:r>
      <w:r>
        <w:t>.</w:t>
      </w:r>
    </w:p>
    <w:p w14:paraId="1C5B09C6" w14:textId="77777777" w:rsidR="00D60A57" w:rsidRDefault="00E36F6A" w:rsidP="00D60A57">
      <w:r w:rsidRPr="00F23192">
        <w:t>Un groupe partit en courant</w:t>
      </w:r>
      <w:r w:rsidR="00D60A57">
        <w:t xml:space="preserve"> ; </w:t>
      </w:r>
      <w:r w:rsidRPr="00F23192">
        <w:t>elle poursuivit</w:t>
      </w:r>
      <w:r w:rsidR="00D60A57">
        <w:t> :</w:t>
      </w:r>
    </w:p>
    <w:p w14:paraId="746673B1" w14:textId="77777777" w:rsidR="00D60A57" w:rsidRDefault="00D60A57" w:rsidP="00D60A57">
      <w:r>
        <w:t>— </w:t>
      </w:r>
      <w:r w:rsidR="00E36F6A" w:rsidRPr="00F23192">
        <w:t>Cinq hommes avec Hugo</w:t>
      </w:r>
      <w:r>
        <w:t xml:space="preserve">, </w:t>
      </w:r>
      <w:r w:rsidR="00E36F6A" w:rsidRPr="00F23192">
        <w:t>en station dans l</w:t>
      </w:r>
      <w:r>
        <w:t>’</w:t>
      </w:r>
      <w:r w:rsidR="00E36F6A" w:rsidRPr="00F23192">
        <w:t>embrasure du premier étage</w:t>
      </w:r>
      <w:r>
        <w:t xml:space="preserve">, </w:t>
      </w:r>
      <w:r w:rsidR="00E36F6A" w:rsidRPr="00F23192">
        <w:t>à l</w:t>
      </w:r>
      <w:r>
        <w:t>’</w:t>
      </w:r>
      <w:r w:rsidR="00E36F6A" w:rsidRPr="00F23192">
        <w:t>affût de ceux qui réussiraient à atteindre ju</w:t>
      </w:r>
      <w:r w:rsidR="00E36F6A" w:rsidRPr="00F23192">
        <w:t>s</w:t>
      </w:r>
      <w:r w:rsidR="00E36F6A" w:rsidRPr="00F23192">
        <w:t>que-là</w:t>
      </w:r>
      <w:r>
        <w:t>…</w:t>
      </w:r>
    </w:p>
    <w:p w14:paraId="281C3D9E" w14:textId="77777777" w:rsidR="00D60A57" w:rsidRDefault="00E36F6A" w:rsidP="00D60A57">
      <w:r w:rsidRPr="00F23192">
        <w:t>Ceux-là s</w:t>
      </w:r>
      <w:r w:rsidR="00D60A57">
        <w:t>’</w:t>
      </w:r>
      <w:r w:rsidRPr="00F23192">
        <w:t>élancèrent et elle continua</w:t>
      </w:r>
      <w:r w:rsidR="00D60A57">
        <w:t> :</w:t>
      </w:r>
    </w:p>
    <w:p w14:paraId="386141F8" w14:textId="77777777" w:rsidR="00D60A57" w:rsidRDefault="00D60A57" w:rsidP="00D60A57">
      <w:r>
        <w:t>— </w:t>
      </w:r>
      <w:r w:rsidR="00E36F6A" w:rsidRPr="00F23192">
        <w:t>Yvon</w:t>
      </w:r>
      <w:r>
        <w:t xml:space="preserve">… </w:t>
      </w:r>
      <w:r w:rsidR="00E36F6A" w:rsidRPr="00F23192">
        <w:t>et dix hommes à l</w:t>
      </w:r>
      <w:r>
        <w:t>’</w:t>
      </w:r>
      <w:r w:rsidR="00E36F6A" w:rsidRPr="00F23192">
        <w:t>embrasure de l</w:t>
      </w:r>
      <w:r>
        <w:t>’</w:t>
      </w:r>
      <w:r w:rsidR="00E36F6A" w:rsidRPr="00F23192">
        <w:t>autre étage</w:t>
      </w:r>
      <w:r>
        <w:t>.</w:t>
      </w:r>
    </w:p>
    <w:p w14:paraId="78CDA681" w14:textId="77777777" w:rsidR="00D60A57" w:rsidRDefault="00E36F6A" w:rsidP="00D60A57">
      <w:r w:rsidRPr="00F23192">
        <w:t>Elle ajouta</w:t>
      </w:r>
      <w:r w:rsidR="00D60A57">
        <w:t> :</w:t>
      </w:r>
    </w:p>
    <w:p w14:paraId="45866222" w14:textId="77777777" w:rsidR="00D60A57" w:rsidRDefault="00D60A57" w:rsidP="00D60A57">
      <w:r>
        <w:t>— </w:t>
      </w:r>
      <w:r w:rsidR="00E36F6A" w:rsidRPr="00F23192">
        <w:t>Moi</w:t>
      </w:r>
      <w:r>
        <w:t xml:space="preserve">… </w:t>
      </w:r>
      <w:r w:rsidR="00E36F6A" w:rsidRPr="00F23192">
        <w:t>ici avec ce qui reste pour recevoir le premier choc</w:t>
      </w:r>
      <w:r>
        <w:t xml:space="preserve">… </w:t>
      </w:r>
      <w:r w:rsidR="00E36F6A" w:rsidRPr="00F23192">
        <w:t>Comme consigne</w:t>
      </w:r>
      <w:r>
        <w:t xml:space="preserve">, </w:t>
      </w:r>
      <w:r w:rsidR="00E36F6A" w:rsidRPr="00F23192">
        <w:t xml:space="preserve">souvenez-vous que les Loups de </w:t>
      </w:r>
      <w:proofErr w:type="spellStart"/>
      <w:r w:rsidR="00E36F6A" w:rsidRPr="00F23192">
        <w:t>P</w:t>
      </w:r>
      <w:r w:rsidR="00E36F6A" w:rsidRPr="00F23192">
        <w:t>e</w:t>
      </w:r>
      <w:r w:rsidR="00E36F6A" w:rsidRPr="00F23192">
        <w:t>nandru</w:t>
      </w:r>
      <w:proofErr w:type="spellEnd"/>
      <w:r w:rsidR="00E36F6A" w:rsidRPr="00F23192">
        <w:t xml:space="preserve"> ne font pas de quartier</w:t>
      </w:r>
      <w:r>
        <w:t>.</w:t>
      </w:r>
    </w:p>
    <w:p w14:paraId="04792FF4" w14:textId="77777777" w:rsidR="00D60A57" w:rsidRDefault="00E36F6A" w:rsidP="00D60A57">
      <w:r w:rsidRPr="00F23192">
        <w:t>Au dehors s</w:t>
      </w:r>
      <w:r w:rsidR="00D60A57">
        <w:t>’</w:t>
      </w:r>
      <w:r w:rsidRPr="00F23192">
        <w:t>entendait le vacarme des assaillants qui</w:t>
      </w:r>
      <w:r w:rsidR="00D60A57">
        <w:t xml:space="preserve">, </w:t>
      </w:r>
      <w:r w:rsidRPr="00F23192">
        <w:t>pour attaquer le pont-levis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affairaient à combler le fossé de d</w:t>
      </w:r>
      <w:r w:rsidRPr="00F23192">
        <w:t>é</w:t>
      </w:r>
      <w:r w:rsidRPr="00F23192">
        <w:t>fense</w:t>
      </w:r>
      <w:r w:rsidR="00D60A57">
        <w:t>.</w:t>
      </w:r>
    </w:p>
    <w:p w14:paraId="561EE022" w14:textId="77777777" w:rsidR="00D60A57" w:rsidRDefault="00E36F6A" w:rsidP="00D60A57">
      <w:r w:rsidRPr="00F23192">
        <w:t>Ils criaient à gorge déployée</w:t>
      </w:r>
      <w:r w:rsidR="00D60A57">
        <w:t> :</w:t>
      </w:r>
    </w:p>
    <w:p w14:paraId="24878EF3" w14:textId="77777777" w:rsidR="00D60A57" w:rsidRDefault="00D60A57" w:rsidP="00D60A57">
      <w:r>
        <w:t>— </w:t>
      </w:r>
      <w:r w:rsidR="00E36F6A" w:rsidRPr="00F23192">
        <w:t>Vive la Ligue</w:t>
      </w:r>
      <w:r>
        <w:t xml:space="preserve"> ! </w:t>
      </w:r>
      <w:r w:rsidR="00E36F6A" w:rsidRPr="00F23192">
        <w:t>Mort aux Parpaillots</w:t>
      </w:r>
      <w:r>
        <w:t>.</w:t>
      </w:r>
    </w:p>
    <w:p w14:paraId="7BE6F585" w14:textId="77777777" w:rsidR="00D60A57" w:rsidRDefault="00E36F6A" w:rsidP="00D60A57">
      <w:r w:rsidRPr="00F23192">
        <w:t>Des échelles se dressaient contre la muraille pour perme</w:t>
      </w:r>
      <w:r w:rsidRPr="00F23192">
        <w:t>t</w:t>
      </w:r>
      <w:r w:rsidRPr="00F23192">
        <w:t>tre aux plus audacieux de tenter d</w:t>
      </w:r>
      <w:r w:rsidR="00D60A57">
        <w:t>’</w:t>
      </w:r>
      <w:r w:rsidRPr="00F23192">
        <w:t>atteindre aux embrasures du premier étage</w:t>
      </w:r>
      <w:r w:rsidR="00D60A57">
        <w:t xml:space="preserve">, </w:t>
      </w:r>
      <w:r w:rsidRPr="00F23192">
        <w:t>de façon à pouvoir prendre à revers les défe</w:t>
      </w:r>
      <w:r w:rsidRPr="00F23192">
        <w:t>n</w:t>
      </w:r>
      <w:r w:rsidRPr="00F23192">
        <w:t>seurs de la salle des gardes</w:t>
      </w:r>
      <w:r w:rsidR="00D60A57">
        <w:t xml:space="preserve"> ; </w:t>
      </w:r>
      <w:r w:rsidRPr="00F23192">
        <w:t>ainsi pourraient-</w:t>
      </w:r>
      <w:r w:rsidRPr="00F23192">
        <w:lastRenderedPageBreak/>
        <w:t>ils espérer leur interdire l</w:t>
      </w:r>
      <w:r w:rsidR="00D60A57">
        <w:t>’</w:t>
      </w:r>
      <w:r w:rsidRPr="00F23192">
        <w:t>accès de la plate-forme et empêcher les couleuvrines d</w:t>
      </w:r>
      <w:r w:rsidR="00D60A57">
        <w:t>’</w:t>
      </w:r>
      <w:r w:rsidRPr="00F23192">
        <w:t>entrer en action</w:t>
      </w:r>
      <w:r w:rsidR="00D60A57">
        <w:t>.</w:t>
      </w:r>
    </w:p>
    <w:p w14:paraId="716E7E5E" w14:textId="77777777" w:rsidR="00D60A57" w:rsidRDefault="00E36F6A" w:rsidP="00D60A57">
      <w:r w:rsidRPr="00F23192">
        <w:t>La Louve comprenait leur plan et sentait la nécessité de faire l</w:t>
      </w:r>
      <w:r w:rsidR="00D60A57">
        <w:t>’</w:t>
      </w:r>
      <w:r w:rsidRPr="00F23192">
        <w:t>impossible pour leur barrer la route</w:t>
      </w:r>
      <w:r w:rsidR="00D60A57">
        <w:t>.</w:t>
      </w:r>
    </w:p>
    <w:p w14:paraId="1DE25BAF" w14:textId="77777777" w:rsidR="00D60A57" w:rsidRDefault="00E36F6A" w:rsidP="00D60A57">
      <w:r w:rsidRPr="00F23192">
        <w:t>Coûte que coûte</w:t>
      </w:r>
      <w:r w:rsidR="00D60A57">
        <w:t xml:space="preserve">, </w:t>
      </w:r>
      <w:r w:rsidRPr="00F23192">
        <w:t xml:space="preserve">il lui fallait tenir assez longtemps pour donner au comte du </w:t>
      </w:r>
      <w:proofErr w:type="spellStart"/>
      <w:r w:rsidRPr="00F23192">
        <w:t>Falouët</w:t>
      </w:r>
      <w:proofErr w:type="spellEnd"/>
      <w:r w:rsidRPr="00F23192">
        <w:t xml:space="preserve"> le loisir de leur tomber dessus</w:t>
      </w:r>
      <w:r w:rsidR="00D60A57">
        <w:t>.</w:t>
      </w:r>
    </w:p>
    <w:p w14:paraId="3A1DDB51" w14:textId="77777777" w:rsidR="00D60A57" w:rsidRDefault="00E36F6A" w:rsidP="00D60A57">
      <w:r w:rsidRPr="00F23192">
        <w:t>Soudain</w:t>
      </w:r>
      <w:r w:rsidR="00D60A57">
        <w:t xml:space="preserve">, </w:t>
      </w:r>
      <w:r w:rsidRPr="00F23192">
        <w:t>un craquement terrible se fit entendre</w:t>
      </w:r>
      <w:r w:rsidR="00D60A57">
        <w:t xml:space="preserve">, </w:t>
      </w:r>
      <w:r w:rsidRPr="00F23192">
        <w:t>salué par des hurlements de joie</w:t>
      </w:r>
      <w:r w:rsidR="00D60A57">
        <w:t>.</w:t>
      </w:r>
    </w:p>
    <w:p w14:paraId="36D960E8" w14:textId="77777777" w:rsidR="00D60A57" w:rsidRDefault="00E36F6A" w:rsidP="00D60A57">
      <w:r w:rsidRPr="00F23192">
        <w:t>Le pont-levis</w:t>
      </w:r>
      <w:r w:rsidR="00D60A57">
        <w:t xml:space="preserve">, </w:t>
      </w:r>
      <w:r w:rsidRPr="00F23192">
        <w:t>ses chaînes rompues à coup de hache</w:t>
      </w:r>
      <w:r w:rsidR="00D60A57">
        <w:t xml:space="preserve">, </w:t>
      </w:r>
      <w:r w:rsidRPr="00F23192">
        <w:t>venait de s</w:t>
      </w:r>
      <w:r w:rsidR="00D60A57">
        <w:t>’</w:t>
      </w:r>
      <w:r w:rsidRPr="00F23192">
        <w:t>abattre et les assaillants maintenant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 xml:space="preserve">attaquaient à la herse qui protégeait la </w:t>
      </w:r>
      <w:proofErr w:type="spellStart"/>
      <w:r w:rsidRPr="00F23192">
        <w:t>grand</w:t>
      </w:r>
      <w:r w:rsidR="00D60A57">
        <w:t>’</w:t>
      </w:r>
      <w:r w:rsidRPr="00F23192">
        <w:t>porte</w:t>
      </w:r>
      <w:proofErr w:type="spellEnd"/>
      <w:r w:rsidR="00D60A57">
        <w:t>.</w:t>
      </w:r>
    </w:p>
    <w:p w14:paraId="377872CA" w14:textId="77777777" w:rsidR="00D60A57" w:rsidRDefault="00E36F6A" w:rsidP="00D60A57">
      <w:r w:rsidRPr="00F23192">
        <w:t>Celle-ci</w:t>
      </w:r>
      <w:r w:rsidR="00D60A57">
        <w:t xml:space="preserve">, </w:t>
      </w:r>
      <w:r w:rsidRPr="00F23192">
        <w:t>bien que bardée de fer</w:t>
      </w:r>
      <w:r w:rsidR="00D60A57">
        <w:t xml:space="preserve">, </w:t>
      </w:r>
      <w:r w:rsidRPr="00F23192">
        <w:t>ne saurait opposer une longue résistance avec ses bois vermoulus</w:t>
      </w:r>
      <w:r w:rsidR="00D60A57">
        <w:t>.</w:t>
      </w:r>
    </w:p>
    <w:p w14:paraId="68E6F7F0" w14:textId="77777777" w:rsidR="00D60A57" w:rsidRDefault="00E36F6A" w:rsidP="00D60A57">
      <w:r w:rsidRPr="00F23192">
        <w:t>Il fallait prévoir le corps à corps</w:t>
      </w:r>
      <w:r w:rsidR="00D60A57">
        <w:t>.</w:t>
      </w:r>
    </w:p>
    <w:p w14:paraId="665A5083" w14:textId="77777777" w:rsidR="00D60A57" w:rsidRDefault="00E36F6A" w:rsidP="00D60A57">
      <w:r w:rsidRPr="00F23192">
        <w:t>La Louve comprit que le moment était venu de la suprême épreuve</w:t>
      </w:r>
      <w:r w:rsidR="00D60A57">
        <w:t>.</w:t>
      </w:r>
    </w:p>
    <w:p w14:paraId="0782CED2" w14:textId="77777777" w:rsidR="00D60A57" w:rsidRDefault="00E36F6A" w:rsidP="00D60A57">
      <w:r w:rsidRPr="00F23192">
        <w:t>Il était inutile qu</w:t>
      </w:r>
      <w:r w:rsidR="00D60A57">
        <w:t>’</w:t>
      </w:r>
      <w:r w:rsidRPr="00F23192">
        <w:t>avec sa poignée de gars elle cherchât à s</w:t>
      </w:r>
      <w:r w:rsidR="00D60A57">
        <w:t>’</w:t>
      </w:r>
      <w:r w:rsidRPr="00F23192">
        <w:t>opposer au flot d</w:t>
      </w:r>
      <w:r w:rsidR="00D60A57">
        <w:t>’</w:t>
      </w:r>
      <w:r w:rsidRPr="00F23192">
        <w:t>assaillants qui allaient se jeter dans la grande salle</w:t>
      </w:r>
      <w:r w:rsidR="00D60A57">
        <w:t xml:space="preserve"> ; </w:t>
      </w:r>
      <w:r w:rsidRPr="00F23192">
        <w:t>elle et les siens seraient submergés d</w:t>
      </w:r>
      <w:r w:rsidR="00D60A57">
        <w:t>’</w:t>
      </w:r>
      <w:r w:rsidRPr="00F23192">
        <w:t>une seule ruée</w:t>
      </w:r>
      <w:r w:rsidR="00D60A57">
        <w:t>…</w:t>
      </w:r>
    </w:p>
    <w:p w14:paraId="3050A5AC" w14:textId="77777777" w:rsidR="00D60A57" w:rsidRDefault="00E36F6A" w:rsidP="00D60A57">
      <w:r w:rsidRPr="00F23192">
        <w:t>Ce qu</w:t>
      </w:r>
      <w:r w:rsidR="00D60A57">
        <w:t>’</w:t>
      </w:r>
      <w:r w:rsidRPr="00F23192">
        <w:t>il fallait</w:t>
      </w:r>
      <w:r w:rsidR="00D60A57">
        <w:t xml:space="preserve">, </w:t>
      </w:r>
      <w:r w:rsidRPr="00F23192">
        <w:t>c</w:t>
      </w:r>
      <w:r w:rsidR="00D60A57">
        <w:t>’</w:t>
      </w:r>
      <w:r w:rsidRPr="00F23192">
        <w:t>était battre en retraite vers l</w:t>
      </w:r>
      <w:r w:rsidR="00D60A57">
        <w:t>’</w:t>
      </w:r>
      <w:r w:rsidRPr="00F23192">
        <w:t>escalier dont chaque marche étroite</w:t>
      </w:r>
      <w:r w:rsidR="00D60A57">
        <w:t xml:space="preserve">, </w:t>
      </w:r>
      <w:r w:rsidRPr="00F23192">
        <w:t>qu</w:t>
      </w:r>
      <w:r w:rsidR="00D60A57">
        <w:t>’</w:t>
      </w:r>
      <w:r w:rsidRPr="00F23192">
        <w:t>un seul homme suffirait à occuper</w:t>
      </w:r>
      <w:r w:rsidR="00D60A57">
        <w:t xml:space="preserve">, </w:t>
      </w:r>
      <w:r w:rsidRPr="00F23192">
        <w:t>formait un terrain de combat plus aisé à défendre</w:t>
      </w:r>
      <w:r w:rsidR="00D60A57">
        <w:t>…</w:t>
      </w:r>
    </w:p>
    <w:p w14:paraId="4699BF1F" w14:textId="77777777" w:rsidR="00D60A57" w:rsidRDefault="00E36F6A" w:rsidP="00D60A57">
      <w:r w:rsidRPr="00F23192">
        <w:t>Certes</w:t>
      </w:r>
      <w:r w:rsidR="00D60A57">
        <w:t xml:space="preserve">, </w:t>
      </w:r>
      <w:r w:rsidRPr="00F23192">
        <w:t>aucun des Loups ne pouvait espérer tirer sa peau de l</w:t>
      </w:r>
      <w:r w:rsidR="00D60A57">
        <w:t>’</w:t>
      </w:r>
      <w:r w:rsidRPr="00F23192">
        <w:t>aventure</w:t>
      </w:r>
      <w:r w:rsidR="00D60A57">
        <w:t xml:space="preserve"> ; </w:t>
      </w:r>
      <w:r w:rsidRPr="00F23192">
        <w:t>mais la mort de chacun d</w:t>
      </w:r>
      <w:r w:rsidR="00D60A57">
        <w:t>’</w:t>
      </w:r>
      <w:r w:rsidRPr="00F23192">
        <w:t>eux formerait autant d</w:t>
      </w:r>
      <w:r w:rsidR="00D60A57">
        <w:t>’</w:t>
      </w:r>
      <w:r w:rsidRPr="00F23192">
        <w:t>étapes que les gens de Mercœur auraient à franchir avant d</w:t>
      </w:r>
      <w:r w:rsidR="00D60A57">
        <w:t>’</w:t>
      </w:r>
      <w:r w:rsidRPr="00F23192">
        <w:t>atteindre le but auquel ils visaient</w:t>
      </w:r>
      <w:r w:rsidR="00D60A57">
        <w:t>.</w:t>
      </w:r>
    </w:p>
    <w:p w14:paraId="784270AB" w14:textId="77777777" w:rsidR="00D60A57" w:rsidRDefault="00E36F6A" w:rsidP="00D60A57">
      <w:r w:rsidRPr="00F23192">
        <w:lastRenderedPageBreak/>
        <w:t>Pour la Louve</w:t>
      </w:r>
      <w:r w:rsidR="00D60A57">
        <w:t xml:space="preserve">, </w:t>
      </w:r>
      <w:r w:rsidRPr="00F23192">
        <w:t>un seul objectif</w:t>
      </w:r>
      <w:r w:rsidR="00D60A57">
        <w:t xml:space="preserve"> : </w:t>
      </w:r>
      <w:r w:rsidRPr="00F23192">
        <w:t>empêcher que les coule</w:t>
      </w:r>
      <w:r w:rsidRPr="00F23192">
        <w:t>u</w:t>
      </w:r>
      <w:r w:rsidRPr="00F23192">
        <w:t>vrines pussent cracher boulets et mitraille sur Bertrand et les siens</w:t>
      </w:r>
      <w:r w:rsidR="00D60A57">
        <w:t>…</w:t>
      </w:r>
    </w:p>
    <w:p w14:paraId="3DE084B5" w14:textId="77777777" w:rsidR="00D60A57" w:rsidRDefault="00E36F6A" w:rsidP="00D60A57">
      <w:r w:rsidRPr="00F23192">
        <w:t>Bertrand</w:t>
      </w:r>
      <w:r w:rsidR="00D60A57">
        <w:t xml:space="preserve"> ! </w:t>
      </w:r>
      <w:r w:rsidRPr="00F23192">
        <w:t>Ce nom était sur ses lèvres comme un leitmotiv l</w:t>
      </w:r>
      <w:r w:rsidR="00D60A57">
        <w:t>’</w:t>
      </w:r>
      <w:r w:rsidRPr="00F23192">
        <w:t>excitant à l</w:t>
      </w:r>
      <w:r w:rsidR="00D60A57">
        <w:t>’</w:t>
      </w:r>
      <w:r w:rsidRPr="00F23192">
        <w:t>action</w:t>
      </w:r>
      <w:r w:rsidR="00D60A57">
        <w:t>.</w:t>
      </w:r>
    </w:p>
    <w:p w14:paraId="3B9403CB" w14:textId="77777777" w:rsidR="00D60A57" w:rsidRDefault="00E36F6A" w:rsidP="00D60A57">
      <w:r w:rsidRPr="00F23192">
        <w:t>La folle passion qui l</w:t>
      </w:r>
      <w:r w:rsidR="00D60A57">
        <w:t>’</w:t>
      </w:r>
      <w:r w:rsidRPr="00F23192">
        <w:t>avait si soudainement embrasée toute formait en elle comme une torche à laquelle s</w:t>
      </w:r>
      <w:r w:rsidR="00D60A57">
        <w:t>’</w:t>
      </w:r>
      <w:r w:rsidRPr="00F23192">
        <w:t>alimentaient sa force de résistance et sa volonté de vaincre</w:t>
      </w:r>
      <w:r w:rsidR="00D60A57">
        <w:t>.</w:t>
      </w:r>
    </w:p>
    <w:p w14:paraId="3221C5AC" w14:textId="77777777" w:rsidR="00D60A57" w:rsidRDefault="00D60A57" w:rsidP="00D60A57">
      <w:r>
        <w:t>— </w:t>
      </w:r>
      <w:r w:rsidR="00E36F6A" w:rsidRPr="00F23192">
        <w:t>À moi</w:t>
      </w:r>
      <w:r>
        <w:t xml:space="preserve"> ! </w:t>
      </w:r>
      <w:r w:rsidR="00E36F6A" w:rsidRPr="00F23192">
        <w:t>cria-t-elle</w:t>
      </w:r>
      <w:r>
        <w:t xml:space="preserve">… </w:t>
      </w:r>
      <w:r w:rsidR="00E36F6A" w:rsidRPr="00F23192">
        <w:t>en haut</w:t>
      </w:r>
      <w:r>
        <w:t> !</w:t>
      </w:r>
    </w:p>
    <w:p w14:paraId="77B10786" w14:textId="77777777" w:rsidR="00D60A57" w:rsidRDefault="00E36F6A" w:rsidP="00D60A57">
      <w:r w:rsidRPr="00F23192">
        <w:t>Donnant l</w:t>
      </w:r>
      <w:r w:rsidR="00D60A57">
        <w:t>’</w:t>
      </w:r>
      <w:r w:rsidRPr="00F23192">
        <w:t>exemple</w:t>
      </w:r>
      <w:r w:rsidR="00D60A57">
        <w:t xml:space="preserve">, </w:t>
      </w:r>
      <w:r w:rsidRPr="00F23192">
        <w:t>elle se rua vers l</w:t>
      </w:r>
      <w:r w:rsidR="00D60A57">
        <w:t>’</w:t>
      </w:r>
      <w:r w:rsidRPr="00F23192">
        <w:t>escalier</w:t>
      </w:r>
      <w:r w:rsidR="00D60A57">
        <w:t xml:space="preserve">, </w:t>
      </w:r>
      <w:r w:rsidRPr="00F23192">
        <w:t>suivie de ses Loups</w:t>
      </w:r>
      <w:r w:rsidR="00D60A57">
        <w:t xml:space="preserve">, </w:t>
      </w:r>
      <w:r w:rsidRPr="00F23192">
        <w:t>dont une poignée resta en arrière pour couvrir la r</w:t>
      </w:r>
      <w:r w:rsidRPr="00F23192">
        <w:t>e</w:t>
      </w:r>
      <w:r w:rsidRPr="00F23192">
        <w:t>traite des autres</w:t>
      </w:r>
      <w:r w:rsidR="00D60A57">
        <w:t>.</w:t>
      </w:r>
    </w:p>
    <w:p w14:paraId="417D33A5" w14:textId="77777777" w:rsidR="00D60A57" w:rsidRDefault="00E36F6A" w:rsidP="00D60A57">
      <w:r w:rsidRPr="00F23192">
        <w:t>Au même moment</w:t>
      </w:r>
      <w:r w:rsidR="00D60A57">
        <w:t xml:space="preserve">, </w:t>
      </w:r>
      <w:r w:rsidRPr="00F23192">
        <w:t>la grande porte s</w:t>
      </w:r>
      <w:r w:rsidR="00D60A57">
        <w:t>’</w:t>
      </w:r>
      <w:r w:rsidRPr="00F23192">
        <w:t>abattit avec un bruit de tonnerre</w:t>
      </w:r>
      <w:r w:rsidR="00D60A57">
        <w:t xml:space="preserve">, </w:t>
      </w:r>
      <w:r w:rsidRPr="00F23192">
        <w:t>livrant passage à une horde hurlante</w:t>
      </w:r>
      <w:r w:rsidR="00D60A57">
        <w:t>.</w:t>
      </w:r>
    </w:p>
    <w:p w14:paraId="6FE27B7E" w14:textId="77777777" w:rsidR="00D60A57" w:rsidRDefault="00E36F6A" w:rsidP="00D60A57">
      <w:r w:rsidRPr="00F23192">
        <w:t>Sanglant corps à corps</w:t>
      </w:r>
      <w:r w:rsidR="00D60A57">
        <w:t>…</w:t>
      </w:r>
    </w:p>
    <w:p w14:paraId="031C6097" w14:textId="77777777" w:rsidR="00D60A57" w:rsidRDefault="00D60A57" w:rsidP="00D60A57">
      <w:r>
        <w:t>— </w:t>
      </w:r>
      <w:r w:rsidR="00E36F6A" w:rsidRPr="00F23192">
        <w:t>Pas de quartier</w:t>
      </w:r>
      <w:r>
        <w:t xml:space="preserve"> ! </w:t>
      </w:r>
      <w:r w:rsidR="00E36F6A" w:rsidRPr="00F23192">
        <w:t>avait commandé la Louve</w:t>
      </w:r>
      <w:r>
        <w:t>.</w:t>
      </w:r>
    </w:p>
    <w:p w14:paraId="38945DCE" w14:textId="77777777" w:rsidR="00D60A57" w:rsidRDefault="00E36F6A" w:rsidP="00D60A57">
      <w:r w:rsidRPr="00F23192">
        <w:t>C</w:t>
      </w:r>
      <w:r w:rsidR="00D60A57">
        <w:t>’</w:t>
      </w:r>
      <w:r w:rsidRPr="00F23192">
        <w:t>était un égorgement affreux</w:t>
      </w:r>
      <w:r w:rsidR="00D60A57">
        <w:t>.</w:t>
      </w:r>
    </w:p>
    <w:p w14:paraId="4F1CDFEA" w14:textId="77777777" w:rsidR="00D60A57" w:rsidRDefault="00E36F6A" w:rsidP="00D60A57">
      <w:r w:rsidRPr="00F23192">
        <w:t>Les Loups</w:t>
      </w:r>
      <w:r w:rsidR="00D60A57">
        <w:t xml:space="preserve">, </w:t>
      </w:r>
      <w:r w:rsidRPr="00F23192">
        <w:t>un à un</w:t>
      </w:r>
      <w:r w:rsidR="00D60A57">
        <w:t xml:space="preserve">, </w:t>
      </w:r>
      <w:r w:rsidRPr="00F23192">
        <w:t>tombaient et la mise à mort de chacun d</w:t>
      </w:r>
      <w:r w:rsidR="00D60A57">
        <w:t>’</w:t>
      </w:r>
      <w:r w:rsidRPr="00F23192">
        <w:t>eux retardait d</w:t>
      </w:r>
      <w:r w:rsidR="00D60A57">
        <w:t>’</w:t>
      </w:r>
      <w:r w:rsidRPr="00F23192">
        <w:t>autant l</w:t>
      </w:r>
      <w:r w:rsidR="00D60A57">
        <w:t>’</w:t>
      </w:r>
      <w:r w:rsidRPr="00F23192">
        <w:t>avance des Ligueurs qui couraient à l</w:t>
      </w:r>
      <w:r w:rsidR="00D60A57">
        <w:t>’</w:t>
      </w:r>
      <w:r w:rsidRPr="00F23192">
        <w:t>escalier</w:t>
      </w:r>
      <w:r w:rsidR="00D60A57">
        <w:t>.</w:t>
      </w:r>
    </w:p>
    <w:p w14:paraId="6B4E4515" w14:textId="77777777" w:rsidR="00D60A57" w:rsidRDefault="00E36F6A" w:rsidP="00D60A57">
      <w:r w:rsidRPr="00F23192">
        <w:t>Là</w:t>
      </w:r>
      <w:r w:rsidR="00D60A57">
        <w:t xml:space="preserve">, </w:t>
      </w:r>
      <w:r w:rsidRPr="00F23192">
        <w:t>ils se heurtaient au groupe que la Louve avait entraîné à sa suite et qui défendait avec fureur chaque marche</w:t>
      </w:r>
      <w:r w:rsidR="00D60A57">
        <w:t xml:space="preserve">, </w:t>
      </w:r>
      <w:r w:rsidRPr="00F23192">
        <w:t>pied à pied</w:t>
      </w:r>
      <w:r w:rsidR="00D60A57">
        <w:t>…</w:t>
      </w:r>
    </w:p>
    <w:p w14:paraId="58832B6B" w14:textId="77777777" w:rsidR="00D60A57" w:rsidRDefault="00E36F6A" w:rsidP="00D60A57">
      <w:r w:rsidRPr="00F23192">
        <w:t>Mais les hommes de Mercœur montaient toujours</w:t>
      </w:r>
      <w:r w:rsidR="00D60A57">
        <w:t xml:space="preserve">, </w:t>
      </w:r>
      <w:r w:rsidRPr="00F23192">
        <w:t>obéi</w:t>
      </w:r>
      <w:r w:rsidRPr="00F23192">
        <w:t>s</w:t>
      </w:r>
      <w:r w:rsidRPr="00F23192">
        <w:t>sant à la poussée formidable de ceux qui venaient à leur suite</w:t>
      </w:r>
      <w:r w:rsidR="00D60A57">
        <w:t>.</w:t>
      </w:r>
    </w:p>
    <w:p w14:paraId="2CFBA61B" w14:textId="77777777" w:rsidR="00D60A57" w:rsidRDefault="00E36F6A" w:rsidP="00D60A57">
      <w:r w:rsidRPr="00F23192">
        <w:lastRenderedPageBreak/>
        <w:t>La Louve reculait</w:t>
      </w:r>
      <w:r w:rsidR="00D60A57">
        <w:t xml:space="preserve">, </w:t>
      </w:r>
      <w:r w:rsidRPr="00F23192">
        <w:t>mais elle savait que sa résistance dése</w:t>
      </w:r>
      <w:r w:rsidRPr="00F23192">
        <w:t>s</w:t>
      </w:r>
      <w:r w:rsidRPr="00F23192">
        <w:t>pérée n</w:t>
      </w:r>
      <w:r w:rsidR="00D60A57">
        <w:t>’</w:t>
      </w:r>
      <w:r w:rsidRPr="00F23192">
        <w:t>était pas inutile</w:t>
      </w:r>
      <w:r w:rsidR="00D60A57">
        <w:t xml:space="preserve"> ; </w:t>
      </w:r>
      <w:r w:rsidRPr="00F23192">
        <w:t>chaque minute employée à défendre une marche était autant d</w:t>
      </w:r>
      <w:r w:rsidR="00D60A57">
        <w:t>’</w:t>
      </w:r>
      <w:r w:rsidRPr="00F23192">
        <w:t xml:space="preserve">atouts de plus dans la main du comte du </w:t>
      </w:r>
      <w:proofErr w:type="spellStart"/>
      <w:r w:rsidRPr="00F23192">
        <w:t>Falouët</w:t>
      </w:r>
      <w:proofErr w:type="spellEnd"/>
      <w:r w:rsidR="00D60A57">
        <w:t>.</w:t>
      </w:r>
    </w:p>
    <w:p w14:paraId="62DE0D5A" w14:textId="77777777" w:rsidR="00D60A57" w:rsidRDefault="00E36F6A" w:rsidP="00D60A57">
      <w:r w:rsidRPr="00F23192">
        <w:t>Bertrand</w:t>
      </w:r>
      <w:r w:rsidR="00D60A57">
        <w:t> !</w:t>
      </w:r>
    </w:p>
    <w:p w14:paraId="223F0BB9" w14:textId="77777777" w:rsidR="00D60A57" w:rsidRDefault="00E36F6A" w:rsidP="00D60A57">
      <w:r w:rsidRPr="00F23192">
        <w:t>Comme les sons d</w:t>
      </w:r>
      <w:r w:rsidR="00D60A57">
        <w:t>’</w:t>
      </w:r>
      <w:r w:rsidRPr="00F23192">
        <w:t>une cloche</w:t>
      </w:r>
      <w:r w:rsidR="00D60A57">
        <w:t xml:space="preserve">, </w:t>
      </w:r>
      <w:r w:rsidRPr="00F23192">
        <w:t>ces deux syllabes tintaient aux oreilles de la jeune femme</w:t>
      </w:r>
      <w:r w:rsidR="00D60A57">
        <w:t>.</w:t>
      </w:r>
    </w:p>
    <w:p w14:paraId="2128B473" w14:textId="77777777" w:rsidR="00D60A57" w:rsidRDefault="00E36F6A" w:rsidP="00D60A57">
      <w:r w:rsidRPr="00F23192">
        <w:t>C</w:t>
      </w:r>
      <w:r w:rsidR="00D60A57">
        <w:t>’</w:t>
      </w:r>
      <w:r w:rsidRPr="00F23192">
        <w:t>était pour lui qu</w:t>
      </w:r>
      <w:r w:rsidR="00D60A57">
        <w:t>’</w:t>
      </w:r>
      <w:r w:rsidRPr="00F23192">
        <w:t>elle combattait</w:t>
      </w:r>
      <w:r w:rsidR="00D60A57">
        <w:t xml:space="preserve"> ! </w:t>
      </w:r>
      <w:r w:rsidRPr="00F23192">
        <w:t>Pour lui qu</w:t>
      </w:r>
      <w:r w:rsidR="00D60A57">
        <w:t>’</w:t>
      </w:r>
      <w:r w:rsidRPr="00F23192">
        <w:t>elle allait mourir</w:t>
      </w:r>
      <w:r w:rsidR="00D60A57">
        <w:t>…</w:t>
      </w:r>
    </w:p>
    <w:p w14:paraId="4A04625E" w14:textId="77777777" w:rsidR="00D60A57" w:rsidRDefault="00E36F6A" w:rsidP="00D60A57">
      <w:r w:rsidRPr="00F23192">
        <w:t>Elle connaissait le sort qui l</w:t>
      </w:r>
      <w:r w:rsidR="00D60A57">
        <w:t>’</w:t>
      </w:r>
      <w:r w:rsidRPr="00F23192">
        <w:t>attendait</w:t>
      </w:r>
      <w:r w:rsidR="00D60A57">
        <w:t xml:space="preserve">… </w:t>
      </w:r>
      <w:r w:rsidRPr="00F23192">
        <w:t>sort fatal qu</w:t>
      </w:r>
      <w:r w:rsidR="00D60A57">
        <w:t>’</w:t>
      </w:r>
      <w:r w:rsidRPr="00F23192">
        <w:t>elle bénissait</w:t>
      </w:r>
      <w:r w:rsidR="00D60A57">
        <w:t xml:space="preserve">, </w:t>
      </w:r>
      <w:r w:rsidRPr="00F23192">
        <w:t>car elle voulait bien s</w:t>
      </w:r>
      <w:r w:rsidR="00D60A57">
        <w:t>’</w:t>
      </w:r>
      <w:r w:rsidRPr="00F23192">
        <w:t>employer de toutes ses forces au bonheur de Bertrand</w:t>
      </w:r>
      <w:r w:rsidR="00D60A57">
        <w:t xml:space="preserve"> ; </w:t>
      </w:r>
      <w:r w:rsidRPr="00F23192">
        <w:t>mais elle frémissait de désespoir à la pensée qu</w:t>
      </w:r>
      <w:r w:rsidR="00D60A57">
        <w:t>’</w:t>
      </w:r>
      <w:r w:rsidRPr="00F23192">
        <w:t>elle pourrait en être témoin</w:t>
      </w:r>
      <w:r w:rsidR="00D60A57">
        <w:t>.</w:t>
      </w:r>
    </w:p>
    <w:p w14:paraId="6DCFE318" w14:textId="77777777" w:rsidR="00D60A57" w:rsidRDefault="00E36F6A" w:rsidP="00D60A57">
      <w:r w:rsidRPr="00F23192">
        <w:t>Donc</w:t>
      </w:r>
      <w:r w:rsidR="00D60A57">
        <w:t xml:space="preserve">, </w:t>
      </w:r>
      <w:r w:rsidRPr="00F23192">
        <w:t>elle voulait mourir</w:t>
      </w:r>
      <w:r w:rsidR="00D60A57">
        <w:t xml:space="preserve">… </w:t>
      </w:r>
      <w:r w:rsidRPr="00F23192">
        <w:t>mais que cette mort assurât le succès des partisans bretons dont Bertrand était le chef</w:t>
      </w:r>
      <w:r w:rsidR="00D60A57">
        <w:t>.</w:t>
      </w:r>
    </w:p>
    <w:p w14:paraId="73B203D8" w14:textId="77777777" w:rsidR="00D60A57" w:rsidRDefault="00E36F6A" w:rsidP="00D60A57">
      <w:r w:rsidRPr="00F23192">
        <w:t>Et elle jouait de l</w:t>
      </w:r>
      <w:r w:rsidR="00D60A57">
        <w:t>’</w:t>
      </w:r>
      <w:r w:rsidRPr="00F23192">
        <w:t>épée</w:t>
      </w:r>
      <w:r w:rsidR="00D60A57">
        <w:t xml:space="preserve">, </w:t>
      </w:r>
      <w:r w:rsidRPr="00F23192">
        <w:t>de la dague avec une furie endi</w:t>
      </w:r>
      <w:r w:rsidRPr="00F23192">
        <w:t>a</w:t>
      </w:r>
      <w:r w:rsidRPr="00F23192">
        <w:t>blée</w:t>
      </w:r>
      <w:r w:rsidR="00D60A57">
        <w:t>.</w:t>
      </w:r>
    </w:p>
    <w:p w14:paraId="35E780CA" w14:textId="77777777" w:rsidR="00D60A57" w:rsidRDefault="00E36F6A" w:rsidP="00D60A57">
      <w:r w:rsidRPr="00F23192">
        <w:t>Dans sa folie</w:t>
      </w:r>
      <w:r w:rsidR="00D60A57">
        <w:t xml:space="preserve">, </w:t>
      </w:r>
      <w:r w:rsidRPr="00F23192">
        <w:t>elle trouvait une joie farouche à chaque corps abattu</w:t>
      </w:r>
      <w:r w:rsidR="00D60A57">
        <w:t xml:space="preserve">, </w:t>
      </w:r>
      <w:r w:rsidRPr="00F23192">
        <w:t xml:space="preserve">comme si chacun de ceux-là eût été une partie de </w:t>
      </w:r>
      <w:proofErr w:type="spellStart"/>
      <w:r w:rsidRPr="00F23192">
        <w:t>Ke</w:t>
      </w:r>
      <w:r w:rsidRPr="00F23192">
        <w:t>r</w:t>
      </w:r>
      <w:r w:rsidRPr="00F23192">
        <w:t>lor</w:t>
      </w:r>
      <w:proofErr w:type="spellEnd"/>
      <w:r w:rsidR="00D60A57">
        <w:t>…</w:t>
      </w:r>
    </w:p>
    <w:p w14:paraId="18BD6C00" w14:textId="77777777" w:rsidR="00D60A57" w:rsidRDefault="00E36F6A" w:rsidP="00D60A57">
      <w:r w:rsidRPr="00F23192">
        <w:t>Il ne suffisait pas à sa vengeance qu</w:t>
      </w:r>
      <w:r w:rsidR="00D60A57">
        <w:t>’</w:t>
      </w:r>
      <w:r w:rsidRPr="00F23192">
        <w:t>elle eût frappé celui-ci</w:t>
      </w:r>
      <w:r w:rsidR="00D60A57">
        <w:t>.</w:t>
      </w:r>
    </w:p>
    <w:p w14:paraId="2B0BC9C3" w14:textId="77777777" w:rsidR="00D60A57" w:rsidRDefault="00E36F6A" w:rsidP="00D60A57">
      <w:r w:rsidRPr="00F23192">
        <w:t>L</w:t>
      </w:r>
      <w:r w:rsidR="00D60A57">
        <w:t>’</w:t>
      </w:r>
      <w:r w:rsidRPr="00F23192">
        <w:t>oreille tendue par-dessus le fracas de la lutte</w:t>
      </w:r>
      <w:r w:rsidR="00D60A57">
        <w:t xml:space="preserve">, </w:t>
      </w:r>
      <w:r w:rsidRPr="00F23192">
        <w:t>elle quêtait</w:t>
      </w:r>
      <w:r w:rsidR="00D60A57">
        <w:t xml:space="preserve">, </w:t>
      </w:r>
      <w:r w:rsidRPr="00F23192">
        <w:t>dans le lointain</w:t>
      </w:r>
      <w:r w:rsidR="00D60A57">
        <w:t xml:space="preserve">, </w:t>
      </w:r>
      <w:r w:rsidRPr="00F23192">
        <w:t>l</w:t>
      </w:r>
      <w:r w:rsidR="00D60A57">
        <w:t>’</w:t>
      </w:r>
      <w:r w:rsidRPr="00F23192">
        <w:t>annonce de l</w:t>
      </w:r>
      <w:r w:rsidR="00D60A57">
        <w:t>’</w:t>
      </w:r>
      <w:r w:rsidRPr="00F23192">
        <w:t>approche de Bertrand et de sa troupe</w:t>
      </w:r>
      <w:r w:rsidR="00D60A57">
        <w:t>.</w:t>
      </w:r>
    </w:p>
    <w:p w14:paraId="2ABF0E0E" w14:textId="77777777" w:rsidR="00D60A57" w:rsidRDefault="00E36F6A" w:rsidP="00D60A57">
      <w:r w:rsidRPr="00F23192">
        <w:t>Il était temps qu</w:t>
      </w:r>
      <w:r w:rsidR="00D60A57">
        <w:t>’</w:t>
      </w:r>
      <w:r w:rsidRPr="00F23192">
        <w:t>ils arrivassent</w:t>
      </w:r>
      <w:r w:rsidR="00D60A57">
        <w:t>.</w:t>
      </w:r>
    </w:p>
    <w:p w14:paraId="3316A97C" w14:textId="77777777" w:rsidR="00D60A57" w:rsidRDefault="00E36F6A" w:rsidP="00D60A57">
      <w:r w:rsidRPr="00F23192">
        <w:lastRenderedPageBreak/>
        <w:t>À force de frapper</w:t>
      </w:r>
      <w:r w:rsidR="00D60A57">
        <w:t xml:space="preserve">, </w:t>
      </w:r>
      <w:r w:rsidRPr="00F23192">
        <w:t>ses bras étaient las</w:t>
      </w:r>
      <w:r w:rsidR="00D60A57">
        <w:t xml:space="preserve"> ; </w:t>
      </w:r>
      <w:r w:rsidRPr="00F23192">
        <w:t>à force de tomber les Loups n</w:t>
      </w:r>
      <w:r w:rsidR="00D60A57">
        <w:t>’</w:t>
      </w:r>
      <w:r w:rsidRPr="00F23192">
        <w:t>étaient plus qu</w:t>
      </w:r>
      <w:r w:rsidR="00D60A57">
        <w:t>’</w:t>
      </w:r>
      <w:r w:rsidRPr="00F23192">
        <w:t>une poignée</w:t>
      </w:r>
      <w:r w:rsidR="00D60A57">
        <w:t>.</w:t>
      </w:r>
    </w:p>
    <w:p w14:paraId="0A72ABB3" w14:textId="77777777" w:rsidR="00D60A57" w:rsidRDefault="00E36F6A" w:rsidP="00D60A57">
      <w:r w:rsidRPr="00F23192">
        <w:t>Un effort encore</w:t>
      </w:r>
      <w:r w:rsidR="00D60A57">
        <w:t xml:space="preserve">, </w:t>
      </w:r>
      <w:r w:rsidRPr="00F23192">
        <w:t>et les hommes de Mercœur auraient a</w:t>
      </w:r>
      <w:r w:rsidRPr="00F23192">
        <w:t>t</w:t>
      </w:r>
      <w:r w:rsidRPr="00F23192">
        <w:t>teint le sommet du donjon</w:t>
      </w:r>
      <w:r w:rsidR="00D60A57">
        <w:t xml:space="preserve">… </w:t>
      </w:r>
      <w:r w:rsidRPr="00F23192">
        <w:t>Les couleuvrines une fois en leur possession</w:t>
      </w:r>
      <w:r w:rsidR="00D60A57">
        <w:t xml:space="preserve">, </w:t>
      </w:r>
      <w:r w:rsidRPr="00F23192">
        <w:t>qu</w:t>
      </w:r>
      <w:r w:rsidR="00D60A57">
        <w:t>’</w:t>
      </w:r>
      <w:r w:rsidRPr="00F23192">
        <w:t>adviendrait-il de ceux qui accouraient et dont le feu de l</w:t>
      </w:r>
      <w:r w:rsidR="00D60A57">
        <w:t>’</w:t>
      </w:r>
      <w:r w:rsidRPr="00F23192">
        <w:t>artillerie briserait l</w:t>
      </w:r>
      <w:r w:rsidR="00D60A57">
        <w:t>’</w:t>
      </w:r>
      <w:r w:rsidRPr="00F23192">
        <w:t>élan</w:t>
      </w:r>
      <w:r w:rsidR="00D60A57">
        <w:t>.</w:t>
      </w:r>
    </w:p>
    <w:p w14:paraId="45B2EE0A" w14:textId="77777777" w:rsidR="00D60A57" w:rsidRDefault="00E36F6A" w:rsidP="00D60A57">
      <w:r w:rsidRPr="00F23192">
        <w:t>Quelques marches encore</w:t>
      </w:r>
      <w:r w:rsidR="00D60A57">
        <w:t xml:space="preserve">, </w:t>
      </w:r>
      <w:r w:rsidRPr="00F23192">
        <w:t>et c</w:t>
      </w:r>
      <w:r w:rsidR="00D60A57">
        <w:t>’</w:t>
      </w:r>
      <w:r w:rsidRPr="00F23192">
        <w:t>en serait fini</w:t>
      </w:r>
      <w:r w:rsidR="00D60A57">
        <w:t xml:space="preserve"> !… </w:t>
      </w:r>
      <w:r w:rsidRPr="00F23192">
        <w:t>Sa suprême ressource</w:t>
      </w:r>
      <w:r w:rsidR="00D60A57">
        <w:t xml:space="preserve">, </w:t>
      </w:r>
      <w:r w:rsidRPr="00F23192">
        <w:t>à elle</w:t>
      </w:r>
      <w:r w:rsidR="00D60A57">
        <w:t xml:space="preserve">, </w:t>
      </w:r>
      <w:r w:rsidRPr="00F23192">
        <w:t>serait alors d</w:t>
      </w:r>
      <w:r w:rsidR="00D60A57">
        <w:t>’</w:t>
      </w:r>
      <w:r w:rsidRPr="00F23192">
        <w:t>enjamber les créneaux</w:t>
      </w:r>
      <w:r w:rsidR="00D60A57">
        <w:t xml:space="preserve">, </w:t>
      </w:r>
      <w:r w:rsidRPr="00F23192">
        <w:t>si elle voulait échapper au sort infâme qui l</w:t>
      </w:r>
      <w:r w:rsidR="00D60A57">
        <w:t>’</w:t>
      </w:r>
      <w:r w:rsidRPr="00F23192">
        <w:t>attendait</w:t>
      </w:r>
      <w:r w:rsidR="00D60A57">
        <w:t>.</w:t>
      </w:r>
    </w:p>
    <w:p w14:paraId="73E6BBD6" w14:textId="77777777" w:rsidR="00D60A57" w:rsidRDefault="00E36F6A" w:rsidP="00D60A57">
      <w:r w:rsidRPr="00F23192">
        <w:t>La corde</w:t>
      </w:r>
      <w:r w:rsidR="00D60A57">
        <w:t xml:space="preserve"> !… </w:t>
      </w:r>
      <w:r w:rsidRPr="00F23192">
        <w:t>non</w:t>
      </w:r>
      <w:r w:rsidR="00D60A57">
        <w:t xml:space="preserve">, </w:t>
      </w:r>
      <w:r w:rsidRPr="00F23192">
        <w:t>plutôt la chute dans le vide et l</w:t>
      </w:r>
      <w:r w:rsidR="00D60A57">
        <w:t>’</w:t>
      </w:r>
      <w:r w:rsidRPr="00F23192">
        <w:t>horrible contact de son corps vivant avec le sol</w:t>
      </w:r>
      <w:r w:rsidR="00D60A57">
        <w:t>.</w:t>
      </w:r>
    </w:p>
    <w:p w14:paraId="060F2F88" w14:textId="77777777" w:rsidR="00D60A57" w:rsidRDefault="00E36F6A" w:rsidP="00D60A57">
      <w:r w:rsidRPr="00F23192">
        <w:t>Car elle vivait</w:t>
      </w:r>
      <w:r w:rsidR="00D60A57">
        <w:t xml:space="preserve">, </w:t>
      </w:r>
      <w:r w:rsidRPr="00F23192">
        <w:t>intacte par un miracle</w:t>
      </w:r>
      <w:r w:rsidR="00D60A57">
        <w:t xml:space="preserve">… </w:t>
      </w:r>
      <w:r w:rsidRPr="00F23192">
        <w:t>La vaillance de son épée avait fait autour d</w:t>
      </w:r>
      <w:r w:rsidR="00D60A57">
        <w:t>’</w:t>
      </w:r>
      <w:r w:rsidRPr="00F23192">
        <w:t>elle une zone protectrice que les armes de ses adversaires avaient été impuissantes à percer</w:t>
      </w:r>
      <w:r w:rsidR="00D60A57">
        <w:t>.</w:t>
      </w:r>
    </w:p>
    <w:p w14:paraId="65CFF188" w14:textId="77777777" w:rsidR="00D60A57" w:rsidRDefault="00E36F6A" w:rsidP="00D60A57">
      <w:r w:rsidRPr="00F23192">
        <w:t>Le sang qui la souillait n</w:t>
      </w:r>
      <w:r w:rsidR="00D60A57">
        <w:t>’</w:t>
      </w:r>
      <w:r w:rsidRPr="00F23192">
        <w:t>était pas le sien</w:t>
      </w:r>
      <w:r w:rsidR="00D60A57">
        <w:t> !</w:t>
      </w:r>
    </w:p>
    <w:p w14:paraId="2E406F54" w14:textId="77777777" w:rsidR="00D60A57" w:rsidRDefault="00E36F6A" w:rsidP="00D60A57">
      <w:r w:rsidRPr="00F23192">
        <w:t>Soudain comme</w:t>
      </w:r>
      <w:r w:rsidR="00D60A57">
        <w:t xml:space="preserve">, </w:t>
      </w:r>
      <w:r w:rsidRPr="00F23192">
        <w:t>refoulée toujours</w:t>
      </w:r>
      <w:r w:rsidR="00D60A57">
        <w:t xml:space="preserve">, </w:t>
      </w:r>
      <w:r w:rsidRPr="00F23192">
        <w:t>elle mettait le pied sur la plate-forme</w:t>
      </w:r>
      <w:r w:rsidR="00D60A57">
        <w:t xml:space="preserve">, </w:t>
      </w:r>
      <w:r w:rsidRPr="00F23192">
        <w:t>une sonnerie de trompe</w:t>
      </w:r>
      <w:r w:rsidR="00D60A57">
        <w:t xml:space="preserve">, </w:t>
      </w:r>
      <w:r w:rsidRPr="00F23192">
        <w:t>aiguë</w:t>
      </w:r>
      <w:r w:rsidR="00D60A57">
        <w:t xml:space="preserve">, </w:t>
      </w:r>
      <w:r w:rsidRPr="00F23192">
        <w:t>triomphante</w:t>
      </w:r>
      <w:r w:rsidR="00D60A57">
        <w:t xml:space="preserve"> ; </w:t>
      </w:r>
      <w:r w:rsidRPr="00F23192">
        <w:t>domina le tumulte</w:t>
      </w:r>
      <w:r w:rsidR="00D60A57">
        <w:t>.</w:t>
      </w:r>
    </w:p>
    <w:p w14:paraId="6C4BD9B2" w14:textId="77777777" w:rsidR="00D60A57" w:rsidRDefault="00E36F6A" w:rsidP="00D60A57">
      <w:r w:rsidRPr="00F23192">
        <w:t>Et elle hurla</w:t>
      </w:r>
      <w:r w:rsidR="00D60A57">
        <w:t> :</w:t>
      </w:r>
    </w:p>
    <w:p w14:paraId="478C0E4B" w14:textId="77777777" w:rsidR="00D60A57" w:rsidRDefault="00D60A57" w:rsidP="00D60A57">
      <w:r>
        <w:t>— </w:t>
      </w:r>
      <w:r w:rsidR="00E36F6A" w:rsidRPr="00F23192">
        <w:t>Enfin</w:t>
      </w:r>
      <w:r>
        <w:t xml:space="preserve"> ! </w:t>
      </w:r>
      <w:r w:rsidR="00E36F6A" w:rsidRPr="00F23192">
        <w:t>Les voilà</w:t>
      </w:r>
      <w:r>
        <w:t> !</w:t>
      </w:r>
    </w:p>
    <w:p w14:paraId="0E7B74A8" w14:textId="77777777" w:rsidR="00D60A57" w:rsidRDefault="00E36F6A" w:rsidP="00D60A57">
      <w:r w:rsidRPr="00F23192">
        <w:t xml:space="preserve">Elle avait reconnu le signal des Loups accompagnant les forces bretonnes que le comte du </w:t>
      </w:r>
      <w:proofErr w:type="spellStart"/>
      <w:r w:rsidRPr="00F23192">
        <w:t>Falouët</w:t>
      </w:r>
      <w:proofErr w:type="spellEnd"/>
      <w:r w:rsidRPr="00F23192">
        <w:t xml:space="preserve"> était allé chercher au gué de la </w:t>
      </w:r>
      <w:proofErr w:type="spellStart"/>
      <w:r w:rsidRPr="00F23192">
        <w:t>Penzée</w:t>
      </w:r>
      <w:proofErr w:type="spellEnd"/>
      <w:r w:rsidR="00D60A57">
        <w:t>.</w:t>
      </w:r>
    </w:p>
    <w:p w14:paraId="2530B25C" w14:textId="77777777" w:rsidR="00D60A57" w:rsidRDefault="00E36F6A" w:rsidP="00D60A57">
      <w:r w:rsidRPr="00F23192">
        <w:t>Qu</w:t>
      </w:r>
      <w:r w:rsidR="00D60A57">
        <w:t>’</w:t>
      </w:r>
      <w:r w:rsidRPr="00F23192">
        <w:t>elle réussît à tenir quelques minutes encore</w:t>
      </w:r>
      <w:r w:rsidR="00D60A57">
        <w:t xml:space="preserve">, </w:t>
      </w:r>
      <w:r w:rsidRPr="00F23192">
        <w:t>et Be</w:t>
      </w:r>
      <w:r w:rsidRPr="00F23192">
        <w:t>r</w:t>
      </w:r>
      <w:r w:rsidRPr="00F23192">
        <w:t>trand</w:t>
      </w:r>
      <w:r w:rsidR="00D60A57">
        <w:t>…</w:t>
      </w:r>
    </w:p>
    <w:p w14:paraId="59AD96C4" w14:textId="77777777" w:rsidR="00D60A57" w:rsidRDefault="00E36F6A" w:rsidP="00D60A57">
      <w:r w:rsidRPr="00F23192">
        <w:lastRenderedPageBreak/>
        <w:t>Cette encourageante et suprême pensée fut coupée par un juron affreux que la douleur lui arrachait</w:t>
      </w:r>
      <w:r w:rsidR="00D60A57">
        <w:t>.</w:t>
      </w:r>
    </w:p>
    <w:p w14:paraId="390950FD" w14:textId="77777777" w:rsidR="00D60A57" w:rsidRDefault="00E36F6A" w:rsidP="00D60A57">
      <w:r w:rsidRPr="00F23192">
        <w:t>Une lame venait de lui percer le corps</w:t>
      </w:r>
      <w:r w:rsidR="00D60A57">
        <w:t>.</w:t>
      </w:r>
    </w:p>
    <w:p w14:paraId="5B965952" w14:textId="77777777" w:rsidR="00D60A57" w:rsidRDefault="00E36F6A" w:rsidP="00D60A57">
      <w:r w:rsidRPr="00F23192">
        <w:t>Elle se sentit incapable de combattre</w:t>
      </w:r>
      <w:r w:rsidR="00D60A57">
        <w:t xml:space="preserve"> ; </w:t>
      </w:r>
      <w:r w:rsidRPr="00F23192">
        <w:t>son épée lui échappa des mains et elle tomba</w:t>
      </w:r>
      <w:r w:rsidR="00D60A57">
        <w:t>.</w:t>
      </w:r>
    </w:p>
    <w:p w14:paraId="0022342E" w14:textId="77777777" w:rsidR="00D60A57" w:rsidRDefault="00E36F6A" w:rsidP="00D60A57">
      <w:r w:rsidRPr="00F23192">
        <w:t>Alors</w:t>
      </w:r>
      <w:r w:rsidR="00D60A57">
        <w:t xml:space="preserve">, </w:t>
      </w:r>
      <w:r w:rsidRPr="00F23192">
        <w:t>se comprenant perdue</w:t>
      </w:r>
      <w:r w:rsidR="00D60A57">
        <w:t xml:space="preserve">, </w:t>
      </w:r>
      <w:r w:rsidRPr="00F23192">
        <w:t>elle réunit ses dernières fo</w:t>
      </w:r>
      <w:r w:rsidRPr="00F23192">
        <w:t>r</w:t>
      </w:r>
      <w:r w:rsidRPr="00F23192">
        <w:t>ces pour se traîner jusqu</w:t>
      </w:r>
      <w:r w:rsidR="00D60A57">
        <w:t>’</w:t>
      </w:r>
      <w:r w:rsidRPr="00F23192">
        <w:t>à l</w:t>
      </w:r>
      <w:r w:rsidR="00D60A57">
        <w:t>’</w:t>
      </w:r>
      <w:r w:rsidRPr="00F23192">
        <w:t>un des créneaux d</w:t>
      </w:r>
      <w:r w:rsidR="00D60A57">
        <w:t>’</w:t>
      </w:r>
      <w:r w:rsidRPr="00F23192">
        <w:t>où elle se jetterait dans le vide</w:t>
      </w:r>
      <w:r w:rsidR="00D60A57">
        <w:t>.</w:t>
      </w:r>
    </w:p>
    <w:p w14:paraId="7F6EA136" w14:textId="77777777" w:rsidR="00D60A57" w:rsidRDefault="00E36F6A" w:rsidP="00D60A57">
      <w:r w:rsidRPr="00F23192">
        <w:t>Mais des mains s</w:t>
      </w:r>
      <w:r w:rsidR="00D60A57">
        <w:t>’</w:t>
      </w:r>
      <w:r w:rsidRPr="00F23192">
        <w:t>abattirent sauvagement sur elle et la sa</w:t>
      </w:r>
      <w:r w:rsidRPr="00F23192">
        <w:t>i</w:t>
      </w:r>
      <w:r w:rsidRPr="00F23192">
        <w:t>sirent</w:t>
      </w:r>
      <w:r w:rsidR="00D60A57">
        <w:t>.</w:t>
      </w:r>
    </w:p>
    <w:p w14:paraId="6F493364" w14:textId="77777777" w:rsidR="00D60A57" w:rsidRDefault="00D60A57" w:rsidP="00D60A57">
      <w:r>
        <w:t>— </w:t>
      </w:r>
      <w:r w:rsidR="00E36F6A" w:rsidRPr="00F23192">
        <w:t>À la corde</w:t>
      </w:r>
      <w:r>
        <w:t xml:space="preserve">, </w:t>
      </w:r>
      <w:r w:rsidR="00E36F6A" w:rsidRPr="00F23192">
        <w:t>la Louve</w:t>
      </w:r>
      <w:r>
        <w:t xml:space="preserve"> ! </w:t>
      </w:r>
      <w:r w:rsidR="00E36F6A" w:rsidRPr="00F23192">
        <w:t>hurlèrent les ligueurs</w:t>
      </w:r>
      <w:r>
        <w:t xml:space="preserve">. </w:t>
      </w:r>
      <w:r w:rsidR="00E36F6A" w:rsidRPr="00F23192">
        <w:t>À la corde</w:t>
      </w:r>
      <w:r>
        <w:t> !</w:t>
      </w:r>
    </w:p>
    <w:p w14:paraId="1410275E" w14:textId="77777777" w:rsidR="00D60A57" w:rsidRDefault="00E36F6A" w:rsidP="00D60A57">
      <w:r w:rsidRPr="00F23192">
        <w:t>Elle frémit d</w:t>
      </w:r>
      <w:r w:rsidR="00D60A57">
        <w:t>’</w:t>
      </w:r>
      <w:r w:rsidRPr="00F23192">
        <w:t>horreur et tenta de se débattre</w:t>
      </w:r>
      <w:r w:rsidR="00D60A57">
        <w:t xml:space="preserve">, </w:t>
      </w:r>
      <w:r w:rsidRPr="00F23192">
        <w:t>mordant</w:t>
      </w:r>
      <w:r w:rsidR="00D60A57">
        <w:t xml:space="preserve">, </w:t>
      </w:r>
      <w:r w:rsidRPr="00F23192">
        <w:t>gri</w:t>
      </w:r>
      <w:r w:rsidRPr="00F23192">
        <w:t>f</w:t>
      </w:r>
      <w:r w:rsidRPr="00F23192">
        <w:t>fant</w:t>
      </w:r>
      <w:r w:rsidR="00D60A57">
        <w:t xml:space="preserve">… </w:t>
      </w:r>
      <w:r w:rsidRPr="00F23192">
        <w:t>mais en vain</w:t>
      </w:r>
      <w:r w:rsidR="00D60A57">
        <w:t>.</w:t>
      </w:r>
    </w:p>
    <w:p w14:paraId="32A5A184" w14:textId="77777777" w:rsidR="00D60A57" w:rsidRDefault="00E36F6A" w:rsidP="00D60A57">
      <w:r w:rsidRPr="00F23192">
        <w:t>Elle fut traînée jusqu</w:t>
      </w:r>
      <w:r w:rsidR="00D60A57">
        <w:t>’</w:t>
      </w:r>
      <w:r w:rsidRPr="00F23192">
        <w:t>à la chaîne à laquelle était croché</w:t>
      </w:r>
      <w:r w:rsidR="00D60A57">
        <w:t xml:space="preserve">, </w:t>
      </w:r>
      <w:r w:rsidRPr="00F23192">
        <w:t>d</w:t>
      </w:r>
      <w:r w:rsidRPr="00F23192">
        <w:t>e</w:t>
      </w:r>
      <w:r w:rsidRPr="00F23192">
        <w:t>puis tant d</w:t>
      </w:r>
      <w:r w:rsidR="00D60A57">
        <w:t>’</w:t>
      </w:r>
      <w:r w:rsidRPr="00F23192">
        <w:t>années</w:t>
      </w:r>
      <w:r w:rsidR="00D60A57">
        <w:t xml:space="preserve">, </w:t>
      </w:r>
      <w:r w:rsidRPr="00F23192">
        <w:t>le crâne du Sanglier</w:t>
      </w:r>
      <w:r w:rsidR="00D60A57">
        <w:t>.</w:t>
      </w:r>
    </w:p>
    <w:p w14:paraId="772216F1" w14:textId="77777777" w:rsidR="00D60A57" w:rsidRDefault="00E36F6A" w:rsidP="00D60A57">
      <w:r w:rsidRPr="00F23192">
        <w:t>Alors</w:t>
      </w:r>
      <w:r w:rsidR="00D60A57">
        <w:t xml:space="preserve">, </w:t>
      </w:r>
      <w:r w:rsidRPr="00F23192">
        <w:t>elle s</w:t>
      </w:r>
      <w:r w:rsidR="00D60A57">
        <w:t>’</w:t>
      </w:r>
      <w:r w:rsidRPr="00F23192">
        <w:t>abandonna</w:t>
      </w:r>
      <w:r w:rsidR="00D60A57">
        <w:t xml:space="preserve">, </w:t>
      </w:r>
      <w:r w:rsidRPr="00F23192">
        <w:t>désespérée de ne pouvoir</w:t>
      </w:r>
      <w:r w:rsidR="00D60A57">
        <w:t xml:space="preserve">, </w:t>
      </w:r>
      <w:r w:rsidRPr="00F23192">
        <w:t>avant de mourir</w:t>
      </w:r>
      <w:r w:rsidR="00D60A57">
        <w:t xml:space="preserve">, </w:t>
      </w:r>
      <w:r w:rsidRPr="00F23192">
        <w:t>assister à la victoire de Bertrand</w:t>
      </w:r>
      <w:r w:rsidR="00D60A57">
        <w:t xml:space="preserve">, </w:t>
      </w:r>
      <w:r w:rsidRPr="00F23192">
        <w:t>victoire à laquelle contribuait</w:t>
      </w:r>
      <w:r w:rsidR="00D60A57">
        <w:t xml:space="preserve"> – </w:t>
      </w:r>
      <w:r w:rsidRPr="00F23192">
        <w:t>ultime preuve d</w:t>
      </w:r>
      <w:r w:rsidR="00D60A57">
        <w:t>’</w:t>
      </w:r>
      <w:r w:rsidRPr="00F23192">
        <w:t>amour</w:t>
      </w:r>
      <w:r w:rsidR="00D60A57">
        <w:t xml:space="preserve"> – </w:t>
      </w:r>
      <w:r w:rsidRPr="00F23192">
        <w:t>son supplice</w:t>
      </w:r>
      <w:r w:rsidR="00D60A57">
        <w:t>.</w:t>
      </w:r>
    </w:p>
    <w:p w14:paraId="65841F18" w14:textId="77777777" w:rsidR="00D60A57" w:rsidRDefault="00E36F6A" w:rsidP="00D60A57">
      <w:r w:rsidRPr="00F23192">
        <w:t>Actionnés à la pendre</w:t>
      </w:r>
      <w:r w:rsidR="00D60A57">
        <w:t xml:space="preserve">, </w:t>
      </w:r>
      <w:r w:rsidRPr="00F23192">
        <w:t>les hommes négligeaient les coule</w:t>
      </w:r>
      <w:r w:rsidRPr="00F23192">
        <w:t>u</w:t>
      </w:r>
      <w:r w:rsidRPr="00F23192">
        <w:t>vrines qui devaient leur assurer la possession du donjon</w:t>
      </w:r>
      <w:r w:rsidR="00D60A57">
        <w:t xml:space="preserve">… </w:t>
      </w:r>
      <w:r w:rsidRPr="00F23192">
        <w:t>Si bien que les Bretons</w:t>
      </w:r>
      <w:r w:rsidR="00D60A57">
        <w:t xml:space="preserve">, </w:t>
      </w:r>
      <w:r w:rsidRPr="00F23192">
        <w:t>ne trouvant aucune résistance à leur ruée dans l</w:t>
      </w:r>
      <w:r w:rsidR="00D60A57">
        <w:t>’</w:t>
      </w:r>
      <w:r w:rsidRPr="00F23192">
        <w:t>escalier</w:t>
      </w:r>
      <w:r w:rsidR="00D60A57">
        <w:t xml:space="preserve">, </w:t>
      </w:r>
      <w:r w:rsidRPr="00F23192">
        <w:t>prirent comme des rats les hommes du duc de Mercœur</w:t>
      </w:r>
      <w:r w:rsidR="00D60A57">
        <w:t>.</w:t>
      </w:r>
    </w:p>
    <w:p w14:paraId="4697C7B8" w14:textId="77777777" w:rsidR="00D60A57" w:rsidRDefault="00E36F6A" w:rsidP="00D60A57">
      <w:r w:rsidRPr="00F23192">
        <w:t>Bertrand</w:t>
      </w:r>
      <w:r w:rsidR="00D60A57">
        <w:t xml:space="preserve">, </w:t>
      </w:r>
      <w:r w:rsidRPr="00F23192">
        <w:t>arrivant</w:t>
      </w:r>
      <w:r w:rsidR="00D60A57">
        <w:t xml:space="preserve">, </w:t>
      </w:r>
      <w:r w:rsidRPr="00F23192">
        <w:t>lui</w:t>
      </w:r>
      <w:r w:rsidR="00D60A57">
        <w:t xml:space="preserve">, </w:t>
      </w:r>
      <w:r w:rsidRPr="00F23192">
        <w:t>premier sur la plateforme du do</w:t>
      </w:r>
      <w:r w:rsidRPr="00F23192">
        <w:t>n</w:t>
      </w:r>
      <w:r w:rsidRPr="00F23192">
        <w:t>jon</w:t>
      </w:r>
      <w:r w:rsidR="00D60A57">
        <w:t xml:space="preserve">, </w:t>
      </w:r>
      <w:r w:rsidRPr="00F23192">
        <w:t>s</w:t>
      </w:r>
      <w:r w:rsidR="00D60A57">
        <w:t>’</w:t>
      </w:r>
      <w:r w:rsidRPr="00F23192">
        <w:t>arrêta net</w:t>
      </w:r>
      <w:r w:rsidR="00D60A57">
        <w:t xml:space="preserve">, </w:t>
      </w:r>
      <w:r w:rsidRPr="00F23192">
        <w:t>la poitrine oppressée</w:t>
      </w:r>
      <w:r w:rsidR="00D60A57">
        <w:t xml:space="preserve">, </w:t>
      </w:r>
      <w:r w:rsidRPr="00F23192">
        <w:t>à la vue du corps qui se balançait dans l</w:t>
      </w:r>
      <w:r w:rsidR="00D60A57">
        <w:t>’</w:t>
      </w:r>
      <w:r w:rsidRPr="00F23192">
        <w:t>air pur du soir</w:t>
      </w:r>
      <w:r w:rsidR="00D60A57">
        <w:t>.</w:t>
      </w:r>
    </w:p>
    <w:p w14:paraId="6B5C589C" w14:textId="77777777" w:rsidR="00D60A57" w:rsidRDefault="00E36F6A" w:rsidP="00D60A57">
      <w:r w:rsidRPr="00F23192">
        <w:lastRenderedPageBreak/>
        <w:t>Se découvrant</w:t>
      </w:r>
      <w:r w:rsidR="00D60A57">
        <w:t xml:space="preserve">, </w:t>
      </w:r>
      <w:r w:rsidRPr="00F23192">
        <w:t>il murmura d</w:t>
      </w:r>
      <w:r w:rsidR="00D60A57">
        <w:t>’</w:t>
      </w:r>
      <w:r w:rsidRPr="00F23192">
        <w:t>une voix désolée</w:t>
      </w:r>
      <w:r w:rsidR="00D60A57">
        <w:t> :</w:t>
      </w:r>
    </w:p>
    <w:p w14:paraId="79C30D4C" w14:textId="77777777" w:rsidR="00D60A57" w:rsidRDefault="00D60A57" w:rsidP="00D60A57">
      <w:r>
        <w:t>« </w:t>
      </w:r>
      <w:r w:rsidR="00E36F6A" w:rsidRPr="00F23192">
        <w:t>Dieu ait son âme</w:t>
      </w:r>
      <w:r>
        <w:t> ! »</w:t>
      </w:r>
    </w:p>
    <w:p w14:paraId="5E9AD357" w14:textId="77777777" w:rsidR="00D60A57" w:rsidRDefault="00E36F6A" w:rsidP="00D60A57">
      <w:pPr>
        <w:ind w:firstLine="0"/>
        <w:jc w:val="center"/>
      </w:pPr>
      <w:r w:rsidRPr="00D60A57">
        <w:t>FIN</w:t>
      </w:r>
    </w:p>
    <w:p w14:paraId="02DE7D8A" w14:textId="4AE2170B" w:rsidR="00BE7A2E" w:rsidRPr="00BE7A2E" w:rsidRDefault="00BE7A2E" w:rsidP="00BE7A2E">
      <w:pPr>
        <w:sectPr w:rsidR="00BE7A2E" w:rsidRPr="00BE7A2E" w:rsidSect="00F31BA1">
          <w:footerReference w:type="default" r:id="rId11"/>
          <w:pgSz w:w="11906" w:h="16838" w:code="9"/>
          <w:pgMar w:top="1134" w:right="1134" w:bottom="1134" w:left="1134" w:header="709" w:footer="709" w:gutter="0"/>
          <w:cols w:space="720"/>
          <w:titlePg/>
          <w:docGrid w:linePitch="360"/>
        </w:sectPr>
      </w:pPr>
    </w:p>
    <w:p w14:paraId="2C82C5D1" w14:textId="77777777" w:rsidR="00FD1AEB" w:rsidRPr="00E22158" w:rsidRDefault="00FD1AEB" w:rsidP="00D60A57">
      <w:pPr>
        <w:pStyle w:val="Titre1"/>
        <w:spacing w:before="0" w:after="480"/>
      </w:pPr>
      <w:bookmarkStart w:id="26" w:name="_Toc195122115"/>
      <w:r w:rsidRPr="00E22158">
        <w:lastRenderedPageBreak/>
        <w:t>À propos de cette édition électronique</w:t>
      </w:r>
      <w:bookmarkEnd w:id="26"/>
    </w:p>
    <w:p w14:paraId="4F8F873E" w14:textId="77777777" w:rsidR="00E156B7" w:rsidRPr="00633842" w:rsidRDefault="00E156B7" w:rsidP="00E156B7">
      <w:pPr>
        <w:spacing w:before="180" w:after="180"/>
        <w:ind w:firstLine="0"/>
        <w:jc w:val="center"/>
        <w:rPr>
          <w:b/>
          <w:bCs/>
          <w:szCs w:val="32"/>
        </w:rPr>
      </w:pPr>
      <w:r w:rsidRPr="00633842">
        <w:rPr>
          <w:b/>
          <w:bCs/>
          <w:szCs w:val="32"/>
        </w:rPr>
        <w:t>Texte libre de droits.</w:t>
      </w:r>
    </w:p>
    <w:p w14:paraId="50442F36" w14:textId="77777777" w:rsidR="00E156B7" w:rsidRPr="00633842" w:rsidRDefault="00E156B7" w:rsidP="00E156B7">
      <w:pPr>
        <w:pStyle w:val="Centr"/>
        <w:spacing w:before="180" w:after="180"/>
      </w:pPr>
      <w:r w:rsidRPr="00633842">
        <w:t>Corrections, édition, conversion informatique et publication par le groupe :</w:t>
      </w:r>
    </w:p>
    <w:p w14:paraId="62D414B7" w14:textId="77777777" w:rsidR="00E156B7" w:rsidRPr="00633842" w:rsidRDefault="00E156B7" w:rsidP="00E156B7">
      <w:pPr>
        <w:spacing w:before="180" w:after="180"/>
        <w:ind w:firstLine="0"/>
        <w:jc w:val="center"/>
        <w:rPr>
          <w:b/>
          <w:bCs/>
          <w:i/>
          <w:iCs/>
          <w:szCs w:val="32"/>
        </w:rPr>
      </w:pPr>
      <w:proofErr w:type="gramStart"/>
      <w:r w:rsidRPr="00633842">
        <w:rPr>
          <w:b/>
          <w:bCs/>
          <w:i/>
          <w:iCs/>
          <w:szCs w:val="32"/>
        </w:rPr>
        <w:t>Ebooks</w:t>
      </w:r>
      <w:proofErr w:type="gramEnd"/>
      <w:r w:rsidRPr="00633842">
        <w:rPr>
          <w:b/>
          <w:bCs/>
          <w:i/>
          <w:iCs/>
          <w:szCs w:val="32"/>
        </w:rPr>
        <w:t xml:space="preserve"> libres et gratuits</w:t>
      </w:r>
    </w:p>
    <w:p w14:paraId="7D2B921C" w14:textId="77777777" w:rsidR="00E156B7" w:rsidRPr="00633842" w:rsidRDefault="00E156B7" w:rsidP="00E156B7">
      <w:pPr>
        <w:pStyle w:val="Centr"/>
        <w:spacing w:before="180" w:after="180"/>
      </w:pPr>
      <w:hyperlink r:id="rId12" w:history="1">
        <w:r w:rsidRPr="00F74CD6">
          <w:rPr>
            <w:rStyle w:val="Lienhypertexte"/>
          </w:rPr>
          <w:t>https://groups.google.com/g/ebooksgratuits</w:t>
        </w:r>
      </w:hyperlink>
    </w:p>
    <w:p w14:paraId="0B913004" w14:textId="77777777" w:rsidR="00E156B7" w:rsidRPr="00633842" w:rsidRDefault="00E156B7" w:rsidP="00E156B7">
      <w:pPr>
        <w:pStyle w:val="Centr"/>
        <w:spacing w:before="180" w:after="180"/>
      </w:pPr>
      <w:r w:rsidRPr="00633842">
        <w:t>Adresse du site web du groupe :</w:t>
      </w:r>
      <w:r w:rsidRPr="00633842">
        <w:br/>
      </w:r>
      <w:hyperlink r:id="rId13" w:history="1">
        <w:r w:rsidRPr="00B040BD">
          <w:rPr>
            <w:rStyle w:val="Lienhypertexte"/>
            <w:b/>
            <w:bCs/>
            <w:szCs w:val="32"/>
          </w:rPr>
          <w:t>https://www.ebooksgratuits.com/</w:t>
        </w:r>
      </w:hyperlink>
    </w:p>
    <w:p w14:paraId="5BEBB609" w14:textId="77777777" w:rsidR="00E156B7" w:rsidRPr="00633842" w:rsidRDefault="00E156B7" w:rsidP="00E156B7">
      <w:pPr>
        <w:pStyle w:val="Centr"/>
        <w:spacing w:before="180" w:after="180"/>
      </w:pPr>
      <w:r w:rsidRPr="00633842">
        <w:t>—</w:t>
      </w:r>
    </w:p>
    <w:p w14:paraId="7CB35407" w14:textId="77777777" w:rsidR="00E156B7" w:rsidRPr="00633842" w:rsidRDefault="00E156B7" w:rsidP="00E156B7">
      <w:pPr>
        <w:spacing w:before="180" w:after="180"/>
        <w:ind w:firstLine="0"/>
        <w:jc w:val="center"/>
        <w:rPr>
          <w:b/>
          <w:bCs/>
          <w:szCs w:val="32"/>
        </w:rPr>
      </w:pPr>
      <w:r>
        <w:rPr>
          <w:b/>
          <w:bCs/>
          <w:szCs w:val="32"/>
        </w:rPr>
        <w:t>Avril 2025</w:t>
      </w:r>
    </w:p>
    <w:p w14:paraId="06AB8BCE" w14:textId="77777777" w:rsidR="00E156B7" w:rsidRPr="00633842" w:rsidRDefault="00E156B7" w:rsidP="00E156B7">
      <w:pPr>
        <w:pStyle w:val="Centr"/>
        <w:spacing w:before="180" w:after="180"/>
      </w:pPr>
      <w:r w:rsidRPr="00633842">
        <w:t>—</w:t>
      </w:r>
    </w:p>
    <w:p w14:paraId="7E1F09AA" w14:textId="77777777" w:rsidR="00E156B7" w:rsidRPr="00633842" w:rsidRDefault="00E156B7" w:rsidP="00E156B7">
      <w:pPr>
        <w:spacing w:before="180" w:after="180"/>
      </w:pPr>
      <w:r w:rsidRPr="00633842">
        <w:t>– </w:t>
      </w:r>
      <w:r w:rsidRPr="00633842">
        <w:rPr>
          <w:b/>
        </w:rPr>
        <w:t>Élaboration de ce livre électronique</w:t>
      </w:r>
      <w:r w:rsidRPr="00633842">
        <w:t> :</w:t>
      </w:r>
    </w:p>
    <w:p w14:paraId="07C2C8EE" w14:textId="43862CE3" w:rsidR="00E156B7" w:rsidRPr="00633842" w:rsidRDefault="00E156B7" w:rsidP="00E156B7">
      <w:pPr>
        <w:suppressAutoHyphens/>
        <w:spacing w:before="180" w:after="180"/>
      </w:pPr>
      <w:r w:rsidRPr="00633842">
        <w:t xml:space="preserve">Les membres de </w:t>
      </w:r>
      <w:proofErr w:type="gramStart"/>
      <w:r w:rsidRPr="00633842">
        <w:rPr>
          <w:i/>
        </w:rPr>
        <w:t>Ebooks</w:t>
      </w:r>
      <w:proofErr w:type="gramEnd"/>
      <w:r w:rsidRPr="00633842">
        <w:rPr>
          <w:i/>
        </w:rPr>
        <w:t xml:space="preserve"> libres et gratuits</w:t>
      </w:r>
      <w:r w:rsidRPr="00633842">
        <w:t xml:space="preserve"> qui ont participé à l’élaboration de ce livre, sont :</w:t>
      </w:r>
      <w:r>
        <w:t xml:space="preserve"> </w:t>
      </w:r>
      <w:r w:rsidRPr="00E156B7">
        <w:t>Gilbert, Jean-Marc, Walter,</w:t>
      </w:r>
      <w:r>
        <w:t xml:space="preserve"> </w:t>
      </w:r>
      <w:proofErr w:type="spellStart"/>
      <w:r w:rsidRPr="00E156B7">
        <w:t>PatriceC</w:t>
      </w:r>
      <w:proofErr w:type="spellEnd"/>
      <w:r>
        <w:t xml:space="preserve">, </w:t>
      </w:r>
      <w:proofErr w:type="spellStart"/>
      <w:r>
        <w:t>Coolmicro</w:t>
      </w:r>
      <w:proofErr w:type="spellEnd"/>
      <w:r>
        <w:t>.</w:t>
      </w:r>
    </w:p>
    <w:p w14:paraId="56A303D6" w14:textId="77777777" w:rsidR="00E156B7" w:rsidRPr="00633842" w:rsidRDefault="00E156B7" w:rsidP="00E156B7">
      <w:pPr>
        <w:spacing w:before="180" w:after="180"/>
      </w:pPr>
      <w:r w:rsidRPr="00633842">
        <w:t>– </w:t>
      </w:r>
      <w:r w:rsidRPr="00633842">
        <w:rPr>
          <w:b/>
        </w:rPr>
        <w:t>Dispositions</w:t>
      </w:r>
      <w:r w:rsidRPr="00633842">
        <w:t> :</w:t>
      </w:r>
    </w:p>
    <w:p w14:paraId="46D71D7B" w14:textId="77777777" w:rsidR="00E156B7" w:rsidRPr="00633842" w:rsidRDefault="00E156B7" w:rsidP="00E156B7">
      <w:pPr>
        <w:spacing w:before="180" w:after="180"/>
      </w:pPr>
      <w:r w:rsidRPr="00633842">
        <w:t xml:space="preserve">Les livres que nous mettons à votre disposition, sont des textes libres de droits, que vous pouvez utiliser librement, </w:t>
      </w:r>
      <w:r w:rsidRPr="00633842">
        <w:rPr>
          <w:u w:val="single"/>
        </w:rPr>
        <w:t>à une fin non commerciale et non professionnelle</w:t>
      </w:r>
      <w:r w:rsidRPr="00633842">
        <w:t>. Tout lien vers notre site est bienvenu…</w:t>
      </w:r>
    </w:p>
    <w:p w14:paraId="4592D15F" w14:textId="77777777" w:rsidR="00E156B7" w:rsidRPr="00633842" w:rsidRDefault="00E156B7" w:rsidP="00E156B7">
      <w:pPr>
        <w:spacing w:before="180" w:after="180"/>
      </w:pPr>
      <w:r w:rsidRPr="00633842">
        <w:t>– </w:t>
      </w:r>
      <w:r w:rsidRPr="00633842">
        <w:rPr>
          <w:b/>
        </w:rPr>
        <w:t>Qualité</w:t>
      </w:r>
      <w:r w:rsidRPr="00633842">
        <w:t> :</w:t>
      </w:r>
    </w:p>
    <w:p w14:paraId="2C77139D" w14:textId="77777777" w:rsidR="00E156B7" w:rsidRPr="00633842" w:rsidRDefault="00E156B7" w:rsidP="00E156B7">
      <w:pPr>
        <w:spacing w:before="180" w:after="180"/>
      </w:pPr>
      <w:r w:rsidRPr="00633842">
        <w:t>Les textes sont livrés tels quels sans garantie de leur intégrité parfaite par rapport à l'original. Nous rappelons que c'est un travail d'amateurs non rétribués et que nous essayons de promouvoir la culture littéraire avec de maigres moyens.</w:t>
      </w:r>
    </w:p>
    <w:p w14:paraId="6F38294D" w14:textId="77777777" w:rsidR="00E156B7" w:rsidRPr="00633842" w:rsidRDefault="00E156B7" w:rsidP="00E156B7">
      <w:pPr>
        <w:spacing w:before="180" w:after="180"/>
        <w:ind w:firstLine="0"/>
        <w:jc w:val="center"/>
        <w:rPr>
          <w:i/>
          <w:iCs/>
          <w:szCs w:val="32"/>
        </w:rPr>
      </w:pPr>
      <w:r w:rsidRPr="00633842">
        <w:rPr>
          <w:i/>
          <w:iCs/>
          <w:szCs w:val="32"/>
        </w:rPr>
        <w:t>Votre aide est la bienvenue !</w:t>
      </w:r>
    </w:p>
    <w:p w14:paraId="6671D1D5" w14:textId="37E03096" w:rsidR="000028DA" w:rsidRPr="00D60A57" w:rsidRDefault="00E156B7" w:rsidP="00E156B7">
      <w:pPr>
        <w:pStyle w:val="Centr"/>
        <w:suppressAutoHyphens/>
        <w:spacing w:before="180" w:after="180"/>
      </w:pPr>
      <w:r w:rsidRPr="00633842">
        <w:t>VOUS POUVEZ NOUS AIDER À FAIRE CONNAÎTRE CES CLASSIQUES LITTÉRAIRES.</w:t>
      </w:r>
    </w:p>
    <w:sectPr w:rsidR="000028DA" w:rsidRPr="00D60A57" w:rsidSect="00E156B7">
      <w:pgSz w:w="11906" w:h="16838" w:code="9"/>
      <w:pgMar w:top="567" w:right="567" w:bottom="567" w:left="567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E0C7C" w14:textId="77777777" w:rsidR="00697B5A" w:rsidRDefault="00697B5A">
      <w:r>
        <w:separator/>
      </w:r>
    </w:p>
  </w:endnote>
  <w:endnote w:type="continuationSeparator" w:id="0">
    <w:p w14:paraId="3945B281" w14:textId="77777777" w:rsidR="00697B5A" w:rsidRDefault="00697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asis30">
    <w:panose1 w:val="0200060305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C2EDD" w14:textId="77777777" w:rsidR="00A12668" w:rsidRDefault="00A12668">
    <w:pPr>
      <w:pStyle w:val="Pieddepage"/>
    </w:pPr>
    <w:r>
      <w:t xml:space="preserve">–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4D26AA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BA6B3" w14:textId="77777777" w:rsidR="00A12668" w:rsidRPr="002B3C8B" w:rsidRDefault="00A12668">
    <w:pPr>
      <w:pStyle w:val="Pieddepage"/>
      <w:rPr>
        <w:sz w:val="30"/>
        <w:szCs w:val="30"/>
      </w:rPr>
    </w:pPr>
    <w:r>
      <w:rPr>
        <w:sz w:val="30"/>
        <w:szCs w:val="30"/>
      </w:rPr>
      <w:t>–</w:t>
    </w:r>
    <w:r w:rsidRPr="002B3C8B">
      <w:rPr>
        <w:sz w:val="30"/>
        <w:szCs w:val="30"/>
      </w:rPr>
      <w:t xml:space="preserve"> </w:t>
    </w:r>
    <w:r w:rsidRPr="002B3C8B">
      <w:rPr>
        <w:rStyle w:val="Numrodepage"/>
        <w:sz w:val="30"/>
        <w:szCs w:val="30"/>
      </w:rPr>
      <w:fldChar w:fldCharType="begin"/>
    </w:r>
    <w:r w:rsidRPr="002B3C8B">
      <w:rPr>
        <w:rStyle w:val="Numrodepage"/>
        <w:sz w:val="30"/>
        <w:szCs w:val="30"/>
      </w:rPr>
      <w:instrText xml:space="preserve"> PAGE </w:instrText>
    </w:r>
    <w:r w:rsidRPr="002B3C8B">
      <w:rPr>
        <w:rStyle w:val="Numrodepage"/>
        <w:sz w:val="30"/>
        <w:szCs w:val="30"/>
      </w:rPr>
      <w:fldChar w:fldCharType="separate"/>
    </w:r>
    <w:r w:rsidR="00B63E17">
      <w:rPr>
        <w:rStyle w:val="Numrodepage"/>
        <w:noProof/>
        <w:sz w:val="30"/>
        <w:szCs w:val="30"/>
      </w:rPr>
      <w:t>132</w:t>
    </w:r>
    <w:r w:rsidRPr="002B3C8B">
      <w:rPr>
        <w:rStyle w:val="Numrodepage"/>
        <w:sz w:val="30"/>
        <w:szCs w:val="30"/>
      </w:rPr>
      <w:fldChar w:fldCharType="end"/>
    </w:r>
    <w:r w:rsidRPr="002B3C8B">
      <w:rPr>
        <w:rStyle w:val="Numrodepage"/>
        <w:sz w:val="30"/>
        <w:szCs w:val="30"/>
      </w:rPr>
      <w:t xml:space="preserve"> </w:t>
    </w:r>
    <w:r>
      <w:rPr>
        <w:rStyle w:val="Numrodepage"/>
        <w:sz w:val="30"/>
        <w:szCs w:val="30"/>
      </w:rPr>
      <w:t>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C1105" w14:textId="77777777" w:rsidR="00697B5A" w:rsidRDefault="00697B5A">
      <w:r>
        <w:separator/>
      </w:r>
    </w:p>
  </w:footnote>
  <w:footnote w:type="continuationSeparator" w:id="0">
    <w:p w14:paraId="1F4994BA" w14:textId="77777777" w:rsidR="00697B5A" w:rsidRDefault="00697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D888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D055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8052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B4E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1ED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3CBE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A653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4415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D8D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4C2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8A6C0B"/>
    <w:multiLevelType w:val="hybridMultilevel"/>
    <w:tmpl w:val="5E0C6452"/>
    <w:lvl w:ilvl="0" w:tplc="17965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4A6E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781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A2B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7E53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261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0B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F0A4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4C3D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691385"/>
    <w:multiLevelType w:val="hybridMultilevel"/>
    <w:tmpl w:val="2EAA8648"/>
    <w:lvl w:ilvl="0" w:tplc="144E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508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988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D429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AB832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5022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B0A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E4C9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84E4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A91EB8"/>
    <w:multiLevelType w:val="hybridMultilevel"/>
    <w:tmpl w:val="47F4B040"/>
    <w:lvl w:ilvl="0" w:tplc="30B64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5F0C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AC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D428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A8C9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CE7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57E85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B68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2CF7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E56A04"/>
    <w:multiLevelType w:val="hybridMultilevel"/>
    <w:tmpl w:val="AE8CBB82"/>
    <w:lvl w:ilvl="0" w:tplc="106C6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2884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8C97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4CAF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B429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C67F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4B4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FEDE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2803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29718963">
    <w:abstractNumId w:val="10"/>
  </w:num>
  <w:num w:numId="2" w16cid:durableId="999583152">
    <w:abstractNumId w:val="11"/>
  </w:num>
  <w:num w:numId="3" w16cid:durableId="924612221">
    <w:abstractNumId w:val="12"/>
  </w:num>
  <w:num w:numId="4" w16cid:durableId="1914731720">
    <w:abstractNumId w:val="13"/>
  </w:num>
  <w:num w:numId="5" w16cid:durableId="1620794100">
    <w:abstractNumId w:val="8"/>
  </w:num>
  <w:num w:numId="6" w16cid:durableId="219488282">
    <w:abstractNumId w:val="3"/>
  </w:num>
  <w:num w:numId="7" w16cid:durableId="1339306858">
    <w:abstractNumId w:val="2"/>
  </w:num>
  <w:num w:numId="8" w16cid:durableId="814758119">
    <w:abstractNumId w:val="1"/>
  </w:num>
  <w:num w:numId="9" w16cid:durableId="768350634">
    <w:abstractNumId w:val="0"/>
  </w:num>
  <w:num w:numId="10" w16cid:durableId="871917910">
    <w:abstractNumId w:val="9"/>
  </w:num>
  <w:num w:numId="11" w16cid:durableId="1306819483">
    <w:abstractNumId w:val="7"/>
  </w:num>
  <w:num w:numId="12" w16cid:durableId="1216507189">
    <w:abstractNumId w:val="6"/>
  </w:num>
  <w:num w:numId="13" w16cid:durableId="1534927252">
    <w:abstractNumId w:val="5"/>
  </w:num>
  <w:num w:numId="14" w16cid:durableId="16556437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linkStyles/>
  <w:stylePaneFormatFilter w:val="3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56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B7E"/>
    <w:rsid w:val="0000184E"/>
    <w:rsid w:val="000028DA"/>
    <w:rsid w:val="00007EE8"/>
    <w:rsid w:val="00032BD2"/>
    <w:rsid w:val="000411DD"/>
    <w:rsid w:val="0005718F"/>
    <w:rsid w:val="00060751"/>
    <w:rsid w:val="000675FD"/>
    <w:rsid w:val="00076483"/>
    <w:rsid w:val="0008501C"/>
    <w:rsid w:val="000946E2"/>
    <w:rsid w:val="000A6E4C"/>
    <w:rsid w:val="000B17EB"/>
    <w:rsid w:val="000B2B7B"/>
    <w:rsid w:val="000C0C91"/>
    <w:rsid w:val="000D6880"/>
    <w:rsid w:val="000E0F86"/>
    <w:rsid w:val="000F3D8B"/>
    <w:rsid w:val="00106E7D"/>
    <w:rsid w:val="001308D6"/>
    <w:rsid w:val="00132D7A"/>
    <w:rsid w:val="0013381B"/>
    <w:rsid w:val="001361B0"/>
    <w:rsid w:val="00142E2A"/>
    <w:rsid w:val="001436F9"/>
    <w:rsid w:val="00153CA7"/>
    <w:rsid w:val="001547FF"/>
    <w:rsid w:val="0015496B"/>
    <w:rsid w:val="00160FAF"/>
    <w:rsid w:val="00163C7D"/>
    <w:rsid w:val="00164B79"/>
    <w:rsid w:val="00180DBD"/>
    <w:rsid w:val="00183A84"/>
    <w:rsid w:val="00185445"/>
    <w:rsid w:val="001958D5"/>
    <w:rsid w:val="001A39BA"/>
    <w:rsid w:val="001C4517"/>
    <w:rsid w:val="001D60A1"/>
    <w:rsid w:val="001D702A"/>
    <w:rsid w:val="001E4D5B"/>
    <w:rsid w:val="001F13E4"/>
    <w:rsid w:val="001F20C6"/>
    <w:rsid w:val="00200807"/>
    <w:rsid w:val="00207792"/>
    <w:rsid w:val="002130AA"/>
    <w:rsid w:val="00216DAC"/>
    <w:rsid w:val="00216E08"/>
    <w:rsid w:val="00220A0C"/>
    <w:rsid w:val="00252A7F"/>
    <w:rsid w:val="00252EBD"/>
    <w:rsid w:val="00264446"/>
    <w:rsid w:val="00270724"/>
    <w:rsid w:val="00272133"/>
    <w:rsid w:val="0027536B"/>
    <w:rsid w:val="002829E8"/>
    <w:rsid w:val="00294B19"/>
    <w:rsid w:val="002A1FEC"/>
    <w:rsid w:val="002A6FF2"/>
    <w:rsid w:val="002B0199"/>
    <w:rsid w:val="002B0559"/>
    <w:rsid w:val="002B157B"/>
    <w:rsid w:val="002B20B8"/>
    <w:rsid w:val="002B3C8B"/>
    <w:rsid w:val="002D09B5"/>
    <w:rsid w:val="002D2E75"/>
    <w:rsid w:val="002E3E29"/>
    <w:rsid w:val="002F4D8E"/>
    <w:rsid w:val="0030138D"/>
    <w:rsid w:val="00313E50"/>
    <w:rsid w:val="00320223"/>
    <w:rsid w:val="0032631B"/>
    <w:rsid w:val="0032717E"/>
    <w:rsid w:val="00330BB2"/>
    <w:rsid w:val="00333C71"/>
    <w:rsid w:val="003345A2"/>
    <w:rsid w:val="0033594F"/>
    <w:rsid w:val="00340164"/>
    <w:rsid w:val="00343066"/>
    <w:rsid w:val="00347B02"/>
    <w:rsid w:val="00352B7F"/>
    <w:rsid w:val="0039196B"/>
    <w:rsid w:val="00396B4D"/>
    <w:rsid w:val="003B16D5"/>
    <w:rsid w:val="003C328F"/>
    <w:rsid w:val="003D4C8A"/>
    <w:rsid w:val="00401004"/>
    <w:rsid w:val="00412D93"/>
    <w:rsid w:val="00424BBF"/>
    <w:rsid w:val="004419C1"/>
    <w:rsid w:val="00441C2B"/>
    <w:rsid w:val="00472E27"/>
    <w:rsid w:val="00473F8A"/>
    <w:rsid w:val="00484077"/>
    <w:rsid w:val="00485DAF"/>
    <w:rsid w:val="004928BC"/>
    <w:rsid w:val="004A20CC"/>
    <w:rsid w:val="004A7B52"/>
    <w:rsid w:val="004B5DB0"/>
    <w:rsid w:val="004C31C3"/>
    <w:rsid w:val="004D26AA"/>
    <w:rsid w:val="004D6723"/>
    <w:rsid w:val="004F0501"/>
    <w:rsid w:val="004F6AF3"/>
    <w:rsid w:val="005015E1"/>
    <w:rsid w:val="00505DF9"/>
    <w:rsid w:val="0051470D"/>
    <w:rsid w:val="0051635A"/>
    <w:rsid w:val="005179BF"/>
    <w:rsid w:val="00526490"/>
    <w:rsid w:val="005269FA"/>
    <w:rsid w:val="00536622"/>
    <w:rsid w:val="00545ED9"/>
    <w:rsid w:val="00565920"/>
    <w:rsid w:val="00587185"/>
    <w:rsid w:val="00594A8B"/>
    <w:rsid w:val="005A70DB"/>
    <w:rsid w:val="005C30B8"/>
    <w:rsid w:val="005D2A0D"/>
    <w:rsid w:val="005E266F"/>
    <w:rsid w:val="005F23AF"/>
    <w:rsid w:val="005F2F49"/>
    <w:rsid w:val="005F44FD"/>
    <w:rsid w:val="00603A91"/>
    <w:rsid w:val="00606D65"/>
    <w:rsid w:val="006109A5"/>
    <w:rsid w:val="0061229D"/>
    <w:rsid w:val="006213A6"/>
    <w:rsid w:val="00624059"/>
    <w:rsid w:val="00624642"/>
    <w:rsid w:val="00633F07"/>
    <w:rsid w:val="00641540"/>
    <w:rsid w:val="00646A9F"/>
    <w:rsid w:val="00656F13"/>
    <w:rsid w:val="006635ED"/>
    <w:rsid w:val="00672B2A"/>
    <w:rsid w:val="00673659"/>
    <w:rsid w:val="00682036"/>
    <w:rsid w:val="00697B5A"/>
    <w:rsid w:val="006A378B"/>
    <w:rsid w:val="006A378E"/>
    <w:rsid w:val="006A38BD"/>
    <w:rsid w:val="006A4E05"/>
    <w:rsid w:val="006A4E4F"/>
    <w:rsid w:val="006A6D84"/>
    <w:rsid w:val="006B27E7"/>
    <w:rsid w:val="006B4041"/>
    <w:rsid w:val="006D22DD"/>
    <w:rsid w:val="006D3531"/>
    <w:rsid w:val="006D3577"/>
    <w:rsid w:val="006E587E"/>
    <w:rsid w:val="006E74A7"/>
    <w:rsid w:val="007024CA"/>
    <w:rsid w:val="00706765"/>
    <w:rsid w:val="00710191"/>
    <w:rsid w:val="00721AAA"/>
    <w:rsid w:val="00730CE4"/>
    <w:rsid w:val="00731521"/>
    <w:rsid w:val="00731530"/>
    <w:rsid w:val="0073158D"/>
    <w:rsid w:val="007421D9"/>
    <w:rsid w:val="00751DAC"/>
    <w:rsid w:val="00752044"/>
    <w:rsid w:val="00752935"/>
    <w:rsid w:val="00753D59"/>
    <w:rsid w:val="007602D9"/>
    <w:rsid w:val="00776521"/>
    <w:rsid w:val="00785FD9"/>
    <w:rsid w:val="00792C1E"/>
    <w:rsid w:val="00795066"/>
    <w:rsid w:val="00795DC6"/>
    <w:rsid w:val="007A4814"/>
    <w:rsid w:val="007C21EC"/>
    <w:rsid w:val="007C240D"/>
    <w:rsid w:val="007C68CD"/>
    <w:rsid w:val="007D224F"/>
    <w:rsid w:val="007D3679"/>
    <w:rsid w:val="007E5C13"/>
    <w:rsid w:val="008010C4"/>
    <w:rsid w:val="00801430"/>
    <w:rsid w:val="0081552A"/>
    <w:rsid w:val="0081758D"/>
    <w:rsid w:val="00822D79"/>
    <w:rsid w:val="0083334A"/>
    <w:rsid w:val="00850ACC"/>
    <w:rsid w:val="0086021C"/>
    <w:rsid w:val="008610F4"/>
    <w:rsid w:val="00867205"/>
    <w:rsid w:val="00887980"/>
    <w:rsid w:val="00887C3A"/>
    <w:rsid w:val="00890F04"/>
    <w:rsid w:val="008A051B"/>
    <w:rsid w:val="008A572C"/>
    <w:rsid w:val="008D289E"/>
    <w:rsid w:val="008E0B7E"/>
    <w:rsid w:val="008E11CC"/>
    <w:rsid w:val="008F01D3"/>
    <w:rsid w:val="00903194"/>
    <w:rsid w:val="00922E67"/>
    <w:rsid w:val="00926F80"/>
    <w:rsid w:val="00933333"/>
    <w:rsid w:val="00937CA8"/>
    <w:rsid w:val="00951D0F"/>
    <w:rsid w:val="00956BC7"/>
    <w:rsid w:val="00974ADE"/>
    <w:rsid w:val="00980F92"/>
    <w:rsid w:val="00981339"/>
    <w:rsid w:val="00992EE6"/>
    <w:rsid w:val="00996A53"/>
    <w:rsid w:val="009A0EE9"/>
    <w:rsid w:val="009A7E6A"/>
    <w:rsid w:val="009B52C2"/>
    <w:rsid w:val="009B5895"/>
    <w:rsid w:val="009C3370"/>
    <w:rsid w:val="009C4B97"/>
    <w:rsid w:val="009C737E"/>
    <w:rsid w:val="009D7153"/>
    <w:rsid w:val="00A06E71"/>
    <w:rsid w:val="00A10D3C"/>
    <w:rsid w:val="00A1239A"/>
    <w:rsid w:val="00A12668"/>
    <w:rsid w:val="00A1332E"/>
    <w:rsid w:val="00A13CB6"/>
    <w:rsid w:val="00A151F0"/>
    <w:rsid w:val="00A16C05"/>
    <w:rsid w:val="00A2228A"/>
    <w:rsid w:val="00A46F6A"/>
    <w:rsid w:val="00A51C2F"/>
    <w:rsid w:val="00A55C7E"/>
    <w:rsid w:val="00A63C47"/>
    <w:rsid w:val="00A83E7B"/>
    <w:rsid w:val="00A84EB0"/>
    <w:rsid w:val="00A921F7"/>
    <w:rsid w:val="00AB6032"/>
    <w:rsid w:val="00AB7FE9"/>
    <w:rsid w:val="00AC5209"/>
    <w:rsid w:val="00B21AF0"/>
    <w:rsid w:val="00B42B1F"/>
    <w:rsid w:val="00B512CB"/>
    <w:rsid w:val="00B55D8C"/>
    <w:rsid w:val="00B63185"/>
    <w:rsid w:val="00B63E17"/>
    <w:rsid w:val="00B6480B"/>
    <w:rsid w:val="00B6560C"/>
    <w:rsid w:val="00B82D9D"/>
    <w:rsid w:val="00B83EE2"/>
    <w:rsid w:val="00B84C6F"/>
    <w:rsid w:val="00BB63ED"/>
    <w:rsid w:val="00BC7B9F"/>
    <w:rsid w:val="00BE4067"/>
    <w:rsid w:val="00BE7A2E"/>
    <w:rsid w:val="00BF0A68"/>
    <w:rsid w:val="00BF1D35"/>
    <w:rsid w:val="00C251F4"/>
    <w:rsid w:val="00C34A8E"/>
    <w:rsid w:val="00C450DD"/>
    <w:rsid w:val="00C50887"/>
    <w:rsid w:val="00C52580"/>
    <w:rsid w:val="00C54FD6"/>
    <w:rsid w:val="00C605F5"/>
    <w:rsid w:val="00C7287B"/>
    <w:rsid w:val="00C819BE"/>
    <w:rsid w:val="00C96D78"/>
    <w:rsid w:val="00CA5A04"/>
    <w:rsid w:val="00CA5DF0"/>
    <w:rsid w:val="00CB5B88"/>
    <w:rsid w:val="00CC2E95"/>
    <w:rsid w:val="00CD0B27"/>
    <w:rsid w:val="00CD22D5"/>
    <w:rsid w:val="00CD3687"/>
    <w:rsid w:val="00CE06A0"/>
    <w:rsid w:val="00CE5345"/>
    <w:rsid w:val="00CF4968"/>
    <w:rsid w:val="00D06DDB"/>
    <w:rsid w:val="00D12C9D"/>
    <w:rsid w:val="00D13EDC"/>
    <w:rsid w:val="00D33AE3"/>
    <w:rsid w:val="00D34AC0"/>
    <w:rsid w:val="00D53A1F"/>
    <w:rsid w:val="00D55118"/>
    <w:rsid w:val="00D5686A"/>
    <w:rsid w:val="00D5755D"/>
    <w:rsid w:val="00D60A57"/>
    <w:rsid w:val="00D612CE"/>
    <w:rsid w:val="00D64F27"/>
    <w:rsid w:val="00D668E0"/>
    <w:rsid w:val="00D66C6F"/>
    <w:rsid w:val="00D73BEA"/>
    <w:rsid w:val="00D85894"/>
    <w:rsid w:val="00DC2B19"/>
    <w:rsid w:val="00DC308B"/>
    <w:rsid w:val="00DE2134"/>
    <w:rsid w:val="00DE4EE8"/>
    <w:rsid w:val="00DE7331"/>
    <w:rsid w:val="00DF7FB2"/>
    <w:rsid w:val="00E06A37"/>
    <w:rsid w:val="00E12114"/>
    <w:rsid w:val="00E141AC"/>
    <w:rsid w:val="00E156B7"/>
    <w:rsid w:val="00E24376"/>
    <w:rsid w:val="00E301FB"/>
    <w:rsid w:val="00E33C56"/>
    <w:rsid w:val="00E36F6A"/>
    <w:rsid w:val="00E4497D"/>
    <w:rsid w:val="00E54552"/>
    <w:rsid w:val="00E568D5"/>
    <w:rsid w:val="00E61857"/>
    <w:rsid w:val="00E742E6"/>
    <w:rsid w:val="00E8086D"/>
    <w:rsid w:val="00E824A8"/>
    <w:rsid w:val="00E94059"/>
    <w:rsid w:val="00E94646"/>
    <w:rsid w:val="00E94DE6"/>
    <w:rsid w:val="00E9671D"/>
    <w:rsid w:val="00EA00D7"/>
    <w:rsid w:val="00EA45FA"/>
    <w:rsid w:val="00EB3D85"/>
    <w:rsid w:val="00EB7567"/>
    <w:rsid w:val="00EE1660"/>
    <w:rsid w:val="00EE31F1"/>
    <w:rsid w:val="00EF2274"/>
    <w:rsid w:val="00EF2AA4"/>
    <w:rsid w:val="00F20A5B"/>
    <w:rsid w:val="00F25A5C"/>
    <w:rsid w:val="00F306C0"/>
    <w:rsid w:val="00F31BA1"/>
    <w:rsid w:val="00F33DCC"/>
    <w:rsid w:val="00F4289A"/>
    <w:rsid w:val="00F431F4"/>
    <w:rsid w:val="00F666BB"/>
    <w:rsid w:val="00F733A5"/>
    <w:rsid w:val="00F80641"/>
    <w:rsid w:val="00F90C70"/>
    <w:rsid w:val="00F90F28"/>
    <w:rsid w:val="00F9134A"/>
    <w:rsid w:val="00FB7DEF"/>
    <w:rsid w:val="00FC166E"/>
    <w:rsid w:val="00FC48CD"/>
    <w:rsid w:val="00FD1AEB"/>
    <w:rsid w:val="00FD3BA1"/>
    <w:rsid w:val="00FD5559"/>
    <w:rsid w:val="00FE1B1C"/>
    <w:rsid w:val="00FE1EB4"/>
    <w:rsid w:val="00FF1B54"/>
    <w:rsid w:val="00FF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EF115"/>
  <w15:chartTrackingRefBased/>
  <w15:docId w15:val="{EF70E93F-C657-4EDC-905A-938119C57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A57"/>
    <w:pPr>
      <w:spacing w:before="240" w:after="240"/>
      <w:ind w:firstLine="680"/>
      <w:jc w:val="both"/>
    </w:pPr>
    <w:rPr>
      <w:rFonts w:ascii="Amasis30" w:hAnsi="Amasis30"/>
      <w:sz w:val="36"/>
      <w:szCs w:val="24"/>
    </w:rPr>
  </w:style>
  <w:style w:type="paragraph" w:styleId="Titre1">
    <w:name w:val="heading 1"/>
    <w:basedOn w:val="Normal"/>
    <w:next w:val="Normal"/>
    <w:qFormat/>
    <w:rsid w:val="00F31BA1"/>
    <w:pPr>
      <w:keepNext/>
      <w:pageBreakBefore/>
      <w:suppressAutoHyphens/>
      <w:spacing w:before="960" w:after="720"/>
      <w:ind w:firstLine="0"/>
      <w:jc w:val="center"/>
      <w:outlineLvl w:val="0"/>
    </w:pPr>
    <w:rPr>
      <w:rFonts w:cs="Arial"/>
      <w:b/>
      <w:bCs/>
      <w:sz w:val="48"/>
      <w:szCs w:val="44"/>
    </w:rPr>
  </w:style>
  <w:style w:type="paragraph" w:styleId="Titre2">
    <w:name w:val="heading 2"/>
    <w:basedOn w:val="Normal"/>
    <w:next w:val="Normal"/>
    <w:qFormat/>
    <w:rsid w:val="00F31BA1"/>
    <w:pPr>
      <w:keepNext/>
      <w:keepLines/>
      <w:suppressAutoHyphens/>
      <w:spacing w:before="960" w:after="720"/>
      <w:ind w:firstLine="0"/>
      <w:jc w:val="center"/>
      <w:outlineLvl w:val="1"/>
    </w:pPr>
    <w:rPr>
      <w:rFonts w:cs="Arial"/>
      <w:b/>
      <w:bCs/>
      <w:iCs/>
      <w:sz w:val="44"/>
      <w:szCs w:val="40"/>
    </w:rPr>
  </w:style>
  <w:style w:type="paragraph" w:styleId="Titre3">
    <w:name w:val="heading 3"/>
    <w:basedOn w:val="Normal"/>
    <w:next w:val="Normal"/>
    <w:qFormat/>
    <w:rsid w:val="00F31BA1"/>
    <w:pPr>
      <w:keepNext/>
      <w:suppressAutoHyphens/>
      <w:spacing w:before="480"/>
      <w:ind w:firstLine="0"/>
      <w:jc w:val="center"/>
      <w:outlineLvl w:val="2"/>
    </w:pPr>
    <w:rPr>
      <w:rFonts w:cs="Arial"/>
      <w:b/>
      <w:bCs/>
      <w:sz w:val="40"/>
      <w:szCs w:val="36"/>
    </w:rPr>
  </w:style>
  <w:style w:type="character" w:default="1" w:styleId="Policepardfaut">
    <w:name w:val="Default Paragraph Font"/>
    <w:semiHidden/>
    <w:rsid w:val="00F31BA1"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rsid w:val="00F31BA1"/>
  </w:style>
  <w:style w:type="character" w:styleId="Lienhypertexte">
    <w:name w:val="Hyperlink"/>
    <w:uiPriority w:val="99"/>
    <w:rsid w:val="00F31BA1"/>
    <w:rPr>
      <w:rFonts w:ascii="Amasis30" w:hAnsi="Amasis30"/>
      <w:color w:val="004080"/>
      <w:u w:val="single"/>
    </w:rPr>
  </w:style>
  <w:style w:type="paragraph" w:styleId="Explorateurdedocuments">
    <w:name w:val="Document Map"/>
    <w:basedOn w:val="Normal"/>
    <w:semiHidden/>
    <w:rsid w:val="00F31BA1"/>
    <w:pPr>
      <w:shd w:val="clear" w:color="auto" w:fill="000080"/>
    </w:pPr>
    <w:rPr>
      <w:rFonts w:ascii="Tahoma" w:hAnsi="Tahoma" w:cs="Tahoma"/>
    </w:rPr>
  </w:style>
  <w:style w:type="paragraph" w:styleId="TM1">
    <w:name w:val="toc 1"/>
    <w:basedOn w:val="Normal"/>
    <w:next w:val="Normal"/>
    <w:autoRedefine/>
    <w:uiPriority w:val="39"/>
    <w:rsid w:val="00F31BA1"/>
    <w:pPr>
      <w:tabs>
        <w:tab w:val="right" w:leader="dot" w:pos="9639"/>
      </w:tabs>
      <w:spacing w:before="180" w:after="180"/>
      <w:ind w:firstLine="0"/>
      <w:jc w:val="left"/>
    </w:pPr>
    <w:rPr>
      <w:bCs/>
      <w:iCs/>
      <w:noProof/>
      <w:color w:val="000080"/>
      <w:szCs w:val="28"/>
    </w:rPr>
  </w:style>
  <w:style w:type="paragraph" w:styleId="En-tte">
    <w:name w:val="header"/>
    <w:basedOn w:val="Normal"/>
    <w:rsid w:val="00F31BA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31BA1"/>
    <w:pPr>
      <w:tabs>
        <w:tab w:val="center" w:pos="4536"/>
        <w:tab w:val="right" w:pos="9072"/>
      </w:tabs>
      <w:ind w:firstLine="0"/>
      <w:jc w:val="center"/>
    </w:pPr>
    <w:rPr>
      <w:sz w:val="32"/>
    </w:rPr>
  </w:style>
  <w:style w:type="character" w:styleId="Numrodepage">
    <w:name w:val="page number"/>
    <w:basedOn w:val="Policepardfaut"/>
    <w:rsid w:val="00F31BA1"/>
  </w:style>
  <w:style w:type="paragraph" w:styleId="TM2">
    <w:name w:val="toc 2"/>
    <w:basedOn w:val="Normal"/>
    <w:next w:val="Normal"/>
    <w:autoRedefine/>
    <w:uiPriority w:val="39"/>
    <w:rsid w:val="00F31BA1"/>
    <w:pPr>
      <w:tabs>
        <w:tab w:val="right" w:leader="dot" w:pos="9639"/>
      </w:tabs>
      <w:spacing w:before="120" w:after="120"/>
      <w:ind w:left="284" w:firstLine="0"/>
      <w:jc w:val="left"/>
    </w:pPr>
    <w:rPr>
      <w:noProof/>
      <w:color w:val="000080"/>
      <w:sz w:val="34"/>
    </w:rPr>
  </w:style>
  <w:style w:type="paragraph" w:styleId="TM3">
    <w:name w:val="toc 3"/>
    <w:basedOn w:val="Normal"/>
    <w:next w:val="Normal"/>
    <w:autoRedefine/>
    <w:uiPriority w:val="39"/>
    <w:rsid w:val="00F31BA1"/>
    <w:pPr>
      <w:tabs>
        <w:tab w:val="right" w:leader="dot" w:pos="9639"/>
      </w:tabs>
      <w:spacing w:before="120" w:after="120"/>
      <w:ind w:left="567" w:firstLine="0"/>
      <w:jc w:val="left"/>
    </w:pPr>
    <w:rPr>
      <w:color w:val="000080"/>
      <w:sz w:val="32"/>
    </w:rPr>
  </w:style>
  <w:style w:type="paragraph" w:styleId="TM4">
    <w:name w:val="toc 4"/>
    <w:basedOn w:val="Normal"/>
    <w:next w:val="Normal"/>
    <w:autoRedefine/>
    <w:semiHidden/>
    <w:rsid w:val="00F31BA1"/>
    <w:pPr>
      <w:ind w:left="780"/>
    </w:pPr>
  </w:style>
  <w:style w:type="paragraph" w:styleId="TM5">
    <w:name w:val="toc 5"/>
    <w:basedOn w:val="Normal"/>
    <w:next w:val="Normal"/>
    <w:autoRedefine/>
    <w:semiHidden/>
    <w:rsid w:val="00F31BA1"/>
    <w:pPr>
      <w:ind w:left="1040"/>
    </w:pPr>
  </w:style>
  <w:style w:type="paragraph" w:styleId="TM6">
    <w:name w:val="toc 6"/>
    <w:basedOn w:val="Normal"/>
    <w:next w:val="Normal"/>
    <w:autoRedefine/>
    <w:semiHidden/>
    <w:rsid w:val="00F31BA1"/>
    <w:pPr>
      <w:ind w:left="1300"/>
    </w:pPr>
  </w:style>
  <w:style w:type="paragraph" w:styleId="TM7">
    <w:name w:val="toc 7"/>
    <w:basedOn w:val="Normal"/>
    <w:next w:val="Normal"/>
    <w:autoRedefine/>
    <w:semiHidden/>
    <w:rsid w:val="00F31BA1"/>
    <w:pPr>
      <w:ind w:left="1560"/>
    </w:pPr>
  </w:style>
  <w:style w:type="paragraph" w:styleId="TM8">
    <w:name w:val="toc 8"/>
    <w:basedOn w:val="Normal"/>
    <w:next w:val="Normal"/>
    <w:autoRedefine/>
    <w:semiHidden/>
    <w:rsid w:val="00F31BA1"/>
    <w:pPr>
      <w:ind w:left="1820"/>
    </w:pPr>
  </w:style>
  <w:style w:type="paragraph" w:styleId="TM9">
    <w:name w:val="toc 9"/>
    <w:basedOn w:val="Normal"/>
    <w:next w:val="Normal"/>
    <w:autoRedefine/>
    <w:semiHidden/>
    <w:rsid w:val="00F31BA1"/>
    <w:pPr>
      <w:ind w:left="2080"/>
    </w:pPr>
  </w:style>
  <w:style w:type="paragraph" w:styleId="Retraitcorpsdetexte">
    <w:name w:val="Body Text Indent"/>
    <w:basedOn w:val="Normal"/>
    <w:rsid w:val="002B3C8B"/>
    <w:pPr>
      <w:jc w:val="center"/>
    </w:pPr>
    <w:rPr>
      <w:rFonts w:ascii="Arial" w:hAnsi="Arial"/>
    </w:rPr>
  </w:style>
  <w:style w:type="character" w:styleId="Appelnotedebasdep">
    <w:name w:val="footnote reference"/>
    <w:qFormat/>
    <w:rsid w:val="00F31BA1"/>
    <w:rPr>
      <w:rFonts w:ascii="Amasis30" w:hAnsi="Amasis30"/>
      <w:b/>
      <w:sz w:val="36"/>
      <w:vertAlign w:val="superscript"/>
    </w:rPr>
  </w:style>
  <w:style w:type="paragraph" w:styleId="Notedebasdepage">
    <w:name w:val="footnote text"/>
    <w:basedOn w:val="Taille-1Normal"/>
    <w:qFormat/>
    <w:rsid w:val="00F31BA1"/>
    <w:rPr>
      <w:szCs w:val="30"/>
    </w:rPr>
  </w:style>
  <w:style w:type="paragraph" w:styleId="Retraitcorpsdetexte3">
    <w:name w:val="Body Text Indent 3"/>
    <w:basedOn w:val="Normal"/>
    <w:rsid w:val="002B3C8B"/>
    <w:pPr>
      <w:ind w:left="540" w:firstLine="27"/>
    </w:pPr>
    <w:rPr>
      <w:rFonts w:ascii="Helvetica" w:hAnsi="Helvetica"/>
      <w:color w:val="000000"/>
      <w:sz w:val="20"/>
    </w:rPr>
  </w:style>
  <w:style w:type="paragraph" w:customStyle="1" w:styleId="Auteur">
    <w:name w:val="Auteur"/>
    <w:basedOn w:val="Normal"/>
    <w:rsid w:val="00F31BA1"/>
    <w:pPr>
      <w:spacing w:before="0" w:after="1800"/>
      <w:ind w:right="851" w:firstLine="0"/>
      <w:jc w:val="right"/>
    </w:pPr>
    <w:rPr>
      <w:sz w:val="48"/>
    </w:rPr>
  </w:style>
  <w:style w:type="paragraph" w:customStyle="1" w:styleId="Titrelivre">
    <w:name w:val="Titre_livre"/>
    <w:basedOn w:val="Normal"/>
    <w:rsid w:val="00F31BA1"/>
    <w:pPr>
      <w:spacing w:before="0" w:after="1200"/>
      <w:ind w:left="2268" w:right="851" w:firstLine="0"/>
      <w:jc w:val="right"/>
    </w:pPr>
    <w:rPr>
      <w:b/>
      <w:bCs/>
      <w:sz w:val="72"/>
    </w:rPr>
  </w:style>
  <w:style w:type="paragraph" w:customStyle="1" w:styleId="Soustitrelivre">
    <w:name w:val="Sous_titre_livre"/>
    <w:basedOn w:val="Normal"/>
    <w:rsid w:val="00F31BA1"/>
    <w:pPr>
      <w:spacing w:before="0" w:after="2160"/>
      <w:ind w:left="2268" w:right="851" w:firstLine="0"/>
      <w:jc w:val="right"/>
    </w:pPr>
    <w:rPr>
      <w:bCs/>
      <w:sz w:val="44"/>
      <w:szCs w:val="36"/>
    </w:rPr>
  </w:style>
  <w:style w:type="paragraph" w:customStyle="1" w:styleId="Aproposdispositions">
    <w:name w:val="A_propos_dispositions"/>
    <w:basedOn w:val="Normal"/>
    <w:rsid w:val="000028DA"/>
    <w:pPr>
      <w:ind w:left="567" w:firstLine="0"/>
    </w:pPr>
    <w:rPr>
      <w:sz w:val="30"/>
    </w:rPr>
  </w:style>
  <w:style w:type="paragraph" w:customStyle="1" w:styleId="Photoauteur">
    <w:name w:val="Photo_auteur"/>
    <w:basedOn w:val="Normal"/>
    <w:rsid w:val="00F31BA1"/>
    <w:pPr>
      <w:spacing w:after="1080"/>
      <w:ind w:left="2268" w:firstLine="0"/>
      <w:jc w:val="center"/>
    </w:pPr>
    <w:rPr>
      <w:noProof/>
    </w:rPr>
  </w:style>
  <w:style w:type="paragraph" w:customStyle="1" w:styleId="DateSortie">
    <w:name w:val="Date_Sortie"/>
    <w:basedOn w:val="Normal"/>
    <w:rsid w:val="00F31BA1"/>
    <w:pPr>
      <w:spacing w:before="0" w:after="0"/>
      <w:ind w:right="1418" w:firstLine="0"/>
      <w:jc w:val="right"/>
    </w:pPr>
    <w:rPr>
      <w:bCs/>
      <w:sz w:val="40"/>
    </w:rPr>
  </w:style>
  <w:style w:type="paragraph" w:customStyle="1" w:styleId="Titretablematires">
    <w:name w:val="Titre table matières"/>
    <w:basedOn w:val="Normal"/>
    <w:rsid w:val="00F31BA1"/>
    <w:pPr>
      <w:pBdr>
        <w:top w:val="single" w:sz="8" w:space="1" w:color="auto"/>
        <w:bottom w:val="single" w:sz="8" w:space="1" w:color="auto"/>
      </w:pBdr>
      <w:ind w:left="2552" w:right="2552" w:firstLine="0"/>
      <w:jc w:val="center"/>
    </w:pPr>
    <w:rPr>
      <w:bCs/>
    </w:rPr>
  </w:style>
  <w:style w:type="character" w:styleId="Lienhypertextesuivivisit">
    <w:name w:val="FollowedHyperlink"/>
    <w:basedOn w:val="Policepardfaut"/>
    <w:rsid w:val="00E36F6A"/>
    <w:rPr>
      <w:color w:val="800080"/>
      <w:u w:val="single"/>
    </w:rPr>
  </w:style>
  <w:style w:type="character" w:styleId="Marquedecommentaire">
    <w:name w:val="annotation reference"/>
    <w:basedOn w:val="Policepardfaut"/>
    <w:semiHidden/>
    <w:rsid w:val="00E36F6A"/>
    <w:rPr>
      <w:sz w:val="16"/>
      <w:szCs w:val="16"/>
    </w:rPr>
  </w:style>
  <w:style w:type="paragraph" w:styleId="Commentaire">
    <w:name w:val="annotation text"/>
    <w:basedOn w:val="Normal"/>
    <w:semiHidden/>
    <w:rsid w:val="00E36F6A"/>
    <w:rPr>
      <w:sz w:val="20"/>
      <w:szCs w:val="20"/>
    </w:rPr>
  </w:style>
  <w:style w:type="paragraph" w:styleId="Textedebulles">
    <w:name w:val="Balloon Text"/>
    <w:basedOn w:val="Normal"/>
    <w:semiHidden/>
    <w:rsid w:val="00E36F6A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8D289E"/>
    <w:rPr>
      <w:b/>
      <w:bCs/>
    </w:rPr>
  </w:style>
  <w:style w:type="paragraph" w:customStyle="1" w:styleId="Centr">
    <w:name w:val="Centré"/>
    <w:basedOn w:val="Normal"/>
    <w:rsid w:val="00F31BA1"/>
    <w:pPr>
      <w:ind w:firstLine="0"/>
      <w:jc w:val="center"/>
    </w:pPr>
    <w:rPr>
      <w:szCs w:val="20"/>
    </w:rPr>
  </w:style>
  <w:style w:type="paragraph" w:customStyle="1" w:styleId="NormalSansIndent">
    <w:name w:val="NormalSansIndent"/>
    <w:basedOn w:val="Normal"/>
    <w:rsid w:val="00F31BA1"/>
    <w:pPr>
      <w:ind w:firstLine="0"/>
    </w:pPr>
    <w:rPr>
      <w:szCs w:val="20"/>
    </w:rPr>
  </w:style>
  <w:style w:type="paragraph" w:customStyle="1" w:styleId="NormalSolidaire">
    <w:name w:val="NormalSolidaire"/>
    <w:basedOn w:val="Normal"/>
    <w:qFormat/>
    <w:rsid w:val="00F31BA1"/>
    <w:pPr>
      <w:keepNext/>
    </w:pPr>
  </w:style>
  <w:style w:type="paragraph" w:customStyle="1" w:styleId="NormalSautPageAvant">
    <w:name w:val="NormalSautPageAvant"/>
    <w:basedOn w:val="Normal"/>
    <w:qFormat/>
    <w:rsid w:val="00F31BA1"/>
    <w:pPr>
      <w:pageBreakBefore/>
    </w:pPr>
  </w:style>
  <w:style w:type="paragraph" w:customStyle="1" w:styleId="NormalEspAvtGrand">
    <w:name w:val="NormalEspAvtGrand"/>
    <w:basedOn w:val="Normal"/>
    <w:rsid w:val="00F31BA1"/>
    <w:pPr>
      <w:spacing w:before="2640"/>
    </w:pPr>
    <w:rPr>
      <w:szCs w:val="20"/>
    </w:rPr>
  </w:style>
  <w:style w:type="paragraph" w:customStyle="1" w:styleId="CentrEspAvt0">
    <w:name w:val="CentréEspAvt0"/>
    <w:basedOn w:val="Centr"/>
    <w:next w:val="CentrEspAvt0EspApr0"/>
    <w:rsid w:val="00F31BA1"/>
    <w:pPr>
      <w:spacing w:before="0"/>
    </w:pPr>
  </w:style>
  <w:style w:type="paragraph" w:customStyle="1" w:styleId="CentrEspApr0">
    <w:name w:val="CentréEspApr0"/>
    <w:basedOn w:val="Centr"/>
    <w:next w:val="Normal"/>
    <w:rsid w:val="00F31BA1"/>
    <w:pPr>
      <w:spacing w:after="0"/>
    </w:pPr>
  </w:style>
  <w:style w:type="paragraph" w:customStyle="1" w:styleId="CentrEspAvt0EspApr0">
    <w:name w:val="CentréEspAvt0EspApr0"/>
    <w:basedOn w:val="Centr"/>
    <w:rsid w:val="00F31BA1"/>
    <w:pPr>
      <w:spacing w:before="0" w:after="0"/>
    </w:pPr>
  </w:style>
  <w:style w:type="paragraph" w:customStyle="1" w:styleId="Droite">
    <w:name w:val="Droite"/>
    <w:basedOn w:val="Normal"/>
    <w:next w:val="Normal"/>
    <w:rsid w:val="00F31BA1"/>
    <w:pPr>
      <w:ind w:firstLine="0"/>
      <w:jc w:val="right"/>
    </w:pPr>
    <w:rPr>
      <w:szCs w:val="20"/>
    </w:rPr>
  </w:style>
  <w:style w:type="paragraph" w:customStyle="1" w:styleId="DroiteRetraitGauche1X">
    <w:name w:val="DroiteRetraitGauche1X"/>
    <w:basedOn w:val="Droite"/>
    <w:next w:val="Normal"/>
    <w:rsid w:val="00F31BA1"/>
    <w:pPr>
      <w:ind w:left="680"/>
    </w:pPr>
  </w:style>
  <w:style w:type="paragraph" w:customStyle="1" w:styleId="DroiteRetraitGauche2X">
    <w:name w:val="DroiteRetraitGauche2X"/>
    <w:basedOn w:val="Droite"/>
    <w:next w:val="Normal"/>
    <w:rsid w:val="00F31BA1"/>
    <w:pPr>
      <w:ind w:left="1361"/>
    </w:pPr>
  </w:style>
  <w:style w:type="paragraph" w:customStyle="1" w:styleId="DroiteRetraitGauche3X">
    <w:name w:val="DroiteRetraitGauche3X"/>
    <w:basedOn w:val="Droite"/>
    <w:next w:val="Normal"/>
    <w:rsid w:val="00F31BA1"/>
    <w:pPr>
      <w:ind w:left="2041"/>
    </w:pPr>
  </w:style>
  <w:style w:type="paragraph" w:customStyle="1" w:styleId="DroiteRetraitGauche4X">
    <w:name w:val="DroiteRetraitGauche4X"/>
    <w:basedOn w:val="Droite"/>
    <w:next w:val="Normal"/>
    <w:rsid w:val="00F31BA1"/>
    <w:pPr>
      <w:ind w:left="2722"/>
    </w:pPr>
  </w:style>
  <w:style w:type="paragraph" w:customStyle="1" w:styleId="Taille-1Normal">
    <w:name w:val="Taille-1Normal"/>
    <w:basedOn w:val="Normal"/>
    <w:rsid w:val="00F31BA1"/>
    <w:rPr>
      <w:sz w:val="32"/>
      <w:szCs w:val="28"/>
    </w:rPr>
  </w:style>
  <w:style w:type="paragraph" w:customStyle="1" w:styleId="Taille-1RetraitGauche1X">
    <w:name w:val="Taille-1RetraitGauche1X"/>
    <w:basedOn w:val="Taille-1Normal"/>
    <w:rsid w:val="00F31BA1"/>
    <w:pPr>
      <w:ind w:left="680"/>
    </w:pPr>
    <w:rPr>
      <w:szCs w:val="20"/>
    </w:rPr>
  </w:style>
  <w:style w:type="paragraph" w:customStyle="1" w:styleId="Taille-1RetraitGauche2X">
    <w:name w:val="Taille-1RetraitGauche2X"/>
    <w:basedOn w:val="Taille-1Normal"/>
    <w:rsid w:val="00F31BA1"/>
    <w:pPr>
      <w:ind w:left="1361"/>
    </w:pPr>
    <w:rPr>
      <w:szCs w:val="20"/>
    </w:rPr>
  </w:style>
  <w:style w:type="paragraph" w:customStyle="1" w:styleId="Taille-1RetraitGauche3X">
    <w:name w:val="Taille-1RetraitGauche3X"/>
    <w:basedOn w:val="Taille-1Normal"/>
    <w:rsid w:val="00F31BA1"/>
    <w:pPr>
      <w:ind w:left="2041"/>
    </w:pPr>
    <w:rPr>
      <w:szCs w:val="20"/>
    </w:rPr>
  </w:style>
  <w:style w:type="paragraph" w:customStyle="1" w:styleId="Taille-1RetraitGauche1XIndent0">
    <w:name w:val="Taille-1RetraitGauche1XIndent0"/>
    <w:basedOn w:val="Taille-1RetraitGauche1X"/>
    <w:rsid w:val="00F31BA1"/>
    <w:pPr>
      <w:ind w:firstLine="0"/>
    </w:pPr>
  </w:style>
  <w:style w:type="paragraph" w:customStyle="1" w:styleId="Taille-1RetraitGauche2XIndent0">
    <w:name w:val="Taille-1RetraitGauche2XIndent0"/>
    <w:basedOn w:val="Taille-1RetraitGauche2X"/>
    <w:rsid w:val="00F31BA1"/>
    <w:pPr>
      <w:ind w:firstLine="0"/>
    </w:pPr>
  </w:style>
  <w:style w:type="paragraph" w:customStyle="1" w:styleId="Taille-1RetraitGauche3XIndent0">
    <w:name w:val="Taille-1RetraitGauche3XIndent0"/>
    <w:basedOn w:val="Taille-1RetraitGauche3X"/>
    <w:rsid w:val="00F31BA1"/>
    <w:pPr>
      <w:ind w:firstLine="0"/>
    </w:pPr>
  </w:style>
  <w:style w:type="paragraph" w:customStyle="1" w:styleId="Taille-1RetraitGauche4XIndent0">
    <w:name w:val="Taille-1RetraitGauche4XIndent0"/>
    <w:basedOn w:val="Taille-1Normal"/>
    <w:rsid w:val="00F31BA1"/>
    <w:pPr>
      <w:ind w:left="2722" w:firstLine="0"/>
    </w:pPr>
    <w:rPr>
      <w:szCs w:val="20"/>
    </w:rPr>
  </w:style>
  <w:style w:type="paragraph" w:customStyle="1" w:styleId="NormalRetraitGauche1X">
    <w:name w:val="NormalRetraitGauche1X"/>
    <w:basedOn w:val="Normal"/>
    <w:rsid w:val="00F31BA1"/>
    <w:pPr>
      <w:ind w:left="680"/>
    </w:pPr>
    <w:rPr>
      <w:szCs w:val="20"/>
    </w:rPr>
  </w:style>
  <w:style w:type="paragraph" w:customStyle="1" w:styleId="NormalRetraitGauche2X">
    <w:name w:val="NormalRetraitGauche2X"/>
    <w:basedOn w:val="Normal"/>
    <w:rsid w:val="00F31BA1"/>
    <w:pPr>
      <w:ind w:left="1361"/>
    </w:pPr>
    <w:rPr>
      <w:szCs w:val="20"/>
    </w:rPr>
  </w:style>
  <w:style w:type="paragraph" w:customStyle="1" w:styleId="NormalRetraitGauche3X">
    <w:name w:val="NormalRetraitGauche3X"/>
    <w:basedOn w:val="Normal"/>
    <w:rsid w:val="00F31BA1"/>
    <w:pPr>
      <w:ind w:left="2041"/>
    </w:pPr>
    <w:rPr>
      <w:szCs w:val="20"/>
    </w:rPr>
  </w:style>
  <w:style w:type="paragraph" w:customStyle="1" w:styleId="NormalRetraitGauche1XIndent0">
    <w:name w:val="NormalRetraitGauche1XIndent0"/>
    <w:basedOn w:val="NormalRetraitGauche1X"/>
    <w:rsid w:val="00F31BA1"/>
    <w:pPr>
      <w:ind w:firstLine="0"/>
    </w:pPr>
  </w:style>
  <w:style w:type="paragraph" w:customStyle="1" w:styleId="NormalRetraitGauche2XIndent0">
    <w:name w:val="NormalRetraitGauche2XIndent0"/>
    <w:basedOn w:val="NormalRetraitGauche2X"/>
    <w:rsid w:val="00F31BA1"/>
    <w:pPr>
      <w:ind w:firstLine="0"/>
    </w:pPr>
  </w:style>
  <w:style w:type="paragraph" w:customStyle="1" w:styleId="NormalRetraitGauche3XIndent0">
    <w:name w:val="NormalRetraitGauche3XIndent0"/>
    <w:basedOn w:val="NormalRetraitGauche3X"/>
    <w:rsid w:val="00F31BA1"/>
    <w:pPr>
      <w:ind w:firstLine="0"/>
    </w:pPr>
  </w:style>
  <w:style w:type="paragraph" w:customStyle="1" w:styleId="NormalRetraitGauche4XIndent0">
    <w:name w:val="NormalRetraitGauche4XIndent0"/>
    <w:basedOn w:val="Normal"/>
    <w:rsid w:val="00F31BA1"/>
    <w:pPr>
      <w:ind w:left="2722" w:firstLine="0"/>
    </w:pPr>
    <w:rPr>
      <w:szCs w:val="20"/>
    </w:rPr>
  </w:style>
  <w:style w:type="paragraph" w:styleId="Notedefin">
    <w:name w:val="endnote text"/>
    <w:basedOn w:val="Taille-1Normal"/>
    <w:link w:val="NotedefinCar"/>
    <w:uiPriority w:val="99"/>
    <w:semiHidden/>
    <w:unhideWhenUsed/>
    <w:qFormat/>
    <w:rsid w:val="00F31BA1"/>
    <w:rPr>
      <w:szCs w:val="20"/>
      <w:lang w:val="x-none" w:eastAsia="x-none"/>
    </w:rPr>
  </w:style>
  <w:style w:type="character" w:customStyle="1" w:styleId="NotedefinCar">
    <w:name w:val="Note de fin Car"/>
    <w:link w:val="Notedefin"/>
    <w:uiPriority w:val="99"/>
    <w:semiHidden/>
    <w:rsid w:val="00F31BA1"/>
    <w:rPr>
      <w:rFonts w:ascii="Amasis30" w:hAnsi="Amasis30"/>
      <w:sz w:val="32"/>
      <w:lang w:val="x-none" w:eastAsia="x-none"/>
    </w:rPr>
  </w:style>
  <w:style w:type="character" w:styleId="Appeldenotedefin">
    <w:name w:val="endnote reference"/>
    <w:uiPriority w:val="99"/>
    <w:unhideWhenUsed/>
    <w:qFormat/>
    <w:rsid w:val="00F31BA1"/>
    <w:rPr>
      <w:rFonts w:ascii="Amasis30" w:hAnsi="Amasis30"/>
      <w:b/>
      <w:sz w:val="36"/>
      <w:vertAlign w:val="superscript"/>
    </w:rPr>
  </w:style>
  <w:style w:type="paragraph" w:customStyle="1" w:styleId="NormalSuspendu1X">
    <w:name w:val="NormalSuspendu1X"/>
    <w:basedOn w:val="Normal"/>
    <w:rsid w:val="00F31BA1"/>
    <w:pPr>
      <w:ind w:left="680" w:hanging="680"/>
    </w:pPr>
    <w:rPr>
      <w:szCs w:val="20"/>
    </w:rPr>
  </w:style>
  <w:style w:type="paragraph" w:customStyle="1" w:styleId="NormalSuspendu1XRetrait1X">
    <w:name w:val="NormalSuspendu1XRetrait1X"/>
    <w:basedOn w:val="Normal"/>
    <w:rsid w:val="00F31BA1"/>
    <w:pPr>
      <w:ind w:left="1360" w:hanging="680"/>
    </w:pPr>
  </w:style>
  <w:style w:type="paragraph" w:customStyle="1" w:styleId="NormalEspAvt0EspApr0">
    <w:name w:val="NormalEspAvt0EspApr0"/>
    <w:basedOn w:val="Normal"/>
    <w:rsid w:val="00F31BA1"/>
    <w:pPr>
      <w:spacing w:before="0" w:after="0"/>
    </w:pPr>
    <w:rPr>
      <w:szCs w:val="20"/>
    </w:rPr>
  </w:style>
  <w:style w:type="paragraph" w:customStyle="1" w:styleId="NormalSuspendu1XRetrait2X">
    <w:name w:val="NormalSuspendu1XRetrait2X"/>
    <w:basedOn w:val="Normal"/>
    <w:rsid w:val="00F31BA1"/>
    <w:pPr>
      <w:ind w:left="2041" w:hanging="680"/>
    </w:pPr>
  </w:style>
  <w:style w:type="paragraph" w:customStyle="1" w:styleId="NormalSuspendu1XRetrait3X">
    <w:name w:val="NormalSuspendu1XRetrait3X"/>
    <w:basedOn w:val="Normal"/>
    <w:rsid w:val="00F31BA1"/>
    <w:pPr>
      <w:ind w:left="2721" w:hanging="680"/>
    </w:pPr>
    <w:rPr>
      <w:szCs w:val="20"/>
    </w:rPr>
  </w:style>
  <w:style w:type="paragraph" w:customStyle="1" w:styleId="NormalSuspendu1XRetrait4X">
    <w:name w:val="NormalSuspendu1XRetrait4X"/>
    <w:basedOn w:val="Normal"/>
    <w:rsid w:val="00F31BA1"/>
    <w:pPr>
      <w:ind w:left="3402" w:hanging="680"/>
    </w:pPr>
    <w:rPr>
      <w:szCs w:val="20"/>
    </w:rPr>
  </w:style>
  <w:style w:type="character" w:customStyle="1" w:styleId="Taille-1Caracteres">
    <w:name w:val="Taille-1Caracteres"/>
    <w:qFormat/>
    <w:rsid w:val="00F31BA1"/>
    <w:rPr>
      <w:sz w:val="32"/>
      <w:szCs w:val="20"/>
    </w:rPr>
  </w:style>
  <w:style w:type="paragraph" w:customStyle="1" w:styleId="Etoile">
    <w:name w:val="Etoile"/>
    <w:basedOn w:val="Normal"/>
    <w:qFormat/>
    <w:rsid w:val="00F31BA1"/>
    <w:pPr>
      <w:ind w:firstLine="0"/>
      <w:jc w:val="center"/>
    </w:pPr>
    <w:rPr>
      <w:b/>
      <w:sz w:val="40"/>
      <w:szCs w:val="28"/>
    </w:rPr>
  </w:style>
  <w:style w:type="paragraph" w:customStyle="1" w:styleId="Taille-1Suspendu1XRetrait1XEsp0">
    <w:name w:val="Taille-1Suspendu1XRetrait1XEsp0"/>
    <w:basedOn w:val="Taille-1RetraitGauche1X"/>
    <w:qFormat/>
    <w:rsid w:val="00F31BA1"/>
    <w:pPr>
      <w:spacing w:before="0" w:after="0"/>
      <w:ind w:left="1360" w:hanging="680"/>
    </w:pPr>
  </w:style>
  <w:style w:type="character" w:styleId="Mentionnonrsolue">
    <w:name w:val="Unresolved Mention"/>
    <w:uiPriority w:val="99"/>
    <w:semiHidden/>
    <w:unhideWhenUsed/>
    <w:rsid w:val="00F31BA1"/>
    <w:rPr>
      <w:color w:val="605E5C"/>
      <w:shd w:val="clear" w:color="auto" w:fill="E1DFDD"/>
    </w:rPr>
  </w:style>
  <w:style w:type="paragraph" w:customStyle="1" w:styleId="Taille-1Suspendu1XRetrait2XEsp0">
    <w:name w:val="Taille-1Suspendu1XRetrait2XEsp0"/>
    <w:basedOn w:val="Taille-1RetraitGauche2X"/>
    <w:qFormat/>
    <w:rsid w:val="00F31BA1"/>
    <w:pPr>
      <w:spacing w:before="0" w:after="0"/>
      <w:ind w:left="2041" w:hanging="680"/>
      <w:jc w:val="left"/>
    </w:pPr>
    <w:rPr>
      <w:szCs w:val="28"/>
    </w:rPr>
  </w:style>
  <w:style w:type="paragraph" w:customStyle="1" w:styleId="NormalSuspendu1XRetrait1XEsp0">
    <w:name w:val="NormalSuspendu1XRetrait1XEsp0"/>
    <w:basedOn w:val="NormalSuspendu1XRetrait1X"/>
    <w:qFormat/>
    <w:rsid w:val="00F31BA1"/>
    <w:pPr>
      <w:spacing w:before="0" w:after="0"/>
    </w:pPr>
  </w:style>
  <w:style w:type="paragraph" w:customStyle="1" w:styleId="NormalSuspendu1XEsp0">
    <w:name w:val="NormalSuspendu1XEsp0"/>
    <w:basedOn w:val="NormalSuspendu1X"/>
    <w:qFormat/>
    <w:rsid w:val="00F31BA1"/>
    <w:pPr>
      <w:spacing w:before="0" w:after="0"/>
    </w:pPr>
  </w:style>
  <w:style w:type="paragraph" w:customStyle="1" w:styleId="NormalSuspendu1XRetrait2XEsp0">
    <w:name w:val="NormalSuspendu1XRetrait2XEsp0"/>
    <w:basedOn w:val="NormalSuspendu1XRetrait2X"/>
    <w:qFormat/>
    <w:rsid w:val="00F31BA1"/>
    <w:pPr>
      <w:spacing w:before="0" w:after="0"/>
    </w:pPr>
  </w:style>
  <w:style w:type="paragraph" w:customStyle="1" w:styleId="ParagrapheVideNormal">
    <w:name w:val="ParagrapheVideNormal"/>
    <w:basedOn w:val="Normal"/>
    <w:next w:val="Normal"/>
    <w:qFormat/>
    <w:rsid w:val="00F31BA1"/>
  </w:style>
  <w:style w:type="paragraph" w:customStyle="1" w:styleId="ParagrapheVideNormal2">
    <w:name w:val="ParagrapheVideNormal2"/>
    <w:basedOn w:val="ParagrapheVideNormal"/>
    <w:next w:val="Normal"/>
    <w:qFormat/>
    <w:rsid w:val="00F31BA1"/>
  </w:style>
  <w:style w:type="paragraph" w:customStyle="1" w:styleId="Image">
    <w:name w:val="Image"/>
    <w:basedOn w:val="Centr"/>
    <w:next w:val="Normal"/>
    <w:qFormat/>
    <w:rsid w:val="00F31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ebooksgratuits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roups.google.com/g/ebooksgratui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Modeles\Ebooks\livr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D9ADB-0B1E-49E7-B24D-BAFD579E7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livres.dot</Template>
  <TotalTime>1</TotalTime>
  <Pages>1</Pages>
  <Words>39697</Words>
  <Characters>218336</Characters>
  <Application>Microsoft Office Word</Application>
  <DocSecurity>0</DocSecurity>
  <Lines>1819</Lines>
  <Paragraphs>515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Louve de Pénandru</vt:lpstr>
    </vt:vector>
  </TitlesOfParts>
  <Company>Ebooks libres et gratuits</Company>
  <LinksUpToDate>false</LinksUpToDate>
  <CharactersWithSpaces>257518</CharactersWithSpaces>
  <SharedDoc>false</SharedDoc>
  <HLinks>
    <vt:vector size="96" baseType="variant">
      <vt:variant>
        <vt:i4>2293820</vt:i4>
      </vt:variant>
      <vt:variant>
        <vt:i4>90</vt:i4>
      </vt:variant>
      <vt:variant>
        <vt:i4>0</vt:i4>
      </vt:variant>
      <vt:variant>
        <vt:i4>5</vt:i4>
      </vt:variant>
      <vt:variant>
        <vt:lpwstr>http://www.ebooksgratuits.com/</vt:lpwstr>
      </vt:variant>
      <vt:variant>
        <vt:lpwstr/>
      </vt:variant>
      <vt:variant>
        <vt:i4>7929972</vt:i4>
      </vt:variant>
      <vt:variant>
        <vt:i4>87</vt:i4>
      </vt:variant>
      <vt:variant>
        <vt:i4>0</vt:i4>
      </vt:variant>
      <vt:variant>
        <vt:i4>5</vt:i4>
      </vt:variant>
      <vt:variant>
        <vt:lpwstr>http://fr.groups.yahoo.com/group/ebooksgratuits</vt:lpwstr>
      </vt:variant>
      <vt:variant>
        <vt:lpwstr/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_Toc189668520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_Toc189668519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_Toc189668518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_Toc189668517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_Toc189668516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_Toc189668515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_Toc189668514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_Toc189668513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_Toc189668512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_Toc189668511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_Toc189668510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_Toc189668509</vt:lpwstr>
      </vt:variant>
      <vt:variant>
        <vt:i4>1114171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_Toc189668508</vt:lpwstr>
      </vt:variant>
      <vt:variant>
        <vt:i4>1114171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_Toc189668507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Louve de Pénandru</dc:title>
  <dc:subject>Sous titre s'il y a lieu</dc:subject>
  <dc:creator>Georges Le Faure</dc:creator>
  <cp:keywords/>
  <dc:description>Année de publication du livre</dc:description>
  <cp:lastModifiedBy>Cool Micro</cp:lastModifiedBy>
  <cp:revision>4</cp:revision>
  <cp:lastPrinted>2025-04-09T18:15:00Z</cp:lastPrinted>
  <dcterms:created xsi:type="dcterms:W3CDTF">2025-04-09T18:15:00Z</dcterms:created>
  <dcterms:modified xsi:type="dcterms:W3CDTF">2025-04-09T18:15:00Z</dcterms:modified>
  <cp:category>Romans Historique</cp:category>
</cp:coreProperties>
</file>