
<file path=[Content_Types].xml><?xml version="1.0" encoding="utf-8"?>
<Types xmlns="http://schemas.openxmlformats.org/package/2006/content-types">
  <Default Extension="jpeg" ContentType="image/jpeg"/>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2F89F7" w14:textId="3642660D" w:rsidR="00033562" w:rsidRPr="00633842" w:rsidRDefault="00115F49" w:rsidP="00766774">
      <w:pPr>
        <w:pStyle w:val="Photoauteur"/>
      </w:pPr>
      <w:r w:rsidRPr="00633842">
        <w:drawing>
          <wp:anchor distT="0" distB="0" distL="114300" distR="114300" simplePos="0" relativeHeight="251657728" behindDoc="0" locked="0" layoutInCell="1" allowOverlap="1" wp14:anchorId="58A25A6C" wp14:editId="6773B42E">
            <wp:simplePos x="0" y="0"/>
            <wp:positionH relativeFrom="page">
              <wp:posOffset>0</wp:posOffset>
            </wp:positionH>
            <wp:positionV relativeFrom="page">
              <wp:posOffset>0</wp:posOffset>
            </wp:positionV>
            <wp:extent cx="1440180" cy="10692130"/>
            <wp:effectExtent l="0" t="0" r="0" b="0"/>
            <wp:wrapNone/>
            <wp:docPr id="7"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0180" cy="10692130"/>
                    </a:xfrm>
                    <a:prstGeom prst="rect">
                      <a:avLst/>
                    </a:prstGeom>
                    <a:noFill/>
                    <a:ln>
                      <a:noFill/>
                    </a:ln>
                  </pic:spPr>
                </pic:pic>
              </a:graphicData>
            </a:graphic>
          </wp:anchor>
        </w:drawing>
      </w:r>
      <w:r w:rsidR="003D7C3C">
        <w:drawing>
          <wp:inline distT="0" distB="0" distL="0" distR="0" wp14:anchorId="5CD42579" wp14:editId="51AE67DA">
            <wp:extent cx="3209544" cy="4279392"/>
            <wp:effectExtent l="0" t="0" r="0" b="6985"/>
            <wp:docPr id="928921989" name="Image 2" descr="Le rêve des hommes. ( Jean Giono ) - Le Lecturam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e rêve des hommes. ( Jean Giono ) - Le Lecturamak"/>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18369" cy="4291158"/>
                    </a:xfrm>
                    <a:prstGeom prst="rect">
                      <a:avLst/>
                    </a:prstGeom>
                    <a:noFill/>
                    <a:ln>
                      <a:noFill/>
                    </a:ln>
                  </pic:spPr>
                </pic:pic>
              </a:graphicData>
            </a:graphic>
          </wp:inline>
        </w:drawing>
      </w:r>
    </w:p>
    <w:p w14:paraId="2BCC8BB8" w14:textId="77777777" w:rsidR="00033562" w:rsidRPr="00633842" w:rsidRDefault="003D7C3C">
      <w:pPr>
        <w:pStyle w:val="Auteur"/>
      </w:pPr>
      <w:r>
        <w:t>Jean Giono</w:t>
      </w:r>
    </w:p>
    <w:p w14:paraId="6118D427" w14:textId="77777777" w:rsidR="00033562" w:rsidRPr="00633842" w:rsidRDefault="00D71404" w:rsidP="007C1C6B">
      <w:pPr>
        <w:pStyle w:val="Titrelivre"/>
      </w:pPr>
      <w:r>
        <w:t>UN ROI SANS DIVERTISSEMENT</w:t>
      </w:r>
    </w:p>
    <w:p w14:paraId="108FD2DC" w14:textId="77777777" w:rsidR="00033562" w:rsidRPr="00633842" w:rsidRDefault="00290DA8">
      <w:pPr>
        <w:pStyle w:val="Soustitrelivre"/>
      </w:pPr>
      <w:r>
        <w:t>Le Cycle du Hussard - I</w:t>
      </w:r>
    </w:p>
    <w:p w14:paraId="7898EA9B" w14:textId="77777777" w:rsidR="00033562" w:rsidRPr="00633842" w:rsidRDefault="00D71404" w:rsidP="003D7C3C">
      <w:pPr>
        <w:pStyle w:val="DateSortie"/>
      </w:pPr>
      <w:r>
        <w:t>194</w:t>
      </w:r>
      <w:r w:rsidR="00CF325A">
        <w:t>7</w:t>
      </w:r>
    </w:p>
    <w:p w14:paraId="1D6D2E5A" w14:textId="77777777" w:rsidR="00033562" w:rsidRPr="00633842" w:rsidRDefault="00033562" w:rsidP="007C1C6B">
      <w:pPr>
        <w:sectPr w:rsidR="00033562" w:rsidRPr="00633842" w:rsidSect="00934F12">
          <w:footerReference w:type="default" r:id="rId10"/>
          <w:pgSz w:w="11906" w:h="16838" w:code="9"/>
          <w:pgMar w:top="0" w:right="0" w:bottom="0" w:left="0" w:header="0" w:footer="0" w:gutter="0"/>
          <w:cols w:space="708"/>
          <w:titlePg/>
          <w:docGrid w:linePitch="360"/>
        </w:sectPr>
      </w:pPr>
    </w:p>
    <w:p w14:paraId="0097F7DC" w14:textId="77777777" w:rsidR="00D71404" w:rsidRDefault="00D71404" w:rsidP="00D71404">
      <w:pPr>
        <w:pageBreakBefore/>
      </w:pPr>
    </w:p>
    <w:p w14:paraId="610C5922" w14:textId="77777777" w:rsidR="00766774" w:rsidRDefault="00766774" w:rsidP="00D71404">
      <w:pPr>
        <w:pStyle w:val="NormalRetraitGauche3X"/>
        <w:spacing w:before="960"/>
        <w:rPr>
          <w:i/>
          <w:iCs/>
        </w:rPr>
      </w:pPr>
      <w:r>
        <w:rPr>
          <w:i/>
          <w:iCs/>
        </w:rPr>
        <w:t xml:space="preserve">… </w:t>
      </w:r>
      <w:r w:rsidR="00D71404" w:rsidRPr="00D71404">
        <w:rPr>
          <w:i/>
          <w:iCs/>
        </w:rPr>
        <w:t>Si vous m</w:t>
      </w:r>
      <w:r>
        <w:rPr>
          <w:i/>
          <w:iCs/>
        </w:rPr>
        <w:t>’</w:t>
      </w:r>
      <w:r w:rsidR="00D71404" w:rsidRPr="00D71404">
        <w:rPr>
          <w:i/>
          <w:iCs/>
        </w:rPr>
        <w:t>envoyiez votre cornemuse et toutes les autres petites pièces qui en dépendent</w:t>
      </w:r>
      <w:r>
        <w:rPr>
          <w:i/>
          <w:iCs/>
        </w:rPr>
        <w:t xml:space="preserve">, </w:t>
      </w:r>
      <w:r w:rsidR="00D71404" w:rsidRPr="00D71404">
        <w:rPr>
          <w:i/>
          <w:iCs/>
        </w:rPr>
        <w:t>je les arrangerais moi-même et jouerais quelques airs bien tristes</w:t>
      </w:r>
      <w:r>
        <w:rPr>
          <w:i/>
          <w:iCs/>
        </w:rPr>
        <w:t xml:space="preserve">, </w:t>
      </w:r>
      <w:r w:rsidR="00D71404" w:rsidRPr="00D71404">
        <w:rPr>
          <w:i/>
          <w:iCs/>
        </w:rPr>
        <w:t>bien adaptés</w:t>
      </w:r>
      <w:r>
        <w:rPr>
          <w:i/>
          <w:iCs/>
        </w:rPr>
        <w:t xml:space="preserve">, </w:t>
      </w:r>
      <w:r w:rsidR="00D71404" w:rsidRPr="00D71404">
        <w:rPr>
          <w:i/>
          <w:iCs/>
        </w:rPr>
        <w:t>puis-je dire</w:t>
      </w:r>
      <w:r>
        <w:rPr>
          <w:i/>
          <w:iCs/>
        </w:rPr>
        <w:t xml:space="preserve">, </w:t>
      </w:r>
      <w:r w:rsidR="00D71404" w:rsidRPr="00D71404">
        <w:rPr>
          <w:i/>
          <w:iCs/>
        </w:rPr>
        <w:t>à ma pénible situation de prisonnier</w:t>
      </w:r>
      <w:r>
        <w:rPr>
          <w:i/>
          <w:iCs/>
        </w:rPr>
        <w:t>.</w:t>
      </w:r>
    </w:p>
    <w:p w14:paraId="31C45F9F" w14:textId="77777777" w:rsidR="00766774" w:rsidRDefault="00766774" w:rsidP="00D71404">
      <w:pPr>
        <w:pStyle w:val="Droite"/>
      </w:pPr>
      <w:r>
        <w:t>(</w:t>
      </w:r>
      <w:r w:rsidR="00D71404">
        <w:t>Lettre de Audl-Reckie</w:t>
      </w:r>
      <w:r>
        <w:t>.)</w:t>
      </w:r>
    </w:p>
    <w:p w14:paraId="559515C7" w14:textId="77777777" w:rsidR="00D71404" w:rsidRDefault="00D71404" w:rsidP="00D71404">
      <w:pPr>
        <w:pageBreakBefore/>
      </w:pPr>
    </w:p>
    <w:p w14:paraId="537143EA" w14:textId="77777777" w:rsidR="00766774" w:rsidRDefault="00115F49" w:rsidP="00D71404">
      <w:pPr>
        <w:pStyle w:val="NormalEspAvtGrand"/>
      </w:pPr>
      <w:r w:rsidRPr="00115F49">
        <w:t>Frédéric a la scierie sur la route d</w:t>
      </w:r>
      <w:r w:rsidR="00766774">
        <w:t>’</w:t>
      </w:r>
      <w:r w:rsidRPr="00115F49">
        <w:t>Avers</w:t>
      </w:r>
      <w:r w:rsidR="00766774">
        <w:t xml:space="preserve">. </w:t>
      </w:r>
      <w:r w:rsidRPr="00115F49">
        <w:t>Il y succède à son père</w:t>
      </w:r>
      <w:r w:rsidR="00766774">
        <w:t xml:space="preserve">, </w:t>
      </w:r>
      <w:r w:rsidRPr="00115F49">
        <w:t>à son grand-père</w:t>
      </w:r>
      <w:r w:rsidR="00766774">
        <w:t xml:space="preserve">, </w:t>
      </w:r>
      <w:r w:rsidRPr="00115F49">
        <w:t>à son arrière-grand-père</w:t>
      </w:r>
      <w:r w:rsidR="00766774">
        <w:t xml:space="preserve">, </w:t>
      </w:r>
      <w:r w:rsidRPr="00115F49">
        <w:t>à tous les Frédéric</w:t>
      </w:r>
      <w:r w:rsidR="00766774">
        <w:t>.</w:t>
      </w:r>
    </w:p>
    <w:p w14:paraId="3B4752EE" w14:textId="77777777" w:rsidR="00766774" w:rsidRDefault="00115F49" w:rsidP="00115F49">
      <w:r w:rsidRPr="00115F49">
        <w:t>C</w:t>
      </w:r>
      <w:r w:rsidR="00766774">
        <w:t>’</w:t>
      </w:r>
      <w:r w:rsidRPr="00115F49">
        <w:t>est juste au virage</w:t>
      </w:r>
      <w:r w:rsidR="00766774">
        <w:t xml:space="preserve">, </w:t>
      </w:r>
      <w:r w:rsidRPr="00115F49">
        <w:t>dans l</w:t>
      </w:r>
      <w:r w:rsidR="00766774">
        <w:t>’</w:t>
      </w:r>
      <w:r w:rsidRPr="00115F49">
        <w:t>épingle à cheveux</w:t>
      </w:r>
      <w:r w:rsidR="00766774">
        <w:t xml:space="preserve">, </w:t>
      </w:r>
      <w:r w:rsidRPr="00115F49">
        <w:t>au bord de la route</w:t>
      </w:r>
      <w:r w:rsidR="00766774">
        <w:t xml:space="preserve">. </w:t>
      </w:r>
      <w:r w:rsidRPr="00115F49">
        <w:t>Il y a là un hêtre</w:t>
      </w:r>
      <w:r w:rsidR="00766774">
        <w:t xml:space="preserve"> ; </w:t>
      </w:r>
      <w:r w:rsidRPr="00115F49">
        <w:t>je suis bien persuadé qu</w:t>
      </w:r>
      <w:r w:rsidR="00766774">
        <w:t>’</w:t>
      </w:r>
      <w:r w:rsidRPr="00115F49">
        <w:t>il n</w:t>
      </w:r>
      <w:r w:rsidR="00766774">
        <w:t>’</w:t>
      </w:r>
      <w:r w:rsidRPr="00115F49">
        <w:t>en existe pas de plus beau</w:t>
      </w:r>
      <w:r w:rsidR="00766774">
        <w:t xml:space="preserve"> : </w:t>
      </w:r>
      <w:r w:rsidRPr="00115F49">
        <w:t>c</w:t>
      </w:r>
      <w:r w:rsidR="00766774">
        <w:t>’</w:t>
      </w:r>
      <w:r w:rsidRPr="00115F49">
        <w:t>est l</w:t>
      </w:r>
      <w:r w:rsidR="00766774">
        <w:t>’</w:t>
      </w:r>
      <w:r w:rsidRPr="00115F49">
        <w:t>Apollon-citharède des hêtres</w:t>
      </w:r>
      <w:r w:rsidR="00766774">
        <w:t xml:space="preserve">. </w:t>
      </w:r>
      <w:r w:rsidRPr="00115F49">
        <w:t>Il n</w:t>
      </w:r>
      <w:r w:rsidR="00766774">
        <w:t>’</w:t>
      </w:r>
      <w:r w:rsidRPr="00115F49">
        <w:t>est pas possible qu</w:t>
      </w:r>
      <w:r w:rsidR="00766774">
        <w:t>’</w:t>
      </w:r>
      <w:r w:rsidRPr="00115F49">
        <w:t>il y ait</w:t>
      </w:r>
      <w:r w:rsidR="00766774">
        <w:t xml:space="preserve">, </w:t>
      </w:r>
      <w:r w:rsidRPr="00115F49">
        <w:t>dans un autre hêtre</w:t>
      </w:r>
      <w:r w:rsidR="00766774">
        <w:t xml:space="preserve">, </w:t>
      </w:r>
      <w:r w:rsidRPr="00115F49">
        <w:t>où qu</w:t>
      </w:r>
      <w:r w:rsidR="00766774">
        <w:t>’</w:t>
      </w:r>
      <w:r w:rsidRPr="00115F49">
        <w:t>il soit</w:t>
      </w:r>
      <w:r w:rsidR="00766774">
        <w:t xml:space="preserve">, </w:t>
      </w:r>
      <w:r w:rsidRPr="00115F49">
        <w:t>une peau plus lisse</w:t>
      </w:r>
      <w:r w:rsidR="00766774">
        <w:t xml:space="preserve">, </w:t>
      </w:r>
      <w:r w:rsidRPr="00115F49">
        <w:t>de couleur plus belle</w:t>
      </w:r>
      <w:r w:rsidR="00766774">
        <w:t xml:space="preserve">, </w:t>
      </w:r>
      <w:r w:rsidRPr="00115F49">
        <w:t>une carrure plus exacte</w:t>
      </w:r>
      <w:r w:rsidR="00766774">
        <w:t xml:space="preserve">, </w:t>
      </w:r>
      <w:r w:rsidRPr="00115F49">
        <w:t>des proportions plus justes</w:t>
      </w:r>
      <w:r w:rsidR="00766774">
        <w:t xml:space="preserve">, </w:t>
      </w:r>
      <w:r w:rsidRPr="00115F49">
        <w:t>plus de noblesse</w:t>
      </w:r>
      <w:r w:rsidR="00766774">
        <w:t xml:space="preserve">, </w:t>
      </w:r>
      <w:r w:rsidRPr="00115F49">
        <w:t>de grâce et d</w:t>
      </w:r>
      <w:r w:rsidR="00766774">
        <w:t>’</w:t>
      </w:r>
      <w:r w:rsidRPr="00115F49">
        <w:t>éternelle jeunesse</w:t>
      </w:r>
      <w:r w:rsidR="00766774">
        <w:t xml:space="preserve"> : </w:t>
      </w:r>
      <w:r w:rsidRPr="00115F49">
        <w:t>Apollon exactement</w:t>
      </w:r>
      <w:r w:rsidR="00766774">
        <w:t xml:space="preserve">, </w:t>
      </w:r>
      <w:r w:rsidRPr="00115F49">
        <w:t>c</w:t>
      </w:r>
      <w:r w:rsidR="00766774">
        <w:t>’</w:t>
      </w:r>
      <w:r w:rsidRPr="00115F49">
        <w:t>est ce qu</w:t>
      </w:r>
      <w:r w:rsidR="00766774">
        <w:t>’</w:t>
      </w:r>
      <w:r w:rsidRPr="00115F49">
        <w:t>on se dit dès qu</w:t>
      </w:r>
      <w:r w:rsidR="00766774">
        <w:t>’</w:t>
      </w:r>
      <w:r w:rsidRPr="00115F49">
        <w:t>on le voit et c</w:t>
      </w:r>
      <w:r w:rsidR="00766774">
        <w:t>’</w:t>
      </w:r>
      <w:r w:rsidRPr="00115F49">
        <w:t>est ce qu</w:t>
      </w:r>
      <w:r w:rsidR="00766774">
        <w:t>’</w:t>
      </w:r>
      <w:r w:rsidRPr="00115F49">
        <w:t>on se redit inlassablement quand on le regarde</w:t>
      </w:r>
      <w:r w:rsidR="00766774">
        <w:t xml:space="preserve">. </w:t>
      </w:r>
      <w:r w:rsidRPr="00115F49">
        <w:t>Le plus extraordinaire est qu</w:t>
      </w:r>
      <w:r w:rsidR="00766774">
        <w:t>’</w:t>
      </w:r>
      <w:r w:rsidRPr="00115F49">
        <w:t>il puisse être si beau et rester si simple</w:t>
      </w:r>
      <w:r w:rsidR="00766774">
        <w:t xml:space="preserve">. </w:t>
      </w:r>
      <w:r w:rsidRPr="00115F49">
        <w:t>Il est hors de doute qu</w:t>
      </w:r>
      <w:r w:rsidR="00766774">
        <w:t>’</w:t>
      </w:r>
      <w:r w:rsidRPr="00115F49">
        <w:t>il se connaît et qu</w:t>
      </w:r>
      <w:r w:rsidR="00766774">
        <w:t>’</w:t>
      </w:r>
      <w:r w:rsidRPr="00115F49">
        <w:t>il se juge</w:t>
      </w:r>
      <w:r w:rsidR="00766774">
        <w:t xml:space="preserve">. </w:t>
      </w:r>
      <w:r w:rsidRPr="00115F49">
        <w:t>Comment tant de justice pourrait-elle être inconsciente</w:t>
      </w:r>
      <w:r w:rsidR="00766774">
        <w:t xml:space="preserve"> ? </w:t>
      </w:r>
      <w:r w:rsidRPr="00115F49">
        <w:t>Quand il suffit d</w:t>
      </w:r>
      <w:r w:rsidR="00766774">
        <w:t>’</w:t>
      </w:r>
      <w:r w:rsidRPr="00115F49">
        <w:t>un frisson de bise</w:t>
      </w:r>
      <w:r w:rsidR="00766774">
        <w:t xml:space="preserve">, </w:t>
      </w:r>
      <w:r w:rsidRPr="00115F49">
        <w:t>d</w:t>
      </w:r>
      <w:r w:rsidR="00766774">
        <w:t>’</w:t>
      </w:r>
      <w:r w:rsidRPr="00115F49">
        <w:t>une mauvaise utilisation de la lumière du soir</w:t>
      </w:r>
      <w:r w:rsidR="00766774">
        <w:t xml:space="preserve">, </w:t>
      </w:r>
      <w:r w:rsidRPr="00115F49">
        <w:t>d</w:t>
      </w:r>
      <w:r w:rsidR="00766774">
        <w:t>’</w:t>
      </w:r>
      <w:r w:rsidRPr="00115F49">
        <w:t>un</w:t>
      </w:r>
      <w:r w:rsidRPr="00115F49">
        <w:rPr>
          <w:i/>
          <w:iCs/>
        </w:rPr>
        <w:t xml:space="preserve"> porte-à-faux</w:t>
      </w:r>
      <w:r w:rsidRPr="00115F49">
        <w:t xml:space="preserve"> dans l</w:t>
      </w:r>
      <w:r w:rsidR="00766774">
        <w:t>’</w:t>
      </w:r>
      <w:r w:rsidRPr="00115F49">
        <w:t>inclinaison des feuilles pour que la beauté</w:t>
      </w:r>
      <w:r w:rsidR="00766774">
        <w:t xml:space="preserve">, </w:t>
      </w:r>
      <w:r w:rsidRPr="00115F49">
        <w:t>renversée</w:t>
      </w:r>
      <w:r w:rsidR="00766774">
        <w:t xml:space="preserve">, </w:t>
      </w:r>
      <w:r w:rsidRPr="00115F49">
        <w:t>ne soit plus du tout étonnante</w:t>
      </w:r>
      <w:r w:rsidR="00766774">
        <w:t>.</w:t>
      </w:r>
    </w:p>
    <w:p w14:paraId="3A455605" w14:textId="77777777" w:rsidR="00766774" w:rsidRDefault="00115F49" w:rsidP="00115F49">
      <w:r w:rsidRPr="00115F49">
        <w:t>En 1843-44-45</w:t>
      </w:r>
      <w:r w:rsidR="00766774">
        <w:t xml:space="preserve">, </w:t>
      </w:r>
      <w:r w:rsidR="00766774" w:rsidRPr="00115F49">
        <w:t>M</w:t>
      </w:r>
      <w:r w:rsidR="00766774">
        <w:t>.</w:t>
      </w:r>
      <w:r w:rsidR="00766774" w:rsidRPr="00115F49">
        <w:t>V</w:t>
      </w:r>
      <w:r w:rsidR="00766774">
        <w:t xml:space="preserve">. </w:t>
      </w:r>
      <w:r w:rsidRPr="00115F49">
        <w:t>se servit beaucoup de ce hêtre</w:t>
      </w:r>
      <w:r w:rsidR="00766774">
        <w:t xml:space="preserve">. </w:t>
      </w:r>
      <w:r w:rsidR="00766774" w:rsidRPr="00115F49">
        <w:t>M</w:t>
      </w:r>
      <w:r w:rsidR="00766774">
        <w:t>.</w:t>
      </w:r>
      <w:r w:rsidR="00766774" w:rsidRPr="00115F49">
        <w:t>V</w:t>
      </w:r>
      <w:r w:rsidR="00766774">
        <w:t xml:space="preserve">. </w:t>
      </w:r>
      <w:r w:rsidRPr="00115F49">
        <w:t>était de Chichiliane</w:t>
      </w:r>
      <w:r w:rsidR="00766774">
        <w:t xml:space="preserve">, </w:t>
      </w:r>
      <w:r w:rsidRPr="00115F49">
        <w:t>un pays à vingt et un kilomètres d</w:t>
      </w:r>
      <w:r w:rsidR="00766774">
        <w:t>’</w:t>
      </w:r>
      <w:r w:rsidRPr="00115F49">
        <w:t>ici</w:t>
      </w:r>
      <w:r w:rsidR="00766774">
        <w:t xml:space="preserve">, </w:t>
      </w:r>
      <w:r w:rsidRPr="00115F49">
        <w:t>en route torse</w:t>
      </w:r>
      <w:r w:rsidR="00766774">
        <w:t xml:space="preserve">, </w:t>
      </w:r>
      <w:r w:rsidRPr="00115F49">
        <w:t>au fond d</w:t>
      </w:r>
      <w:r w:rsidR="00766774">
        <w:t>’</w:t>
      </w:r>
      <w:r w:rsidRPr="00115F49">
        <w:t>un vallon haut</w:t>
      </w:r>
      <w:r w:rsidR="00766774">
        <w:t xml:space="preserve">. </w:t>
      </w:r>
      <w:r w:rsidRPr="00115F49">
        <w:t>On n</w:t>
      </w:r>
      <w:r w:rsidR="00766774">
        <w:t>’</w:t>
      </w:r>
      <w:r w:rsidRPr="00115F49">
        <w:t>y va pas</w:t>
      </w:r>
      <w:r w:rsidR="00766774">
        <w:t xml:space="preserve">, </w:t>
      </w:r>
      <w:r w:rsidRPr="00115F49">
        <w:t>on va ailleurs</w:t>
      </w:r>
      <w:r w:rsidR="00766774">
        <w:t xml:space="preserve">, </w:t>
      </w:r>
      <w:r w:rsidRPr="00115F49">
        <w:t>on va à Clelles</w:t>
      </w:r>
      <w:r w:rsidR="00766774">
        <w:t xml:space="preserve"> (</w:t>
      </w:r>
      <w:r w:rsidRPr="00115F49">
        <w:t>qui est dans la direction</w:t>
      </w:r>
      <w:r w:rsidR="00766774">
        <w:t xml:space="preserve">), </w:t>
      </w:r>
      <w:r w:rsidRPr="00115F49">
        <w:t>on va à Mens</w:t>
      </w:r>
      <w:r w:rsidR="00766774">
        <w:t xml:space="preserve">, </w:t>
      </w:r>
      <w:r w:rsidRPr="00115F49">
        <w:t>on va même loin dans des quantités d</w:t>
      </w:r>
      <w:r w:rsidR="00766774">
        <w:t>’</w:t>
      </w:r>
      <w:r w:rsidRPr="00115F49">
        <w:t>endroits</w:t>
      </w:r>
      <w:r w:rsidR="00766774">
        <w:t xml:space="preserve">, </w:t>
      </w:r>
      <w:r w:rsidRPr="00115F49">
        <w:t>mais on ne va pas à Chichiliane</w:t>
      </w:r>
      <w:r w:rsidR="00766774">
        <w:t xml:space="preserve">. </w:t>
      </w:r>
      <w:r w:rsidRPr="00115F49">
        <w:t>On irait</w:t>
      </w:r>
      <w:r w:rsidR="00766774">
        <w:t xml:space="preserve">, </w:t>
      </w:r>
      <w:r w:rsidRPr="00115F49">
        <w:t>on y ferait quoi</w:t>
      </w:r>
      <w:r w:rsidR="00766774">
        <w:t xml:space="preserve"> ? </w:t>
      </w:r>
      <w:r w:rsidRPr="00115F49">
        <w:t>On ferait quoi à Chichiliane</w:t>
      </w:r>
      <w:r w:rsidR="00766774">
        <w:t xml:space="preserve"> ? </w:t>
      </w:r>
      <w:r w:rsidRPr="00115F49">
        <w:t>Rien</w:t>
      </w:r>
      <w:r w:rsidR="00766774">
        <w:t xml:space="preserve">. </w:t>
      </w:r>
      <w:r w:rsidRPr="00115F49">
        <w:t>C</w:t>
      </w:r>
      <w:r w:rsidR="00766774">
        <w:t>’</w:t>
      </w:r>
      <w:r w:rsidRPr="00115F49">
        <w:t>est comme ici</w:t>
      </w:r>
      <w:r w:rsidR="00766774">
        <w:t xml:space="preserve">. </w:t>
      </w:r>
      <w:r w:rsidRPr="00115F49">
        <w:t>Ailleurs aussi naturellement</w:t>
      </w:r>
      <w:r w:rsidR="00766774">
        <w:t xml:space="preserve"> ; </w:t>
      </w:r>
      <w:r w:rsidRPr="00115F49">
        <w:t>mais ailleurs</w:t>
      </w:r>
      <w:r w:rsidR="00766774">
        <w:t xml:space="preserve">, </w:t>
      </w:r>
      <w:r w:rsidRPr="00115F49">
        <w:t>soit à l</w:t>
      </w:r>
      <w:r w:rsidR="00766774">
        <w:t>’</w:t>
      </w:r>
      <w:r w:rsidRPr="00115F49">
        <w:t>est ou à l</w:t>
      </w:r>
      <w:r w:rsidR="00766774">
        <w:t>’</w:t>
      </w:r>
      <w:r w:rsidRPr="00115F49">
        <w:t>ouest</w:t>
      </w:r>
      <w:r w:rsidR="00766774">
        <w:t xml:space="preserve">, </w:t>
      </w:r>
      <w:r w:rsidRPr="00115F49">
        <w:t>il y a parfois un découvert</w:t>
      </w:r>
      <w:r w:rsidR="00766774">
        <w:t xml:space="preserve">, </w:t>
      </w:r>
      <w:r w:rsidRPr="00115F49">
        <w:t>ou des bosquets</w:t>
      </w:r>
      <w:r w:rsidR="00766774">
        <w:t xml:space="preserve">, </w:t>
      </w:r>
      <w:r w:rsidRPr="00115F49">
        <w:t>ou des croise</w:t>
      </w:r>
      <w:r w:rsidRPr="00115F49">
        <w:lastRenderedPageBreak/>
        <w:t>ments de routes</w:t>
      </w:r>
      <w:r w:rsidR="00766774">
        <w:t xml:space="preserve">. </w:t>
      </w:r>
      <w:r w:rsidRPr="00115F49">
        <w:t>Vingt et un kilomètres</w:t>
      </w:r>
      <w:r w:rsidR="00766774">
        <w:t xml:space="preserve">, </w:t>
      </w:r>
      <w:r w:rsidRPr="00115F49">
        <w:t>en 43</w:t>
      </w:r>
      <w:r w:rsidR="00766774">
        <w:t xml:space="preserve">, </w:t>
      </w:r>
      <w:r w:rsidRPr="00115F49">
        <w:t>ça faisait un peu plus de cinq lieues et on ne se déplaçait qu</w:t>
      </w:r>
      <w:r w:rsidR="00766774">
        <w:t>’</w:t>
      </w:r>
      <w:r w:rsidRPr="00115F49">
        <w:t>en blouse</w:t>
      </w:r>
      <w:r w:rsidR="00766774">
        <w:t xml:space="preserve">, </w:t>
      </w:r>
      <w:r w:rsidRPr="00115F49">
        <w:t>en bottes et en bardot au pas</w:t>
      </w:r>
      <w:r w:rsidR="00766774">
        <w:t xml:space="preserve">. </w:t>
      </w:r>
      <w:r w:rsidRPr="00115F49">
        <w:t>C</w:t>
      </w:r>
      <w:r w:rsidR="00766774">
        <w:t>’</w:t>
      </w:r>
      <w:r w:rsidRPr="00115F49">
        <w:t>était donc très extraordinaire</w:t>
      </w:r>
      <w:r w:rsidR="00766774">
        <w:t xml:space="preserve">, </w:t>
      </w:r>
      <w:r w:rsidRPr="00115F49">
        <w:t>Chichiliane</w:t>
      </w:r>
      <w:r w:rsidR="00766774">
        <w:t>.</w:t>
      </w:r>
    </w:p>
    <w:p w14:paraId="1101C454" w14:textId="77777777" w:rsidR="00766774" w:rsidRDefault="00115F49" w:rsidP="00115F49">
      <w:r w:rsidRPr="00115F49">
        <w:t>Je ne crois pas qu</w:t>
      </w:r>
      <w:r w:rsidR="00766774">
        <w:t>’</w:t>
      </w:r>
      <w:r w:rsidRPr="00115F49">
        <w:t>il reste des V</w:t>
      </w:r>
      <w:r w:rsidR="00766774">
        <w:t xml:space="preserve">. </w:t>
      </w:r>
      <w:r w:rsidRPr="00115F49">
        <w:t>à Chichiliane</w:t>
      </w:r>
      <w:r w:rsidR="00766774">
        <w:t xml:space="preserve">. </w:t>
      </w:r>
      <w:r w:rsidRPr="00115F49">
        <w:t>La famille ne s</w:t>
      </w:r>
      <w:r w:rsidR="00766774">
        <w:t>’</w:t>
      </w:r>
      <w:r w:rsidRPr="00115F49">
        <w:t>est pas éteinte</w:t>
      </w:r>
      <w:r w:rsidR="00766774">
        <w:t xml:space="preserve">, </w:t>
      </w:r>
      <w:r w:rsidRPr="00115F49">
        <w:t>mais personne ne s</w:t>
      </w:r>
      <w:r w:rsidR="00766774">
        <w:t>’</w:t>
      </w:r>
      <w:r w:rsidRPr="00115F49">
        <w:t>appelle V</w:t>
      </w:r>
      <w:r w:rsidR="00766774">
        <w:t xml:space="preserve">. : </w:t>
      </w:r>
      <w:r w:rsidRPr="00115F49">
        <w:t>ni le bistrot</w:t>
      </w:r>
      <w:r w:rsidR="00766774">
        <w:t xml:space="preserve">, </w:t>
      </w:r>
      <w:r w:rsidRPr="00115F49">
        <w:t>ni l</w:t>
      </w:r>
      <w:r w:rsidR="00766774">
        <w:t>’</w:t>
      </w:r>
      <w:r w:rsidRPr="00115F49">
        <w:t>épicier et il n</w:t>
      </w:r>
      <w:r w:rsidR="00766774">
        <w:t>’</w:t>
      </w:r>
      <w:r w:rsidRPr="00115F49">
        <w:t>y en a pas de marqué sur la plaque du monument aux morts</w:t>
      </w:r>
      <w:r w:rsidR="00766774">
        <w:t>.</w:t>
      </w:r>
    </w:p>
    <w:p w14:paraId="0BD57B13" w14:textId="445AF689" w:rsidR="00766774" w:rsidRDefault="00115F49" w:rsidP="00115F49">
      <w:r w:rsidRPr="00115F49">
        <w:t>Il y a des V</w:t>
      </w:r>
      <w:r w:rsidR="00766774">
        <w:t xml:space="preserve">. </w:t>
      </w:r>
      <w:r w:rsidRPr="00115F49">
        <w:t>plus loin</w:t>
      </w:r>
      <w:r w:rsidR="00766774">
        <w:t xml:space="preserve">, </w:t>
      </w:r>
      <w:r w:rsidRPr="00115F49">
        <w:t>si vous montez jusqu</w:t>
      </w:r>
      <w:r w:rsidR="00766774">
        <w:t>’</w:t>
      </w:r>
      <w:r w:rsidRPr="00115F49">
        <w:t>au col de Menet</w:t>
      </w:r>
      <w:r w:rsidR="00766774">
        <w:t xml:space="preserve"> (</w:t>
      </w:r>
      <w:r w:rsidRPr="00115F49">
        <w:t>et la route</w:t>
      </w:r>
      <w:r w:rsidR="00766774">
        <w:t xml:space="preserve">, </w:t>
      </w:r>
      <w:r w:rsidRPr="00115F49">
        <w:t>d</w:t>
      </w:r>
      <w:r w:rsidR="00766774">
        <w:t>’</w:t>
      </w:r>
      <w:r w:rsidRPr="00115F49">
        <w:t>ailleurs</w:t>
      </w:r>
      <w:r w:rsidR="00766774">
        <w:t xml:space="preserve">, </w:t>
      </w:r>
      <w:r w:rsidRPr="00115F49">
        <w:t>vous fait traverser des foules vertes parmi lesquelles vous pourrez voir plus de cent hêtres énormes ou très beaux</w:t>
      </w:r>
      <w:r w:rsidR="00766774">
        <w:t xml:space="preserve">, </w:t>
      </w:r>
      <w:r w:rsidRPr="00115F49">
        <w:t>mais pas du tout comparables au hêtre qui est juste à la scierie de Frédéric</w:t>
      </w:r>
      <w:r w:rsidR="00766774">
        <w:t xml:space="preserve">), </w:t>
      </w:r>
      <w:r w:rsidRPr="00115F49">
        <w:t>si vous descendez sur le versant du Diois</w:t>
      </w:r>
      <w:r w:rsidR="00766774">
        <w:t xml:space="preserve">, </w:t>
      </w:r>
      <w:r w:rsidRPr="00115F49">
        <w:t>eh bien</w:t>
      </w:r>
      <w:r w:rsidR="00766774">
        <w:t xml:space="preserve">, </w:t>
      </w:r>
      <w:r w:rsidRPr="00115F49">
        <w:t>là</w:t>
      </w:r>
      <w:r w:rsidR="00766774">
        <w:t xml:space="preserve">, </w:t>
      </w:r>
      <w:r w:rsidRPr="00115F49">
        <w:t>il y a des V</w:t>
      </w:r>
      <w:r w:rsidR="00766774">
        <w:t xml:space="preserve">. </w:t>
      </w:r>
      <w:r w:rsidRPr="00115F49">
        <w:t>La troisième ferme à droite de la route</w:t>
      </w:r>
      <w:r w:rsidR="00766774">
        <w:t xml:space="preserve">, </w:t>
      </w:r>
      <w:r w:rsidRPr="00115F49">
        <w:t>dans les prés</w:t>
      </w:r>
      <w:r w:rsidR="00766774">
        <w:t xml:space="preserve">, </w:t>
      </w:r>
      <w:r w:rsidRPr="00115F49">
        <w:t>avec une fontaine dont le canon est fait de deux tuiles emboîtées</w:t>
      </w:r>
      <w:r w:rsidR="00766774">
        <w:t xml:space="preserve"> ; </w:t>
      </w:r>
      <w:r w:rsidRPr="00115F49">
        <w:t>il y a des roses trémières dans un petit jardin de curé et</w:t>
      </w:r>
      <w:r w:rsidR="00766774">
        <w:t xml:space="preserve">, </w:t>
      </w:r>
      <w:r w:rsidRPr="00115F49">
        <w:t>si c</w:t>
      </w:r>
      <w:r w:rsidR="00766774">
        <w:t>’</w:t>
      </w:r>
      <w:r w:rsidRPr="00115F49">
        <w:t>est l</w:t>
      </w:r>
      <w:r w:rsidR="00766774">
        <w:t>’</w:t>
      </w:r>
      <w:r w:rsidRPr="00115F49">
        <w:t>époque des grandes vacances</w:t>
      </w:r>
      <w:r w:rsidR="00766774">
        <w:t xml:space="preserve">, </w:t>
      </w:r>
      <w:r w:rsidRPr="00115F49">
        <w:t>ou peut-être même pour Pâques</w:t>
      </w:r>
      <w:r w:rsidR="00766774">
        <w:t xml:space="preserve"> (</w:t>
      </w:r>
      <w:r w:rsidRPr="00115F49">
        <w:t>mais à ce moment-là il gèle encore dans ces parages</w:t>
      </w:r>
      <w:r w:rsidR="00766774">
        <w:t xml:space="preserve">), </w:t>
      </w:r>
      <w:r w:rsidRPr="00115F49">
        <w:t>vous pourrez peut-être voir</w:t>
      </w:r>
      <w:r w:rsidR="00766774">
        <w:t xml:space="preserve">, </w:t>
      </w:r>
      <w:r w:rsidRPr="00115F49">
        <w:t>assis au pied des roses trémières</w:t>
      </w:r>
      <w:r w:rsidR="00766774">
        <w:t xml:space="preserve">, </w:t>
      </w:r>
      <w:r w:rsidRPr="00115F49">
        <w:t>un jeune homme très brun</w:t>
      </w:r>
      <w:r w:rsidR="00766774">
        <w:t xml:space="preserve">, </w:t>
      </w:r>
      <w:r w:rsidRPr="00115F49">
        <w:t>maigre</w:t>
      </w:r>
      <w:r w:rsidR="00766774">
        <w:t xml:space="preserve">, </w:t>
      </w:r>
      <w:r w:rsidRPr="00115F49">
        <w:t>avec un peu de barbe</w:t>
      </w:r>
      <w:r w:rsidR="00766774">
        <w:t xml:space="preserve">, </w:t>
      </w:r>
      <w:r w:rsidRPr="00115F49">
        <w:t>ce qui démesure ses yeux déjà très larges et très rêveurs</w:t>
      </w:r>
      <w:r w:rsidR="00766774">
        <w:t xml:space="preserve">. </w:t>
      </w:r>
      <w:r w:rsidRPr="00115F49">
        <w:t>D</w:t>
      </w:r>
      <w:r w:rsidR="00766774">
        <w:t>’</w:t>
      </w:r>
      <w:r w:rsidRPr="00115F49">
        <w:t>habitude</w:t>
      </w:r>
      <w:r w:rsidR="00766774">
        <w:t xml:space="preserve"> (</w:t>
      </w:r>
      <w:r w:rsidRPr="00115F49">
        <w:t>enfin quand je l</w:t>
      </w:r>
      <w:r w:rsidR="00766774">
        <w:t>’</w:t>
      </w:r>
      <w:r w:rsidRPr="00115F49">
        <w:t>ai vu</w:t>
      </w:r>
      <w:r w:rsidR="00766774">
        <w:t xml:space="preserve">, </w:t>
      </w:r>
      <w:r w:rsidRPr="00115F49">
        <w:t>moi</w:t>
      </w:r>
      <w:r w:rsidR="00766774">
        <w:t xml:space="preserve">), </w:t>
      </w:r>
      <w:r w:rsidRPr="00115F49">
        <w:t>il lit</w:t>
      </w:r>
      <w:r w:rsidR="00766774">
        <w:t xml:space="preserve">, </w:t>
      </w:r>
      <w:r w:rsidRPr="00115F49">
        <w:t>il lisait Gérard de Nerval</w:t>
      </w:r>
      <w:r w:rsidR="00766774">
        <w:t xml:space="preserve"> : </w:t>
      </w:r>
      <w:r w:rsidRPr="00115F49">
        <w:rPr>
          <w:i/>
          <w:iCs/>
        </w:rPr>
        <w:t>Sylvie</w:t>
      </w:r>
      <w:r w:rsidR="00766774">
        <w:rPr>
          <w:i/>
          <w:iCs/>
        </w:rPr>
        <w:t xml:space="preserve">. </w:t>
      </w:r>
      <w:r w:rsidRPr="00115F49">
        <w:t>C</w:t>
      </w:r>
      <w:r w:rsidR="00766774">
        <w:t>’</w:t>
      </w:r>
      <w:r w:rsidRPr="00115F49">
        <w:t>est un V</w:t>
      </w:r>
      <w:r w:rsidR="00766774">
        <w:t xml:space="preserve">. </w:t>
      </w:r>
      <w:r w:rsidRPr="00115F49">
        <w:t>Il est</w:t>
      </w:r>
      <w:r w:rsidR="00766774">
        <w:t xml:space="preserve"> (</w:t>
      </w:r>
      <w:r w:rsidRPr="00115F49">
        <w:t>enfin</w:t>
      </w:r>
      <w:r w:rsidR="00766774">
        <w:t xml:space="preserve">, </w:t>
      </w:r>
      <w:r w:rsidRPr="00115F49">
        <w:t>il était</w:t>
      </w:r>
      <w:r w:rsidR="00766774">
        <w:t xml:space="preserve">) </w:t>
      </w:r>
      <w:r w:rsidRPr="00115F49">
        <w:t>à l</w:t>
      </w:r>
      <w:r w:rsidR="00766774">
        <w:t>’</w:t>
      </w:r>
      <w:r w:rsidRPr="00115F49">
        <w:t>école normale de</w:t>
      </w:r>
      <w:r w:rsidR="00766774">
        <w:t xml:space="preserve">, </w:t>
      </w:r>
      <w:r w:rsidRPr="00115F49">
        <w:t>peut-être Valence</w:t>
      </w:r>
      <w:r w:rsidR="00766774">
        <w:t xml:space="preserve">, </w:t>
      </w:r>
      <w:r w:rsidRPr="00115F49">
        <w:t>ou Grenoble</w:t>
      </w:r>
      <w:r w:rsidR="00766774">
        <w:t xml:space="preserve">. </w:t>
      </w:r>
      <w:r w:rsidRPr="00115F49">
        <w:t>Et</w:t>
      </w:r>
      <w:r w:rsidR="00766774">
        <w:t xml:space="preserve">, </w:t>
      </w:r>
      <w:r w:rsidRPr="00115F49">
        <w:t>dans cet endroit-là</w:t>
      </w:r>
      <w:r w:rsidR="00766774">
        <w:t xml:space="preserve">, </w:t>
      </w:r>
      <w:r w:rsidRPr="00115F49">
        <w:t>lire</w:t>
      </w:r>
      <w:r w:rsidRPr="00115F49">
        <w:rPr>
          <w:i/>
          <w:iCs/>
        </w:rPr>
        <w:t xml:space="preserve"> Sylvie</w:t>
      </w:r>
      <w:r w:rsidR="00766774">
        <w:rPr>
          <w:i/>
          <w:iCs/>
        </w:rPr>
        <w:t xml:space="preserve">, </w:t>
      </w:r>
      <w:r w:rsidRPr="00115F49">
        <w:t>c</w:t>
      </w:r>
      <w:r w:rsidR="00766774">
        <w:t>’</w:t>
      </w:r>
      <w:r w:rsidRPr="00115F49">
        <w:t>est assez drôle</w:t>
      </w:r>
      <w:r w:rsidR="00766774">
        <w:t xml:space="preserve">. </w:t>
      </w:r>
      <w:r w:rsidRPr="00115F49">
        <w:t>Le col de Menet</w:t>
      </w:r>
      <w:r w:rsidR="00766774">
        <w:t xml:space="preserve">, </w:t>
      </w:r>
      <w:r w:rsidRPr="00115F49">
        <w:t>on le passe dans un tunnel qui est à peu près aussi carrossable qu</w:t>
      </w:r>
      <w:r w:rsidR="00766774">
        <w:t>’</w:t>
      </w:r>
      <w:r w:rsidRPr="00115F49">
        <w:t>une vieille galerie de mine abandonnée et le versant du Diois sur lequel on débouche alors c</w:t>
      </w:r>
      <w:r w:rsidR="00766774">
        <w:t>’</w:t>
      </w:r>
      <w:r w:rsidRPr="00115F49">
        <w:t>est un chaos de vagues monstrueuses bleu baleine</w:t>
      </w:r>
      <w:r w:rsidR="00766774">
        <w:t xml:space="preserve">, </w:t>
      </w:r>
      <w:r w:rsidRPr="00115F49">
        <w:t>de giclements noirs qui font fuser des sapins à des</w:t>
      </w:r>
      <w:r w:rsidR="00766774">
        <w:t xml:space="preserve">, </w:t>
      </w:r>
      <w:r w:rsidRPr="00115F49">
        <w:t>je ne sais pas moi</w:t>
      </w:r>
      <w:r w:rsidR="00766774">
        <w:t xml:space="preserve">, </w:t>
      </w:r>
      <w:r w:rsidRPr="00115F49">
        <w:t>là-haut</w:t>
      </w:r>
      <w:r w:rsidR="00766774">
        <w:t xml:space="preserve"> ; </w:t>
      </w:r>
      <w:r w:rsidRPr="00115F49">
        <w:t>des glacis de roches d</w:t>
      </w:r>
      <w:r w:rsidR="00766774">
        <w:t>’</w:t>
      </w:r>
      <w:r w:rsidRPr="00115F49">
        <w:t xml:space="preserve">un mauvais rose ou de ce gris sournois </w:t>
      </w:r>
      <w:r w:rsidRPr="00115F49">
        <w:lastRenderedPageBreak/>
        <w:t>des gros mollusques</w:t>
      </w:r>
      <w:r w:rsidR="00766774">
        <w:t xml:space="preserve">, </w:t>
      </w:r>
      <w:r w:rsidRPr="00115F49">
        <w:t>enfin</w:t>
      </w:r>
      <w:r w:rsidR="00766774">
        <w:t xml:space="preserve">, </w:t>
      </w:r>
      <w:r w:rsidRPr="00115F49">
        <w:t>en terre</w:t>
      </w:r>
      <w:r w:rsidR="00766774">
        <w:t xml:space="preserve">, </w:t>
      </w:r>
      <w:r w:rsidRPr="00115F49">
        <w:t>l</w:t>
      </w:r>
      <w:r w:rsidR="00766774">
        <w:t>’</w:t>
      </w:r>
      <w:r w:rsidRPr="00115F49">
        <w:t>entrechoquement de ces immenses trappes d</w:t>
      </w:r>
      <w:r w:rsidR="00766774">
        <w:t>’</w:t>
      </w:r>
      <w:r w:rsidRPr="00115F49">
        <w:t>eau sombre qui s</w:t>
      </w:r>
      <w:r w:rsidR="00766774">
        <w:t>’</w:t>
      </w:r>
      <w:r w:rsidRPr="00115F49">
        <w:t>ouvrent sur huit mille mètres de fond dans le barattement des cyclones</w:t>
      </w:r>
      <w:r w:rsidR="00766774">
        <w:t xml:space="preserve">. </w:t>
      </w:r>
      <w:r w:rsidRPr="00115F49">
        <w:t>C</w:t>
      </w:r>
      <w:r w:rsidR="00766774">
        <w:t>’</w:t>
      </w:r>
      <w:r w:rsidRPr="00115F49">
        <w:t>est pourquoi je dis</w:t>
      </w:r>
      <w:r w:rsidR="00766774">
        <w:t xml:space="preserve">, </w:t>
      </w:r>
      <w:r w:rsidRPr="00115F49">
        <w:rPr>
          <w:i/>
          <w:iCs/>
        </w:rPr>
        <w:t>Sylvie</w:t>
      </w:r>
      <w:r w:rsidR="00766774">
        <w:rPr>
          <w:i/>
          <w:iCs/>
        </w:rPr>
        <w:t xml:space="preserve">, </w:t>
      </w:r>
      <w:r w:rsidRPr="00115F49">
        <w:t>là</w:t>
      </w:r>
      <w:r w:rsidR="00766774">
        <w:t xml:space="preserve">, </w:t>
      </w:r>
      <w:r w:rsidRPr="00115F49">
        <w:t>c</w:t>
      </w:r>
      <w:r w:rsidR="00766774">
        <w:t>’</w:t>
      </w:r>
      <w:r w:rsidRPr="00115F49">
        <w:t>est assez drôle</w:t>
      </w:r>
      <w:r w:rsidR="00766774">
        <w:t xml:space="preserve"> ; </w:t>
      </w:r>
      <w:r w:rsidRPr="00115F49">
        <w:t>car</w:t>
      </w:r>
      <w:r w:rsidR="00766774">
        <w:t xml:space="preserve">, </w:t>
      </w:r>
      <w:r w:rsidRPr="00115F49">
        <w:t>la ferme qui s</w:t>
      </w:r>
      <w:r w:rsidR="00766774">
        <w:t>’</w:t>
      </w:r>
      <w:r w:rsidRPr="00115F49">
        <w:t>appelle les</w:t>
      </w:r>
      <w:r w:rsidRPr="00115F49">
        <w:rPr>
          <w:i/>
          <w:iCs/>
        </w:rPr>
        <w:t xml:space="preserve"> Chirouzes</w:t>
      </w:r>
      <w:r w:rsidRPr="00115F49">
        <w:t xml:space="preserve"> est non seulement très solitaire</w:t>
      </w:r>
      <w:r w:rsidR="00766774">
        <w:t xml:space="preserve">, </w:t>
      </w:r>
      <w:r w:rsidRPr="00115F49">
        <w:t>mais manifestement</w:t>
      </w:r>
      <w:r w:rsidR="00766774">
        <w:t xml:space="preserve">, </w:t>
      </w:r>
      <w:r w:rsidRPr="00115F49">
        <w:t>à ses murs bombés</w:t>
      </w:r>
      <w:r w:rsidR="00766774">
        <w:t xml:space="preserve">, </w:t>
      </w:r>
      <w:r w:rsidRPr="00115F49">
        <w:t>à son toit</w:t>
      </w:r>
      <w:r w:rsidR="00766774">
        <w:t xml:space="preserve">, </w:t>
      </w:r>
      <w:r w:rsidRPr="00115F49">
        <w:t>à la façon dont les portes et les fenêtres sont cachées entre des arcs-boutants énormes</w:t>
      </w:r>
      <w:r w:rsidR="00766774">
        <w:t xml:space="preserve">, </w:t>
      </w:r>
      <w:r w:rsidRPr="00115F49">
        <w:t>on voit bien qu</w:t>
      </w:r>
      <w:r w:rsidR="00766774">
        <w:t>’</w:t>
      </w:r>
      <w:r w:rsidRPr="00115F49">
        <w:t>elle a peur</w:t>
      </w:r>
      <w:r w:rsidR="00766774">
        <w:t xml:space="preserve">. </w:t>
      </w:r>
      <w:r w:rsidRPr="00115F49">
        <w:t>Il n</w:t>
      </w:r>
      <w:r w:rsidR="00766774">
        <w:t>’</w:t>
      </w:r>
      <w:r w:rsidRPr="00115F49">
        <w:t>y a pas d</w:t>
      </w:r>
      <w:r w:rsidR="00766774">
        <w:t>’</w:t>
      </w:r>
      <w:r w:rsidRPr="00115F49">
        <w:t>arbres autour</w:t>
      </w:r>
      <w:r w:rsidR="00766774">
        <w:t xml:space="preserve">. </w:t>
      </w:r>
      <w:r w:rsidRPr="00115F49">
        <w:t>Elle ne peut se cacher que dans la terre et il est clair qu</w:t>
      </w:r>
      <w:r w:rsidR="00766774">
        <w:t>’</w:t>
      </w:r>
      <w:r w:rsidRPr="00115F49">
        <w:t>elle le fait de toutes ses forces</w:t>
      </w:r>
      <w:r w:rsidR="00766774">
        <w:t xml:space="preserve"> : </w:t>
      </w:r>
      <w:r w:rsidRPr="00115F49">
        <w:t>la pâture derrière est plus haute que le toit</w:t>
      </w:r>
      <w:r w:rsidR="00766774">
        <w:t xml:space="preserve">. </w:t>
      </w:r>
      <w:r w:rsidRPr="00115F49">
        <w:t>Le jardin de curé est là</w:t>
      </w:r>
      <w:r w:rsidR="00766774">
        <w:t xml:space="preserve">, </w:t>
      </w:r>
      <w:r w:rsidRPr="00115F49">
        <w:t>quatre pas de côté</w:t>
      </w:r>
      <w:r w:rsidR="00766774">
        <w:t xml:space="preserve">, </w:t>
      </w:r>
      <w:r w:rsidRPr="00115F49">
        <w:t>entouré de fil de fer</w:t>
      </w:r>
      <w:r w:rsidR="00766774">
        <w:t xml:space="preserve">, </w:t>
      </w:r>
      <w:r w:rsidRPr="00115F49">
        <w:t>il me semble</w:t>
      </w:r>
      <w:r w:rsidR="00766774">
        <w:t xml:space="preserve">, </w:t>
      </w:r>
      <w:r w:rsidRPr="00115F49">
        <w:t>et les roses trémières sont là</w:t>
      </w:r>
      <w:r w:rsidR="00766774">
        <w:t xml:space="preserve">, </w:t>
      </w:r>
      <w:r w:rsidRPr="00115F49">
        <w:t>on ne sait pas pourquoi</w:t>
      </w:r>
      <w:r w:rsidR="00766774">
        <w:t xml:space="preserve">, </w:t>
      </w:r>
      <w:r w:rsidRPr="00115F49">
        <w:t>et V</w:t>
      </w:r>
      <w:r w:rsidR="00766774">
        <w:t>. (</w:t>
      </w:r>
      <w:r w:rsidRPr="00115F49">
        <w:t>Amédée</w:t>
      </w:r>
      <w:r w:rsidR="00766774">
        <w:t xml:space="preserve">), </w:t>
      </w:r>
      <w:r w:rsidRPr="00115F49">
        <w:t>le fils</w:t>
      </w:r>
      <w:r w:rsidR="00766774">
        <w:t xml:space="preserve">, </w:t>
      </w:r>
      <w:r w:rsidRPr="00115F49">
        <w:t>est là</w:t>
      </w:r>
      <w:r w:rsidR="00766774">
        <w:t xml:space="preserve">, </w:t>
      </w:r>
      <w:r w:rsidRPr="00115F49">
        <w:t>devant tout</w:t>
      </w:r>
      <w:r w:rsidR="00766774">
        <w:t xml:space="preserve">. </w:t>
      </w:r>
      <w:r w:rsidRPr="00115F49">
        <w:t>Il lit</w:t>
      </w:r>
      <w:r w:rsidRPr="00115F49">
        <w:rPr>
          <w:i/>
          <w:iCs/>
        </w:rPr>
        <w:t xml:space="preserve"> Sylvie</w:t>
      </w:r>
      <w:r w:rsidR="00766774">
        <w:rPr>
          <w:i/>
          <w:iCs/>
        </w:rPr>
        <w:t xml:space="preserve">, </w:t>
      </w:r>
      <w:r w:rsidRPr="00115F49">
        <w:t>de Gérard de Nerval</w:t>
      </w:r>
      <w:r w:rsidR="00766774">
        <w:t xml:space="preserve">. </w:t>
      </w:r>
      <w:r w:rsidRPr="00115F49">
        <w:t>Il lisait</w:t>
      </w:r>
      <w:r w:rsidRPr="00115F49">
        <w:rPr>
          <w:i/>
          <w:iCs/>
        </w:rPr>
        <w:t xml:space="preserve"> Sylvie</w:t>
      </w:r>
      <w:r w:rsidRPr="00115F49">
        <w:t xml:space="preserve"> de Gérard de Nerval quand je l</w:t>
      </w:r>
      <w:r w:rsidR="00766774">
        <w:t>’</w:t>
      </w:r>
      <w:r w:rsidRPr="00115F49">
        <w:t>ai vu</w:t>
      </w:r>
      <w:r w:rsidR="00766774">
        <w:t xml:space="preserve">. </w:t>
      </w:r>
      <w:r w:rsidRPr="00115F49">
        <w:t>Je n</w:t>
      </w:r>
      <w:r w:rsidR="00766774">
        <w:t>’</w:t>
      </w:r>
      <w:r w:rsidRPr="00115F49">
        <w:t>ai pas vu son père</w:t>
      </w:r>
      <w:r w:rsidR="00766774">
        <w:t xml:space="preserve">, </w:t>
      </w:r>
      <w:r w:rsidRPr="00115F49">
        <w:t>sa mère</w:t>
      </w:r>
      <w:r w:rsidR="00766774">
        <w:t xml:space="preserve"> ; </w:t>
      </w:r>
      <w:r w:rsidRPr="00115F49">
        <w:t>je ne sais pas s</w:t>
      </w:r>
      <w:r w:rsidR="00766774">
        <w:t>’</w:t>
      </w:r>
      <w:r w:rsidRPr="00115F49">
        <w:t>il a des frères ou des sœurs</w:t>
      </w:r>
      <w:r w:rsidR="00766774">
        <w:t xml:space="preserve"> ; </w:t>
      </w:r>
      <w:r w:rsidRPr="00115F49">
        <w:t>tout ce que je sais c</w:t>
      </w:r>
      <w:r w:rsidR="00766774">
        <w:t>’</w:t>
      </w:r>
      <w:r w:rsidRPr="00115F49">
        <w:t>est que c</w:t>
      </w:r>
      <w:r w:rsidR="00766774">
        <w:t>’</w:t>
      </w:r>
      <w:r w:rsidRPr="00115F49">
        <w:t>est un V</w:t>
      </w:r>
      <w:r w:rsidR="00766774">
        <w:t xml:space="preserve">., </w:t>
      </w:r>
      <w:r w:rsidRPr="00115F49">
        <w:t>qu</w:t>
      </w:r>
      <w:r w:rsidR="00766774">
        <w:t>’</w:t>
      </w:r>
      <w:r w:rsidRPr="00115F49">
        <w:t>il est à l</w:t>
      </w:r>
      <w:r w:rsidR="00766774">
        <w:t>’</w:t>
      </w:r>
      <w:r w:rsidRPr="00115F49">
        <w:t>école normale de Valence ou de Grenoble et qu</w:t>
      </w:r>
      <w:r w:rsidR="00766774">
        <w:t>’</w:t>
      </w:r>
      <w:r w:rsidRPr="00115F49">
        <w:t>il passe ses vacances-là à sa maison</w:t>
      </w:r>
      <w:r w:rsidR="00766774">
        <w:t>.</w:t>
      </w:r>
    </w:p>
    <w:p w14:paraId="17DF2FFE" w14:textId="77777777" w:rsidR="00766774" w:rsidRDefault="00115F49" w:rsidP="00115F49">
      <w:r w:rsidRPr="00115F49">
        <w:t>Je ne sais même pas si c</w:t>
      </w:r>
      <w:r w:rsidR="00766774">
        <w:t>’</w:t>
      </w:r>
      <w:r w:rsidRPr="00115F49">
        <w:t>est un parent</w:t>
      </w:r>
      <w:r w:rsidR="00766774">
        <w:t xml:space="preserve">, </w:t>
      </w:r>
      <w:r w:rsidRPr="00115F49">
        <w:t>un descendant de ce V</w:t>
      </w:r>
      <w:r w:rsidR="00766774">
        <w:t xml:space="preserve">. </w:t>
      </w:r>
      <w:r w:rsidRPr="00115F49">
        <w:t>de 1843</w:t>
      </w:r>
      <w:r w:rsidR="00766774">
        <w:t xml:space="preserve">. </w:t>
      </w:r>
      <w:r w:rsidRPr="00115F49">
        <w:t>C</w:t>
      </w:r>
      <w:r w:rsidR="00766774">
        <w:t>’</w:t>
      </w:r>
      <w:r w:rsidRPr="00115F49">
        <w:t>est la seule famille portant ce nom à proximité</w:t>
      </w:r>
      <w:r w:rsidR="00766774">
        <w:t xml:space="preserve"> – </w:t>
      </w:r>
      <w:r w:rsidRPr="00115F49">
        <w:t>relative</w:t>
      </w:r>
      <w:r w:rsidR="00766774">
        <w:t xml:space="preserve"> – </w:t>
      </w:r>
      <w:r w:rsidRPr="00115F49">
        <w:t>de Chichiliane</w:t>
      </w:r>
      <w:r w:rsidR="00766774">
        <w:t>.</w:t>
      </w:r>
    </w:p>
    <w:p w14:paraId="6840DD91" w14:textId="77777777" w:rsidR="00766774" w:rsidRDefault="00115F49" w:rsidP="00115F49">
      <w:r w:rsidRPr="00115F49">
        <w:t>Celui de 1843</w:t>
      </w:r>
      <w:r w:rsidR="00766774">
        <w:t xml:space="preserve">, </w:t>
      </w:r>
      <w:r w:rsidRPr="00115F49">
        <w:t>je n</w:t>
      </w:r>
      <w:r w:rsidR="00766774">
        <w:t>’</w:t>
      </w:r>
      <w:r w:rsidRPr="00115F49">
        <w:t>ai pas pu savoir exactement comment il était</w:t>
      </w:r>
      <w:r w:rsidR="00766774">
        <w:t xml:space="preserve">. </w:t>
      </w:r>
      <w:r w:rsidRPr="00115F49">
        <w:t>On n</w:t>
      </w:r>
      <w:r w:rsidR="00766774">
        <w:t>’</w:t>
      </w:r>
      <w:r w:rsidRPr="00115F49">
        <w:t>a pas pu me dire s</w:t>
      </w:r>
      <w:r w:rsidR="00766774">
        <w:t>’</w:t>
      </w:r>
      <w:r w:rsidRPr="00115F49">
        <w:t>il était grand ou petit</w:t>
      </w:r>
      <w:r w:rsidR="00766774">
        <w:t xml:space="preserve">. </w:t>
      </w:r>
      <w:r w:rsidRPr="00115F49">
        <w:t>Je le vois</w:t>
      </w:r>
      <w:r w:rsidR="00766774">
        <w:t xml:space="preserve">, </w:t>
      </w:r>
      <w:r w:rsidRPr="00115F49">
        <w:t>moi</w:t>
      </w:r>
      <w:r w:rsidR="00766774">
        <w:t xml:space="preserve">, </w:t>
      </w:r>
      <w:r w:rsidRPr="00115F49">
        <w:t>avec la barbe</w:t>
      </w:r>
      <w:r w:rsidR="00766774">
        <w:t xml:space="preserve"> ; </w:t>
      </w:r>
      <w:r w:rsidRPr="00115F49">
        <w:t>un peu comme la barbe du jeune homme qui lit Gérard de Nerval</w:t>
      </w:r>
      <w:r w:rsidR="00766774">
        <w:t xml:space="preserve"> : </w:t>
      </w:r>
      <w:r w:rsidRPr="00115F49">
        <w:t>des poils très bruns</w:t>
      </w:r>
      <w:r w:rsidR="00766774">
        <w:t xml:space="preserve">, </w:t>
      </w:r>
      <w:r w:rsidRPr="00115F49">
        <w:t>très vigoureux</w:t>
      </w:r>
      <w:r w:rsidR="00766774">
        <w:t xml:space="preserve">, </w:t>
      </w:r>
      <w:r w:rsidRPr="00115F49">
        <w:t>très frisés</w:t>
      </w:r>
      <w:r w:rsidR="00766774">
        <w:t xml:space="preserve">, </w:t>
      </w:r>
      <w:r w:rsidRPr="00115F49">
        <w:t>sans doute très épais</w:t>
      </w:r>
      <w:r w:rsidR="00766774">
        <w:t xml:space="preserve">, </w:t>
      </w:r>
      <w:r w:rsidRPr="00115F49">
        <w:t>mais donnant une barbe un peu clairsemée à travers laquelle on aperçoit vaguement la forme du menton</w:t>
      </w:r>
      <w:r w:rsidR="00766774">
        <w:t xml:space="preserve">. </w:t>
      </w:r>
      <w:r w:rsidRPr="00115F49">
        <w:t>Pas une belle barbe</w:t>
      </w:r>
      <w:r w:rsidR="00766774">
        <w:t xml:space="preserve">, </w:t>
      </w:r>
      <w:r w:rsidRPr="00115F49">
        <w:t>mais une barbe</w:t>
      </w:r>
      <w:r w:rsidR="00766774">
        <w:t xml:space="preserve">, </w:t>
      </w:r>
      <w:r w:rsidRPr="00115F49">
        <w:t>je sais très bien ce que je veux dire</w:t>
      </w:r>
      <w:r w:rsidR="00766774">
        <w:t xml:space="preserve">, </w:t>
      </w:r>
      <w:r w:rsidRPr="00115F49">
        <w:t>une barbe</w:t>
      </w:r>
      <w:r w:rsidR="00766774">
        <w:t xml:space="preserve">, </w:t>
      </w:r>
      <w:r w:rsidRPr="00115F49">
        <w:t>nécessaire</w:t>
      </w:r>
      <w:r w:rsidR="00766774">
        <w:t xml:space="preserve">, </w:t>
      </w:r>
      <w:r w:rsidRPr="00115F49">
        <w:t>obligée</w:t>
      </w:r>
      <w:r w:rsidR="00766774">
        <w:t xml:space="preserve">, </w:t>
      </w:r>
      <w:r w:rsidRPr="00115F49">
        <w:t>indispensable</w:t>
      </w:r>
      <w:r w:rsidR="00766774">
        <w:t xml:space="preserve">. </w:t>
      </w:r>
      <w:r w:rsidRPr="00115F49">
        <w:t>Grand</w:t>
      </w:r>
      <w:r w:rsidR="00766774">
        <w:t xml:space="preserve"> ? </w:t>
      </w:r>
      <w:r w:rsidRPr="00115F49">
        <w:t>Mon Dieu</w:t>
      </w:r>
      <w:r w:rsidR="00766774">
        <w:t xml:space="preserve">, </w:t>
      </w:r>
      <w:r w:rsidRPr="00115F49">
        <w:lastRenderedPageBreak/>
        <w:t>il aurait pu être petit</w:t>
      </w:r>
      <w:r w:rsidR="00766774">
        <w:t xml:space="preserve">, </w:t>
      </w:r>
      <w:r w:rsidRPr="00115F49">
        <w:t>à condition d</w:t>
      </w:r>
      <w:r w:rsidR="00766774">
        <w:t>’</w:t>
      </w:r>
      <w:r w:rsidRPr="00115F49">
        <w:t>être râblé</w:t>
      </w:r>
      <w:r w:rsidR="00766774">
        <w:t xml:space="preserve"> ; </w:t>
      </w:r>
      <w:r w:rsidRPr="00115F49">
        <w:t>mais certainement d</w:t>
      </w:r>
      <w:r w:rsidR="00766774">
        <w:t>’</w:t>
      </w:r>
      <w:r w:rsidRPr="00115F49">
        <w:t>une très grande force physique</w:t>
      </w:r>
      <w:r w:rsidR="00766774">
        <w:t>.</w:t>
      </w:r>
    </w:p>
    <w:p w14:paraId="1B80E9A8" w14:textId="77777777" w:rsidR="00766774" w:rsidRDefault="00115F49" w:rsidP="00115F49">
      <w:r w:rsidRPr="00115F49">
        <w:t>J</w:t>
      </w:r>
      <w:r w:rsidR="00766774">
        <w:t>’</w:t>
      </w:r>
      <w:r w:rsidRPr="00115F49">
        <w:t>ai demandé à mon ami Sazerat</w:t>
      </w:r>
      <w:r w:rsidR="00766774">
        <w:t xml:space="preserve">, </w:t>
      </w:r>
      <w:r w:rsidRPr="00115F49">
        <w:t>de Prébois</w:t>
      </w:r>
      <w:r w:rsidR="00766774">
        <w:t xml:space="preserve">. </w:t>
      </w:r>
      <w:r w:rsidRPr="00115F49">
        <w:t>Il a écrit quatre ou cinq opuscules d</w:t>
      </w:r>
      <w:r w:rsidR="00766774">
        <w:t>’</w:t>
      </w:r>
      <w:r w:rsidRPr="00115F49">
        <w:t>histoire régionale sur ce coin du Trièves</w:t>
      </w:r>
      <w:r w:rsidR="00766774">
        <w:t xml:space="preserve">. </w:t>
      </w:r>
      <w:r w:rsidRPr="00115F49">
        <w:t>J</w:t>
      </w:r>
      <w:r w:rsidR="00766774">
        <w:t>’</w:t>
      </w:r>
      <w:r w:rsidRPr="00115F49">
        <w:t>ai trouvé dans sa bibliothèque une importante iconographie sur Cartouche et Mandrin</w:t>
      </w:r>
      <w:r w:rsidR="00766774">
        <w:t xml:space="preserve">, </w:t>
      </w:r>
      <w:r w:rsidRPr="00115F49">
        <w:t>sur des loups-garous dont les différentes gueules sont portraiturées</w:t>
      </w:r>
      <w:r w:rsidR="00766774">
        <w:t xml:space="preserve"> (</w:t>
      </w:r>
      <w:r w:rsidRPr="00115F49">
        <w:t>il n</w:t>
      </w:r>
      <w:r w:rsidR="00766774">
        <w:t>’</w:t>
      </w:r>
      <w:r w:rsidRPr="00115F49">
        <w:t>y manque pas une canine</w:t>
      </w:r>
      <w:r w:rsidR="00766774">
        <w:t xml:space="preserve">). </w:t>
      </w:r>
      <w:r w:rsidRPr="00115F49">
        <w:t>Il a les portraits de deux ou trois étrangleurs de bergères et même des quantités de documents sur un nommé Brachet</w:t>
      </w:r>
      <w:r w:rsidR="00766774">
        <w:t xml:space="preserve">, </w:t>
      </w:r>
      <w:r w:rsidRPr="00115F49">
        <w:t>notaire à Saint-Baudille</w:t>
      </w:r>
      <w:r w:rsidR="00766774">
        <w:t xml:space="preserve">, </w:t>
      </w:r>
      <w:r w:rsidRPr="00115F49">
        <w:t xml:space="preserve">qui </w:t>
      </w:r>
      <w:r w:rsidR="00766774">
        <w:t>« </w:t>
      </w:r>
      <w:r w:rsidRPr="00115F49">
        <w:t>souleva sa caisse en l</w:t>
      </w:r>
      <w:r w:rsidR="00766774">
        <w:t>’</w:t>
      </w:r>
      <w:r w:rsidRPr="00115F49">
        <w:t>honneur d</w:t>
      </w:r>
      <w:r w:rsidR="00766774">
        <w:t>’</w:t>
      </w:r>
      <w:r w:rsidRPr="00115F49">
        <w:t>une lionne</w:t>
      </w:r>
      <w:r w:rsidR="00766774">
        <w:t xml:space="preserve"> », </w:t>
      </w:r>
      <w:r w:rsidRPr="00115F49">
        <w:t>mais sur mon V</w:t>
      </w:r>
      <w:r w:rsidR="00766774">
        <w:t xml:space="preserve">. </w:t>
      </w:r>
      <w:r w:rsidRPr="00115F49">
        <w:t>de 43 rien</w:t>
      </w:r>
      <w:r w:rsidR="00766774">
        <w:t xml:space="preserve"> ; </w:t>
      </w:r>
      <w:r w:rsidRPr="00115F49">
        <w:t>pas un mot</w:t>
      </w:r>
      <w:r w:rsidR="00766774">
        <w:t>.</w:t>
      </w:r>
    </w:p>
    <w:p w14:paraId="3B908DAD" w14:textId="77777777" w:rsidR="00115F49" w:rsidRPr="00115F49" w:rsidRDefault="00115F49" w:rsidP="00115F49">
      <w:r w:rsidRPr="00115F49">
        <w:t>Sazerat cependant connaît l</w:t>
      </w:r>
      <w:r w:rsidR="00766774">
        <w:t>’</w:t>
      </w:r>
      <w:r w:rsidRPr="00115F49">
        <w:t>histoire</w:t>
      </w:r>
      <w:r w:rsidR="00766774">
        <w:t xml:space="preserve">. </w:t>
      </w:r>
      <w:r w:rsidRPr="00115F49">
        <w:t>Tout le monde la connaît</w:t>
      </w:r>
      <w:r w:rsidR="00766774">
        <w:t xml:space="preserve">. </w:t>
      </w:r>
      <w:r w:rsidRPr="00115F49">
        <w:t>Il faut en parler</w:t>
      </w:r>
      <w:r w:rsidR="00766774">
        <w:t xml:space="preserve">, </w:t>
      </w:r>
      <w:r w:rsidRPr="00115F49">
        <w:t>sinon l</w:t>
      </w:r>
      <w:r w:rsidR="00766774">
        <w:t>’</w:t>
      </w:r>
      <w:r w:rsidRPr="00115F49">
        <w:t>on ne vous en parle pas</w:t>
      </w:r>
      <w:r w:rsidR="00766774">
        <w:t xml:space="preserve">. </w:t>
      </w:r>
      <w:r w:rsidRPr="00115F49">
        <w:t>Sazerat m</w:t>
      </w:r>
      <w:r w:rsidR="00766774">
        <w:t>’</w:t>
      </w:r>
      <w:r w:rsidRPr="00115F49">
        <w:t>a dit</w:t>
      </w:r>
      <w:r w:rsidR="00766774">
        <w:t> : « </w:t>
      </w:r>
      <w:r w:rsidRPr="00115F49">
        <w:t>C</w:t>
      </w:r>
      <w:r w:rsidR="00766774">
        <w:t>’</w:t>
      </w:r>
      <w:r w:rsidRPr="00115F49">
        <w:t>est par délicatesse</w:t>
      </w:r>
      <w:r w:rsidR="00766774">
        <w:t xml:space="preserve">. </w:t>
      </w:r>
      <w:r w:rsidRPr="00115F49">
        <w:t>On l</w:t>
      </w:r>
      <w:r w:rsidR="00766774">
        <w:t>’</w:t>
      </w:r>
      <w:r w:rsidRPr="00115F49">
        <w:t>a considéré comme un malade</w:t>
      </w:r>
      <w:r w:rsidR="00766774">
        <w:t xml:space="preserve">, </w:t>
      </w:r>
      <w:r w:rsidRPr="00115F49">
        <w:t>un fou</w:t>
      </w:r>
      <w:r w:rsidR="00766774">
        <w:t xml:space="preserve">. </w:t>
      </w:r>
      <w:r w:rsidRPr="00115F49">
        <w:t>On s</w:t>
      </w:r>
      <w:r w:rsidR="00766774">
        <w:t>’</w:t>
      </w:r>
      <w:r w:rsidRPr="00115F49">
        <w:t>arrange pour que ça ne fasse pas époque</w:t>
      </w:r>
      <w:r w:rsidR="00766774">
        <w:t xml:space="preserve">. </w:t>
      </w:r>
      <w:r w:rsidRPr="00115F49">
        <w:t>On est assez sûr de soi pour savoir qu</w:t>
      </w:r>
      <w:r w:rsidR="00766774">
        <w:t>’</w:t>
      </w:r>
      <w:r w:rsidRPr="00115F49">
        <w:t>on ne va pas se mettre du jour au lendemain à arrêter les cars sur la route</w:t>
      </w:r>
      <w:r w:rsidR="00766774">
        <w:t xml:space="preserve">, </w:t>
      </w:r>
      <w:r w:rsidRPr="00115F49">
        <w:t>mais on n</w:t>
      </w:r>
      <w:r w:rsidR="00766774">
        <w:t>’</w:t>
      </w:r>
      <w:r w:rsidRPr="00115F49">
        <w:t>est jamais sûr qu</w:t>
      </w:r>
      <w:r w:rsidR="00766774">
        <w:t>’</w:t>
      </w:r>
      <w:r w:rsidRPr="00115F49">
        <w:t>à un moment ou à un autre on ne sera pas poussé à quelque extravagance</w:t>
      </w:r>
      <w:r w:rsidR="00766774">
        <w:t xml:space="preserve">. </w:t>
      </w:r>
      <w:r w:rsidRPr="00115F49">
        <w:t>Tant vaut qu</w:t>
      </w:r>
      <w:r w:rsidR="00766774">
        <w:t>’</w:t>
      </w:r>
      <w:r w:rsidRPr="00115F49">
        <w:t>on ne parle pas de ces choses-là</w:t>
      </w:r>
      <w:r w:rsidR="00766774">
        <w:t xml:space="preserve">, </w:t>
      </w:r>
      <w:r w:rsidRPr="00115F49">
        <w:t>qu</w:t>
      </w:r>
      <w:r w:rsidR="00766774">
        <w:t>’</w:t>
      </w:r>
      <w:r w:rsidRPr="00115F49">
        <w:t>on n</w:t>
      </w:r>
      <w:r w:rsidR="00766774">
        <w:t>’</w:t>
      </w:r>
      <w:r w:rsidRPr="00115F49">
        <w:t>attire pas l</w:t>
      </w:r>
      <w:r w:rsidR="00766774">
        <w:t>’</w:t>
      </w:r>
      <w:r w:rsidRPr="00115F49">
        <w:t>attention là-dessus</w:t>
      </w:r>
      <w:r w:rsidR="00766774">
        <w:t>. »</w:t>
      </w:r>
    </w:p>
    <w:p w14:paraId="3397EFCE" w14:textId="77777777" w:rsidR="00766774" w:rsidRDefault="00115F49" w:rsidP="00115F49">
      <w:r w:rsidRPr="00115F49">
        <w:t>Je lui dis</w:t>
      </w:r>
      <w:r w:rsidR="00766774">
        <w:t> : « </w:t>
      </w:r>
      <w:r w:rsidRPr="00115F49">
        <w:t>Marche</w:t>
      </w:r>
      <w:r w:rsidR="00766774">
        <w:t xml:space="preserve">, </w:t>
      </w:r>
      <w:r w:rsidRPr="00115F49">
        <w:t>marche</w:t>
      </w:r>
      <w:r w:rsidR="00766774">
        <w:t xml:space="preserve">, </w:t>
      </w:r>
      <w:r w:rsidRPr="00115F49">
        <w:t>tu ne me dis pas tout</w:t>
      </w:r>
      <w:r w:rsidR="00766774">
        <w:t xml:space="preserve"> ! – </w:t>
      </w:r>
      <w:r w:rsidRPr="00115F49">
        <w:t>Bien sûr que si</w:t>
      </w:r>
      <w:r w:rsidR="00766774">
        <w:t xml:space="preserve">, </w:t>
      </w:r>
      <w:r w:rsidRPr="00115F49">
        <w:t>dit-il</w:t>
      </w:r>
      <w:r w:rsidR="00766774">
        <w:t xml:space="preserve">, </w:t>
      </w:r>
      <w:r w:rsidRPr="00115F49">
        <w:t>qu</w:t>
      </w:r>
      <w:r w:rsidR="00766774">
        <w:t>’</w:t>
      </w:r>
      <w:r w:rsidRPr="00115F49">
        <w:t>est-ce que tu veux que je te cache</w:t>
      </w:r>
      <w:r w:rsidR="00766774">
        <w:t xml:space="preserve"> ? » – </w:t>
      </w:r>
      <w:r w:rsidRPr="00115F49">
        <w:t>Évidemment</w:t>
      </w:r>
      <w:r w:rsidR="00766774">
        <w:t xml:space="preserve">, </w:t>
      </w:r>
      <w:r w:rsidRPr="00115F49">
        <w:t>c</w:t>
      </w:r>
      <w:r w:rsidR="00766774">
        <w:t>’</w:t>
      </w:r>
      <w:r w:rsidRPr="00115F49">
        <w:t>est un historien</w:t>
      </w:r>
      <w:r w:rsidR="00766774">
        <w:t xml:space="preserve"> ; </w:t>
      </w:r>
      <w:r w:rsidRPr="00115F49">
        <w:t>il ne cache rien</w:t>
      </w:r>
      <w:r w:rsidR="00766774">
        <w:t xml:space="preserve"> : </w:t>
      </w:r>
      <w:r w:rsidRPr="00115F49">
        <w:t>il interprète</w:t>
      </w:r>
      <w:r w:rsidR="00766774">
        <w:t xml:space="preserve">. </w:t>
      </w:r>
      <w:r w:rsidRPr="00115F49">
        <w:t>Ce qui est arrivé est plus beau</w:t>
      </w:r>
      <w:r w:rsidR="00766774">
        <w:t xml:space="preserve"> ; </w:t>
      </w:r>
      <w:r w:rsidRPr="00115F49">
        <w:t>je crois</w:t>
      </w:r>
      <w:r w:rsidR="00766774">
        <w:t>.</w:t>
      </w:r>
    </w:p>
    <w:p w14:paraId="66D77006" w14:textId="77777777" w:rsidR="00766774" w:rsidRDefault="00115F49" w:rsidP="00BF6D2C">
      <w:pPr>
        <w:pStyle w:val="NormalEspAvtGrand"/>
      </w:pPr>
      <w:r w:rsidRPr="00115F49">
        <w:t>43</w:t>
      </w:r>
      <w:r w:rsidR="00766774">
        <w:t xml:space="preserve"> (</w:t>
      </w:r>
      <w:r w:rsidRPr="00115F49">
        <w:t>1800 évidemment</w:t>
      </w:r>
      <w:r w:rsidR="00766774">
        <w:t xml:space="preserve">). </w:t>
      </w:r>
      <w:r w:rsidRPr="00115F49">
        <w:t>Décembre</w:t>
      </w:r>
      <w:r w:rsidR="00766774">
        <w:t xml:space="preserve">. </w:t>
      </w:r>
      <w:r w:rsidRPr="00115F49">
        <w:t>L</w:t>
      </w:r>
      <w:r w:rsidR="00766774">
        <w:t>’</w:t>
      </w:r>
      <w:r w:rsidRPr="00115F49">
        <w:t>hiver qui avait commencé tôt et depuis</w:t>
      </w:r>
      <w:r w:rsidR="00766774">
        <w:t xml:space="preserve">, </w:t>
      </w:r>
      <w:r w:rsidRPr="00115F49">
        <w:t>dare-dare</w:t>
      </w:r>
      <w:r w:rsidR="00766774">
        <w:t xml:space="preserve">, </w:t>
      </w:r>
      <w:r w:rsidRPr="00115F49">
        <w:t>sans démarrer</w:t>
      </w:r>
      <w:r w:rsidR="00766774">
        <w:t xml:space="preserve">. </w:t>
      </w:r>
      <w:r w:rsidRPr="00115F49">
        <w:t xml:space="preserve">Chaque </w:t>
      </w:r>
      <w:r w:rsidRPr="00115F49">
        <w:lastRenderedPageBreak/>
        <w:t>jour la bise</w:t>
      </w:r>
      <w:r w:rsidR="00766774">
        <w:t xml:space="preserve"> ; </w:t>
      </w:r>
      <w:r w:rsidRPr="00115F49">
        <w:t>les nuages s</w:t>
      </w:r>
      <w:r w:rsidR="00766774">
        <w:t>’</w:t>
      </w:r>
      <w:r w:rsidRPr="00115F49">
        <w:t>entassent dans le fer à cheval entre l</w:t>
      </w:r>
      <w:r w:rsidR="00766774">
        <w:t>’</w:t>
      </w:r>
      <w:r w:rsidRPr="00115F49">
        <w:t>Archat</w:t>
      </w:r>
      <w:r w:rsidR="00766774">
        <w:t xml:space="preserve">, </w:t>
      </w:r>
      <w:r w:rsidRPr="00115F49">
        <w:t>le Jocond</w:t>
      </w:r>
      <w:r w:rsidR="00766774">
        <w:t xml:space="preserve">, </w:t>
      </w:r>
      <w:r w:rsidRPr="00115F49">
        <w:t>la Plainie</w:t>
      </w:r>
      <w:r w:rsidR="00766774">
        <w:t xml:space="preserve">, </w:t>
      </w:r>
      <w:r w:rsidRPr="00115F49">
        <w:t>le mont des Pâtres et l</w:t>
      </w:r>
      <w:r w:rsidR="00766774">
        <w:t>’</w:t>
      </w:r>
      <w:r w:rsidRPr="00115F49">
        <w:t>Avers</w:t>
      </w:r>
      <w:r w:rsidR="00766774">
        <w:t xml:space="preserve">. </w:t>
      </w:r>
      <w:r w:rsidRPr="00115F49">
        <w:t>Aux nuages d</w:t>
      </w:r>
      <w:r w:rsidR="00766774">
        <w:t>’</w:t>
      </w:r>
      <w:r w:rsidRPr="00115F49">
        <w:t>octobre déjà noirs se sont ajoutés les nuages de novembre encore plus noirs</w:t>
      </w:r>
      <w:r w:rsidR="00766774">
        <w:t xml:space="preserve">, </w:t>
      </w:r>
      <w:r w:rsidRPr="00115F49">
        <w:t>puis ceux de décembre par-dessus</w:t>
      </w:r>
      <w:r w:rsidR="00766774">
        <w:t xml:space="preserve">, </w:t>
      </w:r>
      <w:r w:rsidRPr="00115F49">
        <w:t>très noirs et très lourds</w:t>
      </w:r>
      <w:r w:rsidR="00766774">
        <w:t xml:space="preserve">. </w:t>
      </w:r>
      <w:r w:rsidRPr="00115F49">
        <w:t>Tout se tasse sur nous</w:t>
      </w:r>
      <w:r w:rsidR="00766774">
        <w:t xml:space="preserve">, </w:t>
      </w:r>
      <w:r w:rsidRPr="00115F49">
        <w:t>sans bouger</w:t>
      </w:r>
      <w:r w:rsidR="00766774">
        <w:t xml:space="preserve">. </w:t>
      </w:r>
      <w:r w:rsidRPr="00115F49">
        <w:t>La lumière a été verte</w:t>
      </w:r>
      <w:r w:rsidR="00766774">
        <w:t xml:space="preserve">, </w:t>
      </w:r>
      <w:r w:rsidRPr="00115F49">
        <w:t>puis boyau de lièvre</w:t>
      </w:r>
      <w:r w:rsidR="00766774">
        <w:t xml:space="preserve">, </w:t>
      </w:r>
      <w:r w:rsidRPr="00115F49">
        <w:t>puis noire avec cette particularité que</w:t>
      </w:r>
      <w:r w:rsidR="00766774">
        <w:t xml:space="preserve">, </w:t>
      </w:r>
      <w:r w:rsidRPr="00115F49">
        <w:t>malgré ce noir</w:t>
      </w:r>
      <w:r w:rsidR="00766774">
        <w:t xml:space="preserve">, </w:t>
      </w:r>
      <w:r w:rsidRPr="00115F49">
        <w:t>elle a des ombres d</w:t>
      </w:r>
      <w:r w:rsidR="00766774">
        <w:t>’</w:t>
      </w:r>
      <w:r w:rsidRPr="00115F49">
        <w:t>un pourpre profond</w:t>
      </w:r>
      <w:r w:rsidR="00766774">
        <w:t xml:space="preserve">. </w:t>
      </w:r>
      <w:r w:rsidRPr="00115F49">
        <w:t>Il y a huit jours</w:t>
      </w:r>
      <w:r w:rsidR="00766774">
        <w:t xml:space="preserve">, </w:t>
      </w:r>
      <w:r w:rsidRPr="00115F49">
        <w:t>on voyait encore le Habert du Jocond</w:t>
      </w:r>
      <w:r w:rsidR="00766774">
        <w:t xml:space="preserve">, </w:t>
      </w:r>
      <w:r w:rsidRPr="00115F49">
        <w:t>la lisière des bois de sapins</w:t>
      </w:r>
      <w:r w:rsidR="00766774">
        <w:t xml:space="preserve">, </w:t>
      </w:r>
      <w:r w:rsidRPr="00115F49">
        <w:t>la clairière des gentianes</w:t>
      </w:r>
      <w:r w:rsidR="00766774">
        <w:t xml:space="preserve">, </w:t>
      </w:r>
      <w:r w:rsidRPr="00115F49">
        <w:t>un petit bout des prés qui pendent d</w:t>
      </w:r>
      <w:r w:rsidR="00766774">
        <w:t>’</w:t>
      </w:r>
      <w:r w:rsidRPr="00115F49">
        <w:t>en haut</w:t>
      </w:r>
      <w:r w:rsidR="00766774">
        <w:t xml:space="preserve">. </w:t>
      </w:r>
      <w:r w:rsidRPr="00115F49">
        <w:t>Puis les nuages ont caché tout ça</w:t>
      </w:r>
      <w:r w:rsidR="00766774">
        <w:t xml:space="preserve">. </w:t>
      </w:r>
      <w:r w:rsidRPr="00115F49">
        <w:t>Bon</w:t>
      </w:r>
      <w:r w:rsidR="00766774">
        <w:t xml:space="preserve">. </w:t>
      </w:r>
      <w:r w:rsidRPr="00115F49">
        <w:t>Alors</w:t>
      </w:r>
      <w:r w:rsidR="00766774">
        <w:t xml:space="preserve">, </w:t>
      </w:r>
      <w:r w:rsidRPr="00115F49">
        <w:t>on voyait encore Préfleuri et les troncs d</w:t>
      </w:r>
      <w:r w:rsidR="00766774">
        <w:t>’</w:t>
      </w:r>
      <w:r w:rsidRPr="00115F49">
        <w:t>arbres qu</w:t>
      </w:r>
      <w:r w:rsidR="00766774">
        <w:t>’</w:t>
      </w:r>
      <w:r w:rsidRPr="00115F49">
        <w:t>on a jetés de la coupe</w:t>
      </w:r>
      <w:r w:rsidR="00766774">
        <w:t xml:space="preserve">, </w:t>
      </w:r>
      <w:r w:rsidRPr="00115F49">
        <w:t>puis</w:t>
      </w:r>
      <w:r w:rsidR="00766774">
        <w:t xml:space="preserve">, </w:t>
      </w:r>
      <w:r w:rsidRPr="00115F49">
        <w:t>les nuages sont encore descendus et ont caché Préfleuri et les troncs d</w:t>
      </w:r>
      <w:r w:rsidR="00766774">
        <w:t>’</w:t>
      </w:r>
      <w:r w:rsidRPr="00115F49">
        <w:t>arbres</w:t>
      </w:r>
      <w:r w:rsidR="00766774">
        <w:t xml:space="preserve">. </w:t>
      </w:r>
      <w:r w:rsidRPr="00115F49">
        <w:t>Bon</w:t>
      </w:r>
      <w:r w:rsidR="00766774">
        <w:t xml:space="preserve">. </w:t>
      </w:r>
      <w:r w:rsidRPr="00115F49">
        <w:t>Les nuages se sont arrêtés le long de la route qui monte au col</w:t>
      </w:r>
      <w:r w:rsidR="00766774">
        <w:t xml:space="preserve">. </w:t>
      </w:r>
      <w:r w:rsidRPr="00115F49">
        <w:t>On voyait les érables et la patache de midi et quart pour Saint-Maurice</w:t>
      </w:r>
      <w:r w:rsidR="00766774">
        <w:t xml:space="preserve">. </w:t>
      </w:r>
      <w:r w:rsidRPr="00115F49">
        <w:t>Il n</w:t>
      </w:r>
      <w:r w:rsidR="00766774">
        <w:t>’</w:t>
      </w:r>
      <w:r w:rsidRPr="00115F49">
        <w:t>y avait pas encore de neige</w:t>
      </w:r>
      <w:r w:rsidR="00766774">
        <w:t xml:space="preserve">, </w:t>
      </w:r>
      <w:r w:rsidRPr="00115F49">
        <w:t>on se dépêchait à passer le col dans les deux sens</w:t>
      </w:r>
      <w:r w:rsidR="00766774">
        <w:t xml:space="preserve">. </w:t>
      </w:r>
      <w:r w:rsidRPr="00115F49">
        <w:t>On voyait encore très bien l</w:t>
      </w:r>
      <w:r w:rsidR="00766774">
        <w:t>’</w:t>
      </w:r>
      <w:r w:rsidRPr="00115F49">
        <w:t>auberge</w:t>
      </w:r>
      <w:r w:rsidR="00766774">
        <w:t xml:space="preserve"> (</w:t>
      </w:r>
      <w:r w:rsidRPr="00115F49">
        <w:t xml:space="preserve">cette bâtisse que maintenant on appelle </w:t>
      </w:r>
      <w:r w:rsidRPr="00115F49">
        <w:rPr>
          <w:i/>
          <w:iCs/>
        </w:rPr>
        <w:t>Texaco</w:t>
      </w:r>
      <w:r w:rsidRPr="00115F49">
        <w:t xml:space="preserve"> parce qu</w:t>
      </w:r>
      <w:r w:rsidR="00766774">
        <w:t>’</w:t>
      </w:r>
      <w:r w:rsidRPr="00115F49">
        <w:t>on fait de la réclame pour de l</w:t>
      </w:r>
      <w:r w:rsidR="00766774">
        <w:t>’</w:t>
      </w:r>
      <w:r w:rsidRPr="00115F49">
        <w:t>huile d</w:t>
      </w:r>
      <w:r w:rsidR="00766774">
        <w:t>’</w:t>
      </w:r>
      <w:r w:rsidRPr="00115F49">
        <w:t>auto sur ses murs</w:t>
      </w:r>
      <w:r w:rsidR="00766774">
        <w:t xml:space="preserve">), </w:t>
      </w:r>
      <w:r w:rsidRPr="00115F49">
        <w:t>on voyait l</w:t>
      </w:r>
      <w:r w:rsidR="00766774">
        <w:t>’</w:t>
      </w:r>
      <w:r w:rsidRPr="00115F49">
        <w:t>auberge et tout un trafic de chevaux de renfort pour des fardiers qui se dépêchaient de profiter du passage libre</w:t>
      </w:r>
      <w:r w:rsidR="00766774">
        <w:t xml:space="preserve">. </w:t>
      </w:r>
      <w:r w:rsidRPr="00115F49">
        <w:t>On a vu le cabriolet du voyageur de la maison Colomb et Bernard</w:t>
      </w:r>
      <w:r w:rsidR="00766774">
        <w:t xml:space="preserve">, </w:t>
      </w:r>
      <w:r w:rsidRPr="00115F49">
        <w:t>marchands de boulons à Grenoble</w:t>
      </w:r>
      <w:r w:rsidR="00766774">
        <w:t xml:space="preserve">. </w:t>
      </w:r>
      <w:r w:rsidRPr="00115F49">
        <w:t>Il descendait du col</w:t>
      </w:r>
      <w:r w:rsidR="00766774">
        <w:t xml:space="preserve">. </w:t>
      </w:r>
      <w:r w:rsidRPr="00115F49">
        <w:t>Quand celui-là rentrait</w:t>
      </w:r>
      <w:r w:rsidR="00766774">
        <w:t xml:space="preserve">, </w:t>
      </w:r>
      <w:r w:rsidRPr="00115F49">
        <w:t>c</w:t>
      </w:r>
      <w:r w:rsidR="00766774">
        <w:t>’</w:t>
      </w:r>
      <w:r w:rsidRPr="00115F49">
        <w:t>est que le col n</w:t>
      </w:r>
      <w:r w:rsidR="00766774">
        <w:t>’</w:t>
      </w:r>
      <w:r w:rsidRPr="00115F49">
        <w:t>allait pas tarder à être bouché</w:t>
      </w:r>
      <w:r w:rsidR="00766774">
        <w:t xml:space="preserve">. </w:t>
      </w:r>
      <w:r w:rsidRPr="00115F49">
        <w:t>Puis les nuages ont couvert la route</w:t>
      </w:r>
      <w:r w:rsidR="00766774">
        <w:t xml:space="preserve">, </w:t>
      </w:r>
      <w:r w:rsidRPr="00115F49">
        <w:rPr>
          <w:i/>
          <w:iCs/>
        </w:rPr>
        <w:t xml:space="preserve">Texaco </w:t>
      </w:r>
      <w:r w:rsidRPr="00115F49">
        <w:t>et tout</w:t>
      </w:r>
      <w:r w:rsidR="00766774">
        <w:t xml:space="preserve"> ; </w:t>
      </w:r>
      <w:r w:rsidRPr="00115F49">
        <w:t>ont bavé en dessous dans les prés de Bernard</w:t>
      </w:r>
      <w:r w:rsidR="00766774">
        <w:t xml:space="preserve">, </w:t>
      </w:r>
      <w:r w:rsidRPr="00115F49">
        <w:t>les haies vives</w:t>
      </w:r>
      <w:r w:rsidR="00766774">
        <w:t xml:space="preserve"> ; </w:t>
      </w:r>
      <w:r w:rsidRPr="00115F49">
        <w:t>et</w:t>
      </w:r>
      <w:r w:rsidR="00766774">
        <w:t xml:space="preserve">, </w:t>
      </w:r>
      <w:r w:rsidRPr="00115F49">
        <w:t>ce matin</w:t>
      </w:r>
      <w:r w:rsidR="00766774">
        <w:t xml:space="preserve">, </w:t>
      </w:r>
      <w:r w:rsidRPr="00115F49">
        <w:t>on voit</w:t>
      </w:r>
      <w:r w:rsidR="00766774">
        <w:t xml:space="preserve">, </w:t>
      </w:r>
      <w:r w:rsidRPr="00115F49">
        <w:t>bien entendu encore</w:t>
      </w:r>
      <w:r w:rsidR="00766774">
        <w:t xml:space="preserve">, </w:t>
      </w:r>
      <w:r w:rsidRPr="00115F49">
        <w:t>les vingt à vingt-cinq maisons du village avec leur épaisse barre d</w:t>
      </w:r>
      <w:r w:rsidR="00766774">
        <w:t>’</w:t>
      </w:r>
      <w:r w:rsidRPr="00115F49">
        <w:t>ombre pourpre sous l</w:t>
      </w:r>
      <w:r w:rsidR="00766774">
        <w:t>’</w:t>
      </w:r>
      <w:r w:rsidRPr="00115F49">
        <w:t>auvent</w:t>
      </w:r>
      <w:r w:rsidR="00766774">
        <w:t xml:space="preserve">, </w:t>
      </w:r>
      <w:r w:rsidRPr="00115F49">
        <w:t>mais on ne voit plus la flèche du clocher</w:t>
      </w:r>
      <w:r w:rsidR="00766774">
        <w:t xml:space="preserve">, </w:t>
      </w:r>
      <w:r w:rsidRPr="00115F49">
        <w:t>elle est coupée ras par le nuage</w:t>
      </w:r>
      <w:r w:rsidR="00766774">
        <w:t xml:space="preserve">, </w:t>
      </w:r>
      <w:r w:rsidRPr="00115F49">
        <w:t>juste au-dessus des Sud</w:t>
      </w:r>
      <w:r w:rsidR="00766774">
        <w:t xml:space="preserve">, </w:t>
      </w:r>
      <w:r w:rsidRPr="00115F49">
        <w:t>Nord</w:t>
      </w:r>
      <w:r w:rsidR="00766774">
        <w:t xml:space="preserve">, </w:t>
      </w:r>
      <w:r w:rsidRPr="00115F49">
        <w:t>Est</w:t>
      </w:r>
      <w:r w:rsidR="00766774">
        <w:t xml:space="preserve">, </w:t>
      </w:r>
      <w:r w:rsidRPr="00115F49">
        <w:t>Ouest</w:t>
      </w:r>
      <w:r w:rsidR="00766774">
        <w:t>.</w:t>
      </w:r>
    </w:p>
    <w:p w14:paraId="71F18D3D" w14:textId="77777777" w:rsidR="00766774" w:rsidRDefault="00115F49" w:rsidP="00115F49">
      <w:r w:rsidRPr="00115F49">
        <w:lastRenderedPageBreak/>
        <w:t>D</w:t>
      </w:r>
      <w:r w:rsidR="00766774">
        <w:t>’</w:t>
      </w:r>
      <w:r w:rsidRPr="00115F49">
        <w:t>ailleurs</w:t>
      </w:r>
      <w:r w:rsidR="00766774">
        <w:t xml:space="preserve">, </w:t>
      </w:r>
      <w:r w:rsidRPr="00115F49">
        <w:t>tout de suite après il se met à tomber de la neige</w:t>
      </w:r>
      <w:r w:rsidR="00766774">
        <w:t xml:space="preserve">. </w:t>
      </w:r>
      <w:r w:rsidRPr="00115F49">
        <w:t>À midi</w:t>
      </w:r>
      <w:r w:rsidR="00766774">
        <w:t xml:space="preserve">, </w:t>
      </w:r>
      <w:r w:rsidRPr="00115F49">
        <w:t>tout est couvert</w:t>
      </w:r>
      <w:r w:rsidR="00766774">
        <w:t xml:space="preserve">, </w:t>
      </w:r>
      <w:r w:rsidRPr="00115F49">
        <w:t>tout est effacé</w:t>
      </w:r>
      <w:r w:rsidR="00766774">
        <w:t xml:space="preserve">, </w:t>
      </w:r>
      <w:r w:rsidRPr="00115F49">
        <w:t>il n</w:t>
      </w:r>
      <w:r w:rsidR="00766774">
        <w:t>’</w:t>
      </w:r>
      <w:r w:rsidRPr="00115F49">
        <w:t>y a plus de monde</w:t>
      </w:r>
      <w:r w:rsidR="00766774">
        <w:t xml:space="preserve">, </w:t>
      </w:r>
      <w:r w:rsidRPr="00115F49">
        <w:t>plus de bruits</w:t>
      </w:r>
      <w:r w:rsidR="00766774">
        <w:t xml:space="preserve">, </w:t>
      </w:r>
      <w:r w:rsidRPr="00115F49">
        <w:t>plus rien</w:t>
      </w:r>
      <w:r w:rsidR="00766774">
        <w:t xml:space="preserve">. </w:t>
      </w:r>
      <w:r w:rsidRPr="00115F49">
        <w:t>Des fumées lourdes coulent le long des toits et emmantellent les maisons</w:t>
      </w:r>
      <w:r w:rsidR="00766774">
        <w:t xml:space="preserve"> ; </w:t>
      </w:r>
      <w:r w:rsidRPr="00115F49">
        <w:t>l</w:t>
      </w:r>
      <w:r w:rsidR="00766774">
        <w:t>’</w:t>
      </w:r>
      <w:r w:rsidRPr="00115F49">
        <w:t>ombre des fenêtres</w:t>
      </w:r>
      <w:r w:rsidR="00766774">
        <w:t xml:space="preserve">, </w:t>
      </w:r>
      <w:r w:rsidRPr="00115F49">
        <w:t>le papillonnement de la neige qui tombe l</w:t>
      </w:r>
      <w:r w:rsidR="00766774">
        <w:t>’</w:t>
      </w:r>
      <w:r w:rsidRPr="00115F49">
        <w:t>éclaircit et la rend d</w:t>
      </w:r>
      <w:r w:rsidR="00766774">
        <w:t>’</w:t>
      </w:r>
      <w:r w:rsidRPr="00115F49">
        <w:t>un rose sang frais dans lequel on voit battre le métronome d</w:t>
      </w:r>
      <w:r w:rsidR="00766774">
        <w:t>’</w:t>
      </w:r>
      <w:r w:rsidRPr="00115F49">
        <w:t>une main qui essuie le givre de la vitre</w:t>
      </w:r>
      <w:r w:rsidR="00766774">
        <w:t xml:space="preserve">, </w:t>
      </w:r>
      <w:r w:rsidRPr="00115F49">
        <w:t>puis apparaît dans le carreau un visage émacié et cruel qui regarde</w:t>
      </w:r>
      <w:r w:rsidR="00766774">
        <w:t>.</w:t>
      </w:r>
    </w:p>
    <w:p w14:paraId="5AC44F0D" w14:textId="77777777" w:rsidR="00766774" w:rsidRDefault="00115F49" w:rsidP="00115F49">
      <w:r w:rsidRPr="00115F49">
        <w:t>Tous ces visages</w:t>
      </w:r>
      <w:r w:rsidR="00766774">
        <w:t xml:space="preserve">, </w:t>
      </w:r>
      <w:r w:rsidRPr="00115F49">
        <w:t>qu</w:t>
      </w:r>
      <w:r w:rsidR="00766774">
        <w:t>’</w:t>
      </w:r>
      <w:r w:rsidRPr="00115F49">
        <w:t>ils soient d</w:t>
      </w:r>
      <w:r w:rsidR="00766774">
        <w:t>’</w:t>
      </w:r>
      <w:r w:rsidRPr="00115F49">
        <w:t>hommes</w:t>
      </w:r>
      <w:r w:rsidR="00766774">
        <w:t xml:space="preserve">, </w:t>
      </w:r>
      <w:r w:rsidRPr="00115F49">
        <w:t>de femmes</w:t>
      </w:r>
      <w:r w:rsidR="00766774">
        <w:t xml:space="preserve">, </w:t>
      </w:r>
      <w:r w:rsidRPr="00115F49">
        <w:t>même d</w:t>
      </w:r>
      <w:r w:rsidR="00766774">
        <w:t>’</w:t>
      </w:r>
      <w:r w:rsidRPr="00115F49">
        <w:t>enfants</w:t>
      </w:r>
      <w:r w:rsidR="00766774">
        <w:t xml:space="preserve">, </w:t>
      </w:r>
      <w:r w:rsidRPr="00115F49">
        <w:t>ont des barbes postiches faites de l</w:t>
      </w:r>
      <w:r w:rsidR="00766774">
        <w:t>’</w:t>
      </w:r>
      <w:r w:rsidRPr="00115F49">
        <w:t>obscurité des pièces desquelles ils émergent</w:t>
      </w:r>
      <w:r w:rsidR="00766774">
        <w:t xml:space="preserve">, </w:t>
      </w:r>
      <w:r w:rsidRPr="00115F49">
        <w:t>des barbes de raphia noir qui mangent leurs bouches</w:t>
      </w:r>
      <w:r w:rsidR="00766774">
        <w:t xml:space="preserve">. </w:t>
      </w:r>
      <w:r w:rsidRPr="00115F49">
        <w:t>Ils ont tous l</w:t>
      </w:r>
      <w:r w:rsidR="00766774">
        <w:t>’</w:t>
      </w:r>
      <w:r w:rsidRPr="00115F49">
        <w:t>air de prêtres d</w:t>
      </w:r>
      <w:r w:rsidR="00766774">
        <w:t>’</w:t>
      </w:r>
      <w:r w:rsidRPr="00115F49">
        <w:t>une sorte de serpent à plumes</w:t>
      </w:r>
      <w:r w:rsidR="00766774">
        <w:t xml:space="preserve">, </w:t>
      </w:r>
      <w:r w:rsidRPr="00115F49">
        <w:t>même le curé catholique</w:t>
      </w:r>
      <w:r w:rsidR="00766774">
        <w:t xml:space="preserve">, </w:t>
      </w:r>
      <w:r w:rsidRPr="00115F49">
        <w:t>malgré l</w:t>
      </w:r>
      <w:r w:rsidR="00766774">
        <w:t>’</w:t>
      </w:r>
      <w:r w:rsidRPr="00115F49">
        <w:t>ora pro nobis gravé sur le linteau de la fenêtre</w:t>
      </w:r>
      <w:r w:rsidR="00766774">
        <w:t>.</w:t>
      </w:r>
    </w:p>
    <w:p w14:paraId="38198329" w14:textId="77777777" w:rsidR="00766774" w:rsidRDefault="00115F49" w:rsidP="00115F49">
      <w:r w:rsidRPr="00115F49">
        <w:t>Une heure</w:t>
      </w:r>
      <w:r w:rsidR="00766774">
        <w:t xml:space="preserve">, </w:t>
      </w:r>
      <w:r w:rsidRPr="00115F49">
        <w:t>deux heures</w:t>
      </w:r>
      <w:r w:rsidR="00766774">
        <w:t xml:space="preserve">, </w:t>
      </w:r>
      <w:r w:rsidRPr="00115F49">
        <w:t>trois heures</w:t>
      </w:r>
      <w:r w:rsidR="00766774">
        <w:t xml:space="preserve"> ; </w:t>
      </w:r>
      <w:r w:rsidRPr="00115F49">
        <w:t>la neige continue à tomber</w:t>
      </w:r>
      <w:r w:rsidR="00766774">
        <w:t xml:space="preserve">. </w:t>
      </w:r>
      <w:r w:rsidRPr="00115F49">
        <w:t>Quatre heures</w:t>
      </w:r>
      <w:r w:rsidR="00766774">
        <w:t xml:space="preserve"> ; </w:t>
      </w:r>
      <w:r w:rsidRPr="00115F49">
        <w:t>la nuit</w:t>
      </w:r>
      <w:r w:rsidR="00766774">
        <w:t xml:space="preserve"> ; </w:t>
      </w:r>
      <w:r w:rsidRPr="00115F49">
        <w:t>on allume les âtres</w:t>
      </w:r>
      <w:r w:rsidR="00766774">
        <w:t xml:space="preserve"> ; </w:t>
      </w:r>
      <w:r w:rsidRPr="00115F49">
        <w:t>il neige</w:t>
      </w:r>
      <w:r w:rsidR="00766774">
        <w:t xml:space="preserve">. </w:t>
      </w:r>
      <w:r w:rsidRPr="00115F49">
        <w:t>Cinq heures</w:t>
      </w:r>
      <w:r w:rsidR="00766774">
        <w:t xml:space="preserve">. </w:t>
      </w:r>
      <w:r w:rsidRPr="00115F49">
        <w:t>Six</w:t>
      </w:r>
      <w:r w:rsidR="00766774">
        <w:t xml:space="preserve">, </w:t>
      </w:r>
      <w:r w:rsidRPr="00115F49">
        <w:t>sept</w:t>
      </w:r>
      <w:r w:rsidR="00766774">
        <w:t xml:space="preserve"> ; </w:t>
      </w:r>
      <w:r w:rsidRPr="00115F49">
        <w:t>on allume les lampes</w:t>
      </w:r>
      <w:r w:rsidR="00766774">
        <w:t xml:space="preserve"> ; </w:t>
      </w:r>
      <w:r w:rsidRPr="00115F49">
        <w:t>il neige</w:t>
      </w:r>
      <w:r w:rsidR="00766774">
        <w:t xml:space="preserve">. </w:t>
      </w:r>
      <w:r w:rsidRPr="00115F49">
        <w:t>Dehors</w:t>
      </w:r>
      <w:r w:rsidR="00766774">
        <w:t xml:space="preserve">, </w:t>
      </w:r>
      <w:r w:rsidRPr="00115F49">
        <w:t>il n</w:t>
      </w:r>
      <w:r w:rsidR="00766774">
        <w:t>’</w:t>
      </w:r>
      <w:r w:rsidRPr="00115F49">
        <w:t>y a plus ni terre ni ciel</w:t>
      </w:r>
      <w:r w:rsidR="00766774">
        <w:t xml:space="preserve">, </w:t>
      </w:r>
      <w:r w:rsidRPr="00115F49">
        <w:t>ni village</w:t>
      </w:r>
      <w:r w:rsidR="00766774">
        <w:t xml:space="preserve">, </w:t>
      </w:r>
      <w:r w:rsidRPr="00115F49">
        <w:t>ni montagne</w:t>
      </w:r>
      <w:r w:rsidR="00766774">
        <w:t xml:space="preserve"> ; </w:t>
      </w:r>
      <w:r w:rsidRPr="00115F49">
        <w:t>il n</w:t>
      </w:r>
      <w:r w:rsidR="00766774">
        <w:t>’</w:t>
      </w:r>
      <w:r w:rsidRPr="00115F49">
        <w:t>y a plus que les amas croulants de cette épaisse poussière glacée d</w:t>
      </w:r>
      <w:r w:rsidR="00766774">
        <w:t>’</w:t>
      </w:r>
      <w:r w:rsidRPr="00115F49">
        <w:t>un monde qui a dû éclater</w:t>
      </w:r>
      <w:r w:rsidR="00766774">
        <w:t xml:space="preserve">. </w:t>
      </w:r>
      <w:r w:rsidRPr="00115F49">
        <w:t>La pièce même où l</w:t>
      </w:r>
      <w:r w:rsidR="00766774">
        <w:t>’</w:t>
      </w:r>
      <w:r w:rsidRPr="00115F49">
        <w:t>âtre s</w:t>
      </w:r>
      <w:r w:rsidR="00766774">
        <w:t>’</w:t>
      </w:r>
      <w:r w:rsidRPr="00115F49">
        <w:t>éteint n</w:t>
      </w:r>
      <w:r w:rsidR="00766774">
        <w:t>’</w:t>
      </w:r>
      <w:r w:rsidRPr="00115F49">
        <w:t>est plus habitable</w:t>
      </w:r>
      <w:r w:rsidR="00766774">
        <w:t xml:space="preserve">. </w:t>
      </w:r>
      <w:r w:rsidRPr="00115F49">
        <w:t>Il n</w:t>
      </w:r>
      <w:r w:rsidR="00766774">
        <w:t>’</w:t>
      </w:r>
      <w:r w:rsidRPr="00115F49">
        <w:t>y a plus d</w:t>
      </w:r>
      <w:r w:rsidR="00766774">
        <w:t>’</w:t>
      </w:r>
      <w:r w:rsidRPr="00115F49">
        <w:t>habitable</w:t>
      </w:r>
      <w:r w:rsidR="00766774">
        <w:t xml:space="preserve">, </w:t>
      </w:r>
      <w:r w:rsidRPr="00115F49">
        <w:t>c</w:t>
      </w:r>
      <w:r w:rsidR="00766774">
        <w:t>’</w:t>
      </w:r>
      <w:r w:rsidRPr="00115F49">
        <w:t>est-à-dire il n</w:t>
      </w:r>
      <w:r w:rsidR="00766774">
        <w:t>’</w:t>
      </w:r>
      <w:r w:rsidRPr="00115F49">
        <w:t>y a plus d</w:t>
      </w:r>
      <w:r w:rsidR="00766774">
        <w:t>’</w:t>
      </w:r>
      <w:r w:rsidRPr="00115F49">
        <w:t>endroit où l</w:t>
      </w:r>
      <w:r w:rsidR="00766774">
        <w:t>’</w:t>
      </w:r>
      <w:r w:rsidRPr="00115F49">
        <w:t>on puisse imaginer un monde aux couleurs du paon</w:t>
      </w:r>
      <w:r w:rsidR="00766774">
        <w:t xml:space="preserve">, </w:t>
      </w:r>
      <w:r w:rsidRPr="00115F49">
        <w:t>que le lit</w:t>
      </w:r>
      <w:r w:rsidR="00766774">
        <w:t xml:space="preserve">. </w:t>
      </w:r>
      <w:r w:rsidRPr="00115F49">
        <w:t>Et encore</w:t>
      </w:r>
      <w:r w:rsidR="00766774">
        <w:t xml:space="preserve">, </w:t>
      </w:r>
      <w:r w:rsidRPr="00115F49">
        <w:t>bien couverts et bien serrés</w:t>
      </w:r>
      <w:r w:rsidR="00766774">
        <w:t xml:space="preserve">, </w:t>
      </w:r>
      <w:r w:rsidRPr="00115F49">
        <w:t>à deux</w:t>
      </w:r>
      <w:r w:rsidR="00766774">
        <w:t xml:space="preserve">, </w:t>
      </w:r>
      <w:r w:rsidRPr="00115F49">
        <w:t>ou à trois</w:t>
      </w:r>
      <w:r w:rsidR="00766774">
        <w:t xml:space="preserve">, </w:t>
      </w:r>
      <w:r w:rsidRPr="00115F49">
        <w:t>quatre</w:t>
      </w:r>
      <w:r w:rsidR="00766774">
        <w:t xml:space="preserve">, </w:t>
      </w:r>
      <w:r w:rsidRPr="00115F49">
        <w:t>des fois cinq</w:t>
      </w:r>
      <w:r w:rsidR="00766774">
        <w:t xml:space="preserve">. </w:t>
      </w:r>
      <w:r w:rsidRPr="00115F49">
        <w:t>On n</w:t>
      </w:r>
      <w:r w:rsidR="00766774">
        <w:t>’</w:t>
      </w:r>
      <w:r w:rsidRPr="00115F49">
        <w:t>imagine pas que ça puisse être encore si vaste</w:t>
      </w:r>
      <w:r w:rsidR="00766774">
        <w:t xml:space="preserve">, </w:t>
      </w:r>
      <w:r w:rsidRPr="00115F49">
        <w:t>les corps</w:t>
      </w:r>
      <w:r w:rsidR="00766774">
        <w:t xml:space="preserve">. </w:t>
      </w:r>
      <w:r w:rsidRPr="00115F49">
        <w:t>Qui aurait pensé à Chichiliane</w:t>
      </w:r>
      <w:r w:rsidR="00766774">
        <w:t> ?</w:t>
      </w:r>
    </w:p>
    <w:p w14:paraId="45C982C7" w14:textId="77777777" w:rsidR="00766774" w:rsidRDefault="00115F49" w:rsidP="00115F49">
      <w:r w:rsidRPr="00115F49">
        <w:t>Et pourtant</w:t>
      </w:r>
      <w:r w:rsidR="00766774">
        <w:t xml:space="preserve">, </w:t>
      </w:r>
      <w:r w:rsidRPr="00115F49">
        <w:t>c</w:t>
      </w:r>
      <w:r w:rsidR="00766774">
        <w:t>’</w:t>
      </w:r>
      <w:r w:rsidRPr="00115F49">
        <w:t>était justement ça</w:t>
      </w:r>
      <w:r w:rsidR="00766774">
        <w:t>.</w:t>
      </w:r>
    </w:p>
    <w:p w14:paraId="5EAADFB0" w14:textId="77777777" w:rsidR="00766774" w:rsidRDefault="00115F49" w:rsidP="00115F49">
      <w:r w:rsidRPr="00115F49">
        <w:t>Un jour</w:t>
      </w:r>
      <w:r w:rsidR="00766774">
        <w:t xml:space="preserve">, </w:t>
      </w:r>
      <w:r w:rsidRPr="00115F49">
        <w:t>deux jours</w:t>
      </w:r>
      <w:r w:rsidR="00766774">
        <w:t xml:space="preserve">, </w:t>
      </w:r>
      <w:r w:rsidRPr="00115F49">
        <w:t>trois jours</w:t>
      </w:r>
      <w:r w:rsidR="00766774">
        <w:t xml:space="preserve">, </w:t>
      </w:r>
      <w:r w:rsidRPr="00115F49">
        <w:t>vingt jours de neige</w:t>
      </w:r>
      <w:r w:rsidR="00766774">
        <w:t xml:space="preserve"> ; </w:t>
      </w:r>
      <w:r w:rsidRPr="00115F49">
        <w:t>jusqu</w:t>
      </w:r>
      <w:r w:rsidR="00766774">
        <w:t>’</w:t>
      </w:r>
      <w:r w:rsidRPr="00115F49">
        <w:t>aux environs du 1</w:t>
      </w:r>
      <w:r w:rsidR="00766774" w:rsidRPr="00115F49">
        <w:t>6</w:t>
      </w:r>
      <w:r w:rsidR="00766774">
        <w:t> </w:t>
      </w:r>
      <w:r w:rsidR="00766774" w:rsidRPr="00115F49">
        <w:t>décembre</w:t>
      </w:r>
      <w:r w:rsidR="00766774">
        <w:t xml:space="preserve">. </w:t>
      </w:r>
      <w:r w:rsidRPr="00115F49">
        <w:t>On ne sait pas exacte</w:t>
      </w:r>
      <w:r w:rsidRPr="00115F49">
        <w:lastRenderedPageBreak/>
        <w:t>ment la date</w:t>
      </w:r>
      <w:r w:rsidR="00766774">
        <w:t xml:space="preserve">, </w:t>
      </w:r>
      <w:r w:rsidRPr="00115F49">
        <w:t>mais enfin</w:t>
      </w:r>
      <w:r w:rsidR="00766774">
        <w:t xml:space="preserve">, </w:t>
      </w:r>
      <w:r w:rsidRPr="00115F49">
        <w:t>1</w:t>
      </w:r>
      <w:r w:rsidR="00766774" w:rsidRPr="00115F49">
        <w:t>5</w:t>
      </w:r>
      <w:r w:rsidR="00766774">
        <w:t>,</w:t>
      </w:r>
      <w:r w:rsidR="00766774" w:rsidRPr="00115F49">
        <w:t>1</w:t>
      </w:r>
      <w:r w:rsidRPr="00115F49">
        <w:t>6 ou 17</w:t>
      </w:r>
      <w:r w:rsidR="00766774">
        <w:t xml:space="preserve">, </w:t>
      </w:r>
      <w:r w:rsidRPr="00115F49">
        <w:t>c</w:t>
      </w:r>
      <w:r w:rsidR="00766774">
        <w:t>’</w:t>
      </w:r>
      <w:r w:rsidRPr="00115F49">
        <w:t>est un de ces trois jours-là</w:t>
      </w:r>
      <w:r w:rsidR="00766774">
        <w:t xml:space="preserve">, </w:t>
      </w:r>
      <w:r w:rsidRPr="00115F49">
        <w:t>le soir</w:t>
      </w:r>
      <w:r w:rsidR="00766774">
        <w:t xml:space="preserve">, </w:t>
      </w:r>
      <w:r w:rsidRPr="00115F49">
        <w:t>qu</w:t>
      </w:r>
      <w:r w:rsidR="00766774">
        <w:t>’</w:t>
      </w:r>
      <w:r w:rsidRPr="00115F49">
        <w:t>on ne trouva plus Marie Chazottes</w:t>
      </w:r>
      <w:r w:rsidR="00766774">
        <w:t>.</w:t>
      </w:r>
    </w:p>
    <w:p w14:paraId="5C544325" w14:textId="77777777" w:rsidR="00766774" w:rsidRDefault="00766774" w:rsidP="00115F49">
      <w:r>
        <w:t>— </w:t>
      </w:r>
      <w:r w:rsidR="00115F49" w:rsidRPr="00115F49">
        <w:t>Comment</w:t>
      </w:r>
      <w:r>
        <w:t xml:space="preserve">, </w:t>
      </w:r>
      <w:r w:rsidR="00115F49" w:rsidRPr="00115F49">
        <w:t>on ne la trouve plus</w:t>
      </w:r>
      <w:r>
        <w:t> ?</w:t>
      </w:r>
    </w:p>
    <w:p w14:paraId="27A0C4F9" w14:textId="77777777" w:rsidR="00766774" w:rsidRDefault="00766774" w:rsidP="00115F49">
      <w:r>
        <w:t>— </w:t>
      </w:r>
      <w:r w:rsidR="00115F49" w:rsidRPr="00115F49">
        <w:t>Non</w:t>
      </w:r>
      <w:r>
        <w:t xml:space="preserve">, </w:t>
      </w:r>
      <w:r w:rsidR="00115F49" w:rsidRPr="00115F49">
        <w:t>disparue</w:t>
      </w:r>
      <w:r>
        <w:t>.</w:t>
      </w:r>
    </w:p>
    <w:p w14:paraId="5DB158D3" w14:textId="77777777" w:rsidR="00766774" w:rsidRDefault="00766774" w:rsidP="00115F49">
      <w:r>
        <w:t>— </w:t>
      </w:r>
      <w:r w:rsidR="00115F49" w:rsidRPr="00115F49">
        <w:t>Qu</w:t>
      </w:r>
      <w:r>
        <w:t>’</w:t>
      </w:r>
      <w:r w:rsidR="00115F49" w:rsidRPr="00115F49">
        <w:t>est-ce que vous me dites là</w:t>
      </w:r>
      <w:r>
        <w:t> ?</w:t>
      </w:r>
    </w:p>
    <w:p w14:paraId="77A984B8" w14:textId="77777777" w:rsidR="00766774" w:rsidRDefault="00766774" w:rsidP="00115F49">
      <w:r>
        <w:t>— </w:t>
      </w:r>
      <w:r w:rsidR="00115F49" w:rsidRPr="00115F49">
        <w:t>Disparue depuis trois heures de l</w:t>
      </w:r>
      <w:r>
        <w:t>’</w:t>
      </w:r>
      <w:r w:rsidR="00115F49" w:rsidRPr="00115F49">
        <w:t>après-midi</w:t>
      </w:r>
      <w:r>
        <w:t xml:space="preserve">. </w:t>
      </w:r>
      <w:r w:rsidR="00115F49" w:rsidRPr="00115F49">
        <w:t>On a d</w:t>
      </w:r>
      <w:r>
        <w:t>’</w:t>
      </w:r>
      <w:r w:rsidR="00115F49" w:rsidRPr="00115F49">
        <w:t>abord cru qu</w:t>
      </w:r>
      <w:r>
        <w:t>’</w:t>
      </w:r>
      <w:r w:rsidR="00115F49" w:rsidRPr="00115F49">
        <w:t>elle était allée chez sa commère</w:t>
      </w:r>
      <w:r>
        <w:t xml:space="preserve">, </w:t>
      </w:r>
      <w:r w:rsidR="00115F49" w:rsidRPr="00115F49">
        <w:t>non</w:t>
      </w:r>
      <w:r>
        <w:t xml:space="preserve"> ; </w:t>
      </w:r>
      <w:r w:rsidR="00115F49" w:rsidRPr="00115F49">
        <w:t>chez une telle</w:t>
      </w:r>
      <w:r>
        <w:t xml:space="preserve">, </w:t>
      </w:r>
      <w:r w:rsidR="00115F49" w:rsidRPr="00115F49">
        <w:t>non</w:t>
      </w:r>
      <w:r>
        <w:t xml:space="preserve">. </w:t>
      </w:r>
      <w:r w:rsidR="00115F49" w:rsidRPr="00115F49">
        <w:t>On ne l</w:t>
      </w:r>
      <w:r>
        <w:t>’</w:t>
      </w:r>
      <w:r w:rsidR="00115F49" w:rsidRPr="00115F49">
        <w:t>a vue nulle part</w:t>
      </w:r>
      <w:r>
        <w:t>.</w:t>
      </w:r>
    </w:p>
    <w:p w14:paraId="3D558087" w14:textId="77777777" w:rsidR="00766774" w:rsidRDefault="00115F49" w:rsidP="00115F49">
      <w:r w:rsidRPr="00115F49">
        <w:t>Le lendemain</w:t>
      </w:r>
      <w:r w:rsidR="00766774">
        <w:t xml:space="preserve">, </w:t>
      </w:r>
      <w:r w:rsidRPr="00115F49">
        <w:t>à travers la neige qui continue à tomber dru</w:t>
      </w:r>
      <w:r w:rsidR="00766774">
        <w:t xml:space="preserve">, </w:t>
      </w:r>
      <w:r w:rsidRPr="00115F49">
        <w:t>on voit passer Bergues avec ses raquettes</w:t>
      </w:r>
      <w:r w:rsidR="00766774">
        <w:t xml:space="preserve">, </w:t>
      </w:r>
      <w:r w:rsidRPr="00115F49">
        <w:t>et il descend du côté du cimetière des protestants</w:t>
      </w:r>
      <w:r w:rsidR="00766774">
        <w:t xml:space="preserve">, </w:t>
      </w:r>
      <w:r w:rsidRPr="00115F49">
        <w:t>vers les Adrets</w:t>
      </w:r>
      <w:r w:rsidR="00766774">
        <w:t xml:space="preserve">. </w:t>
      </w:r>
      <w:r w:rsidRPr="00115F49">
        <w:t>On en voit un autre qui monte vers la Plainie par le chemin des chèvres</w:t>
      </w:r>
      <w:r w:rsidR="00766774">
        <w:t xml:space="preserve"> ; </w:t>
      </w:r>
      <w:r w:rsidRPr="00115F49">
        <w:t>et un troisième qui file à Saint-Maurice pour</w:t>
      </w:r>
      <w:r w:rsidR="00766774">
        <w:t xml:space="preserve">, </w:t>
      </w:r>
      <w:r w:rsidRPr="00115F49">
        <w:t>de là</w:t>
      </w:r>
      <w:r w:rsidR="00766774">
        <w:t xml:space="preserve">, </w:t>
      </w:r>
      <w:r w:rsidRPr="00115F49">
        <w:t>après avoir cherché dans les vallons</w:t>
      </w:r>
      <w:r w:rsidR="00766774">
        <w:t xml:space="preserve">, </w:t>
      </w:r>
      <w:r w:rsidRPr="00115F49">
        <w:t>aller prévenir les gendarmes</w:t>
      </w:r>
      <w:r w:rsidR="00766774">
        <w:t>.</w:t>
      </w:r>
    </w:p>
    <w:p w14:paraId="14309449" w14:textId="77777777" w:rsidR="00766774" w:rsidRDefault="00115F49" w:rsidP="00115F49">
      <w:r w:rsidRPr="00115F49">
        <w:t>Car</w:t>
      </w:r>
      <w:r w:rsidR="00766774">
        <w:t xml:space="preserve">, </w:t>
      </w:r>
      <w:r w:rsidRPr="00115F49">
        <w:t>Marie Chazottes a bel et bien disparu</w:t>
      </w:r>
      <w:r w:rsidR="00766774">
        <w:t xml:space="preserve">. </w:t>
      </w:r>
      <w:r w:rsidRPr="00115F49">
        <w:t>Elle est sortie de chez elle vers les trois heures de l</w:t>
      </w:r>
      <w:r w:rsidR="00766774">
        <w:t>’</w:t>
      </w:r>
      <w:r w:rsidRPr="00115F49">
        <w:t>après-midi</w:t>
      </w:r>
      <w:r w:rsidR="00766774">
        <w:t xml:space="preserve">, </w:t>
      </w:r>
      <w:r w:rsidRPr="00115F49">
        <w:t>juste avec un fichu</w:t>
      </w:r>
      <w:r w:rsidR="00766774">
        <w:t xml:space="preserve">, </w:t>
      </w:r>
      <w:r w:rsidRPr="00115F49">
        <w:t>et sa mère a même dû la rappeler pour qu</w:t>
      </w:r>
      <w:r w:rsidR="00766774">
        <w:t>’</w:t>
      </w:r>
      <w:r w:rsidRPr="00115F49">
        <w:t>elle mette ses sabots</w:t>
      </w:r>
      <w:r w:rsidR="00766774">
        <w:t xml:space="preserve"> ; </w:t>
      </w:r>
      <w:r w:rsidRPr="00115F49">
        <w:t>elle sortait en chaussons</w:t>
      </w:r>
      <w:r w:rsidR="00766774">
        <w:t xml:space="preserve">, </w:t>
      </w:r>
      <w:r w:rsidRPr="00115F49">
        <w:t>n</w:t>
      </w:r>
      <w:r w:rsidR="00766774">
        <w:t>’</w:t>
      </w:r>
      <w:r w:rsidRPr="00115F49">
        <w:t>allant</w:t>
      </w:r>
      <w:r w:rsidR="00766774">
        <w:t xml:space="preserve">, </w:t>
      </w:r>
      <w:r w:rsidRPr="00115F49">
        <w:t>dit-elle</w:t>
      </w:r>
      <w:r w:rsidR="00766774">
        <w:t xml:space="preserve">, </w:t>
      </w:r>
      <w:r w:rsidRPr="00115F49">
        <w:t>que jusqu</w:t>
      </w:r>
      <w:r w:rsidR="00766774">
        <w:t>’</w:t>
      </w:r>
      <w:r w:rsidRPr="00115F49">
        <w:t>au hangar de l</w:t>
      </w:r>
      <w:r w:rsidR="00766774">
        <w:t>’</w:t>
      </w:r>
      <w:r w:rsidRPr="00115F49">
        <w:t>autre côté de la grange</w:t>
      </w:r>
      <w:r w:rsidR="00766774">
        <w:t xml:space="preserve">. </w:t>
      </w:r>
      <w:r w:rsidRPr="00115F49">
        <w:t>Elle a tourné l</w:t>
      </w:r>
      <w:r w:rsidR="00766774">
        <w:t>’</w:t>
      </w:r>
      <w:r w:rsidRPr="00115F49">
        <w:t>angle du mur et</w:t>
      </w:r>
      <w:r w:rsidR="00766774">
        <w:t xml:space="preserve">, </w:t>
      </w:r>
      <w:r w:rsidRPr="00115F49">
        <w:t>depuis</w:t>
      </w:r>
      <w:r w:rsidR="00766774">
        <w:t xml:space="preserve">, </w:t>
      </w:r>
      <w:r w:rsidRPr="00115F49">
        <w:t>plus rien</w:t>
      </w:r>
      <w:r w:rsidR="00766774">
        <w:t>.</w:t>
      </w:r>
    </w:p>
    <w:p w14:paraId="26B574CF" w14:textId="77777777" w:rsidR="00766774" w:rsidRDefault="00115F49" w:rsidP="00115F49">
      <w:r w:rsidRPr="00115F49">
        <w:t>Les uns disent</w:t>
      </w:r>
      <w:r w:rsidR="00766774">
        <w:t xml:space="preserve">… </w:t>
      </w:r>
      <w:r w:rsidRPr="00115F49">
        <w:t>cinquante histoires naturellement</w:t>
      </w:r>
      <w:r w:rsidR="00766774">
        <w:t xml:space="preserve">, </w:t>
      </w:r>
      <w:r w:rsidRPr="00115F49">
        <w:t>pendant que la neige continue à tomber</w:t>
      </w:r>
      <w:r w:rsidR="00766774">
        <w:t xml:space="preserve">, </w:t>
      </w:r>
      <w:r w:rsidRPr="00115F49">
        <w:t>tout décembre</w:t>
      </w:r>
      <w:r w:rsidR="00766774">
        <w:t>.</w:t>
      </w:r>
    </w:p>
    <w:p w14:paraId="1A4EFD32" w14:textId="77777777" w:rsidR="00115F49" w:rsidRPr="00115F49" w:rsidRDefault="00115F49" w:rsidP="00115F49">
      <w:r w:rsidRPr="00115F49">
        <w:t>Cette Marie Chazottes avait vingt ans</w:t>
      </w:r>
      <w:r w:rsidR="00766774">
        <w:t xml:space="preserve">, </w:t>
      </w:r>
      <w:r w:rsidRPr="00115F49">
        <w:t>vingt-deux ans</w:t>
      </w:r>
      <w:r w:rsidR="00766774">
        <w:t xml:space="preserve">. </w:t>
      </w:r>
      <w:r w:rsidRPr="00115F49">
        <w:t>Difficile aussi de savoir comment elle était</w:t>
      </w:r>
      <w:r w:rsidR="00766774">
        <w:t xml:space="preserve">, </w:t>
      </w:r>
      <w:r w:rsidRPr="00115F49">
        <w:t>car ici on vous dit</w:t>
      </w:r>
      <w:r w:rsidR="00766774">
        <w:t> : « </w:t>
      </w:r>
      <w:r w:rsidRPr="00115F49">
        <w:t>C</w:t>
      </w:r>
      <w:r w:rsidR="00766774">
        <w:t>’</w:t>
      </w:r>
      <w:r w:rsidRPr="00115F49">
        <w:t>est une belle femme</w:t>
      </w:r>
      <w:r w:rsidR="00766774">
        <w:t> »</w:t>
      </w:r>
      <w:r w:rsidRPr="00115F49">
        <w:t xml:space="preserve"> pour </w:t>
      </w:r>
      <w:r w:rsidR="00766774">
        <w:t>« </w:t>
      </w:r>
      <w:r w:rsidRPr="00115F49">
        <w:t>une grosse femme</w:t>
      </w:r>
      <w:r w:rsidR="00766774">
        <w:t xml:space="preserve"> ». </w:t>
      </w:r>
      <w:r w:rsidRPr="00115F49">
        <w:t>Belle</w:t>
      </w:r>
      <w:r w:rsidR="00766774">
        <w:t xml:space="preserve"> ? </w:t>
      </w:r>
      <w:r w:rsidRPr="00115F49">
        <w:t>Il faut de gros mollets</w:t>
      </w:r>
      <w:r w:rsidR="00766774">
        <w:t xml:space="preserve">, </w:t>
      </w:r>
      <w:r w:rsidRPr="00115F49">
        <w:t>de grosses cuisses</w:t>
      </w:r>
      <w:r w:rsidR="00766774">
        <w:t xml:space="preserve">, </w:t>
      </w:r>
      <w:r w:rsidRPr="00115F49">
        <w:t>une grosse poitrine et se bouger assez vite</w:t>
      </w:r>
      <w:r w:rsidR="00766774">
        <w:t xml:space="preserve"> ; </w:t>
      </w:r>
      <w:r w:rsidRPr="00115F49">
        <w:t>alors c</w:t>
      </w:r>
      <w:r w:rsidR="00766774">
        <w:t>’</w:t>
      </w:r>
      <w:r w:rsidRPr="00115F49">
        <w:t>est beau</w:t>
      </w:r>
      <w:r w:rsidR="00766774">
        <w:t xml:space="preserve">. </w:t>
      </w:r>
      <w:r w:rsidRPr="00115F49">
        <w:t>Sinon</w:t>
      </w:r>
      <w:r w:rsidR="00766774">
        <w:t xml:space="preserve">, </w:t>
      </w:r>
      <w:r w:rsidRPr="00115F49">
        <w:t>on considère que c</w:t>
      </w:r>
      <w:r w:rsidR="00766774">
        <w:t>’</w:t>
      </w:r>
      <w:r w:rsidRPr="00115F49">
        <w:t>est du temps perdu</w:t>
      </w:r>
      <w:r w:rsidR="00766774">
        <w:t xml:space="preserve">. </w:t>
      </w:r>
      <w:r w:rsidRPr="00115F49">
        <w:t>On ira jusqu</w:t>
      </w:r>
      <w:r w:rsidR="00766774">
        <w:t>’</w:t>
      </w:r>
      <w:r w:rsidRPr="00115F49">
        <w:t>à dire</w:t>
      </w:r>
      <w:r w:rsidR="00766774">
        <w:t xml:space="preserve"> : </w:t>
      </w:r>
      <w:r w:rsidR="00766774">
        <w:lastRenderedPageBreak/>
        <w:t>« </w:t>
      </w:r>
      <w:r w:rsidRPr="00115F49">
        <w:t>Elle est pas mal</w:t>
      </w:r>
      <w:r w:rsidR="00766774">
        <w:t xml:space="preserve"> », </w:t>
      </w:r>
      <w:r w:rsidRPr="00115F49">
        <w:t>ou</w:t>
      </w:r>
      <w:r w:rsidR="00766774">
        <w:t> : « </w:t>
      </w:r>
      <w:r w:rsidRPr="00115F49">
        <w:t>Elle est jolie</w:t>
      </w:r>
      <w:r w:rsidR="00766774">
        <w:t xml:space="preserve"> », </w:t>
      </w:r>
      <w:r w:rsidRPr="00115F49">
        <w:t>mais on ne dira jamais</w:t>
      </w:r>
      <w:r w:rsidR="00766774">
        <w:t> : « </w:t>
      </w:r>
      <w:r w:rsidRPr="00115F49">
        <w:t>Elle est belle</w:t>
      </w:r>
      <w:r w:rsidR="00766774">
        <w:t>. »</w:t>
      </w:r>
    </w:p>
    <w:p w14:paraId="63543264" w14:textId="77777777" w:rsidR="00766774" w:rsidRDefault="00115F49" w:rsidP="00115F49">
      <w:r w:rsidRPr="00115F49">
        <w:t>La belle-mère de Raoul</w:t>
      </w:r>
      <w:r w:rsidR="00766774">
        <w:t xml:space="preserve">, </w:t>
      </w:r>
      <w:r w:rsidRPr="00115F49">
        <w:t>tenez</w:t>
      </w:r>
      <w:r w:rsidR="00766774">
        <w:t xml:space="preserve">, </w:t>
      </w:r>
      <w:r w:rsidRPr="00115F49">
        <w:t>c</w:t>
      </w:r>
      <w:r w:rsidR="00766774">
        <w:t>’</w:t>
      </w:r>
      <w:r w:rsidRPr="00115F49">
        <w:t>est une Chazottes</w:t>
      </w:r>
      <w:r w:rsidR="00766774">
        <w:t xml:space="preserve">. </w:t>
      </w:r>
      <w:r w:rsidRPr="00115F49">
        <w:t>C</w:t>
      </w:r>
      <w:r w:rsidR="00766774">
        <w:t>’</w:t>
      </w:r>
      <w:r w:rsidRPr="00115F49">
        <w:t>est même la fille de la tante de cette Marie de 43</w:t>
      </w:r>
      <w:r w:rsidR="00766774">
        <w:t xml:space="preserve"> ; </w:t>
      </w:r>
      <w:r w:rsidRPr="00115F49">
        <w:t>une tante qui était plus jeune que sa nièce</w:t>
      </w:r>
      <w:r w:rsidR="00766774">
        <w:t xml:space="preserve"> ; </w:t>
      </w:r>
      <w:r w:rsidRPr="00115F49">
        <w:t>ce qui arrive très souvent par ici</w:t>
      </w:r>
      <w:r w:rsidR="00766774">
        <w:t xml:space="preserve">. </w:t>
      </w:r>
      <w:r w:rsidRPr="00115F49">
        <w:t>Eh bien</w:t>
      </w:r>
      <w:r w:rsidR="00766774">
        <w:t xml:space="preserve">, </w:t>
      </w:r>
      <w:r w:rsidRPr="00115F49">
        <w:t>voilà</w:t>
      </w:r>
      <w:r w:rsidR="00766774">
        <w:t xml:space="preserve">, </w:t>
      </w:r>
      <w:r w:rsidRPr="00115F49">
        <w:t>celle-là</w:t>
      </w:r>
      <w:r w:rsidR="00766774">
        <w:t xml:space="preserve">, </w:t>
      </w:r>
      <w:r w:rsidRPr="00115F49">
        <w:t>et par conséquent la femme de Raoul</w:t>
      </w:r>
      <w:r w:rsidR="00766774">
        <w:t xml:space="preserve">, </w:t>
      </w:r>
      <w:r w:rsidRPr="00115F49">
        <w:t>est une Chazottes</w:t>
      </w:r>
      <w:r w:rsidR="00766774">
        <w:t xml:space="preserve">. </w:t>
      </w:r>
      <w:r w:rsidRPr="00115F49">
        <w:t>Le petit Marcel Pugnet</w:t>
      </w:r>
      <w:r w:rsidR="00766774">
        <w:t xml:space="preserve">, </w:t>
      </w:r>
      <w:r w:rsidRPr="00115F49">
        <w:t>il en vient par sa mère qui était la sœur de la belle-mère de Raoul</w:t>
      </w:r>
      <w:r w:rsidR="00766774">
        <w:t xml:space="preserve">. </w:t>
      </w:r>
      <w:r w:rsidRPr="00115F49">
        <w:t>Et les Dumont</w:t>
      </w:r>
      <w:r w:rsidR="00766774">
        <w:t xml:space="preserve">, </w:t>
      </w:r>
      <w:r w:rsidRPr="00115F49">
        <w:t>ils en viennent aussi</w:t>
      </w:r>
      <w:r w:rsidR="00766774">
        <w:t xml:space="preserve">, </w:t>
      </w:r>
      <w:r w:rsidRPr="00115F49">
        <w:t>par la fille du cousin germain de la belle-mère de Raoul</w:t>
      </w:r>
      <w:r w:rsidR="00766774">
        <w:t>.</w:t>
      </w:r>
    </w:p>
    <w:p w14:paraId="301E0E41" w14:textId="77777777" w:rsidR="00766774" w:rsidRDefault="00115F49" w:rsidP="00115F49">
      <w:r w:rsidRPr="00115F49">
        <w:t>Les Dumont</w:t>
      </w:r>
      <w:r w:rsidR="00766774">
        <w:t xml:space="preserve">, </w:t>
      </w:r>
      <w:r w:rsidRPr="00115F49">
        <w:t>précisément</w:t>
      </w:r>
      <w:r w:rsidR="00766774">
        <w:t xml:space="preserve"> (</w:t>
      </w:r>
      <w:r w:rsidRPr="00115F49">
        <w:t>il est vrai qu</w:t>
      </w:r>
      <w:r w:rsidR="00766774">
        <w:t>’</w:t>
      </w:r>
      <w:r w:rsidRPr="00115F49">
        <w:t>on ne juge pas les hommes comme on juge les femmes</w:t>
      </w:r>
      <w:r w:rsidR="00766774">
        <w:t xml:space="preserve">), </w:t>
      </w:r>
      <w:r w:rsidRPr="00115F49">
        <w:t>mais</w:t>
      </w:r>
      <w:r w:rsidR="00766774">
        <w:t xml:space="preserve">, </w:t>
      </w:r>
      <w:r w:rsidRPr="00115F49">
        <w:t>les Dumont sont de très beaux hommes</w:t>
      </w:r>
      <w:r w:rsidR="00766774">
        <w:t xml:space="preserve">, </w:t>
      </w:r>
      <w:r w:rsidRPr="00115F49">
        <w:t>incontestablement</w:t>
      </w:r>
      <w:r w:rsidR="00766774">
        <w:t xml:space="preserve">. </w:t>
      </w:r>
      <w:r w:rsidRPr="00115F49">
        <w:t>Ça</w:t>
      </w:r>
      <w:r w:rsidR="00766774">
        <w:t xml:space="preserve">, </w:t>
      </w:r>
      <w:r w:rsidRPr="00115F49">
        <w:t>à Saint-Maurice</w:t>
      </w:r>
      <w:r w:rsidR="00766774">
        <w:t xml:space="preserve">, </w:t>
      </w:r>
      <w:r w:rsidRPr="00115F49">
        <w:t>Avers</w:t>
      </w:r>
      <w:r w:rsidR="00766774">
        <w:t xml:space="preserve">, </w:t>
      </w:r>
      <w:r w:rsidRPr="00115F49">
        <w:t>Prébois</w:t>
      </w:r>
      <w:r w:rsidR="00766774">
        <w:t xml:space="preserve">, </w:t>
      </w:r>
      <w:r w:rsidRPr="00115F49">
        <w:t>on est d</w:t>
      </w:r>
      <w:r w:rsidR="00766774">
        <w:t>’</w:t>
      </w:r>
      <w:r w:rsidRPr="00115F49">
        <w:t>accord</w:t>
      </w:r>
      <w:r w:rsidR="00766774">
        <w:t xml:space="preserve">. </w:t>
      </w:r>
      <w:r w:rsidRPr="00115F49">
        <w:t>La stature</w:t>
      </w:r>
      <w:r w:rsidR="00766774">
        <w:t xml:space="preserve">, </w:t>
      </w:r>
      <w:r w:rsidRPr="00115F49">
        <w:t>les yeux clairs</w:t>
      </w:r>
      <w:r w:rsidR="00766774">
        <w:t xml:space="preserve">, </w:t>
      </w:r>
      <w:r w:rsidRPr="00115F49">
        <w:t>affables</w:t>
      </w:r>
      <w:r w:rsidR="00766774">
        <w:t xml:space="preserve">, </w:t>
      </w:r>
      <w:r w:rsidRPr="00115F49">
        <w:t>serviables</w:t>
      </w:r>
      <w:r w:rsidR="00766774">
        <w:t xml:space="preserve">, </w:t>
      </w:r>
      <w:r w:rsidRPr="00115F49">
        <w:t>la façon de marcher</w:t>
      </w:r>
      <w:r w:rsidR="00766774">
        <w:t xml:space="preserve"> : </w:t>
      </w:r>
      <w:r w:rsidRPr="00115F49">
        <w:t>ils ont tout pour eux</w:t>
      </w:r>
      <w:r w:rsidR="00766774">
        <w:t xml:space="preserve">. </w:t>
      </w:r>
      <w:r w:rsidRPr="00115F49">
        <w:t>Ils ont un très joli nez</w:t>
      </w:r>
      <w:r w:rsidR="00766774">
        <w:t xml:space="preserve">, </w:t>
      </w:r>
      <w:r w:rsidRPr="00115F49">
        <w:t>un nez que vous retrouverez chez le petit Marcel</w:t>
      </w:r>
      <w:r w:rsidR="00766774">
        <w:t xml:space="preserve">, </w:t>
      </w:r>
      <w:r w:rsidRPr="00115F49">
        <w:t>de même que les yeux clairs</w:t>
      </w:r>
      <w:r w:rsidR="00766774">
        <w:t xml:space="preserve">. </w:t>
      </w:r>
      <w:r w:rsidRPr="00115F49">
        <w:t>Les Dumont</w:t>
      </w:r>
      <w:r w:rsidR="00766774">
        <w:t xml:space="preserve">, </w:t>
      </w:r>
      <w:r w:rsidRPr="00115F49">
        <w:t>les Pugnet</w:t>
      </w:r>
      <w:r w:rsidR="00766774">
        <w:t xml:space="preserve">, </w:t>
      </w:r>
      <w:r w:rsidRPr="00115F49">
        <w:t>la femme de Raoul sont bruns</w:t>
      </w:r>
      <w:r w:rsidR="00766774">
        <w:t xml:space="preserve">, </w:t>
      </w:r>
      <w:r w:rsidRPr="00115F49">
        <w:t>d</w:t>
      </w:r>
      <w:r w:rsidR="00766774">
        <w:t>’</w:t>
      </w:r>
      <w:r w:rsidRPr="00115F49">
        <w:t>un brun même rare ici</w:t>
      </w:r>
      <w:r w:rsidR="00766774">
        <w:t xml:space="preserve"> : </w:t>
      </w:r>
      <w:r w:rsidRPr="00115F49">
        <w:t>très noir et luisant</w:t>
      </w:r>
      <w:r w:rsidR="00766774">
        <w:t xml:space="preserve">. </w:t>
      </w:r>
      <w:r w:rsidRPr="00115F49">
        <w:t>Et</w:t>
      </w:r>
      <w:r w:rsidR="00766774">
        <w:t xml:space="preserve">, </w:t>
      </w:r>
      <w:r w:rsidRPr="00115F49">
        <w:t>la femme de Raoul</w:t>
      </w:r>
      <w:r w:rsidR="00766774">
        <w:t xml:space="preserve">, </w:t>
      </w:r>
      <w:r w:rsidRPr="00115F49">
        <w:t>même en faisant le travail qu</w:t>
      </w:r>
      <w:r w:rsidR="00766774">
        <w:t>’</w:t>
      </w:r>
      <w:r w:rsidRPr="00115F49">
        <w:t>elle fait</w:t>
      </w:r>
      <w:r w:rsidR="00766774">
        <w:t xml:space="preserve">, </w:t>
      </w:r>
      <w:r w:rsidRPr="00115F49">
        <w:t>toujours dehors et aux champs</w:t>
      </w:r>
      <w:r w:rsidR="00766774">
        <w:t xml:space="preserve">, </w:t>
      </w:r>
      <w:r w:rsidRPr="00115F49">
        <w:t>est restée blanche</w:t>
      </w:r>
      <w:r w:rsidR="00766774">
        <w:t xml:space="preserve">. </w:t>
      </w:r>
      <w:r w:rsidRPr="00115F49">
        <w:t>Enfin</w:t>
      </w:r>
      <w:r w:rsidR="00766774">
        <w:t xml:space="preserve">, </w:t>
      </w:r>
      <w:r w:rsidRPr="00115F49">
        <w:t>elle n</w:t>
      </w:r>
      <w:r w:rsidR="00766774">
        <w:t>’</w:t>
      </w:r>
      <w:r w:rsidRPr="00115F49">
        <w:t>est pas hâlée comme tout le monde</w:t>
      </w:r>
      <w:r w:rsidR="00766774">
        <w:t xml:space="preserve">. </w:t>
      </w:r>
      <w:r w:rsidRPr="00115F49">
        <w:t>Le haut des bras</w:t>
      </w:r>
      <w:r w:rsidR="00766774">
        <w:t xml:space="preserve">, </w:t>
      </w:r>
      <w:r w:rsidRPr="00115F49">
        <w:t>on le voit dans la manche du corsage</w:t>
      </w:r>
      <w:r w:rsidR="00766774">
        <w:t xml:space="preserve">, </w:t>
      </w:r>
      <w:r w:rsidRPr="00115F49">
        <w:t>est resté blanc comme du lait</w:t>
      </w:r>
      <w:r w:rsidR="00766774">
        <w:t xml:space="preserve">. </w:t>
      </w:r>
      <w:r w:rsidRPr="00115F49">
        <w:t>Les Dumont</w:t>
      </w:r>
      <w:r w:rsidR="00766774">
        <w:t xml:space="preserve">, </w:t>
      </w:r>
      <w:r w:rsidRPr="00115F49">
        <w:t>ils sont blêmes</w:t>
      </w:r>
      <w:r w:rsidR="00766774">
        <w:t xml:space="preserve">, </w:t>
      </w:r>
      <w:r w:rsidRPr="00115F49">
        <w:t>pas rouges ni bronzés</w:t>
      </w:r>
      <w:r w:rsidR="00766774">
        <w:t xml:space="preserve">, </w:t>
      </w:r>
      <w:r w:rsidRPr="00115F49">
        <w:t>quoiqu</w:t>
      </w:r>
      <w:r w:rsidR="00766774">
        <w:t>’</w:t>
      </w:r>
      <w:r w:rsidRPr="00115F49">
        <w:t>ils soient en parfaite santé</w:t>
      </w:r>
      <w:r w:rsidR="00766774">
        <w:t xml:space="preserve">. </w:t>
      </w:r>
      <w:r w:rsidRPr="00115F49">
        <w:t>C</w:t>
      </w:r>
      <w:r w:rsidR="00766774">
        <w:t>’</w:t>
      </w:r>
      <w:r w:rsidRPr="00115F49">
        <w:t>est ainsi qu</w:t>
      </w:r>
      <w:r w:rsidR="00766774">
        <w:t>’</w:t>
      </w:r>
      <w:r w:rsidRPr="00115F49">
        <w:t>on peut</w:t>
      </w:r>
      <w:r w:rsidR="00766774">
        <w:t xml:space="preserve">, </w:t>
      </w:r>
      <w:r w:rsidRPr="00115F49">
        <w:t>peut-être</w:t>
      </w:r>
      <w:r w:rsidR="00766774">
        <w:t xml:space="preserve">, </w:t>
      </w:r>
      <w:r w:rsidRPr="00115F49">
        <w:t>voir Marie Chazottes</w:t>
      </w:r>
      <w:r w:rsidR="00766774">
        <w:t xml:space="preserve"> : </w:t>
      </w:r>
      <w:r w:rsidRPr="00115F49">
        <w:t>une petite brune aux yeux clairs</w:t>
      </w:r>
      <w:r w:rsidR="00766774">
        <w:t xml:space="preserve">, </w:t>
      </w:r>
      <w:r w:rsidRPr="00115F49">
        <w:t>blanche comme du lait</w:t>
      </w:r>
      <w:r w:rsidR="00766774">
        <w:t xml:space="preserve">, </w:t>
      </w:r>
      <w:r w:rsidRPr="00115F49">
        <w:t>vive et bien faite</w:t>
      </w:r>
      <w:r w:rsidR="00766774">
        <w:t xml:space="preserve">, </w:t>
      </w:r>
      <w:r w:rsidRPr="00115F49">
        <w:t>comme la femme de Raoul</w:t>
      </w:r>
      <w:r w:rsidR="00766774">
        <w:t>.</w:t>
      </w:r>
    </w:p>
    <w:p w14:paraId="0C15AAFC" w14:textId="77777777" w:rsidR="00766774" w:rsidRDefault="00115F49" w:rsidP="00115F49">
      <w:r w:rsidRPr="00115F49">
        <w:t>Tous ceux dont nous venons de parler et qu</w:t>
      </w:r>
      <w:r w:rsidR="00766774">
        <w:t>’</w:t>
      </w:r>
      <w:r w:rsidRPr="00115F49">
        <w:t>on peut voir vivre de nos jours sont honnêtes et ils forcent même peut-être un peu vers l</w:t>
      </w:r>
      <w:r w:rsidR="00766774">
        <w:t>’</w:t>
      </w:r>
      <w:r w:rsidRPr="00115F49">
        <w:t>austérité</w:t>
      </w:r>
      <w:r w:rsidR="00766774">
        <w:t xml:space="preserve">. </w:t>
      </w:r>
      <w:r w:rsidRPr="00115F49">
        <w:t>De même</w:t>
      </w:r>
      <w:r w:rsidR="00766774">
        <w:t xml:space="preserve">, </w:t>
      </w:r>
      <w:r w:rsidRPr="00115F49">
        <w:t>en 43</w:t>
      </w:r>
      <w:r w:rsidR="00766774">
        <w:t xml:space="preserve">, </w:t>
      </w:r>
      <w:r w:rsidRPr="00115F49">
        <w:t xml:space="preserve">on ne pensa </w:t>
      </w:r>
      <w:r w:rsidRPr="00115F49">
        <w:lastRenderedPageBreak/>
        <w:t>pas une minute que Marie Chazottes avait pu</w:t>
      </w:r>
      <w:r w:rsidRPr="00115F49">
        <w:rPr>
          <w:i/>
          <w:iCs/>
        </w:rPr>
        <w:t xml:space="preserve"> s</w:t>
      </w:r>
      <w:r w:rsidR="00766774">
        <w:rPr>
          <w:i/>
          <w:iCs/>
        </w:rPr>
        <w:t>’</w:t>
      </w:r>
      <w:r w:rsidRPr="00115F49">
        <w:rPr>
          <w:i/>
          <w:iCs/>
        </w:rPr>
        <w:t>enlever</w:t>
      </w:r>
      <w:r w:rsidR="00766774">
        <w:rPr>
          <w:i/>
          <w:iCs/>
        </w:rPr>
        <w:t xml:space="preserve">. </w:t>
      </w:r>
      <w:r w:rsidRPr="00115F49">
        <w:t>Un gendarme prononça le mot</w:t>
      </w:r>
      <w:r w:rsidR="00766774">
        <w:t xml:space="preserve">, </w:t>
      </w:r>
      <w:r w:rsidRPr="00115F49">
        <w:t>mais c</w:t>
      </w:r>
      <w:r w:rsidR="00766774">
        <w:t>’</w:t>
      </w:r>
      <w:r w:rsidRPr="00115F49">
        <w:t>était un gendarme et originaire de la vallée du Graisivaudan</w:t>
      </w:r>
      <w:r w:rsidR="00766774">
        <w:t xml:space="preserve">. </w:t>
      </w:r>
      <w:r w:rsidRPr="00115F49">
        <w:t>D</w:t>
      </w:r>
      <w:r w:rsidR="00766774">
        <w:t>’</w:t>
      </w:r>
      <w:r w:rsidRPr="00115F49">
        <w:t>ailleurs</w:t>
      </w:r>
      <w:r w:rsidR="00766774">
        <w:t xml:space="preserve">, </w:t>
      </w:r>
      <w:r w:rsidRPr="00115F49">
        <w:rPr>
          <w:i/>
          <w:iCs/>
        </w:rPr>
        <w:t>s</w:t>
      </w:r>
      <w:r w:rsidR="00766774">
        <w:rPr>
          <w:i/>
          <w:iCs/>
        </w:rPr>
        <w:t>’</w:t>
      </w:r>
      <w:r w:rsidRPr="00115F49">
        <w:rPr>
          <w:i/>
          <w:iCs/>
        </w:rPr>
        <w:t>enlever</w:t>
      </w:r>
      <w:r w:rsidRPr="00115F49">
        <w:t xml:space="preserve"> avec qui</w:t>
      </w:r>
      <w:r w:rsidR="00766774">
        <w:t xml:space="preserve"> ? </w:t>
      </w:r>
      <w:r w:rsidRPr="00115F49">
        <w:t>Tous les garçons du village étaient là</w:t>
      </w:r>
      <w:r w:rsidR="00766774">
        <w:t xml:space="preserve">. </w:t>
      </w:r>
      <w:r w:rsidRPr="00115F49">
        <w:t>De plus</w:t>
      </w:r>
      <w:r w:rsidR="00766774">
        <w:t xml:space="preserve">, </w:t>
      </w:r>
      <w:r w:rsidRPr="00115F49">
        <w:t>tout le monde le savait</w:t>
      </w:r>
      <w:r w:rsidR="00766774">
        <w:t xml:space="preserve">, </w:t>
      </w:r>
      <w:r w:rsidRPr="00115F49">
        <w:t xml:space="preserve">elle ne </w:t>
      </w:r>
      <w:r w:rsidRPr="00115F49">
        <w:rPr>
          <w:i/>
          <w:iCs/>
        </w:rPr>
        <w:t>fréquentait</w:t>
      </w:r>
      <w:r w:rsidRPr="00115F49">
        <w:t xml:space="preserve"> pas</w:t>
      </w:r>
      <w:r w:rsidR="00766774">
        <w:t xml:space="preserve">. </w:t>
      </w:r>
      <w:r w:rsidRPr="00115F49">
        <w:t>Et</w:t>
      </w:r>
      <w:r w:rsidR="00766774">
        <w:t xml:space="preserve">, </w:t>
      </w:r>
      <w:r w:rsidRPr="00115F49">
        <w:t>quand sa mère la rappela pour lui faire mettre ses sabots</w:t>
      </w:r>
      <w:r w:rsidR="00766774">
        <w:t xml:space="preserve">, </w:t>
      </w:r>
      <w:r w:rsidRPr="00115F49">
        <w:t>elle sortait en chaussons</w:t>
      </w:r>
      <w:r w:rsidR="00766774">
        <w:t xml:space="preserve">. </w:t>
      </w:r>
      <w:r w:rsidRPr="00115F49">
        <w:t>À se faire</w:t>
      </w:r>
      <w:r w:rsidRPr="00115F49">
        <w:rPr>
          <w:i/>
          <w:iCs/>
        </w:rPr>
        <w:t xml:space="preserve"> enlever</w:t>
      </w:r>
      <w:r w:rsidR="00766774">
        <w:rPr>
          <w:i/>
          <w:iCs/>
        </w:rPr>
        <w:t xml:space="preserve">, </w:t>
      </w:r>
      <w:r w:rsidRPr="00115F49">
        <w:t>c</w:t>
      </w:r>
      <w:r w:rsidR="00766774">
        <w:t>’</w:t>
      </w:r>
      <w:r w:rsidRPr="00115F49">
        <w:t>était à se faire enlever par un ange</w:t>
      </w:r>
      <w:r w:rsidR="00766774">
        <w:t xml:space="preserve">, </w:t>
      </w:r>
      <w:r w:rsidRPr="00115F49">
        <w:t>alors</w:t>
      </w:r>
      <w:r w:rsidR="00766774">
        <w:t> !</w:t>
      </w:r>
    </w:p>
    <w:p w14:paraId="364D3115" w14:textId="77777777" w:rsidR="00766774" w:rsidRDefault="00115F49" w:rsidP="00115F49">
      <w:r w:rsidRPr="00115F49">
        <w:t>On ne parla pas d</w:t>
      </w:r>
      <w:r w:rsidR="00766774">
        <w:t>’</w:t>
      </w:r>
      <w:r w:rsidRPr="00115F49">
        <w:t>ange</w:t>
      </w:r>
      <w:r w:rsidR="00766774">
        <w:t xml:space="preserve">, </w:t>
      </w:r>
      <w:r w:rsidRPr="00115F49">
        <w:t>mais c</w:t>
      </w:r>
      <w:r w:rsidR="00766774">
        <w:t>’</w:t>
      </w:r>
      <w:r w:rsidRPr="00115F49">
        <w:t>est tout juste</w:t>
      </w:r>
      <w:r w:rsidR="00766774">
        <w:t xml:space="preserve">. </w:t>
      </w:r>
      <w:r w:rsidRPr="00115F49">
        <w:t>Quand Bergues et les deux autres braconniers et qui connaissaient parfaitement leur affaire</w:t>
      </w:r>
      <w:r w:rsidR="00766774">
        <w:t xml:space="preserve"> (</w:t>
      </w:r>
      <w:r w:rsidRPr="00115F49">
        <w:t>tous les coins où l</w:t>
      </w:r>
      <w:r w:rsidR="00766774">
        <w:t>’</w:t>
      </w:r>
      <w:r w:rsidRPr="00115F49">
        <w:t>on peut se perdre</w:t>
      </w:r>
      <w:r w:rsidR="00766774">
        <w:t xml:space="preserve">) </w:t>
      </w:r>
      <w:r w:rsidRPr="00115F49">
        <w:t>rentrèrent bredouilles</w:t>
      </w:r>
      <w:r w:rsidR="00766774">
        <w:t xml:space="preserve">, </w:t>
      </w:r>
      <w:r w:rsidRPr="00115F49">
        <w:t>on parla de diable en tout cas</w:t>
      </w:r>
      <w:r w:rsidR="00766774">
        <w:t xml:space="preserve">. </w:t>
      </w:r>
      <w:r w:rsidRPr="00115F49">
        <w:t>On en parla même tellement que le dimanche d</w:t>
      </w:r>
      <w:r w:rsidR="00766774">
        <w:t>’</w:t>
      </w:r>
      <w:r w:rsidRPr="00115F49">
        <w:t>après le curé fit un sermon spécial à ce sujet</w:t>
      </w:r>
      <w:r w:rsidR="00766774">
        <w:t xml:space="preserve">. </w:t>
      </w:r>
      <w:r w:rsidRPr="00115F49">
        <w:t>Il y avait très peu de monde pour l</w:t>
      </w:r>
      <w:r w:rsidR="00766774">
        <w:t>’</w:t>
      </w:r>
      <w:r w:rsidRPr="00115F49">
        <w:t>entendre</w:t>
      </w:r>
      <w:r w:rsidR="00766774">
        <w:t xml:space="preserve"> ; </w:t>
      </w:r>
      <w:r w:rsidRPr="00115F49">
        <w:t>à part quelques vieilles curieuses</w:t>
      </w:r>
      <w:r w:rsidR="00766774">
        <w:t xml:space="preserve">, </w:t>
      </w:r>
      <w:r w:rsidRPr="00115F49">
        <w:t>on sortait le moins possible</w:t>
      </w:r>
      <w:r w:rsidR="00766774">
        <w:t xml:space="preserve">. </w:t>
      </w:r>
      <w:r w:rsidRPr="00115F49">
        <w:t>Le curé dit que le diable était un ange</w:t>
      </w:r>
      <w:r w:rsidR="00766774">
        <w:t xml:space="preserve">, </w:t>
      </w:r>
      <w:r w:rsidRPr="00115F49">
        <w:t>un ange noir</w:t>
      </w:r>
      <w:r w:rsidR="00766774">
        <w:t xml:space="preserve">, </w:t>
      </w:r>
      <w:r w:rsidRPr="00115F49">
        <w:t>mais un ange</w:t>
      </w:r>
      <w:r w:rsidR="00766774">
        <w:t xml:space="preserve">. </w:t>
      </w:r>
      <w:r w:rsidRPr="00115F49">
        <w:t>C</w:t>
      </w:r>
      <w:r w:rsidR="00766774">
        <w:t>’</w:t>
      </w:r>
      <w:r w:rsidRPr="00115F49">
        <w:t>est-à-dire que</w:t>
      </w:r>
      <w:r w:rsidR="00766774">
        <w:t xml:space="preserve">, </w:t>
      </w:r>
      <w:r w:rsidRPr="00115F49">
        <w:t>s</w:t>
      </w:r>
      <w:r w:rsidR="00766774">
        <w:t>’</w:t>
      </w:r>
      <w:r w:rsidRPr="00115F49">
        <w:t>il avait eu à faire avec Marie Chazottes</w:t>
      </w:r>
      <w:r w:rsidR="00766774">
        <w:t xml:space="preserve">, </w:t>
      </w:r>
      <w:r w:rsidRPr="00115F49">
        <w:t>il s</w:t>
      </w:r>
      <w:r w:rsidR="00766774">
        <w:t>’</w:t>
      </w:r>
      <w:r w:rsidRPr="00115F49">
        <w:t>y serait pris autrement</w:t>
      </w:r>
      <w:r w:rsidR="00766774">
        <w:t xml:space="preserve">. </w:t>
      </w:r>
      <w:r w:rsidRPr="00115F49">
        <w:t>Il n</w:t>
      </w:r>
      <w:r w:rsidR="00766774">
        <w:t>’</w:t>
      </w:r>
      <w:r w:rsidRPr="00115F49">
        <w:t>en manque pas de femmes qui sont dans sa clientèle</w:t>
      </w:r>
      <w:r w:rsidR="00766774">
        <w:t xml:space="preserve">, </w:t>
      </w:r>
      <w:r w:rsidRPr="00115F49">
        <w:t>elles ne disparaissent pas</w:t>
      </w:r>
      <w:r w:rsidR="00766774">
        <w:t xml:space="preserve">, </w:t>
      </w:r>
      <w:r w:rsidRPr="00115F49">
        <w:t>au contraire</w:t>
      </w:r>
      <w:r w:rsidR="00766774">
        <w:t xml:space="preserve">. </w:t>
      </w:r>
      <w:r w:rsidRPr="00115F49">
        <w:t>Si le diable avait voulu s</w:t>
      </w:r>
      <w:r w:rsidR="00766774">
        <w:t>’</w:t>
      </w:r>
      <w:r w:rsidRPr="00115F49">
        <w:t>occuper de Marie Chazottes</w:t>
      </w:r>
      <w:r w:rsidR="00766774">
        <w:t xml:space="preserve">, </w:t>
      </w:r>
      <w:r w:rsidRPr="00115F49">
        <w:t>il ne l</w:t>
      </w:r>
      <w:r w:rsidR="00766774">
        <w:t>’</w:t>
      </w:r>
      <w:r w:rsidRPr="00115F49">
        <w:t>aurait pas emportée</w:t>
      </w:r>
      <w:r w:rsidR="00766774">
        <w:t xml:space="preserve">. </w:t>
      </w:r>
      <w:r w:rsidRPr="00115F49">
        <w:t>Il l</w:t>
      </w:r>
      <w:r w:rsidR="00766774">
        <w:t>’</w:t>
      </w:r>
      <w:r w:rsidRPr="00115F49">
        <w:t>aurait</w:t>
      </w:r>
      <w:r w:rsidR="00766774">
        <w:t>…</w:t>
      </w:r>
    </w:p>
    <w:p w14:paraId="4A60BA8F" w14:textId="77777777" w:rsidR="00766774" w:rsidRDefault="00115F49" w:rsidP="00115F49">
      <w:r w:rsidRPr="00115F49">
        <w:t>Juste à ce moment-là</w:t>
      </w:r>
      <w:r w:rsidR="00766774">
        <w:t xml:space="preserve">, </w:t>
      </w:r>
      <w:r w:rsidRPr="00115F49">
        <w:t>on entendit un coup de fusil dehors et deux cris</w:t>
      </w:r>
      <w:r w:rsidR="00766774">
        <w:t xml:space="preserve">. </w:t>
      </w:r>
      <w:r w:rsidRPr="00115F49">
        <w:t>La neige ne s</w:t>
      </w:r>
      <w:r w:rsidR="00766774">
        <w:t>’</w:t>
      </w:r>
      <w:r w:rsidRPr="00115F49">
        <w:t>était pas arrêtée de tomber parce que c</w:t>
      </w:r>
      <w:r w:rsidR="00766774">
        <w:t>’</w:t>
      </w:r>
      <w:r w:rsidRPr="00115F49">
        <w:t>était dimanche</w:t>
      </w:r>
      <w:r w:rsidR="00766774">
        <w:t xml:space="preserve">, </w:t>
      </w:r>
      <w:r w:rsidRPr="00115F49">
        <w:t>au contraire</w:t>
      </w:r>
      <w:r w:rsidR="00766774">
        <w:t xml:space="preserve">, </w:t>
      </w:r>
      <w:r w:rsidRPr="00115F49">
        <w:t>et le jour était si sombre que cette messe de dix heures du matin avait une lumière de fin de vêpres</w:t>
      </w:r>
      <w:r w:rsidR="00766774">
        <w:t>.</w:t>
      </w:r>
    </w:p>
    <w:p w14:paraId="7BE1E82C" w14:textId="77777777" w:rsidR="00766774" w:rsidRDefault="00766774" w:rsidP="00115F49">
      <w:r>
        <w:t>— </w:t>
      </w:r>
      <w:r w:rsidR="00115F49" w:rsidRPr="00115F49">
        <w:t>Ne bougez pas</w:t>
      </w:r>
      <w:r>
        <w:t xml:space="preserve">, </w:t>
      </w:r>
      <w:r w:rsidR="00115F49" w:rsidRPr="00115F49">
        <w:t>dit le curé à ses dix ou douze vieilles tout d</w:t>
      </w:r>
      <w:r>
        <w:t>’</w:t>
      </w:r>
      <w:r w:rsidR="00115F49" w:rsidRPr="00115F49">
        <w:t>un coup transies</w:t>
      </w:r>
      <w:r>
        <w:t>.</w:t>
      </w:r>
    </w:p>
    <w:p w14:paraId="2494D33A" w14:textId="77777777" w:rsidR="00766774" w:rsidRDefault="00115F49" w:rsidP="00115F49">
      <w:r w:rsidRPr="00115F49">
        <w:t>Il descendit de chaire</w:t>
      </w:r>
      <w:r w:rsidR="00766774">
        <w:t xml:space="preserve">, </w:t>
      </w:r>
      <w:r w:rsidRPr="00115F49">
        <w:t>fit cacher son abbéton dans un confessionnal et il alla ouvrir la porte</w:t>
      </w:r>
      <w:r w:rsidR="00766774">
        <w:t xml:space="preserve">. </w:t>
      </w:r>
      <w:r w:rsidRPr="00115F49">
        <w:t>C</w:t>
      </w:r>
      <w:r w:rsidR="00766774">
        <w:t>’</w:t>
      </w:r>
      <w:r w:rsidRPr="00115F49">
        <w:t>était un bel homme</w:t>
      </w:r>
      <w:r w:rsidR="00766774">
        <w:t xml:space="preserve">. </w:t>
      </w:r>
      <w:r w:rsidRPr="00115F49">
        <w:lastRenderedPageBreak/>
        <w:t>La porte pouvait être ouverte</w:t>
      </w:r>
      <w:r w:rsidR="00766774">
        <w:t xml:space="preserve">, </w:t>
      </w:r>
      <w:r w:rsidRPr="00115F49">
        <w:t>il la bouchait avec toute sa carrure</w:t>
      </w:r>
      <w:r w:rsidR="00766774">
        <w:t xml:space="preserve">. </w:t>
      </w:r>
      <w:r w:rsidRPr="00115F49">
        <w:t>La place de l</w:t>
      </w:r>
      <w:r w:rsidR="00766774">
        <w:t>’</w:t>
      </w:r>
      <w:r w:rsidRPr="00115F49">
        <w:t>église était déserte</w:t>
      </w:r>
      <w:r w:rsidR="00766774">
        <w:t>.</w:t>
      </w:r>
    </w:p>
    <w:p w14:paraId="7C7819A1" w14:textId="77777777" w:rsidR="00766774" w:rsidRDefault="00766774" w:rsidP="00115F49">
      <w:r>
        <w:t>— </w:t>
      </w:r>
      <w:r w:rsidR="00115F49" w:rsidRPr="00115F49">
        <w:t>Qu</w:t>
      </w:r>
      <w:r>
        <w:t>’</w:t>
      </w:r>
      <w:r w:rsidR="00115F49" w:rsidRPr="00115F49">
        <w:t>est-ce que c</w:t>
      </w:r>
      <w:r>
        <w:t>’</w:t>
      </w:r>
      <w:r w:rsidR="00115F49" w:rsidRPr="00115F49">
        <w:t>est</w:t>
      </w:r>
      <w:r>
        <w:t xml:space="preserve"> ? </w:t>
      </w:r>
      <w:r w:rsidR="00115F49" w:rsidRPr="00115F49">
        <w:t>cria le curé pour se faire entendre de ceux qu</w:t>
      </w:r>
      <w:r>
        <w:t>’</w:t>
      </w:r>
      <w:r w:rsidR="00115F49" w:rsidRPr="00115F49">
        <w:t>il voyait vaguement à travers la neige et à travers les vitres du Café de la route</w:t>
      </w:r>
      <w:r>
        <w:t>.</w:t>
      </w:r>
    </w:p>
    <w:p w14:paraId="267C3338" w14:textId="77777777" w:rsidR="00766774" w:rsidRDefault="00115F49" w:rsidP="00115F49">
      <w:r w:rsidRPr="00115F49">
        <w:t>Ceux-là sortirent et dirent qu</w:t>
      </w:r>
      <w:r w:rsidR="00766774">
        <w:t>’</w:t>
      </w:r>
      <w:r w:rsidRPr="00115F49">
        <w:t>ils n</w:t>
      </w:r>
      <w:r w:rsidR="00766774">
        <w:t>’</w:t>
      </w:r>
      <w:r w:rsidRPr="00115F49">
        <w:t>en savaient rien</w:t>
      </w:r>
      <w:r w:rsidR="00766774">
        <w:t>.</w:t>
      </w:r>
    </w:p>
    <w:p w14:paraId="05C5BD65" w14:textId="77777777" w:rsidR="00766774" w:rsidRDefault="00766774" w:rsidP="00115F49">
      <w:r>
        <w:t>— </w:t>
      </w:r>
      <w:r w:rsidR="00115F49" w:rsidRPr="00115F49">
        <w:t>Eh bien</w:t>
      </w:r>
      <w:r>
        <w:t xml:space="preserve">, </w:t>
      </w:r>
      <w:r w:rsidR="00115F49" w:rsidRPr="00115F49">
        <w:t>venez ici</w:t>
      </w:r>
      <w:r>
        <w:t xml:space="preserve">, </w:t>
      </w:r>
      <w:r w:rsidR="00115F49" w:rsidRPr="00115F49">
        <w:t>dit le curé</w:t>
      </w:r>
      <w:r>
        <w:t xml:space="preserve">. </w:t>
      </w:r>
      <w:r w:rsidR="00115F49" w:rsidRPr="00115F49">
        <w:t>Vous voyez bien que je suis en surplis et en souliers à boucles</w:t>
      </w:r>
      <w:r>
        <w:t xml:space="preserve">. </w:t>
      </w:r>
      <w:r w:rsidR="00115F49" w:rsidRPr="00115F49">
        <w:t>J</w:t>
      </w:r>
      <w:r>
        <w:t>’</w:t>
      </w:r>
      <w:r w:rsidR="00115F49" w:rsidRPr="00115F49">
        <w:t>ai là des femmes qu</w:t>
      </w:r>
      <w:r>
        <w:t>’</w:t>
      </w:r>
      <w:r w:rsidR="00115F49" w:rsidRPr="00115F49">
        <w:t>il faut raccompagner chez elles</w:t>
      </w:r>
      <w:r>
        <w:t>.</w:t>
      </w:r>
    </w:p>
    <w:p w14:paraId="0DFF7B33" w14:textId="70B0BE1B" w:rsidR="00766774" w:rsidRDefault="00115F49" w:rsidP="00115F49">
      <w:r w:rsidRPr="00115F49">
        <w:t>C</w:t>
      </w:r>
      <w:r w:rsidR="00766774">
        <w:t>’</w:t>
      </w:r>
      <w:r w:rsidRPr="00115F49">
        <w:t>est en raccompagnant la Martoune que Bergues et deux autres types qui prenaient l</w:t>
      </w:r>
      <w:r w:rsidR="00766774">
        <w:t>’</w:t>
      </w:r>
      <w:r w:rsidRPr="00115F49">
        <w:t xml:space="preserve">apéritif au Café </w:t>
      </w:r>
      <w:r w:rsidR="00003433" w:rsidRPr="00115F49">
        <w:t xml:space="preserve">de </w:t>
      </w:r>
      <w:r w:rsidRPr="00115F49">
        <w:t>la route tombèrent sur le petit groupe éberlué dans lequel se tenait l</w:t>
      </w:r>
      <w:r w:rsidR="00766774">
        <w:t>’</w:t>
      </w:r>
      <w:r w:rsidRPr="00115F49">
        <w:t>homme qui venait de tirer le coup de fusil</w:t>
      </w:r>
      <w:r w:rsidR="00766774">
        <w:t xml:space="preserve">. </w:t>
      </w:r>
      <w:r w:rsidRPr="00115F49">
        <w:t>C</w:t>
      </w:r>
      <w:r w:rsidR="00766774">
        <w:t>’</w:t>
      </w:r>
      <w:r w:rsidRPr="00115F49">
        <w:t>était un nommé Ravanel dont le nom a été transmis</w:t>
      </w:r>
      <w:r w:rsidR="00766774">
        <w:t xml:space="preserve"> (</w:t>
      </w:r>
      <w:r w:rsidRPr="00115F49">
        <w:t>ainsi d</w:t>
      </w:r>
      <w:r w:rsidR="00766774">
        <w:t>’</w:t>
      </w:r>
      <w:r w:rsidRPr="00115F49">
        <w:t>ailleurs que tous les noms que je vous indique</w:t>
      </w:r>
      <w:r w:rsidR="00766774">
        <w:t xml:space="preserve">), </w:t>
      </w:r>
      <w:r w:rsidRPr="00115F49">
        <w:t xml:space="preserve">car il avait bien failli participer au drame autrement que par le coup qui avait arrêté net le sermon de </w:t>
      </w:r>
      <w:r w:rsidR="00766774">
        <w:t>M. </w:t>
      </w:r>
      <w:r w:rsidRPr="00115F49">
        <w:t>le curé sur le diable</w:t>
      </w:r>
      <w:r w:rsidR="00766774">
        <w:t>. M. </w:t>
      </w:r>
      <w:r w:rsidRPr="00115F49">
        <w:t>le curé avait raison</w:t>
      </w:r>
      <w:r w:rsidR="00766774">
        <w:t xml:space="preserve">. </w:t>
      </w:r>
      <w:r w:rsidRPr="00115F49">
        <w:t>Il ne s</w:t>
      </w:r>
      <w:r w:rsidR="00766774">
        <w:t>’</w:t>
      </w:r>
      <w:r w:rsidRPr="00115F49">
        <w:t>agissait pas du diable</w:t>
      </w:r>
      <w:r w:rsidR="00766774">
        <w:t xml:space="preserve">. </w:t>
      </w:r>
      <w:r w:rsidRPr="00115F49">
        <w:t>C</w:t>
      </w:r>
      <w:r w:rsidR="00766774">
        <w:t>’</w:t>
      </w:r>
      <w:r w:rsidRPr="00115F49">
        <w:t>était beaucoup plus inquiétant</w:t>
      </w:r>
      <w:r w:rsidR="00766774">
        <w:t>.</w:t>
      </w:r>
    </w:p>
    <w:p w14:paraId="1D260D26" w14:textId="77777777" w:rsidR="00766774" w:rsidRDefault="00115F49" w:rsidP="00115F49">
      <w:r w:rsidRPr="00115F49">
        <w:t>La Martoune habite le quartier des Pelousères</w:t>
      </w:r>
      <w:r w:rsidR="00766774">
        <w:t xml:space="preserve">. </w:t>
      </w:r>
      <w:r w:rsidRPr="00115F49">
        <w:t>C</w:t>
      </w:r>
      <w:r w:rsidR="00766774">
        <w:t>’</w:t>
      </w:r>
      <w:r w:rsidRPr="00115F49">
        <w:t>est juste à l</w:t>
      </w:r>
      <w:r w:rsidR="00766774">
        <w:t>’</w:t>
      </w:r>
      <w:r w:rsidRPr="00115F49">
        <w:t>angle de la boulangerie de Fagot</w:t>
      </w:r>
      <w:r w:rsidR="00766774">
        <w:t xml:space="preserve">, </w:t>
      </w:r>
      <w:r w:rsidRPr="00115F49">
        <w:t>une d</w:t>
      </w:r>
      <w:r w:rsidR="00766774">
        <w:t>’</w:t>
      </w:r>
      <w:r w:rsidRPr="00115F49">
        <w:t>abord rue</w:t>
      </w:r>
      <w:r w:rsidR="00766774">
        <w:t xml:space="preserve">, </w:t>
      </w:r>
      <w:r w:rsidRPr="00115F49">
        <w:t>puis route</w:t>
      </w:r>
      <w:r w:rsidR="00766774">
        <w:t xml:space="preserve">, </w:t>
      </w:r>
      <w:r w:rsidRPr="00115F49">
        <w:t>puis sente</w:t>
      </w:r>
      <w:r w:rsidR="00766774">
        <w:t xml:space="preserve">, </w:t>
      </w:r>
      <w:r w:rsidRPr="00115F49">
        <w:t>qui monte vers le Bois noir</w:t>
      </w:r>
      <w:r w:rsidR="00003433">
        <w:t xml:space="preserve">. </w:t>
      </w:r>
      <w:r w:rsidRPr="00115F49">
        <w:t>Quartier très aimable de maisons toutes séparées les unes des autres par de petits jardins potagers et de fleurs</w:t>
      </w:r>
      <w:r w:rsidR="00766774">
        <w:t xml:space="preserve">. </w:t>
      </w:r>
      <w:r w:rsidRPr="00115F49">
        <w:t>Au moment de l</w:t>
      </w:r>
      <w:r w:rsidR="00766774">
        <w:t>’</w:t>
      </w:r>
      <w:r w:rsidRPr="00115F49">
        <w:t>histoire</w:t>
      </w:r>
      <w:r w:rsidR="00766774">
        <w:t xml:space="preserve">, </w:t>
      </w:r>
      <w:r w:rsidRPr="00115F49">
        <w:t>puisque c</w:t>
      </w:r>
      <w:r w:rsidR="00766774">
        <w:t>’</w:t>
      </w:r>
      <w:r w:rsidRPr="00115F49">
        <w:t>était l</w:t>
      </w:r>
      <w:r w:rsidR="00766774">
        <w:t>’</w:t>
      </w:r>
      <w:r w:rsidRPr="00115F49">
        <w:t>hiver</w:t>
      </w:r>
      <w:r w:rsidR="00766774">
        <w:t xml:space="preserve">, </w:t>
      </w:r>
      <w:r w:rsidRPr="00115F49">
        <w:t>et un des plus rudes qu</w:t>
      </w:r>
      <w:r w:rsidR="00766774">
        <w:t>’</w:t>
      </w:r>
      <w:r w:rsidRPr="00115F49">
        <w:t>on ait connus</w:t>
      </w:r>
      <w:r w:rsidR="00766774">
        <w:t xml:space="preserve">, </w:t>
      </w:r>
      <w:r w:rsidRPr="00115F49">
        <w:t>la neige qui tombait depuis plus d</w:t>
      </w:r>
      <w:r w:rsidR="00766774">
        <w:t>’</w:t>
      </w:r>
      <w:r w:rsidRPr="00115F49">
        <w:t>un mois sans arrêt avait naturellement recouvert les jardins</w:t>
      </w:r>
      <w:r w:rsidR="00766774">
        <w:t xml:space="preserve"> ; </w:t>
      </w:r>
      <w:r w:rsidRPr="00115F49">
        <w:t>et les maisons étaient comme plantées à vingt mètres l</w:t>
      </w:r>
      <w:r w:rsidR="00766774">
        <w:t>’</w:t>
      </w:r>
      <w:r w:rsidRPr="00115F49">
        <w:t>une de l</w:t>
      </w:r>
      <w:r w:rsidR="00766774">
        <w:t>’</w:t>
      </w:r>
      <w:r w:rsidRPr="00115F49">
        <w:t>autre dans une steppe unie et toute blanche</w:t>
      </w:r>
      <w:r w:rsidR="00766774">
        <w:t>.</w:t>
      </w:r>
    </w:p>
    <w:p w14:paraId="57D3386E" w14:textId="477A17EE" w:rsidR="00766774" w:rsidRDefault="00115F49" w:rsidP="00115F49">
      <w:r w:rsidRPr="00115F49">
        <w:lastRenderedPageBreak/>
        <w:t>C</w:t>
      </w:r>
      <w:r w:rsidR="00766774">
        <w:t>’</w:t>
      </w:r>
      <w:r w:rsidRPr="00115F49">
        <w:t>est là</w:t>
      </w:r>
      <w:r w:rsidR="00766774">
        <w:t xml:space="preserve">, </w:t>
      </w:r>
      <w:r w:rsidRPr="00115F49">
        <w:t>devant sa propre grange que Ravanel</w:t>
      </w:r>
      <w:r w:rsidR="00766774">
        <w:t xml:space="preserve">, </w:t>
      </w:r>
      <w:r w:rsidRPr="00115F49">
        <w:t>stupide</w:t>
      </w:r>
      <w:r w:rsidR="00766774">
        <w:t xml:space="preserve"> </w:t>
      </w:r>
      <w:r w:rsidRPr="00115F49">
        <w:t>mais tremblant de colère</w:t>
      </w:r>
      <w:r w:rsidR="00766774">
        <w:t xml:space="preserve">, </w:t>
      </w:r>
      <w:r w:rsidRPr="00115F49">
        <w:t>se tenait avec deux de ses plus proches voisins</w:t>
      </w:r>
      <w:r w:rsidR="00766774">
        <w:t xml:space="preserve">. </w:t>
      </w:r>
      <w:r w:rsidRPr="00115F49">
        <w:t>Et voilà ce qu</w:t>
      </w:r>
      <w:r w:rsidR="00766774">
        <w:t>’</w:t>
      </w:r>
      <w:r w:rsidRPr="00115F49">
        <w:t>il dit</w:t>
      </w:r>
      <w:r w:rsidR="00766774">
        <w:t xml:space="preserve">, </w:t>
      </w:r>
      <w:r w:rsidRPr="00115F49">
        <w:t>après que Bergues</w:t>
      </w:r>
      <w:r w:rsidR="00766774">
        <w:t xml:space="preserve">, </w:t>
      </w:r>
      <w:r w:rsidRPr="00115F49">
        <w:t>avec beaucoup de présence d</w:t>
      </w:r>
      <w:r w:rsidR="00766774">
        <w:t>’</w:t>
      </w:r>
      <w:r w:rsidRPr="00115F49">
        <w:t>esprit</w:t>
      </w:r>
      <w:r w:rsidR="00766774">
        <w:t xml:space="preserve">, </w:t>
      </w:r>
      <w:r w:rsidRPr="00115F49">
        <w:t>lui eut enlevé des mains ce fusil dans lequel il restait encore un coup à tirer</w:t>
      </w:r>
      <w:r w:rsidR="00766774">
        <w:t>.</w:t>
      </w:r>
    </w:p>
    <w:p w14:paraId="5D28B4B1" w14:textId="77777777" w:rsidR="00766774" w:rsidRDefault="00766774" w:rsidP="00115F49">
      <w:r>
        <w:t>— </w:t>
      </w:r>
      <w:r w:rsidR="00115F49" w:rsidRPr="00115F49">
        <w:t>J</w:t>
      </w:r>
      <w:r>
        <w:t>’</w:t>
      </w:r>
      <w:r w:rsidR="00115F49" w:rsidRPr="00115F49">
        <w:t>ai dit au petit</w:t>
      </w:r>
      <w:r>
        <w:t xml:space="preserve"> (</w:t>
      </w:r>
      <w:r w:rsidR="00115F49" w:rsidRPr="00115F49">
        <w:t>le petit</w:t>
      </w:r>
      <w:r>
        <w:t xml:space="preserve">, </w:t>
      </w:r>
      <w:r w:rsidR="00115F49" w:rsidRPr="00115F49">
        <w:t>c</w:t>
      </w:r>
      <w:r>
        <w:t>’</w:t>
      </w:r>
      <w:r w:rsidR="00115F49" w:rsidRPr="00115F49">
        <w:t>était Ravanel Georges qui</w:t>
      </w:r>
      <w:r>
        <w:t xml:space="preserve">, </w:t>
      </w:r>
      <w:r w:rsidR="00115F49" w:rsidRPr="00115F49">
        <w:t>à ce moment-là</w:t>
      </w:r>
      <w:r>
        <w:t xml:space="preserve">, </w:t>
      </w:r>
      <w:r w:rsidR="00115F49" w:rsidRPr="00115F49">
        <w:t>avait vingt ans et</w:t>
      </w:r>
      <w:r>
        <w:t xml:space="preserve">, </w:t>
      </w:r>
      <w:r w:rsidR="00115F49" w:rsidRPr="00115F49">
        <w:t>si vous en jugez par le Ravanel qui de nos jours conduit les camions et est justement le petit-fils de ce fameux Georges</w:t>
      </w:r>
      <w:r>
        <w:t xml:space="preserve">, </w:t>
      </w:r>
      <w:r w:rsidR="00115F49" w:rsidRPr="00115F49">
        <w:t>ça devait être un petit assez gros</w:t>
      </w:r>
      <w:r>
        <w:t xml:space="preserve">), </w:t>
      </w:r>
      <w:r w:rsidR="00115F49" w:rsidRPr="00115F49">
        <w:t>j</w:t>
      </w:r>
      <w:r>
        <w:t>’</w:t>
      </w:r>
      <w:r w:rsidR="00115F49" w:rsidRPr="00115F49">
        <w:t>ai dit au petit</w:t>
      </w:r>
      <w:r>
        <w:t> : « </w:t>
      </w:r>
      <w:r w:rsidR="00115F49" w:rsidRPr="00115F49">
        <w:t>Va voir ce que font les gorets</w:t>
      </w:r>
      <w:r>
        <w:t>. »</w:t>
      </w:r>
      <w:r w:rsidR="00115F49" w:rsidRPr="00115F49">
        <w:t xml:space="preserve"> Il y avait des bruits pas catholiques</w:t>
      </w:r>
      <w:r>
        <w:t xml:space="preserve"> (</w:t>
      </w:r>
      <w:r w:rsidR="00115F49" w:rsidRPr="00115F49">
        <w:t>vous comprendrez pourquoi tout à l</w:t>
      </w:r>
      <w:r>
        <w:t>’</w:t>
      </w:r>
      <w:r w:rsidR="00115F49" w:rsidRPr="00115F49">
        <w:t>heure</w:t>
      </w:r>
      <w:r>
        <w:t xml:space="preserve">). </w:t>
      </w:r>
      <w:r w:rsidR="00115F49" w:rsidRPr="00115F49">
        <w:t>Il est sorti</w:t>
      </w:r>
      <w:r>
        <w:t xml:space="preserve">. </w:t>
      </w:r>
      <w:r w:rsidR="00115F49" w:rsidRPr="00115F49">
        <w:t>Il a tourné le coin</w:t>
      </w:r>
      <w:r>
        <w:t xml:space="preserve">, </w:t>
      </w:r>
      <w:r w:rsidR="00115F49" w:rsidRPr="00115F49">
        <w:t>là</w:t>
      </w:r>
      <w:r>
        <w:t xml:space="preserve"> ; </w:t>
      </w:r>
      <w:r w:rsidR="00115F49" w:rsidRPr="00115F49">
        <w:t>là</w:t>
      </w:r>
      <w:r>
        <w:t xml:space="preserve">, </w:t>
      </w:r>
      <w:r w:rsidR="00115F49" w:rsidRPr="00115F49">
        <w:t>à trois mètres</w:t>
      </w:r>
      <w:r>
        <w:t xml:space="preserve">. </w:t>
      </w:r>
      <w:r w:rsidR="00115F49" w:rsidRPr="00115F49">
        <w:t>Heureusement</w:t>
      </w:r>
      <w:r>
        <w:t xml:space="preserve">, </w:t>
      </w:r>
      <w:r w:rsidR="00115F49" w:rsidRPr="00115F49">
        <w:t>moi j</w:t>
      </w:r>
      <w:r>
        <w:t>’</w:t>
      </w:r>
      <w:r w:rsidR="00115F49" w:rsidRPr="00115F49">
        <w:t>étais resté devant la vitre de la porte</w:t>
      </w:r>
      <w:r>
        <w:t xml:space="preserve">. </w:t>
      </w:r>
      <w:r w:rsidR="00115F49" w:rsidRPr="00115F49">
        <w:t>Il tourne le coin</w:t>
      </w:r>
      <w:r>
        <w:t xml:space="preserve">. </w:t>
      </w:r>
      <w:r w:rsidR="00115F49" w:rsidRPr="00115F49">
        <w:t>Il n</w:t>
      </w:r>
      <w:r>
        <w:t>’</w:t>
      </w:r>
      <w:r w:rsidR="00115F49" w:rsidRPr="00115F49">
        <w:t>a pas plus tôt tourné le coin que je l</w:t>
      </w:r>
      <w:r>
        <w:t>’</w:t>
      </w:r>
      <w:r w:rsidR="00115F49" w:rsidRPr="00115F49">
        <w:t>entends crier</w:t>
      </w:r>
      <w:r>
        <w:t xml:space="preserve">. </w:t>
      </w:r>
      <w:r w:rsidR="00115F49" w:rsidRPr="00115F49">
        <w:t>Je sors</w:t>
      </w:r>
      <w:r>
        <w:t xml:space="preserve">. </w:t>
      </w:r>
      <w:r w:rsidR="00115F49" w:rsidRPr="00115F49">
        <w:t>Je tourne le coin</w:t>
      </w:r>
      <w:r>
        <w:t xml:space="preserve">. </w:t>
      </w:r>
      <w:r w:rsidR="00115F49" w:rsidRPr="00115F49">
        <w:t>Je le trouve étendu par terre</w:t>
      </w:r>
      <w:r>
        <w:t xml:space="preserve">. </w:t>
      </w:r>
      <w:r w:rsidR="00115F49" w:rsidRPr="00115F49">
        <w:t>Deux secondes et</w:t>
      </w:r>
      <w:r>
        <w:t xml:space="preserve">, </w:t>
      </w:r>
      <w:r w:rsidR="00115F49" w:rsidRPr="00115F49">
        <w:t>là-haut</w:t>
      </w:r>
      <w:r>
        <w:t xml:space="preserve">, </w:t>
      </w:r>
      <w:r w:rsidR="00115F49" w:rsidRPr="00115F49">
        <w:t>entre la maison de Richaud et celle des Pelous</w:t>
      </w:r>
      <w:r>
        <w:t xml:space="preserve">, </w:t>
      </w:r>
      <w:r w:rsidR="00115F49" w:rsidRPr="00115F49">
        <w:t>j</w:t>
      </w:r>
      <w:r>
        <w:t>’</w:t>
      </w:r>
      <w:r w:rsidR="00115F49" w:rsidRPr="00115F49">
        <w:t>ai vu passer un homme qui courait vers la grange de Gari</w:t>
      </w:r>
      <w:r>
        <w:t xml:space="preserve">. </w:t>
      </w:r>
      <w:r w:rsidR="00115F49" w:rsidRPr="00115F49">
        <w:t>Le temps de prendre mon fusil et je lui ai tiré dessus pendant qu</w:t>
      </w:r>
      <w:r>
        <w:t>’</w:t>
      </w:r>
      <w:r w:rsidR="00115F49" w:rsidRPr="00115F49">
        <w:t>il montait là-haut vers la petite chapelle</w:t>
      </w:r>
      <w:r>
        <w:t xml:space="preserve">. </w:t>
      </w:r>
      <w:r w:rsidR="00115F49" w:rsidRPr="00115F49">
        <w:t>Et là</w:t>
      </w:r>
      <w:r>
        <w:t xml:space="preserve">, </w:t>
      </w:r>
      <w:r w:rsidR="00115F49" w:rsidRPr="00115F49">
        <w:t>il est descendu dans le chemin creux</w:t>
      </w:r>
      <w:r>
        <w:t>.</w:t>
      </w:r>
    </w:p>
    <w:p w14:paraId="7DA8D73E" w14:textId="77777777" w:rsidR="00766774" w:rsidRDefault="00115F49" w:rsidP="00115F49">
      <w:r w:rsidRPr="00115F49">
        <w:t>On avait rentré le Georges</w:t>
      </w:r>
      <w:r w:rsidR="00766774">
        <w:t xml:space="preserve">. </w:t>
      </w:r>
      <w:r w:rsidRPr="00115F49">
        <w:t>Il était d</w:t>
      </w:r>
      <w:r w:rsidR="00766774">
        <w:t>’</w:t>
      </w:r>
      <w:r w:rsidRPr="00115F49">
        <w:t>ailleurs sur pied et il buvait un peu d</w:t>
      </w:r>
      <w:r w:rsidR="00766774">
        <w:t>’</w:t>
      </w:r>
      <w:r w:rsidRPr="00115F49">
        <w:t>alcool d</w:t>
      </w:r>
      <w:r w:rsidR="00766774">
        <w:t>’</w:t>
      </w:r>
      <w:r w:rsidRPr="00115F49">
        <w:t>hysope pour se remettre</w:t>
      </w:r>
      <w:r w:rsidR="00766774">
        <w:t xml:space="preserve">. </w:t>
      </w:r>
      <w:r w:rsidRPr="00115F49">
        <w:t>Et voilà ce qu</w:t>
      </w:r>
      <w:r w:rsidR="00766774">
        <w:t>’</w:t>
      </w:r>
      <w:r w:rsidRPr="00115F49">
        <w:t>il dit</w:t>
      </w:r>
      <w:r w:rsidR="00766774">
        <w:t> :</w:t>
      </w:r>
    </w:p>
    <w:p w14:paraId="515669C5" w14:textId="77777777" w:rsidR="00766774" w:rsidRDefault="00766774" w:rsidP="00115F49">
      <w:r>
        <w:t>— </w:t>
      </w:r>
      <w:r w:rsidR="00115F49" w:rsidRPr="00115F49">
        <w:t>J</w:t>
      </w:r>
      <w:r>
        <w:t>’</w:t>
      </w:r>
      <w:r w:rsidR="00115F49" w:rsidRPr="00115F49">
        <w:t>ai tourné le coin</w:t>
      </w:r>
      <w:r>
        <w:t xml:space="preserve">. </w:t>
      </w:r>
      <w:r w:rsidR="00115F49" w:rsidRPr="00115F49">
        <w:t>Je n</w:t>
      </w:r>
      <w:r>
        <w:t>’</w:t>
      </w:r>
      <w:r w:rsidR="00115F49" w:rsidRPr="00115F49">
        <w:t>ai rien vu</w:t>
      </w:r>
      <w:r>
        <w:t xml:space="preserve">. </w:t>
      </w:r>
      <w:r w:rsidR="00115F49" w:rsidRPr="00115F49">
        <w:t>Rien du tout</w:t>
      </w:r>
      <w:r>
        <w:t xml:space="preserve">. </w:t>
      </w:r>
      <w:r w:rsidR="00115F49" w:rsidRPr="00115F49">
        <w:t>On m</w:t>
      </w:r>
      <w:r>
        <w:t>’</w:t>
      </w:r>
      <w:r w:rsidR="00115F49" w:rsidRPr="00115F49">
        <w:t>a couvert la tête avec un foulard et j</w:t>
      </w:r>
      <w:r>
        <w:t>’</w:t>
      </w:r>
      <w:r w:rsidR="00115F49" w:rsidRPr="00115F49">
        <w:t>ai été chargé comme un sac sur le dos de quelqu</w:t>
      </w:r>
      <w:r>
        <w:t>’</w:t>
      </w:r>
      <w:r w:rsidR="00115F49" w:rsidRPr="00115F49">
        <w:t>un qui m</w:t>
      </w:r>
      <w:r>
        <w:t>’</w:t>
      </w:r>
      <w:r w:rsidR="00115F49" w:rsidRPr="00115F49">
        <w:t>emportait</w:t>
      </w:r>
      <w:r>
        <w:t xml:space="preserve">, </w:t>
      </w:r>
      <w:r w:rsidR="00115F49" w:rsidRPr="00115F49">
        <w:t>qui a fait quelques pas</w:t>
      </w:r>
      <w:r>
        <w:t xml:space="preserve"> ; </w:t>
      </w:r>
      <w:r w:rsidR="00115F49" w:rsidRPr="00115F49">
        <w:t>qui m</w:t>
      </w:r>
      <w:r>
        <w:t>’</w:t>
      </w:r>
      <w:r w:rsidR="00115F49" w:rsidRPr="00115F49">
        <w:t>emportait</w:t>
      </w:r>
      <w:r>
        <w:t xml:space="preserve">, </w:t>
      </w:r>
      <w:r w:rsidR="00115F49" w:rsidRPr="00115F49">
        <w:t>quoi</w:t>
      </w:r>
      <w:r>
        <w:t xml:space="preserve">. </w:t>
      </w:r>
      <w:r w:rsidR="00115F49" w:rsidRPr="00115F49">
        <w:t>Mais</w:t>
      </w:r>
      <w:r>
        <w:t xml:space="preserve">, </w:t>
      </w:r>
      <w:r w:rsidR="00115F49" w:rsidRPr="00115F49">
        <w:t>quand j</w:t>
      </w:r>
      <w:r>
        <w:t>’</w:t>
      </w:r>
      <w:r w:rsidR="00115F49" w:rsidRPr="00115F49">
        <w:t>ai reçu ce foulard sur la figure</w:t>
      </w:r>
      <w:r>
        <w:t xml:space="preserve">, </w:t>
      </w:r>
      <w:r w:rsidR="00115F49" w:rsidRPr="00115F49">
        <w:t>j</w:t>
      </w:r>
      <w:r>
        <w:t>’</w:t>
      </w:r>
      <w:r w:rsidR="00115F49" w:rsidRPr="00115F49">
        <w:t>ai baissé la tête</w:t>
      </w:r>
      <w:r>
        <w:t xml:space="preserve">, </w:t>
      </w:r>
      <w:r w:rsidR="00115F49" w:rsidRPr="00115F49">
        <w:t>ce qui fait que</w:t>
      </w:r>
      <w:r>
        <w:t xml:space="preserve">, </w:t>
      </w:r>
      <w:r w:rsidR="00115F49" w:rsidRPr="00115F49">
        <w:t>quand on m</w:t>
      </w:r>
      <w:r>
        <w:t>’</w:t>
      </w:r>
      <w:r w:rsidR="00115F49" w:rsidRPr="00115F49">
        <w:t>a chargé</w:t>
      </w:r>
      <w:r>
        <w:t xml:space="preserve">, </w:t>
      </w:r>
      <w:r w:rsidR="00115F49" w:rsidRPr="00115F49">
        <w:t>au lieu que le foulard m</w:t>
      </w:r>
      <w:r>
        <w:t>’</w:t>
      </w:r>
      <w:r w:rsidR="00115F49" w:rsidRPr="00115F49">
        <w:t>étrangle en même temps</w:t>
      </w:r>
      <w:r>
        <w:t xml:space="preserve">, </w:t>
      </w:r>
      <w:r w:rsidR="00115F49" w:rsidRPr="00115F49">
        <w:t>il ne m</w:t>
      </w:r>
      <w:r>
        <w:t>’</w:t>
      </w:r>
      <w:r w:rsidR="00115F49" w:rsidRPr="00115F49">
        <w:t>a pas tout à fait étranglé puisque j</w:t>
      </w:r>
      <w:r>
        <w:t>’</w:t>
      </w:r>
      <w:r w:rsidR="00115F49" w:rsidRPr="00115F49">
        <w:t xml:space="preserve">ai pu </w:t>
      </w:r>
      <w:r w:rsidR="00115F49" w:rsidRPr="00115F49">
        <w:lastRenderedPageBreak/>
        <w:t>crier</w:t>
      </w:r>
      <w:r>
        <w:t xml:space="preserve">. </w:t>
      </w:r>
      <w:r w:rsidR="00115F49" w:rsidRPr="00115F49">
        <w:t>Alors</w:t>
      </w:r>
      <w:r>
        <w:t xml:space="preserve">, </w:t>
      </w:r>
      <w:r w:rsidR="00115F49" w:rsidRPr="00115F49">
        <w:t>on m</w:t>
      </w:r>
      <w:r>
        <w:t>’</w:t>
      </w:r>
      <w:r w:rsidR="00115F49" w:rsidRPr="00115F49">
        <w:t>a rejeté et j</w:t>
      </w:r>
      <w:r>
        <w:t>’</w:t>
      </w:r>
      <w:r w:rsidR="00115F49" w:rsidRPr="00115F49">
        <w:t>ai entendu le père qui disait</w:t>
      </w:r>
      <w:r>
        <w:t> : « </w:t>
      </w:r>
      <w:r w:rsidR="00115F49" w:rsidRPr="00115F49">
        <w:t>Oh</w:t>
      </w:r>
      <w:r>
        <w:t xml:space="preserve"> ! </w:t>
      </w:r>
      <w:r w:rsidR="00115F49" w:rsidRPr="00115F49">
        <w:t>Capounas</w:t>
      </w:r>
      <w:r>
        <w:t> ! »</w:t>
      </w:r>
      <w:r w:rsidR="00115F49" w:rsidRPr="00115F49">
        <w:t xml:space="preserve"> Et après</w:t>
      </w:r>
      <w:r>
        <w:t xml:space="preserve">, </w:t>
      </w:r>
      <w:r w:rsidR="00115F49" w:rsidRPr="00115F49">
        <w:t>il a tiré un coup de fusil</w:t>
      </w:r>
      <w:r>
        <w:t>.</w:t>
      </w:r>
    </w:p>
    <w:p w14:paraId="7B249B55" w14:textId="77777777" w:rsidR="00766774" w:rsidRDefault="00115F49" w:rsidP="00115F49">
      <w:r w:rsidRPr="00115F49">
        <w:t>Il n</w:t>
      </w:r>
      <w:r w:rsidR="00766774">
        <w:t>’</w:t>
      </w:r>
      <w:r w:rsidRPr="00115F49">
        <w:t>avait pas pu aller jusqu</w:t>
      </w:r>
      <w:r w:rsidR="00766774">
        <w:t>’</w:t>
      </w:r>
      <w:r w:rsidRPr="00115F49">
        <w:t>aux soues où</w:t>
      </w:r>
      <w:r w:rsidR="00766774">
        <w:t xml:space="preserve">, </w:t>
      </w:r>
      <w:r w:rsidRPr="00115F49">
        <w:t>d</w:t>
      </w:r>
      <w:r w:rsidR="00766774">
        <w:t>’</w:t>
      </w:r>
      <w:r w:rsidRPr="00115F49">
        <w:t>ailleurs</w:t>
      </w:r>
      <w:r w:rsidR="00766774">
        <w:t xml:space="preserve">, </w:t>
      </w:r>
      <w:r w:rsidRPr="00115F49">
        <w:t>le tumulte continuait</w:t>
      </w:r>
      <w:r w:rsidR="00766774">
        <w:t xml:space="preserve">. </w:t>
      </w:r>
      <w:r w:rsidRPr="00115F49">
        <w:t>On alla se rendre compte et là</w:t>
      </w:r>
      <w:r w:rsidR="00766774">
        <w:t xml:space="preserve">, </w:t>
      </w:r>
      <w:r w:rsidRPr="00115F49">
        <w:t>on vit quelque chose d</w:t>
      </w:r>
      <w:r w:rsidR="00766774">
        <w:t>’</w:t>
      </w:r>
      <w:r w:rsidRPr="00115F49">
        <w:t>assez malpropre</w:t>
      </w:r>
      <w:r w:rsidR="00766774">
        <w:t xml:space="preserve">. </w:t>
      </w:r>
      <w:r w:rsidRPr="00115F49">
        <w:t>Un des cochons était couvert de sang</w:t>
      </w:r>
      <w:r w:rsidR="00766774">
        <w:t xml:space="preserve">. </w:t>
      </w:r>
      <w:r w:rsidRPr="00115F49">
        <w:t>On n</w:t>
      </w:r>
      <w:r w:rsidR="00766774">
        <w:t>’</w:t>
      </w:r>
      <w:r w:rsidRPr="00115F49">
        <w:t>avait pas essayé de l</w:t>
      </w:r>
      <w:r w:rsidR="00766774">
        <w:t>’</w:t>
      </w:r>
      <w:r w:rsidRPr="00115F49">
        <w:t>égorger</w:t>
      </w:r>
      <w:r w:rsidR="00766774">
        <w:t xml:space="preserve">, </w:t>
      </w:r>
      <w:r w:rsidRPr="00115F49">
        <w:t>ce qu</w:t>
      </w:r>
      <w:r w:rsidR="00766774">
        <w:t>’</w:t>
      </w:r>
      <w:r w:rsidRPr="00115F49">
        <w:t>on aurait pu comprendre</w:t>
      </w:r>
      <w:r w:rsidR="00766774">
        <w:t xml:space="preserve">. </w:t>
      </w:r>
      <w:r w:rsidRPr="00115F49">
        <w:t>On l</w:t>
      </w:r>
      <w:r w:rsidR="00766774">
        <w:t>’</w:t>
      </w:r>
      <w:r w:rsidRPr="00115F49">
        <w:t>avait entaillé de partout</w:t>
      </w:r>
      <w:r w:rsidR="00766774">
        <w:t xml:space="preserve">, </w:t>
      </w:r>
      <w:r w:rsidRPr="00115F49">
        <w:t>de plus de cent entailles qui avaient dû être faites avec un couteau tranchant comme un rasoir</w:t>
      </w:r>
      <w:r w:rsidR="00766774">
        <w:t xml:space="preserve">. </w:t>
      </w:r>
      <w:r w:rsidRPr="00115F49">
        <w:t>La plupart de ces entailles n</w:t>
      </w:r>
      <w:r w:rsidR="00766774">
        <w:t>’</w:t>
      </w:r>
      <w:r w:rsidRPr="00115F49">
        <w:t>étaient pas franches</w:t>
      </w:r>
      <w:r w:rsidR="00766774">
        <w:t xml:space="preserve">, </w:t>
      </w:r>
      <w:r w:rsidRPr="00115F49">
        <w:t>mais en zigzag</w:t>
      </w:r>
      <w:r w:rsidR="00766774">
        <w:t xml:space="preserve">, </w:t>
      </w:r>
      <w:r w:rsidRPr="00115F49">
        <w:t>serpentines</w:t>
      </w:r>
      <w:r w:rsidR="00766774">
        <w:t xml:space="preserve">, </w:t>
      </w:r>
      <w:r w:rsidRPr="00115F49">
        <w:t>en courbes</w:t>
      </w:r>
      <w:r w:rsidR="00766774">
        <w:t xml:space="preserve">, </w:t>
      </w:r>
      <w:r w:rsidRPr="00115F49">
        <w:t>en arcs de cercle</w:t>
      </w:r>
      <w:r w:rsidR="00766774">
        <w:t xml:space="preserve">, </w:t>
      </w:r>
      <w:r w:rsidRPr="00115F49">
        <w:t>sur toute la peau</w:t>
      </w:r>
      <w:r w:rsidR="00766774">
        <w:t xml:space="preserve">, </w:t>
      </w:r>
      <w:r w:rsidRPr="00115F49">
        <w:t>très profondes</w:t>
      </w:r>
      <w:r w:rsidR="00766774">
        <w:t xml:space="preserve">. </w:t>
      </w:r>
      <w:r w:rsidRPr="00115F49">
        <w:t>On les voyait faites avec plaisir</w:t>
      </w:r>
      <w:r w:rsidR="00766774">
        <w:t>.</w:t>
      </w:r>
    </w:p>
    <w:p w14:paraId="4667F3E1" w14:textId="77777777" w:rsidR="00766774" w:rsidRDefault="00115F49" w:rsidP="00115F49">
      <w:r w:rsidRPr="00115F49">
        <w:t>Ça</w:t>
      </w:r>
      <w:r w:rsidR="00766774">
        <w:t xml:space="preserve">, </w:t>
      </w:r>
      <w:r w:rsidRPr="00115F49">
        <w:t>alors</w:t>
      </w:r>
      <w:r w:rsidR="00766774">
        <w:t xml:space="preserve">, </w:t>
      </w:r>
      <w:r w:rsidRPr="00115F49">
        <w:t>c</w:t>
      </w:r>
      <w:r w:rsidR="00766774">
        <w:t>’</w:t>
      </w:r>
      <w:r w:rsidRPr="00115F49">
        <w:t>était incompréhensible</w:t>
      </w:r>
      <w:r w:rsidR="00766774">
        <w:t xml:space="preserve"> ! </w:t>
      </w:r>
      <w:r w:rsidRPr="00115F49">
        <w:t>Tellement incompréhensible</w:t>
      </w:r>
      <w:r w:rsidR="00766774">
        <w:t xml:space="preserve">, </w:t>
      </w:r>
      <w:r w:rsidRPr="00115F49">
        <w:t>tellement écœurant</w:t>
      </w:r>
      <w:r w:rsidR="00766774">
        <w:t xml:space="preserve"> (</w:t>
      </w:r>
      <w:r w:rsidRPr="00115F49">
        <w:t>Ravanel frottait la bête avec de la neige et</w:t>
      </w:r>
      <w:r w:rsidR="00766774">
        <w:t xml:space="preserve">, </w:t>
      </w:r>
      <w:r w:rsidRPr="00115F49">
        <w:t>sur la peau un instant nettoyée</w:t>
      </w:r>
      <w:r w:rsidR="00766774">
        <w:t xml:space="preserve">, </w:t>
      </w:r>
      <w:r w:rsidRPr="00115F49">
        <w:t>on voyait le suintement du sang réapparaître et dessiner comme les lettres d</w:t>
      </w:r>
      <w:r w:rsidR="00766774">
        <w:t>’</w:t>
      </w:r>
      <w:r w:rsidRPr="00115F49">
        <w:t>un langage barbare</w:t>
      </w:r>
      <w:r w:rsidR="00766774">
        <w:t xml:space="preserve">, </w:t>
      </w:r>
      <w:r w:rsidRPr="00115F49">
        <w:t>inconnu</w:t>
      </w:r>
      <w:r w:rsidR="00766774">
        <w:t xml:space="preserve">), </w:t>
      </w:r>
      <w:r w:rsidRPr="00115F49">
        <w:t>tellement menaçant et si directement menaçant que Bergues</w:t>
      </w:r>
      <w:r w:rsidR="00766774">
        <w:t xml:space="preserve">, </w:t>
      </w:r>
      <w:r w:rsidRPr="00115F49">
        <w:t>d</w:t>
      </w:r>
      <w:r w:rsidR="00766774">
        <w:t>’</w:t>
      </w:r>
      <w:r w:rsidRPr="00115F49">
        <w:t>ordinaire si calme et si philosophe</w:t>
      </w:r>
      <w:r w:rsidR="00766774">
        <w:t xml:space="preserve">, </w:t>
      </w:r>
      <w:r w:rsidRPr="00115F49">
        <w:t>dit</w:t>
      </w:r>
      <w:r w:rsidR="00766774">
        <w:t> : « </w:t>
      </w:r>
      <w:r w:rsidRPr="00115F49">
        <w:t>Sacré salaud</w:t>
      </w:r>
      <w:r w:rsidR="00766774">
        <w:t xml:space="preserve">, </w:t>
      </w:r>
      <w:r w:rsidRPr="00115F49">
        <w:t>il faut que je l</w:t>
      </w:r>
      <w:r w:rsidR="00766774">
        <w:t>’</w:t>
      </w:r>
      <w:r w:rsidRPr="00115F49">
        <w:t>attrape</w:t>
      </w:r>
      <w:r w:rsidR="00766774">
        <w:t>. »</w:t>
      </w:r>
      <w:r w:rsidRPr="00115F49">
        <w:t xml:space="preserve"> Et il alla chercher ses raquettes et son fusil</w:t>
      </w:r>
      <w:r w:rsidR="00766774">
        <w:t>.</w:t>
      </w:r>
    </w:p>
    <w:p w14:paraId="1D03DD13" w14:textId="77777777" w:rsidR="00766774" w:rsidRDefault="00115F49" w:rsidP="00115F49">
      <w:r w:rsidRPr="00115F49">
        <w:t>Mais</w:t>
      </w:r>
      <w:r w:rsidR="00766774">
        <w:t xml:space="preserve">, </w:t>
      </w:r>
      <w:r w:rsidRPr="00115F49">
        <w:t>entre ce qu</w:t>
      </w:r>
      <w:r w:rsidR="00766774">
        <w:t>’</w:t>
      </w:r>
      <w:r w:rsidRPr="00115F49">
        <w:t>il faut et ce qui arrive</w:t>
      </w:r>
      <w:r w:rsidR="00766774">
        <w:t xml:space="preserve"> !… </w:t>
      </w:r>
      <w:r w:rsidRPr="00115F49">
        <w:t>Bergues rentra bredouille à la tombée de la nuit</w:t>
      </w:r>
      <w:r w:rsidR="00766774">
        <w:t xml:space="preserve">. </w:t>
      </w:r>
      <w:r w:rsidRPr="00115F49">
        <w:t>Il avait suivi les traces et</w:t>
      </w:r>
      <w:r w:rsidR="00766774">
        <w:t xml:space="preserve">, </w:t>
      </w:r>
      <w:r w:rsidRPr="00115F49">
        <w:t>d</w:t>
      </w:r>
      <w:r w:rsidR="00766774">
        <w:t>’</w:t>
      </w:r>
      <w:r w:rsidRPr="00115F49">
        <w:t>ailleurs</w:t>
      </w:r>
      <w:r w:rsidR="00766774">
        <w:t xml:space="preserve">, </w:t>
      </w:r>
      <w:r w:rsidRPr="00115F49">
        <w:t>des traces de sang</w:t>
      </w:r>
      <w:r w:rsidR="00766774">
        <w:t xml:space="preserve">. </w:t>
      </w:r>
      <w:r w:rsidRPr="00115F49">
        <w:t>L</w:t>
      </w:r>
      <w:r w:rsidR="00766774">
        <w:t>’</w:t>
      </w:r>
      <w:r w:rsidRPr="00115F49">
        <w:t>homme était blessé</w:t>
      </w:r>
      <w:r w:rsidR="00766774">
        <w:t xml:space="preserve">. </w:t>
      </w:r>
      <w:r w:rsidRPr="00115F49">
        <w:t>C</w:t>
      </w:r>
      <w:r w:rsidR="00766774">
        <w:t>’</w:t>
      </w:r>
      <w:r w:rsidRPr="00115F49">
        <w:t>était du sang en gouttes</w:t>
      </w:r>
      <w:r w:rsidR="00766774">
        <w:t xml:space="preserve">, </w:t>
      </w:r>
      <w:r w:rsidRPr="00115F49">
        <w:t>très frais</w:t>
      </w:r>
      <w:r w:rsidR="00766774">
        <w:t xml:space="preserve">, </w:t>
      </w:r>
      <w:r w:rsidRPr="00115F49">
        <w:t>pur</w:t>
      </w:r>
      <w:r w:rsidR="00766774">
        <w:t xml:space="preserve">, </w:t>
      </w:r>
      <w:r w:rsidRPr="00115F49">
        <w:t>sur la neige</w:t>
      </w:r>
      <w:r w:rsidR="00766774">
        <w:t xml:space="preserve">. </w:t>
      </w:r>
      <w:r w:rsidRPr="00115F49">
        <w:t>Blessé sans doute à un bras</w:t>
      </w:r>
      <w:r w:rsidR="00766774">
        <w:t xml:space="preserve">, </w:t>
      </w:r>
      <w:r w:rsidRPr="00115F49">
        <w:t>car les pas étaient normaux</w:t>
      </w:r>
      <w:r w:rsidR="00766774">
        <w:t xml:space="preserve">, </w:t>
      </w:r>
      <w:r w:rsidRPr="00115F49">
        <w:t>très rapides</w:t>
      </w:r>
      <w:r w:rsidR="00766774">
        <w:t xml:space="preserve">, </w:t>
      </w:r>
      <w:r w:rsidRPr="00115F49">
        <w:t>à peine posés</w:t>
      </w:r>
      <w:r w:rsidR="00766774">
        <w:t xml:space="preserve">. </w:t>
      </w:r>
      <w:r w:rsidRPr="00115F49">
        <w:t>D</w:t>
      </w:r>
      <w:r w:rsidR="00766774">
        <w:t>’</w:t>
      </w:r>
      <w:r w:rsidRPr="00115F49">
        <w:t>ailleurs</w:t>
      </w:r>
      <w:r w:rsidR="00766774">
        <w:t xml:space="preserve">, </w:t>
      </w:r>
      <w:r w:rsidRPr="00115F49">
        <w:t>Bergues n</w:t>
      </w:r>
      <w:r w:rsidR="00766774">
        <w:t>’</w:t>
      </w:r>
      <w:r w:rsidRPr="00115F49">
        <w:t>avait pas perdu de temps</w:t>
      </w:r>
      <w:r w:rsidR="00766774">
        <w:t xml:space="preserve"> ; </w:t>
      </w:r>
      <w:r w:rsidRPr="00115F49">
        <w:t>il était parti sur les traces avec à peine une demi-heure de retard</w:t>
      </w:r>
      <w:r w:rsidR="00766774">
        <w:t xml:space="preserve"> ; </w:t>
      </w:r>
      <w:r w:rsidRPr="00115F49">
        <w:t>c</w:t>
      </w:r>
      <w:r w:rsidR="00766774">
        <w:t>’</w:t>
      </w:r>
      <w:r w:rsidRPr="00115F49">
        <w:t>est un spécialiste des randonnées d</w:t>
      </w:r>
      <w:r w:rsidR="00766774">
        <w:t>’</w:t>
      </w:r>
      <w:r w:rsidRPr="00115F49">
        <w:t>hiver</w:t>
      </w:r>
      <w:r w:rsidR="00766774">
        <w:t xml:space="preserve"> ; </w:t>
      </w:r>
      <w:r w:rsidRPr="00115F49">
        <w:t>il a le meilleur pas de tout le village</w:t>
      </w:r>
      <w:r w:rsidR="00766774">
        <w:t xml:space="preserve"> ; </w:t>
      </w:r>
      <w:r w:rsidRPr="00115F49">
        <w:t>il avait des raquettes</w:t>
      </w:r>
      <w:r w:rsidR="00766774">
        <w:t xml:space="preserve">, </w:t>
      </w:r>
      <w:r w:rsidRPr="00115F49">
        <w:t>il avait sa colère</w:t>
      </w:r>
      <w:r w:rsidR="00766774">
        <w:t xml:space="preserve">, </w:t>
      </w:r>
      <w:r w:rsidRPr="00115F49">
        <w:t>il avait tout</w:t>
      </w:r>
      <w:r w:rsidR="00766774">
        <w:t xml:space="preserve">, </w:t>
      </w:r>
      <w:r w:rsidRPr="00115F49">
        <w:t xml:space="preserve">mais il ne put jamais apercevoir </w:t>
      </w:r>
      <w:r w:rsidRPr="00115F49">
        <w:lastRenderedPageBreak/>
        <w:t>autre chose que cette piste bien tracée</w:t>
      </w:r>
      <w:r w:rsidR="00766774">
        <w:t xml:space="preserve">, </w:t>
      </w:r>
      <w:r w:rsidRPr="00115F49">
        <w:t>ces belles taches de sang frais sur la neige vierge</w:t>
      </w:r>
      <w:r w:rsidR="00766774">
        <w:t xml:space="preserve">. </w:t>
      </w:r>
      <w:r w:rsidRPr="00115F49">
        <w:t>La piste menait en plein bois noir et là elle abordait franchement le flanc du Jocond</w:t>
      </w:r>
      <w:r w:rsidR="00766774">
        <w:t xml:space="preserve">, </w:t>
      </w:r>
      <w:r w:rsidRPr="00115F49">
        <w:t>à pic presque</w:t>
      </w:r>
      <w:r w:rsidR="00766774">
        <w:t xml:space="preserve">, </w:t>
      </w:r>
      <w:r w:rsidRPr="00115F49">
        <w:t>et se perdait dans les nuages</w:t>
      </w:r>
      <w:r w:rsidR="00766774">
        <w:t xml:space="preserve">. </w:t>
      </w:r>
      <w:r w:rsidRPr="00115F49">
        <w:t>Oui</w:t>
      </w:r>
      <w:r w:rsidR="00766774">
        <w:t xml:space="preserve">, </w:t>
      </w:r>
      <w:r w:rsidRPr="00115F49">
        <w:t>dans les nuages</w:t>
      </w:r>
      <w:r w:rsidR="00766774">
        <w:t xml:space="preserve">. </w:t>
      </w:r>
      <w:r w:rsidRPr="00115F49">
        <w:t>Il n</w:t>
      </w:r>
      <w:r w:rsidR="00766774">
        <w:t>’</w:t>
      </w:r>
      <w:r w:rsidRPr="00115F49">
        <w:t>y a là ni mystère ni truc pour vous faire entendre à mots couverts que nous avons affaire à un dieu</w:t>
      </w:r>
      <w:r w:rsidR="00766774">
        <w:t xml:space="preserve">, </w:t>
      </w:r>
      <w:r w:rsidRPr="00115F49">
        <w:t>un demi-dieu ou un quart de dieu</w:t>
      </w:r>
      <w:r w:rsidR="00766774">
        <w:t xml:space="preserve">. </w:t>
      </w:r>
      <w:r w:rsidRPr="00115F49">
        <w:t>Bergues n</w:t>
      </w:r>
      <w:r w:rsidR="00766774">
        <w:t>’</w:t>
      </w:r>
      <w:r w:rsidRPr="00115F49">
        <w:t>est pas fait pour chercher midi à quatorze heures</w:t>
      </w:r>
      <w:r w:rsidR="00766774">
        <w:t xml:space="preserve">. </w:t>
      </w:r>
      <w:r w:rsidRPr="00115F49">
        <w:t>S</w:t>
      </w:r>
      <w:r w:rsidR="00766774">
        <w:t>’</w:t>
      </w:r>
      <w:r w:rsidRPr="00115F49">
        <w:t>il dit que les traces se perdaient dans les nuages</w:t>
      </w:r>
      <w:r w:rsidR="00766774">
        <w:t xml:space="preserve">, </w:t>
      </w:r>
      <w:r w:rsidRPr="00115F49">
        <w:t>c</w:t>
      </w:r>
      <w:r w:rsidR="00766774">
        <w:t>’</w:t>
      </w:r>
      <w:r w:rsidRPr="00115F49">
        <w:t>est que</w:t>
      </w:r>
      <w:r w:rsidR="00766774">
        <w:t xml:space="preserve">, </w:t>
      </w:r>
      <w:r w:rsidRPr="00115F49">
        <w:t>à la lettre</w:t>
      </w:r>
      <w:r w:rsidR="00766774">
        <w:t xml:space="preserve">, </w:t>
      </w:r>
      <w:r w:rsidRPr="00115F49">
        <w:t>elles se perdaient dans les nuages</w:t>
      </w:r>
      <w:r w:rsidR="00766774">
        <w:t xml:space="preserve">, </w:t>
      </w:r>
      <w:r w:rsidRPr="00115F49">
        <w:t>c</w:t>
      </w:r>
      <w:r w:rsidR="00766774">
        <w:t>’</w:t>
      </w:r>
      <w:r w:rsidRPr="00115F49">
        <w:t>est-à-dire dans ces nuages qui couvraient la montagne</w:t>
      </w:r>
      <w:r w:rsidR="00766774">
        <w:t xml:space="preserve">. </w:t>
      </w:r>
      <w:r w:rsidRPr="00115F49">
        <w:t>N</w:t>
      </w:r>
      <w:r w:rsidR="00766774">
        <w:t>’</w:t>
      </w:r>
      <w:r w:rsidRPr="00115F49">
        <w:t>oubliez pas que le temps ne s</w:t>
      </w:r>
      <w:r w:rsidR="00766774">
        <w:t>’</w:t>
      </w:r>
      <w:r w:rsidRPr="00115F49">
        <w:t>était pas relevé et que</w:t>
      </w:r>
      <w:r w:rsidR="00766774">
        <w:t xml:space="preserve">, </w:t>
      </w:r>
      <w:r w:rsidRPr="00115F49">
        <w:t>pendant que je vous raconte les choses</w:t>
      </w:r>
      <w:r w:rsidR="00766774">
        <w:t xml:space="preserve">, </w:t>
      </w:r>
      <w:r w:rsidRPr="00115F49">
        <w:t>le nuage est toujours en train de couper net la flèche du clocher à la hauteur des lettres de la girouette</w:t>
      </w:r>
      <w:r w:rsidR="00766774">
        <w:t>.</w:t>
      </w:r>
    </w:p>
    <w:p w14:paraId="3844EFAE" w14:textId="77777777" w:rsidR="00766774" w:rsidRDefault="00115F49" w:rsidP="00115F49">
      <w:r w:rsidRPr="00115F49">
        <w:t>Mais alors</w:t>
      </w:r>
      <w:r w:rsidR="00766774">
        <w:t xml:space="preserve">, </w:t>
      </w:r>
      <w:r w:rsidRPr="00115F49">
        <w:t>brusquement</w:t>
      </w:r>
      <w:r w:rsidR="00766774">
        <w:t xml:space="preserve"> : </w:t>
      </w:r>
      <w:r w:rsidRPr="00115F49">
        <w:t>il ne s</w:t>
      </w:r>
      <w:r w:rsidR="00766774">
        <w:t>’</w:t>
      </w:r>
      <w:r w:rsidRPr="00115F49">
        <w:t>agit plus de se dire Marie Chazottes ci</w:t>
      </w:r>
      <w:r w:rsidR="00766774">
        <w:t xml:space="preserve">, </w:t>
      </w:r>
      <w:r w:rsidRPr="00115F49">
        <w:t>Marie Chazottes ça</w:t>
      </w:r>
      <w:r w:rsidR="00766774">
        <w:t xml:space="preserve"> ! </w:t>
      </w:r>
      <w:r w:rsidRPr="00115F49">
        <w:t>c</w:t>
      </w:r>
      <w:r w:rsidR="00766774">
        <w:t>’</w:t>
      </w:r>
      <w:r w:rsidRPr="00115F49">
        <w:t xml:space="preserve">était non seulement Marie </w:t>
      </w:r>
      <w:proofErr w:type="spellStart"/>
      <w:r w:rsidRPr="00115F49">
        <w:t>Chazottes</w:t>
      </w:r>
      <w:proofErr w:type="spellEnd"/>
      <w:r w:rsidR="00766774">
        <w:t xml:space="preserve">, </w:t>
      </w:r>
      <w:r w:rsidRPr="00115F49">
        <w:t>mais c</w:t>
      </w:r>
      <w:r w:rsidR="00766774">
        <w:t>’</w:t>
      </w:r>
      <w:r w:rsidRPr="00115F49">
        <w:t>était aussi Ravanel Georges</w:t>
      </w:r>
      <w:r w:rsidR="00766774">
        <w:t xml:space="preserve"> (</w:t>
      </w:r>
      <w:r w:rsidRPr="00115F49">
        <w:t>il l</w:t>
      </w:r>
      <w:r w:rsidR="00766774">
        <w:t>’</w:t>
      </w:r>
      <w:r w:rsidRPr="00115F49">
        <w:t>avait échappé de peu</w:t>
      </w:r>
      <w:r w:rsidR="00766774">
        <w:t xml:space="preserve">), </w:t>
      </w:r>
      <w:r w:rsidRPr="00115F49">
        <w:t>c</w:t>
      </w:r>
      <w:r w:rsidR="00766774">
        <w:t>’</w:t>
      </w:r>
      <w:r w:rsidRPr="00115F49">
        <w:t>était donc tout aussi bien vous ou moi</w:t>
      </w:r>
      <w:r w:rsidR="00766774">
        <w:t xml:space="preserve">, </w:t>
      </w:r>
      <w:r w:rsidRPr="00115F49">
        <w:t>n</w:t>
      </w:r>
      <w:r w:rsidR="00766774">
        <w:t>’</w:t>
      </w:r>
      <w:r w:rsidRPr="00115F49">
        <w:t>importe qui</w:t>
      </w:r>
      <w:r w:rsidR="00766774">
        <w:t xml:space="preserve">, </w:t>
      </w:r>
      <w:r w:rsidRPr="00115F49">
        <w:t>tout le monde était menacé</w:t>
      </w:r>
      <w:r w:rsidR="00766774">
        <w:t xml:space="preserve"> ! </w:t>
      </w:r>
      <w:r w:rsidRPr="00115F49">
        <w:t>Tout le village</w:t>
      </w:r>
      <w:r w:rsidR="00766774">
        <w:t xml:space="preserve"> ; </w:t>
      </w:r>
      <w:r w:rsidRPr="00115F49">
        <w:t>sur qui commença à tomber un soir de dimanche bougrement sombre</w:t>
      </w:r>
      <w:r w:rsidR="00766774">
        <w:t xml:space="preserve">. </w:t>
      </w:r>
      <w:r w:rsidRPr="00115F49">
        <w:t>Ceux qui n</w:t>
      </w:r>
      <w:r w:rsidR="00766774">
        <w:t>’</w:t>
      </w:r>
      <w:r w:rsidRPr="00115F49">
        <w:t>avaient pas de fusil</w:t>
      </w:r>
      <w:r w:rsidR="00766774">
        <w:t xml:space="preserve"> (</w:t>
      </w:r>
      <w:r w:rsidRPr="00115F49">
        <w:t>il y a des familles de veuves</w:t>
      </w:r>
      <w:r w:rsidR="00766774">
        <w:t xml:space="preserve">) </w:t>
      </w:r>
      <w:r w:rsidRPr="00115F49">
        <w:t>passèrent une sacrée mauvaise nuit</w:t>
      </w:r>
      <w:r w:rsidR="00766774">
        <w:t xml:space="preserve">. </w:t>
      </w:r>
      <w:r w:rsidRPr="00115F49">
        <w:t>D</w:t>
      </w:r>
      <w:r w:rsidR="00766774">
        <w:t>’</w:t>
      </w:r>
      <w:r w:rsidRPr="00115F49">
        <w:t>ailleurs</w:t>
      </w:r>
      <w:r w:rsidR="00766774">
        <w:t xml:space="preserve">, </w:t>
      </w:r>
      <w:r w:rsidRPr="00115F49">
        <w:t>ces familles-là où il n</w:t>
      </w:r>
      <w:r w:rsidR="00766774">
        <w:t>’</w:t>
      </w:r>
      <w:r w:rsidRPr="00115F49">
        <w:t>y avait plus d</w:t>
      </w:r>
      <w:r w:rsidR="00766774">
        <w:t>’</w:t>
      </w:r>
      <w:r w:rsidRPr="00115F49">
        <w:t>hommes et des enfants trop jeunes</w:t>
      </w:r>
      <w:r w:rsidR="00766774">
        <w:t xml:space="preserve">, </w:t>
      </w:r>
      <w:r w:rsidRPr="00115F49">
        <w:t>allèrent passer la nuit dans des maisons où il y avait des hommes solides et des armes</w:t>
      </w:r>
      <w:r w:rsidR="00766774">
        <w:t xml:space="preserve">. </w:t>
      </w:r>
      <w:r w:rsidRPr="00115F49">
        <w:t>Surtout dans le quartier des Pelousères</w:t>
      </w:r>
      <w:r w:rsidR="00766774">
        <w:t>.</w:t>
      </w:r>
    </w:p>
    <w:p w14:paraId="47ABAE84" w14:textId="77777777" w:rsidR="00766774" w:rsidRDefault="00115F49" w:rsidP="00115F49">
      <w:r w:rsidRPr="00115F49">
        <w:t>Bergues monta la garde et passa sa nuit à aller d</w:t>
      </w:r>
      <w:r w:rsidR="00766774">
        <w:t>’</w:t>
      </w:r>
      <w:r w:rsidRPr="00115F49">
        <w:t>une maison à l</w:t>
      </w:r>
      <w:r w:rsidR="00766774">
        <w:t>’</w:t>
      </w:r>
      <w:r w:rsidRPr="00115F49">
        <w:t>autre</w:t>
      </w:r>
      <w:r w:rsidR="00766774">
        <w:t xml:space="preserve">. </w:t>
      </w:r>
      <w:r w:rsidRPr="00115F49">
        <w:t>On l</w:t>
      </w:r>
      <w:r w:rsidR="00766774">
        <w:t>’</w:t>
      </w:r>
      <w:r w:rsidRPr="00115F49">
        <w:t>avait tellement réchauff</w:t>
      </w:r>
      <w:r w:rsidR="002B2BF0">
        <w:t>é</w:t>
      </w:r>
      <w:r w:rsidRPr="00115F49">
        <w:t xml:space="preserve"> au vin chaud et au petit verre</w:t>
      </w:r>
      <w:r w:rsidR="00766774">
        <w:t xml:space="preserve">, </w:t>
      </w:r>
      <w:r w:rsidRPr="00115F49">
        <w:t>au retour de sa poursuite</w:t>
      </w:r>
      <w:r w:rsidR="00766774">
        <w:t xml:space="preserve">, </w:t>
      </w:r>
      <w:r w:rsidRPr="00115F49">
        <w:t>qu</w:t>
      </w:r>
      <w:r w:rsidR="00766774">
        <w:t>’</w:t>
      </w:r>
      <w:r w:rsidRPr="00115F49">
        <w:t>il avait pris une cuite magnifique</w:t>
      </w:r>
      <w:r w:rsidR="00766774">
        <w:t xml:space="preserve">. </w:t>
      </w:r>
      <w:r w:rsidRPr="00115F49">
        <w:t>Il fit son commandant sans arrêt</w:t>
      </w:r>
      <w:r w:rsidR="00766774">
        <w:t xml:space="preserve">, </w:t>
      </w:r>
      <w:r w:rsidRPr="00115F49">
        <w:t>allant frapper à toutes les portes</w:t>
      </w:r>
      <w:r w:rsidR="00766774">
        <w:t xml:space="preserve">, </w:t>
      </w:r>
      <w:r w:rsidRPr="00115F49">
        <w:t>flanquant la frousse à des chambrées de femmes et d</w:t>
      </w:r>
      <w:r w:rsidR="00766774">
        <w:t>’</w:t>
      </w:r>
      <w:r w:rsidRPr="00115F49">
        <w:t xml:space="preserve">enfants et même à des hommes </w:t>
      </w:r>
      <w:r w:rsidRPr="00115F49">
        <w:lastRenderedPageBreak/>
        <w:t>qui</w:t>
      </w:r>
      <w:r w:rsidR="00766774">
        <w:t xml:space="preserve">, </w:t>
      </w:r>
      <w:r w:rsidRPr="00115F49">
        <w:t>depuis la tombée de la nuit</w:t>
      </w:r>
      <w:r w:rsidR="00766774">
        <w:t xml:space="preserve">, </w:t>
      </w:r>
      <w:r w:rsidRPr="00115F49">
        <w:t>ne respiraient plus et écoutaient pousser leurs cheveux</w:t>
      </w:r>
      <w:r w:rsidR="00766774">
        <w:t xml:space="preserve">. </w:t>
      </w:r>
      <w:r w:rsidRPr="00115F49">
        <w:t>Il manqua vingt fois de recevoir une bonne décharge de chevrotines à travers la figure</w:t>
      </w:r>
      <w:r w:rsidR="00766774">
        <w:t xml:space="preserve">. </w:t>
      </w:r>
      <w:r w:rsidRPr="00115F49">
        <w:t>Enfin</w:t>
      </w:r>
      <w:r w:rsidR="00766774">
        <w:t xml:space="preserve">, </w:t>
      </w:r>
      <w:r w:rsidRPr="00115F49">
        <w:t>plein comme un œuf</w:t>
      </w:r>
      <w:r w:rsidR="00766774">
        <w:t xml:space="preserve">, </w:t>
      </w:r>
      <w:r w:rsidRPr="00115F49">
        <w:t>il vint finir la nuit chez Ravanel qui</w:t>
      </w:r>
      <w:r w:rsidR="00766774">
        <w:t xml:space="preserve">, </w:t>
      </w:r>
      <w:r w:rsidRPr="00115F49">
        <w:t>ayant achevé le cochon</w:t>
      </w:r>
      <w:r w:rsidR="00766774">
        <w:t xml:space="preserve">, </w:t>
      </w:r>
      <w:r w:rsidRPr="00115F49">
        <w:t>passait son temps à le mettre en saucisses et en boudins</w:t>
      </w:r>
      <w:r w:rsidR="00766774">
        <w:t xml:space="preserve">, </w:t>
      </w:r>
      <w:r w:rsidRPr="00115F49">
        <w:t>histoire de se changer les idées</w:t>
      </w:r>
      <w:r w:rsidR="00766774">
        <w:t xml:space="preserve"> ; </w:t>
      </w:r>
      <w:r w:rsidRPr="00115F49">
        <w:t>et surtout de ne rien perdre</w:t>
      </w:r>
      <w:r w:rsidR="00766774">
        <w:t>.</w:t>
      </w:r>
    </w:p>
    <w:p w14:paraId="2052E2A9" w14:textId="506BDE9B" w:rsidR="00766774" w:rsidRDefault="00115F49" w:rsidP="00115F49">
      <w:r w:rsidRPr="00115F49">
        <w:t>Il faut excuser Bergues qui est célibataire</w:t>
      </w:r>
      <w:r w:rsidR="00766774">
        <w:t xml:space="preserve">, </w:t>
      </w:r>
      <w:r w:rsidRPr="00115F49">
        <w:t>un peu sauvage et qui ne sait pas se retenir</w:t>
      </w:r>
      <w:r w:rsidR="00766774">
        <w:t xml:space="preserve">, </w:t>
      </w:r>
      <w:r w:rsidRPr="00115F49">
        <w:t>ni pour boire ni pour rien</w:t>
      </w:r>
      <w:r w:rsidR="00766774">
        <w:t xml:space="preserve"> ; </w:t>
      </w:r>
      <w:r w:rsidRPr="00115F49">
        <w:t>mais</w:t>
      </w:r>
      <w:r w:rsidR="00766774">
        <w:t xml:space="preserve">, </w:t>
      </w:r>
      <w:r w:rsidRPr="00115F49">
        <w:t>chez Ravanel</w:t>
      </w:r>
      <w:r w:rsidR="00766774">
        <w:t xml:space="preserve">, </w:t>
      </w:r>
      <w:r w:rsidRPr="00115F49">
        <w:t>un peu excité</w:t>
      </w:r>
      <w:r w:rsidR="00766774">
        <w:t xml:space="preserve">, </w:t>
      </w:r>
      <w:r w:rsidRPr="00115F49">
        <w:t>fatigué</w:t>
      </w:r>
      <w:r w:rsidR="00766774">
        <w:t xml:space="preserve">, </w:t>
      </w:r>
      <w:r w:rsidRPr="00115F49">
        <w:t>ou bien l</w:t>
      </w:r>
      <w:r w:rsidR="00766774">
        <w:t>’</w:t>
      </w:r>
      <w:r w:rsidRPr="00115F49">
        <w:t>alcool</w:t>
      </w:r>
      <w:r w:rsidR="00766774">
        <w:t xml:space="preserve">, </w:t>
      </w:r>
      <w:r w:rsidRPr="00115F49">
        <w:t>il se mit à dire des choses bizarres</w:t>
      </w:r>
      <w:r w:rsidR="00766774">
        <w:t xml:space="preserve"> ; </w:t>
      </w:r>
      <w:r w:rsidRPr="00115F49">
        <w:t>et</w:t>
      </w:r>
      <w:r w:rsidR="00766774">
        <w:t xml:space="preserve">, </w:t>
      </w:r>
      <w:r w:rsidRPr="00115F49">
        <w:t>par exemple</w:t>
      </w:r>
      <w:r w:rsidR="00766774">
        <w:t xml:space="preserve">, </w:t>
      </w:r>
      <w:r w:rsidRPr="00115F49">
        <w:t xml:space="preserve">que </w:t>
      </w:r>
      <w:r w:rsidR="00766774">
        <w:t>« </w:t>
      </w:r>
      <w:r w:rsidRPr="00115F49">
        <w:t>le sang</w:t>
      </w:r>
      <w:r w:rsidR="00766774">
        <w:t xml:space="preserve">, </w:t>
      </w:r>
      <w:r w:rsidRPr="00115F49">
        <w:t>le sang sur la neige</w:t>
      </w:r>
      <w:r w:rsidR="00766774">
        <w:t xml:space="preserve">, </w:t>
      </w:r>
      <w:r w:rsidRPr="00115F49">
        <w:t>très propre</w:t>
      </w:r>
      <w:r w:rsidR="00766774">
        <w:t xml:space="preserve">, </w:t>
      </w:r>
      <w:r w:rsidRPr="00115F49">
        <w:t>rouge et blanc</w:t>
      </w:r>
      <w:r w:rsidR="00766774">
        <w:t xml:space="preserve">, </w:t>
      </w:r>
      <w:r w:rsidRPr="00115F49">
        <w:t>c</w:t>
      </w:r>
      <w:r w:rsidR="00766774">
        <w:t>’</w:t>
      </w:r>
      <w:r w:rsidRPr="00115F49">
        <w:t>était très beau</w:t>
      </w:r>
      <w:r w:rsidR="00766774">
        <w:t> ». (</w:t>
      </w:r>
      <w:r w:rsidRPr="00115F49">
        <w:t>Je pense à Perceval hypnotisé</w:t>
      </w:r>
      <w:r w:rsidR="00766774">
        <w:t xml:space="preserve">, </w:t>
      </w:r>
      <w:r w:rsidRPr="00115F49">
        <w:t>endormi</w:t>
      </w:r>
      <w:r w:rsidR="00766774">
        <w:t xml:space="preserve"> ; </w:t>
      </w:r>
      <w:r w:rsidRPr="00115F49">
        <w:t>opium</w:t>
      </w:r>
      <w:r w:rsidR="00766774">
        <w:t xml:space="preserve"> ? </w:t>
      </w:r>
      <w:r w:rsidRPr="00115F49">
        <w:t>Quoi</w:t>
      </w:r>
      <w:r w:rsidR="00766774">
        <w:t xml:space="preserve"> ? </w:t>
      </w:r>
      <w:r w:rsidRPr="00115F49">
        <w:t>Tabac</w:t>
      </w:r>
      <w:r w:rsidR="00766774">
        <w:t xml:space="preserve"> ? </w:t>
      </w:r>
      <w:r w:rsidR="00647477">
        <w:t>a</w:t>
      </w:r>
      <w:r w:rsidR="00647477" w:rsidRPr="00115F49">
        <w:t xml:space="preserve">spirine </w:t>
      </w:r>
      <w:r w:rsidRPr="00115F49">
        <w:t>du siècle de l</w:t>
      </w:r>
      <w:r w:rsidR="00766774">
        <w:t>’</w:t>
      </w:r>
      <w:r w:rsidRPr="00115F49">
        <w:t>aviateur-bourgeois hypnotisé par le sang des oies sauvages sur la neige</w:t>
      </w:r>
      <w:r w:rsidR="00766774">
        <w:t>.)</w:t>
      </w:r>
    </w:p>
    <w:p w14:paraId="26CE25AB" w14:textId="77777777" w:rsidR="00766774" w:rsidRDefault="00115F49" w:rsidP="00115F49">
      <w:r w:rsidRPr="00115F49">
        <w:t>Ce petit</w:t>
      </w:r>
      <w:r w:rsidRPr="00115F49">
        <w:rPr>
          <w:i/>
          <w:iCs/>
        </w:rPr>
        <w:t xml:space="preserve"> démarrage</w:t>
      </w:r>
      <w:r w:rsidRPr="00115F49">
        <w:t xml:space="preserve"> de Bergues qui</w:t>
      </w:r>
      <w:r w:rsidR="00766774">
        <w:t xml:space="preserve">, </w:t>
      </w:r>
      <w:r w:rsidRPr="00115F49">
        <w:t>d</w:t>
      </w:r>
      <w:r w:rsidR="00766774">
        <w:t>’</w:t>
      </w:r>
      <w:r w:rsidRPr="00115F49">
        <w:t>ailleurs</w:t>
      </w:r>
      <w:r w:rsidR="00766774">
        <w:t xml:space="preserve">, </w:t>
      </w:r>
      <w:r w:rsidRPr="00115F49">
        <w:t>par la suite et immédiatement redevint le Bergues placide</w:t>
      </w:r>
      <w:r w:rsidR="00766774">
        <w:t xml:space="preserve">, </w:t>
      </w:r>
      <w:r w:rsidRPr="00115F49">
        <w:t>philosophe à la pipe et même un peu fainéant qu</w:t>
      </w:r>
      <w:r w:rsidR="00766774">
        <w:t>’</w:t>
      </w:r>
      <w:r w:rsidRPr="00115F49">
        <w:t>il était d</w:t>
      </w:r>
      <w:r w:rsidR="00766774">
        <w:t>’</w:t>
      </w:r>
      <w:r w:rsidRPr="00115F49">
        <w:t>habitude</w:t>
      </w:r>
      <w:r w:rsidR="00766774">
        <w:t xml:space="preserve">, </w:t>
      </w:r>
      <w:r w:rsidRPr="00115F49">
        <w:t>ne fut pas remarqué sur-le-champ</w:t>
      </w:r>
      <w:r w:rsidR="00766774">
        <w:t xml:space="preserve"> ; </w:t>
      </w:r>
      <w:r w:rsidRPr="00115F49">
        <w:t>il fut seulement enregistré instinctivement par ceux qui étaient là</w:t>
      </w:r>
      <w:r w:rsidR="00766774">
        <w:t xml:space="preserve">, </w:t>
      </w:r>
      <w:r w:rsidRPr="00115F49">
        <w:t>et qui</w:t>
      </w:r>
      <w:r w:rsidR="00766774">
        <w:t xml:space="preserve">, </w:t>
      </w:r>
      <w:r w:rsidRPr="00115F49">
        <w:t>finalement</w:t>
      </w:r>
      <w:r w:rsidR="00766774">
        <w:t xml:space="preserve">, </w:t>
      </w:r>
      <w:r w:rsidRPr="00115F49">
        <w:t>s</w:t>
      </w:r>
      <w:r w:rsidR="00766774">
        <w:t>’</w:t>
      </w:r>
      <w:r w:rsidRPr="00115F49">
        <w:t>en souvinrent</w:t>
      </w:r>
      <w:r w:rsidR="00766774">
        <w:t xml:space="preserve">. </w:t>
      </w:r>
      <w:r w:rsidRPr="00115F49">
        <w:t>En tout cas</w:t>
      </w:r>
      <w:r w:rsidR="00766774">
        <w:t xml:space="preserve">, </w:t>
      </w:r>
      <w:r w:rsidRPr="00115F49">
        <w:t>il y avait une chose que le village ne pouvait plus ignorer et qui prit toute son importance le lendemain</w:t>
      </w:r>
      <w:r w:rsidR="00766774">
        <w:t xml:space="preserve"> ; </w:t>
      </w:r>
      <w:r w:rsidRPr="00115F49">
        <w:t>pendant que la neige continuait à tomber</w:t>
      </w:r>
      <w:r w:rsidR="00766774">
        <w:t xml:space="preserve"> (</w:t>
      </w:r>
      <w:r w:rsidRPr="00115F49">
        <w:t>c</w:t>
      </w:r>
      <w:r w:rsidR="00766774">
        <w:t>’</w:t>
      </w:r>
      <w:r w:rsidRPr="00115F49">
        <w:t>était un hiver terrible</w:t>
      </w:r>
      <w:r w:rsidR="00766774">
        <w:t xml:space="preserve">), </w:t>
      </w:r>
      <w:r w:rsidRPr="00115F49">
        <w:t>c</w:t>
      </w:r>
      <w:r w:rsidR="00766774">
        <w:t>’</w:t>
      </w:r>
      <w:r w:rsidRPr="00115F49">
        <w:t>était la menace égale pour tout le monde</w:t>
      </w:r>
      <w:r w:rsidR="00766774">
        <w:t>.</w:t>
      </w:r>
    </w:p>
    <w:p w14:paraId="4D87D468" w14:textId="77777777" w:rsidR="00766774" w:rsidRDefault="00115F49" w:rsidP="00115F49">
      <w:r w:rsidRPr="00115F49">
        <w:t>Il ne s</w:t>
      </w:r>
      <w:r w:rsidR="00766774">
        <w:t>’</w:t>
      </w:r>
      <w:r w:rsidRPr="00115F49">
        <w:t>agissait plus de dire</w:t>
      </w:r>
      <w:r w:rsidR="00766774">
        <w:t xml:space="preserve"> : </w:t>
      </w:r>
      <w:r w:rsidRPr="00115F49">
        <w:t>Marie Chazottes ci</w:t>
      </w:r>
      <w:r w:rsidR="00766774">
        <w:t xml:space="preserve">, </w:t>
      </w:r>
      <w:r w:rsidRPr="00115F49">
        <w:t>ou ça</w:t>
      </w:r>
      <w:r w:rsidR="00766774">
        <w:t xml:space="preserve">, </w:t>
      </w:r>
      <w:r w:rsidRPr="00115F49">
        <w:t>comme je l</w:t>
      </w:r>
      <w:r w:rsidR="00766774">
        <w:t>’</w:t>
      </w:r>
      <w:r w:rsidRPr="00115F49">
        <w:t>ai dit</w:t>
      </w:r>
      <w:r w:rsidR="00766774">
        <w:t xml:space="preserve"> ; </w:t>
      </w:r>
      <w:r w:rsidRPr="00115F49">
        <w:t>il y avait Ravanel Georges</w:t>
      </w:r>
      <w:r w:rsidR="00766774">
        <w:t xml:space="preserve">, </w:t>
      </w:r>
      <w:r w:rsidRPr="00115F49">
        <w:t>il y avait le foulard sur le visage</w:t>
      </w:r>
      <w:r w:rsidR="00766774">
        <w:t xml:space="preserve">, </w:t>
      </w:r>
      <w:r w:rsidRPr="00115F49">
        <w:t>les traces de pas qui montaient le long du Jocond jusque dans les nuages</w:t>
      </w:r>
      <w:r w:rsidR="00766774">
        <w:t xml:space="preserve"> ; </w:t>
      </w:r>
      <w:r w:rsidRPr="00115F49">
        <w:t>il y avait cet</w:t>
      </w:r>
      <w:r w:rsidR="00766774">
        <w:t xml:space="preserve">… </w:t>
      </w:r>
      <w:r w:rsidRPr="00115F49">
        <w:t>hé</w:t>
      </w:r>
      <w:r w:rsidR="00766774">
        <w:t xml:space="preserve"> ! </w:t>
      </w:r>
      <w:r w:rsidRPr="00115F49">
        <w:t>oui</w:t>
      </w:r>
      <w:r w:rsidR="00766774">
        <w:t xml:space="preserve">, </w:t>
      </w:r>
      <w:r w:rsidRPr="00115F49">
        <w:t>cet homme qui rôdait</w:t>
      </w:r>
      <w:r w:rsidR="00766774">
        <w:t xml:space="preserve">, </w:t>
      </w:r>
      <w:r w:rsidRPr="00115F49">
        <w:t>ce fameux dimanche-là</w:t>
      </w:r>
      <w:r w:rsidR="00766774">
        <w:t xml:space="preserve">, </w:t>
      </w:r>
      <w:r w:rsidRPr="00115F49">
        <w:t xml:space="preserve">vers les dix </w:t>
      </w:r>
      <w:r w:rsidRPr="00115F49">
        <w:lastRenderedPageBreak/>
        <w:t>heures du matin</w:t>
      </w:r>
      <w:r w:rsidR="00766774">
        <w:t xml:space="preserve">, </w:t>
      </w:r>
      <w:r w:rsidRPr="00115F49">
        <w:t>en quête de</w:t>
      </w:r>
      <w:r w:rsidR="00766774">
        <w:t xml:space="preserve"> (</w:t>
      </w:r>
      <w:r w:rsidRPr="00115F49">
        <w:t>en quête de quoi</w:t>
      </w:r>
      <w:r w:rsidR="00766774">
        <w:t xml:space="preserve">, </w:t>
      </w:r>
      <w:r w:rsidRPr="00115F49">
        <w:t>en réalité</w:t>
      </w:r>
      <w:r w:rsidR="00766774">
        <w:t xml:space="preserve"> ?) </w:t>
      </w:r>
      <w:r w:rsidRPr="00115F49">
        <w:t>et qui</w:t>
      </w:r>
      <w:r w:rsidR="00766774">
        <w:t xml:space="preserve">, </w:t>
      </w:r>
      <w:r w:rsidRPr="00115F49">
        <w:t>en définitive</w:t>
      </w:r>
      <w:r w:rsidR="00766774">
        <w:t xml:space="preserve">, </w:t>
      </w:r>
      <w:r w:rsidRPr="00115F49">
        <w:t>avait passé son temps d</w:t>
      </w:r>
      <w:r w:rsidR="00766774">
        <w:t>’</w:t>
      </w:r>
      <w:r w:rsidRPr="00115F49">
        <w:t>une façon très malpropre sur le cochon de Ravanel</w:t>
      </w:r>
      <w:r w:rsidR="00766774">
        <w:t xml:space="preserve">, </w:t>
      </w:r>
      <w:r w:rsidRPr="00115F49">
        <w:t>avant d</w:t>
      </w:r>
      <w:r w:rsidR="00766774">
        <w:t>’</w:t>
      </w:r>
      <w:r w:rsidRPr="00115F49">
        <w:t>essayer d</w:t>
      </w:r>
      <w:r w:rsidR="00766774">
        <w:t>’</w:t>
      </w:r>
      <w:r w:rsidRPr="00115F49">
        <w:t>escamoter le Georges</w:t>
      </w:r>
      <w:r w:rsidR="00766774">
        <w:t>.</w:t>
      </w:r>
    </w:p>
    <w:p w14:paraId="6EEC77F7" w14:textId="417CCCE6" w:rsidR="00766774" w:rsidRDefault="00115F49" w:rsidP="00115F49">
      <w:r w:rsidRPr="00115F49">
        <w:t>Car</w:t>
      </w:r>
      <w:r w:rsidR="00766774">
        <w:t xml:space="preserve">, </w:t>
      </w:r>
      <w:r w:rsidRPr="00115F49">
        <w:t>on ne douta pas une minute</w:t>
      </w:r>
      <w:r w:rsidR="00766774">
        <w:t xml:space="preserve"> ! </w:t>
      </w:r>
      <w:r w:rsidRPr="00115F49">
        <w:t>Marie Chazottes avait été escamotée avec le foulard</w:t>
      </w:r>
      <w:r w:rsidR="00766774">
        <w:t xml:space="preserve">. </w:t>
      </w:r>
      <w:r w:rsidRPr="00115F49">
        <w:t>Étrangler Georges pouvait présenter quelques difficultés</w:t>
      </w:r>
      <w:r w:rsidR="00766774">
        <w:t xml:space="preserve">, </w:t>
      </w:r>
      <w:r w:rsidRPr="00115F49">
        <w:t>on l</w:t>
      </w:r>
      <w:r w:rsidR="00766774">
        <w:t>’</w:t>
      </w:r>
      <w:r w:rsidRPr="00115F49">
        <w:t>a vu</w:t>
      </w:r>
      <w:r w:rsidR="00766774">
        <w:t xml:space="preserve"> (</w:t>
      </w:r>
      <w:r w:rsidRPr="00115F49">
        <w:t>quoique à moins cinq</w:t>
      </w:r>
      <w:r w:rsidR="00766774">
        <w:t xml:space="preserve">), </w:t>
      </w:r>
      <w:r w:rsidRPr="00115F49">
        <w:t>mais la Marie</w:t>
      </w:r>
      <w:r w:rsidR="00766774">
        <w:t xml:space="preserve"> : </w:t>
      </w:r>
      <w:r w:rsidRPr="00115F49">
        <w:t>deux sous de poivre</w:t>
      </w:r>
      <w:r w:rsidR="00766774">
        <w:t xml:space="preserve">, </w:t>
      </w:r>
      <w:r w:rsidRPr="00115F49">
        <w:t>légère</w:t>
      </w:r>
      <w:r w:rsidR="00766774">
        <w:t xml:space="preserve">, </w:t>
      </w:r>
      <w:r w:rsidRPr="00115F49">
        <w:t>et qu</w:t>
      </w:r>
      <w:r w:rsidR="00766774">
        <w:t>’</w:t>
      </w:r>
      <w:r w:rsidRPr="00115F49">
        <w:t>une valse faisait tourner dans un rond d</w:t>
      </w:r>
      <w:r w:rsidR="00766774">
        <w:t>’</w:t>
      </w:r>
      <w:r w:rsidRPr="00115F49">
        <w:t>assiette</w:t>
      </w:r>
      <w:r w:rsidR="00766774">
        <w:t xml:space="preserve">, </w:t>
      </w:r>
      <w:r w:rsidRPr="00115F49">
        <w:t>poussière</w:t>
      </w:r>
      <w:r w:rsidR="00766774">
        <w:t xml:space="preserve"> ! </w:t>
      </w:r>
      <w:r w:rsidRPr="00115F49">
        <w:t>Ça avait dû être fait en un tour de main</w:t>
      </w:r>
      <w:r w:rsidR="00766774">
        <w:t>.</w:t>
      </w:r>
    </w:p>
    <w:p w14:paraId="00C324F0" w14:textId="77777777" w:rsidR="00766774" w:rsidRDefault="00115F49" w:rsidP="00115F49">
      <w:r w:rsidRPr="00115F49">
        <w:t>Soûlographie passée</w:t>
      </w:r>
      <w:r w:rsidR="00766774">
        <w:t xml:space="preserve">, </w:t>
      </w:r>
      <w:r w:rsidRPr="00115F49">
        <w:t>Bergues était rentré chez lui</w:t>
      </w:r>
      <w:r w:rsidR="00766774">
        <w:t xml:space="preserve">. </w:t>
      </w:r>
      <w:r w:rsidRPr="00115F49">
        <w:t>Veuves ou pas veuves</w:t>
      </w:r>
      <w:r w:rsidR="00766774">
        <w:t xml:space="preserve">, </w:t>
      </w:r>
      <w:r w:rsidRPr="00115F49">
        <w:t>il fallait également rentrer chez soi</w:t>
      </w:r>
      <w:r w:rsidR="00766774">
        <w:t xml:space="preserve">. </w:t>
      </w:r>
      <w:r w:rsidRPr="00115F49">
        <w:t>Le premier soir</w:t>
      </w:r>
      <w:r w:rsidR="00766774">
        <w:t xml:space="preserve">, </w:t>
      </w:r>
      <w:r w:rsidRPr="00115F49">
        <w:t>ça va bien</w:t>
      </w:r>
      <w:r w:rsidR="00766774">
        <w:t xml:space="preserve">, </w:t>
      </w:r>
      <w:r w:rsidRPr="00115F49">
        <w:t>mais on ne peut pas se mettre à aller camper chez les gens à demeure</w:t>
      </w:r>
      <w:r w:rsidR="00766774">
        <w:t xml:space="preserve">. </w:t>
      </w:r>
      <w:r w:rsidRPr="00115F49">
        <w:t>Si on a peur</w:t>
      </w:r>
      <w:r w:rsidR="00766774">
        <w:t xml:space="preserve">, </w:t>
      </w:r>
      <w:r w:rsidRPr="00115F49">
        <w:t>on mettra une pierre à la poche</w:t>
      </w:r>
      <w:r w:rsidR="00766774">
        <w:t xml:space="preserve">. </w:t>
      </w:r>
      <w:r w:rsidRPr="00115F49">
        <w:t>Et on avait peur</w:t>
      </w:r>
      <w:r w:rsidR="00766774">
        <w:t>.</w:t>
      </w:r>
    </w:p>
    <w:p w14:paraId="596CB55F" w14:textId="77777777" w:rsidR="00766774" w:rsidRDefault="00115F49" w:rsidP="00115F49">
      <w:r w:rsidRPr="00115F49">
        <w:t>De temps en temps</w:t>
      </w:r>
      <w:r w:rsidR="00766774">
        <w:t xml:space="preserve">, </w:t>
      </w:r>
      <w:r w:rsidRPr="00115F49">
        <w:t>la neige s</w:t>
      </w:r>
      <w:r w:rsidR="00766774">
        <w:t>’</w:t>
      </w:r>
      <w:r w:rsidRPr="00115F49">
        <w:t>arrête de tomber</w:t>
      </w:r>
      <w:r w:rsidR="00766774">
        <w:t xml:space="preserve">. </w:t>
      </w:r>
      <w:r w:rsidRPr="00115F49">
        <w:t>Le nuage se soulève</w:t>
      </w:r>
      <w:r w:rsidR="00766774">
        <w:t xml:space="preserve">. </w:t>
      </w:r>
      <w:r w:rsidRPr="00115F49">
        <w:t>Au lieu de couper la flèche du clocher au ras de la girouette</w:t>
      </w:r>
      <w:r w:rsidR="00766774">
        <w:t xml:space="preserve">, </w:t>
      </w:r>
      <w:r w:rsidRPr="00115F49">
        <w:t>il ne coupe plus que la pointe</w:t>
      </w:r>
      <w:r w:rsidR="00766774">
        <w:t xml:space="preserve">, </w:t>
      </w:r>
      <w:r w:rsidRPr="00115F49">
        <w:t>ou même il découvre la pointe</w:t>
      </w:r>
      <w:r w:rsidR="00766774">
        <w:t xml:space="preserve">, </w:t>
      </w:r>
      <w:r w:rsidRPr="00115F49">
        <w:t>se déchirant en petits flocons sur son pointu</w:t>
      </w:r>
      <w:r w:rsidR="00766774">
        <w:t xml:space="preserve">. </w:t>
      </w:r>
      <w:r w:rsidRPr="00115F49">
        <w:t>C</w:t>
      </w:r>
      <w:r w:rsidR="00766774">
        <w:t>’</w:t>
      </w:r>
      <w:r w:rsidRPr="00115F49">
        <w:t>est suffisant</w:t>
      </w:r>
      <w:r w:rsidR="00766774">
        <w:t xml:space="preserve">. </w:t>
      </w:r>
      <w:r w:rsidRPr="00115F49">
        <w:t>On voit le désert extraordinairement blanc jusqu</w:t>
      </w:r>
      <w:r w:rsidR="00766774">
        <w:t>’</w:t>
      </w:r>
      <w:r w:rsidRPr="00115F49">
        <w:t>aux lisières extraordinairement noires des bois</w:t>
      </w:r>
      <w:r w:rsidR="00766774">
        <w:t xml:space="preserve">, </w:t>
      </w:r>
      <w:r w:rsidRPr="00115F49">
        <w:t>sous lesquels il peut y avoir n</w:t>
      </w:r>
      <w:r w:rsidR="00766774">
        <w:t>’</w:t>
      </w:r>
      <w:r w:rsidRPr="00115F49">
        <w:t>importe quoi</w:t>
      </w:r>
      <w:r w:rsidR="00766774">
        <w:t xml:space="preserve">, </w:t>
      </w:r>
      <w:r w:rsidRPr="00115F49">
        <w:t>qui peut faire n</w:t>
      </w:r>
      <w:r w:rsidR="00766774">
        <w:t>’</w:t>
      </w:r>
      <w:r w:rsidRPr="00115F49">
        <w:t>importe quoi</w:t>
      </w:r>
      <w:r w:rsidR="00766774">
        <w:t xml:space="preserve">. </w:t>
      </w:r>
      <w:r w:rsidRPr="00115F49">
        <w:t>Le soir tombe</w:t>
      </w:r>
      <w:r w:rsidR="00766774">
        <w:t xml:space="preserve">. </w:t>
      </w:r>
      <w:r w:rsidRPr="00115F49">
        <w:t>Se lève un tout petit vent qu</w:t>
      </w:r>
      <w:r w:rsidR="00766774">
        <w:t>’</w:t>
      </w:r>
      <w:r w:rsidRPr="00115F49">
        <w:t>on n</w:t>
      </w:r>
      <w:r w:rsidR="00766774">
        <w:t>’</w:t>
      </w:r>
      <w:r w:rsidRPr="00115F49">
        <w:t>entend pas</w:t>
      </w:r>
      <w:r w:rsidR="00766774">
        <w:t xml:space="preserve">. </w:t>
      </w:r>
      <w:r w:rsidRPr="00115F49">
        <w:t>Ce qu</w:t>
      </w:r>
      <w:r w:rsidR="00766774">
        <w:t>’</w:t>
      </w:r>
      <w:r w:rsidRPr="00115F49">
        <w:t>on entend</w:t>
      </w:r>
      <w:r w:rsidR="00766774">
        <w:t xml:space="preserve">, </w:t>
      </w:r>
      <w:r w:rsidRPr="00115F49">
        <w:t>c</w:t>
      </w:r>
      <w:r w:rsidR="00766774">
        <w:t>’</w:t>
      </w:r>
      <w:r w:rsidRPr="00115F49">
        <w:t>est comme une main qui frôle le contrevent</w:t>
      </w:r>
      <w:r w:rsidR="00766774">
        <w:t xml:space="preserve">, </w:t>
      </w:r>
      <w:r w:rsidRPr="00115F49">
        <w:t>ou la porte</w:t>
      </w:r>
      <w:r w:rsidR="00766774">
        <w:t xml:space="preserve">, </w:t>
      </w:r>
      <w:r w:rsidRPr="00115F49">
        <w:t>ou le mur</w:t>
      </w:r>
      <w:r w:rsidR="00766774">
        <w:t xml:space="preserve"> ; </w:t>
      </w:r>
      <w:r w:rsidRPr="00115F49">
        <w:t>un gémissement ou un sifflotis qui se plaint</w:t>
      </w:r>
      <w:r w:rsidR="00766774">
        <w:t xml:space="preserve">, </w:t>
      </w:r>
      <w:r w:rsidRPr="00115F49">
        <w:t>ou au contraire</w:t>
      </w:r>
      <w:r w:rsidR="00766774">
        <w:t xml:space="preserve">. </w:t>
      </w:r>
      <w:r w:rsidRPr="00115F49">
        <w:t>Un coup dans le grenier</w:t>
      </w:r>
      <w:r w:rsidR="00766774">
        <w:t>.</w:t>
      </w:r>
    </w:p>
    <w:p w14:paraId="3A76E178" w14:textId="77777777" w:rsidR="00766774" w:rsidRDefault="00115F49" w:rsidP="00115F49">
      <w:r w:rsidRPr="00115F49">
        <w:t>On écoute</w:t>
      </w:r>
      <w:r w:rsidR="00766774">
        <w:t xml:space="preserve">. </w:t>
      </w:r>
      <w:r w:rsidRPr="00115F49">
        <w:t>Père ne tire plus sur sa pipe</w:t>
      </w:r>
      <w:r w:rsidR="00766774">
        <w:t xml:space="preserve">. </w:t>
      </w:r>
      <w:r w:rsidRPr="00115F49">
        <w:t>Mère tient en suspens la poignée de sel sur la soupe</w:t>
      </w:r>
      <w:r w:rsidR="00766774">
        <w:t xml:space="preserve">. </w:t>
      </w:r>
      <w:r w:rsidRPr="00115F49">
        <w:t>Ils se regardent</w:t>
      </w:r>
      <w:r w:rsidR="00766774">
        <w:t xml:space="preserve">. </w:t>
      </w:r>
      <w:r w:rsidRPr="00115F49">
        <w:t>Nous regardent</w:t>
      </w:r>
      <w:r w:rsidR="00766774">
        <w:t xml:space="preserve">. </w:t>
      </w:r>
      <w:r w:rsidRPr="00115F49">
        <w:t>Père soupire et son soupir emporte un mince petit fil de fumée</w:t>
      </w:r>
      <w:r w:rsidR="00766774">
        <w:t xml:space="preserve">. </w:t>
      </w:r>
      <w:r w:rsidRPr="00115F49">
        <w:t>Ce qu</w:t>
      </w:r>
      <w:r w:rsidR="00766774">
        <w:t>’</w:t>
      </w:r>
      <w:r w:rsidRPr="00115F49">
        <w:t>il faudrait</w:t>
      </w:r>
      <w:r w:rsidR="00766774">
        <w:t xml:space="preserve">, </w:t>
      </w:r>
      <w:r w:rsidRPr="00115F49">
        <w:t>c</w:t>
      </w:r>
      <w:r w:rsidR="00766774">
        <w:t>’</w:t>
      </w:r>
      <w:r w:rsidRPr="00115F49">
        <w:t>est que le bruit recommence</w:t>
      </w:r>
      <w:r w:rsidR="00766774">
        <w:t xml:space="preserve">. </w:t>
      </w:r>
      <w:r w:rsidRPr="00115F49">
        <w:lastRenderedPageBreak/>
        <w:t>On est aux aguets</w:t>
      </w:r>
      <w:r w:rsidR="00766774">
        <w:t xml:space="preserve">, </w:t>
      </w:r>
      <w:r w:rsidRPr="00115F49">
        <w:t>justement pour le juger tout de suite</w:t>
      </w:r>
      <w:r w:rsidR="00766774">
        <w:t xml:space="preserve">, </w:t>
      </w:r>
      <w:r w:rsidRPr="00115F49">
        <w:t>dangereux ou pas</w:t>
      </w:r>
      <w:r w:rsidR="00766774">
        <w:t xml:space="preserve">. </w:t>
      </w:r>
      <w:r w:rsidRPr="00115F49">
        <w:t>Mais</w:t>
      </w:r>
      <w:r w:rsidR="00766774">
        <w:t xml:space="preserve">, </w:t>
      </w:r>
      <w:r w:rsidRPr="00115F49">
        <w:t>silence maintenant</w:t>
      </w:r>
      <w:r w:rsidR="00766774">
        <w:t xml:space="preserve">. </w:t>
      </w:r>
      <w:r w:rsidRPr="00115F49">
        <w:t>On ne sait pas</w:t>
      </w:r>
      <w:r w:rsidR="00766774">
        <w:t xml:space="preserve">. </w:t>
      </w:r>
      <w:r w:rsidRPr="00115F49">
        <w:t>L</w:t>
      </w:r>
      <w:r w:rsidR="00766774">
        <w:t>’</w:t>
      </w:r>
      <w:r w:rsidRPr="00115F49">
        <w:t>indécision</w:t>
      </w:r>
      <w:r w:rsidR="00766774">
        <w:t xml:space="preserve">. </w:t>
      </w:r>
      <w:r w:rsidRPr="00115F49">
        <w:t>Tout est possible</w:t>
      </w:r>
      <w:r w:rsidR="00766774">
        <w:t xml:space="preserve">. </w:t>
      </w:r>
      <w:r w:rsidRPr="00115F49">
        <w:t>On ne peut pas juger</w:t>
      </w:r>
      <w:r w:rsidR="00766774">
        <w:t xml:space="preserve">. </w:t>
      </w:r>
      <w:r w:rsidRPr="00115F49">
        <w:t>Le fil de fumée que père soupire s</w:t>
      </w:r>
      <w:r w:rsidR="00766774">
        <w:t>’</w:t>
      </w:r>
      <w:r w:rsidRPr="00115F49">
        <w:t>allonge</w:t>
      </w:r>
      <w:r w:rsidR="00766774">
        <w:t xml:space="preserve">, </w:t>
      </w:r>
      <w:r w:rsidRPr="00115F49">
        <w:t>s</w:t>
      </w:r>
      <w:r w:rsidR="00766774">
        <w:t>’</w:t>
      </w:r>
      <w:r w:rsidRPr="00115F49">
        <w:t>allonge indéfiniment</w:t>
      </w:r>
      <w:r w:rsidR="00766774">
        <w:t xml:space="preserve">. </w:t>
      </w:r>
      <w:r w:rsidRPr="00115F49">
        <w:t>Mère laisse tomber grain à grain son gros sel dans la soupe avec des</w:t>
      </w:r>
      <w:r w:rsidR="00766774">
        <w:t xml:space="preserve"> : </w:t>
      </w:r>
      <w:r w:rsidRPr="00115F49">
        <w:t>floc</w:t>
      </w:r>
      <w:r w:rsidR="00766774">
        <w:t xml:space="preserve">, </w:t>
      </w:r>
      <w:r w:rsidRPr="00115F49">
        <w:t>floc</w:t>
      </w:r>
      <w:r w:rsidR="00766774">
        <w:t xml:space="preserve">, </w:t>
      </w:r>
      <w:r w:rsidRPr="00115F49">
        <w:t>floc</w:t>
      </w:r>
      <w:r w:rsidR="00766774">
        <w:t>…</w:t>
      </w:r>
    </w:p>
    <w:p w14:paraId="7DB4835E" w14:textId="77777777" w:rsidR="00766774" w:rsidRDefault="00115F49" w:rsidP="00115F49">
      <w:r w:rsidRPr="00115F49">
        <w:t>Le fusil était sur la table</w:t>
      </w:r>
      <w:r w:rsidR="00766774">
        <w:t xml:space="preserve">. </w:t>
      </w:r>
      <w:r w:rsidRPr="00115F49">
        <w:t>Mère approche sa main de la marmite et glisse toute la poignée de sel dans la soupe</w:t>
      </w:r>
      <w:r w:rsidR="00766774">
        <w:t xml:space="preserve">. </w:t>
      </w:r>
      <w:r w:rsidRPr="00115F49">
        <w:t>Il est cinq heures du soir</w:t>
      </w:r>
      <w:r w:rsidR="00766774">
        <w:t xml:space="preserve">. </w:t>
      </w:r>
      <w:r w:rsidRPr="00115F49">
        <w:t>Encore dix-sept heures à attendre avant que le petit jour gris réapparaisse</w:t>
      </w:r>
      <w:r w:rsidR="00766774">
        <w:t xml:space="preserve">. </w:t>
      </w:r>
      <w:r w:rsidRPr="00115F49">
        <w:t>Passe dehors un geste souple</w:t>
      </w:r>
      <w:r w:rsidR="00766774">
        <w:t xml:space="preserve">… </w:t>
      </w:r>
      <w:r w:rsidRPr="00115F49">
        <w:t>D</w:t>
      </w:r>
      <w:r w:rsidR="00766774">
        <w:t>’</w:t>
      </w:r>
      <w:r w:rsidRPr="00115F49">
        <w:t>habitude</w:t>
      </w:r>
      <w:r w:rsidR="00766774">
        <w:t xml:space="preserve">, </w:t>
      </w:r>
      <w:r w:rsidRPr="00115F49">
        <w:t>on sait que ce sont les longues branches du saule qui se délivrent de leur poids de neige</w:t>
      </w:r>
      <w:r w:rsidR="00766774">
        <w:t xml:space="preserve">. </w:t>
      </w:r>
      <w:r w:rsidRPr="00115F49">
        <w:t>Serait-ce</w:t>
      </w:r>
      <w:r w:rsidR="00766774">
        <w:t xml:space="preserve"> ?… </w:t>
      </w:r>
      <w:r w:rsidRPr="00115F49">
        <w:t>Est-ce que c</w:t>
      </w:r>
      <w:r w:rsidR="00766774">
        <w:t>’</w:t>
      </w:r>
      <w:r w:rsidRPr="00115F49">
        <w:t>est</w:t>
      </w:r>
      <w:r w:rsidR="00766774">
        <w:t xml:space="preserve"> ?… </w:t>
      </w:r>
      <w:r w:rsidRPr="00115F49">
        <w:t>Oui</w:t>
      </w:r>
      <w:r w:rsidR="00766774">
        <w:t xml:space="preserve"> ? </w:t>
      </w:r>
      <w:r w:rsidRPr="00115F49">
        <w:t>Non</w:t>
      </w:r>
      <w:r w:rsidR="00766774">
        <w:t xml:space="preserve"> ? </w:t>
      </w:r>
      <w:r w:rsidRPr="00115F49">
        <w:t>Non</w:t>
      </w:r>
      <w:r w:rsidR="00766774">
        <w:t xml:space="preserve">. </w:t>
      </w:r>
      <w:r w:rsidRPr="00115F49">
        <w:t>Volettement doux de la neige qui a recommencé à tomber</w:t>
      </w:r>
      <w:r w:rsidR="00766774">
        <w:t xml:space="preserve">, </w:t>
      </w:r>
      <w:r w:rsidRPr="00115F49">
        <w:t>frémissements dans le chaume</w:t>
      </w:r>
      <w:r w:rsidR="00766774">
        <w:t xml:space="preserve">, </w:t>
      </w:r>
      <w:r w:rsidRPr="00115F49">
        <w:t>craquements comme des pas étouffés dans la paille</w:t>
      </w:r>
      <w:r w:rsidR="00766774">
        <w:t>.</w:t>
      </w:r>
    </w:p>
    <w:p w14:paraId="1120B7FE" w14:textId="77777777" w:rsidR="00766774" w:rsidRDefault="00115F49" w:rsidP="00115F49">
      <w:r w:rsidRPr="00115F49">
        <w:t>Bijou tape du pied dans l</w:t>
      </w:r>
      <w:r w:rsidR="00766774">
        <w:t>’</w:t>
      </w:r>
      <w:r w:rsidRPr="00115F49">
        <w:t>étable</w:t>
      </w:r>
      <w:r w:rsidR="00766774">
        <w:t xml:space="preserve">, </w:t>
      </w:r>
      <w:r w:rsidRPr="00115F49">
        <w:t>ah</w:t>
      </w:r>
      <w:r w:rsidR="00766774">
        <w:t xml:space="preserve"> ! </w:t>
      </w:r>
      <w:r w:rsidRPr="00115F49">
        <w:t>il faut aller donner aux bêtes</w:t>
      </w:r>
      <w:r w:rsidR="00766774">
        <w:t xml:space="preserve">. </w:t>
      </w:r>
      <w:r w:rsidRPr="00115F49">
        <w:t>Laisser la femme seule ici</w:t>
      </w:r>
      <w:r w:rsidR="00766774">
        <w:t xml:space="preserve">. </w:t>
      </w:r>
      <w:r w:rsidRPr="00115F49">
        <w:t>Aller seul en bas dessous</w:t>
      </w:r>
      <w:r w:rsidR="00766774">
        <w:t xml:space="preserve">. </w:t>
      </w:r>
      <w:r w:rsidRPr="00115F49">
        <w:t>Si le petit avait vingt ans</w:t>
      </w:r>
      <w:r w:rsidR="00766774">
        <w:t xml:space="preserve">… </w:t>
      </w:r>
      <w:r w:rsidRPr="00115F49">
        <w:t>et même</w:t>
      </w:r>
      <w:r w:rsidR="00766774">
        <w:t xml:space="preserve">, </w:t>
      </w:r>
      <w:r w:rsidRPr="00115F49">
        <w:t>est-ce que ça y fait</w:t>
      </w:r>
      <w:r w:rsidR="00766774">
        <w:t xml:space="preserve"> ? </w:t>
      </w:r>
      <w:r w:rsidRPr="00115F49">
        <w:t>Georges a vingt ans</w:t>
      </w:r>
      <w:r w:rsidR="00766774">
        <w:t xml:space="preserve">. </w:t>
      </w:r>
      <w:r w:rsidRPr="00115F49">
        <w:t>Il faudrait avoir trois ou quatre enfants gaillards</w:t>
      </w:r>
      <w:r w:rsidR="00766774">
        <w:t xml:space="preserve">. </w:t>
      </w:r>
      <w:r w:rsidRPr="00115F49">
        <w:t>Il dit</w:t>
      </w:r>
      <w:r w:rsidR="00766774">
        <w:t> : « </w:t>
      </w:r>
      <w:r w:rsidRPr="00115F49">
        <w:t>Venez</w:t>
      </w:r>
      <w:r w:rsidR="00766774">
        <w:t xml:space="preserve">, </w:t>
      </w:r>
      <w:r w:rsidRPr="00115F49">
        <w:t>on va donner au cheval</w:t>
      </w:r>
      <w:r w:rsidR="00766774">
        <w:t>. »</w:t>
      </w:r>
      <w:r w:rsidRPr="00115F49">
        <w:t xml:space="preserve"> C</w:t>
      </w:r>
      <w:r w:rsidR="00766774">
        <w:t>’</w:t>
      </w:r>
      <w:r w:rsidRPr="00115F49">
        <w:t>est juste dessous</w:t>
      </w:r>
      <w:r w:rsidR="00766774">
        <w:t xml:space="preserve">. </w:t>
      </w:r>
      <w:r w:rsidRPr="00115F49">
        <w:t>On y va par un escalier intérieur</w:t>
      </w:r>
      <w:r w:rsidR="00766774">
        <w:t>.</w:t>
      </w:r>
    </w:p>
    <w:p w14:paraId="2F3F5514" w14:textId="77777777" w:rsidR="00766774" w:rsidRDefault="00115F49" w:rsidP="00115F49">
      <w:r w:rsidRPr="00115F49">
        <w:t>C</w:t>
      </w:r>
      <w:r w:rsidR="00766774">
        <w:t>’</w:t>
      </w:r>
      <w:r w:rsidRPr="00115F49">
        <w:t>est l</w:t>
      </w:r>
      <w:r w:rsidR="00766774">
        <w:t>’</w:t>
      </w:r>
      <w:r w:rsidRPr="00115F49">
        <w:t>heure où tous les chevaux tapent du pied dans toutes les écuries</w:t>
      </w:r>
      <w:r w:rsidR="00766774">
        <w:t xml:space="preserve">. </w:t>
      </w:r>
      <w:r w:rsidRPr="00115F49">
        <w:t>Ici</w:t>
      </w:r>
      <w:r w:rsidR="00766774">
        <w:t xml:space="preserve">, </w:t>
      </w:r>
      <w:r w:rsidRPr="00115F49">
        <w:t>c</w:t>
      </w:r>
      <w:r w:rsidR="00766774">
        <w:t>’</w:t>
      </w:r>
      <w:r w:rsidRPr="00115F49">
        <w:t>est mère qui allume la lanterne</w:t>
      </w:r>
      <w:r w:rsidR="00766774">
        <w:t xml:space="preserve">. </w:t>
      </w:r>
      <w:r w:rsidRPr="00115F49">
        <w:t>À côté</w:t>
      </w:r>
      <w:r w:rsidR="00766774">
        <w:t xml:space="preserve">, </w:t>
      </w:r>
      <w:r w:rsidRPr="00115F49">
        <w:t>c</w:t>
      </w:r>
      <w:r w:rsidR="00766774">
        <w:t>’</w:t>
      </w:r>
      <w:r w:rsidRPr="00115F49">
        <w:t>est une autre femme</w:t>
      </w:r>
      <w:r w:rsidR="00766774">
        <w:t xml:space="preserve"> ; </w:t>
      </w:r>
      <w:r w:rsidRPr="00115F49">
        <w:t>plus loin</w:t>
      </w:r>
      <w:r w:rsidR="00766774">
        <w:t xml:space="preserve">, </w:t>
      </w:r>
      <w:r w:rsidRPr="00115F49">
        <w:t>ça en est une autre</w:t>
      </w:r>
      <w:r w:rsidR="00766774">
        <w:t xml:space="preserve">. </w:t>
      </w:r>
      <w:r w:rsidRPr="00115F49">
        <w:t>Dans toutes les maisons</w:t>
      </w:r>
      <w:r w:rsidR="00766774">
        <w:t xml:space="preserve">, </w:t>
      </w:r>
      <w:r w:rsidRPr="00115F49">
        <w:t>on est en train de se tourner lentement pour aller donner aux bêtes</w:t>
      </w:r>
      <w:r w:rsidR="00766774">
        <w:t xml:space="preserve">. </w:t>
      </w:r>
      <w:r w:rsidRPr="00115F49">
        <w:t>Cela fait une sorte de remue-ménage qui grommelle à travers les murs avec des mots soudain très rassurants de pieds frottés</w:t>
      </w:r>
      <w:r w:rsidR="00766774">
        <w:t xml:space="preserve">, </w:t>
      </w:r>
      <w:r w:rsidRPr="00115F49">
        <w:t>d</w:t>
      </w:r>
      <w:r w:rsidR="00766774">
        <w:t>’</w:t>
      </w:r>
      <w:r w:rsidRPr="00115F49">
        <w:t>anneaux de lanternes qui tintent</w:t>
      </w:r>
      <w:r w:rsidR="00766774">
        <w:t>.</w:t>
      </w:r>
    </w:p>
    <w:p w14:paraId="2BAFB6E2" w14:textId="02BF7629" w:rsidR="00766774" w:rsidRDefault="00115F49" w:rsidP="00115F49">
      <w:r w:rsidRPr="00115F49">
        <w:lastRenderedPageBreak/>
        <w:t>Ici</w:t>
      </w:r>
      <w:r w:rsidR="00766774">
        <w:t xml:space="preserve">, </w:t>
      </w:r>
      <w:r w:rsidRPr="00115F49">
        <w:t>comme à côté</w:t>
      </w:r>
      <w:r w:rsidR="00766774">
        <w:t xml:space="preserve">, </w:t>
      </w:r>
      <w:r w:rsidRPr="00115F49">
        <w:t>comme tout le long de la rue</w:t>
      </w:r>
      <w:r w:rsidR="00766774">
        <w:t xml:space="preserve">, </w:t>
      </w:r>
      <w:r w:rsidRPr="00115F49">
        <w:t>comme tout le long de toutes les petites rues du village</w:t>
      </w:r>
      <w:r w:rsidR="00766774">
        <w:t xml:space="preserve">, </w:t>
      </w:r>
      <w:r w:rsidRPr="00115F49">
        <w:t>comme dans toutes ces maisons isolées du quartier des Pelousères</w:t>
      </w:r>
      <w:r w:rsidR="00766774">
        <w:t xml:space="preserve">, </w:t>
      </w:r>
      <w:r w:rsidRPr="00115F49">
        <w:t>les écuries énormes sont voûtées</w:t>
      </w:r>
      <w:r w:rsidR="00766774">
        <w:t xml:space="preserve">, </w:t>
      </w:r>
      <w:r w:rsidRPr="00115F49">
        <w:t>se touchent toutes</w:t>
      </w:r>
      <w:r w:rsidR="00766774">
        <w:t xml:space="preserve">, </w:t>
      </w:r>
      <w:r w:rsidRPr="00115F49">
        <w:t>s</w:t>
      </w:r>
      <w:r w:rsidR="00766774">
        <w:t>’</w:t>
      </w:r>
      <w:r w:rsidRPr="00115F49">
        <w:t>arc-boutent les unes contre les autres</w:t>
      </w:r>
      <w:r w:rsidR="00766774">
        <w:t xml:space="preserve">, </w:t>
      </w:r>
      <w:r w:rsidRPr="00115F49">
        <w:t>non seulement par les piliers</w:t>
      </w:r>
      <w:r w:rsidR="00766774">
        <w:t xml:space="preserve">, </w:t>
      </w:r>
      <w:r w:rsidRPr="00115F49">
        <w:t>les murs maîtres</w:t>
      </w:r>
      <w:r w:rsidR="00766774">
        <w:t xml:space="preserve">, </w:t>
      </w:r>
      <w:r w:rsidRPr="00115F49">
        <w:t>les clefs qui s</w:t>
      </w:r>
      <w:r w:rsidR="00766774">
        <w:t>’</w:t>
      </w:r>
      <w:r w:rsidRPr="00115F49">
        <w:t>enchevêtrent de voûte à voûte sans se soucier de propriétaires</w:t>
      </w:r>
      <w:r w:rsidR="00766774">
        <w:t xml:space="preserve"> : </w:t>
      </w:r>
      <w:r w:rsidRPr="00115F49">
        <w:t>de Jacques</w:t>
      </w:r>
      <w:r w:rsidR="00766774">
        <w:t xml:space="preserve">, </w:t>
      </w:r>
      <w:r w:rsidRPr="00115F49">
        <w:t>Pierre</w:t>
      </w:r>
      <w:r w:rsidR="00766774">
        <w:t xml:space="preserve">, </w:t>
      </w:r>
      <w:r w:rsidRPr="00115F49">
        <w:t>Paul</w:t>
      </w:r>
      <w:r w:rsidR="00766774">
        <w:t xml:space="preserve">, </w:t>
      </w:r>
      <w:r w:rsidRPr="00115F49">
        <w:t>mais</w:t>
      </w:r>
      <w:r w:rsidR="00766774">
        <w:t xml:space="preserve">, </w:t>
      </w:r>
      <w:r w:rsidRPr="00115F49">
        <w:t>dans tout le village il y a un entremêlement souterrain de bruits</w:t>
      </w:r>
      <w:r w:rsidR="00766774">
        <w:t xml:space="preserve">, </w:t>
      </w:r>
      <w:r w:rsidRPr="00115F49">
        <w:t>de bridons</w:t>
      </w:r>
      <w:r w:rsidR="00766774">
        <w:t xml:space="preserve">, </w:t>
      </w:r>
      <w:r w:rsidRPr="00115F49">
        <w:t>de bat-flanc</w:t>
      </w:r>
      <w:r w:rsidR="00766774">
        <w:t xml:space="preserve">, </w:t>
      </w:r>
      <w:r w:rsidRPr="00115F49">
        <w:t>de bêlements</w:t>
      </w:r>
      <w:r w:rsidR="00766774">
        <w:t xml:space="preserve">, </w:t>
      </w:r>
      <w:r w:rsidRPr="00115F49">
        <w:t>de fers</w:t>
      </w:r>
      <w:r w:rsidR="00766774">
        <w:t xml:space="preserve">, </w:t>
      </w:r>
      <w:r w:rsidRPr="00115F49">
        <w:t>de fourches</w:t>
      </w:r>
      <w:r w:rsidR="00766774">
        <w:t xml:space="preserve">, </w:t>
      </w:r>
      <w:r w:rsidRPr="00115F49">
        <w:t>de seaux d</w:t>
      </w:r>
      <w:r w:rsidR="00766774">
        <w:t>’</w:t>
      </w:r>
      <w:r w:rsidRPr="00115F49">
        <w:t>eau</w:t>
      </w:r>
      <w:r w:rsidR="00766774">
        <w:t xml:space="preserve">, </w:t>
      </w:r>
      <w:r w:rsidRPr="00115F49">
        <w:t>de suintements</w:t>
      </w:r>
      <w:r w:rsidR="00766774">
        <w:t xml:space="preserve">, </w:t>
      </w:r>
      <w:r w:rsidRPr="00115F49">
        <w:t>d</w:t>
      </w:r>
      <w:r w:rsidR="00766774">
        <w:t>’</w:t>
      </w:r>
      <w:r w:rsidRPr="00115F49">
        <w:t>auges</w:t>
      </w:r>
      <w:r w:rsidR="00766774">
        <w:t xml:space="preserve">, </w:t>
      </w:r>
      <w:r w:rsidRPr="00115F49">
        <w:t>de mots</w:t>
      </w:r>
      <w:r w:rsidR="00766774">
        <w:t xml:space="preserve">, </w:t>
      </w:r>
      <w:r w:rsidRPr="00115F49">
        <w:t>de noms de bêtes</w:t>
      </w:r>
      <w:r w:rsidR="00766774">
        <w:t xml:space="preserve"> : </w:t>
      </w:r>
      <w:r w:rsidRPr="00115F49">
        <w:t>Bijou</w:t>
      </w:r>
      <w:r w:rsidR="00766774">
        <w:t xml:space="preserve">, </w:t>
      </w:r>
      <w:r w:rsidRPr="00115F49">
        <w:t>Cavale</w:t>
      </w:r>
      <w:r w:rsidR="00766774">
        <w:t xml:space="preserve">, </w:t>
      </w:r>
      <w:r w:rsidRPr="00115F49">
        <w:t>et Rousse</w:t>
      </w:r>
      <w:r w:rsidR="00766774">
        <w:t xml:space="preserve">, </w:t>
      </w:r>
      <w:r w:rsidRPr="00115F49">
        <w:t>et Grise</w:t>
      </w:r>
      <w:r w:rsidR="00766774">
        <w:t xml:space="preserve"> : </w:t>
      </w:r>
      <w:r w:rsidRPr="00115F49">
        <w:t>tout ça avec le bon sens que donne aux choses humaines l</w:t>
      </w:r>
      <w:r w:rsidR="00766774">
        <w:t>’</w:t>
      </w:r>
      <w:r w:rsidRPr="00115F49">
        <w:t>englobement des voûtes de cavernes</w:t>
      </w:r>
      <w:r w:rsidR="00766774">
        <w:t xml:space="preserve">. </w:t>
      </w:r>
      <w:r w:rsidRPr="00115F49">
        <w:t>Ces cavernes qui ont été la première armure et dont on retrouve ce soir la magnifique protection</w:t>
      </w:r>
      <w:r w:rsidR="00766774">
        <w:t xml:space="preserve">. </w:t>
      </w:r>
      <w:r w:rsidRPr="00115F49">
        <w:t>Oui</w:t>
      </w:r>
      <w:r w:rsidR="00766774">
        <w:t xml:space="preserve">, </w:t>
      </w:r>
      <w:r w:rsidRPr="00115F49">
        <w:t>il faudrait beaucoup d</w:t>
      </w:r>
      <w:r w:rsidR="00766774">
        <w:t>’</w:t>
      </w:r>
      <w:r w:rsidRPr="00115F49">
        <w:t>enfants</w:t>
      </w:r>
      <w:r w:rsidR="00766774">
        <w:t xml:space="preserve">, </w:t>
      </w:r>
      <w:r w:rsidRPr="00115F49">
        <w:t>et des mâles</w:t>
      </w:r>
      <w:r w:rsidR="00766774">
        <w:t xml:space="preserve">, </w:t>
      </w:r>
      <w:r w:rsidRPr="00115F49">
        <w:t>et de grands mâles</w:t>
      </w:r>
      <w:r w:rsidR="00766774">
        <w:t xml:space="preserve">, </w:t>
      </w:r>
      <w:r w:rsidRPr="00115F49">
        <w:t>et il faudrait habiter ces étables voûtées</w:t>
      </w:r>
      <w:r w:rsidR="00766774">
        <w:t xml:space="preserve">, </w:t>
      </w:r>
      <w:r w:rsidRPr="00115F49">
        <w:t>ces cavernes où l</w:t>
      </w:r>
      <w:r w:rsidR="00766774">
        <w:t>’</w:t>
      </w:r>
      <w:r w:rsidRPr="00115F49">
        <w:t>on se sent parfaitement à l</w:t>
      </w:r>
      <w:r w:rsidR="00766774">
        <w:t>’</w:t>
      </w:r>
      <w:r w:rsidRPr="00115F49">
        <w:t>abri</w:t>
      </w:r>
      <w:r w:rsidR="00766774">
        <w:t xml:space="preserve"> ; </w:t>
      </w:r>
      <w:r w:rsidRPr="00115F49">
        <w:t>non pas ces murs droits</w:t>
      </w:r>
      <w:r w:rsidR="00766774">
        <w:t xml:space="preserve">, </w:t>
      </w:r>
      <w:r w:rsidRPr="00115F49">
        <w:t>ces angles comme là-haut qui font carton</w:t>
      </w:r>
      <w:r w:rsidR="00766774">
        <w:t xml:space="preserve">, </w:t>
      </w:r>
      <w:r w:rsidRPr="00115F49">
        <w:t>qui font pas solide</w:t>
      </w:r>
      <w:r w:rsidR="00766774">
        <w:t xml:space="preserve">, </w:t>
      </w:r>
      <w:r w:rsidRPr="00115F49">
        <w:t>qui font pas sérieux</w:t>
      </w:r>
      <w:r w:rsidR="00766774">
        <w:t xml:space="preserve">, </w:t>
      </w:r>
      <w:r w:rsidRPr="00115F49">
        <w:t>qui font 1843</w:t>
      </w:r>
      <w:r w:rsidR="00766774">
        <w:t xml:space="preserve">, </w:t>
      </w:r>
      <w:r w:rsidRPr="00115F49">
        <w:t>moderne</w:t>
      </w:r>
      <w:r w:rsidR="00766774">
        <w:t xml:space="preserve"> ; </w:t>
      </w:r>
      <w:r w:rsidRPr="00115F49">
        <w:t>pendant que</w:t>
      </w:r>
      <w:r w:rsidR="00766774">
        <w:t xml:space="preserve">, </w:t>
      </w:r>
      <w:r w:rsidRPr="00115F49">
        <w:t>dehors</w:t>
      </w:r>
      <w:r w:rsidR="00766774">
        <w:t xml:space="preserve">, </w:t>
      </w:r>
      <w:r w:rsidRPr="00115F49">
        <w:t>dans des temps qui ne sont pas modernes</w:t>
      </w:r>
      <w:r w:rsidR="00766774">
        <w:t xml:space="preserve"> </w:t>
      </w:r>
      <w:r w:rsidRPr="00115F49">
        <w:t>mais éternels</w:t>
      </w:r>
      <w:r w:rsidR="00766774">
        <w:t xml:space="preserve">, </w:t>
      </w:r>
      <w:r w:rsidRPr="00115F49">
        <w:t>rôdent les menaces éternelles</w:t>
      </w:r>
      <w:r w:rsidR="00766774">
        <w:t xml:space="preserve">. </w:t>
      </w:r>
      <w:r w:rsidRPr="00115F49">
        <w:t>Ce qui est bon</w:t>
      </w:r>
      <w:r w:rsidR="00766774">
        <w:t xml:space="preserve">, </w:t>
      </w:r>
      <w:r w:rsidRPr="00115F49">
        <w:t>c</w:t>
      </w:r>
      <w:r w:rsidR="00766774">
        <w:t>’</w:t>
      </w:r>
      <w:r w:rsidRPr="00115F49">
        <w:t>est la voûte</w:t>
      </w:r>
      <w:r w:rsidR="00766774">
        <w:t xml:space="preserve">, </w:t>
      </w:r>
      <w:r w:rsidRPr="00115F49">
        <w:t>c</w:t>
      </w:r>
      <w:r w:rsidR="00766774">
        <w:t>’</w:t>
      </w:r>
      <w:r w:rsidRPr="00115F49">
        <w:t>est la chaleur des bêtes</w:t>
      </w:r>
      <w:r w:rsidR="00766774">
        <w:t xml:space="preserve">, </w:t>
      </w:r>
      <w:r w:rsidRPr="00115F49">
        <w:t>c</w:t>
      </w:r>
      <w:r w:rsidR="00766774">
        <w:t>’</w:t>
      </w:r>
      <w:r w:rsidRPr="00115F49">
        <w:t>est l</w:t>
      </w:r>
      <w:r w:rsidR="00766774">
        <w:t>’</w:t>
      </w:r>
      <w:r w:rsidRPr="00115F49">
        <w:t>odeur des bêtes</w:t>
      </w:r>
      <w:r w:rsidR="00766774">
        <w:t xml:space="preserve">, </w:t>
      </w:r>
      <w:r w:rsidRPr="00115F49">
        <w:t>c</w:t>
      </w:r>
      <w:r w:rsidR="00766774">
        <w:t>’</w:t>
      </w:r>
      <w:r w:rsidRPr="00115F49">
        <w:t>est le bruit de la mâchoire qui mâche le foin</w:t>
      </w:r>
      <w:r w:rsidR="00766774">
        <w:t xml:space="preserve"> ; </w:t>
      </w:r>
      <w:r w:rsidRPr="00115F49">
        <w:t>c</w:t>
      </w:r>
      <w:r w:rsidR="00766774">
        <w:t>’</w:t>
      </w:r>
      <w:r w:rsidRPr="00115F49">
        <w:t>est voir ces grands beaux ventres de bêtes paisibles</w:t>
      </w:r>
      <w:r w:rsidR="00766774">
        <w:t xml:space="preserve">. </w:t>
      </w:r>
      <w:r w:rsidRPr="00115F49">
        <w:t>C</w:t>
      </w:r>
      <w:r w:rsidR="00766774">
        <w:t>’</w:t>
      </w:r>
      <w:r w:rsidRPr="00115F49">
        <w:t>est ici</w:t>
      </w:r>
      <w:r w:rsidR="00766774">
        <w:t xml:space="preserve">, </w:t>
      </w:r>
      <w:r w:rsidRPr="00115F49">
        <w:t>vraiment</w:t>
      </w:r>
      <w:r w:rsidR="00766774">
        <w:t xml:space="preserve">, </w:t>
      </w:r>
      <w:r w:rsidRPr="00115F49">
        <w:t>que ça fait famille et humanité</w:t>
      </w:r>
      <w:r w:rsidR="00766774">
        <w:t xml:space="preserve"> ; </w:t>
      </w:r>
      <w:r w:rsidRPr="00115F49">
        <w:t>et père a laissé son fusil contre le bat-flanc</w:t>
      </w:r>
      <w:r w:rsidR="00766774">
        <w:t xml:space="preserve">, </w:t>
      </w:r>
      <w:r w:rsidRPr="00115F49">
        <w:t>et mère caresse les cheveux de petite sœur</w:t>
      </w:r>
      <w:r w:rsidR="00766774">
        <w:t>.</w:t>
      </w:r>
    </w:p>
    <w:p w14:paraId="0F07D50B" w14:textId="77777777" w:rsidR="00766774" w:rsidRDefault="00766774" w:rsidP="00115F49">
      <w:r>
        <w:t>(</w:t>
      </w:r>
      <w:r w:rsidR="00115F49" w:rsidRPr="00115F49">
        <w:t>Et tant pis pour ceux qui ne comprennent pas et disent</w:t>
      </w:r>
      <w:r>
        <w:t> : « </w:t>
      </w:r>
      <w:r w:rsidR="00115F49" w:rsidRPr="00115F49">
        <w:t>Ce sont des rustres</w:t>
      </w:r>
      <w:r>
        <w:t xml:space="preserve">, </w:t>
      </w:r>
      <w:r w:rsidR="00115F49" w:rsidRPr="00115F49">
        <w:t>des culs-terreux</w:t>
      </w:r>
      <w:r>
        <w:t>. »</w:t>
      </w:r>
      <w:r w:rsidR="00115F49" w:rsidRPr="00115F49">
        <w:t xml:space="preserve"> La vie se chargera de le leur faire comprendre un jour ou l</w:t>
      </w:r>
      <w:r>
        <w:t>’</w:t>
      </w:r>
      <w:r w:rsidR="00115F49" w:rsidRPr="00115F49">
        <w:t>autre</w:t>
      </w:r>
      <w:r>
        <w:t xml:space="preserve">. </w:t>
      </w:r>
      <w:r w:rsidR="00115F49" w:rsidRPr="00115F49">
        <w:t>Elle ne manque pas d</w:t>
      </w:r>
      <w:r>
        <w:t>’</w:t>
      </w:r>
      <w:r w:rsidR="00115F49" w:rsidRPr="00115F49">
        <w:t>assassins à foulards</w:t>
      </w:r>
      <w:r>
        <w:t xml:space="preserve"> ; </w:t>
      </w:r>
      <w:r w:rsidR="00115F49" w:rsidRPr="00115F49">
        <w:t>de découpeurs d</w:t>
      </w:r>
      <w:r>
        <w:t>’</w:t>
      </w:r>
      <w:r w:rsidR="00115F49" w:rsidRPr="00115F49">
        <w:t>hiéroglyphes de sang</w:t>
      </w:r>
      <w:r>
        <w:t xml:space="preserve"> ; </w:t>
      </w:r>
      <w:r w:rsidR="00115F49" w:rsidRPr="00115F49">
        <w:t>d</w:t>
      </w:r>
      <w:r>
        <w:t>’</w:t>
      </w:r>
      <w:r w:rsidR="00115F49" w:rsidRPr="00115F49">
        <w:t>hivers 1843</w:t>
      </w:r>
      <w:r>
        <w:t xml:space="preserve"> ; </w:t>
      </w:r>
      <w:r w:rsidR="00115F49" w:rsidRPr="00115F49">
        <w:t>de saisons</w:t>
      </w:r>
      <w:r>
        <w:t xml:space="preserve">, </w:t>
      </w:r>
      <w:r w:rsidR="00115F49" w:rsidRPr="00115F49">
        <w:t>de mois</w:t>
      </w:r>
      <w:r>
        <w:t xml:space="preserve">, </w:t>
      </w:r>
      <w:r w:rsidR="00115F49" w:rsidRPr="00115F49">
        <w:t>de jours</w:t>
      </w:r>
      <w:r>
        <w:t xml:space="preserve">, </w:t>
      </w:r>
      <w:r w:rsidR="00115F49" w:rsidRPr="00115F49">
        <w:t>d</w:t>
      </w:r>
      <w:r>
        <w:t>’</w:t>
      </w:r>
      <w:r w:rsidR="00115F49" w:rsidRPr="00115F49">
        <w:t>heures</w:t>
      </w:r>
      <w:r>
        <w:t xml:space="preserve">, </w:t>
      </w:r>
      <w:r w:rsidR="00115F49" w:rsidRPr="00115F49">
        <w:t>de minutes</w:t>
      </w:r>
      <w:r>
        <w:t xml:space="preserve">, </w:t>
      </w:r>
      <w:r w:rsidR="00115F49" w:rsidRPr="00115F49">
        <w:t>de secondes</w:t>
      </w:r>
      <w:r>
        <w:t xml:space="preserve">, </w:t>
      </w:r>
      <w:r w:rsidR="00115F49" w:rsidRPr="00115F49">
        <w:t xml:space="preserve">et même de </w:t>
      </w:r>
      <w:r w:rsidR="00115F49" w:rsidRPr="00115F49">
        <w:lastRenderedPageBreak/>
        <w:t>centièmes de seconde</w:t>
      </w:r>
      <w:r w:rsidR="00115F49" w:rsidRPr="00115F49">
        <w:rPr>
          <w:i/>
          <w:iCs/>
        </w:rPr>
        <w:t xml:space="preserve"> à étiquette</w:t>
      </w:r>
      <w:r w:rsidR="00115F49" w:rsidRPr="00115F49">
        <w:t xml:space="preserve"> qui leur feront soudain non seulement le cul</w:t>
      </w:r>
      <w:r>
        <w:t xml:space="preserve">, </w:t>
      </w:r>
      <w:r w:rsidR="00115F49" w:rsidRPr="00115F49">
        <w:t>mais l</w:t>
      </w:r>
      <w:r>
        <w:t>’</w:t>
      </w:r>
      <w:r w:rsidR="00115F49" w:rsidRPr="00115F49">
        <w:t>esprit</w:t>
      </w:r>
      <w:r w:rsidR="00115F49" w:rsidRPr="00115F49">
        <w:rPr>
          <w:i/>
          <w:iCs/>
        </w:rPr>
        <w:t xml:space="preserve"> terreux</w:t>
      </w:r>
      <w:r>
        <w:rPr>
          <w:i/>
          <w:iCs/>
        </w:rPr>
        <w:t xml:space="preserve">. </w:t>
      </w:r>
      <w:r w:rsidR="00BC7B68" w:rsidRPr="00DA6EE8">
        <w:rPr>
          <w:iCs/>
        </w:rPr>
        <w:t>À</w:t>
      </w:r>
      <w:r w:rsidR="00115F49" w:rsidRPr="00115F49">
        <w:rPr>
          <w:i/>
          <w:iCs/>
        </w:rPr>
        <w:t xml:space="preserve"> </w:t>
      </w:r>
      <w:r w:rsidR="00115F49" w:rsidRPr="00115F49">
        <w:t>l</w:t>
      </w:r>
      <w:r>
        <w:t>’</w:t>
      </w:r>
      <w:r w:rsidR="00115F49" w:rsidRPr="00115F49">
        <w:t>heure où l</w:t>
      </w:r>
      <w:r>
        <w:t>’</w:t>
      </w:r>
      <w:r w:rsidR="00115F49" w:rsidRPr="00115F49">
        <w:t>on comprend</w:t>
      </w:r>
      <w:r>
        <w:t xml:space="preserve">, </w:t>
      </w:r>
      <w:r w:rsidR="00115F49" w:rsidRPr="00115F49">
        <w:t>sans avoir besoin de dessin</w:t>
      </w:r>
      <w:r>
        <w:t xml:space="preserve">, </w:t>
      </w:r>
      <w:r w:rsidR="00115F49" w:rsidRPr="00115F49">
        <w:t>qu</w:t>
      </w:r>
      <w:r>
        <w:t>’</w:t>
      </w:r>
      <w:r w:rsidR="00115F49" w:rsidRPr="00115F49">
        <w:t>on n</w:t>
      </w:r>
      <w:r>
        <w:t>’</w:t>
      </w:r>
      <w:r w:rsidR="00115F49" w:rsidRPr="00115F49">
        <w:t>a jamais rien inventé et qu</w:t>
      </w:r>
      <w:r>
        <w:t>’</w:t>
      </w:r>
      <w:r w:rsidR="00115F49" w:rsidRPr="00115F49">
        <w:t>on n</w:t>
      </w:r>
      <w:r>
        <w:t>’</w:t>
      </w:r>
      <w:r w:rsidR="00115F49" w:rsidRPr="00115F49">
        <w:t>inventera jamais rien de plus génial que la voûte</w:t>
      </w:r>
      <w:r>
        <w:t xml:space="preserve">. </w:t>
      </w:r>
      <w:r w:rsidR="00115F49" w:rsidRPr="00115F49">
        <w:t>Pendant qu</w:t>
      </w:r>
      <w:r>
        <w:t>’</w:t>
      </w:r>
      <w:r w:rsidR="00115F49" w:rsidRPr="00115F49">
        <w:t>autour de la nudité et de la solitude le rôdeur rôde</w:t>
      </w:r>
      <w:r>
        <w:t>.)</w:t>
      </w:r>
    </w:p>
    <w:p w14:paraId="3A84D1C6" w14:textId="77777777" w:rsidR="00766774" w:rsidRDefault="00115F49" w:rsidP="00115F49">
      <w:r w:rsidRPr="00115F49">
        <w:t>Mais il fallait remonter</w:t>
      </w:r>
      <w:r w:rsidR="00766774">
        <w:t xml:space="preserve">. </w:t>
      </w:r>
      <w:r w:rsidRPr="00115F49">
        <w:t>Le colporteur a beau ne passer qu</w:t>
      </w:r>
      <w:r w:rsidR="00766774">
        <w:t>’</w:t>
      </w:r>
      <w:r w:rsidRPr="00115F49">
        <w:t>une fois par an</w:t>
      </w:r>
      <w:r w:rsidR="00766774">
        <w:t xml:space="preserve">, </w:t>
      </w:r>
      <w:r w:rsidRPr="00115F49">
        <w:t>il laisse quand même assez de</w:t>
      </w:r>
      <w:r w:rsidRPr="00115F49">
        <w:rPr>
          <w:i/>
          <w:iCs/>
        </w:rPr>
        <w:t xml:space="preserve"> Veillée des Chaumières</w:t>
      </w:r>
      <w:r w:rsidRPr="00115F49">
        <w:t xml:space="preserve"> à deux liards</w:t>
      </w:r>
      <w:r w:rsidR="00766774">
        <w:t xml:space="preserve">, </w:t>
      </w:r>
      <w:r w:rsidRPr="00115F49">
        <w:t>pour qu</w:t>
      </w:r>
      <w:r w:rsidR="00766774">
        <w:t>’</w:t>
      </w:r>
      <w:r w:rsidRPr="00115F49">
        <w:t>on connaisse jusqu</w:t>
      </w:r>
      <w:r w:rsidR="00766774">
        <w:t>’</w:t>
      </w:r>
      <w:r w:rsidRPr="00115F49">
        <w:t>ici Garibaldi</w:t>
      </w:r>
      <w:r w:rsidR="00766774">
        <w:t xml:space="preserve">, </w:t>
      </w:r>
      <w:r w:rsidRPr="00115F49">
        <w:t>le maréchal Prim et les exigences de la liberté</w:t>
      </w:r>
      <w:r w:rsidR="00766774">
        <w:t xml:space="preserve">. </w:t>
      </w:r>
      <w:r w:rsidRPr="00115F49">
        <w:t>Déjà</w:t>
      </w:r>
      <w:r w:rsidR="00766774">
        <w:t xml:space="preserve">, </w:t>
      </w:r>
      <w:r w:rsidRPr="00115F49">
        <w:t>on ne peut plus ignorer son siècle nulle part</w:t>
      </w:r>
      <w:r w:rsidR="00766774">
        <w:t xml:space="preserve">. </w:t>
      </w:r>
      <w:r w:rsidRPr="00115F49">
        <w:t>Il faut préférer la peur à la voûte</w:t>
      </w:r>
      <w:r w:rsidR="00766774">
        <w:t>.</w:t>
      </w:r>
    </w:p>
    <w:p w14:paraId="14707D69" w14:textId="77777777" w:rsidR="00766774" w:rsidRDefault="00115F49" w:rsidP="00115F49">
      <w:r w:rsidRPr="00115F49">
        <w:t>On plaçait de nouveau le fusil à portée de la main</w:t>
      </w:r>
      <w:r w:rsidR="00766774">
        <w:t xml:space="preserve">, </w:t>
      </w:r>
      <w:r w:rsidRPr="00115F49">
        <w:t>sur la table</w:t>
      </w:r>
      <w:r w:rsidR="00766774">
        <w:t xml:space="preserve">, </w:t>
      </w:r>
      <w:r w:rsidRPr="00115F49">
        <w:t>à côté de l</w:t>
      </w:r>
      <w:r w:rsidR="00766774">
        <w:t>’</w:t>
      </w:r>
      <w:r w:rsidRPr="00115F49">
        <w:t>assiette de soupe</w:t>
      </w:r>
      <w:r w:rsidR="00766774">
        <w:t xml:space="preserve">. </w:t>
      </w:r>
      <w:r w:rsidRPr="00115F49">
        <w:t>Les volets sont fermés</w:t>
      </w:r>
      <w:r w:rsidR="00766774">
        <w:t xml:space="preserve">, </w:t>
      </w:r>
      <w:r w:rsidRPr="00115F49">
        <w:t>la porte est barricadée</w:t>
      </w:r>
      <w:r w:rsidR="00766774">
        <w:t xml:space="preserve">. </w:t>
      </w:r>
      <w:r w:rsidRPr="00115F49">
        <w:t>On ne voit pas la nuit</w:t>
      </w:r>
      <w:r w:rsidR="00766774">
        <w:t xml:space="preserve">. </w:t>
      </w:r>
      <w:r w:rsidRPr="00115F49">
        <w:t>On sait seulement que la neige s</w:t>
      </w:r>
      <w:r w:rsidR="00766774">
        <w:t>’</w:t>
      </w:r>
      <w:r w:rsidRPr="00115F49">
        <w:t>est remise à tomber</w:t>
      </w:r>
      <w:r w:rsidR="00766774">
        <w:t xml:space="preserve">. </w:t>
      </w:r>
      <w:r w:rsidRPr="00115F49">
        <w:t>On fait le moins de bruit possible en respirant</w:t>
      </w:r>
      <w:r w:rsidR="00766774">
        <w:t xml:space="preserve">, </w:t>
      </w:r>
      <w:r w:rsidRPr="00115F49">
        <w:t>pour être certain de ne perdre aucun des bruits que fait le reste du monde</w:t>
      </w:r>
      <w:r w:rsidR="00766774">
        <w:t xml:space="preserve">, </w:t>
      </w:r>
      <w:r w:rsidRPr="00115F49">
        <w:t>pouvoir bien interpréter</w:t>
      </w:r>
      <w:r w:rsidR="00766774">
        <w:t xml:space="preserve">, </w:t>
      </w:r>
      <w:r w:rsidRPr="00115F49">
        <w:t>savoir d</w:t>
      </w:r>
      <w:r w:rsidR="00766774">
        <w:t>’</w:t>
      </w:r>
      <w:r w:rsidRPr="00115F49">
        <w:t>où ils viennent</w:t>
      </w:r>
      <w:r w:rsidR="00766774">
        <w:t xml:space="preserve"> : </w:t>
      </w:r>
      <w:r w:rsidRPr="00115F49">
        <w:t>si c</w:t>
      </w:r>
      <w:r w:rsidR="00766774">
        <w:t>’</w:t>
      </w:r>
      <w:r w:rsidRPr="00115F49">
        <w:t>est de la branche de saule qui craque maintenant sous un nouveau poids de gel</w:t>
      </w:r>
      <w:r w:rsidR="00766774">
        <w:t xml:space="preserve"> ; </w:t>
      </w:r>
      <w:r w:rsidRPr="00115F49">
        <w:t>si c</w:t>
      </w:r>
      <w:r w:rsidR="00766774">
        <w:t>’</w:t>
      </w:r>
      <w:r w:rsidRPr="00115F49">
        <w:t>est ce papier collé sur une vitre cassée qui bourdonne ou qui tamboure</w:t>
      </w:r>
      <w:r w:rsidR="00766774">
        <w:t xml:space="preserve"> ; </w:t>
      </w:r>
      <w:r w:rsidRPr="00115F49">
        <w:t>si c</w:t>
      </w:r>
      <w:r w:rsidR="00766774">
        <w:t>’</w:t>
      </w:r>
      <w:r w:rsidRPr="00115F49">
        <w:t>est la clenche qui grelotte</w:t>
      </w:r>
      <w:r w:rsidR="00766774">
        <w:t xml:space="preserve">, </w:t>
      </w:r>
      <w:r w:rsidRPr="00115F49">
        <w:t>un étai qui geint</w:t>
      </w:r>
      <w:r w:rsidR="00766774">
        <w:t xml:space="preserve">, </w:t>
      </w:r>
      <w:r w:rsidRPr="00115F49">
        <w:t>des rats qui courent</w:t>
      </w:r>
      <w:r w:rsidR="00766774">
        <w:t>.</w:t>
      </w:r>
    </w:p>
    <w:p w14:paraId="3A87EEE0" w14:textId="77777777" w:rsidR="00766774" w:rsidRDefault="00115F49" w:rsidP="00115F49">
      <w:r w:rsidRPr="00115F49">
        <w:t>Encore quinze heures à attendre</w:t>
      </w:r>
      <w:r w:rsidR="00766774">
        <w:t>.</w:t>
      </w:r>
    </w:p>
    <w:p w14:paraId="0BE3D707" w14:textId="77777777" w:rsidR="00766774" w:rsidRDefault="00115F49" w:rsidP="00115F49">
      <w:r w:rsidRPr="00115F49">
        <w:t>Naturellement</w:t>
      </w:r>
      <w:r w:rsidR="00766774">
        <w:t xml:space="preserve">, </w:t>
      </w:r>
      <w:r w:rsidRPr="00115F49">
        <w:t>attendre</w:t>
      </w:r>
      <w:r w:rsidR="00766774">
        <w:t xml:space="preserve">… </w:t>
      </w:r>
      <w:r w:rsidRPr="00115F49">
        <w:t>attendre</w:t>
      </w:r>
      <w:r w:rsidR="00766774">
        <w:t xml:space="preserve">… </w:t>
      </w:r>
      <w:r w:rsidRPr="00115F49">
        <w:t>le printemps vient</w:t>
      </w:r>
      <w:r w:rsidR="00766774">
        <w:t xml:space="preserve">. </w:t>
      </w:r>
      <w:r w:rsidRPr="00115F49">
        <w:t>Il en est de ça comme de tout</w:t>
      </w:r>
      <w:r w:rsidR="00766774">
        <w:t xml:space="preserve">. </w:t>
      </w:r>
      <w:r w:rsidRPr="00115F49">
        <w:t>Le printemps arriva</w:t>
      </w:r>
      <w:r w:rsidR="00766774">
        <w:t xml:space="preserve">. </w:t>
      </w:r>
      <w:r w:rsidRPr="00115F49">
        <w:t>Vous savez comment il est</w:t>
      </w:r>
      <w:r w:rsidR="00766774">
        <w:t xml:space="preserve"> : </w:t>
      </w:r>
      <w:r w:rsidRPr="00115F49">
        <w:t>saison grise</w:t>
      </w:r>
      <w:r w:rsidR="00766774">
        <w:t xml:space="preserve">, </w:t>
      </w:r>
      <w:r w:rsidRPr="00115F49">
        <w:t>pâtures en poils de renard</w:t>
      </w:r>
      <w:r w:rsidR="00766774">
        <w:t xml:space="preserve">, </w:t>
      </w:r>
      <w:r w:rsidRPr="00115F49">
        <w:t>neige en coquille d</w:t>
      </w:r>
      <w:r w:rsidR="00766774">
        <w:t>’</w:t>
      </w:r>
      <w:r w:rsidRPr="00115F49">
        <w:t>œuf sur les sapinières</w:t>
      </w:r>
      <w:r w:rsidR="00766774">
        <w:t xml:space="preserve">, </w:t>
      </w:r>
      <w:r w:rsidRPr="00115F49">
        <w:t>des coups de soleil fous couleur d</w:t>
      </w:r>
      <w:r w:rsidR="00766774">
        <w:t>’</w:t>
      </w:r>
      <w:r w:rsidRPr="00115F49">
        <w:t>huile</w:t>
      </w:r>
      <w:r w:rsidR="00766774">
        <w:t xml:space="preserve">, </w:t>
      </w:r>
      <w:r w:rsidRPr="00115F49">
        <w:t>des vents en tôle de fer-blanc</w:t>
      </w:r>
      <w:r w:rsidR="00766774">
        <w:t xml:space="preserve">, </w:t>
      </w:r>
      <w:r w:rsidRPr="00115F49">
        <w:t>des eaux</w:t>
      </w:r>
      <w:r w:rsidR="00766774">
        <w:t xml:space="preserve">, </w:t>
      </w:r>
      <w:r w:rsidRPr="00115F49">
        <w:t>des boues</w:t>
      </w:r>
      <w:r w:rsidR="00766774">
        <w:t xml:space="preserve">, </w:t>
      </w:r>
      <w:r w:rsidRPr="00115F49">
        <w:t>des ruissellements</w:t>
      </w:r>
      <w:r w:rsidR="00766774">
        <w:t xml:space="preserve">, </w:t>
      </w:r>
      <w:r w:rsidRPr="00115F49">
        <w:t>et tous les chemins luisants comme des baves de limace</w:t>
      </w:r>
      <w:r w:rsidR="00766774">
        <w:t xml:space="preserve">. </w:t>
      </w:r>
      <w:r w:rsidRPr="00115F49">
        <w:t>Les jours s</w:t>
      </w:r>
      <w:r w:rsidR="00766774">
        <w:t>’</w:t>
      </w:r>
      <w:r w:rsidRPr="00115F49">
        <w:t xml:space="preserve">allongent et </w:t>
      </w:r>
      <w:r w:rsidRPr="00115F49">
        <w:lastRenderedPageBreak/>
        <w:t>même un soir</w:t>
      </w:r>
      <w:r w:rsidR="00766774">
        <w:t xml:space="preserve"> (</w:t>
      </w:r>
      <w:r w:rsidRPr="00115F49">
        <w:t>il fait déjà jour jusqu</w:t>
      </w:r>
      <w:r w:rsidR="00766774">
        <w:t>’</w:t>
      </w:r>
      <w:r w:rsidRPr="00115F49">
        <w:t>à six heures</w:t>
      </w:r>
      <w:r w:rsidR="00766774">
        <w:t xml:space="preserve">) </w:t>
      </w:r>
      <w:r w:rsidRPr="00115F49">
        <w:t>il suffit d</w:t>
      </w:r>
      <w:r w:rsidR="00766774">
        <w:t>’</w:t>
      </w:r>
      <w:r w:rsidRPr="00115F49">
        <w:t>un peu de bise du nord pour qu</w:t>
      </w:r>
      <w:r w:rsidR="00766774">
        <w:t>’</w:t>
      </w:r>
      <w:r w:rsidRPr="00115F49">
        <w:t>on entende</w:t>
      </w:r>
      <w:r w:rsidR="00766774">
        <w:t xml:space="preserve">, </w:t>
      </w:r>
      <w:r w:rsidRPr="00115F49">
        <w:t>comme un grésillement</w:t>
      </w:r>
      <w:r w:rsidR="00766774">
        <w:t xml:space="preserve">, </w:t>
      </w:r>
      <w:r w:rsidRPr="00115F49">
        <w:t>la sortie des écoles de Saint-Maurice</w:t>
      </w:r>
      <w:r w:rsidR="00766774">
        <w:t xml:space="preserve"> : </w:t>
      </w:r>
      <w:r w:rsidRPr="00115F49">
        <w:t>tous ces enfants qu</w:t>
      </w:r>
      <w:r w:rsidR="00766774">
        <w:t>’</w:t>
      </w:r>
      <w:r w:rsidRPr="00115F49">
        <w:t>on lâche dans la lumière dorée et de l</w:t>
      </w:r>
      <w:r w:rsidR="00766774">
        <w:t>’</w:t>
      </w:r>
      <w:r w:rsidRPr="00115F49">
        <w:t>air qui pétille comme de l</w:t>
      </w:r>
      <w:r w:rsidR="00766774">
        <w:t>’</w:t>
      </w:r>
      <w:r w:rsidRPr="00115F49">
        <w:t>eau de Seltz</w:t>
      </w:r>
      <w:r w:rsidR="00766774">
        <w:t>.</w:t>
      </w:r>
    </w:p>
    <w:p w14:paraId="3EBCDE3E" w14:textId="77777777" w:rsidR="00766774" w:rsidRDefault="00115F49" w:rsidP="00115F49">
      <w:r w:rsidRPr="00115F49">
        <w:t>Depuis longtemps</w:t>
      </w:r>
      <w:r w:rsidR="00766774">
        <w:t xml:space="preserve">, </w:t>
      </w:r>
      <w:r w:rsidRPr="00115F49">
        <w:t>on avait revu la pointe du clocher au-dessus de la girouette</w:t>
      </w:r>
      <w:r w:rsidR="00766774">
        <w:t xml:space="preserve"> ; </w:t>
      </w:r>
      <w:r w:rsidRPr="00115F49">
        <w:t>on avait revu les prés de Bernard</w:t>
      </w:r>
      <w:r w:rsidR="00766774">
        <w:t xml:space="preserve">, </w:t>
      </w:r>
      <w:r w:rsidRPr="00115F49">
        <w:t>les clairières</w:t>
      </w:r>
      <w:r w:rsidR="00766774">
        <w:t xml:space="preserve">, </w:t>
      </w:r>
      <w:r w:rsidRPr="00115F49">
        <w:t>la Plainie</w:t>
      </w:r>
      <w:r w:rsidR="00766774">
        <w:t xml:space="preserve">, </w:t>
      </w:r>
      <w:r w:rsidRPr="00115F49">
        <w:t>le Jocond</w:t>
      </w:r>
      <w:r w:rsidR="00766774">
        <w:t xml:space="preserve">. </w:t>
      </w:r>
      <w:r w:rsidRPr="00115F49">
        <w:t>On avait revu que les pistes qui montent sur le Jocond ont beau monter raides</w:t>
      </w:r>
      <w:r w:rsidR="00766774">
        <w:t xml:space="preserve">, </w:t>
      </w:r>
      <w:r w:rsidRPr="00115F49">
        <w:t>elles ne vont pas dans les nuages</w:t>
      </w:r>
      <w:r w:rsidR="00766774">
        <w:t xml:space="preserve"> : </w:t>
      </w:r>
      <w:r w:rsidRPr="00115F49">
        <w:t>il y a le ciel</w:t>
      </w:r>
      <w:r w:rsidR="00766774">
        <w:t xml:space="preserve">. </w:t>
      </w:r>
      <w:r w:rsidRPr="00115F49">
        <w:t>Un beau ciel couleur de gentiane</w:t>
      </w:r>
      <w:r w:rsidR="00766774">
        <w:t xml:space="preserve">, </w:t>
      </w:r>
      <w:r w:rsidRPr="00115F49">
        <w:t>de jour en jour plus propre</w:t>
      </w:r>
      <w:r w:rsidR="00766774">
        <w:t xml:space="preserve">, </w:t>
      </w:r>
      <w:r w:rsidRPr="00115F49">
        <w:t>de jour en jour plus lisse</w:t>
      </w:r>
      <w:r w:rsidR="00766774">
        <w:t xml:space="preserve">, </w:t>
      </w:r>
      <w:r w:rsidRPr="00115F49">
        <w:t>englobant de plus en plus des villages</w:t>
      </w:r>
      <w:r w:rsidR="00766774">
        <w:t xml:space="preserve">, </w:t>
      </w:r>
      <w:r w:rsidRPr="00115F49">
        <w:t>des pentes de montagnes</w:t>
      </w:r>
      <w:r w:rsidR="00766774">
        <w:t xml:space="preserve">, </w:t>
      </w:r>
      <w:r w:rsidRPr="00115F49">
        <w:t>des enchevêtrements de crêtes et de cimes</w:t>
      </w:r>
      <w:r w:rsidR="00766774">
        <w:t xml:space="preserve">. </w:t>
      </w:r>
      <w:r w:rsidRPr="00115F49">
        <w:t>Peut-être même trop</w:t>
      </w:r>
      <w:r w:rsidR="00766774">
        <w:t>…</w:t>
      </w:r>
    </w:p>
    <w:p w14:paraId="6EA6BAED" w14:textId="77777777" w:rsidR="00766774" w:rsidRDefault="00115F49" w:rsidP="00115F49">
      <w:r w:rsidRPr="00115F49">
        <w:t>Marie Chazottes</w:t>
      </w:r>
      <w:r w:rsidR="00766774">
        <w:t xml:space="preserve"> ! </w:t>
      </w:r>
      <w:r w:rsidRPr="00115F49">
        <w:t>Évidemment</w:t>
      </w:r>
      <w:r w:rsidR="00766774">
        <w:t xml:space="preserve">, </w:t>
      </w:r>
      <w:r w:rsidRPr="00115F49">
        <w:t>on y pensait</w:t>
      </w:r>
      <w:r w:rsidR="00766774">
        <w:t xml:space="preserve"> ; </w:t>
      </w:r>
      <w:r w:rsidRPr="00115F49">
        <w:t>mais il y a tout</w:t>
      </w:r>
      <w:r w:rsidR="00766774">
        <w:t xml:space="preserve">. </w:t>
      </w:r>
      <w:r w:rsidRPr="00115F49">
        <w:t>On y pensait parce qu</w:t>
      </w:r>
      <w:r w:rsidR="00766774">
        <w:t>’</w:t>
      </w:r>
      <w:r w:rsidRPr="00115F49">
        <w:t>on ne l</w:t>
      </w:r>
      <w:r w:rsidR="00766774">
        <w:t>’</w:t>
      </w:r>
      <w:r w:rsidRPr="00115F49">
        <w:t>avait pas trouvée</w:t>
      </w:r>
      <w:r w:rsidR="00766774">
        <w:t xml:space="preserve">. </w:t>
      </w:r>
      <w:r w:rsidRPr="00115F49">
        <w:t>La vérité est que</w:t>
      </w:r>
      <w:r w:rsidR="00766774">
        <w:t xml:space="preserve">, </w:t>
      </w:r>
      <w:r w:rsidRPr="00115F49">
        <w:t>si on l</w:t>
      </w:r>
      <w:r w:rsidR="00766774">
        <w:t>’</w:t>
      </w:r>
      <w:r w:rsidRPr="00115F49">
        <w:t>avait trouvée</w:t>
      </w:r>
      <w:r w:rsidR="00766774">
        <w:t xml:space="preserve">, </w:t>
      </w:r>
      <w:r w:rsidRPr="00115F49">
        <w:t>on l</w:t>
      </w:r>
      <w:r w:rsidR="00766774">
        <w:t>’</w:t>
      </w:r>
      <w:r w:rsidRPr="00115F49">
        <w:t>aurait enterrée au cimetière</w:t>
      </w:r>
      <w:r w:rsidR="00766774">
        <w:t xml:space="preserve">, </w:t>
      </w:r>
      <w:r w:rsidRPr="00115F49">
        <w:t>c</w:t>
      </w:r>
      <w:r w:rsidR="00766774">
        <w:t>’</w:t>
      </w:r>
      <w:r w:rsidRPr="00115F49">
        <w:t>est-à-dire qu</w:t>
      </w:r>
      <w:r w:rsidR="00766774">
        <w:t>’</w:t>
      </w:r>
      <w:r w:rsidRPr="00115F49">
        <w:t>on y aurait pensé tout un jour</w:t>
      </w:r>
      <w:r w:rsidR="00766774">
        <w:t xml:space="preserve">, </w:t>
      </w:r>
      <w:r w:rsidRPr="00115F49">
        <w:t>un bon coup</w:t>
      </w:r>
      <w:r w:rsidR="00766774">
        <w:t xml:space="preserve">, </w:t>
      </w:r>
      <w:r w:rsidRPr="00115F49">
        <w:t>comme il se doit</w:t>
      </w:r>
      <w:r w:rsidR="00766774">
        <w:t xml:space="preserve">, </w:t>
      </w:r>
      <w:r w:rsidRPr="00115F49">
        <w:t>et après</w:t>
      </w:r>
      <w:r w:rsidR="00766774">
        <w:t xml:space="preserve">, </w:t>
      </w:r>
      <w:r w:rsidRPr="00115F49">
        <w:t>vogue la galère</w:t>
      </w:r>
      <w:r w:rsidR="00766774">
        <w:t xml:space="preserve">, </w:t>
      </w:r>
      <w:r w:rsidRPr="00115F49">
        <w:t>comme il se doit</w:t>
      </w:r>
      <w:r w:rsidR="00766774">
        <w:t xml:space="preserve">. </w:t>
      </w:r>
      <w:r w:rsidRPr="00115F49">
        <w:t>Mais</w:t>
      </w:r>
      <w:r w:rsidR="00766774">
        <w:t xml:space="preserve">, </w:t>
      </w:r>
      <w:r w:rsidRPr="00115F49">
        <w:t>Bergues avait eu beau vadrouiller</w:t>
      </w:r>
      <w:r w:rsidR="00766774">
        <w:t xml:space="preserve">, </w:t>
      </w:r>
      <w:r w:rsidRPr="00115F49">
        <w:t>et inspecter</w:t>
      </w:r>
      <w:r w:rsidR="00766774">
        <w:t xml:space="preserve">, </w:t>
      </w:r>
      <w:r w:rsidRPr="00115F49">
        <w:t>et même renifler dès qu</w:t>
      </w:r>
      <w:r w:rsidR="00766774">
        <w:t>’</w:t>
      </w:r>
      <w:r w:rsidRPr="00115F49">
        <w:t>il commença à faire un peu chaud</w:t>
      </w:r>
      <w:r w:rsidR="00766774">
        <w:t xml:space="preserve"> : </w:t>
      </w:r>
      <w:r w:rsidRPr="00115F49">
        <w:t>rien</w:t>
      </w:r>
      <w:r w:rsidR="00766774">
        <w:t xml:space="preserve">. </w:t>
      </w:r>
      <w:r w:rsidRPr="00115F49">
        <w:t>Les vallons</w:t>
      </w:r>
      <w:r w:rsidR="00766774">
        <w:t xml:space="preserve">, </w:t>
      </w:r>
      <w:r w:rsidRPr="00115F49">
        <w:t>perdus ou pas perdus</w:t>
      </w:r>
      <w:r w:rsidR="00766774">
        <w:t xml:space="preserve">, </w:t>
      </w:r>
      <w:r w:rsidRPr="00115F49">
        <w:t>sentaient la flouve</w:t>
      </w:r>
      <w:r w:rsidR="00766774">
        <w:t xml:space="preserve">, </w:t>
      </w:r>
      <w:r w:rsidRPr="00115F49">
        <w:t>le foin et le caille-lait</w:t>
      </w:r>
      <w:r w:rsidR="00766774">
        <w:t>.</w:t>
      </w:r>
    </w:p>
    <w:p w14:paraId="0D5DFE1A" w14:textId="77777777" w:rsidR="00766774" w:rsidRDefault="00115F49" w:rsidP="00115F49">
      <w:r w:rsidRPr="00115F49">
        <w:t>Il fallait en faire son deuil</w:t>
      </w:r>
      <w:r w:rsidR="00766774">
        <w:t xml:space="preserve">. </w:t>
      </w:r>
      <w:r w:rsidRPr="00115F49">
        <w:t>Deuil pour la mère Chazottes en tout cas qui ne savait plus quelle contenance prendre</w:t>
      </w:r>
      <w:r w:rsidR="00766774">
        <w:t xml:space="preserve">. </w:t>
      </w:r>
      <w:r w:rsidRPr="00115F49">
        <w:t>Où aller porter des fleurs</w:t>
      </w:r>
      <w:r w:rsidR="00766774">
        <w:t xml:space="preserve"> ? </w:t>
      </w:r>
      <w:r w:rsidRPr="00115F49">
        <w:t>Quoi faire</w:t>
      </w:r>
      <w:r w:rsidR="00766774">
        <w:t xml:space="preserve"> ? </w:t>
      </w:r>
      <w:r w:rsidRPr="00115F49">
        <w:t>Quoi faire à quoi</w:t>
      </w:r>
      <w:r w:rsidR="00766774">
        <w:t xml:space="preserve"> ? </w:t>
      </w:r>
      <w:r w:rsidRPr="00115F49">
        <w:t>Où était-elle</w:t>
      </w:r>
      <w:r w:rsidR="00766774">
        <w:t xml:space="preserve"> ? </w:t>
      </w:r>
      <w:r w:rsidRPr="00115F49">
        <w:t>Admettez qu</w:t>
      </w:r>
      <w:r w:rsidR="00766774">
        <w:t>’</w:t>
      </w:r>
      <w:r w:rsidRPr="00115F49">
        <w:t>elle soit en voyage</w:t>
      </w:r>
      <w:r w:rsidR="00766774">
        <w:t xml:space="preserve">, </w:t>
      </w:r>
      <w:r w:rsidRPr="00115F49">
        <w:t>chez ses cousines</w:t>
      </w:r>
      <w:r w:rsidR="00766774">
        <w:t xml:space="preserve">, </w:t>
      </w:r>
      <w:r w:rsidRPr="00115F49">
        <w:t>ailleurs</w:t>
      </w:r>
      <w:r w:rsidR="00766774">
        <w:t xml:space="preserve">, </w:t>
      </w:r>
      <w:r w:rsidRPr="00115F49">
        <w:t>ou en condition à Grenoble</w:t>
      </w:r>
      <w:r w:rsidR="00766774">
        <w:t xml:space="preserve">, </w:t>
      </w:r>
      <w:r w:rsidRPr="00115F49">
        <w:t>ce serait pareil</w:t>
      </w:r>
      <w:r w:rsidR="00766774">
        <w:t xml:space="preserve"> ! </w:t>
      </w:r>
      <w:r w:rsidRPr="00115F49">
        <w:t>C</w:t>
      </w:r>
      <w:r w:rsidR="00766774">
        <w:t>’</w:t>
      </w:r>
      <w:r w:rsidRPr="00115F49">
        <w:t>est ce qu</w:t>
      </w:r>
      <w:r w:rsidR="00766774">
        <w:t>’</w:t>
      </w:r>
      <w:r w:rsidRPr="00115F49">
        <w:t>elle avait l</w:t>
      </w:r>
      <w:r w:rsidR="00766774">
        <w:t>’</w:t>
      </w:r>
      <w:r w:rsidRPr="00115F49">
        <w:t>air de dire avec son visage ébahi et ses bras ballants devant ce printemps qui ne rendait rien cette fois</w:t>
      </w:r>
      <w:r w:rsidR="00766774">
        <w:t xml:space="preserve"> (</w:t>
      </w:r>
      <w:r w:rsidRPr="00115F49">
        <w:t>comme il est d</w:t>
      </w:r>
      <w:r w:rsidR="00766774">
        <w:t>’</w:t>
      </w:r>
      <w:r w:rsidRPr="00115F49">
        <w:t xml:space="preserve">usage pour ceux qui se perdent </w:t>
      </w:r>
      <w:r w:rsidRPr="00115F49">
        <w:lastRenderedPageBreak/>
        <w:t>pendant l</w:t>
      </w:r>
      <w:r w:rsidR="00766774">
        <w:t>’</w:t>
      </w:r>
      <w:r w:rsidRPr="00115F49">
        <w:t>hiver</w:t>
      </w:r>
      <w:r w:rsidR="00766774">
        <w:t xml:space="preserve">). </w:t>
      </w:r>
      <w:r w:rsidRPr="00115F49">
        <w:t>Blague à part</w:t>
      </w:r>
      <w:r w:rsidR="00766774">
        <w:t xml:space="preserve">, </w:t>
      </w:r>
      <w:r w:rsidRPr="00115F49">
        <w:t>rongée d</w:t>
      </w:r>
      <w:r w:rsidR="00766774">
        <w:t>’</w:t>
      </w:r>
      <w:r w:rsidRPr="00115F49">
        <w:t>un gros chagrin sans précédent</w:t>
      </w:r>
      <w:r w:rsidR="00766774">
        <w:t xml:space="preserve"> ; </w:t>
      </w:r>
      <w:r w:rsidRPr="00115F49">
        <w:t>à qui on ne pouvait apporter aucune consolation</w:t>
      </w:r>
      <w:r w:rsidR="00766774">
        <w:t>.</w:t>
      </w:r>
    </w:p>
    <w:p w14:paraId="69E9E36A" w14:textId="77777777" w:rsidR="00766774" w:rsidRDefault="00115F49" w:rsidP="00BF6D2C">
      <w:pPr>
        <w:pStyle w:val="NormalEspAvtGrand"/>
      </w:pPr>
      <w:r w:rsidRPr="00115F49">
        <w:t>Ici</w:t>
      </w:r>
      <w:r w:rsidR="00766774">
        <w:t xml:space="preserve">, </w:t>
      </w:r>
      <w:r w:rsidRPr="00115F49">
        <w:t>il faut parler d</w:t>
      </w:r>
      <w:r w:rsidR="00766774">
        <w:t>’</w:t>
      </w:r>
      <w:r w:rsidRPr="00115F49">
        <w:t>un Frédéric</w:t>
      </w:r>
      <w:r w:rsidR="00766774">
        <w:t xml:space="preserve">. </w:t>
      </w:r>
      <w:r w:rsidRPr="00115F49">
        <w:t>Le grand-père</w:t>
      </w:r>
      <w:r w:rsidR="00766774">
        <w:t xml:space="preserve">. </w:t>
      </w:r>
      <w:r w:rsidRPr="00115F49">
        <w:t xml:space="preserve">Appelons-le </w:t>
      </w:r>
      <w:r w:rsidR="00766774" w:rsidRPr="00115F49">
        <w:t>Frédéric</w:t>
      </w:r>
      <w:r w:rsidR="00766774">
        <w:t> </w:t>
      </w:r>
      <w:r w:rsidR="00766774" w:rsidRPr="00115F49">
        <w:t>II</w:t>
      </w:r>
      <w:r w:rsidR="00766774">
        <w:t xml:space="preserve">, </w:t>
      </w:r>
      <w:r w:rsidRPr="00115F49">
        <w:t xml:space="preserve">puisque la scierie a commencé à fonctionner avec </w:t>
      </w:r>
      <w:r w:rsidR="00766774" w:rsidRPr="00115F49">
        <w:t>Frédéric</w:t>
      </w:r>
      <w:r w:rsidR="00766774">
        <w:t> </w:t>
      </w:r>
      <w:r w:rsidR="00766774" w:rsidRPr="00115F49">
        <w:t>I</w:t>
      </w:r>
      <w:r w:rsidRPr="00115F49">
        <w:t xml:space="preserve"> et a continué à fonctionner sous </w:t>
      </w:r>
      <w:r w:rsidR="00766774" w:rsidRPr="00115F49">
        <w:t>Frédéric</w:t>
      </w:r>
      <w:r w:rsidR="00766774">
        <w:t> </w:t>
      </w:r>
      <w:r w:rsidR="00766774" w:rsidRPr="00115F49">
        <w:t>II</w:t>
      </w:r>
      <w:r w:rsidR="00766774">
        <w:t xml:space="preserve">, </w:t>
      </w:r>
      <w:r w:rsidR="00766774" w:rsidRPr="00115F49">
        <w:t>Frédéric</w:t>
      </w:r>
      <w:r w:rsidR="00766774">
        <w:t> </w:t>
      </w:r>
      <w:r w:rsidR="00766774" w:rsidRPr="00115F49">
        <w:t>III</w:t>
      </w:r>
      <w:r w:rsidRPr="00115F49">
        <w:t xml:space="preserve"> jusqu</w:t>
      </w:r>
      <w:r w:rsidR="00766774">
        <w:t>’</w:t>
      </w:r>
      <w:r w:rsidRPr="00115F49">
        <w:t>à celui de maintenant</w:t>
      </w:r>
      <w:r w:rsidR="00766774">
        <w:t xml:space="preserve">, </w:t>
      </w:r>
      <w:r w:rsidR="00766774" w:rsidRPr="00115F49">
        <w:t>Frédéric</w:t>
      </w:r>
      <w:r w:rsidR="00766774">
        <w:t> </w:t>
      </w:r>
      <w:r w:rsidR="00766774" w:rsidRPr="00115F49">
        <w:t>IV</w:t>
      </w:r>
      <w:r w:rsidR="00766774">
        <w:t xml:space="preserve">. </w:t>
      </w:r>
      <w:r w:rsidRPr="00115F49">
        <w:t>Parlons du deux</w:t>
      </w:r>
      <w:r w:rsidR="00766774">
        <w:t>.</w:t>
      </w:r>
    </w:p>
    <w:p w14:paraId="4CC64DA5" w14:textId="77777777" w:rsidR="00766774" w:rsidRDefault="00115F49" w:rsidP="00115F49">
      <w:r w:rsidRPr="00115F49">
        <w:t>Il profita du printemps pour nettoyer ses biefs qui sentaient mauvais</w:t>
      </w:r>
      <w:r w:rsidR="00766774">
        <w:t xml:space="preserve">. </w:t>
      </w:r>
      <w:r w:rsidRPr="00115F49">
        <w:t>Il monta</w:t>
      </w:r>
      <w:r w:rsidR="00766774">
        <w:t xml:space="preserve">, </w:t>
      </w:r>
      <w:r w:rsidRPr="00115F49">
        <w:t>cent mètres au-dessus de la roue</w:t>
      </w:r>
      <w:r w:rsidR="00766774">
        <w:t xml:space="preserve">, </w:t>
      </w:r>
      <w:r w:rsidRPr="00115F49">
        <w:t>détourna le canal dans le torrent et</w:t>
      </w:r>
      <w:r w:rsidR="00766774">
        <w:t xml:space="preserve">, </w:t>
      </w:r>
      <w:r w:rsidRPr="00115F49">
        <w:t>avec ses deux Piémontais</w:t>
      </w:r>
      <w:r w:rsidR="00766774">
        <w:t xml:space="preserve">, </w:t>
      </w:r>
      <w:r w:rsidRPr="00115F49">
        <w:t>il se mit à faucarder soigneusement les herbes et à pelleter de gros gâteaux de cette boue noire qui puait comme cent mille diables</w:t>
      </w:r>
      <w:r w:rsidR="00766774">
        <w:t xml:space="preserve">. </w:t>
      </w:r>
      <w:r w:rsidRPr="00115F49">
        <w:t>Mais il n</w:t>
      </w:r>
      <w:r w:rsidR="00766774">
        <w:t>’</w:t>
      </w:r>
      <w:r w:rsidRPr="00115F49">
        <w:t>était pas délicat sur l</w:t>
      </w:r>
      <w:r w:rsidR="00766774">
        <w:t>’</w:t>
      </w:r>
      <w:r w:rsidRPr="00115F49">
        <w:t>odeur</w:t>
      </w:r>
      <w:r w:rsidR="00766774">
        <w:t>.</w:t>
      </w:r>
    </w:p>
    <w:p w14:paraId="6E9DA19C" w14:textId="77777777" w:rsidR="00766774" w:rsidRDefault="00766774" w:rsidP="00115F49">
      <w:r>
        <w:t>— </w:t>
      </w:r>
      <w:r w:rsidR="00115F49" w:rsidRPr="00115F49">
        <w:t>Tu nous emboucanes</w:t>
      </w:r>
      <w:r>
        <w:t xml:space="preserve">, </w:t>
      </w:r>
      <w:r w:rsidR="00115F49" w:rsidRPr="00115F49">
        <w:t>lui dit Bergues</w:t>
      </w:r>
      <w:r>
        <w:t>.</w:t>
      </w:r>
    </w:p>
    <w:p w14:paraId="304DC260" w14:textId="77777777" w:rsidR="00766774" w:rsidRDefault="00766774" w:rsidP="00115F49">
      <w:r>
        <w:t>— </w:t>
      </w:r>
      <w:r w:rsidR="00115F49" w:rsidRPr="00115F49">
        <w:t>Eh</w:t>
      </w:r>
      <w:r>
        <w:t xml:space="preserve"> ! </w:t>
      </w:r>
      <w:r w:rsidR="00115F49" w:rsidRPr="00115F49">
        <w:t xml:space="preserve">dit </w:t>
      </w:r>
      <w:r w:rsidRPr="00115F49">
        <w:t>Frédéric</w:t>
      </w:r>
      <w:r>
        <w:t> </w:t>
      </w:r>
      <w:r w:rsidRPr="00115F49">
        <w:t>II</w:t>
      </w:r>
      <w:r>
        <w:t xml:space="preserve">, </w:t>
      </w:r>
      <w:r w:rsidR="00115F49" w:rsidRPr="00115F49">
        <w:t>qu</w:t>
      </w:r>
      <w:r>
        <w:t>’</w:t>
      </w:r>
      <w:r w:rsidR="00115F49" w:rsidRPr="00115F49">
        <w:t>est-ce que tu veux</w:t>
      </w:r>
      <w:r>
        <w:t xml:space="preserve">, </w:t>
      </w:r>
      <w:r w:rsidR="00115F49" w:rsidRPr="00115F49">
        <w:t>il faut bien le faire</w:t>
      </w:r>
      <w:r>
        <w:t>.</w:t>
      </w:r>
    </w:p>
    <w:p w14:paraId="3226BB83" w14:textId="77777777" w:rsidR="00115F49" w:rsidRPr="00115F49" w:rsidRDefault="00115F49" w:rsidP="00115F49">
      <w:r w:rsidRPr="00115F49">
        <w:t>Et</w:t>
      </w:r>
      <w:r w:rsidR="00766774">
        <w:t xml:space="preserve">, </w:t>
      </w:r>
      <w:r w:rsidRPr="00115F49">
        <w:t>chose extraordinaire</w:t>
      </w:r>
      <w:r w:rsidR="00766774">
        <w:t xml:space="preserve">, </w:t>
      </w:r>
      <w:r w:rsidRPr="00115F49">
        <w:t>c</w:t>
      </w:r>
      <w:r w:rsidR="00766774">
        <w:t>’</w:t>
      </w:r>
      <w:r w:rsidRPr="00115F49">
        <w:t xml:space="preserve">est </w:t>
      </w:r>
      <w:r w:rsidR="00766774" w:rsidRPr="00115F49">
        <w:t>Frédéric</w:t>
      </w:r>
      <w:r w:rsidR="00766774">
        <w:t> </w:t>
      </w:r>
      <w:r w:rsidR="00766774" w:rsidRPr="00115F49">
        <w:t>II</w:t>
      </w:r>
      <w:r w:rsidRPr="00115F49">
        <w:t xml:space="preserve"> et Bergues qui dirent</w:t>
      </w:r>
      <w:r w:rsidR="00766774">
        <w:t xml:space="preserve"> (</w:t>
      </w:r>
      <w:r w:rsidRPr="00115F49">
        <w:t>est-ce l</w:t>
      </w:r>
      <w:r w:rsidR="00766774">
        <w:t>’</w:t>
      </w:r>
      <w:r w:rsidRPr="00115F49">
        <w:t>un</w:t>
      </w:r>
      <w:r w:rsidR="00766774">
        <w:t xml:space="preserve">, </w:t>
      </w:r>
      <w:r w:rsidRPr="00115F49">
        <w:t>est-ce l</w:t>
      </w:r>
      <w:r w:rsidR="00766774">
        <w:t>’</w:t>
      </w:r>
      <w:r w:rsidRPr="00115F49">
        <w:t>autre qui l</w:t>
      </w:r>
      <w:r w:rsidR="00766774">
        <w:t>’</w:t>
      </w:r>
      <w:r w:rsidRPr="00115F49">
        <w:t>a dit le premier</w:t>
      </w:r>
      <w:r w:rsidR="00766774">
        <w:t xml:space="preserve"> ? </w:t>
      </w:r>
      <w:r w:rsidRPr="00115F49">
        <w:t>L</w:t>
      </w:r>
      <w:r w:rsidR="00766774">
        <w:t>’</w:t>
      </w:r>
      <w:r w:rsidRPr="00115F49">
        <w:t>ont-ils dit tous les deux ensemble</w:t>
      </w:r>
      <w:r w:rsidR="00766774">
        <w:t> ?) : « </w:t>
      </w:r>
      <w:r w:rsidRPr="00115F49">
        <w:t>C</w:t>
      </w:r>
      <w:r w:rsidR="00766774">
        <w:t>’</w:t>
      </w:r>
      <w:r w:rsidRPr="00115F49">
        <w:t>est pas autre chose que de la fumure</w:t>
      </w:r>
      <w:r w:rsidR="00766774">
        <w:t xml:space="preserve">. </w:t>
      </w:r>
      <w:r w:rsidRPr="00115F49">
        <w:t>Tu devrais</w:t>
      </w:r>
      <w:r w:rsidR="00766774">
        <w:t xml:space="preserve">, </w:t>
      </w:r>
      <w:r w:rsidRPr="00115F49">
        <w:t>ou je devrais en mettre au pied du hêtre</w:t>
      </w:r>
      <w:r w:rsidR="00766774">
        <w:t xml:space="preserve">. </w:t>
      </w:r>
      <w:r w:rsidRPr="00115F49">
        <w:t>Ça lui ferait du bien</w:t>
      </w:r>
      <w:r w:rsidR="00766774">
        <w:t>. »</w:t>
      </w:r>
    </w:p>
    <w:p w14:paraId="12F453E1" w14:textId="77777777" w:rsidR="00766774" w:rsidRDefault="00115F49" w:rsidP="00115F49">
      <w:r w:rsidRPr="00115F49">
        <w:t>Ils ont pensé au hêtre tout naturellement parce qu</w:t>
      </w:r>
      <w:r w:rsidR="00766774">
        <w:t>’</w:t>
      </w:r>
      <w:r w:rsidRPr="00115F49">
        <w:t>il était</w:t>
      </w:r>
      <w:r w:rsidR="00766774">
        <w:t xml:space="preserve"> (</w:t>
      </w:r>
      <w:r w:rsidRPr="00115F49">
        <w:t>il est toujours</w:t>
      </w:r>
      <w:r w:rsidR="00766774">
        <w:t xml:space="preserve">) </w:t>
      </w:r>
      <w:r w:rsidRPr="00115F49">
        <w:t>près du canal</w:t>
      </w:r>
      <w:r w:rsidR="00766774">
        <w:t xml:space="preserve">. </w:t>
      </w:r>
      <w:r w:rsidRPr="00115F49">
        <w:t>Et surtout parce que c</w:t>
      </w:r>
      <w:r w:rsidR="00766774">
        <w:t>’</w:t>
      </w:r>
      <w:r w:rsidRPr="00115F49">
        <w:t>était déjà le plus beau hêtre qu</w:t>
      </w:r>
      <w:r w:rsidR="00766774">
        <w:t>’</w:t>
      </w:r>
      <w:r w:rsidRPr="00115F49">
        <w:t>on ait jamais vu</w:t>
      </w:r>
      <w:r w:rsidR="00766774">
        <w:t>.</w:t>
      </w:r>
    </w:p>
    <w:p w14:paraId="4242968F" w14:textId="77777777" w:rsidR="00766774" w:rsidRDefault="00115F49" w:rsidP="00115F49">
      <w:r w:rsidRPr="00115F49">
        <w:lastRenderedPageBreak/>
        <w:t>Dans le printemps</w:t>
      </w:r>
      <w:r w:rsidR="00766774">
        <w:t xml:space="preserve">, </w:t>
      </w:r>
      <w:r w:rsidRPr="00115F49">
        <w:t>c</w:t>
      </w:r>
      <w:r w:rsidR="00766774">
        <w:t>’</w:t>
      </w:r>
      <w:r w:rsidRPr="00115F49">
        <w:t>est un dieu</w:t>
      </w:r>
      <w:r w:rsidR="00766774">
        <w:t xml:space="preserve"> ! </w:t>
      </w:r>
      <w:r w:rsidRPr="00115F49">
        <w:t>Avec son épais pelage de bourgeons qui le couvrent comme de la dépouille d</w:t>
      </w:r>
      <w:r w:rsidR="00766774">
        <w:t>’</w:t>
      </w:r>
      <w:r w:rsidRPr="00115F49">
        <w:t>un de ces énormes taureaux d</w:t>
      </w:r>
      <w:r w:rsidR="00766774">
        <w:t>’</w:t>
      </w:r>
      <w:r w:rsidRPr="00115F49">
        <w:t>or du temps d</w:t>
      </w:r>
      <w:r w:rsidR="00766774">
        <w:t>’</w:t>
      </w:r>
      <w:r w:rsidRPr="00115F49">
        <w:t>avant les voûtes</w:t>
      </w:r>
      <w:r w:rsidR="00766774">
        <w:t>.</w:t>
      </w:r>
    </w:p>
    <w:p w14:paraId="0F96D228" w14:textId="77777777" w:rsidR="00766774" w:rsidRDefault="00115F49" w:rsidP="00115F49">
      <w:r w:rsidRPr="00115F49">
        <w:t>Et ils entassèrent de cette boue puante contre le pied du hêtre</w:t>
      </w:r>
      <w:r w:rsidR="00766774">
        <w:t xml:space="preserve"> ; </w:t>
      </w:r>
      <w:r w:rsidRPr="00115F49">
        <w:t>tous les quatre</w:t>
      </w:r>
      <w:r w:rsidR="00766774">
        <w:t xml:space="preserve"> : </w:t>
      </w:r>
      <w:r w:rsidRPr="00115F49">
        <w:t>les deux Piémontais</w:t>
      </w:r>
      <w:r w:rsidR="00766774">
        <w:t xml:space="preserve">, </w:t>
      </w:r>
      <w:r w:rsidR="00766774" w:rsidRPr="00115F49">
        <w:t>Frédéric</w:t>
      </w:r>
      <w:r w:rsidR="00766774">
        <w:t> </w:t>
      </w:r>
      <w:r w:rsidR="00766774" w:rsidRPr="00115F49">
        <w:t>II</w:t>
      </w:r>
      <w:r w:rsidRPr="00115F49">
        <w:t xml:space="preserve"> et mon Bergues à qui on prêta une pelle</w:t>
      </w:r>
      <w:r w:rsidR="00766774">
        <w:t xml:space="preserve">. </w:t>
      </w:r>
      <w:r w:rsidRPr="00115F49">
        <w:t>Va pour les deux Piémontais dont on ne parlera plus jamais</w:t>
      </w:r>
      <w:r w:rsidR="00766774">
        <w:t xml:space="preserve"> ; </w:t>
      </w:r>
      <w:r w:rsidRPr="00115F49">
        <w:t xml:space="preserve">pour </w:t>
      </w:r>
      <w:r w:rsidR="00766774" w:rsidRPr="00115F49">
        <w:t>Frédéric</w:t>
      </w:r>
      <w:r w:rsidR="00766774">
        <w:t> </w:t>
      </w:r>
      <w:r w:rsidR="00766774" w:rsidRPr="00115F49">
        <w:t>II</w:t>
      </w:r>
      <w:r w:rsidRPr="00115F49">
        <w:t xml:space="preserve"> et mon Bergues</w:t>
      </w:r>
      <w:r w:rsidR="00766774">
        <w:t xml:space="preserve">, </w:t>
      </w:r>
      <w:r w:rsidRPr="00115F49">
        <w:t>c</w:t>
      </w:r>
      <w:r w:rsidR="00766774">
        <w:t>’</w:t>
      </w:r>
      <w:r w:rsidRPr="00115F49">
        <w:t>est à noter</w:t>
      </w:r>
      <w:r w:rsidR="00766774">
        <w:t xml:space="preserve">. </w:t>
      </w:r>
      <w:r w:rsidRPr="00115F49">
        <w:t>Et</w:t>
      </w:r>
      <w:r w:rsidR="00766774">
        <w:t xml:space="preserve">, </w:t>
      </w:r>
      <w:r w:rsidRPr="00115F49">
        <w:t>qu</w:t>
      </w:r>
      <w:r w:rsidR="00766774">
        <w:t>’</w:t>
      </w:r>
      <w:r w:rsidRPr="00115F49">
        <w:t>ils l</w:t>
      </w:r>
      <w:r w:rsidR="00766774">
        <w:t>’</w:t>
      </w:r>
      <w:r w:rsidRPr="00115F49">
        <w:t>aient fait</w:t>
      </w:r>
      <w:r w:rsidR="00766774">
        <w:t xml:space="preserve">, </w:t>
      </w:r>
      <w:r w:rsidRPr="00115F49">
        <w:t>juste ce printemps de 1844</w:t>
      </w:r>
      <w:r w:rsidR="00766774">
        <w:t xml:space="preserve">, </w:t>
      </w:r>
      <w:r w:rsidRPr="00115F49">
        <w:t>aux premières chaleurs</w:t>
      </w:r>
      <w:r w:rsidR="00766774">
        <w:t xml:space="preserve">, </w:t>
      </w:r>
      <w:r w:rsidRPr="00115F49">
        <w:t>quand tous les vallons sentaient la flouve</w:t>
      </w:r>
      <w:r w:rsidR="00766774">
        <w:t xml:space="preserve"> ; </w:t>
      </w:r>
      <w:r w:rsidRPr="00115F49">
        <w:t>après cet hiver de 43 pendant lequel Marie Chazottes disparut</w:t>
      </w:r>
      <w:r w:rsidR="00766774">
        <w:t xml:space="preserve">. </w:t>
      </w:r>
      <w:r w:rsidRPr="00115F49">
        <w:t>La première</w:t>
      </w:r>
      <w:r w:rsidR="00766774">
        <w:t>.</w:t>
      </w:r>
    </w:p>
    <w:p w14:paraId="2808F2B8" w14:textId="77777777" w:rsidR="00766774" w:rsidRDefault="00115F49" w:rsidP="00115F49">
      <w:r w:rsidRPr="00115F49">
        <w:t>Au cours de l</w:t>
      </w:r>
      <w:r w:rsidR="00766774">
        <w:t>’</w:t>
      </w:r>
      <w:r w:rsidRPr="00115F49">
        <w:t>été</w:t>
      </w:r>
      <w:r w:rsidR="00766774">
        <w:t xml:space="preserve">, </w:t>
      </w:r>
      <w:r w:rsidRPr="00115F49">
        <w:t>il y eut de nombreux orages et notamment un si brusque et si violent qu</w:t>
      </w:r>
      <w:r w:rsidR="00766774">
        <w:t>’</w:t>
      </w:r>
      <w:r w:rsidRPr="00115F49">
        <w:t>un afflux extraordinaire d</w:t>
      </w:r>
      <w:r w:rsidR="00766774">
        <w:t>’</w:t>
      </w:r>
      <w:r w:rsidRPr="00115F49">
        <w:t>eau</w:t>
      </w:r>
      <w:r w:rsidR="00766774">
        <w:t xml:space="preserve">, </w:t>
      </w:r>
      <w:r w:rsidRPr="00115F49">
        <w:t>ayant envahi le canal si bien nettoyé</w:t>
      </w:r>
      <w:r w:rsidR="00766774">
        <w:t xml:space="preserve">, </w:t>
      </w:r>
      <w:r w:rsidRPr="00115F49">
        <w:t>faillit emporter la roue à aube de la scierie</w:t>
      </w:r>
      <w:r w:rsidR="00766774">
        <w:t xml:space="preserve">. </w:t>
      </w:r>
      <w:r w:rsidRPr="00115F49">
        <w:t>Si bien qu</w:t>
      </w:r>
      <w:r w:rsidR="00766774">
        <w:t>’</w:t>
      </w:r>
      <w:r w:rsidRPr="00115F49">
        <w:t>un jour où le tonnerre avait recommencé à péter sec</w:t>
      </w:r>
      <w:r w:rsidR="00766774">
        <w:t xml:space="preserve">, </w:t>
      </w:r>
      <w:r w:rsidRPr="00115F49">
        <w:t>dès que les gouttes se mirent à claquer par-ci par-là comme des écus</w:t>
      </w:r>
      <w:r w:rsidR="00766774">
        <w:t xml:space="preserve">, </w:t>
      </w:r>
      <w:r w:rsidR="00766774" w:rsidRPr="00115F49">
        <w:t>Frédéric</w:t>
      </w:r>
      <w:r w:rsidR="00766774">
        <w:t> </w:t>
      </w:r>
      <w:r w:rsidR="00766774" w:rsidRPr="00115F49">
        <w:t>II</w:t>
      </w:r>
      <w:r w:rsidRPr="00115F49">
        <w:t xml:space="preserve"> courut en amont vers la martelière à vis pour détourner l</w:t>
      </w:r>
      <w:r w:rsidR="00766774">
        <w:t>’</w:t>
      </w:r>
      <w:r w:rsidRPr="00115F49">
        <w:t>eau dans le canal de perte</w:t>
      </w:r>
      <w:r w:rsidR="00766774">
        <w:t xml:space="preserve">. </w:t>
      </w:r>
      <w:r w:rsidRPr="00115F49">
        <w:t>Le temps de faire son affaire et il revenait en courant dans des rafales déjà très épaisses</w:t>
      </w:r>
      <w:r w:rsidR="00766774">
        <w:t xml:space="preserve">, </w:t>
      </w:r>
      <w:r w:rsidRPr="00115F49">
        <w:t>des taillis d</w:t>
      </w:r>
      <w:r w:rsidR="00766774">
        <w:t>’</w:t>
      </w:r>
      <w:r w:rsidRPr="00115F49">
        <w:t>éclairs et des ombres à couper au couteau</w:t>
      </w:r>
      <w:r w:rsidR="00766774">
        <w:t xml:space="preserve">, </w:t>
      </w:r>
      <w:r w:rsidRPr="00115F49">
        <w:t>quand il aperçut un homme qui s</w:t>
      </w:r>
      <w:r w:rsidR="00766774">
        <w:t>’</w:t>
      </w:r>
      <w:r w:rsidRPr="00115F49">
        <w:t>abritait sous le hêtre</w:t>
      </w:r>
      <w:r w:rsidR="00766774">
        <w:t xml:space="preserve">. </w:t>
      </w:r>
      <w:r w:rsidRPr="00115F49">
        <w:t>Il lui cria de s</w:t>
      </w:r>
      <w:r w:rsidR="00766774">
        <w:t>’</w:t>
      </w:r>
      <w:r w:rsidRPr="00115F49">
        <w:t>amener</w:t>
      </w:r>
      <w:r w:rsidR="00766774">
        <w:t xml:space="preserve">, </w:t>
      </w:r>
      <w:r w:rsidRPr="00115F49">
        <w:t>mais l</w:t>
      </w:r>
      <w:r w:rsidR="00766774">
        <w:t>’</w:t>
      </w:r>
      <w:r w:rsidRPr="00115F49">
        <w:t>homme parut ne pas entendre</w:t>
      </w:r>
      <w:r w:rsidR="00766774">
        <w:t xml:space="preserve">. </w:t>
      </w:r>
      <w:r w:rsidRPr="00115F49">
        <w:t>C</w:t>
      </w:r>
      <w:r w:rsidR="00766774">
        <w:t>’</w:t>
      </w:r>
      <w:r w:rsidRPr="00115F49">
        <w:t>est enfantin</w:t>
      </w:r>
      <w:r w:rsidR="00766774">
        <w:t xml:space="preserve">, </w:t>
      </w:r>
      <w:r w:rsidRPr="00115F49">
        <w:t>on ne s</w:t>
      </w:r>
      <w:r w:rsidR="00766774">
        <w:t>’</w:t>
      </w:r>
      <w:r w:rsidRPr="00115F49">
        <w:t>abrite pas sous un arbre en temps d</w:t>
      </w:r>
      <w:r w:rsidR="00766774">
        <w:t>’</w:t>
      </w:r>
      <w:r w:rsidRPr="00115F49">
        <w:t>orage</w:t>
      </w:r>
      <w:r w:rsidR="00766774">
        <w:t xml:space="preserve">, </w:t>
      </w:r>
      <w:r w:rsidRPr="00115F49">
        <w:t>encore moins sous un arbre de l</w:t>
      </w:r>
      <w:r w:rsidR="00766774">
        <w:t>’</w:t>
      </w:r>
      <w:r w:rsidRPr="00115F49">
        <w:t>envergure et de l</w:t>
      </w:r>
      <w:r w:rsidR="00766774">
        <w:t>’</w:t>
      </w:r>
      <w:r w:rsidRPr="00115F49">
        <w:t>envolée de ce hêtre divin</w:t>
      </w:r>
      <w:r w:rsidR="00766774">
        <w:t xml:space="preserve">, </w:t>
      </w:r>
      <w:r w:rsidRPr="00115F49">
        <w:t>et surtout par un de ces orages d</w:t>
      </w:r>
      <w:r w:rsidR="00766774">
        <w:t>’</w:t>
      </w:r>
      <w:r w:rsidRPr="00115F49">
        <w:t>ici qui sont d</w:t>
      </w:r>
      <w:r w:rsidR="00766774">
        <w:t>’</w:t>
      </w:r>
      <w:r w:rsidRPr="00115F49">
        <w:t>une violence terrifiante</w:t>
      </w:r>
      <w:r w:rsidR="00766774">
        <w:t xml:space="preserve">. </w:t>
      </w:r>
      <w:r w:rsidRPr="00115F49">
        <w:t>De dessous son hangar</w:t>
      </w:r>
      <w:r w:rsidR="00766774">
        <w:t xml:space="preserve">, </w:t>
      </w:r>
      <w:r w:rsidR="00766774" w:rsidRPr="00115F49">
        <w:t>Frédéric</w:t>
      </w:r>
      <w:r w:rsidR="00766774">
        <w:t> </w:t>
      </w:r>
      <w:r w:rsidR="00766774" w:rsidRPr="00115F49">
        <w:t>II</w:t>
      </w:r>
      <w:r w:rsidRPr="00115F49">
        <w:t xml:space="preserve"> voyait pourtant cet homme</w:t>
      </w:r>
      <w:r w:rsidRPr="00115F49">
        <w:rPr>
          <w:i/>
          <w:iCs/>
        </w:rPr>
        <w:t xml:space="preserve"> dénaturé </w:t>
      </w:r>
      <w:r w:rsidRPr="00115F49">
        <w:t>adossé contre le tronc du hêtre dans une attitude fort paisible</w:t>
      </w:r>
      <w:r w:rsidR="00766774">
        <w:t xml:space="preserve">, </w:t>
      </w:r>
      <w:r w:rsidRPr="00115F49">
        <w:t>même abandonnée</w:t>
      </w:r>
      <w:r w:rsidR="00766774">
        <w:t xml:space="preserve"> ; </w:t>
      </w:r>
      <w:r w:rsidRPr="00115F49">
        <w:t>dans une sorte de contentement manifeste</w:t>
      </w:r>
      <w:r w:rsidR="00766774">
        <w:t xml:space="preserve"> : </w:t>
      </w:r>
      <w:r w:rsidRPr="00115F49">
        <w:t>comme s</w:t>
      </w:r>
      <w:r w:rsidR="00766774">
        <w:t>’</w:t>
      </w:r>
      <w:r w:rsidRPr="00115F49">
        <w:t>il chauffait ses guêtres à quelque cheminée de cuisine</w:t>
      </w:r>
      <w:r w:rsidR="00766774">
        <w:t xml:space="preserve">. </w:t>
      </w:r>
      <w:r w:rsidRPr="00115F49">
        <w:t>Il se dit</w:t>
      </w:r>
      <w:r w:rsidR="00766774">
        <w:t> : « </w:t>
      </w:r>
      <w:r w:rsidRPr="00115F49">
        <w:t>C</w:t>
      </w:r>
      <w:r w:rsidR="00766774">
        <w:t>’</w:t>
      </w:r>
      <w:r w:rsidRPr="00115F49">
        <w:t>est un pauvre couillon de qui sait d</w:t>
      </w:r>
      <w:r w:rsidR="00766774">
        <w:t>’</w:t>
      </w:r>
      <w:r w:rsidRPr="00115F49">
        <w:t>où</w:t>
      </w:r>
      <w:r w:rsidR="00766774">
        <w:t> ? »</w:t>
      </w:r>
      <w:r w:rsidRPr="00115F49">
        <w:t xml:space="preserve"> Il pensait </w:t>
      </w:r>
      <w:r w:rsidRPr="00115F49">
        <w:lastRenderedPageBreak/>
        <w:t>à ces commis voyageurs qui viennent ici l</w:t>
      </w:r>
      <w:r w:rsidR="00766774">
        <w:t>’</w:t>
      </w:r>
      <w:r w:rsidRPr="00115F49">
        <w:t>été pour réassortir les outils agricoles et faire de la réclame pour les machines</w:t>
      </w:r>
      <w:r w:rsidR="00766774">
        <w:t xml:space="preserve">. </w:t>
      </w:r>
      <w:r w:rsidRPr="00115F49">
        <w:t>Finalement</w:t>
      </w:r>
      <w:r w:rsidR="00766774">
        <w:t xml:space="preserve">, </w:t>
      </w:r>
      <w:r w:rsidRPr="00115F49">
        <w:t>l</w:t>
      </w:r>
      <w:r w:rsidR="00766774">
        <w:t>’</w:t>
      </w:r>
      <w:r w:rsidRPr="00115F49">
        <w:t>orage ne faisant que croître et embellir</w:t>
      </w:r>
      <w:r w:rsidR="00766774">
        <w:t xml:space="preserve">, </w:t>
      </w:r>
      <w:r w:rsidRPr="00115F49">
        <w:t>l</w:t>
      </w:r>
      <w:r w:rsidR="00766774">
        <w:t>’</w:t>
      </w:r>
      <w:r w:rsidRPr="00115F49">
        <w:t>eau s</w:t>
      </w:r>
      <w:r w:rsidR="00766774">
        <w:t>’</w:t>
      </w:r>
      <w:r w:rsidRPr="00115F49">
        <w:t>écroulant à murs et quelques coups ayant pété pas trop loin</w:t>
      </w:r>
      <w:r w:rsidR="00766774">
        <w:t xml:space="preserve">, </w:t>
      </w:r>
      <w:r w:rsidRPr="00115F49">
        <w:t>il se dit</w:t>
      </w:r>
      <w:r w:rsidR="00766774">
        <w:t> : « </w:t>
      </w:r>
      <w:r w:rsidRPr="00115F49">
        <w:t>C</w:t>
      </w:r>
      <w:r w:rsidR="00766774">
        <w:t>’</w:t>
      </w:r>
      <w:r w:rsidRPr="00115F49">
        <w:t>est bête de laisser ce type-là là-bas dessous</w:t>
      </w:r>
      <w:r w:rsidR="00766774">
        <w:t xml:space="preserve">, </w:t>
      </w:r>
      <w:r w:rsidRPr="00115F49">
        <w:t>est-ce qu</w:t>
      </w:r>
      <w:r w:rsidR="00766774">
        <w:t>’</w:t>
      </w:r>
      <w:r w:rsidRPr="00115F49">
        <w:t>il ne voit pas qu</w:t>
      </w:r>
      <w:r w:rsidR="00766774">
        <w:t>’</w:t>
      </w:r>
      <w:r w:rsidRPr="00115F49">
        <w:t>il y a de l</w:t>
      </w:r>
      <w:r w:rsidR="00766774">
        <w:t>’</w:t>
      </w:r>
      <w:r w:rsidRPr="00115F49">
        <w:t>abri ici</w:t>
      </w:r>
      <w:r w:rsidR="00766774">
        <w:t> ? »</w:t>
      </w:r>
      <w:r w:rsidRPr="00115F49">
        <w:t xml:space="preserve"> Il se mit un sac en capuchon sur la tête</w:t>
      </w:r>
      <w:r w:rsidR="00766774">
        <w:t xml:space="preserve">, </w:t>
      </w:r>
      <w:r w:rsidRPr="00115F49">
        <w:t>il courut à l</w:t>
      </w:r>
      <w:r w:rsidR="00766774">
        <w:t>’</w:t>
      </w:r>
      <w:r w:rsidRPr="00115F49">
        <w:t>arbre</w:t>
      </w:r>
      <w:r w:rsidR="00766774">
        <w:t xml:space="preserve">, </w:t>
      </w:r>
      <w:r w:rsidRPr="00115F49">
        <w:t>prit l</w:t>
      </w:r>
      <w:r w:rsidR="00766774">
        <w:t>’</w:t>
      </w:r>
      <w:r w:rsidRPr="00115F49">
        <w:t>homme par le bras et il lui dit</w:t>
      </w:r>
      <w:r w:rsidR="00766774">
        <w:t> : « </w:t>
      </w:r>
      <w:r w:rsidRPr="00115F49">
        <w:t>Venez donc</w:t>
      </w:r>
      <w:r w:rsidR="00766774">
        <w:t xml:space="preserve">, </w:t>
      </w:r>
      <w:r w:rsidRPr="00115F49">
        <w:t>sacrée sorte d</w:t>
      </w:r>
      <w:r w:rsidR="00766774">
        <w:t>’</w:t>
      </w:r>
      <w:r w:rsidRPr="00115F49">
        <w:t>emphysème</w:t>
      </w:r>
      <w:r w:rsidR="00766774">
        <w:t>. »</w:t>
      </w:r>
      <w:r w:rsidRPr="00115F49">
        <w:t xml:space="preserve"> Il le tira et il était temps</w:t>
      </w:r>
      <w:r w:rsidR="00766774">
        <w:t xml:space="preserve">. </w:t>
      </w:r>
      <w:r w:rsidRPr="00115F49">
        <w:t>Les oreilles leur en sonnèrent</w:t>
      </w:r>
      <w:r w:rsidR="00766774">
        <w:t xml:space="preserve">. </w:t>
      </w:r>
      <w:r w:rsidRPr="00115F49">
        <w:t>Tellement</w:t>
      </w:r>
      <w:r w:rsidR="00766774">
        <w:t xml:space="preserve">, </w:t>
      </w:r>
      <w:r w:rsidRPr="00115F49">
        <w:t>qu</w:t>
      </w:r>
      <w:r w:rsidR="00766774">
        <w:t>’</w:t>
      </w:r>
      <w:r w:rsidRPr="00115F49">
        <w:t>ils ne restèrent pas sous le hangar</w:t>
      </w:r>
      <w:r w:rsidR="00766774">
        <w:t xml:space="preserve">, </w:t>
      </w:r>
      <w:r w:rsidRPr="00115F49">
        <w:t>mais entrèrent dans le cagibi de l</w:t>
      </w:r>
      <w:r w:rsidR="00766774">
        <w:t>’</w:t>
      </w:r>
      <w:r w:rsidRPr="00115F49">
        <w:t>engrenage</w:t>
      </w:r>
      <w:r w:rsidR="00766774">
        <w:t>.</w:t>
      </w:r>
    </w:p>
    <w:p w14:paraId="7A543A6E" w14:textId="77777777" w:rsidR="00766774" w:rsidRDefault="00766774" w:rsidP="00115F49">
      <w:r>
        <w:t>— </w:t>
      </w:r>
      <w:r w:rsidR="00115F49" w:rsidRPr="00115F49">
        <w:t>Eh bé</w:t>
      </w:r>
      <w:r>
        <w:t xml:space="preserve"> ! </w:t>
      </w:r>
      <w:r w:rsidR="00115F49" w:rsidRPr="00115F49">
        <w:t>vous voyez</w:t>
      </w:r>
      <w:r>
        <w:t xml:space="preserve"> ! </w:t>
      </w:r>
      <w:r w:rsidR="00115F49" w:rsidRPr="00115F49">
        <w:t xml:space="preserve">dit </w:t>
      </w:r>
      <w:r w:rsidRPr="00115F49">
        <w:t>Frédéric</w:t>
      </w:r>
      <w:r>
        <w:t> </w:t>
      </w:r>
      <w:r w:rsidRPr="00115F49">
        <w:t>II</w:t>
      </w:r>
      <w:r>
        <w:t>.</w:t>
      </w:r>
    </w:p>
    <w:p w14:paraId="0C529A01" w14:textId="77777777" w:rsidR="00766774" w:rsidRDefault="00766774" w:rsidP="00115F49">
      <w:r>
        <w:t>— </w:t>
      </w:r>
      <w:r w:rsidR="00115F49" w:rsidRPr="00115F49">
        <w:t>En effet</w:t>
      </w:r>
      <w:r>
        <w:t xml:space="preserve">, </w:t>
      </w:r>
      <w:r w:rsidR="00115F49" w:rsidRPr="00115F49">
        <w:t>dit l</w:t>
      </w:r>
      <w:r>
        <w:t>’</w:t>
      </w:r>
      <w:r w:rsidR="00115F49" w:rsidRPr="00115F49">
        <w:t>homme</w:t>
      </w:r>
      <w:r>
        <w:t>.</w:t>
      </w:r>
    </w:p>
    <w:p w14:paraId="57EADE92" w14:textId="77777777" w:rsidR="00766774" w:rsidRDefault="00766774" w:rsidP="00115F49">
      <w:r>
        <w:t>— </w:t>
      </w:r>
      <w:r w:rsidR="00115F49" w:rsidRPr="00115F49">
        <w:t>Hé</w:t>
      </w:r>
      <w:r>
        <w:t xml:space="preserve"> ! </w:t>
      </w:r>
      <w:r w:rsidR="00115F49" w:rsidRPr="00115F49">
        <w:t>d</w:t>
      </w:r>
      <w:r>
        <w:t>’</w:t>
      </w:r>
      <w:r w:rsidR="00115F49" w:rsidRPr="00115F49">
        <w:t>où êtes-vous donc</w:t>
      </w:r>
      <w:r>
        <w:t xml:space="preserve"> ? </w:t>
      </w:r>
      <w:r w:rsidR="00115F49" w:rsidRPr="00115F49">
        <w:t xml:space="preserve">dit </w:t>
      </w:r>
      <w:r w:rsidRPr="00115F49">
        <w:t>Frédéric</w:t>
      </w:r>
      <w:r>
        <w:t> </w:t>
      </w:r>
      <w:r w:rsidRPr="00115F49">
        <w:t>II</w:t>
      </w:r>
      <w:r>
        <w:t>.</w:t>
      </w:r>
    </w:p>
    <w:p w14:paraId="68696872" w14:textId="77777777" w:rsidR="00766774" w:rsidRDefault="00766774" w:rsidP="00115F49">
      <w:r>
        <w:t>— </w:t>
      </w:r>
      <w:r w:rsidR="00115F49" w:rsidRPr="00115F49">
        <w:t>De Chichiliane</w:t>
      </w:r>
      <w:r>
        <w:t xml:space="preserve">, </w:t>
      </w:r>
      <w:r w:rsidR="00115F49" w:rsidRPr="00115F49">
        <w:t>dit l</w:t>
      </w:r>
      <w:r>
        <w:t>’</w:t>
      </w:r>
      <w:r w:rsidR="00115F49" w:rsidRPr="00115F49">
        <w:t>homme</w:t>
      </w:r>
      <w:r>
        <w:t>.</w:t>
      </w:r>
    </w:p>
    <w:p w14:paraId="2ED8BC59" w14:textId="3CE03E73" w:rsidR="00766774" w:rsidRDefault="00115F49" w:rsidP="00115F49">
      <w:r w:rsidRPr="00115F49">
        <w:t>Sur le coup</w:t>
      </w:r>
      <w:r w:rsidR="00766774">
        <w:t xml:space="preserve">, </w:t>
      </w:r>
      <w:r w:rsidRPr="00115F49">
        <w:t>vous savez</w:t>
      </w:r>
      <w:r w:rsidR="00766774">
        <w:t xml:space="preserve">, </w:t>
      </w:r>
      <w:r w:rsidRPr="00115F49">
        <w:t>Chichiliane ou Marseille</w:t>
      </w:r>
      <w:r w:rsidR="00766774">
        <w:t xml:space="preserve">, </w:t>
      </w:r>
      <w:r w:rsidRPr="00115F49">
        <w:t>ou le pape c</w:t>
      </w:r>
      <w:r w:rsidR="00766774">
        <w:t>’</w:t>
      </w:r>
      <w:r w:rsidRPr="00115F49">
        <w:t>est pareil</w:t>
      </w:r>
      <w:r w:rsidR="00766774">
        <w:t xml:space="preserve">. </w:t>
      </w:r>
      <w:r w:rsidRPr="00115F49">
        <w:t>Et après</w:t>
      </w:r>
      <w:r w:rsidR="00766774">
        <w:t xml:space="preserve">, </w:t>
      </w:r>
      <w:r w:rsidRPr="00115F49">
        <w:t>Chichiliane c</w:t>
      </w:r>
      <w:r w:rsidR="00766774">
        <w:t>’</w:t>
      </w:r>
      <w:r w:rsidRPr="00115F49">
        <w:t>est non plus pas grand-chose</w:t>
      </w:r>
      <w:r w:rsidR="00766774">
        <w:t xml:space="preserve">, </w:t>
      </w:r>
      <w:r w:rsidRPr="00115F49">
        <w:t xml:space="preserve">car à </w:t>
      </w:r>
      <w:proofErr w:type="spellStart"/>
      <w:r w:rsidRPr="00115F49">
        <w:t>Chichiliane</w:t>
      </w:r>
      <w:proofErr w:type="spellEnd"/>
      <w:r w:rsidRPr="00115F49">
        <w:t xml:space="preserve"> les gens sont peut-être plus bêtes qu</w:t>
      </w:r>
      <w:r w:rsidR="00766774">
        <w:t>’</w:t>
      </w:r>
      <w:r w:rsidRPr="00115F49">
        <w:t>ici</w:t>
      </w:r>
      <w:r w:rsidR="00766774">
        <w:t xml:space="preserve"> ; </w:t>
      </w:r>
      <w:r w:rsidRPr="00115F49">
        <w:t>ce qui est généralement le cas</w:t>
      </w:r>
      <w:r w:rsidR="00766774">
        <w:t xml:space="preserve">. </w:t>
      </w:r>
      <w:r w:rsidR="00766774" w:rsidRPr="00115F49">
        <w:t>Frédéric</w:t>
      </w:r>
      <w:r w:rsidR="00766774">
        <w:t> </w:t>
      </w:r>
      <w:r w:rsidR="00766774" w:rsidRPr="00115F49">
        <w:t>II</w:t>
      </w:r>
      <w:r w:rsidRPr="00115F49">
        <w:t xml:space="preserve"> se contenta de cette explication pour comprendre pourquoi cet homme restait sous le hêtre volontairement</w:t>
      </w:r>
      <w:r w:rsidR="00766774">
        <w:t xml:space="preserve">. </w:t>
      </w:r>
      <w:r w:rsidRPr="00115F49">
        <w:t>Car l</w:t>
      </w:r>
      <w:r w:rsidR="00766774">
        <w:t>’</w:t>
      </w:r>
      <w:r w:rsidRPr="00115F49">
        <w:t>homme avait bel et bien entendu le premier appel</w:t>
      </w:r>
      <w:r w:rsidR="00766774">
        <w:t xml:space="preserve"> ; </w:t>
      </w:r>
      <w:r w:rsidRPr="00115F49">
        <w:t>il le dit très franchement</w:t>
      </w:r>
      <w:r w:rsidR="00766774">
        <w:t xml:space="preserve">. </w:t>
      </w:r>
      <w:r w:rsidRPr="00115F49">
        <w:t>D</w:t>
      </w:r>
      <w:r w:rsidR="00766774">
        <w:t>’</w:t>
      </w:r>
      <w:r w:rsidRPr="00115F49">
        <w:t>ailleurs</w:t>
      </w:r>
      <w:r w:rsidR="00766774">
        <w:t xml:space="preserve">, </w:t>
      </w:r>
      <w:r w:rsidRPr="00115F49">
        <w:t>il avait bien vu qu</w:t>
      </w:r>
      <w:r w:rsidR="00766774">
        <w:t>’</w:t>
      </w:r>
      <w:r w:rsidRPr="00115F49">
        <w:t>à dix mètres derrière lui il y avait le hangar de la scierie</w:t>
      </w:r>
      <w:r w:rsidR="00766774">
        <w:t xml:space="preserve"> : </w:t>
      </w:r>
      <w:r w:rsidRPr="00115F49">
        <w:t>il n</w:t>
      </w:r>
      <w:r w:rsidR="00766774">
        <w:t>’</w:t>
      </w:r>
      <w:r w:rsidRPr="00115F49">
        <w:t>était pas aveugle</w:t>
      </w:r>
      <w:r w:rsidR="00766774">
        <w:t xml:space="preserve">. </w:t>
      </w:r>
      <w:r w:rsidRPr="00115F49">
        <w:t>Mais</w:t>
      </w:r>
      <w:r w:rsidR="00766774">
        <w:t xml:space="preserve">, </w:t>
      </w:r>
      <w:r w:rsidRPr="00115F49">
        <w:t>vous savez</w:t>
      </w:r>
      <w:r w:rsidR="00766774">
        <w:t xml:space="preserve">, </w:t>
      </w:r>
      <w:r w:rsidRPr="00115F49">
        <w:t>il y a des gens timides</w:t>
      </w:r>
      <w:r w:rsidR="00766774">
        <w:t xml:space="preserve"> ; </w:t>
      </w:r>
      <w:r w:rsidRPr="00115F49">
        <w:t>et même pas</w:t>
      </w:r>
      <w:r w:rsidR="00766774">
        <w:t xml:space="preserve"> : </w:t>
      </w:r>
      <w:r w:rsidRPr="00115F49">
        <w:t>des gens bêtes</w:t>
      </w:r>
      <w:r w:rsidR="00766774">
        <w:t xml:space="preserve">. </w:t>
      </w:r>
      <w:r w:rsidR="00766774" w:rsidRPr="00115F49">
        <w:t>Frédéric</w:t>
      </w:r>
      <w:r w:rsidR="00766774">
        <w:t> </w:t>
      </w:r>
      <w:r w:rsidR="00766774" w:rsidRPr="00115F49">
        <w:t>II</w:t>
      </w:r>
      <w:r w:rsidRPr="00115F49">
        <w:t xml:space="preserve"> pensait qu</w:t>
      </w:r>
      <w:r w:rsidR="00766774">
        <w:t>’</w:t>
      </w:r>
      <w:r w:rsidRPr="00115F49">
        <w:t>il était bête</w:t>
      </w:r>
      <w:r w:rsidR="00766774">
        <w:t>.</w:t>
      </w:r>
    </w:p>
    <w:p w14:paraId="4BBE817E" w14:textId="77777777" w:rsidR="00766774" w:rsidRDefault="00115F49" w:rsidP="00115F49">
      <w:r w:rsidRPr="00115F49">
        <w:t>Vous n</w:t>
      </w:r>
      <w:r w:rsidR="00766774">
        <w:t>’</w:t>
      </w:r>
      <w:r w:rsidRPr="00115F49">
        <w:t>avez pas eu l</w:t>
      </w:r>
      <w:r w:rsidR="00766774">
        <w:t>’</w:t>
      </w:r>
      <w:r w:rsidRPr="00115F49">
        <w:t xml:space="preserve">occasion de voir un portrait de </w:t>
      </w:r>
      <w:r w:rsidR="00766774" w:rsidRPr="00115F49">
        <w:t>Frédéric</w:t>
      </w:r>
      <w:r w:rsidR="00766774">
        <w:t> </w:t>
      </w:r>
      <w:r w:rsidR="00766774" w:rsidRPr="00115F49">
        <w:t>II</w:t>
      </w:r>
      <w:r w:rsidR="00766774">
        <w:t xml:space="preserve"> ? </w:t>
      </w:r>
      <w:r w:rsidRPr="00115F49">
        <w:t xml:space="preserve">Il y en a un chez </w:t>
      </w:r>
      <w:r w:rsidR="00766774" w:rsidRPr="00115F49">
        <w:t>Frédéric</w:t>
      </w:r>
      <w:r w:rsidR="00766774">
        <w:t> </w:t>
      </w:r>
      <w:r w:rsidR="00766774" w:rsidRPr="00115F49">
        <w:t>IV</w:t>
      </w:r>
      <w:r w:rsidR="00766774">
        <w:t xml:space="preserve">. </w:t>
      </w:r>
      <w:r w:rsidRPr="00115F49">
        <w:t>On voit tout de suite que c</w:t>
      </w:r>
      <w:r w:rsidR="00766774">
        <w:t>’</w:t>
      </w:r>
      <w:r w:rsidRPr="00115F49">
        <w:t>est un homme qui croit à la bêtise des autres</w:t>
      </w:r>
      <w:r w:rsidR="00766774">
        <w:t>.</w:t>
      </w:r>
    </w:p>
    <w:p w14:paraId="667A8C79" w14:textId="77777777" w:rsidR="00766774" w:rsidRDefault="00115F49" w:rsidP="00115F49">
      <w:r w:rsidRPr="00115F49">
        <w:lastRenderedPageBreak/>
        <w:t>Il n</w:t>
      </w:r>
      <w:r w:rsidR="00766774">
        <w:t>’</w:t>
      </w:r>
      <w:r w:rsidRPr="00115F49">
        <w:t>interrogea pas l</w:t>
      </w:r>
      <w:r w:rsidR="00766774">
        <w:t>’</w:t>
      </w:r>
      <w:r w:rsidRPr="00115F49">
        <w:t>homme de Chichiliane</w:t>
      </w:r>
      <w:r w:rsidR="00766774">
        <w:t xml:space="preserve"> ; </w:t>
      </w:r>
      <w:r w:rsidRPr="00115F49">
        <w:t>il se demandait seulement si sa martelière tiendrait le coup</w:t>
      </w:r>
      <w:r w:rsidR="00766774">
        <w:t xml:space="preserve">. </w:t>
      </w:r>
      <w:r w:rsidRPr="00115F49">
        <w:t>Il ne le regarda pas non plus</w:t>
      </w:r>
      <w:r w:rsidR="00766774">
        <w:t xml:space="preserve">. </w:t>
      </w:r>
      <w:r w:rsidRPr="00115F49">
        <w:t>Ils restèrent cependant plus d</w:t>
      </w:r>
      <w:r w:rsidR="00766774">
        <w:t>’</w:t>
      </w:r>
      <w:r w:rsidRPr="00115F49">
        <w:t>une heure accroupis l</w:t>
      </w:r>
      <w:r w:rsidR="00766774">
        <w:t>’</w:t>
      </w:r>
      <w:r w:rsidRPr="00115F49">
        <w:t>un près de l</w:t>
      </w:r>
      <w:r w:rsidR="00766774">
        <w:t>’</w:t>
      </w:r>
      <w:r w:rsidRPr="00115F49">
        <w:t>autre dans le petit cagibi aux engrenages</w:t>
      </w:r>
      <w:r w:rsidR="00766774">
        <w:t xml:space="preserve">, </w:t>
      </w:r>
      <w:r w:rsidRPr="00115F49">
        <w:t>si près qu</w:t>
      </w:r>
      <w:r w:rsidR="00766774">
        <w:t>’</w:t>
      </w:r>
      <w:r w:rsidRPr="00115F49">
        <w:t>ils se touchaient de l</w:t>
      </w:r>
      <w:r w:rsidR="00766774">
        <w:t>’</w:t>
      </w:r>
      <w:r w:rsidRPr="00115F49">
        <w:t>épaule et du bras</w:t>
      </w:r>
      <w:r w:rsidR="00766774">
        <w:t>.</w:t>
      </w:r>
    </w:p>
    <w:p w14:paraId="066BE5A9" w14:textId="77777777" w:rsidR="00766774" w:rsidRDefault="00115F49" w:rsidP="00115F49">
      <w:r w:rsidRPr="00115F49">
        <w:t>On eut ensuite de très belles journées</w:t>
      </w:r>
      <w:r w:rsidR="00766774">
        <w:t xml:space="preserve">. </w:t>
      </w:r>
      <w:r w:rsidRPr="00115F49">
        <w:t xml:space="preserve">Je dis </w:t>
      </w:r>
      <w:r w:rsidR="00766774">
        <w:t>« </w:t>
      </w:r>
      <w:r w:rsidRPr="00115F49">
        <w:t>on</w:t>
      </w:r>
      <w:r w:rsidR="00766774">
        <w:t xml:space="preserve"> », </w:t>
      </w:r>
      <w:r w:rsidRPr="00115F49">
        <w:t>naturellement je n</w:t>
      </w:r>
      <w:r w:rsidR="00766774">
        <w:t>’</w:t>
      </w:r>
      <w:r w:rsidRPr="00115F49">
        <w:t>y étais pas puisque tout ça se passait en 1843</w:t>
      </w:r>
      <w:r w:rsidR="00766774">
        <w:t xml:space="preserve">, </w:t>
      </w:r>
      <w:r w:rsidRPr="00115F49">
        <w:t>mais j</w:t>
      </w:r>
      <w:r w:rsidR="00766774">
        <w:t>’</w:t>
      </w:r>
      <w:r w:rsidRPr="00115F49">
        <w:t>ai tellement dû interroger et m</w:t>
      </w:r>
      <w:r w:rsidR="00766774">
        <w:t>’</w:t>
      </w:r>
      <w:r w:rsidRPr="00115F49">
        <w:t>y mettre pour avoir un peu du fin mot que j</w:t>
      </w:r>
      <w:r w:rsidR="00766774">
        <w:t>’</w:t>
      </w:r>
      <w:r w:rsidRPr="00115F49">
        <w:t>ai fini par faire partie de la chose</w:t>
      </w:r>
      <w:r w:rsidR="00766774">
        <w:t xml:space="preserve"> ; </w:t>
      </w:r>
      <w:r w:rsidRPr="00115F49">
        <w:t>et d</w:t>
      </w:r>
      <w:r w:rsidR="00766774">
        <w:t>’</w:t>
      </w:r>
      <w:r w:rsidRPr="00115F49">
        <w:t>ailleurs</w:t>
      </w:r>
      <w:r w:rsidR="00766774">
        <w:t xml:space="preserve">, </w:t>
      </w:r>
      <w:r w:rsidRPr="00115F49">
        <w:t>j</w:t>
      </w:r>
      <w:r w:rsidR="00766774">
        <w:t>’</w:t>
      </w:r>
      <w:r w:rsidRPr="00115F49">
        <w:t>imagine qu</w:t>
      </w:r>
      <w:r w:rsidR="00766774">
        <w:t>’</w:t>
      </w:r>
      <w:r w:rsidRPr="00115F49">
        <w:t>il y eut un de ces automnes opulents que nous connaissons</w:t>
      </w:r>
      <w:r w:rsidR="00766774">
        <w:t xml:space="preserve">, </w:t>
      </w:r>
      <w:r w:rsidRPr="00115F49">
        <w:t>vous et moi</w:t>
      </w:r>
      <w:r w:rsidR="00766774">
        <w:t>.</w:t>
      </w:r>
    </w:p>
    <w:p w14:paraId="745646DA" w14:textId="77777777" w:rsidR="00766774" w:rsidRDefault="00115F49" w:rsidP="00115F49">
      <w:r w:rsidRPr="00115F49">
        <w:t>Je suppose que vous savez où l</w:t>
      </w:r>
      <w:r w:rsidR="00766774">
        <w:t>’</w:t>
      </w:r>
      <w:r w:rsidRPr="00115F49">
        <w:t>automne commence</w:t>
      </w:r>
      <w:r w:rsidR="00766774">
        <w:t xml:space="preserve"> ? </w:t>
      </w:r>
      <w:r w:rsidRPr="00115F49">
        <w:t>Il commence exactement à 235 pas de l</w:t>
      </w:r>
      <w:r w:rsidR="00766774">
        <w:t>’</w:t>
      </w:r>
      <w:r w:rsidRPr="00115F49">
        <w:t>arbre marqué M 312</w:t>
      </w:r>
      <w:r w:rsidR="00766774">
        <w:t xml:space="preserve">, </w:t>
      </w:r>
      <w:r w:rsidRPr="00115F49">
        <w:t>j</w:t>
      </w:r>
      <w:r w:rsidR="00766774">
        <w:t>’</w:t>
      </w:r>
      <w:r w:rsidRPr="00115F49">
        <w:t>ai compté les pas</w:t>
      </w:r>
      <w:r w:rsidR="00766774">
        <w:t>.</w:t>
      </w:r>
    </w:p>
    <w:p w14:paraId="2CE91DD2" w14:textId="77777777" w:rsidR="00766774" w:rsidRDefault="00115F49" w:rsidP="00115F49">
      <w:r w:rsidRPr="00115F49">
        <w:t>Vous êtes allé au col La Croix</w:t>
      </w:r>
      <w:r w:rsidR="00766774">
        <w:t xml:space="preserve"> ? </w:t>
      </w:r>
      <w:r w:rsidRPr="00115F49">
        <w:t>Vous voyez la piste qui va au lac du Lauzon</w:t>
      </w:r>
      <w:r w:rsidR="00766774">
        <w:t xml:space="preserve"> ? </w:t>
      </w:r>
      <w:r w:rsidRPr="00115F49">
        <w:t>À l</w:t>
      </w:r>
      <w:r w:rsidR="00766774">
        <w:t>’</w:t>
      </w:r>
      <w:r w:rsidRPr="00115F49">
        <w:t>endroit où elle traverse les prés à chamois en pente très raide</w:t>
      </w:r>
      <w:r w:rsidR="00766774">
        <w:t xml:space="preserve"> ; </w:t>
      </w:r>
      <w:r w:rsidRPr="00115F49">
        <w:t>vous passez deux crevasses d</w:t>
      </w:r>
      <w:r w:rsidR="00766774">
        <w:t>’</w:t>
      </w:r>
      <w:r w:rsidRPr="00115F49">
        <w:t>éboulis assez moches</w:t>
      </w:r>
      <w:r w:rsidR="00766774">
        <w:t xml:space="preserve"> ; </w:t>
      </w:r>
      <w:r w:rsidRPr="00115F49">
        <w:t>vous arrivez juste sous l</w:t>
      </w:r>
      <w:r w:rsidR="00766774">
        <w:t>’</w:t>
      </w:r>
      <w:r w:rsidRPr="00115F49">
        <w:t>aplomb de la face ouest du Ferrand</w:t>
      </w:r>
      <w:r w:rsidR="00766774">
        <w:t xml:space="preserve">. </w:t>
      </w:r>
      <w:r w:rsidRPr="00115F49">
        <w:t>Paysage minéral</w:t>
      </w:r>
      <w:r w:rsidR="00766774">
        <w:t xml:space="preserve">, </w:t>
      </w:r>
      <w:r w:rsidRPr="00115F49">
        <w:t>parfaitement tellurique</w:t>
      </w:r>
      <w:r w:rsidR="00766774">
        <w:t xml:space="preserve"> : </w:t>
      </w:r>
      <w:r w:rsidRPr="00115F49">
        <w:t>gneiss</w:t>
      </w:r>
      <w:r w:rsidR="00766774">
        <w:t xml:space="preserve">, </w:t>
      </w:r>
      <w:r w:rsidRPr="00115F49">
        <w:t>porphyre</w:t>
      </w:r>
      <w:r w:rsidR="00766774">
        <w:t xml:space="preserve">, </w:t>
      </w:r>
      <w:r w:rsidRPr="00115F49">
        <w:t>grès</w:t>
      </w:r>
      <w:r w:rsidR="00766774">
        <w:t xml:space="preserve">, </w:t>
      </w:r>
      <w:r w:rsidRPr="00115F49">
        <w:t>serpentine</w:t>
      </w:r>
      <w:r w:rsidR="00766774">
        <w:t xml:space="preserve">, </w:t>
      </w:r>
      <w:r w:rsidRPr="00115F49">
        <w:t>schistes pourris</w:t>
      </w:r>
      <w:r w:rsidR="00766774">
        <w:t xml:space="preserve">. </w:t>
      </w:r>
      <w:r w:rsidRPr="00115F49">
        <w:t>Horizons entièrement fermés de roches acérées</w:t>
      </w:r>
      <w:r w:rsidR="00766774">
        <w:t xml:space="preserve">, </w:t>
      </w:r>
      <w:r w:rsidRPr="00115F49">
        <w:t>aiguilles de Lus</w:t>
      </w:r>
      <w:r w:rsidR="00766774">
        <w:t xml:space="preserve">, </w:t>
      </w:r>
      <w:r w:rsidRPr="00115F49">
        <w:t>canines</w:t>
      </w:r>
      <w:r w:rsidR="00766774">
        <w:t xml:space="preserve">, </w:t>
      </w:r>
      <w:r w:rsidRPr="00115F49">
        <w:t>molaires</w:t>
      </w:r>
      <w:r w:rsidR="00766774">
        <w:t xml:space="preserve">, </w:t>
      </w:r>
      <w:r w:rsidRPr="00115F49">
        <w:t>incisives</w:t>
      </w:r>
      <w:r w:rsidR="00766774">
        <w:t xml:space="preserve">, </w:t>
      </w:r>
      <w:r w:rsidRPr="00115F49">
        <w:t>dents de chiens</w:t>
      </w:r>
      <w:r w:rsidR="00766774">
        <w:t xml:space="preserve">, </w:t>
      </w:r>
      <w:r w:rsidRPr="00115F49">
        <w:t>de lions</w:t>
      </w:r>
      <w:r w:rsidR="00766774">
        <w:t xml:space="preserve">, </w:t>
      </w:r>
      <w:r w:rsidRPr="00115F49">
        <w:t>de tigres et de poissons carnassiers</w:t>
      </w:r>
      <w:r w:rsidR="00766774">
        <w:t xml:space="preserve">. </w:t>
      </w:r>
      <w:r w:rsidRPr="00115F49">
        <w:t>De là</w:t>
      </w:r>
      <w:r w:rsidR="00766774">
        <w:t xml:space="preserve">, </w:t>
      </w:r>
      <w:r w:rsidRPr="00115F49">
        <w:t>à votre gauche</w:t>
      </w:r>
      <w:r w:rsidR="00766774">
        <w:t xml:space="preserve">, </w:t>
      </w:r>
      <w:r w:rsidRPr="00115F49">
        <w:t>piste pour les cheminées d</w:t>
      </w:r>
      <w:r w:rsidR="00766774">
        <w:t>’</w:t>
      </w:r>
      <w:r w:rsidRPr="00115F49">
        <w:t>accès du Ferrand</w:t>
      </w:r>
      <w:r w:rsidR="00766774">
        <w:t xml:space="preserve"> : </w:t>
      </w:r>
      <w:r w:rsidRPr="00115F49">
        <w:t>alpinisme</w:t>
      </w:r>
      <w:r w:rsidR="00766774">
        <w:t xml:space="preserve">, </w:t>
      </w:r>
      <w:r w:rsidRPr="00115F49">
        <w:t>panorama</w:t>
      </w:r>
      <w:r w:rsidR="00766774">
        <w:t xml:space="preserve">. </w:t>
      </w:r>
      <w:r w:rsidRPr="00115F49">
        <w:t>À votre droite</w:t>
      </w:r>
      <w:r w:rsidR="00766774">
        <w:t xml:space="preserve">, </w:t>
      </w:r>
      <w:r w:rsidRPr="00115F49">
        <w:t>traces imperceptibles dans des pulvérisations de rochasses couvertes de diatomées</w:t>
      </w:r>
      <w:r w:rsidR="00766774">
        <w:t xml:space="preserve">. </w:t>
      </w:r>
      <w:r w:rsidRPr="00115F49">
        <w:t>Suivre ces traces qui contournent un épaulement et</w:t>
      </w:r>
      <w:r w:rsidR="00766774">
        <w:t xml:space="preserve">, </w:t>
      </w:r>
      <w:r w:rsidRPr="00115F49">
        <w:t>dans un creux comme un bol de faïence</w:t>
      </w:r>
      <w:r w:rsidR="00766774">
        <w:t xml:space="preserve">, </w:t>
      </w:r>
      <w:r w:rsidRPr="00115F49">
        <w:t>trouver le plus haut quadrillage forestier</w:t>
      </w:r>
      <w:r w:rsidR="00766774">
        <w:t xml:space="preserve"> ; </w:t>
      </w:r>
      <w:r w:rsidRPr="00115F49">
        <w:t>peut-être deux cents arbres avec</w:t>
      </w:r>
      <w:r w:rsidR="00766774">
        <w:t xml:space="preserve">, </w:t>
      </w:r>
      <w:r w:rsidRPr="00115F49">
        <w:t>à l</w:t>
      </w:r>
      <w:r w:rsidR="00766774">
        <w:t>’</w:t>
      </w:r>
      <w:r w:rsidRPr="00115F49">
        <w:t>orée nord</w:t>
      </w:r>
      <w:r w:rsidR="00766774">
        <w:t xml:space="preserve">, </w:t>
      </w:r>
      <w:r w:rsidRPr="00115F49">
        <w:t>un frêne marqué au minium M 312</w:t>
      </w:r>
      <w:r w:rsidR="00766774">
        <w:t xml:space="preserve">. </w:t>
      </w:r>
      <w:r w:rsidRPr="00115F49">
        <w:t>Là-bas devant</w:t>
      </w:r>
      <w:r w:rsidR="00766774">
        <w:t xml:space="preserve">, </w:t>
      </w:r>
      <w:r w:rsidRPr="00115F49">
        <w:t xml:space="preserve">et à deux </w:t>
      </w:r>
      <w:r w:rsidRPr="00115F49">
        <w:lastRenderedPageBreak/>
        <w:t>cent trente-cinq pas</w:t>
      </w:r>
      <w:r w:rsidR="00766774">
        <w:t xml:space="preserve">, </w:t>
      </w:r>
      <w:r w:rsidRPr="00115F49">
        <w:t>planté directement dans la pente de la faïence</w:t>
      </w:r>
      <w:r w:rsidR="00766774">
        <w:t xml:space="preserve">, </w:t>
      </w:r>
      <w:r w:rsidRPr="00115F49">
        <w:t>un autre frêne</w:t>
      </w:r>
      <w:r w:rsidR="00766774">
        <w:t xml:space="preserve">. </w:t>
      </w:r>
      <w:r w:rsidRPr="00115F49">
        <w:t>C</w:t>
      </w:r>
      <w:r w:rsidR="00766774">
        <w:t>’</w:t>
      </w:r>
      <w:r w:rsidRPr="00115F49">
        <w:t>est là que l</w:t>
      </w:r>
      <w:r w:rsidR="00766774">
        <w:t>’</w:t>
      </w:r>
      <w:r w:rsidRPr="00115F49">
        <w:t>automne commence</w:t>
      </w:r>
      <w:r w:rsidR="00766774">
        <w:t>.</w:t>
      </w:r>
    </w:p>
    <w:p w14:paraId="0629C840" w14:textId="57C275B6" w:rsidR="00766774" w:rsidRDefault="00115F49" w:rsidP="00115F49">
      <w:r w:rsidRPr="00115F49">
        <w:t>C</w:t>
      </w:r>
      <w:r w:rsidR="00766774">
        <w:t>’</w:t>
      </w:r>
      <w:r w:rsidRPr="00115F49">
        <w:t>est instantané</w:t>
      </w:r>
      <w:r w:rsidR="00766774">
        <w:t xml:space="preserve">. </w:t>
      </w:r>
      <w:r w:rsidRPr="00115F49">
        <w:t>Est-ce qu</w:t>
      </w:r>
      <w:r w:rsidR="00766774">
        <w:t>’</w:t>
      </w:r>
      <w:r w:rsidRPr="00115F49">
        <w:t>il y a eu une sorte de mot d</w:t>
      </w:r>
      <w:r w:rsidR="00766774">
        <w:t>’</w:t>
      </w:r>
      <w:r w:rsidRPr="00115F49">
        <w:t>ordre donné</w:t>
      </w:r>
      <w:r w:rsidR="00766774">
        <w:t xml:space="preserve">, </w:t>
      </w:r>
      <w:r w:rsidRPr="00115F49">
        <w:t>hier soir</w:t>
      </w:r>
      <w:r w:rsidR="00766774">
        <w:t xml:space="preserve">, </w:t>
      </w:r>
      <w:r w:rsidRPr="00115F49">
        <w:t>pendant que vous tourniez le dos au ciel pour faire votre soupe</w:t>
      </w:r>
      <w:r w:rsidR="00766774">
        <w:t xml:space="preserve"> ? </w:t>
      </w:r>
      <w:r w:rsidRPr="00115F49">
        <w:t>Ce matin</w:t>
      </w:r>
      <w:r w:rsidR="00766774">
        <w:t xml:space="preserve">, </w:t>
      </w:r>
      <w:r w:rsidRPr="00115F49">
        <w:t>comme vous ouvrez l</w:t>
      </w:r>
      <w:r w:rsidR="00766774">
        <w:t>’</w:t>
      </w:r>
      <w:r w:rsidRPr="00115F49">
        <w:t>œil</w:t>
      </w:r>
      <w:r w:rsidR="00766774">
        <w:t xml:space="preserve">, </w:t>
      </w:r>
      <w:r w:rsidRPr="00115F49">
        <w:t>vous voyez mon frêne qui s</w:t>
      </w:r>
      <w:r w:rsidR="00766774">
        <w:t>’</w:t>
      </w:r>
      <w:r w:rsidRPr="00115F49">
        <w:t>est planté une aigrette de plumes de perroquet jaune d</w:t>
      </w:r>
      <w:r w:rsidR="00766774">
        <w:t>’</w:t>
      </w:r>
      <w:r w:rsidRPr="00115F49">
        <w:t>or sur le crâne</w:t>
      </w:r>
      <w:r w:rsidR="00766774">
        <w:t xml:space="preserve">. </w:t>
      </w:r>
      <w:r w:rsidRPr="00115F49">
        <w:t>Le temps de vous occuper du café et de ramasser tout ce qui traîne quand on couche dehors et il ne s</w:t>
      </w:r>
      <w:r w:rsidR="00766774">
        <w:t>’</w:t>
      </w:r>
      <w:r w:rsidRPr="00115F49">
        <w:t>agit déjà plus d</w:t>
      </w:r>
      <w:r w:rsidR="00766774">
        <w:t>’</w:t>
      </w:r>
      <w:r w:rsidRPr="00115F49">
        <w:t>aigrette</w:t>
      </w:r>
      <w:r w:rsidR="00766774">
        <w:t xml:space="preserve">, </w:t>
      </w:r>
      <w:r w:rsidRPr="00115F49">
        <w:t>mais de tout un casque fait des plumes les plus rares</w:t>
      </w:r>
      <w:r w:rsidR="00766774">
        <w:t xml:space="preserve"> : </w:t>
      </w:r>
      <w:r w:rsidRPr="00115F49">
        <w:t>des roses</w:t>
      </w:r>
      <w:r w:rsidR="00766774">
        <w:t xml:space="preserve">, </w:t>
      </w:r>
      <w:r w:rsidRPr="00115F49">
        <w:t>des grises</w:t>
      </w:r>
      <w:r w:rsidR="00766774">
        <w:t xml:space="preserve">, </w:t>
      </w:r>
      <w:r w:rsidRPr="00115F49">
        <w:t>des rouille</w:t>
      </w:r>
      <w:r w:rsidR="00766774">
        <w:t xml:space="preserve">. </w:t>
      </w:r>
      <w:r w:rsidRPr="00115F49">
        <w:t>Puis</w:t>
      </w:r>
      <w:r w:rsidR="00766774">
        <w:t xml:space="preserve">, </w:t>
      </w:r>
      <w:r w:rsidRPr="00115F49">
        <w:t xml:space="preserve">ce sont des </w:t>
      </w:r>
      <w:r w:rsidR="00DC02A6" w:rsidRPr="00DC02A6">
        <w:t>buffleterie</w:t>
      </w:r>
      <w:r w:rsidRPr="00115F49">
        <w:t>s</w:t>
      </w:r>
      <w:r w:rsidR="00766774">
        <w:t xml:space="preserve">, </w:t>
      </w:r>
      <w:r w:rsidRPr="00115F49">
        <w:t>des fourragères</w:t>
      </w:r>
      <w:r w:rsidR="00766774">
        <w:t xml:space="preserve">, </w:t>
      </w:r>
      <w:r w:rsidRPr="00115F49">
        <w:t>des épaulettes</w:t>
      </w:r>
      <w:r w:rsidR="00766774">
        <w:t xml:space="preserve">, </w:t>
      </w:r>
      <w:r w:rsidRPr="00115F49">
        <w:t>des devantiers</w:t>
      </w:r>
      <w:r w:rsidR="00766774">
        <w:t xml:space="preserve">, </w:t>
      </w:r>
      <w:r w:rsidRPr="00115F49">
        <w:t>des cuirasses qu</w:t>
      </w:r>
      <w:r w:rsidR="00766774">
        <w:t>’</w:t>
      </w:r>
      <w:r w:rsidRPr="00115F49">
        <w:t>il se pend et qu</w:t>
      </w:r>
      <w:r w:rsidR="00766774">
        <w:t>’</w:t>
      </w:r>
      <w:r w:rsidRPr="00115F49">
        <w:t>il se plaque partout</w:t>
      </w:r>
      <w:r w:rsidR="00766774">
        <w:t xml:space="preserve"> ; </w:t>
      </w:r>
      <w:r w:rsidRPr="00115F49">
        <w:t>et tout ça est fait de ce que le monde a de plus rutilant et de plus vermeil</w:t>
      </w:r>
      <w:r w:rsidR="00766774">
        <w:t xml:space="preserve">. </w:t>
      </w:r>
      <w:r w:rsidRPr="00115F49">
        <w:t>Enfin</w:t>
      </w:r>
      <w:r w:rsidR="00766774">
        <w:t xml:space="preserve">, </w:t>
      </w:r>
      <w:r w:rsidRPr="00115F49">
        <w:t>le voilà dans ses armures et fanfreluches complètes de prêtre-guerrier qui frottaille de petites crécelles de bois sec</w:t>
      </w:r>
      <w:r w:rsidR="00766774">
        <w:t>.</w:t>
      </w:r>
    </w:p>
    <w:p w14:paraId="0BF3F341" w14:textId="77777777" w:rsidR="00766774" w:rsidRDefault="00115F49" w:rsidP="00115F49">
      <w:r w:rsidRPr="00115F49">
        <w:t>M 312 n</w:t>
      </w:r>
      <w:r w:rsidR="00766774">
        <w:t>’</w:t>
      </w:r>
      <w:r w:rsidRPr="00115F49">
        <w:t>est pas en reste</w:t>
      </w:r>
      <w:r w:rsidR="00766774">
        <w:t xml:space="preserve">. </w:t>
      </w:r>
      <w:r w:rsidRPr="00115F49">
        <w:t>Lui</w:t>
      </w:r>
      <w:r w:rsidR="00766774">
        <w:t xml:space="preserve">, </w:t>
      </w:r>
      <w:r w:rsidRPr="00115F49">
        <w:t>ce sont des aumusses qu</w:t>
      </w:r>
      <w:r w:rsidR="00766774">
        <w:t>’</w:t>
      </w:r>
      <w:r w:rsidRPr="00115F49">
        <w:t>il se met</w:t>
      </w:r>
      <w:r w:rsidR="00766774">
        <w:t xml:space="preserve"> ; </w:t>
      </w:r>
      <w:r w:rsidRPr="00115F49">
        <w:t>des soutanes de miel</w:t>
      </w:r>
      <w:r w:rsidR="00766774">
        <w:t xml:space="preserve">, </w:t>
      </w:r>
      <w:r w:rsidRPr="00115F49">
        <w:t>des jupons d</w:t>
      </w:r>
      <w:r w:rsidR="00766774">
        <w:t>’</w:t>
      </w:r>
      <w:r w:rsidRPr="00115F49">
        <w:t>évêques</w:t>
      </w:r>
      <w:r w:rsidR="00766774">
        <w:t xml:space="preserve">, </w:t>
      </w:r>
      <w:r w:rsidRPr="00115F49">
        <w:t>des étoles couvertes de blasons et de rois de cartes</w:t>
      </w:r>
      <w:r w:rsidR="00766774">
        <w:t xml:space="preserve">. </w:t>
      </w:r>
      <w:r w:rsidRPr="00115F49">
        <w:t>Les mélèzes se couvrent de capuchons et de limousines en peaux de marmottes</w:t>
      </w:r>
      <w:r w:rsidR="00766774">
        <w:t xml:space="preserve">, </w:t>
      </w:r>
      <w:r w:rsidRPr="00115F49">
        <w:t>les érables se guêtrent de houseaux rouges</w:t>
      </w:r>
      <w:r w:rsidR="00766774">
        <w:t xml:space="preserve">, </w:t>
      </w:r>
      <w:r w:rsidRPr="00115F49">
        <w:t>enfilent des pantalons de zouaves</w:t>
      </w:r>
      <w:r w:rsidR="00766774">
        <w:t xml:space="preserve">, </w:t>
      </w:r>
      <w:r w:rsidRPr="00115F49">
        <w:t>s</w:t>
      </w:r>
      <w:r w:rsidR="00766774">
        <w:t>’</w:t>
      </w:r>
      <w:r w:rsidRPr="00115F49">
        <w:t>enveloppent de capes de bourreaux</w:t>
      </w:r>
      <w:r w:rsidR="00766774">
        <w:t xml:space="preserve">, </w:t>
      </w:r>
      <w:r w:rsidRPr="00115F49">
        <w:t>se coiffent du béret des Borgia</w:t>
      </w:r>
      <w:r w:rsidR="00766774">
        <w:t xml:space="preserve">. </w:t>
      </w:r>
      <w:r w:rsidRPr="00115F49">
        <w:t>Le temps de les voir faire et déjà les prairies à chamois bleuissent de colchiques</w:t>
      </w:r>
      <w:r w:rsidR="00766774">
        <w:t xml:space="preserve">. </w:t>
      </w:r>
      <w:r w:rsidRPr="00115F49">
        <w:t>Quand</w:t>
      </w:r>
      <w:r w:rsidR="00766774">
        <w:t xml:space="preserve">, </w:t>
      </w:r>
      <w:r w:rsidRPr="00115F49">
        <w:t>en retournant</w:t>
      </w:r>
      <w:r w:rsidR="00766774">
        <w:t xml:space="preserve">, </w:t>
      </w:r>
      <w:r w:rsidRPr="00115F49">
        <w:t>vous arrivez au-dessus du col La Croix</w:t>
      </w:r>
      <w:r w:rsidR="00766774">
        <w:t xml:space="preserve">, </w:t>
      </w:r>
      <w:r w:rsidRPr="00115F49">
        <w:t>c</w:t>
      </w:r>
      <w:r w:rsidR="00766774">
        <w:t>’</w:t>
      </w:r>
      <w:r w:rsidRPr="00115F49">
        <w:t>est d</w:t>
      </w:r>
      <w:r w:rsidR="00766774">
        <w:t>’</w:t>
      </w:r>
      <w:r w:rsidRPr="00115F49">
        <w:t>abord pour vous trouver en face du premier coucher de soleil de la saison</w:t>
      </w:r>
      <w:r w:rsidR="00766774">
        <w:t xml:space="preserve"> : </w:t>
      </w:r>
      <w:r w:rsidRPr="00115F49">
        <w:t>du bariolage barbare des murs</w:t>
      </w:r>
      <w:r w:rsidR="00766774">
        <w:t xml:space="preserve"> ; </w:t>
      </w:r>
      <w:r w:rsidRPr="00115F49">
        <w:t>puis vous voyez en bas cette conque d</w:t>
      </w:r>
      <w:r w:rsidR="00766774">
        <w:t>’</w:t>
      </w:r>
      <w:r w:rsidRPr="00115F49">
        <w:t>herbe qui n</w:t>
      </w:r>
      <w:r w:rsidR="00766774">
        <w:t>’</w:t>
      </w:r>
      <w:r w:rsidRPr="00115F49">
        <w:t>était que de foin lorsque vous êtes passé</w:t>
      </w:r>
      <w:r w:rsidR="00766774">
        <w:t xml:space="preserve">, </w:t>
      </w:r>
      <w:r w:rsidRPr="00115F49">
        <w:t>il y a deux ou trois jours</w:t>
      </w:r>
      <w:r w:rsidR="00766774">
        <w:t xml:space="preserve">, </w:t>
      </w:r>
      <w:r w:rsidRPr="00115F49">
        <w:t>devenue maintenant cratère de bronze autour duquel montent la garde les Indiens</w:t>
      </w:r>
      <w:r w:rsidR="00766774">
        <w:t xml:space="preserve">, </w:t>
      </w:r>
      <w:r w:rsidRPr="00115F49">
        <w:t>les Aztèques</w:t>
      </w:r>
      <w:r w:rsidR="00766774">
        <w:t xml:space="preserve">, </w:t>
      </w:r>
      <w:r w:rsidRPr="00115F49">
        <w:t>les pétrisseurs de sang</w:t>
      </w:r>
      <w:r w:rsidR="00766774">
        <w:t xml:space="preserve">, </w:t>
      </w:r>
      <w:r w:rsidRPr="00115F49">
        <w:t>les batteurs d</w:t>
      </w:r>
      <w:r w:rsidR="00766774">
        <w:t>’</w:t>
      </w:r>
      <w:r w:rsidRPr="00115F49">
        <w:t>or</w:t>
      </w:r>
      <w:r w:rsidR="00766774">
        <w:t xml:space="preserve">, </w:t>
      </w:r>
      <w:r w:rsidRPr="00115F49">
        <w:t>les mineurs d</w:t>
      </w:r>
      <w:r w:rsidR="00766774">
        <w:t>’</w:t>
      </w:r>
      <w:r w:rsidRPr="00115F49">
        <w:t>ocre</w:t>
      </w:r>
      <w:r w:rsidR="00766774">
        <w:t xml:space="preserve">, </w:t>
      </w:r>
      <w:r w:rsidRPr="00115F49">
        <w:t xml:space="preserve">les </w:t>
      </w:r>
      <w:r w:rsidRPr="00115F49">
        <w:lastRenderedPageBreak/>
        <w:t>papes</w:t>
      </w:r>
      <w:r w:rsidR="00766774">
        <w:t xml:space="preserve">, </w:t>
      </w:r>
      <w:r w:rsidRPr="00115F49">
        <w:t>les cardinaux</w:t>
      </w:r>
      <w:r w:rsidR="00766774">
        <w:t xml:space="preserve">, </w:t>
      </w:r>
      <w:r w:rsidRPr="00115F49">
        <w:t>les évêques</w:t>
      </w:r>
      <w:r w:rsidR="00766774">
        <w:t xml:space="preserve">, </w:t>
      </w:r>
      <w:r w:rsidRPr="00115F49">
        <w:t>les chevaliers de la forêt</w:t>
      </w:r>
      <w:r w:rsidR="00766774">
        <w:t xml:space="preserve"> ; </w:t>
      </w:r>
      <w:r w:rsidRPr="00115F49">
        <w:t>entremêlant les tiares</w:t>
      </w:r>
      <w:r w:rsidR="00766774">
        <w:t xml:space="preserve">, </w:t>
      </w:r>
      <w:r w:rsidRPr="00115F49">
        <w:t>les bonnets</w:t>
      </w:r>
      <w:r w:rsidR="00766774">
        <w:t xml:space="preserve">, </w:t>
      </w:r>
      <w:r w:rsidRPr="00115F49">
        <w:t>les casques</w:t>
      </w:r>
      <w:r w:rsidR="00766774">
        <w:t xml:space="preserve">, </w:t>
      </w:r>
      <w:r w:rsidRPr="00115F49">
        <w:t>les jupes</w:t>
      </w:r>
      <w:r w:rsidR="00766774">
        <w:t xml:space="preserve">, </w:t>
      </w:r>
      <w:r w:rsidRPr="00115F49">
        <w:t>les chairs peintes</w:t>
      </w:r>
      <w:r w:rsidR="00766774">
        <w:t xml:space="preserve">, </w:t>
      </w:r>
      <w:r w:rsidRPr="00115F49">
        <w:t>les pans brodés</w:t>
      </w:r>
      <w:r w:rsidR="00766774">
        <w:t xml:space="preserve">, </w:t>
      </w:r>
      <w:r w:rsidRPr="00115F49">
        <w:t>les feuillages d</w:t>
      </w:r>
      <w:r w:rsidR="00766774">
        <w:t>’</w:t>
      </w:r>
      <w:r w:rsidRPr="00115F49">
        <w:t>automne</w:t>
      </w:r>
      <w:r w:rsidR="00766774">
        <w:t xml:space="preserve">, </w:t>
      </w:r>
      <w:r w:rsidRPr="00115F49">
        <w:t>des frênes</w:t>
      </w:r>
      <w:r w:rsidR="00766774">
        <w:t xml:space="preserve">, </w:t>
      </w:r>
      <w:r w:rsidRPr="00115F49">
        <w:t>des hêtres</w:t>
      </w:r>
      <w:r w:rsidR="00766774">
        <w:t xml:space="preserve">, </w:t>
      </w:r>
      <w:r w:rsidRPr="00115F49">
        <w:t>des érables</w:t>
      </w:r>
      <w:r w:rsidR="00766774">
        <w:t xml:space="preserve">, </w:t>
      </w:r>
      <w:r w:rsidRPr="00115F49">
        <w:t>des amélanchiers</w:t>
      </w:r>
      <w:r w:rsidR="00766774">
        <w:t xml:space="preserve">, </w:t>
      </w:r>
      <w:r w:rsidRPr="00115F49">
        <w:t>des ormes</w:t>
      </w:r>
      <w:r w:rsidR="00766774">
        <w:t xml:space="preserve">, </w:t>
      </w:r>
      <w:r w:rsidRPr="00115F49">
        <w:t>des rouvres</w:t>
      </w:r>
      <w:r w:rsidR="00766774">
        <w:t xml:space="preserve">, </w:t>
      </w:r>
      <w:r w:rsidRPr="00115F49">
        <w:t>des bouleaux</w:t>
      </w:r>
      <w:r w:rsidR="00766774">
        <w:t xml:space="preserve">, </w:t>
      </w:r>
      <w:r w:rsidRPr="00115F49">
        <w:t>des trembles</w:t>
      </w:r>
      <w:r w:rsidR="00766774">
        <w:t xml:space="preserve">, </w:t>
      </w:r>
      <w:r w:rsidRPr="00115F49">
        <w:t>des sycomores</w:t>
      </w:r>
      <w:r w:rsidR="00766774">
        <w:t xml:space="preserve">, </w:t>
      </w:r>
      <w:r w:rsidRPr="00115F49">
        <w:t>des mélèzes et des sapins dont le vert-noir exalte toutes les autres couleurs</w:t>
      </w:r>
      <w:r w:rsidR="00766774">
        <w:t>.</w:t>
      </w:r>
    </w:p>
    <w:p w14:paraId="28C7BA57" w14:textId="77777777" w:rsidR="00766774" w:rsidRDefault="00115F49" w:rsidP="00115F49">
      <w:r w:rsidRPr="00115F49">
        <w:t>Chaque soir</w:t>
      </w:r>
      <w:r w:rsidR="00766774">
        <w:t xml:space="preserve">, </w:t>
      </w:r>
      <w:r w:rsidRPr="00115F49">
        <w:t>désormais</w:t>
      </w:r>
      <w:r w:rsidR="00766774">
        <w:t xml:space="preserve">, </w:t>
      </w:r>
      <w:r w:rsidRPr="00115F49">
        <w:t>les murailles du ciel seront peintes avec ces enduits qui facilitent l</w:t>
      </w:r>
      <w:r w:rsidR="00766774">
        <w:t>’</w:t>
      </w:r>
      <w:r w:rsidRPr="00115F49">
        <w:t>acceptation de la cruauté et délivrent les sacrificateurs de tout remords</w:t>
      </w:r>
      <w:r w:rsidR="00766774">
        <w:t xml:space="preserve">. </w:t>
      </w:r>
      <w:r w:rsidRPr="00115F49">
        <w:t>L</w:t>
      </w:r>
      <w:r w:rsidR="00766774">
        <w:t>’</w:t>
      </w:r>
      <w:r w:rsidRPr="00115F49">
        <w:t>Ouest</w:t>
      </w:r>
      <w:r w:rsidR="00766774">
        <w:t xml:space="preserve">, </w:t>
      </w:r>
      <w:r w:rsidRPr="00115F49">
        <w:t>badigeonné de pourpre</w:t>
      </w:r>
      <w:r w:rsidR="00766774">
        <w:t xml:space="preserve">, </w:t>
      </w:r>
      <w:r w:rsidRPr="00115F49">
        <w:t>saigne sur des rochers qui sont incontestablement bien plus beaux sanglants que ce qu</w:t>
      </w:r>
      <w:r w:rsidR="00766774">
        <w:t>’</w:t>
      </w:r>
      <w:r w:rsidRPr="00115F49">
        <w:t>ils étaient d</w:t>
      </w:r>
      <w:r w:rsidR="00766774">
        <w:t>’</w:t>
      </w:r>
      <w:r w:rsidRPr="00115F49">
        <w:t>ordinaire rose satiné ou du bel azur commun dont les peignaient les soirs d</w:t>
      </w:r>
      <w:r w:rsidR="00766774">
        <w:t>’</w:t>
      </w:r>
      <w:r w:rsidRPr="00115F49">
        <w:t>été</w:t>
      </w:r>
      <w:r w:rsidR="00766774">
        <w:t xml:space="preserve">, </w:t>
      </w:r>
      <w:r w:rsidRPr="00115F49">
        <w:t>à l</w:t>
      </w:r>
      <w:r w:rsidR="00766774">
        <w:t>’</w:t>
      </w:r>
      <w:r w:rsidRPr="00115F49">
        <w:t>heure où Vénus était douce comme un grain d</w:t>
      </w:r>
      <w:r w:rsidR="00766774">
        <w:t>’</w:t>
      </w:r>
      <w:r w:rsidRPr="00115F49">
        <w:t>orge</w:t>
      </w:r>
      <w:r w:rsidR="00766774">
        <w:t xml:space="preserve">. </w:t>
      </w:r>
      <w:r w:rsidRPr="00115F49">
        <w:t>Un blême vert</w:t>
      </w:r>
      <w:r w:rsidR="00766774">
        <w:t xml:space="preserve">, </w:t>
      </w:r>
      <w:r w:rsidRPr="00115F49">
        <w:t>un violet</w:t>
      </w:r>
      <w:r w:rsidR="00766774">
        <w:t xml:space="preserve">, </w:t>
      </w:r>
      <w:r w:rsidRPr="00115F49">
        <w:t>des taches de soufre et parfois même une poignée de plâtre là où la lumière est la plus intense</w:t>
      </w:r>
      <w:r w:rsidR="00766774">
        <w:t xml:space="preserve">, </w:t>
      </w:r>
      <w:r w:rsidRPr="00115F49">
        <w:t>cependant que sur les trois autres murailles s</w:t>
      </w:r>
      <w:r w:rsidR="00766774">
        <w:t>’</w:t>
      </w:r>
      <w:r w:rsidRPr="00115F49">
        <w:t>entassent les blocs compacts d</w:t>
      </w:r>
      <w:r w:rsidR="00766774">
        <w:t>’</w:t>
      </w:r>
      <w:r w:rsidRPr="00115F49">
        <w:t>une nuit</w:t>
      </w:r>
      <w:r w:rsidR="00766774">
        <w:t xml:space="preserve">, </w:t>
      </w:r>
      <w:r w:rsidRPr="00115F49">
        <w:t>non plus lisse et luisante</w:t>
      </w:r>
      <w:r w:rsidR="00766774">
        <w:t xml:space="preserve">, </w:t>
      </w:r>
      <w:r w:rsidRPr="00115F49">
        <w:t>mais louche et agglomérée en d</w:t>
      </w:r>
      <w:r w:rsidR="00766774">
        <w:t>’</w:t>
      </w:r>
      <w:r w:rsidRPr="00115F49">
        <w:t>inquiétantes constructions</w:t>
      </w:r>
      <w:r w:rsidR="00766774">
        <w:t xml:space="preserve"> : </w:t>
      </w:r>
      <w:r w:rsidRPr="00115F49">
        <w:t>tels sont les sujets de méditation proposés par les fresques du monastère des montagnes</w:t>
      </w:r>
      <w:r w:rsidR="00766774">
        <w:t xml:space="preserve">. </w:t>
      </w:r>
      <w:r w:rsidRPr="00115F49">
        <w:t>Les arbres font bruire inlassablement dans l</w:t>
      </w:r>
      <w:r w:rsidR="00766774">
        <w:t>’</w:t>
      </w:r>
      <w:r w:rsidRPr="00115F49">
        <w:t>ombre de petites crécelles de bois sec</w:t>
      </w:r>
      <w:r w:rsidR="00766774">
        <w:t>.</w:t>
      </w:r>
    </w:p>
    <w:p w14:paraId="11445827" w14:textId="77777777" w:rsidR="00766774" w:rsidRDefault="00115F49" w:rsidP="00604400">
      <w:pPr>
        <w:pStyle w:val="NormalEspAvtGrand"/>
      </w:pPr>
      <w:r w:rsidRPr="00115F49">
        <w:t>Le hêtre de la scierie n</w:t>
      </w:r>
      <w:r w:rsidR="00766774">
        <w:t>’</w:t>
      </w:r>
      <w:r w:rsidRPr="00115F49">
        <w:t>avait pas encore</w:t>
      </w:r>
      <w:r w:rsidR="00766774">
        <w:t xml:space="preserve">, </w:t>
      </w:r>
      <w:r w:rsidRPr="00115F49">
        <w:t>certes</w:t>
      </w:r>
      <w:r w:rsidR="00766774">
        <w:t xml:space="preserve">, </w:t>
      </w:r>
      <w:r w:rsidRPr="00115F49">
        <w:t>l</w:t>
      </w:r>
      <w:r w:rsidR="00766774">
        <w:t>’</w:t>
      </w:r>
      <w:r w:rsidRPr="00115F49">
        <w:t>ampleur que nous lui voyons</w:t>
      </w:r>
      <w:r w:rsidR="00766774">
        <w:t xml:space="preserve">. </w:t>
      </w:r>
      <w:r w:rsidRPr="00115F49">
        <w:t>Mais</w:t>
      </w:r>
      <w:r w:rsidR="00766774">
        <w:t xml:space="preserve">, </w:t>
      </w:r>
      <w:r w:rsidRPr="00115F49">
        <w:t>sa jeunesse</w:t>
      </w:r>
      <w:r w:rsidR="00766774">
        <w:t xml:space="preserve"> (</w:t>
      </w:r>
      <w:r w:rsidRPr="00115F49">
        <w:t>enfin</w:t>
      </w:r>
      <w:r w:rsidR="00766774">
        <w:t xml:space="preserve">, </w:t>
      </w:r>
      <w:r w:rsidRPr="00115F49">
        <w:t>tout au moins par rapport avec maintenant</w:t>
      </w:r>
      <w:r w:rsidR="00766774">
        <w:t xml:space="preserve">) </w:t>
      </w:r>
      <w:r w:rsidRPr="00115F49">
        <w:t>ou plus exactement son adolescence était d</w:t>
      </w:r>
      <w:r w:rsidR="00766774">
        <w:t>’</w:t>
      </w:r>
      <w:r w:rsidRPr="00115F49">
        <w:t>une carrure et d</w:t>
      </w:r>
      <w:r w:rsidR="00766774">
        <w:t>’</w:t>
      </w:r>
      <w:r w:rsidRPr="00115F49">
        <w:t>une étoffe qui le mettaient à cent coudées au-dessus de tous les autres arbres</w:t>
      </w:r>
      <w:r w:rsidR="00766774">
        <w:t xml:space="preserve">, </w:t>
      </w:r>
      <w:r w:rsidRPr="00115F49">
        <w:t>même de tous les autres arbres réunis</w:t>
      </w:r>
      <w:r w:rsidR="00766774">
        <w:t xml:space="preserve">. </w:t>
      </w:r>
      <w:r w:rsidRPr="00115F49">
        <w:t xml:space="preserve">Son feuillage était </w:t>
      </w:r>
      <w:r w:rsidRPr="00115F49">
        <w:lastRenderedPageBreak/>
        <w:t>d</w:t>
      </w:r>
      <w:r w:rsidR="00766774">
        <w:t>’</w:t>
      </w:r>
      <w:r w:rsidRPr="00115F49">
        <w:t>un dru</w:t>
      </w:r>
      <w:r w:rsidR="00766774">
        <w:t xml:space="preserve">, </w:t>
      </w:r>
      <w:r w:rsidRPr="00115F49">
        <w:t>d</w:t>
      </w:r>
      <w:r w:rsidR="00766774">
        <w:t>’</w:t>
      </w:r>
      <w:r w:rsidRPr="00115F49">
        <w:t>une épaisseur</w:t>
      </w:r>
      <w:r w:rsidR="00766774">
        <w:t xml:space="preserve">, </w:t>
      </w:r>
      <w:r w:rsidRPr="00115F49">
        <w:t>d</w:t>
      </w:r>
      <w:r w:rsidR="00766774">
        <w:t>’</w:t>
      </w:r>
      <w:r w:rsidRPr="00115F49">
        <w:t>une densité de pierre</w:t>
      </w:r>
      <w:r w:rsidR="00766774">
        <w:t xml:space="preserve">, </w:t>
      </w:r>
      <w:r w:rsidRPr="00115F49">
        <w:t>et sa charpente</w:t>
      </w:r>
      <w:r w:rsidR="00766774">
        <w:t xml:space="preserve"> (</w:t>
      </w:r>
      <w:r w:rsidRPr="00115F49">
        <w:t>dont on ne pouvait rien voir</w:t>
      </w:r>
      <w:r w:rsidR="00766774">
        <w:t xml:space="preserve">, </w:t>
      </w:r>
      <w:r w:rsidRPr="00115F49">
        <w:t>tant elle était couverte et recouverte de rameaux plus opaques les uns que les autres</w:t>
      </w:r>
      <w:r w:rsidR="00766774">
        <w:t xml:space="preserve">) </w:t>
      </w:r>
      <w:r w:rsidRPr="00115F49">
        <w:t>devait être d</w:t>
      </w:r>
      <w:r w:rsidR="00766774">
        <w:t>’</w:t>
      </w:r>
      <w:r w:rsidRPr="00115F49">
        <w:t>une force et d</w:t>
      </w:r>
      <w:r w:rsidR="00766774">
        <w:t>’</w:t>
      </w:r>
      <w:r w:rsidRPr="00115F49">
        <w:t>une beauté rares pour porter avec tant d</w:t>
      </w:r>
      <w:r w:rsidR="00766774">
        <w:t>’</w:t>
      </w:r>
      <w:r w:rsidRPr="00115F49">
        <w:t>élégance tant de poids accumulé</w:t>
      </w:r>
      <w:r w:rsidR="00766774">
        <w:t xml:space="preserve">. </w:t>
      </w:r>
      <w:r w:rsidRPr="00115F49">
        <w:t>Il était surtout</w:t>
      </w:r>
      <w:r w:rsidR="00766774">
        <w:t xml:space="preserve"> (</w:t>
      </w:r>
      <w:r w:rsidRPr="00115F49">
        <w:t>à cette époque</w:t>
      </w:r>
      <w:r w:rsidR="00766774">
        <w:t xml:space="preserve">) </w:t>
      </w:r>
      <w:r w:rsidRPr="00115F49">
        <w:t>pétri d</w:t>
      </w:r>
      <w:r w:rsidR="00766774">
        <w:t>’</w:t>
      </w:r>
      <w:r w:rsidRPr="00115F49">
        <w:t>oiseaux et de mouches</w:t>
      </w:r>
      <w:r w:rsidR="00766774">
        <w:t xml:space="preserve"> ; </w:t>
      </w:r>
      <w:r w:rsidRPr="00115F49">
        <w:t>il contenait autant d</w:t>
      </w:r>
      <w:r w:rsidR="00766774">
        <w:t>’</w:t>
      </w:r>
      <w:r w:rsidRPr="00115F49">
        <w:t>oiseaux et de mouches que de feuilles</w:t>
      </w:r>
      <w:r w:rsidR="00766774">
        <w:t xml:space="preserve">. </w:t>
      </w:r>
      <w:r w:rsidRPr="00115F49">
        <w:t>Il était constamment charrué et bouleversé de corneilles</w:t>
      </w:r>
      <w:r w:rsidR="00766774">
        <w:t xml:space="preserve">, </w:t>
      </w:r>
      <w:r w:rsidRPr="00115F49">
        <w:t>de corbeaux et d</w:t>
      </w:r>
      <w:r w:rsidR="00766774">
        <w:t>’</w:t>
      </w:r>
      <w:r w:rsidRPr="00115F49">
        <w:t>essaims</w:t>
      </w:r>
      <w:r w:rsidR="00766774">
        <w:t xml:space="preserve"> ; </w:t>
      </w:r>
      <w:r w:rsidRPr="00115F49">
        <w:t>il éclaboussait à chaque instant des vols de rossignols et de mésanges</w:t>
      </w:r>
      <w:r w:rsidR="00766774">
        <w:t xml:space="preserve"> ; </w:t>
      </w:r>
      <w:r w:rsidRPr="00115F49">
        <w:t>il fumait de bergeronnettes et d</w:t>
      </w:r>
      <w:r w:rsidR="00766774">
        <w:t>’</w:t>
      </w:r>
      <w:r w:rsidRPr="00115F49">
        <w:t>abeilles</w:t>
      </w:r>
      <w:r w:rsidR="00766774">
        <w:t xml:space="preserve"> ; </w:t>
      </w:r>
      <w:r w:rsidRPr="00115F49">
        <w:t>il soufflait des faucons et des taons</w:t>
      </w:r>
      <w:r w:rsidR="00766774">
        <w:t xml:space="preserve"> ; </w:t>
      </w:r>
      <w:r w:rsidRPr="00115F49">
        <w:t>il jonglait avec des balles multicolores de pinsons</w:t>
      </w:r>
      <w:r w:rsidR="00766774">
        <w:t xml:space="preserve">, </w:t>
      </w:r>
      <w:r w:rsidRPr="00115F49">
        <w:t>de roitelets</w:t>
      </w:r>
      <w:r w:rsidR="00766774">
        <w:t xml:space="preserve">, </w:t>
      </w:r>
      <w:r w:rsidRPr="00115F49">
        <w:t>de rouges-gorges</w:t>
      </w:r>
      <w:r w:rsidR="00766774">
        <w:t xml:space="preserve">, </w:t>
      </w:r>
      <w:r w:rsidRPr="00115F49">
        <w:t>de pluviers et de guêpes</w:t>
      </w:r>
      <w:r w:rsidR="00766774">
        <w:t xml:space="preserve">. </w:t>
      </w:r>
      <w:r w:rsidRPr="00115F49">
        <w:t>C</w:t>
      </w:r>
      <w:r w:rsidR="00766774">
        <w:t>’</w:t>
      </w:r>
      <w:r w:rsidRPr="00115F49">
        <w:t>était autour de lui une ronde sans fin d</w:t>
      </w:r>
      <w:r w:rsidR="00766774">
        <w:t>’</w:t>
      </w:r>
      <w:r w:rsidRPr="00115F49">
        <w:t>oiseaux</w:t>
      </w:r>
      <w:r w:rsidR="00766774">
        <w:t xml:space="preserve">, </w:t>
      </w:r>
      <w:r w:rsidRPr="00115F49">
        <w:t>de papillons et de mouches dans lesquels le soleil avait l</w:t>
      </w:r>
      <w:r w:rsidR="00766774">
        <w:t>’</w:t>
      </w:r>
      <w:r w:rsidRPr="00115F49">
        <w:t>air de se décomposer en arcs-en-ciel comme à travers des jaillissements d</w:t>
      </w:r>
      <w:r w:rsidR="00766774">
        <w:t>’</w:t>
      </w:r>
      <w:r w:rsidRPr="00115F49">
        <w:t>embruns</w:t>
      </w:r>
      <w:r w:rsidR="00766774">
        <w:t xml:space="preserve">. </w:t>
      </w:r>
      <w:r w:rsidRPr="00115F49">
        <w:t>Et</w:t>
      </w:r>
      <w:r w:rsidR="00766774">
        <w:t xml:space="preserve">, </w:t>
      </w:r>
      <w:r w:rsidRPr="00115F49">
        <w:t>à l</w:t>
      </w:r>
      <w:r w:rsidR="00766774">
        <w:t>’</w:t>
      </w:r>
      <w:r w:rsidRPr="00115F49">
        <w:t>automne</w:t>
      </w:r>
      <w:r w:rsidR="00766774">
        <w:t xml:space="preserve">, </w:t>
      </w:r>
      <w:r w:rsidRPr="00115F49">
        <w:t>avec ses longs poils cramoisis</w:t>
      </w:r>
      <w:r w:rsidR="00766774">
        <w:t xml:space="preserve">, </w:t>
      </w:r>
      <w:r w:rsidRPr="00115F49">
        <w:t>ses mille bras entrelacés de serpents verts</w:t>
      </w:r>
      <w:r w:rsidR="00766774">
        <w:t xml:space="preserve">, </w:t>
      </w:r>
      <w:r w:rsidRPr="00115F49">
        <w:t>ses cent mille mains de feuillages d</w:t>
      </w:r>
      <w:r w:rsidR="00766774">
        <w:t>’</w:t>
      </w:r>
      <w:r w:rsidRPr="00115F49">
        <w:t>or jouant avec des pompons de plumes</w:t>
      </w:r>
      <w:r w:rsidR="00766774">
        <w:t xml:space="preserve">, </w:t>
      </w:r>
      <w:r w:rsidRPr="00115F49">
        <w:t>des lanières d</w:t>
      </w:r>
      <w:r w:rsidR="00766774">
        <w:t>’</w:t>
      </w:r>
      <w:r w:rsidRPr="00115F49">
        <w:t>oiseaux</w:t>
      </w:r>
      <w:r w:rsidR="00766774">
        <w:t xml:space="preserve">, </w:t>
      </w:r>
      <w:r w:rsidRPr="00115F49">
        <w:t>des poussières de cristal</w:t>
      </w:r>
      <w:r w:rsidR="00766774">
        <w:t xml:space="preserve">, </w:t>
      </w:r>
      <w:r w:rsidRPr="00115F49">
        <w:t>il n</w:t>
      </w:r>
      <w:r w:rsidR="00766774">
        <w:t>’</w:t>
      </w:r>
      <w:r w:rsidRPr="00115F49">
        <w:t>était vraiment pas un arbre</w:t>
      </w:r>
      <w:r w:rsidR="00766774">
        <w:t xml:space="preserve">. </w:t>
      </w:r>
      <w:r w:rsidRPr="00115F49">
        <w:t>Les forêts</w:t>
      </w:r>
      <w:r w:rsidR="00766774">
        <w:t xml:space="preserve">, </w:t>
      </w:r>
      <w:r w:rsidRPr="00115F49">
        <w:t>assises sur les gradins des montagnes</w:t>
      </w:r>
      <w:r w:rsidR="00766774">
        <w:t xml:space="preserve">, </w:t>
      </w:r>
      <w:r w:rsidRPr="00115F49">
        <w:t>finissaient par le regarder en silence</w:t>
      </w:r>
      <w:r w:rsidR="00766774">
        <w:t xml:space="preserve">. </w:t>
      </w:r>
      <w:r w:rsidRPr="00115F49">
        <w:t>Il crépitait comme un brasier</w:t>
      </w:r>
      <w:r w:rsidR="00766774">
        <w:t xml:space="preserve"> ; </w:t>
      </w:r>
      <w:r w:rsidRPr="00115F49">
        <w:t>il dansait comme seuls savent danser les êtres surnaturels</w:t>
      </w:r>
      <w:r w:rsidR="00766774">
        <w:t xml:space="preserve">, </w:t>
      </w:r>
      <w:r w:rsidRPr="00115F49">
        <w:t>en multipliant son corps autour de son immobilité</w:t>
      </w:r>
      <w:r w:rsidR="00766774">
        <w:t xml:space="preserve"> ; </w:t>
      </w:r>
      <w:r w:rsidRPr="00115F49">
        <w:t>il ondulait autour de lui-même dans un entortillement d</w:t>
      </w:r>
      <w:r w:rsidR="00766774">
        <w:t>’</w:t>
      </w:r>
      <w:r w:rsidRPr="00115F49">
        <w:t>écharpes</w:t>
      </w:r>
      <w:r w:rsidR="00766774">
        <w:t xml:space="preserve">, </w:t>
      </w:r>
      <w:r w:rsidRPr="00115F49">
        <w:t>si frémissant</w:t>
      </w:r>
      <w:r w:rsidR="00766774">
        <w:t xml:space="preserve">, </w:t>
      </w:r>
      <w:r w:rsidRPr="00115F49">
        <w:t>si mordoré</w:t>
      </w:r>
      <w:r w:rsidR="00766774">
        <w:t xml:space="preserve">, </w:t>
      </w:r>
      <w:r w:rsidRPr="00115F49">
        <w:t>si inlassablement repétri par l</w:t>
      </w:r>
      <w:r w:rsidR="00766774">
        <w:t>’</w:t>
      </w:r>
      <w:r w:rsidRPr="00115F49">
        <w:t>ivresse de son corps qu</w:t>
      </w:r>
      <w:r w:rsidR="00766774">
        <w:t>’</w:t>
      </w:r>
      <w:r w:rsidRPr="00115F49">
        <w:t>on ne pouvait plus savoir s</w:t>
      </w:r>
      <w:r w:rsidR="00766774">
        <w:t>’</w:t>
      </w:r>
      <w:r w:rsidRPr="00115F49">
        <w:t>il était enraciné par l</w:t>
      </w:r>
      <w:r w:rsidR="00766774">
        <w:t>’</w:t>
      </w:r>
      <w:r w:rsidRPr="00115F49">
        <w:t>encramponnement de prodigieuses racines ou par la vitesse miraculeuse de la pointe de toupie sur laquelle reposent les dieux</w:t>
      </w:r>
      <w:r w:rsidR="00766774">
        <w:t xml:space="preserve">. </w:t>
      </w:r>
      <w:r w:rsidRPr="00115F49">
        <w:t>Les forêts</w:t>
      </w:r>
      <w:r w:rsidR="00766774">
        <w:t xml:space="preserve">, </w:t>
      </w:r>
      <w:r w:rsidRPr="00115F49">
        <w:t>assises sur les gradins de l</w:t>
      </w:r>
      <w:r w:rsidR="00766774">
        <w:t>’</w:t>
      </w:r>
      <w:r w:rsidRPr="00115F49">
        <w:t>amphithéâtre des montagnes</w:t>
      </w:r>
      <w:r w:rsidR="00766774">
        <w:t xml:space="preserve">, </w:t>
      </w:r>
      <w:r w:rsidRPr="00115F49">
        <w:t>dans leur grande toilette sacerdotale</w:t>
      </w:r>
      <w:r w:rsidR="00766774">
        <w:t xml:space="preserve">, </w:t>
      </w:r>
      <w:r w:rsidRPr="00115F49">
        <w:t>n</w:t>
      </w:r>
      <w:r w:rsidR="00766774">
        <w:t>’</w:t>
      </w:r>
      <w:r w:rsidRPr="00115F49">
        <w:t>osaient plus bouger</w:t>
      </w:r>
      <w:r w:rsidR="00766774">
        <w:t xml:space="preserve">. </w:t>
      </w:r>
      <w:r w:rsidRPr="00115F49">
        <w:t>Cette virtuosité de beauté hypnotisait comme l</w:t>
      </w:r>
      <w:r w:rsidR="00766774">
        <w:t>’</w:t>
      </w:r>
      <w:r w:rsidRPr="00115F49">
        <w:t xml:space="preserve">œil des serpents ou le sang des oies </w:t>
      </w:r>
      <w:r w:rsidRPr="00115F49">
        <w:lastRenderedPageBreak/>
        <w:t>sauvages sur la neige</w:t>
      </w:r>
      <w:r w:rsidR="00766774">
        <w:t xml:space="preserve">. </w:t>
      </w:r>
      <w:r w:rsidRPr="00115F49">
        <w:t>Et</w:t>
      </w:r>
      <w:r w:rsidR="00766774">
        <w:t xml:space="preserve">, </w:t>
      </w:r>
      <w:r w:rsidRPr="00115F49">
        <w:t>tout le long des routes qui montaient ou descendaient vers elle</w:t>
      </w:r>
      <w:r w:rsidR="00766774">
        <w:t xml:space="preserve">, </w:t>
      </w:r>
      <w:r w:rsidRPr="00115F49">
        <w:t>s</w:t>
      </w:r>
      <w:r w:rsidR="00766774">
        <w:t>’</w:t>
      </w:r>
      <w:r w:rsidRPr="00115F49">
        <w:t>alignait la procession des érables ensanglantés comme des bouchers</w:t>
      </w:r>
      <w:r w:rsidR="00766774">
        <w:t>.</w:t>
      </w:r>
    </w:p>
    <w:p w14:paraId="05F67AA8" w14:textId="77777777" w:rsidR="00766774" w:rsidRDefault="00115F49" w:rsidP="00115F49">
      <w:r w:rsidRPr="00115F49">
        <w:t>Ce qui n</w:t>
      </w:r>
      <w:r w:rsidR="00766774">
        <w:t>’</w:t>
      </w:r>
      <w:r w:rsidRPr="00115F49">
        <w:t>empêcha pas l</w:t>
      </w:r>
      <w:r w:rsidR="00766774">
        <w:t>’</w:t>
      </w:r>
      <w:r w:rsidRPr="00115F49">
        <w:t>hiver 1844 d</w:t>
      </w:r>
      <w:r w:rsidR="00766774">
        <w:t>’</w:t>
      </w:r>
      <w:r w:rsidRPr="00115F49">
        <w:t>arriver</w:t>
      </w:r>
      <w:r w:rsidR="00766774">
        <w:t xml:space="preserve"> ; </w:t>
      </w:r>
      <w:r w:rsidRPr="00115F49">
        <w:t>au contraire</w:t>
      </w:r>
      <w:r w:rsidR="00766774">
        <w:t xml:space="preserve">. </w:t>
      </w:r>
      <w:r w:rsidRPr="00115F49">
        <w:t>Et Bergues disparut</w:t>
      </w:r>
      <w:r w:rsidR="00766774">
        <w:t xml:space="preserve">. </w:t>
      </w:r>
      <w:r w:rsidRPr="00115F49">
        <w:t>On ne s</w:t>
      </w:r>
      <w:r w:rsidR="00766774">
        <w:t>’</w:t>
      </w:r>
      <w:r w:rsidRPr="00115F49">
        <w:t>en aperçut pas tout de suite</w:t>
      </w:r>
      <w:r w:rsidR="00766774">
        <w:t xml:space="preserve">. </w:t>
      </w:r>
      <w:r w:rsidRPr="00115F49">
        <w:t>Il était célibataire et personne ne put dire à quel moment exactement il avait manqué au monde</w:t>
      </w:r>
      <w:r w:rsidR="00766774">
        <w:t xml:space="preserve">. </w:t>
      </w:r>
      <w:r w:rsidRPr="00115F49">
        <w:t>Il braconnait</w:t>
      </w:r>
      <w:r w:rsidR="00766774">
        <w:t xml:space="preserve"> ; </w:t>
      </w:r>
      <w:r w:rsidRPr="00115F49">
        <w:t>il chassait les choses les plus invraisemblables</w:t>
      </w:r>
      <w:r w:rsidR="00766774">
        <w:t xml:space="preserve"> ; </w:t>
      </w:r>
      <w:r w:rsidRPr="00115F49">
        <w:t>il aimait la nature</w:t>
      </w:r>
      <w:r w:rsidR="00766774">
        <w:t xml:space="preserve"> ; </w:t>
      </w:r>
      <w:r w:rsidRPr="00115F49">
        <w:t>il restait parfois absent une semaine</w:t>
      </w:r>
      <w:r w:rsidR="00766774">
        <w:t xml:space="preserve">. </w:t>
      </w:r>
      <w:r w:rsidRPr="00115F49">
        <w:t>Mais</w:t>
      </w:r>
      <w:r w:rsidR="00766774">
        <w:t xml:space="preserve">, </w:t>
      </w:r>
      <w:r w:rsidRPr="00115F49">
        <w:t>en hiver 44</w:t>
      </w:r>
      <w:r w:rsidR="00766774">
        <w:t xml:space="preserve">, </w:t>
      </w:r>
      <w:r w:rsidRPr="00115F49">
        <w:t>on s</w:t>
      </w:r>
      <w:r w:rsidR="00766774">
        <w:t>’</w:t>
      </w:r>
      <w:r w:rsidRPr="00115F49">
        <w:t>inquiéta au bout de quatre ou cinq jours</w:t>
      </w:r>
      <w:r w:rsidR="00766774">
        <w:t>.</w:t>
      </w:r>
    </w:p>
    <w:p w14:paraId="5BCC3222" w14:textId="77777777" w:rsidR="00766774" w:rsidRDefault="00115F49" w:rsidP="00115F49">
      <w:r w:rsidRPr="00115F49">
        <w:t>Chez lui</w:t>
      </w:r>
      <w:r w:rsidR="00766774">
        <w:t xml:space="preserve">, </w:t>
      </w:r>
      <w:r w:rsidRPr="00115F49">
        <w:t>tout était placé de façon à faire craindre le pire</w:t>
      </w:r>
      <w:r w:rsidR="00766774">
        <w:t xml:space="preserve">. </w:t>
      </w:r>
      <w:r w:rsidRPr="00115F49">
        <w:t>Sa porte d</w:t>
      </w:r>
      <w:r w:rsidR="00766774">
        <w:t>’</w:t>
      </w:r>
      <w:r w:rsidRPr="00115F49">
        <w:t>abord n</w:t>
      </w:r>
      <w:r w:rsidR="00766774">
        <w:t>’</w:t>
      </w:r>
      <w:r w:rsidRPr="00115F49">
        <w:t>était pas fermée</w:t>
      </w:r>
      <w:r w:rsidR="00766774">
        <w:t xml:space="preserve"> ; </w:t>
      </w:r>
      <w:r w:rsidRPr="00115F49">
        <w:t>ses raquettes et son fusil étaient là</w:t>
      </w:r>
      <w:r w:rsidR="00766774">
        <w:t xml:space="preserve"> ; </w:t>
      </w:r>
      <w:r w:rsidRPr="00115F49">
        <w:t>sa veste</w:t>
      </w:r>
      <w:r w:rsidR="00766774">
        <w:t xml:space="preserve">, </w:t>
      </w:r>
      <w:r w:rsidRPr="00115F49">
        <w:t>doublée de peau de mouton</w:t>
      </w:r>
      <w:r w:rsidR="00766774">
        <w:t xml:space="preserve">, </w:t>
      </w:r>
      <w:r w:rsidRPr="00115F49">
        <w:t>était pendue à son clou</w:t>
      </w:r>
      <w:r w:rsidR="00766774">
        <w:t xml:space="preserve">. </w:t>
      </w:r>
      <w:r w:rsidRPr="00115F49">
        <w:t>Plus triste encore</w:t>
      </w:r>
      <w:r w:rsidR="00766774">
        <w:t xml:space="preserve"> : </w:t>
      </w:r>
      <w:r w:rsidRPr="00115F49">
        <w:t>son assiette</w:t>
      </w:r>
      <w:r w:rsidR="00766774">
        <w:t xml:space="preserve">, </w:t>
      </w:r>
      <w:r w:rsidRPr="00115F49">
        <w:t>contenant les restes figés d</w:t>
      </w:r>
      <w:r w:rsidR="00766774">
        <w:t>’</w:t>
      </w:r>
      <w:r w:rsidRPr="00115F49">
        <w:t>un civet de lapin</w:t>
      </w:r>
      <w:r w:rsidR="00766774">
        <w:t xml:space="preserve"> (</w:t>
      </w:r>
      <w:r w:rsidRPr="00115F49">
        <w:t>où l</w:t>
      </w:r>
      <w:r w:rsidR="00766774">
        <w:t>’</w:t>
      </w:r>
      <w:r w:rsidRPr="00115F49">
        <w:t>on voyait les traces qu</w:t>
      </w:r>
      <w:r w:rsidR="00766774">
        <w:t>’</w:t>
      </w:r>
      <w:r w:rsidRPr="00115F49">
        <w:t>avait faites un morceau de pain en ramassant la sauce</w:t>
      </w:r>
      <w:r w:rsidR="00766774">
        <w:t xml:space="preserve">), </w:t>
      </w:r>
      <w:r w:rsidRPr="00115F49">
        <w:t>était sur la table</w:t>
      </w:r>
      <w:r w:rsidR="00766774">
        <w:t xml:space="preserve">, </w:t>
      </w:r>
      <w:r w:rsidRPr="00115F49">
        <w:t>à côté d</w:t>
      </w:r>
      <w:r w:rsidR="00766774">
        <w:t>’</w:t>
      </w:r>
      <w:r w:rsidRPr="00115F49">
        <w:t>un verre à moitié plein de vin</w:t>
      </w:r>
      <w:r w:rsidR="00766774">
        <w:t xml:space="preserve">. </w:t>
      </w:r>
      <w:r w:rsidRPr="00115F49">
        <w:t>Il devait être en train de manger</w:t>
      </w:r>
      <w:r w:rsidR="00766774">
        <w:t xml:space="preserve"> ; </w:t>
      </w:r>
      <w:r w:rsidRPr="00115F49">
        <w:t>quelque chose</w:t>
      </w:r>
      <w:r w:rsidR="00766774">
        <w:t xml:space="preserve">, </w:t>
      </w:r>
      <w:r w:rsidRPr="00115F49">
        <w:t>quelqu</w:t>
      </w:r>
      <w:r w:rsidR="00766774">
        <w:t>’</w:t>
      </w:r>
      <w:r w:rsidRPr="00115F49">
        <w:t>un avait dû l</w:t>
      </w:r>
      <w:r w:rsidR="00766774">
        <w:t>’</w:t>
      </w:r>
      <w:r w:rsidRPr="00115F49">
        <w:t>appeler dehors</w:t>
      </w:r>
      <w:r w:rsidR="00766774">
        <w:t xml:space="preserve"> ; </w:t>
      </w:r>
      <w:r w:rsidRPr="00115F49">
        <w:t>il était sorti tout de suite</w:t>
      </w:r>
      <w:r w:rsidR="00766774">
        <w:t xml:space="preserve">, </w:t>
      </w:r>
      <w:r w:rsidRPr="00115F49">
        <w:t>sans peut-être finir d</w:t>
      </w:r>
      <w:r w:rsidR="00766774">
        <w:t>’</w:t>
      </w:r>
      <w:r w:rsidRPr="00115F49">
        <w:t>avaler sa bouchée</w:t>
      </w:r>
      <w:r w:rsidR="00766774">
        <w:t xml:space="preserve">. </w:t>
      </w:r>
      <w:r w:rsidRPr="00115F49">
        <w:t>Son chapeau était sur le lit</w:t>
      </w:r>
      <w:r w:rsidR="00766774">
        <w:t>.</w:t>
      </w:r>
    </w:p>
    <w:p w14:paraId="43AC178C" w14:textId="77777777" w:rsidR="00766774" w:rsidRDefault="00115F49" w:rsidP="00115F49">
      <w:r w:rsidRPr="00115F49">
        <w:t>Cette fois</w:t>
      </w:r>
      <w:r w:rsidR="00766774">
        <w:t xml:space="preserve">, </w:t>
      </w:r>
      <w:r w:rsidRPr="00115F49">
        <w:t>ce fut une terreur de troupeau de moutons</w:t>
      </w:r>
      <w:r w:rsidR="00766774">
        <w:t xml:space="preserve">. </w:t>
      </w:r>
      <w:r w:rsidRPr="00115F49">
        <w:t>En plein jour</w:t>
      </w:r>
      <w:r w:rsidR="00766774">
        <w:t xml:space="preserve"> (</w:t>
      </w:r>
      <w:r w:rsidRPr="00115F49">
        <w:t>bas</w:t>
      </w:r>
      <w:r w:rsidR="00766774">
        <w:t xml:space="preserve">, </w:t>
      </w:r>
      <w:r w:rsidRPr="00115F49">
        <w:t>sombre</w:t>
      </w:r>
      <w:r w:rsidR="00766774">
        <w:t xml:space="preserve">, </w:t>
      </w:r>
      <w:r w:rsidRPr="00115F49">
        <w:t>bleu</w:t>
      </w:r>
      <w:r w:rsidR="00766774">
        <w:t xml:space="preserve">, </w:t>
      </w:r>
      <w:r w:rsidRPr="00115F49">
        <w:t>neige</w:t>
      </w:r>
      <w:r w:rsidR="00766774">
        <w:t xml:space="preserve">, </w:t>
      </w:r>
      <w:r w:rsidRPr="00115F49">
        <w:t>nuage coupant la flèche du clocher</w:t>
      </w:r>
      <w:r w:rsidR="00766774">
        <w:t xml:space="preserve">), </w:t>
      </w:r>
      <w:r w:rsidRPr="00115F49">
        <w:t>on entendit les femmes pleurer</w:t>
      </w:r>
      <w:r w:rsidR="00766774">
        <w:t xml:space="preserve">, </w:t>
      </w:r>
      <w:r w:rsidRPr="00115F49">
        <w:t>les enfants crier</w:t>
      </w:r>
      <w:r w:rsidR="00766774">
        <w:t xml:space="preserve">, </w:t>
      </w:r>
      <w:r w:rsidRPr="00115F49">
        <w:t>les portes battre</w:t>
      </w:r>
      <w:r w:rsidR="00766774">
        <w:t xml:space="preserve">, </w:t>
      </w:r>
      <w:r w:rsidRPr="00115F49">
        <w:t>et il fallut la croix et la bannière pour se mettre à décider quelque chose</w:t>
      </w:r>
      <w:r w:rsidR="00766774">
        <w:t xml:space="preserve">. </w:t>
      </w:r>
      <w:r w:rsidRPr="00115F49">
        <w:t>Tout le monde parlait des gendarmes</w:t>
      </w:r>
      <w:r w:rsidR="00766774">
        <w:t xml:space="preserve"> ; </w:t>
      </w:r>
      <w:r w:rsidRPr="00115F49">
        <w:t>personne ne voulait aller les chercher</w:t>
      </w:r>
      <w:r w:rsidR="00766774">
        <w:t xml:space="preserve">. </w:t>
      </w:r>
      <w:r w:rsidRPr="00115F49">
        <w:t>Il fallait faire trois lieues dans la solitude</w:t>
      </w:r>
      <w:r w:rsidR="00766774">
        <w:t xml:space="preserve">, </w:t>
      </w:r>
      <w:r w:rsidRPr="00115F49">
        <w:t>sous le ciel noir et</w:t>
      </w:r>
      <w:r w:rsidR="00766774">
        <w:t xml:space="preserve">, </w:t>
      </w:r>
      <w:r w:rsidRPr="00115F49">
        <w:t>du moment qu</w:t>
      </w:r>
      <w:r w:rsidR="00766774">
        <w:t>’</w:t>
      </w:r>
      <w:r w:rsidRPr="00115F49">
        <w:t>il s</w:t>
      </w:r>
      <w:r w:rsidR="00766774">
        <w:t>’</w:t>
      </w:r>
      <w:r w:rsidRPr="00115F49">
        <w:t>agissait de Bergues</w:t>
      </w:r>
      <w:r w:rsidR="00766774">
        <w:t xml:space="preserve"> : </w:t>
      </w:r>
      <w:r w:rsidRPr="00115F49">
        <w:t>un homme fait</w:t>
      </w:r>
      <w:r w:rsidR="00766774">
        <w:t xml:space="preserve">, </w:t>
      </w:r>
      <w:r w:rsidRPr="00115F49">
        <w:t>costaud</w:t>
      </w:r>
      <w:r w:rsidR="00766774">
        <w:t xml:space="preserve">, </w:t>
      </w:r>
      <w:r w:rsidRPr="00115F49">
        <w:t>courageux</w:t>
      </w:r>
      <w:r w:rsidR="00766774">
        <w:t xml:space="preserve">, </w:t>
      </w:r>
      <w:r w:rsidRPr="00115F49">
        <w:t>le plus malin de tous</w:t>
      </w:r>
      <w:r w:rsidR="00766774">
        <w:t xml:space="preserve">, </w:t>
      </w:r>
      <w:r w:rsidRPr="00115F49">
        <w:t>personne ne se sentait assez costaud</w:t>
      </w:r>
      <w:r w:rsidR="00766774">
        <w:t xml:space="preserve">, </w:t>
      </w:r>
      <w:r w:rsidRPr="00115F49">
        <w:t>assez courageux et assez malin désor</w:t>
      </w:r>
      <w:r w:rsidRPr="00115F49">
        <w:lastRenderedPageBreak/>
        <w:t>mais</w:t>
      </w:r>
      <w:r w:rsidR="00766774">
        <w:t xml:space="preserve">. </w:t>
      </w:r>
      <w:r w:rsidRPr="00115F49">
        <w:t>Enfin</w:t>
      </w:r>
      <w:r w:rsidR="00766774">
        <w:t xml:space="preserve">, </w:t>
      </w:r>
      <w:r w:rsidRPr="00115F49">
        <w:t>ils finirent par accepter d</w:t>
      </w:r>
      <w:r w:rsidR="00766774">
        <w:t>’</w:t>
      </w:r>
      <w:r w:rsidRPr="00115F49">
        <w:t>y aller quatre</w:t>
      </w:r>
      <w:r w:rsidR="00766774">
        <w:t xml:space="preserve">, </w:t>
      </w:r>
      <w:r w:rsidRPr="00115F49">
        <w:t>tous ensemble</w:t>
      </w:r>
      <w:r w:rsidR="00766774">
        <w:t>.</w:t>
      </w:r>
    </w:p>
    <w:p w14:paraId="3C101D7E" w14:textId="77777777" w:rsidR="00766774" w:rsidRDefault="00115F49" w:rsidP="00115F49">
      <w:r w:rsidRPr="00115F49">
        <w:t>On s</w:t>
      </w:r>
      <w:r w:rsidR="00766774">
        <w:t>’</w:t>
      </w:r>
      <w:r w:rsidRPr="00115F49">
        <w:t>était même écarté de la maison de Bergues comme d</w:t>
      </w:r>
      <w:r w:rsidR="00766774">
        <w:t>’</w:t>
      </w:r>
      <w:r w:rsidRPr="00115F49">
        <w:t>une maison de pestiféré</w:t>
      </w:r>
      <w:r w:rsidR="00766774">
        <w:t xml:space="preserve">. </w:t>
      </w:r>
      <w:r w:rsidRPr="00115F49">
        <w:t>Elle bâillait à même la neige de la rue</w:t>
      </w:r>
      <w:r w:rsidR="00766774">
        <w:t xml:space="preserve">, </w:t>
      </w:r>
      <w:r w:rsidRPr="00115F49">
        <w:t>de sa porte grande ouverte que personne n</w:t>
      </w:r>
      <w:r w:rsidR="00766774">
        <w:t>’</w:t>
      </w:r>
      <w:r w:rsidRPr="00115F49">
        <w:t>avait eu le courage de refermer</w:t>
      </w:r>
      <w:r w:rsidR="00766774">
        <w:t xml:space="preserve">, </w:t>
      </w:r>
      <w:r w:rsidRPr="00115F49">
        <w:t>et le ciel</w:t>
      </w:r>
      <w:r w:rsidR="00766774">
        <w:t xml:space="preserve">, </w:t>
      </w:r>
      <w:r w:rsidRPr="00115F49">
        <w:t>au-dessus de toutes les têtes</w:t>
      </w:r>
      <w:r w:rsidR="00766774">
        <w:t xml:space="preserve">, </w:t>
      </w:r>
      <w:r w:rsidRPr="00115F49">
        <w:t>paraissait plus noir que l</w:t>
      </w:r>
      <w:r w:rsidR="00766774">
        <w:t>’</w:t>
      </w:r>
      <w:r w:rsidRPr="00115F49">
        <w:t>intérieur de cette maison</w:t>
      </w:r>
      <w:r w:rsidR="00766774">
        <w:t>.</w:t>
      </w:r>
    </w:p>
    <w:p w14:paraId="51483720" w14:textId="77777777" w:rsidR="00766774" w:rsidRDefault="00115F49" w:rsidP="00115F49">
      <w:r w:rsidRPr="00115F49">
        <w:t>Au moment du départ des quatre émissaires pour la gendarmerie royale de Clelles</w:t>
      </w:r>
      <w:r w:rsidR="00766774">
        <w:t xml:space="preserve">, </w:t>
      </w:r>
      <w:r w:rsidRPr="00115F49">
        <w:t>toute la population du village vint piétiner silencieusement autour d</w:t>
      </w:r>
      <w:r w:rsidR="00766774">
        <w:t>’</w:t>
      </w:r>
      <w:r w:rsidRPr="00115F49">
        <w:t>eux qui</w:t>
      </w:r>
      <w:r w:rsidR="00766774">
        <w:t xml:space="preserve">, </w:t>
      </w:r>
      <w:r w:rsidRPr="00115F49">
        <w:t>fort graves et assez blêmes sous les barbes</w:t>
      </w:r>
      <w:r w:rsidR="00766774">
        <w:t xml:space="preserve">, </w:t>
      </w:r>
      <w:r w:rsidRPr="00115F49">
        <w:t>mettaient l</w:t>
      </w:r>
      <w:r w:rsidR="00766774">
        <w:t>’</w:t>
      </w:r>
      <w:r w:rsidRPr="00115F49">
        <w:t>arme à la bretelle et assuraient sur leurs vestes fourrées des ceintures pleines de cartouches à sanglier</w:t>
      </w:r>
      <w:r w:rsidR="00766774">
        <w:t xml:space="preserve">, </w:t>
      </w:r>
      <w:r w:rsidRPr="00115F49">
        <w:t>un arsenal de couteaux tranchants</w:t>
      </w:r>
      <w:r w:rsidR="00766774">
        <w:t xml:space="preserve">, </w:t>
      </w:r>
      <w:r w:rsidRPr="00115F49">
        <w:t>lames nues</w:t>
      </w:r>
      <w:r w:rsidR="00766774">
        <w:t xml:space="preserve">, </w:t>
      </w:r>
      <w:r w:rsidRPr="00115F49">
        <w:t>et même une petite hache</w:t>
      </w:r>
      <w:r w:rsidR="00766774">
        <w:t xml:space="preserve">. </w:t>
      </w:r>
      <w:r w:rsidRPr="00115F49">
        <w:t>Ils chaussèrent finalement leurs raquettes</w:t>
      </w:r>
      <w:r w:rsidR="00766774">
        <w:t xml:space="preserve"> ; </w:t>
      </w:r>
      <w:r w:rsidRPr="00115F49">
        <w:t>on les vit monter très lentement le coteau derrière lequel passe la grande route puis disparaître</w:t>
      </w:r>
      <w:r w:rsidR="00766774">
        <w:t xml:space="preserve">. </w:t>
      </w:r>
      <w:r w:rsidRPr="00115F49">
        <w:t>Il ne restait plus qu</w:t>
      </w:r>
      <w:r w:rsidR="00766774">
        <w:t>’</w:t>
      </w:r>
      <w:r w:rsidRPr="00115F49">
        <w:t>à se barricader</w:t>
      </w:r>
      <w:r w:rsidR="00766774">
        <w:t>.</w:t>
      </w:r>
    </w:p>
    <w:p w14:paraId="5A77A3FC" w14:textId="77777777" w:rsidR="00766774" w:rsidRDefault="00115F49" w:rsidP="00115F49">
      <w:r w:rsidRPr="00115F49">
        <w:t>On imagine facilement les récits que ces quatre hommes firent à la gendarmerie de Clelles après une marche de plusieurs lieues en pleine solitude au déclin du jour</w:t>
      </w:r>
      <w:r w:rsidR="00766774">
        <w:t xml:space="preserve">. </w:t>
      </w:r>
      <w:r w:rsidRPr="00115F49">
        <w:t>Malgré le temps bouché et l</w:t>
      </w:r>
      <w:r w:rsidR="00766774">
        <w:t>’</w:t>
      </w:r>
      <w:r w:rsidRPr="00115F49">
        <w:t>état des routes qui permettaient mal les voyages rapides</w:t>
      </w:r>
      <w:r w:rsidR="00766774">
        <w:t xml:space="preserve">, </w:t>
      </w:r>
      <w:r w:rsidRPr="00115F49">
        <w:t>il dut y avoir tout de suite un échange assez vif d</w:t>
      </w:r>
      <w:r w:rsidR="00766774">
        <w:t>’</w:t>
      </w:r>
      <w:r w:rsidRPr="00115F49">
        <w:t>estafettes entre les casernes de Mens et de Monetier</w:t>
      </w:r>
      <w:r w:rsidR="00766774">
        <w:t xml:space="preserve">, </w:t>
      </w:r>
      <w:r w:rsidRPr="00115F49">
        <w:t>car</w:t>
      </w:r>
      <w:r w:rsidR="00766774">
        <w:t xml:space="preserve">, </w:t>
      </w:r>
      <w:r w:rsidRPr="00115F49">
        <w:t>dès onze heures de la nuit</w:t>
      </w:r>
      <w:r w:rsidR="00766774">
        <w:t xml:space="preserve">, </w:t>
      </w:r>
      <w:r w:rsidRPr="00115F49">
        <w:t>arriva au village</w:t>
      </w:r>
      <w:r w:rsidR="00766774">
        <w:t xml:space="preserve">, </w:t>
      </w:r>
      <w:r w:rsidRPr="00115F49">
        <w:t>en plus des quatre émissaires qui la guidaient</w:t>
      </w:r>
      <w:r w:rsidR="00766774">
        <w:t xml:space="preserve">, </w:t>
      </w:r>
      <w:r w:rsidRPr="00115F49">
        <w:t>une petite compagnie de six gendarmes à cheval</w:t>
      </w:r>
      <w:r w:rsidR="00766774">
        <w:t xml:space="preserve">, </w:t>
      </w:r>
      <w:r w:rsidRPr="00115F49">
        <w:t>avec armes et bagages et un capitaine nommé Langlois</w:t>
      </w:r>
      <w:r w:rsidR="00766774">
        <w:t>.</w:t>
      </w:r>
    </w:p>
    <w:p w14:paraId="3ADAE0D3" w14:textId="77777777" w:rsidR="00766774" w:rsidRDefault="00115F49" w:rsidP="00115F49">
      <w:r w:rsidRPr="00115F49">
        <w:t>C</w:t>
      </w:r>
      <w:r w:rsidR="00766774">
        <w:t>’</w:t>
      </w:r>
      <w:r w:rsidRPr="00115F49">
        <w:t>étaient tous de vieux soldats et ils se mirent tout de suite à grognarder avec tant d</w:t>
      </w:r>
      <w:r w:rsidR="00766774">
        <w:t>’</w:t>
      </w:r>
      <w:r w:rsidRPr="00115F49">
        <w:t>aisance qu</w:t>
      </w:r>
      <w:r w:rsidR="00766774">
        <w:t>’</w:t>
      </w:r>
      <w:r w:rsidRPr="00115F49">
        <w:t>on se sentit entièrement rassuré</w:t>
      </w:r>
      <w:r w:rsidR="00766774">
        <w:t xml:space="preserve">. </w:t>
      </w:r>
      <w:r w:rsidRPr="00115F49">
        <w:t xml:space="preserve">Ils mirent leurs bidets en réquisition dans les écuries et ils firent un bivouac pour la garde en pleine place </w:t>
      </w:r>
      <w:r w:rsidRPr="00115F49">
        <w:lastRenderedPageBreak/>
        <w:t>du village</w:t>
      </w:r>
      <w:r w:rsidR="00766774">
        <w:t xml:space="preserve">, </w:t>
      </w:r>
      <w:r w:rsidRPr="00115F49">
        <w:t>avec une guérite en planches</w:t>
      </w:r>
      <w:r w:rsidR="00766774">
        <w:t xml:space="preserve">, </w:t>
      </w:r>
      <w:r w:rsidRPr="00115F49">
        <w:t>sentinelles</w:t>
      </w:r>
      <w:r w:rsidR="00766774">
        <w:t xml:space="preserve">, </w:t>
      </w:r>
      <w:r w:rsidRPr="00115F49">
        <w:t>patrouilles</w:t>
      </w:r>
      <w:r w:rsidR="00766774">
        <w:t xml:space="preserve">, </w:t>
      </w:r>
      <w:r w:rsidRPr="00115F49">
        <w:t>mots de passe</w:t>
      </w:r>
      <w:r w:rsidR="00766774">
        <w:t xml:space="preserve">, </w:t>
      </w:r>
      <w:r w:rsidRPr="00115F49">
        <w:t>et tout</w:t>
      </w:r>
      <w:r w:rsidR="00766774">
        <w:t xml:space="preserve">. </w:t>
      </w:r>
      <w:r w:rsidRPr="00115F49">
        <w:t>Langlois sortit de son havresac une très longue pipe en terre et</w:t>
      </w:r>
      <w:r w:rsidR="00766774">
        <w:t xml:space="preserve">, </w:t>
      </w:r>
      <w:r w:rsidRPr="00115F49">
        <w:t>installé derrière les vitres du Café de la route</w:t>
      </w:r>
      <w:r w:rsidR="00766774">
        <w:t xml:space="preserve">, </w:t>
      </w:r>
      <w:r w:rsidRPr="00115F49">
        <w:t>il dirigea les opérations</w:t>
      </w:r>
      <w:r w:rsidR="00766774">
        <w:t>.</w:t>
      </w:r>
    </w:p>
    <w:p w14:paraId="79EFD62A" w14:textId="77777777" w:rsidR="00766774" w:rsidRDefault="00115F49" w:rsidP="00115F49">
      <w:r w:rsidRPr="00115F49">
        <w:t>Malgré cette longue pipe en terre</w:t>
      </w:r>
      <w:r w:rsidR="00766774">
        <w:t xml:space="preserve">, </w:t>
      </w:r>
      <w:r w:rsidRPr="00115F49">
        <w:t>des pantoufles fourrées et une casquette en poil de bichard dans laquelle il abritait ses oreilles</w:t>
      </w:r>
      <w:r w:rsidR="00766774">
        <w:t xml:space="preserve">, </w:t>
      </w:r>
      <w:r w:rsidRPr="00115F49">
        <w:t>Langlois était un sacré lascar</w:t>
      </w:r>
      <w:r w:rsidR="00766774">
        <w:t xml:space="preserve">. </w:t>
      </w:r>
      <w:r w:rsidRPr="00115F49">
        <w:t>Il éclaira un peu les choses</w:t>
      </w:r>
      <w:r w:rsidR="00766774">
        <w:t xml:space="preserve"> ; </w:t>
      </w:r>
      <w:r w:rsidRPr="00115F49">
        <w:t>d</w:t>
      </w:r>
      <w:r w:rsidR="00766774">
        <w:t>’</w:t>
      </w:r>
      <w:r w:rsidRPr="00115F49">
        <w:t>un jour sinistre</w:t>
      </w:r>
      <w:r w:rsidR="00766774">
        <w:t xml:space="preserve">, </w:t>
      </w:r>
      <w:r w:rsidRPr="00115F49">
        <w:t>mais d</w:t>
      </w:r>
      <w:r w:rsidR="00766774">
        <w:t>’</w:t>
      </w:r>
      <w:r w:rsidRPr="00115F49">
        <w:t>un jour</w:t>
      </w:r>
      <w:r w:rsidR="00766774">
        <w:t>.</w:t>
      </w:r>
    </w:p>
    <w:p w14:paraId="00F80F75" w14:textId="77777777" w:rsidR="00766774" w:rsidRDefault="00115F49" w:rsidP="00115F49">
      <w:r w:rsidRPr="00115F49">
        <w:t>La table sur laquelle Bergues avait pris son dernier repas était placée devant une fenêtre</w:t>
      </w:r>
      <w:r w:rsidR="00766774">
        <w:t xml:space="preserve">. </w:t>
      </w:r>
      <w:r w:rsidRPr="00115F49">
        <w:t>Cette fenêtre donnait non pas sur la rue</w:t>
      </w:r>
      <w:r w:rsidR="00766774">
        <w:t xml:space="preserve">, </w:t>
      </w:r>
      <w:r w:rsidRPr="00115F49">
        <w:t>mais sur des prés</w:t>
      </w:r>
      <w:r w:rsidR="00766774">
        <w:t xml:space="preserve">. </w:t>
      </w:r>
      <w:r w:rsidRPr="00115F49">
        <w:t>Langlois s</w:t>
      </w:r>
      <w:r w:rsidR="00766774">
        <w:t>’</w:t>
      </w:r>
      <w:r w:rsidRPr="00115F49">
        <w:t>assit à la place où Bergues s</w:t>
      </w:r>
      <w:r w:rsidR="00766774">
        <w:t>’</w:t>
      </w:r>
      <w:r w:rsidRPr="00115F49">
        <w:t>était assis pour manger le civet</w:t>
      </w:r>
      <w:r w:rsidR="00766774">
        <w:t xml:space="preserve">. </w:t>
      </w:r>
      <w:r w:rsidRPr="00115F49">
        <w:t>Langlois fit les gestes de Bergues mangeant son civet et trempant dans la sauce ce morceau de pain qui avait laissé des traces dans le gras figé</w:t>
      </w:r>
      <w:r w:rsidR="00766774">
        <w:t xml:space="preserve">. </w:t>
      </w:r>
      <w:r w:rsidRPr="00115F49">
        <w:t>Ce faisant</w:t>
      </w:r>
      <w:r w:rsidR="00766774">
        <w:t xml:space="preserve">, </w:t>
      </w:r>
      <w:r w:rsidRPr="00115F49">
        <w:t>Langlois fut amené à regarder à travers la fenêtre et il demanda</w:t>
      </w:r>
      <w:r w:rsidR="00766774">
        <w:t> : « </w:t>
      </w:r>
      <w:r w:rsidRPr="00115F49">
        <w:t>Ça donne vers quoi ce côté-là</w:t>
      </w:r>
      <w:r w:rsidR="00766774">
        <w:t> ? » (</w:t>
      </w:r>
      <w:r w:rsidRPr="00115F49">
        <w:t>il fallait bien le demander</w:t>
      </w:r>
      <w:r w:rsidR="00766774">
        <w:t xml:space="preserve">, </w:t>
      </w:r>
      <w:r w:rsidRPr="00115F49">
        <w:t>car</w:t>
      </w:r>
      <w:r w:rsidR="00766774">
        <w:t xml:space="preserve">, </w:t>
      </w:r>
      <w:r w:rsidRPr="00115F49">
        <w:t>ce côté-là</w:t>
      </w:r>
      <w:r w:rsidR="00766774">
        <w:t xml:space="preserve">, </w:t>
      </w:r>
      <w:r w:rsidRPr="00115F49">
        <w:t>comme les autres en cette saison</w:t>
      </w:r>
      <w:r w:rsidR="00766774">
        <w:t xml:space="preserve">, </w:t>
      </w:r>
      <w:r w:rsidRPr="00115F49">
        <w:rPr>
          <w:i/>
          <w:iCs/>
        </w:rPr>
        <w:t>ça donnait</w:t>
      </w:r>
      <w:r w:rsidRPr="00115F49">
        <w:t xml:space="preserve"> sur de la neige et du coton gris</w:t>
      </w:r>
      <w:r w:rsidR="00766774">
        <w:t xml:space="preserve">, </w:t>
      </w:r>
      <w:r w:rsidRPr="00115F49">
        <w:t>bleuâtre et noir</w:t>
      </w:r>
      <w:r w:rsidR="00766774">
        <w:t xml:space="preserve">), </w:t>
      </w:r>
      <w:r w:rsidRPr="00115F49">
        <w:t>ça donnait sur la route d</w:t>
      </w:r>
      <w:r w:rsidR="00766774">
        <w:t>’</w:t>
      </w:r>
      <w:r w:rsidRPr="00115F49">
        <w:t>Avers</w:t>
      </w:r>
      <w:r w:rsidR="00766774">
        <w:t xml:space="preserve">. </w:t>
      </w:r>
      <w:r w:rsidRPr="00115F49">
        <w:t>Langlois envoya chercher ses bottes</w:t>
      </w:r>
      <w:r w:rsidR="00766774">
        <w:t xml:space="preserve">. </w:t>
      </w:r>
      <w:r w:rsidRPr="00115F49">
        <w:t>En attendant qu</w:t>
      </w:r>
      <w:r w:rsidR="00766774">
        <w:t>’</w:t>
      </w:r>
      <w:r w:rsidRPr="00115F49">
        <w:t>on les lui apporte</w:t>
      </w:r>
      <w:r w:rsidR="00766774">
        <w:t xml:space="preserve">, </w:t>
      </w:r>
      <w:r w:rsidRPr="00115F49">
        <w:t>il expliqua qu</w:t>
      </w:r>
      <w:r w:rsidR="00766774">
        <w:t>’</w:t>
      </w:r>
      <w:r w:rsidRPr="00115F49">
        <w:t>à son avis Bergues était là en train de manger quand il avait dû voir quelque chose d</w:t>
      </w:r>
      <w:r w:rsidR="00766774">
        <w:t>’</w:t>
      </w:r>
      <w:r w:rsidRPr="00115F49">
        <w:t>extraordinaire qui l</w:t>
      </w:r>
      <w:r w:rsidR="00766774">
        <w:t>’</w:t>
      </w:r>
      <w:r w:rsidRPr="00115F49">
        <w:t>avait attiré dehors tout de suite</w:t>
      </w:r>
      <w:r w:rsidR="00766774">
        <w:t>.</w:t>
      </w:r>
    </w:p>
    <w:p w14:paraId="4775BB45" w14:textId="77777777" w:rsidR="00766774" w:rsidRDefault="00115F49" w:rsidP="00115F49">
      <w:r w:rsidRPr="00115F49">
        <w:t>Une fois chaussé</w:t>
      </w:r>
      <w:r w:rsidR="00766774">
        <w:t xml:space="preserve">, </w:t>
      </w:r>
      <w:r w:rsidRPr="00115F49">
        <w:t>Langlois et un de ses hommes partirent dans la direction qu</w:t>
      </w:r>
      <w:r w:rsidR="00766774">
        <w:t>’</w:t>
      </w:r>
      <w:r w:rsidRPr="00115F49">
        <w:t>avait dû suivre Bergues</w:t>
      </w:r>
      <w:r w:rsidR="00766774">
        <w:t xml:space="preserve">. </w:t>
      </w:r>
      <w:r w:rsidRPr="00115F49">
        <w:t>Ils n</w:t>
      </w:r>
      <w:r w:rsidR="00766774">
        <w:t>’</w:t>
      </w:r>
      <w:r w:rsidRPr="00115F49">
        <w:t>allèrent pas loin</w:t>
      </w:r>
      <w:r w:rsidR="00766774">
        <w:t xml:space="preserve">. </w:t>
      </w:r>
      <w:r w:rsidRPr="00115F49">
        <w:t>Ils allèrent jusqu</w:t>
      </w:r>
      <w:r w:rsidR="00766774">
        <w:t>’</w:t>
      </w:r>
      <w:r w:rsidRPr="00115F49">
        <w:t>à l</w:t>
      </w:r>
      <w:r w:rsidR="00766774">
        <w:t>’</w:t>
      </w:r>
      <w:r w:rsidRPr="00115F49">
        <w:t>endroit où la brume et le nuage commençaient à les effacer</w:t>
      </w:r>
      <w:r w:rsidR="00766774">
        <w:t xml:space="preserve">. </w:t>
      </w:r>
      <w:r w:rsidRPr="00115F49">
        <w:t>Là</w:t>
      </w:r>
      <w:r w:rsidR="00766774">
        <w:t xml:space="preserve">, </w:t>
      </w:r>
      <w:r w:rsidRPr="00115F49">
        <w:t>ils firent des gestes pour qu</w:t>
      </w:r>
      <w:r w:rsidR="00766774">
        <w:t>’</w:t>
      </w:r>
      <w:r w:rsidRPr="00115F49">
        <w:t>on aille les rejoindre</w:t>
      </w:r>
      <w:r w:rsidR="00766774">
        <w:t xml:space="preserve">. </w:t>
      </w:r>
      <w:r w:rsidRPr="00115F49">
        <w:t>Pendant qu</w:t>
      </w:r>
      <w:r w:rsidR="00766774">
        <w:t>’</w:t>
      </w:r>
      <w:r w:rsidRPr="00115F49">
        <w:t>on allait vers eux</w:t>
      </w:r>
      <w:r w:rsidR="00766774">
        <w:t xml:space="preserve">, </w:t>
      </w:r>
      <w:r w:rsidRPr="00115F49">
        <w:t>ils avancèrent encore d</w:t>
      </w:r>
      <w:r w:rsidR="00766774">
        <w:t>’</w:t>
      </w:r>
      <w:r w:rsidRPr="00115F49">
        <w:t>une vingtaine de pas</w:t>
      </w:r>
      <w:r w:rsidR="00766774">
        <w:t xml:space="preserve">, </w:t>
      </w:r>
      <w:r w:rsidRPr="00115F49">
        <w:t>c</w:t>
      </w:r>
      <w:r w:rsidR="00766774">
        <w:t>’</w:t>
      </w:r>
      <w:r w:rsidRPr="00115F49">
        <w:t>est-à-dire que</w:t>
      </w:r>
      <w:r w:rsidR="00766774">
        <w:t xml:space="preserve">, </w:t>
      </w:r>
      <w:r w:rsidRPr="00115F49">
        <w:t>par rapport au village</w:t>
      </w:r>
      <w:r w:rsidR="00766774">
        <w:t xml:space="preserve">, </w:t>
      </w:r>
      <w:r w:rsidRPr="00115F49">
        <w:t>ils entrèrent carrément dans le nuage</w:t>
      </w:r>
      <w:r w:rsidR="00766774">
        <w:t xml:space="preserve"> ; </w:t>
      </w:r>
      <w:r w:rsidRPr="00115F49">
        <w:t>du village</w:t>
      </w:r>
      <w:r w:rsidR="00766774">
        <w:t xml:space="preserve">, </w:t>
      </w:r>
      <w:r w:rsidRPr="00115F49">
        <w:t xml:space="preserve">on ne les voyait certainement </w:t>
      </w:r>
      <w:r w:rsidRPr="00115F49">
        <w:lastRenderedPageBreak/>
        <w:t>plus</w:t>
      </w:r>
      <w:r w:rsidR="00766774">
        <w:t xml:space="preserve">. </w:t>
      </w:r>
      <w:r w:rsidRPr="00115F49">
        <w:t>Ceux qui allaient les rejoindre les voyaient encore parce qu</w:t>
      </w:r>
      <w:r w:rsidR="00766774">
        <w:t>’</w:t>
      </w:r>
      <w:r w:rsidRPr="00115F49">
        <w:t>ils s</w:t>
      </w:r>
      <w:r w:rsidR="00766774">
        <w:t>’</w:t>
      </w:r>
      <w:r w:rsidRPr="00115F49">
        <w:t>approchaient d</w:t>
      </w:r>
      <w:r w:rsidR="00766774">
        <w:t>’</w:t>
      </w:r>
      <w:r w:rsidRPr="00115F49">
        <w:t>eux</w:t>
      </w:r>
      <w:r w:rsidR="00766774">
        <w:t xml:space="preserve">. </w:t>
      </w:r>
      <w:r w:rsidRPr="00115F49">
        <w:t>Ils étaient penchés sur quelque chose</w:t>
      </w:r>
      <w:r w:rsidR="00766774">
        <w:t xml:space="preserve">. </w:t>
      </w:r>
      <w:r w:rsidRPr="00115F49">
        <w:t>Ce n</w:t>
      </w:r>
      <w:r w:rsidR="00766774">
        <w:t>’</w:t>
      </w:r>
      <w:r w:rsidRPr="00115F49">
        <w:t>était pas Bergues</w:t>
      </w:r>
      <w:r w:rsidR="00766774">
        <w:t xml:space="preserve">. </w:t>
      </w:r>
      <w:r w:rsidRPr="00115F49">
        <w:t>C</w:t>
      </w:r>
      <w:r w:rsidR="00766774">
        <w:t>’</w:t>
      </w:r>
      <w:r w:rsidRPr="00115F49">
        <w:t>était un grand piétinement de pattes de corbeaux</w:t>
      </w:r>
      <w:r w:rsidR="00766774">
        <w:t xml:space="preserve">. </w:t>
      </w:r>
      <w:r w:rsidRPr="00115F49">
        <w:t>En fouillant la neige</w:t>
      </w:r>
      <w:r w:rsidR="00766774">
        <w:t xml:space="preserve">, </w:t>
      </w:r>
      <w:r w:rsidRPr="00115F49">
        <w:t>à vingt centimètres</w:t>
      </w:r>
      <w:r w:rsidR="00766774">
        <w:t xml:space="preserve"> (</w:t>
      </w:r>
      <w:r w:rsidRPr="00115F49">
        <w:t>qui était à peu près l</w:t>
      </w:r>
      <w:r w:rsidR="00766774">
        <w:t>’</w:t>
      </w:r>
      <w:r w:rsidRPr="00115F49">
        <w:t>épaisseur de neige tombée depuis six jours</w:t>
      </w:r>
      <w:r w:rsidR="00766774">
        <w:t xml:space="preserve"> – </w:t>
      </w:r>
      <w:r w:rsidRPr="00115F49">
        <w:t>en tenant compte du tassement produit par le gel nocturne et le balayage du vent</w:t>
      </w:r>
      <w:r w:rsidR="00766774">
        <w:t xml:space="preserve">) </w:t>
      </w:r>
      <w:r w:rsidRPr="00115F49">
        <w:t>on trouva une grande plaque de neige agglomérée avec du sang</w:t>
      </w:r>
      <w:r w:rsidR="00766774">
        <w:t>.</w:t>
      </w:r>
    </w:p>
    <w:p w14:paraId="0A9E0FA7" w14:textId="77777777" w:rsidR="00766774" w:rsidRDefault="00115F49" w:rsidP="00115F49">
      <w:r w:rsidRPr="00115F49">
        <w:t>Voilà donc l</w:t>
      </w:r>
      <w:r w:rsidR="00766774">
        <w:t>’</w:t>
      </w:r>
      <w:r w:rsidRPr="00115F49">
        <w:t>endroit où Bergues avait fini</w:t>
      </w:r>
      <w:r w:rsidR="00766774">
        <w:t xml:space="preserve">. </w:t>
      </w:r>
      <w:r w:rsidRPr="00115F49">
        <w:t>Derrière le rideau de nuages</w:t>
      </w:r>
      <w:r w:rsidR="00766774">
        <w:t xml:space="preserve">. </w:t>
      </w:r>
      <w:r w:rsidRPr="00115F49">
        <w:t>Et à partir de là</w:t>
      </w:r>
      <w:r w:rsidR="00766774">
        <w:t xml:space="preserve"> ? </w:t>
      </w:r>
      <w:r w:rsidRPr="00115F49">
        <w:t>Rien</w:t>
      </w:r>
      <w:r w:rsidR="00766774">
        <w:t xml:space="preserve">. </w:t>
      </w:r>
      <w:r w:rsidRPr="00115F49">
        <w:t>La neige</w:t>
      </w:r>
      <w:r w:rsidR="00766774">
        <w:t xml:space="preserve">, </w:t>
      </w:r>
      <w:r w:rsidRPr="00115F49">
        <w:t>vierge tout autour</w:t>
      </w:r>
      <w:r w:rsidR="00766774">
        <w:t xml:space="preserve">, </w:t>
      </w:r>
      <w:r w:rsidRPr="00115F49">
        <w:t>à part les traces de Langlois</w:t>
      </w:r>
      <w:r w:rsidR="00766774">
        <w:t xml:space="preserve">, </w:t>
      </w:r>
      <w:r w:rsidRPr="00115F49">
        <w:t>du gendarme et de ceux qui les avaient rejoints</w:t>
      </w:r>
      <w:r w:rsidR="00766774">
        <w:t>.</w:t>
      </w:r>
    </w:p>
    <w:p w14:paraId="6CCB207A" w14:textId="77777777" w:rsidR="00766774" w:rsidRDefault="00115F49" w:rsidP="00115F49">
      <w:r w:rsidRPr="00115F49">
        <w:t>On fit des patrouilles pour rechercher le corps</w:t>
      </w:r>
      <w:r w:rsidR="00766774">
        <w:t xml:space="preserve">. </w:t>
      </w:r>
      <w:r w:rsidRPr="00115F49">
        <w:t xml:space="preserve">Non plus au hasard comme pour Marie </w:t>
      </w:r>
      <w:proofErr w:type="spellStart"/>
      <w:r w:rsidRPr="00115F49">
        <w:t>Chazottes</w:t>
      </w:r>
      <w:proofErr w:type="spellEnd"/>
      <w:r w:rsidR="00766774">
        <w:t xml:space="preserve">, </w:t>
      </w:r>
      <w:r w:rsidRPr="00115F49">
        <w:t>mais méthodiquement</w:t>
      </w:r>
      <w:r w:rsidR="00766774">
        <w:t xml:space="preserve">, </w:t>
      </w:r>
      <w:r w:rsidRPr="00115F49">
        <w:t>par escouades de quatre</w:t>
      </w:r>
      <w:r w:rsidR="00766774">
        <w:t xml:space="preserve"> : </w:t>
      </w:r>
      <w:r w:rsidRPr="00115F49">
        <w:t>chaque escouade commandée par un gendarme et dans des secteurs précis</w:t>
      </w:r>
      <w:r w:rsidR="00766774">
        <w:t xml:space="preserve">, </w:t>
      </w:r>
      <w:r w:rsidRPr="00115F49">
        <w:t>marqués au crayon par Langlois sur une carte du canton</w:t>
      </w:r>
      <w:r w:rsidR="00766774">
        <w:t xml:space="preserve">. </w:t>
      </w:r>
      <w:r w:rsidRPr="00115F49">
        <w:t>On ne trouva rien</w:t>
      </w:r>
      <w:r w:rsidR="00766774">
        <w:t xml:space="preserve">. </w:t>
      </w:r>
      <w:r w:rsidRPr="00115F49">
        <w:t>Il y avait évidemment quatre-vingt-dix-neuf chances sur cent pour que la neige</w:t>
      </w:r>
      <w:r w:rsidR="00766774">
        <w:t xml:space="preserve">… </w:t>
      </w:r>
      <w:r w:rsidRPr="00115F49">
        <w:t>et le dégel rendrait le corps</w:t>
      </w:r>
      <w:r w:rsidR="00766774">
        <w:t xml:space="preserve">. </w:t>
      </w:r>
      <w:r w:rsidRPr="00115F49">
        <w:t>Mais</w:t>
      </w:r>
      <w:r w:rsidR="00766774">
        <w:t xml:space="preserve">, </w:t>
      </w:r>
      <w:r w:rsidRPr="00115F49">
        <w:t>le dégel n</w:t>
      </w:r>
      <w:r w:rsidR="00766774">
        <w:t>’</w:t>
      </w:r>
      <w:r w:rsidRPr="00115F49">
        <w:t>avait pas rendu le corps de Marie Chazottes</w:t>
      </w:r>
      <w:r w:rsidR="00766774">
        <w:t xml:space="preserve">. </w:t>
      </w:r>
      <w:r w:rsidRPr="00115F49">
        <w:t>Au bout de quinze jours</w:t>
      </w:r>
      <w:r w:rsidR="00766774">
        <w:t xml:space="preserve">, </w:t>
      </w:r>
      <w:r w:rsidRPr="00115F49">
        <w:t>Langlois rentra au Café de la route</w:t>
      </w:r>
      <w:r w:rsidR="00766774">
        <w:t xml:space="preserve">, </w:t>
      </w:r>
      <w:r w:rsidRPr="00115F49">
        <w:t>reprit la longue pipe en terre</w:t>
      </w:r>
      <w:r w:rsidR="00766774">
        <w:t xml:space="preserve">, </w:t>
      </w:r>
      <w:r w:rsidRPr="00115F49">
        <w:t>les pantoufles et la casquette en peau de bichard</w:t>
      </w:r>
      <w:r w:rsidR="00766774">
        <w:t>.</w:t>
      </w:r>
    </w:p>
    <w:p w14:paraId="47A9EBF8" w14:textId="77777777" w:rsidR="00766774" w:rsidRDefault="00766774" w:rsidP="00115F49">
      <w:r>
        <w:t>— </w:t>
      </w:r>
      <w:r w:rsidR="00115F49" w:rsidRPr="00115F49">
        <w:t>Ce qu</w:t>
      </w:r>
      <w:r>
        <w:t>’</w:t>
      </w:r>
      <w:r w:rsidR="00115F49" w:rsidRPr="00115F49">
        <w:t>il me faudrait savoir</w:t>
      </w:r>
      <w:r>
        <w:t xml:space="preserve">, </w:t>
      </w:r>
      <w:r w:rsidR="00115F49" w:rsidRPr="00115F49">
        <w:t>dit-il</w:t>
      </w:r>
      <w:r>
        <w:t xml:space="preserve">, </w:t>
      </w:r>
      <w:r w:rsidR="00115F49" w:rsidRPr="00115F49">
        <w:t>c</w:t>
      </w:r>
      <w:r>
        <w:t>’</w:t>
      </w:r>
      <w:r w:rsidR="00115F49" w:rsidRPr="00115F49">
        <w:t>est pourquoi on les tue et pourquoi on les emporte</w:t>
      </w:r>
      <w:r>
        <w:t xml:space="preserve"> ? </w:t>
      </w:r>
      <w:r w:rsidR="00115F49" w:rsidRPr="00115F49">
        <w:t>Ce n</w:t>
      </w:r>
      <w:r>
        <w:t>’</w:t>
      </w:r>
      <w:r w:rsidR="00115F49" w:rsidRPr="00115F49">
        <w:t>est pas pour voler</w:t>
      </w:r>
      <w:r>
        <w:t xml:space="preserve"> ? </w:t>
      </w:r>
      <w:r w:rsidR="00115F49" w:rsidRPr="00115F49">
        <w:t>Ce n</w:t>
      </w:r>
      <w:r>
        <w:t>’</w:t>
      </w:r>
      <w:r w:rsidR="00115F49" w:rsidRPr="00115F49">
        <w:t>est pas des assassinats de femmes puisque Bergues et</w:t>
      </w:r>
      <w:r>
        <w:t xml:space="preserve">, </w:t>
      </w:r>
      <w:r w:rsidR="00115F49" w:rsidRPr="00115F49">
        <w:t>d</w:t>
      </w:r>
      <w:r>
        <w:t>’</w:t>
      </w:r>
      <w:r w:rsidR="00115F49" w:rsidRPr="00115F49">
        <w:t>ailleurs</w:t>
      </w:r>
      <w:r>
        <w:t xml:space="preserve">, </w:t>
      </w:r>
      <w:r w:rsidR="00115F49" w:rsidRPr="00115F49">
        <w:t>Ravanel Georges</w:t>
      </w:r>
      <w:r>
        <w:t xml:space="preserve">… </w:t>
      </w:r>
      <w:r w:rsidR="00115F49" w:rsidRPr="00115F49">
        <w:t>Si on était chez les Zoulous</w:t>
      </w:r>
      <w:r>
        <w:t xml:space="preserve">, </w:t>
      </w:r>
      <w:r w:rsidR="00115F49" w:rsidRPr="00115F49">
        <w:t>je dirais que c</w:t>
      </w:r>
      <w:r>
        <w:t>’</w:t>
      </w:r>
      <w:r w:rsidR="00115F49" w:rsidRPr="00115F49">
        <w:t>est pour les manger</w:t>
      </w:r>
      <w:r>
        <w:t xml:space="preserve">… </w:t>
      </w:r>
      <w:r w:rsidR="00115F49" w:rsidRPr="00115F49">
        <w:t>À part ça</w:t>
      </w:r>
      <w:r>
        <w:t xml:space="preserve">, </w:t>
      </w:r>
      <w:r w:rsidR="00115F49" w:rsidRPr="00115F49">
        <w:t>moi</w:t>
      </w:r>
      <w:r>
        <w:t xml:space="preserve">, </w:t>
      </w:r>
      <w:r w:rsidR="00115F49" w:rsidRPr="00115F49">
        <w:t>je ne vois rien</w:t>
      </w:r>
      <w:r>
        <w:t>.</w:t>
      </w:r>
    </w:p>
    <w:p w14:paraId="5CCE687A" w14:textId="77777777" w:rsidR="00766774" w:rsidRDefault="00115F49" w:rsidP="00115F49">
      <w:r w:rsidRPr="00115F49">
        <w:t>On donna de nouveau des mots de passe très stricts à tout le monde</w:t>
      </w:r>
      <w:r w:rsidR="00766774">
        <w:t xml:space="preserve">. </w:t>
      </w:r>
      <w:r w:rsidRPr="00115F49">
        <w:t>On ferma l</w:t>
      </w:r>
      <w:r w:rsidR="00766774">
        <w:t>’</w:t>
      </w:r>
      <w:r w:rsidRPr="00115F49">
        <w:t>école</w:t>
      </w:r>
      <w:r w:rsidR="00766774">
        <w:t xml:space="preserve">. </w:t>
      </w:r>
      <w:r w:rsidRPr="00115F49">
        <w:t>On recommanda de ne sor</w:t>
      </w:r>
      <w:r w:rsidRPr="00115F49">
        <w:lastRenderedPageBreak/>
        <w:t>tir du village sous aucun prétexte</w:t>
      </w:r>
      <w:r w:rsidR="00766774">
        <w:t xml:space="preserve">, </w:t>
      </w:r>
      <w:r w:rsidRPr="00115F49">
        <w:t>même en plein jour</w:t>
      </w:r>
      <w:r w:rsidR="00766774">
        <w:t xml:space="preserve"> (</w:t>
      </w:r>
      <w:r w:rsidRPr="00115F49">
        <w:t>d</w:t>
      </w:r>
      <w:r w:rsidR="00766774">
        <w:t>’</w:t>
      </w:r>
      <w:r w:rsidRPr="00115F49">
        <w:t>ailleurs toujours bas</w:t>
      </w:r>
      <w:r w:rsidR="00766774">
        <w:t xml:space="preserve">, </w:t>
      </w:r>
      <w:r w:rsidRPr="00115F49">
        <w:t>sombre</w:t>
      </w:r>
      <w:r w:rsidR="00766774">
        <w:t xml:space="preserve">, </w:t>
      </w:r>
      <w:r w:rsidRPr="00115F49">
        <w:t>bleu</w:t>
      </w:r>
      <w:r w:rsidR="00766774">
        <w:t xml:space="preserve">, </w:t>
      </w:r>
      <w:r w:rsidRPr="00115F49">
        <w:t>neige et nuage</w:t>
      </w:r>
      <w:r w:rsidR="00766774">
        <w:t xml:space="preserve">) </w:t>
      </w:r>
      <w:r w:rsidRPr="00115F49">
        <w:t>les sorties absolument obligatoires seraient faites en commun et sous la garde de deux gendarmes</w:t>
      </w:r>
      <w:r w:rsidR="00766774">
        <w:t xml:space="preserve">. </w:t>
      </w:r>
      <w:r w:rsidRPr="00115F49">
        <w:t>Et</w:t>
      </w:r>
      <w:r w:rsidR="00766774">
        <w:t xml:space="preserve">, </w:t>
      </w:r>
      <w:r w:rsidRPr="00115F49">
        <w:t>dans le village même</w:t>
      </w:r>
      <w:r w:rsidR="00766774">
        <w:t xml:space="preserve">, </w:t>
      </w:r>
      <w:r w:rsidRPr="00115F49">
        <w:t>il était recommandé de ne pas sortir seul</w:t>
      </w:r>
      <w:r w:rsidR="00766774">
        <w:t xml:space="preserve">, </w:t>
      </w:r>
      <w:r w:rsidRPr="00115F49">
        <w:t>d</w:t>
      </w:r>
      <w:r w:rsidR="00766774">
        <w:t>’</w:t>
      </w:r>
      <w:r w:rsidRPr="00115F49">
        <w:t>être au moins deux</w:t>
      </w:r>
      <w:r w:rsidR="00766774">
        <w:t xml:space="preserve">, </w:t>
      </w:r>
      <w:r w:rsidRPr="00115F49">
        <w:t>les hommes</w:t>
      </w:r>
      <w:r w:rsidR="00766774">
        <w:t xml:space="preserve">, </w:t>
      </w:r>
      <w:r w:rsidRPr="00115F49">
        <w:t>et au moins trois</w:t>
      </w:r>
      <w:r w:rsidR="00766774">
        <w:t xml:space="preserve">, </w:t>
      </w:r>
      <w:r w:rsidRPr="00115F49">
        <w:t>les femmes</w:t>
      </w:r>
      <w:r w:rsidR="00766774">
        <w:t xml:space="preserve">. </w:t>
      </w:r>
      <w:r w:rsidRPr="00115F49">
        <w:t>Deux gendarmes étaient en permanence sur la place du village</w:t>
      </w:r>
      <w:r w:rsidR="00766774">
        <w:t xml:space="preserve"> ; </w:t>
      </w:r>
      <w:r w:rsidRPr="00115F49">
        <w:t>les quatre autres</w:t>
      </w:r>
      <w:r w:rsidR="00766774">
        <w:t xml:space="preserve">, </w:t>
      </w:r>
      <w:r w:rsidRPr="00115F49">
        <w:t>deux par deux</w:t>
      </w:r>
      <w:r w:rsidR="00766774">
        <w:t xml:space="preserve">, </w:t>
      </w:r>
      <w:r w:rsidRPr="00115F49">
        <w:t>faisaient des rondes autour de l</w:t>
      </w:r>
      <w:r w:rsidR="00766774">
        <w:t>’</w:t>
      </w:r>
      <w:r w:rsidRPr="00115F49">
        <w:t>agglomération</w:t>
      </w:r>
      <w:r w:rsidR="00766774">
        <w:t xml:space="preserve">. </w:t>
      </w:r>
      <w:r w:rsidRPr="00115F49">
        <w:t>Deux fois par jour</w:t>
      </w:r>
      <w:r w:rsidR="00766774">
        <w:t xml:space="preserve">, </w:t>
      </w:r>
      <w:r w:rsidRPr="00115F49">
        <w:t>Langlois remettait ses bottes et faisait une inspection soignée</w:t>
      </w:r>
      <w:r w:rsidR="00766774">
        <w:t xml:space="preserve">, </w:t>
      </w:r>
      <w:r w:rsidRPr="00115F49">
        <w:t>fouinant dans toutes les cours</w:t>
      </w:r>
      <w:r w:rsidR="00766774">
        <w:t xml:space="preserve">, </w:t>
      </w:r>
      <w:r w:rsidRPr="00115F49">
        <w:t>les basses-cours</w:t>
      </w:r>
      <w:r w:rsidR="00766774">
        <w:t xml:space="preserve">, </w:t>
      </w:r>
      <w:r w:rsidRPr="00115F49">
        <w:t>les recoins</w:t>
      </w:r>
      <w:r w:rsidR="00766774">
        <w:t xml:space="preserve">, </w:t>
      </w:r>
      <w:r w:rsidRPr="00115F49">
        <w:t>les culs-de-sac</w:t>
      </w:r>
      <w:r w:rsidR="00766774">
        <w:t xml:space="preserve">. </w:t>
      </w:r>
      <w:r w:rsidRPr="00115F49">
        <w:t>À trois heures de l</w:t>
      </w:r>
      <w:r w:rsidR="00766774">
        <w:t>’</w:t>
      </w:r>
      <w:r w:rsidRPr="00115F49">
        <w:t>après-midi</w:t>
      </w:r>
      <w:r w:rsidR="00766774">
        <w:t xml:space="preserve">, </w:t>
      </w:r>
      <w:r w:rsidRPr="00115F49">
        <w:t>dernière corvée générale pour tout ce qu</w:t>
      </w:r>
      <w:r w:rsidR="00766774">
        <w:t>’</w:t>
      </w:r>
      <w:r w:rsidRPr="00115F49">
        <w:t>il y avait à faire</w:t>
      </w:r>
      <w:r w:rsidR="00766774">
        <w:t xml:space="preserve"> : </w:t>
      </w:r>
      <w:r w:rsidRPr="00115F49">
        <w:t>bois</w:t>
      </w:r>
      <w:r w:rsidR="00766774">
        <w:t xml:space="preserve">, </w:t>
      </w:r>
      <w:r w:rsidRPr="00115F49">
        <w:t>fourrage pour ceux qui avaient des greniers séparés des habitations</w:t>
      </w:r>
      <w:r w:rsidR="00766774">
        <w:t xml:space="preserve">, </w:t>
      </w:r>
      <w:r w:rsidRPr="00115F49">
        <w:t>et à quatre heures</w:t>
      </w:r>
      <w:r w:rsidR="00766774">
        <w:t xml:space="preserve">, </w:t>
      </w:r>
      <w:r w:rsidRPr="00115F49">
        <w:t>couvre-feu</w:t>
      </w:r>
      <w:r w:rsidR="00766774">
        <w:t xml:space="preserve">. </w:t>
      </w:r>
      <w:r w:rsidRPr="00115F49">
        <w:t>Les patrouilles de dehors rentraient</w:t>
      </w:r>
      <w:r w:rsidR="00766774">
        <w:t xml:space="preserve">. </w:t>
      </w:r>
      <w:r w:rsidRPr="00115F49">
        <w:t>La compagnie au complet faisait le tour de toutes les maisons</w:t>
      </w:r>
      <w:r w:rsidR="00766774">
        <w:t xml:space="preserve">, </w:t>
      </w:r>
      <w:r w:rsidRPr="00115F49">
        <w:t>les unes après les autres</w:t>
      </w:r>
      <w:r w:rsidR="00766774">
        <w:t xml:space="preserve">, </w:t>
      </w:r>
      <w:r w:rsidRPr="00115F49">
        <w:t>et une sentinelle restait à la guérite sur la place</w:t>
      </w:r>
      <w:r w:rsidR="00766774">
        <w:t xml:space="preserve">. </w:t>
      </w:r>
      <w:r w:rsidRPr="00115F49">
        <w:t>Deux fois dans la nuit</w:t>
      </w:r>
      <w:r w:rsidR="00766774">
        <w:t xml:space="preserve">, </w:t>
      </w:r>
      <w:r w:rsidRPr="00115F49">
        <w:t>patrouilles dans le village</w:t>
      </w:r>
      <w:r w:rsidR="00766774">
        <w:t xml:space="preserve">. </w:t>
      </w:r>
      <w:r w:rsidRPr="00115F49">
        <w:t>Langlois avait fait pendre</w:t>
      </w:r>
      <w:r w:rsidR="00766774">
        <w:t xml:space="preserve">, </w:t>
      </w:r>
      <w:r w:rsidRPr="00115F49">
        <w:t>à la porte de chaque maison</w:t>
      </w:r>
      <w:r w:rsidR="00766774">
        <w:t xml:space="preserve">, </w:t>
      </w:r>
      <w:r w:rsidRPr="00115F49">
        <w:t>une vieille bassine et une trique</w:t>
      </w:r>
      <w:r w:rsidR="00766774">
        <w:t xml:space="preserve">. </w:t>
      </w:r>
      <w:r w:rsidRPr="00115F49">
        <w:t>À la moindre des choses</w:t>
      </w:r>
      <w:r w:rsidR="00766774">
        <w:t xml:space="preserve">, </w:t>
      </w:r>
      <w:r w:rsidRPr="00115F49">
        <w:t>ordre était donné de tambouriner à coups de trique sur la bassine</w:t>
      </w:r>
      <w:r w:rsidR="00766774">
        <w:t xml:space="preserve"> ; </w:t>
      </w:r>
      <w:r w:rsidRPr="00115F49">
        <w:t>de toutes les forces</w:t>
      </w:r>
      <w:r w:rsidR="00766774">
        <w:t>.</w:t>
      </w:r>
    </w:p>
    <w:p w14:paraId="758AF2EC" w14:textId="77777777" w:rsidR="00766774" w:rsidRDefault="00766774" w:rsidP="00115F49">
      <w:r>
        <w:t>— </w:t>
      </w:r>
      <w:r w:rsidR="00115F49" w:rsidRPr="00115F49">
        <w:t>J</w:t>
      </w:r>
      <w:r>
        <w:t>’</w:t>
      </w:r>
      <w:r w:rsidR="00115F49" w:rsidRPr="00115F49">
        <w:t>aime mieux</w:t>
      </w:r>
      <w:r>
        <w:t xml:space="preserve">, </w:t>
      </w:r>
      <w:r w:rsidR="00115F49" w:rsidRPr="00115F49">
        <w:t>avait dit Langlois</w:t>
      </w:r>
      <w:r>
        <w:t xml:space="preserve">, </w:t>
      </w:r>
      <w:r w:rsidR="00115F49" w:rsidRPr="00115F49">
        <w:t>me déranger vingt fois pour rien plutôt que de rater la fois qui compte</w:t>
      </w:r>
      <w:r>
        <w:t>. « </w:t>
      </w:r>
      <w:r w:rsidR="00115F49" w:rsidRPr="00115F49">
        <w:t>Alors</w:t>
      </w:r>
      <w:r>
        <w:t xml:space="preserve">, </w:t>
      </w:r>
      <w:r w:rsidR="00115F49" w:rsidRPr="00115F49">
        <w:t>allez-y</w:t>
      </w:r>
      <w:r>
        <w:t xml:space="preserve">, </w:t>
      </w:r>
      <w:r w:rsidR="00115F49" w:rsidRPr="00115F49">
        <w:t>n</w:t>
      </w:r>
      <w:r>
        <w:t>’</w:t>
      </w:r>
      <w:r w:rsidR="00115F49" w:rsidRPr="00115F49">
        <w:t>hésitez pas</w:t>
      </w:r>
      <w:r>
        <w:t xml:space="preserve"> ; </w:t>
      </w:r>
      <w:r w:rsidR="00115F49" w:rsidRPr="00115F49">
        <w:t>si vous avez peur</w:t>
      </w:r>
      <w:r>
        <w:t xml:space="preserve">, </w:t>
      </w:r>
      <w:r w:rsidR="00115F49" w:rsidRPr="00115F49">
        <w:t>tabassez</w:t>
      </w:r>
      <w:r>
        <w:t>. » (</w:t>
      </w:r>
      <w:r w:rsidR="00115F49" w:rsidRPr="00115F49">
        <w:t>Il était très bien</w:t>
      </w:r>
      <w:r>
        <w:t xml:space="preserve">, </w:t>
      </w:r>
      <w:r w:rsidR="00115F49" w:rsidRPr="00115F49">
        <w:t>Langlois</w:t>
      </w:r>
      <w:r>
        <w:t xml:space="preserve"> : </w:t>
      </w:r>
      <w:r w:rsidR="00115F49" w:rsidRPr="00115F49">
        <w:t>des moustaches fines</w:t>
      </w:r>
      <w:r>
        <w:t xml:space="preserve">, </w:t>
      </w:r>
      <w:r w:rsidR="00115F49" w:rsidRPr="00115F49">
        <w:t>un beau plastron</w:t>
      </w:r>
      <w:r>
        <w:t xml:space="preserve">, </w:t>
      </w:r>
      <w:r w:rsidR="00115F49" w:rsidRPr="00115F49">
        <w:t>de la jambe</w:t>
      </w:r>
      <w:r>
        <w:t xml:space="preserve"> ; </w:t>
      </w:r>
      <w:r w:rsidR="00115F49" w:rsidRPr="00115F49">
        <w:t>il savait parler</w:t>
      </w:r>
      <w:r>
        <w:t xml:space="preserve"> ; </w:t>
      </w:r>
      <w:r w:rsidR="00115F49" w:rsidRPr="00115F49">
        <w:t>et pas fainéant</w:t>
      </w:r>
      <w:r>
        <w:t>.)</w:t>
      </w:r>
    </w:p>
    <w:p w14:paraId="6E96496F" w14:textId="77777777" w:rsidR="00766774" w:rsidRDefault="00115F49" w:rsidP="00115F49">
      <w:r w:rsidRPr="00115F49">
        <w:t>D</w:t>
      </w:r>
      <w:r w:rsidR="00766774">
        <w:t>’</w:t>
      </w:r>
      <w:r w:rsidRPr="00115F49">
        <w:t>après ce que je vous ai dit</w:t>
      </w:r>
      <w:r w:rsidR="00766774">
        <w:t xml:space="preserve">, </w:t>
      </w:r>
      <w:r w:rsidRPr="00115F49">
        <w:t>les gens vous font peut-être un peu l</w:t>
      </w:r>
      <w:r w:rsidR="00766774">
        <w:t>’</w:t>
      </w:r>
      <w:r w:rsidRPr="00115F49">
        <w:t>effet de froussards</w:t>
      </w:r>
      <w:r w:rsidR="00766774">
        <w:t xml:space="preserve"> ? </w:t>
      </w:r>
      <w:r w:rsidRPr="00115F49">
        <w:t>Naturellement</w:t>
      </w:r>
      <w:r w:rsidR="00766774">
        <w:t xml:space="preserve"> : </w:t>
      </w:r>
      <w:r w:rsidRPr="00115F49">
        <w:t>nous n</w:t>
      </w:r>
      <w:r w:rsidR="00766774">
        <w:t>’</w:t>
      </w:r>
      <w:r w:rsidRPr="00115F49">
        <w:t>y sommes pas</w:t>
      </w:r>
      <w:r w:rsidR="00766774">
        <w:t xml:space="preserve"> ; </w:t>
      </w:r>
      <w:r w:rsidRPr="00115F49">
        <w:t>c</w:t>
      </w:r>
      <w:r w:rsidR="00766774">
        <w:t>’</w:t>
      </w:r>
      <w:r w:rsidRPr="00115F49">
        <w:t>est eux qui y sont</w:t>
      </w:r>
      <w:r w:rsidR="00766774">
        <w:t xml:space="preserve">. </w:t>
      </w:r>
      <w:r w:rsidRPr="00115F49">
        <w:t>Et pourtant</w:t>
      </w:r>
      <w:r w:rsidR="00766774">
        <w:t xml:space="preserve">, </w:t>
      </w:r>
      <w:r w:rsidRPr="00115F49">
        <w:t>ils ne tambourinèrent pas à tout bout de champ sur les bassines</w:t>
      </w:r>
      <w:r w:rsidR="00766774">
        <w:t xml:space="preserve"> ; </w:t>
      </w:r>
      <w:r w:rsidRPr="00115F49">
        <w:t xml:space="preserve">ils ne </w:t>
      </w:r>
      <w:r w:rsidRPr="00115F49">
        <w:lastRenderedPageBreak/>
        <w:t>tambourinèrent qu</w:t>
      </w:r>
      <w:r w:rsidR="00766774">
        <w:t>’</w:t>
      </w:r>
      <w:r w:rsidRPr="00115F49">
        <w:t>une fois</w:t>
      </w:r>
      <w:r w:rsidR="00766774">
        <w:t xml:space="preserve"> : </w:t>
      </w:r>
      <w:r w:rsidRPr="00115F49">
        <w:t>l</w:t>
      </w:r>
      <w:r w:rsidR="00766774">
        <w:t>’</w:t>
      </w:r>
      <w:r w:rsidRPr="00115F49">
        <w:t>après-midi où Callas Delphin fut rayé de la surface du globe</w:t>
      </w:r>
      <w:r w:rsidR="00766774">
        <w:t>.</w:t>
      </w:r>
    </w:p>
    <w:p w14:paraId="168C115A" w14:textId="77777777" w:rsidR="00766774" w:rsidRDefault="00766774" w:rsidP="00115F49">
      <w:r>
        <w:t>— </w:t>
      </w:r>
      <w:r w:rsidR="00115F49" w:rsidRPr="00115F49">
        <w:t>Je n</w:t>
      </w:r>
      <w:r>
        <w:t>’</w:t>
      </w:r>
      <w:r w:rsidR="00115F49" w:rsidRPr="00115F49">
        <w:t>y peux rien</w:t>
      </w:r>
      <w:r>
        <w:t xml:space="preserve">, </w:t>
      </w:r>
      <w:r w:rsidR="00115F49" w:rsidRPr="00115F49">
        <w:t>dit Langlois après huit jours de jurons et de courses à travers des bois perdus dans les nuages</w:t>
      </w:r>
      <w:r>
        <w:t xml:space="preserve">. </w:t>
      </w:r>
      <w:r w:rsidR="00115F49" w:rsidRPr="00115F49">
        <w:t>Je n</w:t>
      </w:r>
      <w:r>
        <w:t>’</w:t>
      </w:r>
      <w:r w:rsidR="00115F49" w:rsidRPr="00115F49">
        <w:t>y peux rien</w:t>
      </w:r>
      <w:r>
        <w:t xml:space="preserve">, </w:t>
      </w:r>
      <w:r w:rsidR="00115F49" w:rsidRPr="00115F49">
        <w:t>je ne suis pas Dieu et vous êtes de sacrés imbéciles</w:t>
      </w:r>
      <w:r>
        <w:t xml:space="preserve">. </w:t>
      </w:r>
      <w:r w:rsidR="00115F49" w:rsidRPr="00115F49">
        <w:t>Je vous ai dit et répété</w:t>
      </w:r>
      <w:r>
        <w:t> : « </w:t>
      </w:r>
      <w:r w:rsidR="00115F49" w:rsidRPr="00115F49">
        <w:t>Ne sortez pas seuls</w:t>
      </w:r>
      <w:r>
        <w:t xml:space="preserve">, </w:t>
      </w:r>
      <w:r w:rsidR="00115F49" w:rsidRPr="00115F49">
        <w:t>même en plein jour</w:t>
      </w:r>
      <w:r>
        <w:t>. »</w:t>
      </w:r>
      <w:r w:rsidR="00115F49" w:rsidRPr="00115F49">
        <w:t xml:space="preserve"> Votre Delphin</w:t>
      </w:r>
      <w:r>
        <w:t xml:space="preserve">, </w:t>
      </w:r>
      <w:r w:rsidR="00115F49" w:rsidRPr="00115F49">
        <w:t>sa femme prétend qu</w:t>
      </w:r>
      <w:r>
        <w:t>’</w:t>
      </w:r>
      <w:r w:rsidR="00115F49" w:rsidRPr="00115F49">
        <w:t>il a voulu sortir seul pour se</w:t>
      </w:r>
      <w:r w:rsidR="00115F49" w:rsidRPr="00115F49">
        <w:rPr>
          <w:i/>
          <w:iCs/>
        </w:rPr>
        <w:t xml:space="preserve"> poser sur le fumier</w:t>
      </w:r>
      <w:r>
        <w:rPr>
          <w:i/>
          <w:iCs/>
        </w:rPr>
        <w:t xml:space="preserve">. </w:t>
      </w:r>
      <w:r w:rsidR="00115F49" w:rsidRPr="00115F49">
        <w:t>Je comprends ça</w:t>
      </w:r>
      <w:r>
        <w:t xml:space="preserve">. </w:t>
      </w:r>
      <w:r w:rsidR="00115F49" w:rsidRPr="00115F49">
        <w:t>Mais c</w:t>
      </w:r>
      <w:r>
        <w:t>’</w:t>
      </w:r>
      <w:r w:rsidR="00115F49" w:rsidRPr="00115F49">
        <w:t>est facile dans ces cas-là de ne pas s</w:t>
      </w:r>
      <w:r>
        <w:t>’</w:t>
      </w:r>
      <w:r w:rsidR="00115F49" w:rsidRPr="00115F49">
        <w:t>endormir</w:t>
      </w:r>
      <w:r>
        <w:t xml:space="preserve"> : </w:t>
      </w:r>
      <w:r w:rsidR="00115F49" w:rsidRPr="00115F49">
        <w:t>hop</w:t>
      </w:r>
      <w:r>
        <w:t xml:space="preserve"> ! </w:t>
      </w:r>
      <w:r w:rsidR="00115F49" w:rsidRPr="00115F49">
        <w:t>et ça y est</w:t>
      </w:r>
      <w:r>
        <w:t xml:space="preserve">, </w:t>
      </w:r>
      <w:r w:rsidR="00115F49" w:rsidRPr="00115F49">
        <w:t>vous m</w:t>
      </w:r>
      <w:r>
        <w:t>’</w:t>
      </w:r>
      <w:r w:rsidR="00115F49" w:rsidRPr="00115F49">
        <w:t>avez compris</w:t>
      </w:r>
      <w:r>
        <w:t xml:space="preserve"> ? </w:t>
      </w:r>
      <w:r w:rsidR="00115F49" w:rsidRPr="00115F49">
        <w:t>Il ne s</w:t>
      </w:r>
      <w:r>
        <w:t>’</w:t>
      </w:r>
      <w:r w:rsidR="00115F49" w:rsidRPr="00115F49">
        <w:t>agit pas d</w:t>
      </w:r>
      <w:r>
        <w:t>’</w:t>
      </w:r>
      <w:r w:rsidR="00115F49" w:rsidRPr="00115F49">
        <w:t>en faire un tableau de maître</w:t>
      </w:r>
      <w:r>
        <w:t xml:space="preserve">. </w:t>
      </w:r>
      <w:r w:rsidR="00115F49" w:rsidRPr="00115F49">
        <w:t>Quand elle s</w:t>
      </w:r>
      <w:r>
        <w:t>’</w:t>
      </w:r>
      <w:r w:rsidR="00115F49" w:rsidRPr="00115F49">
        <w:t>est décidée à tabasser sur sa casserole</w:t>
      </w:r>
      <w:r>
        <w:t xml:space="preserve">, </w:t>
      </w:r>
      <w:r w:rsidR="00115F49" w:rsidRPr="00115F49">
        <w:t>il y avait plus d</w:t>
      </w:r>
      <w:r>
        <w:t>’</w:t>
      </w:r>
      <w:r w:rsidR="00115F49" w:rsidRPr="00115F49">
        <w:t>une heure que votre Delphin était parti</w:t>
      </w:r>
      <w:r>
        <w:t xml:space="preserve">. </w:t>
      </w:r>
      <w:r w:rsidR="00115F49" w:rsidRPr="00115F49">
        <w:t>Je lui ai dit</w:t>
      </w:r>
      <w:r>
        <w:t> : « </w:t>
      </w:r>
      <w:r w:rsidR="00115F49" w:rsidRPr="00115F49">
        <w:t>Mais</w:t>
      </w:r>
      <w:r>
        <w:t xml:space="preserve">, </w:t>
      </w:r>
      <w:r w:rsidR="00115F49" w:rsidRPr="00115F49">
        <w:t>crâne de piaf</w:t>
      </w:r>
      <w:r>
        <w:t xml:space="preserve">, </w:t>
      </w:r>
      <w:r w:rsidR="00115F49" w:rsidRPr="00115F49">
        <w:t>au bout de cinq minutes il fallait tabasser</w:t>
      </w:r>
      <w:r>
        <w:t>. »</w:t>
      </w:r>
      <w:r w:rsidR="00115F49" w:rsidRPr="00115F49">
        <w:t xml:space="preserve"> Elle me dit</w:t>
      </w:r>
      <w:r>
        <w:t> : « </w:t>
      </w:r>
      <w:r w:rsidR="00115F49" w:rsidRPr="00115F49">
        <w:t>Le Delphin</w:t>
      </w:r>
      <w:r>
        <w:t xml:space="preserve">, </w:t>
      </w:r>
      <w:r w:rsidR="00115F49" w:rsidRPr="00115F49">
        <w:t>y mettait plus de cinq minutes</w:t>
      </w:r>
      <w:r>
        <w:t xml:space="preserve">, </w:t>
      </w:r>
      <w:r w:rsidR="00115F49" w:rsidRPr="00115F49">
        <w:t>il avait l</w:t>
      </w:r>
      <w:r>
        <w:t>’</w:t>
      </w:r>
      <w:r w:rsidR="00115F49" w:rsidRPr="00115F49">
        <w:t>habitude d</w:t>
      </w:r>
      <w:r>
        <w:t>’</w:t>
      </w:r>
      <w:r w:rsidR="00115F49" w:rsidRPr="00115F49">
        <w:t>y fumer sa pipe</w:t>
      </w:r>
      <w:r>
        <w:t> ! »</w:t>
      </w:r>
      <w:r w:rsidR="00115F49" w:rsidRPr="00115F49">
        <w:t xml:space="preserve"> Sacré chameau</w:t>
      </w:r>
      <w:r>
        <w:t xml:space="preserve"> ! </w:t>
      </w:r>
      <w:r w:rsidR="00115F49" w:rsidRPr="00115F49">
        <w:t>enfin</w:t>
      </w:r>
      <w:r>
        <w:t xml:space="preserve">, </w:t>
      </w:r>
      <w:r w:rsidR="00115F49" w:rsidRPr="00115F49">
        <w:t>en voilà encore un</w:t>
      </w:r>
      <w:r>
        <w:t xml:space="preserve"> ! </w:t>
      </w:r>
      <w:r w:rsidR="00115F49" w:rsidRPr="00115F49">
        <w:t>Et celui-là</w:t>
      </w:r>
      <w:r>
        <w:t xml:space="preserve">, </w:t>
      </w:r>
      <w:r w:rsidR="00115F49" w:rsidRPr="00115F49">
        <w:t>il nous l</w:t>
      </w:r>
      <w:r>
        <w:t>’</w:t>
      </w:r>
      <w:r w:rsidR="00115F49" w:rsidRPr="00115F49">
        <w:t>a pris dans la main</w:t>
      </w:r>
      <w:r>
        <w:t xml:space="preserve">. </w:t>
      </w:r>
      <w:r w:rsidR="00115F49" w:rsidRPr="00115F49">
        <w:t>J</w:t>
      </w:r>
      <w:r>
        <w:t>’</w:t>
      </w:r>
      <w:r w:rsidR="00115F49" w:rsidRPr="00115F49">
        <w:t>ai l</w:t>
      </w:r>
      <w:r>
        <w:t>’</w:t>
      </w:r>
      <w:r w:rsidR="00115F49" w:rsidRPr="00115F49">
        <w:t>air fin</w:t>
      </w:r>
      <w:r>
        <w:t xml:space="preserve">, </w:t>
      </w:r>
      <w:r w:rsidR="00115F49" w:rsidRPr="00115F49">
        <w:t>moi</w:t>
      </w:r>
      <w:r>
        <w:t> !</w:t>
      </w:r>
    </w:p>
    <w:p w14:paraId="16825E13" w14:textId="75856C06" w:rsidR="00766774" w:rsidRDefault="00115F49" w:rsidP="00604400">
      <w:pPr>
        <w:pStyle w:val="NormalEspAvtGrand"/>
      </w:pPr>
      <w:r w:rsidRPr="00115F49">
        <w:t>Callas</w:t>
      </w:r>
      <w:r w:rsidR="00766774">
        <w:t xml:space="preserve">, </w:t>
      </w:r>
      <w:r w:rsidRPr="00115F49">
        <w:t>Delphin-Jules</w:t>
      </w:r>
      <w:r w:rsidR="00766774">
        <w:t xml:space="preserve"> ! </w:t>
      </w:r>
      <w:r w:rsidRPr="00115F49">
        <w:t>Celui-là</w:t>
      </w:r>
      <w:r w:rsidR="00766774">
        <w:t xml:space="preserve">, </w:t>
      </w:r>
      <w:r w:rsidRPr="00115F49">
        <w:t>on sait comment il était</w:t>
      </w:r>
      <w:r w:rsidR="00766774">
        <w:t xml:space="preserve">. </w:t>
      </w:r>
      <w:r w:rsidRPr="00115F49">
        <w:t>Il s</w:t>
      </w:r>
      <w:r w:rsidR="00766774">
        <w:t>’</w:t>
      </w:r>
      <w:r w:rsidRPr="00115F49">
        <w:t>était fait tirer le portrait avec Anselmie</w:t>
      </w:r>
      <w:r w:rsidR="00766774">
        <w:t xml:space="preserve">, </w:t>
      </w:r>
      <w:r w:rsidRPr="00115F49">
        <w:t>sa femme</w:t>
      </w:r>
      <w:r w:rsidR="00766774">
        <w:t xml:space="preserve">, </w:t>
      </w:r>
      <w:r w:rsidRPr="00115F49">
        <w:t>se tenant tous les deux par le petit doigt</w:t>
      </w:r>
      <w:r w:rsidR="00766774">
        <w:t xml:space="preserve">, </w:t>
      </w:r>
      <w:r w:rsidRPr="00115F49">
        <w:t>à peine deux ans avant</w:t>
      </w:r>
      <w:r w:rsidR="00766774">
        <w:t xml:space="preserve">. </w:t>
      </w:r>
      <w:r w:rsidRPr="00115F49">
        <w:t>Le portrait est ici</w:t>
      </w:r>
      <w:r w:rsidR="00766774">
        <w:t xml:space="preserve">, </w:t>
      </w:r>
      <w:r w:rsidRPr="00115F49">
        <w:t>chez Honorius</w:t>
      </w:r>
      <w:r w:rsidR="00766774">
        <w:t xml:space="preserve">, </w:t>
      </w:r>
      <w:r w:rsidRPr="00115F49">
        <w:t>je l</w:t>
      </w:r>
      <w:r w:rsidR="00766774">
        <w:t>’</w:t>
      </w:r>
      <w:r w:rsidRPr="00115F49">
        <w:t>ai vu</w:t>
      </w:r>
      <w:r w:rsidR="00766774">
        <w:t xml:space="preserve">. </w:t>
      </w:r>
      <w:r w:rsidRPr="00115F49">
        <w:t>Allez-y</w:t>
      </w:r>
      <w:r w:rsidR="00766774">
        <w:t xml:space="preserve">, </w:t>
      </w:r>
      <w:r w:rsidRPr="00115F49">
        <w:t>vous le verrez</w:t>
      </w:r>
      <w:r w:rsidR="00766774">
        <w:t xml:space="preserve">. </w:t>
      </w:r>
      <w:r w:rsidRPr="00115F49">
        <w:t>Les Honorius sont de Corps</w:t>
      </w:r>
      <w:r w:rsidR="00766774">
        <w:t xml:space="preserve">, </w:t>
      </w:r>
      <w:r w:rsidRPr="00115F49">
        <w:t>mais</w:t>
      </w:r>
      <w:r w:rsidR="00766774">
        <w:t xml:space="preserve">, </w:t>
      </w:r>
      <w:r w:rsidRPr="00115F49">
        <w:t>la belle-sœur d</w:t>
      </w:r>
      <w:r w:rsidR="00766774">
        <w:t>’</w:t>
      </w:r>
      <w:r w:rsidRPr="00115F49">
        <w:t>Honorius</w:t>
      </w:r>
      <w:r w:rsidR="00766774">
        <w:t xml:space="preserve">, </w:t>
      </w:r>
      <w:r w:rsidRPr="00115F49">
        <w:t>enfin</w:t>
      </w:r>
      <w:r w:rsidR="00766774">
        <w:t xml:space="preserve">, </w:t>
      </w:r>
      <w:r w:rsidRPr="00115F49">
        <w:t>je ne sais pas</w:t>
      </w:r>
      <w:r w:rsidR="00766774">
        <w:t xml:space="preserve">, </w:t>
      </w:r>
      <w:r w:rsidRPr="00115F49">
        <w:t>des trucs de cousins germains</w:t>
      </w:r>
      <w:r w:rsidR="00766774">
        <w:t xml:space="preserve">, </w:t>
      </w:r>
      <w:r w:rsidRPr="00115F49">
        <w:t>de</w:t>
      </w:r>
      <w:r w:rsidR="00766774">
        <w:t xml:space="preserve">, </w:t>
      </w:r>
      <w:r w:rsidRPr="00115F49">
        <w:t>j</w:t>
      </w:r>
      <w:r w:rsidR="00766774">
        <w:t>’</w:t>
      </w:r>
      <w:r w:rsidRPr="00115F49">
        <w:t>avoue que je ne sais pas très bien</w:t>
      </w:r>
      <w:r w:rsidR="00766774">
        <w:t xml:space="preserve">. </w:t>
      </w:r>
      <w:r w:rsidRPr="00115F49">
        <w:t>D</w:t>
      </w:r>
      <w:r w:rsidR="00766774">
        <w:t>’</w:t>
      </w:r>
      <w:r w:rsidRPr="00115F49">
        <w:t>habitude</w:t>
      </w:r>
      <w:r w:rsidR="00766774">
        <w:t xml:space="preserve">, </w:t>
      </w:r>
      <w:r w:rsidRPr="00115F49">
        <w:t>ces choses-là</w:t>
      </w:r>
      <w:r w:rsidR="00766774">
        <w:t xml:space="preserve">, </w:t>
      </w:r>
      <w:r w:rsidRPr="00115F49">
        <w:t>on doit les savoir</w:t>
      </w:r>
      <w:r w:rsidR="00766774">
        <w:t xml:space="preserve"> ; </w:t>
      </w:r>
      <w:r w:rsidRPr="00115F49">
        <w:t>là</w:t>
      </w:r>
      <w:r w:rsidR="00766774">
        <w:t xml:space="preserve"> </w:t>
      </w:r>
      <w:r w:rsidRPr="00115F49">
        <w:t>c</w:t>
      </w:r>
      <w:r w:rsidR="00766774">
        <w:t>’</w:t>
      </w:r>
      <w:r w:rsidRPr="00115F49">
        <w:t>est vague</w:t>
      </w:r>
      <w:r w:rsidR="00766774">
        <w:t xml:space="preserve">, </w:t>
      </w:r>
      <w:r w:rsidRPr="00115F49">
        <w:t>je ne sais pas très bien</w:t>
      </w:r>
      <w:r w:rsidR="00766774">
        <w:t xml:space="preserve">. </w:t>
      </w:r>
      <w:r w:rsidRPr="00115F49">
        <w:t>Ce qu</w:t>
      </w:r>
      <w:r w:rsidR="00766774">
        <w:t>’</w:t>
      </w:r>
      <w:r w:rsidRPr="00115F49">
        <w:t>il y a de certain</w:t>
      </w:r>
      <w:r w:rsidR="00766774">
        <w:t xml:space="preserve">, </w:t>
      </w:r>
      <w:r w:rsidRPr="00115F49">
        <w:t>c</w:t>
      </w:r>
      <w:r w:rsidR="00766774">
        <w:t>’</w:t>
      </w:r>
      <w:r w:rsidRPr="00115F49">
        <w:t>est que la belle-sœur</w:t>
      </w:r>
      <w:r w:rsidR="00766774">
        <w:t xml:space="preserve">, </w:t>
      </w:r>
      <w:r w:rsidRPr="00115F49">
        <w:t>la cousine</w:t>
      </w:r>
      <w:r w:rsidR="00766774">
        <w:t xml:space="preserve">, </w:t>
      </w:r>
      <w:r w:rsidRPr="00115F49">
        <w:t>a hérité d</w:t>
      </w:r>
      <w:r w:rsidR="00766774">
        <w:t>’</w:t>
      </w:r>
      <w:r w:rsidRPr="00115F49">
        <w:t>un Callas d</w:t>
      </w:r>
      <w:r w:rsidR="00766774">
        <w:t>’</w:t>
      </w:r>
      <w:r w:rsidRPr="00115F49">
        <w:t>ici</w:t>
      </w:r>
      <w:r w:rsidR="00766774">
        <w:t xml:space="preserve">. </w:t>
      </w:r>
      <w:r w:rsidRPr="00115F49">
        <w:t>Non</w:t>
      </w:r>
      <w:r w:rsidR="00766774">
        <w:t xml:space="preserve">. </w:t>
      </w:r>
      <w:r w:rsidRPr="00115F49">
        <w:t>Je sais</w:t>
      </w:r>
      <w:r w:rsidR="00766774">
        <w:t xml:space="preserve">, </w:t>
      </w:r>
      <w:r w:rsidRPr="00115F49">
        <w:t>attendez</w:t>
      </w:r>
      <w:r w:rsidR="00766774">
        <w:t xml:space="preserve">, </w:t>
      </w:r>
      <w:r w:rsidRPr="00115F49">
        <w:t>voilà</w:t>
      </w:r>
      <w:r w:rsidR="00766774">
        <w:t xml:space="preserve">, </w:t>
      </w:r>
      <w:r w:rsidRPr="00115F49">
        <w:t>ça m</w:t>
      </w:r>
      <w:r w:rsidR="00766774">
        <w:t>’</w:t>
      </w:r>
      <w:r w:rsidRPr="00115F49">
        <w:t>a mis sur la voie</w:t>
      </w:r>
      <w:r w:rsidR="00766774">
        <w:t xml:space="preserve">. </w:t>
      </w:r>
      <w:r w:rsidRPr="00115F49">
        <w:t>Ce n</w:t>
      </w:r>
      <w:r w:rsidR="00766774">
        <w:t>’</w:t>
      </w:r>
      <w:r w:rsidRPr="00115F49">
        <w:t xml:space="preserve">est pas la belle-sœur ni la </w:t>
      </w:r>
      <w:r w:rsidRPr="00115F49">
        <w:lastRenderedPageBreak/>
        <w:t>cousine</w:t>
      </w:r>
      <w:r w:rsidR="00766774">
        <w:t xml:space="preserve">, </w:t>
      </w:r>
      <w:r w:rsidRPr="00115F49">
        <w:t>c</w:t>
      </w:r>
      <w:r w:rsidR="00766774">
        <w:t>’</w:t>
      </w:r>
      <w:r w:rsidRPr="00115F49">
        <w:t>est la tante d</w:t>
      </w:r>
      <w:r w:rsidR="00766774">
        <w:t>’</w:t>
      </w:r>
      <w:r w:rsidRPr="00115F49">
        <w:t>Honorius</w:t>
      </w:r>
      <w:r w:rsidR="00766774">
        <w:t xml:space="preserve">, </w:t>
      </w:r>
      <w:r w:rsidRPr="00115F49">
        <w:t>la sœur de sa mère qui a hérité d</w:t>
      </w:r>
      <w:r w:rsidR="00766774">
        <w:t>’</w:t>
      </w:r>
      <w:r w:rsidRPr="00115F49">
        <w:t>un Callas</w:t>
      </w:r>
      <w:r w:rsidR="00766774">
        <w:t xml:space="preserve">, </w:t>
      </w:r>
      <w:r w:rsidRPr="00115F49">
        <w:t>qui était son beau-frère</w:t>
      </w:r>
      <w:r w:rsidR="00766774">
        <w:t xml:space="preserve">, </w:t>
      </w:r>
      <w:r w:rsidRPr="00115F49">
        <w:t>le frère de son mari et le petit-fils du frère de Callas Delphin-Jules</w:t>
      </w:r>
      <w:r w:rsidR="00766774">
        <w:t xml:space="preserve">. </w:t>
      </w:r>
      <w:r w:rsidRPr="00115F49">
        <w:t>Là</w:t>
      </w:r>
      <w:r w:rsidR="00766774">
        <w:t xml:space="preserve">, </w:t>
      </w:r>
      <w:r w:rsidRPr="00115F49">
        <w:t>on y est</w:t>
      </w:r>
      <w:r w:rsidR="00766774">
        <w:t xml:space="preserve">. </w:t>
      </w:r>
      <w:r w:rsidRPr="00115F49">
        <w:t>Je savais que je me souviendrais</w:t>
      </w:r>
      <w:r w:rsidR="00766774">
        <w:t xml:space="preserve">. </w:t>
      </w:r>
      <w:r w:rsidRPr="00115F49">
        <w:t>J</w:t>
      </w:r>
      <w:r w:rsidR="00766774">
        <w:t>’</w:t>
      </w:r>
      <w:r w:rsidRPr="00115F49">
        <w:t>ai suivi les filiations de tous ceux qui ont participé à la chose</w:t>
      </w:r>
      <w:r w:rsidR="00766774">
        <w:t xml:space="preserve">. </w:t>
      </w:r>
      <w:r w:rsidRPr="00115F49">
        <w:t>Pour voir de quelle façon ils figurent maintenant dans les temps présents</w:t>
      </w:r>
      <w:r w:rsidR="00766774">
        <w:t xml:space="preserve"> (</w:t>
      </w:r>
      <w:r w:rsidRPr="00115F49">
        <w:t>mais</w:t>
      </w:r>
      <w:r w:rsidR="00766774">
        <w:t xml:space="preserve">, </w:t>
      </w:r>
      <w:r w:rsidRPr="00115F49">
        <w:t>nous en parlerons plus tard</w:t>
      </w:r>
      <w:r w:rsidR="00766774">
        <w:t xml:space="preserve">). </w:t>
      </w:r>
      <w:r w:rsidRPr="00115F49">
        <w:t>À la mort de la tante</w:t>
      </w:r>
      <w:r w:rsidR="00766774">
        <w:t xml:space="preserve">, </w:t>
      </w:r>
      <w:r w:rsidRPr="00115F49">
        <w:t>il y a eu un arrangement et les Honorius de Corps ont eu en jouissance la maison d</w:t>
      </w:r>
      <w:r w:rsidR="00766774">
        <w:t>’</w:t>
      </w:r>
      <w:r w:rsidRPr="00115F49">
        <w:t>ici et en propriété les meubles qu</w:t>
      </w:r>
      <w:r w:rsidR="00766774">
        <w:t>’</w:t>
      </w:r>
      <w:r w:rsidRPr="00115F49">
        <w:t>elle contenait</w:t>
      </w:r>
      <w:r w:rsidR="00766774">
        <w:t xml:space="preserve">. </w:t>
      </w:r>
      <w:r w:rsidRPr="00115F49">
        <w:t>La maison</w:t>
      </w:r>
      <w:r w:rsidR="00766774">
        <w:t xml:space="preserve">, </w:t>
      </w:r>
      <w:r w:rsidRPr="00115F49">
        <w:t>c</w:t>
      </w:r>
      <w:r w:rsidR="00766774">
        <w:t>’</w:t>
      </w:r>
      <w:r w:rsidRPr="00115F49">
        <w:t>est là où ils ont ouvert l</w:t>
      </w:r>
      <w:r w:rsidR="00766774">
        <w:t>’</w:t>
      </w:r>
      <w:r w:rsidRPr="00115F49">
        <w:t>épicerie-mercerie</w:t>
      </w:r>
      <w:r w:rsidR="00766774">
        <w:t xml:space="preserve">, </w:t>
      </w:r>
      <w:r w:rsidRPr="00115F49">
        <w:t>et les meubles c</w:t>
      </w:r>
      <w:r w:rsidR="00766774">
        <w:t>’</w:t>
      </w:r>
      <w:r w:rsidRPr="00115F49">
        <w:t>est là où j</w:t>
      </w:r>
      <w:r w:rsidR="00766774">
        <w:t>’</w:t>
      </w:r>
      <w:r w:rsidRPr="00115F49">
        <w:t>ai trouvé la photo de Callas Delphin-Jules et d</w:t>
      </w:r>
      <w:r w:rsidR="00766774">
        <w:t>’</w:t>
      </w:r>
      <w:r w:rsidRPr="00115F49">
        <w:t>Anselmie</w:t>
      </w:r>
      <w:r w:rsidR="00766774">
        <w:t>.</w:t>
      </w:r>
    </w:p>
    <w:p w14:paraId="225FB11B" w14:textId="77777777" w:rsidR="00766774" w:rsidRDefault="00115F49" w:rsidP="00115F49">
      <w:pPr>
        <w:rPr>
          <w:i/>
          <w:iCs/>
        </w:rPr>
      </w:pPr>
      <w:r w:rsidRPr="00115F49">
        <w:t>Anselmie</w:t>
      </w:r>
      <w:r w:rsidR="00766774">
        <w:t xml:space="preserve"> ! </w:t>
      </w:r>
      <w:r w:rsidRPr="00115F49">
        <w:t>On comprend Langlois</w:t>
      </w:r>
      <w:r w:rsidR="00766774">
        <w:t xml:space="preserve">. </w:t>
      </w:r>
      <w:r w:rsidRPr="00115F49">
        <w:t>Elle devait se tenir devant lui comme elle se tient sur le portrait</w:t>
      </w:r>
      <w:r w:rsidR="00766774">
        <w:t xml:space="preserve"> (</w:t>
      </w:r>
      <w:r w:rsidRPr="00115F49">
        <w:t>sûrement habillée du dimanche dans cette occasion-là</w:t>
      </w:r>
      <w:r w:rsidR="00766774">
        <w:t xml:space="preserve">, </w:t>
      </w:r>
      <w:r w:rsidRPr="00115F49">
        <w:t>puisqu</w:t>
      </w:r>
      <w:r w:rsidR="00766774">
        <w:t>’</w:t>
      </w:r>
      <w:r w:rsidRPr="00115F49">
        <w:t>elle était veuve</w:t>
      </w:r>
      <w:r w:rsidR="00766774">
        <w:t xml:space="preserve">) : </w:t>
      </w:r>
      <w:r w:rsidRPr="00115F49">
        <w:t>corps incompréhensible dans des jupons</w:t>
      </w:r>
      <w:r w:rsidR="00766774">
        <w:t xml:space="preserve">, </w:t>
      </w:r>
      <w:r w:rsidRPr="00115F49">
        <w:t>corsages</w:t>
      </w:r>
      <w:r w:rsidR="00766774">
        <w:t xml:space="preserve">, </w:t>
      </w:r>
      <w:r w:rsidRPr="00115F49">
        <w:t>tournures</w:t>
      </w:r>
      <w:r w:rsidR="00766774">
        <w:t xml:space="preserve">, </w:t>
      </w:r>
      <w:r w:rsidRPr="00115F49">
        <w:t>ceintures</w:t>
      </w:r>
      <w:r w:rsidR="00766774">
        <w:t xml:space="preserve">, </w:t>
      </w:r>
      <w:r w:rsidRPr="00115F49">
        <w:t>qui le gigotent</w:t>
      </w:r>
      <w:r w:rsidR="00766774">
        <w:t xml:space="preserve">, </w:t>
      </w:r>
      <w:r w:rsidRPr="00115F49">
        <w:t>le fagotent et l</w:t>
      </w:r>
      <w:r w:rsidR="00766774">
        <w:t>’</w:t>
      </w:r>
      <w:r w:rsidRPr="00115F49">
        <w:t>entourloupent de tous les côtés à contresens</w:t>
      </w:r>
      <w:r w:rsidR="00766774">
        <w:t xml:space="preserve"> ; </w:t>
      </w:r>
      <w:r w:rsidRPr="00115F49">
        <w:t>tête de chèvre</w:t>
      </w:r>
      <w:r w:rsidR="00766774">
        <w:t xml:space="preserve">, </w:t>
      </w:r>
      <w:r w:rsidRPr="00115F49">
        <w:t>des yeux de mammifère antédiluvien</w:t>
      </w:r>
      <w:r w:rsidR="00766774">
        <w:t xml:space="preserve">, </w:t>
      </w:r>
      <w:r w:rsidRPr="00115F49">
        <w:t>une bouche en trait de scie et deux trous de narines tournés vers la pluie</w:t>
      </w:r>
      <w:r w:rsidR="00766774">
        <w:t xml:space="preserve">. </w:t>
      </w:r>
      <w:r w:rsidRPr="00115F49">
        <w:t>Plus têtue qu</w:t>
      </w:r>
      <w:r w:rsidR="00766774">
        <w:t>’</w:t>
      </w:r>
      <w:r w:rsidRPr="00115F49">
        <w:t>une mule</w:t>
      </w:r>
      <w:r w:rsidR="00766774">
        <w:t xml:space="preserve"> ! </w:t>
      </w:r>
      <w:r w:rsidRPr="00115F49">
        <w:t>Têtue comme une statue de mule</w:t>
      </w:r>
      <w:r w:rsidR="00766774">
        <w:t xml:space="preserve">. </w:t>
      </w:r>
      <w:r w:rsidRPr="00115F49">
        <w:t>À côté d</w:t>
      </w:r>
      <w:r w:rsidR="00766774">
        <w:t>’</w:t>
      </w:r>
      <w:r w:rsidRPr="00115F49">
        <w:t>elle</w:t>
      </w:r>
      <w:r w:rsidR="00766774">
        <w:t xml:space="preserve">, </w:t>
      </w:r>
      <w:r w:rsidRPr="00115F49">
        <w:t>Delphin-Jules dont la dernière joie</w:t>
      </w:r>
      <w:r w:rsidR="00766774">
        <w:t xml:space="preserve">, </w:t>
      </w:r>
      <w:r w:rsidRPr="00115F49">
        <w:t>depuis qu</w:t>
      </w:r>
      <w:r w:rsidR="00766774">
        <w:t>’</w:t>
      </w:r>
      <w:r w:rsidRPr="00115F49">
        <w:t>il avait eu l</w:t>
      </w:r>
      <w:r w:rsidR="00766774">
        <w:t>’</w:t>
      </w:r>
      <w:r w:rsidRPr="00115F49">
        <w:t>imprudence d</w:t>
      </w:r>
      <w:r w:rsidR="00766774">
        <w:t>’</w:t>
      </w:r>
      <w:r w:rsidRPr="00115F49">
        <w:t>agripper le petit doigt d</w:t>
      </w:r>
      <w:r w:rsidR="00766774">
        <w:t>’</w:t>
      </w:r>
      <w:r w:rsidRPr="00115F49">
        <w:t>Anselmie</w:t>
      </w:r>
      <w:r w:rsidR="00766774">
        <w:t xml:space="preserve">, </w:t>
      </w:r>
      <w:r w:rsidRPr="00115F49">
        <w:t>la dernière joie et pour laquelle il avait risqué la mort</w:t>
      </w:r>
      <w:r w:rsidR="00766774">
        <w:t xml:space="preserve">, </w:t>
      </w:r>
      <w:r w:rsidRPr="00115F49">
        <w:t>était d</w:t>
      </w:r>
      <w:r w:rsidR="00766774">
        <w:t>’</w:t>
      </w:r>
      <w:r w:rsidRPr="00115F49">
        <w:t>aller fumer sa pipe</w:t>
      </w:r>
      <w:r w:rsidR="00766774">
        <w:t xml:space="preserve">, </w:t>
      </w:r>
      <w:r w:rsidRPr="00115F49">
        <w:rPr>
          <w:i/>
          <w:iCs/>
        </w:rPr>
        <w:t>posé sur le fumier</w:t>
      </w:r>
      <w:r w:rsidR="00766774">
        <w:rPr>
          <w:i/>
          <w:iCs/>
        </w:rPr>
        <w:t>.</w:t>
      </w:r>
    </w:p>
    <w:p w14:paraId="4C1A271C" w14:textId="77777777" w:rsidR="00766774" w:rsidRDefault="00115F49" w:rsidP="00115F49">
      <w:r w:rsidRPr="00115F49">
        <w:t>Mais</w:t>
      </w:r>
      <w:r w:rsidR="00766774">
        <w:t xml:space="preserve">, </w:t>
      </w:r>
      <w:r w:rsidRPr="00115F49">
        <w:t>autant que peut le laisser encore entrevoir le vieux daguerréotype jaune et pâle</w:t>
      </w:r>
      <w:r w:rsidR="00766774">
        <w:t xml:space="preserve">, </w:t>
      </w:r>
      <w:r w:rsidRPr="00115F49">
        <w:t>il y a</w:t>
      </w:r>
      <w:r w:rsidR="00766774">
        <w:t xml:space="preserve">, </w:t>
      </w:r>
      <w:r w:rsidRPr="00115F49">
        <w:t>dans les traits de Delphin-Jules</w:t>
      </w:r>
      <w:r w:rsidR="00766774">
        <w:t xml:space="preserve">, </w:t>
      </w:r>
      <w:r w:rsidRPr="00115F49">
        <w:t>une petite indication qu</w:t>
      </w:r>
      <w:r w:rsidR="00766774">
        <w:t>’</w:t>
      </w:r>
      <w:r w:rsidRPr="00115F49">
        <w:t>il ne faut pas négliger</w:t>
      </w:r>
      <w:r w:rsidR="00766774">
        <w:t xml:space="preserve">. </w:t>
      </w:r>
      <w:r w:rsidRPr="00115F49">
        <w:t>Il a le visage rond et poupin</w:t>
      </w:r>
      <w:r w:rsidR="00766774">
        <w:t xml:space="preserve">, </w:t>
      </w:r>
      <w:r w:rsidRPr="00115F49">
        <w:t>agrémenté de deux épaisses moustaches en crocs qui soulignent la largeur des joues</w:t>
      </w:r>
      <w:r w:rsidR="00766774">
        <w:t xml:space="preserve">, </w:t>
      </w:r>
      <w:r w:rsidRPr="00115F49">
        <w:t>la lourdeur du menton et l</w:t>
      </w:r>
      <w:r w:rsidR="00766774">
        <w:t>’</w:t>
      </w:r>
      <w:r w:rsidRPr="00115F49">
        <w:t>importance des bajoues qui s</w:t>
      </w:r>
      <w:r w:rsidR="00766774">
        <w:t>’</w:t>
      </w:r>
      <w:r w:rsidRPr="00115F49">
        <w:t>appuient en trois plis sur le col Souvaroff</w:t>
      </w:r>
      <w:r w:rsidR="00766774">
        <w:t xml:space="preserve">. </w:t>
      </w:r>
      <w:r w:rsidRPr="00115F49">
        <w:t>Si</w:t>
      </w:r>
      <w:r w:rsidR="00766774">
        <w:t xml:space="preserve">, </w:t>
      </w:r>
      <w:r w:rsidRPr="00115F49">
        <w:t>à l</w:t>
      </w:r>
      <w:r w:rsidR="00766774">
        <w:t>’</w:t>
      </w:r>
      <w:r w:rsidRPr="00115F49">
        <w:t>époque</w:t>
      </w:r>
      <w:r w:rsidR="00766774">
        <w:t xml:space="preserve">, </w:t>
      </w:r>
      <w:r w:rsidRPr="00115F49">
        <w:t xml:space="preserve">on </w:t>
      </w:r>
      <w:r w:rsidRPr="00115F49">
        <w:lastRenderedPageBreak/>
        <w:t>avait pu faire de la photographie en couleurs</w:t>
      </w:r>
      <w:r w:rsidR="00766774">
        <w:t xml:space="preserve">, </w:t>
      </w:r>
      <w:r w:rsidRPr="00115F49">
        <w:t>il est incontestable que nous pourrions voir maintenant que Delphin était construit en chair rouge</w:t>
      </w:r>
      <w:r w:rsidR="00766774">
        <w:t xml:space="preserve">, </w:t>
      </w:r>
      <w:r w:rsidRPr="00115F49">
        <w:t>en bonne viande bourrée de sang</w:t>
      </w:r>
      <w:r w:rsidR="00766774">
        <w:t>.</w:t>
      </w:r>
    </w:p>
    <w:p w14:paraId="225B2FE5" w14:textId="77777777" w:rsidR="00766774" w:rsidRDefault="00115F49" w:rsidP="00115F49">
      <w:r w:rsidRPr="00115F49">
        <w:t>Ravanel Georges</w:t>
      </w:r>
      <w:r w:rsidR="00766774">
        <w:t xml:space="preserve">, </w:t>
      </w:r>
      <w:r w:rsidRPr="00115F49">
        <w:t>si on en juge par le Ravanel qui</w:t>
      </w:r>
      <w:r w:rsidR="00766774">
        <w:t xml:space="preserve">, </w:t>
      </w:r>
      <w:r w:rsidRPr="00115F49">
        <w:t>de nos jours</w:t>
      </w:r>
      <w:r w:rsidR="00766774">
        <w:t xml:space="preserve">, </w:t>
      </w:r>
      <w:r w:rsidRPr="00115F49">
        <w:t>conduit les camions</w:t>
      </w:r>
      <w:r w:rsidR="00766774">
        <w:t xml:space="preserve">, </w:t>
      </w:r>
      <w:r w:rsidRPr="00115F49">
        <w:t>avait également cet attrait</w:t>
      </w:r>
      <w:r w:rsidR="00766774">
        <w:t xml:space="preserve">. </w:t>
      </w:r>
      <w:r w:rsidRPr="00115F49">
        <w:t>Marie Chazottes</w:t>
      </w:r>
      <w:r w:rsidR="00766774">
        <w:t xml:space="preserve">, </w:t>
      </w:r>
      <w:r w:rsidRPr="00115F49">
        <w:t>évidemment</w:t>
      </w:r>
      <w:r w:rsidR="00766774">
        <w:t xml:space="preserve">, </w:t>
      </w:r>
      <w:r w:rsidRPr="00115F49">
        <w:t>n</w:t>
      </w:r>
      <w:r w:rsidR="00766774">
        <w:t>’</w:t>
      </w:r>
      <w:r w:rsidRPr="00115F49">
        <w:t>était pas grosse et rouge</w:t>
      </w:r>
      <w:r w:rsidR="00766774">
        <w:t xml:space="preserve">, </w:t>
      </w:r>
      <w:r w:rsidRPr="00115F49">
        <w:t>mais précisément</w:t>
      </w:r>
      <w:r w:rsidR="00766774">
        <w:t xml:space="preserve">. </w:t>
      </w:r>
      <w:r w:rsidRPr="00115F49">
        <w:t>Elle était très brune et par conséquent très blanche</w:t>
      </w:r>
      <w:r w:rsidR="00766774">
        <w:t xml:space="preserve">, </w:t>
      </w:r>
      <w:r w:rsidRPr="00115F49">
        <w:t>mais</w:t>
      </w:r>
      <w:r w:rsidR="00766774">
        <w:t xml:space="preserve">, </w:t>
      </w:r>
      <w:r w:rsidRPr="00115F49">
        <w:t>quelle est l</w:t>
      </w:r>
      <w:r w:rsidR="00766774">
        <w:t>’</w:t>
      </w:r>
      <w:r w:rsidRPr="00115F49">
        <w:t>image qui vient tout de suite à l</w:t>
      </w:r>
      <w:r w:rsidR="00766774">
        <w:t>’</w:t>
      </w:r>
      <w:r w:rsidRPr="00115F49">
        <w:t>esprit</w:t>
      </w:r>
      <w:r w:rsidR="00766774">
        <w:t xml:space="preserve"> (</w:t>
      </w:r>
      <w:r w:rsidRPr="00115F49">
        <w:t>et dont je me suis servi tout à l</w:t>
      </w:r>
      <w:r w:rsidR="00766774">
        <w:t>’</w:t>
      </w:r>
      <w:r w:rsidRPr="00115F49">
        <w:t>heure</w:t>
      </w:r>
      <w:r w:rsidR="00766774">
        <w:t xml:space="preserve">) </w:t>
      </w:r>
      <w:r w:rsidRPr="00115F49">
        <w:t>quand on veut indiquer tout le pétillant</w:t>
      </w:r>
      <w:r w:rsidR="00766774">
        <w:t xml:space="preserve">, </w:t>
      </w:r>
      <w:r w:rsidRPr="00115F49">
        <w:t>tout le piquant de ces petites brunes</w:t>
      </w:r>
      <w:r w:rsidR="00766774">
        <w:t xml:space="preserve"> ? </w:t>
      </w:r>
      <w:r w:rsidRPr="00115F49">
        <w:t>C</w:t>
      </w:r>
      <w:r w:rsidR="00766774">
        <w:t>’</w:t>
      </w:r>
      <w:r w:rsidRPr="00115F49">
        <w:t xml:space="preserve">est </w:t>
      </w:r>
      <w:r w:rsidR="00766774">
        <w:t>« </w:t>
      </w:r>
      <w:r w:rsidRPr="00115F49">
        <w:rPr>
          <w:i/>
          <w:iCs/>
        </w:rPr>
        <w:t>deux sous de poivre</w:t>
      </w:r>
      <w:r w:rsidR="00766774">
        <w:t xml:space="preserve"> ». </w:t>
      </w:r>
      <w:r w:rsidRPr="00115F49">
        <w:t>Dans Marie Chazottes nous ne trouvons pas l</w:t>
      </w:r>
      <w:r w:rsidR="00766774">
        <w:t>’</w:t>
      </w:r>
      <w:r w:rsidRPr="00115F49">
        <w:t>abondance de sang que nous trouvons chez Ravanel</w:t>
      </w:r>
      <w:r w:rsidR="00766774">
        <w:t xml:space="preserve"> (</w:t>
      </w:r>
      <w:r w:rsidRPr="00115F49">
        <w:t>qui fut guetté</w:t>
      </w:r>
      <w:r w:rsidR="00766774">
        <w:t xml:space="preserve">), </w:t>
      </w:r>
      <w:r w:rsidRPr="00115F49">
        <w:t>chez Delphin</w:t>
      </w:r>
      <w:r w:rsidR="00766774">
        <w:t xml:space="preserve"> (</w:t>
      </w:r>
      <w:r w:rsidRPr="00115F49">
        <w:t>qui fut tué</w:t>
      </w:r>
      <w:r w:rsidR="00766774">
        <w:t xml:space="preserve">), </w:t>
      </w:r>
      <w:r w:rsidRPr="00115F49">
        <w:t>mais nous trouvons la qualité du sang</w:t>
      </w:r>
      <w:r w:rsidR="00766774">
        <w:t xml:space="preserve">, </w:t>
      </w:r>
      <w:r w:rsidRPr="00115F49">
        <w:t>le vif</w:t>
      </w:r>
      <w:r w:rsidR="00766774">
        <w:t xml:space="preserve">, </w:t>
      </w:r>
      <w:r w:rsidRPr="00115F49">
        <w:t>le feu</w:t>
      </w:r>
      <w:r w:rsidR="00766774">
        <w:t xml:space="preserve"> ; </w:t>
      </w:r>
      <w:r w:rsidRPr="00115F49">
        <w:t>je ne veux pas parler du goût</w:t>
      </w:r>
      <w:r w:rsidR="00766774">
        <w:t xml:space="preserve">. </w:t>
      </w:r>
      <w:r w:rsidRPr="00115F49">
        <w:t>Je n</w:t>
      </w:r>
      <w:r w:rsidR="00766774">
        <w:t>’</w:t>
      </w:r>
      <w:r w:rsidRPr="00115F49">
        <w:t>ai</w:t>
      </w:r>
      <w:r w:rsidR="00766774">
        <w:t xml:space="preserve">, </w:t>
      </w:r>
      <w:r w:rsidRPr="00115F49">
        <w:t>comme bien vous pensez</w:t>
      </w:r>
      <w:r w:rsidR="00766774">
        <w:t xml:space="preserve">, </w:t>
      </w:r>
      <w:r w:rsidRPr="00115F49">
        <w:t>jamais goûté le sang de personne</w:t>
      </w:r>
      <w:r w:rsidR="00766774">
        <w:t xml:space="preserve"> ; </w:t>
      </w:r>
      <w:r w:rsidRPr="00115F49">
        <w:t>et aussi bien je dois vous dire que cette histoire n</w:t>
      </w:r>
      <w:r w:rsidR="00766774">
        <w:t>’</w:t>
      </w:r>
      <w:r w:rsidRPr="00115F49">
        <w:t>est pas l</w:t>
      </w:r>
      <w:r w:rsidR="00766774">
        <w:t>’</w:t>
      </w:r>
      <w:r w:rsidRPr="00115F49">
        <w:t>histoire d</w:t>
      </w:r>
      <w:r w:rsidR="00766774">
        <w:t>’</w:t>
      </w:r>
      <w:r w:rsidRPr="00115F49">
        <w:t>un homme qui buvait</w:t>
      </w:r>
      <w:r w:rsidR="00766774">
        <w:t xml:space="preserve">, </w:t>
      </w:r>
      <w:r w:rsidRPr="00115F49">
        <w:t>suçait</w:t>
      </w:r>
      <w:r w:rsidR="00766774">
        <w:t xml:space="preserve">, </w:t>
      </w:r>
      <w:r w:rsidRPr="00115F49">
        <w:t>ou mangeait le sang</w:t>
      </w:r>
      <w:r w:rsidR="00766774">
        <w:t xml:space="preserve"> (</w:t>
      </w:r>
      <w:r w:rsidRPr="00115F49">
        <w:t>je n</w:t>
      </w:r>
      <w:r w:rsidR="00766774">
        <w:t>’</w:t>
      </w:r>
      <w:r w:rsidRPr="00115F49">
        <w:t>aurais pas pris la peine</w:t>
      </w:r>
      <w:r w:rsidR="00766774">
        <w:t xml:space="preserve">, </w:t>
      </w:r>
      <w:r w:rsidRPr="00115F49">
        <w:t>à notre époque</w:t>
      </w:r>
      <w:r w:rsidR="00766774">
        <w:t xml:space="preserve">, </w:t>
      </w:r>
      <w:r w:rsidRPr="00115F49">
        <w:t>de vous parler d</w:t>
      </w:r>
      <w:r w:rsidR="00766774">
        <w:t>’</w:t>
      </w:r>
      <w:r w:rsidRPr="00115F49">
        <w:t>un fait aussi banal</w:t>
      </w:r>
      <w:r w:rsidR="00766774">
        <w:t xml:space="preserve">), </w:t>
      </w:r>
      <w:r w:rsidRPr="00115F49">
        <w:t>je ne veux pas parler du goût</w:t>
      </w:r>
      <w:r w:rsidR="00766774">
        <w:t xml:space="preserve"> (</w:t>
      </w:r>
      <w:r w:rsidRPr="00115F49">
        <w:t>qui doit être simplement salé</w:t>
      </w:r>
      <w:r w:rsidR="00766774">
        <w:t xml:space="preserve">), </w:t>
      </w:r>
      <w:r w:rsidRPr="00115F49">
        <w:t>je veux dire qu</w:t>
      </w:r>
      <w:r w:rsidR="00766774">
        <w:t>’</w:t>
      </w:r>
      <w:r w:rsidRPr="00115F49">
        <w:t>il est facile d</w:t>
      </w:r>
      <w:r w:rsidR="00766774">
        <w:t>’</w:t>
      </w:r>
      <w:r w:rsidRPr="00115F49">
        <w:t>imaginer</w:t>
      </w:r>
      <w:r w:rsidR="00766774">
        <w:t xml:space="preserve">, </w:t>
      </w:r>
      <w:r w:rsidRPr="00115F49">
        <w:t>compte tenu des cheveux très noirs</w:t>
      </w:r>
      <w:r w:rsidR="00766774">
        <w:t xml:space="preserve">, </w:t>
      </w:r>
      <w:r w:rsidRPr="00115F49">
        <w:t>de la peau très blanche</w:t>
      </w:r>
      <w:r w:rsidR="00766774">
        <w:t xml:space="preserve">, </w:t>
      </w:r>
      <w:r w:rsidRPr="00115F49">
        <w:t>du</w:t>
      </w:r>
      <w:r w:rsidRPr="00115F49">
        <w:rPr>
          <w:i/>
          <w:iCs/>
        </w:rPr>
        <w:t xml:space="preserve"> poivre</w:t>
      </w:r>
      <w:r w:rsidRPr="00115F49">
        <w:t xml:space="preserve"> de Marie Chazottes</w:t>
      </w:r>
      <w:r w:rsidR="00766774">
        <w:t xml:space="preserve">, </w:t>
      </w:r>
      <w:r w:rsidRPr="00115F49">
        <w:t>d</w:t>
      </w:r>
      <w:r w:rsidR="00766774">
        <w:t>’</w:t>
      </w:r>
      <w:r w:rsidRPr="00115F49">
        <w:t>imaginer que son sang était très beau</w:t>
      </w:r>
      <w:r w:rsidR="00766774">
        <w:t xml:space="preserve">. </w:t>
      </w:r>
      <w:r w:rsidRPr="00115F49">
        <w:t>Je dis beau</w:t>
      </w:r>
      <w:r w:rsidR="00766774">
        <w:t xml:space="preserve">. </w:t>
      </w:r>
      <w:r w:rsidRPr="00115F49">
        <w:t>Parlons en peintre</w:t>
      </w:r>
      <w:r w:rsidR="00766774">
        <w:t>.</w:t>
      </w:r>
    </w:p>
    <w:p w14:paraId="1F492C0D" w14:textId="77777777" w:rsidR="00766774" w:rsidRDefault="00115F49" w:rsidP="00115F49">
      <w:r w:rsidRPr="00115F49">
        <w:t>Je n</w:t>
      </w:r>
      <w:r w:rsidR="00766774">
        <w:t>’</w:t>
      </w:r>
      <w:r w:rsidRPr="00115F49">
        <w:t>oublie pas Bergues</w:t>
      </w:r>
      <w:r w:rsidR="00766774">
        <w:t xml:space="preserve">. </w:t>
      </w:r>
      <w:r w:rsidRPr="00115F49">
        <w:t>Non pas qu</w:t>
      </w:r>
      <w:r w:rsidR="00766774">
        <w:t>’</w:t>
      </w:r>
      <w:r w:rsidRPr="00115F49">
        <w:t>il soit très important</w:t>
      </w:r>
      <w:r w:rsidR="00766774">
        <w:t xml:space="preserve">, </w:t>
      </w:r>
      <w:r w:rsidRPr="00115F49">
        <w:t>le pauvre</w:t>
      </w:r>
      <w:r w:rsidR="00766774">
        <w:t xml:space="preserve">, </w:t>
      </w:r>
      <w:r w:rsidRPr="00115F49">
        <w:t>mais il était courageux</w:t>
      </w:r>
      <w:r w:rsidR="00766774">
        <w:t xml:space="preserve">, </w:t>
      </w:r>
      <w:r w:rsidRPr="00115F49">
        <w:t>généreux</w:t>
      </w:r>
      <w:r w:rsidR="00766774">
        <w:t xml:space="preserve">, </w:t>
      </w:r>
      <w:r w:rsidRPr="00115F49">
        <w:t>spontané</w:t>
      </w:r>
      <w:r w:rsidR="00766774">
        <w:t xml:space="preserve"> ; </w:t>
      </w:r>
      <w:r w:rsidRPr="00115F49">
        <w:t>lui n</w:t>
      </w:r>
      <w:r w:rsidR="00766774">
        <w:t>’</w:t>
      </w:r>
      <w:r w:rsidRPr="00115F49">
        <w:t>est pas une victime</w:t>
      </w:r>
      <w:r w:rsidR="00766774">
        <w:t xml:space="preserve">, </w:t>
      </w:r>
      <w:r w:rsidRPr="00115F49">
        <w:t>il est un adversaire vaincu</w:t>
      </w:r>
      <w:r w:rsidR="00766774">
        <w:t xml:space="preserve">. </w:t>
      </w:r>
      <w:r w:rsidRPr="00115F49">
        <w:t>C</w:t>
      </w:r>
      <w:r w:rsidR="00766774">
        <w:t>’</w:t>
      </w:r>
      <w:r w:rsidRPr="00115F49">
        <w:t>est comme si Langlois avait disparu</w:t>
      </w:r>
      <w:r w:rsidR="00766774">
        <w:t>.</w:t>
      </w:r>
    </w:p>
    <w:p w14:paraId="552BA99E" w14:textId="77777777" w:rsidR="00766774" w:rsidRDefault="00115F49" w:rsidP="00115F49">
      <w:r w:rsidRPr="00115F49">
        <w:t>Il existe</w:t>
      </w:r>
      <w:r w:rsidR="00766774">
        <w:t xml:space="preserve">, </w:t>
      </w:r>
      <w:r w:rsidRPr="00115F49">
        <w:t>évidemment</w:t>
      </w:r>
      <w:r w:rsidR="00766774">
        <w:t xml:space="preserve">, </w:t>
      </w:r>
      <w:r w:rsidRPr="00115F49">
        <w:t>un système de références comparable</w:t>
      </w:r>
      <w:r w:rsidR="00766774">
        <w:t xml:space="preserve">, </w:t>
      </w:r>
      <w:r w:rsidRPr="00115F49">
        <w:t>par exemple</w:t>
      </w:r>
      <w:r w:rsidR="00766774">
        <w:t xml:space="preserve">, </w:t>
      </w:r>
      <w:r w:rsidRPr="00115F49">
        <w:t xml:space="preserve">à la connaissance économique du monde et dans lequel le sang de Langlois et le sang de Bergues ont </w:t>
      </w:r>
      <w:r w:rsidRPr="00115F49">
        <w:lastRenderedPageBreak/>
        <w:t>la même valeur que le sang de Marie Chazottes</w:t>
      </w:r>
      <w:r w:rsidR="00766774">
        <w:t xml:space="preserve">, </w:t>
      </w:r>
      <w:r w:rsidRPr="00115F49">
        <w:t>de Ravanel et de Delphin-Jules</w:t>
      </w:r>
      <w:r w:rsidR="00766774">
        <w:t xml:space="preserve">. </w:t>
      </w:r>
      <w:r w:rsidRPr="00115F49">
        <w:t>Mais il existe</w:t>
      </w:r>
      <w:r w:rsidR="00766774">
        <w:t xml:space="preserve">, </w:t>
      </w:r>
      <w:r w:rsidRPr="00115F49">
        <w:t>enveloppant le premier</w:t>
      </w:r>
      <w:r w:rsidR="00766774">
        <w:t xml:space="preserve">, </w:t>
      </w:r>
      <w:r w:rsidRPr="00115F49">
        <w:t>un autre système de références dans lequel Abraham et Isaac se déplacent logiquement</w:t>
      </w:r>
      <w:r w:rsidR="00766774">
        <w:t xml:space="preserve">, </w:t>
      </w:r>
      <w:r w:rsidRPr="00115F49">
        <w:t>l</w:t>
      </w:r>
      <w:r w:rsidR="00766774">
        <w:t>’</w:t>
      </w:r>
      <w:r w:rsidRPr="00115F49">
        <w:t>un suivant l</w:t>
      </w:r>
      <w:r w:rsidR="00766774">
        <w:t>’</w:t>
      </w:r>
      <w:r w:rsidRPr="00115F49">
        <w:t>autre</w:t>
      </w:r>
      <w:r w:rsidR="00766774">
        <w:t xml:space="preserve">, </w:t>
      </w:r>
      <w:r w:rsidRPr="00115F49">
        <w:t>vers les montagnes du pays de Moria</w:t>
      </w:r>
      <w:r w:rsidR="00766774">
        <w:t xml:space="preserve"> ; </w:t>
      </w:r>
      <w:r w:rsidRPr="00115F49">
        <w:t>dans lequel les couteaux d</w:t>
      </w:r>
      <w:r w:rsidR="00766774">
        <w:t>’</w:t>
      </w:r>
      <w:r w:rsidRPr="00115F49">
        <w:t>obsidienne des prêtres de Quetzalcoatl s</w:t>
      </w:r>
      <w:r w:rsidR="00766774">
        <w:t>’</w:t>
      </w:r>
      <w:r w:rsidRPr="00115F49">
        <w:t>enfoncent logiquement dans des cœurs choisis</w:t>
      </w:r>
      <w:r w:rsidR="00766774">
        <w:t xml:space="preserve">. </w:t>
      </w:r>
      <w:r w:rsidRPr="00115F49">
        <w:t>Nous en sommes avertis par la beauté</w:t>
      </w:r>
      <w:r w:rsidR="00766774">
        <w:t xml:space="preserve">. </w:t>
      </w:r>
      <w:r w:rsidRPr="00115F49">
        <w:t>On ne peut pas vivre dans un monde où l</w:t>
      </w:r>
      <w:r w:rsidR="00766774">
        <w:t>’</w:t>
      </w:r>
      <w:r w:rsidRPr="00115F49">
        <w:t>on croit que l</w:t>
      </w:r>
      <w:r w:rsidR="00766774">
        <w:t>’</w:t>
      </w:r>
      <w:r w:rsidRPr="00115F49">
        <w:t>élégance exquise du plumage de la pintade est inutile</w:t>
      </w:r>
      <w:r w:rsidR="00766774">
        <w:t xml:space="preserve">. </w:t>
      </w:r>
      <w:r w:rsidRPr="00115F49">
        <w:t>Ceci est tout à fait à part</w:t>
      </w:r>
      <w:r w:rsidR="00766774">
        <w:t xml:space="preserve">. </w:t>
      </w:r>
      <w:r w:rsidRPr="00115F49">
        <w:t>J</w:t>
      </w:r>
      <w:r w:rsidR="00766774">
        <w:t>’</w:t>
      </w:r>
      <w:r w:rsidRPr="00115F49">
        <w:t>ai eu envie de le dire</w:t>
      </w:r>
      <w:r w:rsidR="00766774">
        <w:t xml:space="preserve">, </w:t>
      </w:r>
      <w:r w:rsidRPr="00115F49">
        <w:t>je l</w:t>
      </w:r>
      <w:r w:rsidR="00766774">
        <w:t>’</w:t>
      </w:r>
      <w:r w:rsidRPr="00115F49">
        <w:t>ai dit</w:t>
      </w:r>
      <w:r w:rsidR="00766774">
        <w:t>.</w:t>
      </w:r>
    </w:p>
    <w:p w14:paraId="0716E366" w14:textId="77777777" w:rsidR="00766774" w:rsidRDefault="00115F49" w:rsidP="00115F49">
      <w:r w:rsidRPr="00115F49">
        <w:t>Langlois décampa les premiers jours de mai</w:t>
      </w:r>
      <w:r w:rsidR="00766774">
        <w:t xml:space="preserve">. </w:t>
      </w:r>
      <w:r w:rsidRPr="00115F49">
        <w:t>Les gargouilles et les chéneaux eurent beau gémir sous d</w:t>
      </w:r>
      <w:r w:rsidR="00766774">
        <w:t>’</w:t>
      </w:r>
      <w:r w:rsidRPr="00115F49">
        <w:t>énormes ruissellements de pluie</w:t>
      </w:r>
      <w:r w:rsidR="00766774">
        <w:t xml:space="preserve">, </w:t>
      </w:r>
      <w:r w:rsidRPr="00115F49">
        <w:t>on était plus rassuré par l</w:t>
      </w:r>
      <w:r w:rsidR="00766774">
        <w:t>’</w:t>
      </w:r>
      <w:r w:rsidRPr="00115F49">
        <w:t>arrivée du printemps que par la présence de la compagnie de gendarmes</w:t>
      </w:r>
      <w:r w:rsidR="00766774">
        <w:t xml:space="preserve">. </w:t>
      </w:r>
      <w:r w:rsidRPr="00115F49">
        <w:t>Beaucoup de gens qui ne dormaient plus depuis trois mois retrouvèrent le sommeil au son des grands torrents dévalant les combes</w:t>
      </w:r>
      <w:r w:rsidR="00766774">
        <w:t>.</w:t>
      </w:r>
    </w:p>
    <w:p w14:paraId="141E8118" w14:textId="77777777" w:rsidR="00766774" w:rsidRDefault="00115F49" w:rsidP="00115F49">
      <w:r w:rsidRPr="00115F49">
        <w:t>Dès les belles lumières de la fin des pluies</w:t>
      </w:r>
      <w:r w:rsidR="00766774">
        <w:t xml:space="preserve">, </w:t>
      </w:r>
      <w:r w:rsidRPr="00115F49">
        <w:t>quand le Jocond émerge des lambeaux de brumes comme une pure émeraude</w:t>
      </w:r>
      <w:r w:rsidR="00766774">
        <w:t xml:space="preserve">, </w:t>
      </w:r>
      <w:r w:rsidRPr="00115F49">
        <w:t>que le lointain Veymont miroite</w:t>
      </w:r>
      <w:r w:rsidR="00766774">
        <w:t xml:space="preserve">, </w:t>
      </w:r>
      <w:r w:rsidRPr="00115F49">
        <w:t>que le glissement de nuées vermeilles découvre le haut pays d</w:t>
      </w:r>
      <w:r w:rsidR="00766774">
        <w:t>’</w:t>
      </w:r>
      <w:r w:rsidRPr="00115F49">
        <w:t>ombres et de glaces qui dort sur l</w:t>
      </w:r>
      <w:r w:rsidR="00766774">
        <w:t>’</w:t>
      </w:r>
      <w:r w:rsidRPr="00115F49">
        <w:t>Obiou</w:t>
      </w:r>
      <w:r w:rsidR="00766774">
        <w:t xml:space="preserve">, </w:t>
      </w:r>
      <w:r w:rsidRPr="00115F49">
        <w:t>le Ferrand et le Taillefer</w:t>
      </w:r>
      <w:r w:rsidR="00766774">
        <w:t xml:space="preserve">, </w:t>
      </w:r>
      <w:r w:rsidRPr="00115F49">
        <w:t>on eut la sensation de revivre</w:t>
      </w:r>
      <w:r w:rsidR="00766774">
        <w:t xml:space="preserve"> ; </w:t>
      </w:r>
      <w:r w:rsidRPr="00115F49">
        <w:t>exactement de vivre une deuxième fois et l</w:t>
      </w:r>
      <w:r w:rsidR="00766774">
        <w:t>’</w:t>
      </w:r>
      <w:r w:rsidRPr="00115F49">
        <w:t>envie de profiter de tout ce dont on n</w:t>
      </w:r>
      <w:r w:rsidR="00766774">
        <w:t>’</w:t>
      </w:r>
      <w:r w:rsidRPr="00115F49">
        <w:t>avait pas profité la première fois</w:t>
      </w:r>
      <w:r w:rsidR="00766774">
        <w:t xml:space="preserve">. </w:t>
      </w:r>
      <w:r w:rsidRPr="00115F49">
        <w:t>C</w:t>
      </w:r>
      <w:r w:rsidR="00766774">
        <w:t>’</w:t>
      </w:r>
      <w:r w:rsidRPr="00115F49">
        <w:t>est de cette époque que date le Cercle des Travailleurs qui fonctionne encore</w:t>
      </w:r>
      <w:r w:rsidR="00766774">
        <w:t xml:space="preserve">. </w:t>
      </w:r>
      <w:r w:rsidRPr="00115F49">
        <w:t>Le père de Burle</w:t>
      </w:r>
      <w:r w:rsidR="00766774">
        <w:t xml:space="preserve">, </w:t>
      </w:r>
      <w:r w:rsidRPr="00115F49">
        <w:t>le père de Cather</w:t>
      </w:r>
      <w:r w:rsidR="00766774">
        <w:t xml:space="preserve">, </w:t>
      </w:r>
      <w:r w:rsidRPr="00115F49">
        <w:t>la mère de Sazerat</w:t>
      </w:r>
      <w:r w:rsidR="00766774">
        <w:t xml:space="preserve">, </w:t>
      </w:r>
      <w:r w:rsidRPr="00115F49">
        <w:t>le père de Pierrisnard</w:t>
      </w:r>
      <w:r w:rsidR="00766774">
        <w:t xml:space="preserve">, </w:t>
      </w:r>
      <w:r w:rsidRPr="00115F49">
        <w:t>la mère de Julie</w:t>
      </w:r>
      <w:r w:rsidR="00766774">
        <w:t xml:space="preserve">, </w:t>
      </w:r>
      <w:r w:rsidRPr="00115F49">
        <w:t>le père de Raffin</w:t>
      </w:r>
      <w:r w:rsidR="00766774">
        <w:t xml:space="preserve">, </w:t>
      </w:r>
      <w:r w:rsidRPr="00115F49">
        <w:t>la mère d</w:t>
      </w:r>
      <w:r w:rsidR="00766774">
        <w:t>’</w:t>
      </w:r>
      <w:r w:rsidRPr="00115F49">
        <w:t>Antoinette Save</w:t>
      </w:r>
      <w:r w:rsidR="00766774">
        <w:t xml:space="preserve">, </w:t>
      </w:r>
      <w:r w:rsidRPr="00115F49">
        <w:t>la mère de Lambert</w:t>
      </w:r>
      <w:r w:rsidR="00766774">
        <w:t xml:space="preserve">, </w:t>
      </w:r>
      <w:r w:rsidRPr="00115F49">
        <w:t>la mère d</w:t>
      </w:r>
      <w:r w:rsidR="00766774">
        <w:t>’</w:t>
      </w:r>
      <w:r w:rsidRPr="00115F49">
        <w:t>Horatius</w:t>
      </w:r>
      <w:r w:rsidR="00766774">
        <w:t xml:space="preserve">, </w:t>
      </w:r>
      <w:r w:rsidRPr="00115F49">
        <w:t>le père de Clément</w:t>
      </w:r>
      <w:r w:rsidR="00766774">
        <w:t xml:space="preserve">, </w:t>
      </w:r>
      <w:r w:rsidRPr="00115F49">
        <w:t>le cousin de Cléristin</w:t>
      </w:r>
      <w:r w:rsidR="00766774">
        <w:t xml:space="preserve"> (</w:t>
      </w:r>
      <w:r w:rsidRPr="00115F49">
        <w:t>celui qui lui a légué la grange du cimetière des protestants</w:t>
      </w:r>
      <w:r w:rsidR="00766774">
        <w:t xml:space="preserve">), </w:t>
      </w:r>
      <w:r w:rsidRPr="00115F49">
        <w:t xml:space="preserve">Fernand Pierre </w:t>
      </w:r>
      <w:r w:rsidRPr="00115F49">
        <w:lastRenderedPageBreak/>
        <w:t>qui a été le plus vieux du canton et qui est mort il y a trois ans sont tous nés en mars-avril 45</w:t>
      </w:r>
      <w:r w:rsidR="00766774">
        <w:t xml:space="preserve">. </w:t>
      </w:r>
      <w:r w:rsidRPr="00115F49">
        <w:t>On trouve par exemple que la belle maison de René Martin qui lui vient de son père avait été léguée à son père par un nommé Coursier dont la famille s</w:t>
      </w:r>
      <w:r w:rsidR="00766774">
        <w:t>’</w:t>
      </w:r>
      <w:r w:rsidRPr="00115F49">
        <w:t>est éteinte</w:t>
      </w:r>
      <w:r w:rsidR="00766774">
        <w:t xml:space="preserve">, </w:t>
      </w:r>
      <w:r w:rsidRPr="00115F49">
        <w:t>car il était célibataire</w:t>
      </w:r>
      <w:r w:rsidR="00766774">
        <w:t xml:space="preserve">. </w:t>
      </w:r>
      <w:r w:rsidRPr="00115F49">
        <w:t>Le legs est de juillet 44</w:t>
      </w:r>
      <w:r w:rsidR="00766774">
        <w:t xml:space="preserve">. </w:t>
      </w:r>
      <w:r w:rsidRPr="00115F49">
        <w:t>Sazerat</w:t>
      </w:r>
      <w:r w:rsidR="00766774">
        <w:t xml:space="preserve"> : </w:t>
      </w:r>
      <w:r w:rsidRPr="00115F49">
        <w:t>son père était instituteur parce qu</w:t>
      </w:r>
      <w:r w:rsidR="00766774">
        <w:t>’</w:t>
      </w:r>
      <w:r w:rsidRPr="00115F49">
        <w:t>un nommé Richaud Marie</w:t>
      </w:r>
      <w:r w:rsidR="00766774">
        <w:t xml:space="preserve">, </w:t>
      </w:r>
      <w:r w:rsidRPr="00115F49">
        <w:t>sans enfant</w:t>
      </w:r>
      <w:r w:rsidR="00766774">
        <w:t xml:space="preserve">, </w:t>
      </w:r>
      <w:r w:rsidRPr="00115F49">
        <w:t>paya ses études aux écoles de Grenoble</w:t>
      </w:r>
      <w:r w:rsidR="00766774">
        <w:t xml:space="preserve">. </w:t>
      </w:r>
      <w:r w:rsidRPr="00115F49">
        <w:t>Sazerat peut vous le dire</w:t>
      </w:r>
      <w:r w:rsidR="00766774">
        <w:t xml:space="preserve"> : </w:t>
      </w:r>
      <w:r w:rsidRPr="00115F49">
        <w:t>son père quitta l</w:t>
      </w:r>
      <w:r w:rsidR="00766774">
        <w:t>’</w:t>
      </w:r>
      <w:r w:rsidRPr="00115F49">
        <w:t>école en 39</w:t>
      </w:r>
      <w:r w:rsidR="00766774">
        <w:t xml:space="preserve">. </w:t>
      </w:r>
      <w:r w:rsidRPr="00115F49">
        <w:t>Il avait cinq ans</w:t>
      </w:r>
      <w:r w:rsidR="00766774">
        <w:t xml:space="preserve">. </w:t>
      </w:r>
      <w:r w:rsidRPr="00115F49">
        <w:t>Il gardait les vaches</w:t>
      </w:r>
      <w:r w:rsidR="00766774">
        <w:t xml:space="preserve">. </w:t>
      </w:r>
      <w:r w:rsidRPr="00115F49">
        <w:t>En juin 44</w:t>
      </w:r>
      <w:r w:rsidR="00766774">
        <w:t xml:space="preserve">, </w:t>
      </w:r>
      <w:r w:rsidRPr="00115F49">
        <w:t>Richaud se chargea</w:t>
      </w:r>
      <w:r w:rsidR="00766774">
        <w:t xml:space="preserve">, </w:t>
      </w:r>
      <w:r w:rsidRPr="00115F49">
        <w:t>par-devant notaire</w:t>
      </w:r>
      <w:r w:rsidR="00766774">
        <w:t xml:space="preserve">, </w:t>
      </w:r>
      <w:r w:rsidRPr="00115F49">
        <w:t>de l</w:t>
      </w:r>
      <w:r w:rsidR="00766774">
        <w:t>’</w:t>
      </w:r>
      <w:r w:rsidRPr="00115F49">
        <w:t>entretenir jusqu</w:t>
      </w:r>
      <w:r w:rsidR="00766774">
        <w:t>’</w:t>
      </w:r>
      <w:r w:rsidRPr="00115F49">
        <w:t>à son brevet d</w:t>
      </w:r>
      <w:r w:rsidR="00766774">
        <w:t>’</w:t>
      </w:r>
      <w:r w:rsidRPr="00115F49">
        <w:t>instituteur</w:t>
      </w:r>
      <w:r w:rsidR="00766774">
        <w:t xml:space="preserve">. </w:t>
      </w:r>
      <w:r w:rsidRPr="00115F49">
        <w:t>Ainsi</w:t>
      </w:r>
      <w:r w:rsidR="00766774">
        <w:t xml:space="preserve">, </w:t>
      </w:r>
      <w:r w:rsidRPr="00115F49">
        <w:t>dans les registres de l</w:t>
      </w:r>
      <w:r w:rsidR="00766774">
        <w:t>’</w:t>
      </w:r>
      <w:r w:rsidRPr="00115F49">
        <w:t>état civil de la commune et dans les archives notariales de Prébois</w:t>
      </w:r>
      <w:r w:rsidR="00766774">
        <w:t xml:space="preserve">, </w:t>
      </w:r>
      <w:r w:rsidRPr="00115F49">
        <w:t>il reste des traces de la tentative que</w:t>
      </w:r>
      <w:r w:rsidR="00766774">
        <w:t xml:space="preserve">, </w:t>
      </w:r>
      <w:r w:rsidRPr="00115F49">
        <w:t>pendant le printemps et l</w:t>
      </w:r>
      <w:r w:rsidR="00766774">
        <w:t>’</w:t>
      </w:r>
      <w:r w:rsidRPr="00115F49">
        <w:t>été 44</w:t>
      </w:r>
      <w:r w:rsidR="00766774">
        <w:t xml:space="preserve">, </w:t>
      </w:r>
      <w:r w:rsidRPr="00115F49">
        <w:t>les gens d</w:t>
      </w:r>
      <w:r w:rsidR="00766774">
        <w:t>’</w:t>
      </w:r>
      <w:r w:rsidRPr="00115F49">
        <w:t>ici firent pour vivre en dehors du système ordinaire</w:t>
      </w:r>
      <w:r w:rsidR="00766774">
        <w:t>.</w:t>
      </w:r>
    </w:p>
    <w:p w14:paraId="714B42AB" w14:textId="77777777" w:rsidR="00766774" w:rsidRDefault="00115F49" w:rsidP="00115F49">
      <w:r w:rsidRPr="00115F49">
        <w:t>Dès le début de l</w:t>
      </w:r>
      <w:r w:rsidR="00766774">
        <w:t>’</w:t>
      </w:r>
      <w:r w:rsidRPr="00115F49">
        <w:t>hiver</w:t>
      </w:r>
      <w:r w:rsidR="00766774">
        <w:t xml:space="preserve">, </w:t>
      </w:r>
      <w:r w:rsidRPr="00115F49">
        <w:t>Langlois revint</w:t>
      </w:r>
      <w:r w:rsidR="00766774">
        <w:t xml:space="preserve">. </w:t>
      </w:r>
      <w:r w:rsidRPr="00115F49">
        <w:t>Il était seul</w:t>
      </w:r>
      <w:r w:rsidR="00766774">
        <w:t xml:space="preserve">. </w:t>
      </w:r>
      <w:r w:rsidRPr="00115F49">
        <w:t>Il logea son cheval chez le maire</w:t>
      </w:r>
      <w:r w:rsidR="00766774">
        <w:t xml:space="preserve">, </w:t>
      </w:r>
      <w:r w:rsidRPr="00115F49">
        <w:t>mais il porta son havresac au Café de la route</w:t>
      </w:r>
      <w:r w:rsidR="00766774">
        <w:t>.</w:t>
      </w:r>
    </w:p>
    <w:p w14:paraId="6F4988DD" w14:textId="77777777" w:rsidR="00766774" w:rsidRDefault="00766774" w:rsidP="00115F49">
      <w:r>
        <w:t>— </w:t>
      </w:r>
      <w:r w:rsidR="00115F49" w:rsidRPr="00115F49">
        <w:t>Je suis un vieux célibataire</w:t>
      </w:r>
      <w:r>
        <w:t xml:space="preserve">, </w:t>
      </w:r>
      <w:r w:rsidR="00115F49" w:rsidRPr="00115F49">
        <w:t>dit-il</w:t>
      </w:r>
      <w:r>
        <w:t xml:space="preserve">, </w:t>
      </w:r>
      <w:r w:rsidR="00115F49" w:rsidRPr="00115F49">
        <w:t>et là-haut je gênerais la mairesse</w:t>
      </w:r>
      <w:r>
        <w:t xml:space="preserve">. </w:t>
      </w:r>
      <w:r w:rsidR="00115F49" w:rsidRPr="00115F49">
        <w:t>Ici</w:t>
      </w:r>
      <w:r>
        <w:t xml:space="preserve">, </w:t>
      </w:r>
      <w:r w:rsidR="00115F49" w:rsidRPr="00115F49">
        <w:t>je peux fumer ma pipe et rester en pantoufles</w:t>
      </w:r>
      <w:r>
        <w:t xml:space="preserve">. </w:t>
      </w:r>
      <w:r w:rsidR="00115F49" w:rsidRPr="00115F49">
        <w:t>Et j</w:t>
      </w:r>
      <w:r>
        <w:t>’</w:t>
      </w:r>
      <w:r w:rsidR="00115F49" w:rsidRPr="00115F49">
        <w:t>aime la compagnie</w:t>
      </w:r>
      <w:r>
        <w:t xml:space="preserve">. </w:t>
      </w:r>
      <w:r w:rsidR="00115F49" w:rsidRPr="00115F49">
        <w:t>Il ne s</w:t>
      </w:r>
      <w:r>
        <w:t>’</w:t>
      </w:r>
      <w:r w:rsidR="00115F49" w:rsidRPr="00115F49">
        <w:t>agit plus de service</w:t>
      </w:r>
      <w:r>
        <w:t xml:space="preserve">. </w:t>
      </w:r>
      <w:r w:rsidR="00115F49" w:rsidRPr="00115F49">
        <w:t>Je suis en congé de trois mois</w:t>
      </w:r>
      <w:r>
        <w:t>.</w:t>
      </w:r>
    </w:p>
    <w:p w14:paraId="7314721B" w14:textId="77777777" w:rsidR="00766774" w:rsidRDefault="00115F49" w:rsidP="00115F49">
      <w:r w:rsidRPr="00115F49">
        <w:t>Enfin</w:t>
      </w:r>
      <w:r w:rsidR="00766774">
        <w:t xml:space="preserve">, </w:t>
      </w:r>
      <w:r w:rsidRPr="00115F49">
        <w:t>il dit tout ce qu</w:t>
      </w:r>
      <w:r w:rsidR="00766774">
        <w:t>’</w:t>
      </w:r>
      <w:r w:rsidRPr="00115F49">
        <w:t>il fallait pour qu</w:t>
      </w:r>
      <w:r w:rsidR="00766774">
        <w:t>’</w:t>
      </w:r>
      <w:r w:rsidRPr="00115F49">
        <w:t>on prenne l</w:t>
      </w:r>
      <w:r w:rsidR="00766774">
        <w:t>’</w:t>
      </w:r>
      <w:r w:rsidRPr="00115F49">
        <w:t>habitude de le voir derrière les vitres du café</w:t>
      </w:r>
      <w:r w:rsidR="00766774">
        <w:t xml:space="preserve">, </w:t>
      </w:r>
      <w:r w:rsidRPr="00115F49">
        <w:t>assis à califourchon sur sa chaise</w:t>
      </w:r>
      <w:r w:rsidR="00766774">
        <w:t xml:space="preserve">, </w:t>
      </w:r>
      <w:r w:rsidRPr="00115F49">
        <w:t>en train de regarder tomber la neige</w:t>
      </w:r>
      <w:r w:rsidR="00766774">
        <w:t>.</w:t>
      </w:r>
    </w:p>
    <w:p w14:paraId="726A5E55" w14:textId="77777777" w:rsidR="00766774" w:rsidRDefault="00115F49" w:rsidP="00115F49">
      <w:r w:rsidRPr="00115F49">
        <w:t>Il avait de fort belles armes</w:t>
      </w:r>
      <w:r w:rsidR="00766774">
        <w:t xml:space="preserve">. </w:t>
      </w:r>
      <w:r w:rsidRPr="00115F49">
        <w:t>Il en prenait grand soin</w:t>
      </w:r>
      <w:r w:rsidR="00766774">
        <w:t xml:space="preserve">. </w:t>
      </w:r>
      <w:r w:rsidRPr="00115F49">
        <w:t>La tradition en est restée</w:t>
      </w:r>
      <w:r w:rsidR="00766774">
        <w:t xml:space="preserve"> : </w:t>
      </w:r>
      <w:r w:rsidRPr="00115F49">
        <w:t>pour un fusil qui est nickel</w:t>
      </w:r>
      <w:r w:rsidR="00766774">
        <w:t xml:space="preserve">, </w:t>
      </w:r>
      <w:r w:rsidRPr="00115F49">
        <w:t>on dit encore qu</w:t>
      </w:r>
      <w:r w:rsidR="00766774">
        <w:t>’</w:t>
      </w:r>
      <w:r w:rsidRPr="00115F49">
        <w:t>il est Langlois</w:t>
      </w:r>
      <w:r w:rsidR="00766774">
        <w:t xml:space="preserve">. </w:t>
      </w:r>
      <w:r w:rsidRPr="00115F49">
        <w:t>Il aligna ses pistolets sur une table de marbre</w:t>
      </w:r>
      <w:r w:rsidR="00766774">
        <w:t xml:space="preserve">, </w:t>
      </w:r>
      <w:r w:rsidRPr="00115F49">
        <w:t>à côté de lui</w:t>
      </w:r>
      <w:r w:rsidR="00766774">
        <w:t xml:space="preserve">. </w:t>
      </w:r>
      <w:r w:rsidRPr="00115F49">
        <w:t>Il les graissa</w:t>
      </w:r>
      <w:r w:rsidR="00766774">
        <w:t xml:space="preserve">, </w:t>
      </w:r>
      <w:r w:rsidRPr="00115F49">
        <w:t>les essuya</w:t>
      </w:r>
      <w:r w:rsidR="00766774">
        <w:t xml:space="preserve">, </w:t>
      </w:r>
      <w:r w:rsidRPr="00115F49">
        <w:t>fit jouer les ressorts à vide</w:t>
      </w:r>
      <w:r w:rsidR="00766774">
        <w:t xml:space="preserve">, </w:t>
      </w:r>
      <w:r w:rsidRPr="00115F49">
        <w:t>il en lima soigneusement les détentes</w:t>
      </w:r>
      <w:r w:rsidR="00766774">
        <w:t> : « </w:t>
      </w:r>
      <w:r w:rsidRPr="00115F49">
        <w:t>Ça part au millimètre</w:t>
      </w:r>
      <w:r w:rsidR="00766774">
        <w:t xml:space="preserve"> », </w:t>
      </w:r>
      <w:r w:rsidRPr="00115F49">
        <w:t>dit-il</w:t>
      </w:r>
      <w:r w:rsidR="00766774">
        <w:t xml:space="preserve">. </w:t>
      </w:r>
      <w:r w:rsidRPr="00115F49">
        <w:t xml:space="preserve">Il visait les flocons de neige et il </w:t>
      </w:r>
      <w:r w:rsidRPr="00115F49">
        <w:lastRenderedPageBreak/>
        <w:t>les tenait au bout du canon de ses pistolets pendant tout le temps de leur descente</w:t>
      </w:r>
      <w:r w:rsidR="00766774">
        <w:t xml:space="preserve">, </w:t>
      </w:r>
      <w:r w:rsidRPr="00115F49">
        <w:t>sans les lâcher d</w:t>
      </w:r>
      <w:r w:rsidR="00766774">
        <w:t>’</w:t>
      </w:r>
      <w:r w:rsidRPr="00115F49">
        <w:t>un poil</w:t>
      </w:r>
      <w:r w:rsidR="00766774">
        <w:t xml:space="preserve">. </w:t>
      </w:r>
      <w:r w:rsidRPr="00115F49">
        <w:t>Il chargea ses armes</w:t>
      </w:r>
      <w:r w:rsidR="00766774">
        <w:t xml:space="preserve">, </w:t>
      </w:r>
      <w:r w:rsidRPr="00115F49">
        <w:t>il les installa à portée de sa main</w:t>
      </w:r>
      <w:r w:rsidR="00766774">
        <w:t> : « </w:t>
      </w:r>
      <w:r w:rsidRPr="00115F49">
        <w:t>Et maintenant</w:t>
      </w:r>
      <w:r w:rsidR="00766774">
        <w:t xml:space="preserve">, </w:t>
      </w:r>
      <w:r w:rsidRPr="00115F49">
        <w:t>dit-il</w:t>
      </w:r>
      <w:r w:rsidR="00766774">
        <w:t xml:space="preserve">, </w:t>
      </w:r>
      <w:r w:rsidRPr="00115F49">
        <w:t>je fais le bourgeois</w:t>
      </w:r>
      <w:r w:rsidR="00766774">
        <w:t xml:space="preserve"> », </w:t>
      </w:r>
      <w:r w:rsidRPr="00115F49">
        <w:t>et il assura son bonnet de police en casseur d</w:t>
      </w:r>
      <w:r w:rsidR="00766774">
        <w:t>’</w:t>
      </w:r>
      <w:r w:rsidRPr="00115F49">
        <w:t>assiettes</w:t>
      </w:r>
      <w:r w:rsidR="00766774">
        <w:t xml:space="preserve">. </w:t>
      </w:r>
      <w:r w:rsidRPr="00115F49">
        <w:t>Bourgeois d</w:t>
      </w:r>
      <w:r w:rsidR="00766774">
        <w:t>’</w:t>
      </w:r>
      <w:r w:rsidRPr="00115F49">
        <w:t>une bourgeoise qui avait un violent parfum d</w:t>
      </w:r>
      <w:r w:rsidR="00766774">
        <w:t>’</w:t>
      </w:r>
      <w:r w:rsidRPr="00115F49">
        <w:t>Abd-el-Kader</w:t>
      </w:r>
      <w:r w:rsidR="00766774">
        <w:t>.</w:t>
      </w:r>
    </w:p>
    <w:p w14:paraId="75B1CBB3" w14:textId="77777777" w:rsidR="00766774" w:rsidRDefault="00115F49" w:rsidP="00604400">
      <w:pPr>
        <w:pStyle w:val="NormalEspAvtGrand"/>
      </w:pPr>
      <w:r w:rsidRPr="00115F49">
        <w:t>Le Café de la route</w:t>
      </w:r>
      <w:r w:rsidR="00766774">
        <w:t xml:space="preserve">, </w:t>
      </w:r>
      <w:r w:rsidRPr="00115F49">
        <w:t>à cette époque</w:t>
      </w:r>
      <w:r w:rsidR="00766774">
        <w:t xml:space="preserve">, </w:t>
      </w:r>
      <w:r w:rsidRPr="00115F49">
        <w:t>était tenu par une surnommée Saucisse</w:t>
      </w:r>
      <w:r w:rsidR="00766774">
        <w:t xml:space="preserve"> : </w:t>
      </w:r>
      <w:r w:rsidRPr="00115F49">
        <w:t>une vieille lorette de Grenoble qui avait décidé de passer ses soixante ans au vert</w:t>
      </w:r>
      <w:r w:rsidR="00766774">
        <w:t xml:space="preserve"> (</w:t>
      </w:r>
      <w:r w:rsidRPr="00115F49">
        <w:t>réalisation</w:t>
      </w:r>
      <w:r w:rsidR="00766774">
        <w:t xml:space="preserve">, </w:t>
      </w:r>
      <w:r w:rsidRPr="00115F49">
        <w:t>sans doute</w:t>
      </w:r>
      <w:r w:rsidR="00766774">
        <w:t xml:space="preserve">, </w:t>
      </w:r>
      <w:r w:rsidRPr="00115F49">
        <w:t>du rêve de tout son service actif</w:t>
      </w:r>
      <w:r w:rsidR="00766774">
        <w:t xml:space="preserve">) ; </w:t>
      </w:r>
      <w:r w:rsidRPr="00115F49">
        <w:t>une maîtresse femme</w:t>
      </w:r>
      <w:r w:rsidR="00766774">
        <w:t xml:space="preserve">, </w:t>
      </w:r>
      <w:r w:rsidRPr="00115F49">
        <w:t>plantée comme un roc</w:t>
      </w:r>
      <w:r w:rsidR="00766774">
        <w:t xml:space="preserve">, </w:t>
      </w:r>
      <w:r w:rsidRPr="00115F49">
        <w:t>et forte d</w:t>
      </w:r>
      <w:r w:rsidR="00766774">
        <w:t>’</w:t>
      </w:r>
      <w:r w:rsidRPr="00115F49">
        <w:t>une gueule avec laquelle elle sonnait volontiers la charge dans les oreilles de ceux qui essayaient de lui marcher sur les pieds</w:t>
      </w:r>
      <w:r w:rsidR="00766774">
        <w:t xml:space="preserve">. </w:t>
      </w:r>
      <w:r w:rsidRPr="00115F49">
        <w:t>Elle n</w:t>
      </w:r>
      <w:r w:rsidR="00766774">
        <w:t>’</w:t>
      </w:r>
      <w:r w:rsidRPr="00115F49">
        <w:t>avait jamais rôti de balai que dans des sous-préfectures ou des villes de garnison</w:t>
      </w:r>
      <w:r w:rsidR="00766774">
        <w:t xml:space="preserve">, </w:t>
      </w:r>
      <w:r w:rsidRPr="00115F49">
        <w:t>ce qui exige évidemment de la cuisse</w:t>
      </w:r>
      <w:r w:rsidR="00766774">
        <w:t xml:space="preserve">, </w:t>
      </w:r>
      <w:r w:rsidRPr="00115F49">
        <w:t>mais surtout un sens profond des affaires et une solide imagination</w:t>
      </w:r>
      <w:r w:rsidR="00766774">
        <w:t xml:space="preserve">, </w:t>
      </w:r>
      <w:r w:rsidRPr="00115F49">
        <w:t>y compris la connaissance des deux mondes superposés</w:t>
      </w:r>
      <w:r w:rsidR="00766774">
        <w:t xml:space="preserve">. </w:t>
      </w:r>
      <w:r w:rsidRPr="00115F49">
        <w:t>Il ne faut pas oublier que ces femmes-là</w:t>
      </w:r>
      <w:r w:rsidR="00766774">
        <w:t xml:space="preserve">, </w:t>
      </w:r>
      <w:r w:rsidRPr="00115F49">
        <w:t>sur la fin de leur gloire</w:t>
      </w:r>
      <w:r w:rsidR="00766774">
        <w:t xml:space="preserve">, </w:t>
      </w:r>
      <w:r w:rsidRPr="00115F49">
        <w:t>consolèrent tout le contingent des vieux officiers subalternes retour d</w:t>
      </w:r>
      <w:r w:rsidR="00766774">
        <w:t>’</w:t>
      </w:r>
      <w:r w:rsidRPr="00115F49">
        <w:t>Algérie et du paradis d</w:t>
      </w:r>
      <w:r w:rsidR="00766774">
        <w:t>’</w:t>
      </w:r>
      <w:r w:rsidRPr="00115F49">
        <w:t>Allah</w:t>
      </w:r>
      <w:r w:rsidR="00766774">
        <w:t xml:space="preserve">. </w:t>
      </w:r>
      <w:r w:rsidRPr="00115F49">
        <w:t>Naturellement</w:t>
      </w:r>
      <w:r w:rsidR="00766774">
        <w:t xml:space="preserve">, </w:t>
      </w:r>
      <w:r w:rsidRPr="00115F49">
        <w:t>avec Langlois</w:t>
      </w:r>
      <w:r w:rsidR="00766774">
        <w:t xml:space="preserve">, </w:t>
      </w:r>
      <w:r w:rsidRPr="00115F49">
        <w:t>en tout bien tout honneur</w:t>
      </w:r>
      <w:r w:rsidR="00766774">
        <w:t xml:space="preserve">, </w:t>
      </w:r>
      <w:r w:rsidRPr="00115F49">
        <w:t>ils s</w:t>
      </w:r>
      <w:r w:rsidR="00766774">
        <w:t>’</w:t>
      </w:r>
      <w:r w:rsidRPr="00115F49">
        <w:t>entendaient comme cul et chemise</w:t>
      </w:r>
      <w:r w:rsidR="00766774">
        <w:t>.</w:t>
      </w:r>
    </w:p>
    <w:p w14:paraId="40E096BA" w14:textId="77777777" w:rsidR="00766774" w:rsidRDefault="00115F49" w:rsidP="00115F49">
      <w:r w:rsidRPr="00115F49">
        <w:t>L</w:t>
      </w:r>
      <w:r w:rsidR="00766774">
        <w:t>’</w:t>
      </w:r>
      <w:r w:rsidRPr="00115F49">
        <w:t>hiver</w:t>
      </w:r>
      <w:r w:rsidR="00766774">
        <w:t xml:space="preserve">, </w:t>
      </w:r>
      <w:r w:rsidRPr="00115F49">
        <w:t>le Café de la route chômait</w:t>
      </w:r>
      <w:r w:rsidR="00766774">
        <w:t xml:space="preserve">. </w:t>
      </w:r>
      <w:r w:rsidRPr="00115F49">
        <w:t>Vers les midi</w:t>
      </w:r>
      <w:r w:rsidR="00766774">
        <w:t xml:space="preserve">, </w:t>
      </w:r>
      <w:r w:rsidRPr="00115F49">
        <w:t>quatre ou cinq vieux venaient y boire pour un sou de gloria</w:t>
      </w:r>
      <w:r w:rsidR="00766774">
        <w:t xml:space="preserve">. </w:t>
      </w:r>
      <w:r w:rsidRPr="00115F49">
        <w:t>Ils restaient là jusqu</w:t>
      </w:r>
      <w:r w:rsidR="00766774">
        <w:t>’</w:t>
      </w:r>
      <w:r w:rsidRPr="00115F49">
        <w:t>à trois heures à dormir autour du poêle</w:t>
      </w:r>
      <w:r w:rsidR="00766774">
        <w:t xml:space="preserve">. </w:t>
      </w:r>
      <w:r w:rsidRPr="00115F49">
        <w:t>Saucisse s</w:t>
      </w:r>
      <w:r w:rsidR="00766774">
        <w:t>’</w:t>
      </w:r>
      <w:r w:rsidRPr="00115F49">
        <w:t>asseyait près de Langlois et ils discutaient de la marche du monde</w:t>
      </w:r>
      <w:r w:rsidR="00766774">
        <w:t>.</w:t>
      </w:r>
    </w:p>
    <w:p w14:paraId="03032B6D" w14:textId="77777777" w:rsidR="00766774" w:rsidRDefault="00766774" w:rsidP="00115F49">
      <w:r>
        <w:lastRenderedPageBreak/>
        <w:t>— </w:t>
      </w:r>
      <w:r w:rsidR="00115F49" w:rsidRPr="00115F49">
        <w:t>Qu</w:t>
      </w:r>
      <w:r>
        <w:t>’</w:t>
      </w:r>
      <w:r w:rsidR="00115F49" w:rsidRPr="00115F49">
        <w:t>est-ce que tu ferais d</w:t>
      </w:r>
      <w:r>
        <w:t>’</w:t>
      </w:r>
      <w:r w:rsidR="00115F49" w:rsidRPr="00115F49">
        <w:t>un homme mort</w:t>
      </w:r>
      <w:r>
        <w:t xml:space="preserve">, </w:t>
      </w:r>
      <w:r w:rsidR="00115F49" w:rsidRPr="00115F49">
        <w:t>toi</w:t>
      </w:r>
      <w:r>
        <w:t xml:space="preserve"> ? </w:t>
      </w:r>
      <w:r w:rsidR="00115F49" w:rsidRPr="00115F49">
        <w:t>disait Langlois</w:t>
      </w:r>
      <w:r>
        <w:t>.</w:t>
      </w:r>
    </w:p>
    <w:p w14:paraId="2BA59D83" w14:textId="77777777" w:rsidR="00766774" w:rsidRDefault="00766774" w:rsidP="00115F49">
      <w:r>
        <w:t>— </w:t>
      </w:r>
      <w:r w:rsidR="00115F49" w:rsidRPr="00115F49">
        <w:t>Rien</w:t>
      </w:r>
      <w:r>
        <w:t xml:space="preserve">, </w:t>
      </w:r>
      <w:r w:rsidR="00115F49" w:rsidRPr="00115F49">
        <w:t>disait-elle</w:t>
      </w:r>
      <w:r>
        <w:t>.</w:t>
      </w:r>
    </w:p>
    <w:p w14:paraId="0B9864D1" w14:textId="77777777" w:rsidR="00766774" w:rsidRDefault="00766774" w:rsidP="00115F49">
      <w:r>
        <w:t>— </w:t>
      </w:r>
      <w:r w:rsidR="00115F49" w:rsidRPr="00115F49">
        <w:t>Évidemment</w:t>
      </w:r>
      <w:r>
        <w:t xml:space="preserve">, </w:t>
      </w:r>
      <w:r w:rsidR="00115F49" w:rsidRPr="00115F49">
        <w:t>disait Langlois</w:t>
      </w:r>
      <w:r>
        <w:t>.</w:t>
      </w:r>
    </w:p>
    <w:p w14:paraId="70604F35" w14:textId="77777777" w:rsidR="00766774" w:rsidRDefault="00115F49" w:rsidP="00115F49">
      <w:r w:rsidRPr="00115F49">
        <w:t>C</w:t>
      </w:r>
      <w:r w:rsidR="00766774">
        <w:t>’</w:t>
      </w:r>
      <w:r w:rsidRPr="00115F49">
        <w:t>était</w:t>
      </w:r>
      <w:r w:rsidR="00766774">
        <w:t xml:space="preserve">, </w:t>
      </w:r>
      <w:r w:rsidRPr="00115F49">
        <w:t>comme les années précédentes</w:t>
      </w:r>
      <w:r w:rsidR="00766774">
        <w:t xml:space="preserve">, </w:t>
      </w:r>
      <w:r w:rsidRPr="00115F49">
        <w:t>un hiver lourd et bas</w:t>
      </w:r>
      <w:r w:rsidR="00766774">
        <w:t xml:space="preserve">, </w:t>
      </w:r>
      <w:r w:rsidRPr="00115F49">
        <w:t>noir de neige</w:t>
      </w:r>
      <w:r w:rsidR="00766774">
        <w:t>.</w:t>
      </w:r>
    </w:p>
    <w:p w14:paraId="39CBA7AE" w14:textId="77777777" w:rsidR="00766774" w:rsidRDefault="00766774" w:rsidP="00115F49">
      <w:r>
        <w:t>— </w:t>
      </w:r>
      <w:r w:rsidR="00115F49" w:rsidRPr="00115F49">
        <w:t>Un sacré trou</w:t>
      </w:r>
      <w:r>
        <w:t xml:space="preserve">, </w:t>
      </w:r>
      <w:r w:rsidR="00115F49" w:rsidRPr="00115F49">
        <w:t>disait Langlois</w:t>
      </w:r>
      <w:r>
        <w:t>.</w:t>
      </w:r>
    </w:p>
    <w:p w14:paraId="54EC88C3" w14:textId="77777777" w:rsidR="00766774" w:rsidRDefault="00766774" w:rsidP="00115F49">
      <w:r>
        <w:t>— </w:t>
      </w:r>
      <w:r w:rsidR="00115F49" w:rsidRPr="00115F49">
        <w:t>Ça vaut Grenoble</w:t>
      </w:r>
      <w:r>
        <w:t xml:space="preserve">, </w:t>
      </w:r>
      <w:r w:rsidR="00115F49" w:rsidRPr="00115F49">
        <w:t>disait-elle</w:t>
      </w:r>
      <w:r>
        <w:t>.</w:t>
      </w:r>
    </w:p>
    <w:p w14:paraId="114796C8" w14:textId="77777777" w:rsidR="00766774" w:rsidRDefault="00766774" w:rsidP="00115F49">
      <w:r>
        <w:t>— </w:t>
      </w:r>
      <w:r w:rsidR="00115F49" w:rsidRPr="00115F49">
        <w:t>Pas de ton avis</w:t>
      </w:r>
      <w:r>
        <w:t xml:space="preserve">, </w:t>
      </w:r>
      <w:r w:rsidR="00115F49" w:rsidRPr="00115F49">
        <w:t>disait Langlois</w:t>
      </w:r>
      <w:r>
        <w:t>.</w:t>
      </w:r>
    </w:p>
    <w:p w14:paraId="02702664" w14:textId="4E7A01B9" w:rsidR="00766774" w:rsidRDefault="00115F49" w:rsidP="00115F49">
      <w:r w:rsidRPr="00115F49">
        <w:t>Autour du poêle</w:t>
      </w:r>
      <w:r w:rsidR="00766774">
        <w:t xml:space="preserve">, </w:t>
      </w:r>
      <w:r w:rsidRPr="00115F49">
        <w:t xml:space="preserve">les vieux puaient le velours </w:t>
      </w:r>
      <w:r w:rsidR="00EB3FF6" w:rsidRPr="00115F49">
        <w:t>chauff</w:t>
      </w:r>
      <w:r w:rsidR="00EB3FF6">
        <w:t>é</w:t>
      </w:r>
      <w:r w:rsidR="00EB3FF6" w:rsidRPr="00115F49">
        <w:t xml:space="preserve"> </w:t>
      </w:r>
      <w:r w:rsidRPr="00115F49">
        <w:t>et la chique</w:t>
      </w:r>
      <w:r w:rsidR="00766774">
        <w:t>.</w:t>
      </w:r>
    </w:p>
    <w:p w14:paraId="237D727E" w14:textId="77777777" w:rsidR="00766774" w:rsidRDefault="00766774" w:rsidP="00115F49">
      <w:r>
        <w:t>— </w:t>
      </w:r>
      <w:r w:rsidR="00115F49" w:rsidRPr="00115F49">
        <w:t>Qu</w:t>
      </w:r>
      <w:r>
        <w:t>’</w:t>
      </w:r>
      <w:r w:rsidR="00115F49" w:rsidRPr="00115F49">
        <w:t>est-ce que tu entends par</w:t>
      </w:r>
      <w:r>
        <w:t xml:space="preserve"> : </w:t>
      </w:r>
      <w:r w:rsidR="00115F49" w:rsidRPr="00115F49">
        <w:t>ça vaut</w:t>
      </w:r>
      <w:r>
        <w:t xml:space="preserve"> ? </w:t>
      </w:r>
      <w:r w:rsidR="00115F49" w:rsidRPr="00115F49">
        <w:t>disait Langlois</w:t>
      </w:r>
      <w:r>
        <w:t>.</w:t>
      </w:r>
    </w:p>
    <w:p w14:paraId="1E9E0D0A" w14:textId="77777777" w:rsidR="00766774" w:rsidRDefault="00766774" w:rsidP="00115F49">
      <w:r>
        <w:t>— </w:t>
      </w:r>
      <w:r w:rsidR="00115F49" w:rsidRPr="00115F49">
        <w:t>Qu</w:t>
      </w:r>
      <w:r>
        <w:t>’</w:t>
      </w:r>
      <w:r w:rsidR="00115F49" w:rsidRPr="00115F49">
        <w:t>est-ce que tu y trouves à Grenoble</w:t>
      </w:r>
      <w:r>
        <w:t xml:space="preserve"> ? </w:t>
      </w:r>
      <w:r w:rsidR="00115F49" w:rsidRPr="00115F49">
        <w:t>disait-elle</w:t>
      </w:r>
      <w:r>
        <w:t>.</w:t>
      </w:r>
    </w:p>
    <w:p w14:paraId="30670B21" w14:textId="77777777" w:rsidR="00766774" w:rsidRDefault="00766774" w:rsidP="00115F49">
      <w:r>
        <w:t>— </w:t>
      </w:r>
      <w:r w:rsidR="00115F49" w:rsidRPr="00115F49">
        <w:t>Rien</w:t>
      </w:r>
      <w:r>
        <w:t xml:space="preserve">, </w:t>
      </w:r>
      <w:r w:rsidR="00115F49" w:rsidRPr="00115F49">
        <w:t>disait Langlois</w:t>
      </w:r>
      <w:r>
        <w:t xml:space="preserve">. </w:t>
      </w:r>
      <w:r w:rsidR="00115F49" w:rsidRPr="00115F49">
        <w:t>Il y a un village du côté de Mer-el-oued</w:t>
      </w:r>
      <w:r>
        <w:t xml:space="preserve">, </w:t>
      </w:r>
      <w:r w:rsidR="00115F49" w:rsidRPr="00115F49">
        <w:t>disait Langlois</w:t>
      </w:r>
      <w:r>
        <w:t xml:space="preserve">, </w:t>
      </w:r>
      <w:r w:rsidR="00115F49" w:rsidRPr="00115F49">
        <w:t>c</w:t>
      </w:r>
      <w:r>
        <w:t>’</w:t>
      </w:r>
      <w:r w:rsidR="00115F49" w:rsidRPr="00115F49">
        <w:t>est pareil</w:t>
      </w:r>
      <w:r>
        <w:t>.</w:t>
      </w:r>
    </w:p>
    <w:p w14:paraId="7C22CA4D" w14:textId="77777777" w:rsidR="00766774" w:rsidRDefault="00766774" w:rsidP="00115F49">
      <w:r>
        <w:t>— </w:t>
      </w:r>
      <w:r w:rsidR="00115F49" w:rsidRPr="00115F49">
        <w:t>Il n</w:t>
      </w:r>
      <w:r>
        <w:t>’</w:t>
      </w:r>
      <w:r w:rsidR="00115F49" w:rsidRPr="00115F49">
        <w:t>y a pas de neige</w:t>
      </w:r>
      <w:r>
        <w:t xml:space="preserve"> ? </w:t>
      </w:r>
      <w:r w:rsidR="00115F49" w:rsidRPr="00115F49">
        <w:t>disait-elle</w:t>
      </w:r>
      <w:r>
        <w:t>.</w:t>
      </w:r>
    </w:p>
    <w:p w14:paraId="5DB7D997" w14:textId="77777777" w:rsidR="00766774" w:rsidRDefault="00766774" w:rsidP="00115F49">
      <w:r>
        <w:t>— </w:t>
      </w:r>
      <w:r w:rsidR="00115F49" w:rsidRPr="00115F49">
        <w:t>Non</w:t>
      </w:r>
      <w:r>
        <w:t xml:space="preserve">, </w:t>
      </w:r>
      <w:r w:rsidR="00115F49" w:rsidRPr="00115F49">
        <w:t>mais il y a du soleil</w:t>
      </w:r>
      <w:r>
        <w:t xml:space="preserve">, </w:t>
      </w:r>
      <w:r w:rsidR="00115F49" w:rsidRPr="00115F49">
        <w:t>disait Langlois</w:t>
      </w:r>
      <w:r>
        <w:t>.</w:t>
      </w:r>
    </w:p>
    <w:p w14:paraId="71236C2A" w14:textId="77777777" w:rsidR="00766774" w:rsidRDefault="00115F49" w:rsidP="00BF6D2C">
      <w:pPr>
        <w:pStyle w:val="NormalEspAvtGrand"/>
      </w:pPr>
      <w:r w:rsidRPr="00115F49">
        <w:t>On vécut novembre et décembre en bombant le dos et en attendant on ne savait quoi</w:t>
      </w:r>
      <w:r w:rsidR="00766774">
        <w:t xml:space="preserve">. </w:t>
      </w:r>
      <w:r w:rsidRPr="00115F49">
        <w:t>Vers les alentours de Noël</w:t>
      </w:r>
      <w:r w:rsidR="00766774">
        <w:t xml:space="preserve">, </w:t>
      </w:r>
      <w:r w:rsidRPr="00115F49">
        <w:t>le temps se releva</w:t>
      </w:r>
      <w:r w:rsidR="00766774">
        <w:t xml:space="preserve"> ; </w:t>
      </w:r>
      <w:r w:rsidRPr="00115F49">
        <w:t>il y eut même quatre à cinq jours de vrai soleil</w:t>
      </w:r>
      <w:r w:rsidR="00766774">
        <w:t xml:space="preserve">, </w:t>
      </w:r>
      <w:r w:rsidRPr="00115F49">
        <w:t>glacés</w:t>
      </w:r>
      <w:r w:rsidR="00766774">
        <w:t xml:space="preserve">, </w:t>
      </w:r>
      <w:r w:rsidRPr="00115F49">
        <w:t>mais très lumineux</w:t>
      </w:r>
      <w:r w:rsidR="00766774">
        <w:t xml:space="preserve">. </w:t>
      </w:r>
      <w:r w:rsidRPr="00115F49">
        <w:t>On carillonna la fête</w:t>
      </w:r>
      <w:r w:rsidR="00766774">
        <w:t>.</w:t>
      </w:r>
    </w:p>
    <w:p w14:paraId="76F98030" w14:textId="77777777" w:rsidR="00766774" w:rsidRDefault="00115F49" w:rsidP="00115F49">
      <w:r w:rsidRPr="00115F49">
        <w:lastRenderedPageBreak/>
        <w:t xml:space="preserve">Langlois mit ses bottes et alla trouver </w:t>
      </w:r>
      <w:r w:rsidR="00766774">
        <w:t>M. </w:t>
      </w:r>
      <w:r w:rsidRPr="00115F49">
        <w:t>le curé</w:t>
      </w:r>
      <w:r w:rsidR="00766774">
        <w:t>.</w:t>
      </w:r>
    </w:p>
    <w:p w14:paraId="5CB7B83B" w14:textId="77777777" w:rsidR="00766774" w:rsidRDefault="00766774" w:rsidP="00115F49">
      <w:r>
        <w:t>— </w:t>
      </w:r>
      <w:r w:rsidR="00115F49" w:rsidRPr="00115F49">
        <w:t>C</w:t>
      </w:r>
      <w:r>
        <w:t>’</w:t>
      </w:r>
      <w:r w:rsidR="00115F49" w:rsidRPr="00115F49">
        <w:t>est votre messe de minuit qui m</w:t>
      </w:r>
      <w:r>
        <w:t>’</w:t>
      </w:r>
      <w:r w:rsidR="00115F49" w:rsidRPr="00115F49">
        <w:t>inquiète</w:t>
      </w:r>
      <w:r>
        <w:t xml:space="preserve">, </w:t>
      </w:r>
      <w:r w:rsidR="00115F49" w:rsidRPr="00115F49">
        <w:t>dit-il</w:t>
      </w:r>
      <w:r>
        <w:t>.</w:t>
      </w:r>
    </w:p>
    <w:p w14:paraId="0F23A6F3" w14:textId="77777777" w:rsidR="00766774" w:rsidRDefault="00766774" w:rsidP="00115F49">
      <w:r>
        <w:t>— </w:t>
      </w:r>
      <w:r w:rsidR="00115F49" w:rsidRPr="00115F49">
        <w:t>Elle partait bien pourtant</w:t>
      </w:r>
      <w:r>
        <w:t xml:space="preserve">, </w:t>
      </w:r>
      <w:r w:rsidR="00115F49" w:rsidRPr="00115F49">
        <w:t>dit le curé</w:t>
      </w:r>
      <w:r>
        <w:t xml:space="preserve">, </w:t>
      </w:r>
      <w:r w:rsidR="00115F49" w:rsidRPr="00115F49">
        <w:t>et il lui fit visiter l</w:t>
      </w:r>
      <w:r>
        <w:t>’</w:t>
      </w:r>
      <w:r w:rsidR="00115F49" w:rsidRPr="00115F49">
        <w:t>église qu</w:t>
      </w:r>
      <w:r>
        <w:t>’</w:t>
      </w:r>
      <w:r w:rsidR="00115F49" w:rsidRPr="00115F49">
        <w:t>il décorait depuis une semaine avec du houx</w:t>
      </w:r>
      <w:r>
        <w:t xml:space="preserve">, </w:t>
      </w:r>
      <w:r w:rsidR="00115F49" w:rsidRPr="00115F49">
        <w:t>du buis et des guirlandes de papier</w:t>
      </w:r>
      <w:r>
        <w:t>.</w:t>
      </w:r>
    </w:p>
    <w:p w14:paraId="65C860E3" w14:textId="77777777" w:rsidR="00766774" w:rsidRDefault="00115F49" w:rsidP="00115F49">
      <w:r w:rsidRPr="00115F49">
        <w:t>Langlois avoua plus tard avoir été fortement impressionné par les candélabres dorés</w:t>
      </w:r>
      <w:r w:rsidR="00766774">
        <w:t xml:space="preserve">, </w:t>
      </w:r>
      <w:r w:rsidRPr="00115F49">
        <w:t>les cierges entourés de papier d</w:t>
      </w:r>
      <w:r w:rsidR="00766774">
        <w:t>’</w:t>
      </w:r>
      <w:r w:rsidRPr="00115F49">
        <w:t>étain et les belles chasubles exposées dans la sacristie</w:t>
      </w:r>
      <w:r w:rsidR="00766774">
        <w:t>.</w:t>
      </w:r>
    </w:p>
    <w:p w14:paraId="5339CF89" w14:textId="77777777" w:rsidR="00766774" w:rsidRDefault="00766774" w:rsidP="00115F49">
      <w:r>
        <w:t>— </w:t>
      </w:r>
      <w:r w:rsidR="00115F49" w:rsidRPr="00115F49">
        <w:t>Tous ces blasons</w:t>
      </w:r>
      <w:r>
        <w:t xml:space="preserve">, </w:t>
      </w:r>
      <w:r w:rsidR="00115F49" w:rsidRPr="00115F49">
        <w:t>dit-il</w:t>
      </w:r>
      <w:r>
        <w:t>… (</w:t>
      </w:r>
      <w:r w:rsidR="00115F49" w:rsidRPr="00115F49">
        <w:t>Nous comprenions tous une partie du mystère</w:t>
      </w:r>
      <w:r>
        <w:t xml:space="preserve">, </w:t>
      </w:r>
      <w:r w:rsidR="00115F49" w:rsidRPr="00115F49">
        <w:t>dit-il</w:t>
      </w:r>
      <w:r>
        <w:t xml:space="preserve">, </w:t>
      </w:r>
      <w:r w:rsidR="00115F49" w:rsidRPr="00115F49">
        <w:t>mais personne ne le comprenait en entier</w:t>
      </w:r>
      <w:r>
        <w:t>.)</w:t>
      </w:r>
    </w:p>
    <w:p w14:paraId="6BDBAA43" w14:textId="77777777" w:rsidR="00766774" w:rsidRDefault="00766774" w:rsidP="00115F49">
      <w:r>
        <w:t>— </w:t>
      </w:r>
      <w:r w:rsidR="00115F49" w:rsidRPr="00115F49">
        <w:t>Vous m</w:t>
      </w:r>
      <w:r>
        <w:t>’</w:t>
      </w:r>
      <w:r w:rsidR="00115F49" w:rsidRPr="00115F49">
        <w:t>excuserez</w:t>
      </w:r>
      <w:r>
        <w:t xml:space="preserve">, </w:t>
      </w:r>
      <w:r w:rsidR="00115F49" w:rsidRPr="00115F49">
        <w:t>monsieur le curé</w:t>
      </w:r>
      <w:r>
        <w:t xml:space="preserve">, </w:t>
      </w:r>
      <w:r w:rsidR="00115F49" w:rsidRPr="00115F49">
        <w:t>dit Langlois</w:t>
      </w:r>
      <w:r>
        <w:t xml:space="preserve">, </w:t>
      </w:r>
      <w:r w:rsidR="00115F49" w:rsidRPr="00115F49">
        <w:t>mais</w:t>
      </w:r>
      <w:r>
        <w:t xml:space="preserve">, </w:t>
      </w:r>
      <w:r w:rsidR="00115F49" w:rsidRPr="00115F49">
        <w:t>est-ce que</w:t>
      </w:r>
      <w:r>
        <w:t xml:space="preserve">, </w:t>
      </w:r>
      <w:r w:rsidR="00115F49" w:rsidRPr="00115F49">
        <w:t>dans les villages à côté</w:t>
      </w:r>
      <w:r>
        <w:t xml:space="preserve">, </w:t>
      </w:r>
      <w:r w:rsidR="00115F49" w:rsidRPr="00115F49">
        <w:t>là</w:t>
      </w:r>
      <w:r>
        <w:t xml:space="preserve">, </w:t>
      </w:r>
      <w:r w:rsidR="00115F49" w:rsidRPr="00115F49">
        <w:t>dans le canton</w:t>
      </w:r>
      <w:r>
        <w:t xml:space="preserve">, </w:t>
      </w:r>
      <w:r w:rsidR="00115F49" w:rsidRPr="00115F49">
        <w:t>on a mis aussi de belles choses dans les églises</w:t>
      </w:r>
      <w:r>
        <w:t> ?</w:t>
      </w:r>
    </w:p>
    <w:p w14:paraId="651FB0F7" w14:textId="77777777" w:rsidR="00766774" w:rsidRDefault="00766774" w:rsidP="00115F49">
      <w:r>
        <w:t>— </w:t>
      </w:r>
      <w:r w:rsidR="00115F49" w:rsidRPr="00115F49">
        <w:t>Certes</w:t>
      </w:r>
      <w:r>
        <w:t xml:space="preserve">, </w:t>
      </w:r>
      <w:r w:rsidR="00115F49" w:rsidRPr="00115F49">
        <w:t>répondit le curé</w:t>
      </w:r>
      <w:r>
        <w:t xml:space="preserve">. </w:t>
      </w:r>
      <w:r w:rsidR="00115F49" w:rsidRPr="00115F49">
        <w:t>Et même</w:t>
      </w:r>
      <w:r>
        <w:t xml:space="preserve">, </w:t>
      </w:r>
      <w:r w:rsidR="00115F49" w:rsidRPr="00115F49">
        <w:t>nous sommes les plus pauvres</w:t>
      </w:r>
      <w:r>
        <w:t xml:space="preserve">, </w:t>
      </w:r>
      <w:r w:rsidR="00115F49" w:rsidRPr="00115F49">
        <w:t>nous</w:t>
      </w:r>
      <w:r>
        <w:t xml:space="preserve">. </w:t>
      </w:r>
      <w:r w:rsidR="00115F49" w:rsidRPr="00115F49">
        <w:t>Nous sommes la seule paroisse qui ne dispose pas de vrais ors pour orner ses autels</w:t>
      </w:r>
      <w:r>
        <w:t xml:space="preserve">. </w:t>
      </w:r>
      <w:r w:rsidR="00115F49" w:rsidRPr="00115F49">
        <w:t>Tout ceci est du cuivre que j</w:t>
      </w:r>
      <w:r>
        <w:t>’</w:t>
      </w:r>
      <w:r w:rsidR="00115F49" w:rsidRPr="00115F49">
        <w:t>ai soigneusement fourbi</w:t>
      </w:r>
      <w:r>
        <w:t xml:space="preserve">, </w:t>
      </w:r>
      <w:r w:rsidR="00115F49" w:rsidRPr="00115F49">
        <w:t>mais à Saint-Maurice</w:t>
      </w:r>
      <w:r>
        <w:t xml:space="preserve">, </w:t>
      </w:r>
      <w:r w:rsidR="00115F49" w:rsidRPr="00115F49">
        <w:t>et à Clelles</w:t>
      </w:r>
      <w:r>
        <w:t xml:space="preserve">, </w:t>
      </w:r>
      <w:r w:rsidR="00115F49" w:rsidRPr="00115F49">
        <w:t>et à Prébois</w:t>
      </w:r>
      <w:r>
        <w:t xml:space="preserve">, </w:t>
      </w:r>
      <w:r w:rsidR="00115F49" w:rsidRPr="00115F49">
        <w:t>et même plus loin ils ont de l</w:t>
      </w:r>
      <w:r>
        <w:t>’</w:t>
      </w:r>
      <w:r w:rsidR="00115F49" w:rsidRPr="00115F49">
        <w:t>or véritable</w:t>
      </w:r>
      <w:r>
        <w:t xml:space="preserve">. </w:t>
      </w:r>
      <w:r w:rsidR="00115F49" w:rsidRPr="00115F49">
        <w:t>Il y a à Clelles</w:t>
      </w:r>
      <w:r>
        <w:t xml:space="preserve">, </w:t>
      </w:r>
      <w:r w:rsidR="00115F49" w:rsidRPr="00115F49">
        <w:t>notamment</w:t>
      </w:r>
      <w:r>
        <w:t xml:space="preserve">, </w:t>
      </w:r>
      <w:r w:rsidR="00115F49" w:rsidRPr="00115F49">
        <w:t>un ostensoir qui vaut une fortune</w:t>
      </w:r>
      <w:r>
        <w:t>.</w:t>
      </w:r>
    </w:p>
    <w:p w14:paraId="0BD4F1D7" w14:textId="77777777" w:rsidR="00766774" w:rsidRDefault="00115F49" w:rsidP="00115F49">
      <w:r w:rsidRPr="00115F49">
        <w:t>Langlois était à ce moment-là tellement près de connaître toute la vérité qu</w:t>
      </w:r>
      <w:r w:rsidR="00766774">
        <w:t>’</w:t>
      </w:r>
      <w:r w:rsidRPr="00115F49">
        <w:t>il demanda si ce qu</w:t>
      </w:r>
      <w:r w:rsidR="00766774">
        <w:t>’</w:t>
      </w:r>
      <w:r w:rsidRPr="00115F49">
        <w:t>on appelait l</w:t>
      </w:r>
      <w:r w:rsidR="00766774">
        <w:t>’</w:t>
      </w:r>
      <w:r w:rsidRPr="00115F49">
        <w:t>ostensoir ça n</w:t>
      </w:r>
      <w:r w:rsidR="00766774">
        <w:t>’</w:t>
      </w:r>
      <w:r w:rsidRPr="00115F49">
        <w:t>était pas cette</w:t>
      </w:r>
      <w:r w:rsidR="00766774">
        <w:t xml:space="preserve"> (</w:t>
      </w:r>
      <w:r w:rsidRPr="00115F49">
        <w:t>il chercha son mot</w:t>
      </w:r>
      <w:r w:rsidR="00766774">
        <w:t xml:space="preserve">) </w:t>
      </w:r>
      <w:r w:rsidRPr="00115F49">
        <w:t>chose ronde</w:t>
      </w:r>
      <w:r w:rsidR="00766774">
        <w:t> ?</w:t>
      </w:r>
    </w:p>
    <w:p w14:paraId="034E6D1F" w14:textId="77777777" w:rsidR="00766774" w:rsidRDefault="00766774" w:rsidP="00115F49">
      <w:r>
        <w:t>— </w:t>
      </w:r>
      <w:r w:rsidR="00115F49" w:rsidRPr="00115F49">
        <w:t>Précisément</w:t>
      </w:r>
      <w:r>
        <w:t xml:space="preserve">, </w:t>
      </w:r>
      <w:r w:rsidR="00115F49" w:rsidRPr="00115F49">
        <w:t xml:space="preserve">dit </w:t>
      </w:r>
      <w:r>
        <w:t>M. </w:t>
      </w:r>
      <w:r w:rsidR="00115F49" w:rsidRPr="00115F49">
        <w:t>le curé</w:t>
      </w:r>
      <w:r>
        <w:t xml:space="preserve">, </w:t>
      </w:r>
      <w:r w:rsidR="00115F49" w:rsidRPr="00115F49">
        <w:t>avec des rayons semblables au soleil</w:t>
      </w:r>
      <w:r>
        <w:t>.</w:t>
      </w:r>
    </w:p>
    <w:p w14:paraId="72BCF196" w14:textId="77777777" w:rsidR="00766774" w:rsidRDefault="00766774" w:rsidP="00115F49">
      <w:r>
        <w:lastRenderedPageBreak/>
        <w:t>— </w:t>
      </w:r>
      <w:r w:rsidR="00115F49" w:rsidRPr="00115F49">
        <w:t>Très bien</w:t>
      </w:r>
      <w:r>
        <w:t xml:space="preserve">, </w:t>
      </w:r>
      <w:r w:rsidR="00115F49" w:rsidRPr="00115F49">
        <w:t>très bien</w:t>
      </w:r>
      <w:r>
        <w:t xml:space="preserve">, </w:t>
      </w:r>
      <w:r w:rsidR="00115F49" w:rsidRPr="00115F49">
        <w:t>dit Langlois</w:t>
      </w:r>
      <w:r>
        <w:t xml:space="preserve">, </w:t>
      </w:r>
      <w:r w:rsidR="00115F49" w:rsidRPr="00115F49">
        <w:t>vous dites donc qu</w:t>
      </w:r>
      <w:r>
        <w:t>’</w:t>
      </w:r>
      <w:r w:rsidR="00115F49" w:rsidRPr="00115F49">
        <w:t>il y aura des ostensoirs et des candélabres</w:t>
      </w:r>
      <w:r>
        <w:t xml:space="preserve">, </w:t>
      </w:r>
      <w:r w:rsidR="00115F49" w:rsidRPr="00115F49">
        <w:t>et des vestes</w:t>
      </w:r>
      <w:r>
        <w:t xml:space="preserve">, </w:t>
      </w:r>
      <w:r w:rsidR="00115F49" w:rsidRPr="00115F49">
        <w:t>enfin des uniformes semblables à ceux-là dans toutes les églises du canton</w:t>
      </w:r>
      <w:r>
        <w:t> ?</w:t>
      </w:r>
    </w:p>
    <w:p w14:paraId="558CF198" w14:textId="77777777" w:rsidR="00766774" w:rsidRDefault="00766774" w:rsidP="00115F49">
      <w:r>
        <w:t>— </w:t>
      </w:r>
      <w:r w:rsidR="00115F49" w:rsidRPr="00115F49">
        <w:t>De plus beaux</w:t>
      </w:r>
      <w:r>
        <w:t xml:space="preserve">, </w:t>
      </w:r>
      <w:r w:rsidR="00115F49" w:rsidRPr="00115F49">
        <w:t>de bien plus beaux</w:t>
      </w:r>
      <w:r>
        <w:t xml:space="preserve">, </w:t>
      </w:r>
      <w:r w:rsidR="00115F49" w:rsidRPr="00115F49">
        <w:t xml:space="preserve">dit </w:t>
      </w:r>
      <w:r>
        <w:t>M. </w:t>
      </w:r>
      <w:r w:rsidR="00115F49" w:rsidRPr="00115F49">
        <w:t>le curé qui était un athlète timide et inspiré</w:t>
      </w:r>
      <w:r>
        <w:t>.</w:t>
      </w:r>
    </w:p>
    <w:p w14:paraId="1B1D2691" w14:textId="77777777" w:rsidR="00766774" w:rsidRDefault="00766774" w:rsidP="00115F49">
      <w:r>
        <w:t>— </w:t>
      </w:r>
      <w:r w:rsidR="00115F49" w:rsidRPr="00115F49">
        <w:t>Eh bien</w:t>
      </w:r>
      <w:r>
        <w:t xml:space="preserve">, </w:t>
      </w:r>
      <w:r w:rsidR="00115F49" w:rsidRPr="00115F49">
        <w:t>dit Langlois</w:t>
      </w:r>
      <w:r>
        <w:t xml:space="preserve">, </w:t>
      </w:r>
      <w:r w:rsidR="00115F49" w:rsidRPr="00115F49">
        <w:t>disons cette messe-là</w:t>
      </w:r>
      <w:r>
        <w:t xml:space="preserve">, </w:t>
      </w:r>
      <w:r w:rsidR="00115F49" w:rsidRPr="00115F49">
        <w:t>monsieur le curé</w:t>
      </w:r>
      <w:r>
        <w:t xml:space="preserve">, </w:t>
      </w:r>
      <w:r w:rsidR="00115F49" w:rsidRPr="00115F49">
        <w:t>j</w:t>
      </w:r>
      <w:r>
        <w:t>’</w:t>
      </w:r>
      <w:r w:rsidR="00115F49" w:rsidRPr="00115F49">
        <w:t>ai l</w:t>
      </w:r>
      <w:r>
        <w:t>’</w:t>
      </w:r>
      <w:r w:rsidR="00115F49" w:rsidRPr="00115F49">
        <w:t>impression qu</w:t>
      </w:r>
      <w:r>
        <w:t>’</w:t>
      </w:r>
      <w:r w:rsidR="00115F49" w:rsidRPr="00115F49">
        <w:t>on ne risquera peut-être pas grand-chose</w:t>
      </w:r>
      <w:r>
        <w:t>.</w:t>
      </w:r>
    </w:p>
    <w:p w14:paraId="485D540E" w14:textId="77777777" w:rsidR="00766774" w:rsidRDefault="00115F49" w:rsidP="00115F49">
      <w:r w:rsidRPr="00115F49">
        <w:t>Langlois prit toutefois ses précautions</w:t>
      </w:r>
      <w:r w:rsidR="00766774">
        <w:t xml:space="preserve">. </w:t>
      </w:r>
      <w:r w:rsidRPr="00115F49">
        <w:t>Il décida que</w:t>
      </w:r>
      <w:r w:rsidR="00766774">
        <w:t xml:space="preserve">, </w:t>
      </w:r>
      <w:r w:rsidRPr="00115F49">
        <w:t>du moment qu</w:t>
      </w:r>
      <w:r w:rsidR="00766774">
        <w:t>’</w:t>
      </w:r>
      <w:r w:rsidRPr="00115F49">
        <w:t>il était là</w:t>
      </w:r>
      <w:r w:rsidR="00766774">
        <w:t xml:space="preserve">, </w:t>
      </w:r>
      <w:r w:rsidRPr="00115F49">
        <w:t>n</w:t>
      </w:r>
      <w:r w:rsidR="00766774">
        <w:t>’</w:t>
      </w:r>
      <w:r w:rsidRPr="00115F49">
        <w:t>est-ce pas</w:t>
      </w:r>
      <w:r w:rsidR="00766774">
        <w:t xml:space="preserve">, </w:t>
      </w:r>
      <w:r w:rsidRPr="00115F49">
        <w:t>tant valait qu</w:t>
      </w:r>
      <w:r w:rsidR="00766774">
        <w:t>’</w:t>
      </w:r>
      <w:r w:rsidRPr="00115F49">
        <w:t>il serve à quelque chose</w:t>
      </w:r>
      <w:r w:rsidR="00766774">
        <w:t xml:space="preserve">. </w:t>
      </w:r>
      <w:r w:rsidRPr="00115F49">
        <w:t>Au surplus</w:t>
      </w:r>
      <w:r w:rsidR="00766774">
        <w:t xml:space="preserve">, </w:t>
      </w:r>
      <w:r w:rsidRPr="00115F49">
        <w:t>il fit remarquer que de lui désobéir n</w:t>
      </w:r>
      <w:r w:rsidR="00766774">
        <w:t>’</w:t>
      </w:r>
      <w:r w:rsidRPr="00115F49">
        <w:t>avait pas porté bonheur à Delphin-Jules</w:t>
      </w:r>
      <w:r w:rsidR="00766774">
        <w:t xml:space="preserve">. </w:t>
      </w:r>
      <w:r w:rsidRPr="00115F49">
        <w:t>Et voilà ce qu</w:t>
      </w:r>
      <w:r w:rsidR="00766774">
        <w:t>’</w:t>
      </w:r>
      <w:r w:rsidRPr="00115F49">
        <w:t>il dit</w:t>
      </w:r>
      <w:r w:rsidR="00766774">
        <w:t> :</w:t>
      </w:r>
    </w:p>
    <w:p w14:paraId="3F6E6C96" w14:textId="77777777" w:rsidR="00766774" w:rsidRDefault="00766774" w:rsidP="00115F49">
      <w:r>
        <w:t>— </w:t>
      </w:r>
      <w:r w:rsidR="00115F49" w:rsidRPr="00115F49">
        <w:t>Messe de minuit</w:t>
      </w:r>
      <w:r>
        <w:t xml:space="preserve">, </w:t>
      </w:r>
      <w:r w:rsidR="00115F49" w:rsidRPr="00115F49">
        <w:t>je vous y mène</w:t>
      </w:r>
      <w:r>
        <w:t xml:space="preserve">. </w:t>
      </w:r>
      <w:r w:rsidR="00115F49" w:rsidRPr="00115F49">
        <w:t>Je ramasse les femmes</w:t>
      </w:r>
      <w:r>
        <w:t xml:space="preserve">, </w:t>
      </w:r>
      <w:r w:rsidR="00115F49" w:rsidRPr="00115F49">
        <w:t>les hommes</w:t>
      </w:r>
      <w:r>
        <w:t xml:space="preserve">, </w:t>
      </w:r>
      <w:r w:rsidR="00115F49" w:rsidRPr="00115F49">
        <w:t>ceux qui veulent venir</w:t>
      </w:r>
      <w:r>
        <w:t xml:space="preserve"> ; </w:t>
      </w:r>
      <w:r w:rsidR="00115F49" w:rsidRPr="00115F49">
        <w:t>enfin</w:t>
      </w:r>
      <w:r>
        <w:t xml:space="preserve">, </w:t>
      </w:r>
      <w:r w:rsidR="00115F49" w:rsidRPr="00115F49">
        <w:t>il m</w:t>
      </w:r>
      <w:r>
        <w:t>’</w:t>
      </w:r>
      <w:r w:rsidR="00115F49" w:rsidRPr="00115F49">
        <w:t>en faut quelques-uns quand même</w:t>
      </w:r>
      <w:r>
        <w:t xml:space="preserve">, </w:t>
      </w:r>
      <w:r w:rsidR="00115F49" w:rsidRPr="00115F49">
        <w:t>je ne suis pas de taille à commander</w:t>
      </w:r>
      <w:r>
        <w:t xml:space="preserve">, </w:t>
      </w:r>
      <w:r w:rsidR="00115F49" w:rsidRPr="00115F49">
        <w:t>combien êtes-vous</w:t>
      </w:r>
      <w:r>
        <w:t xml:space="preserve"> : </w:t>
      </w:r>
      <w:r w:rsidR="00115F49" w:rsidRPr="00115F49">
        <w:t>trente</w:t>
      </w:r>
      <w:r>
        <w:t xml:space="preserve"> ? </w:t>
      </w:r>
      <w:r w:rsidR="00115F49" w:rsidRPr="00115F49">
        <w:t>Quarante</w:t>
      </w:r>
      <w:r>
        <w:t xml:space="preserve"> ? </w:t>
      </w:r>
      <w:r w:rsidR="00115F49" w:rsidRPr="00115F49">
        <w:t>Cinquante femmes</w:t>
      </w:r>
      <w:r>
        <w:t xml:space="preserve"> ? </w:t>
      </w:r>
      <w:r w:rsidR="00115F49" w:rsidRPr="00115F49">
        <w:t>Non</w:t>
      </w:r>
      <w:r>
        <w:t xml:space="preserve">, </w:t>
      </w:r>
      <w:r w:rsidR="00115F49" w:rsidRPr="00115F49">
        <w:t>il me faut quatre hommes</w:t>
      </w:r>
      <w:r>
        <w:t xml:space="preserve"> : </w:t>
      </w:r>
      <w:r w:rsidR="00115F49" w:rsidRPr="00115F49">
        <w:t>un derrière</w:t>
      </w:r>
      <w:r>
        <w:t xml:space="preserve">, </w:t>
      </w:r>
      <w:r w:rsidR="00115F49" w:rsidRPr="00115F49">
        <w:t>deux en serre-file et moi devant</w:t>
      </w:r>
      <w:r>
        <w:t>.</w:t>
      </w:r>
    </w:p>
    <w:p w14:paraId="0A48859F" w14:textId="77777777" w:rsidR="00766774" w:rsidRDefault="00115F49" w:rsidP="00115F49">
      <w:r w:rsidRPr="00115F49">
        <w:t>Il en trouva plus de quatre</w:t>
      </w:r>
      <w:r w:rsidR="00766774">
        <w:t xml:space="preserve">. </w:t>
      </w:r>
      <w:r w:rsidRPr="00115F49">
        <w:t>Il en trouva plus de trente qui vinrent le chercher avec des lanternes jusqu</w:t>
      </w:r>
      <w:r w:rsidR="00766774">
        <w:t>’</w:t>
      </w:r>
      <w:r w:rsidRPr="00115F49">
        <w:t>au Café de la route</w:t>
      </w:r>
      <w:r w:rsidR="00766774">
        <w:t xml:space="preserve">. </w:t>
      </w:r>
      <w:r w:rsidRPr="00115F49">
        <w:t>Pendant qu</w:t>
      </w:r>
      <w:r w:rsidR="00766774">
        <w:t>’</w:t>
      </w:r>
      <w:r w:rsidRPr="00115F49">
        <w:t>il mettait ses bottes</w:t>
      </w:r>
      <w:r w:rsidR="00766774">
        <w:t xml:space="preserve">, </w:t>
      </w:r>
      <w:r w:rsidRPr="00115F49">
        <w:t>ils l</w:t>
      </w:r>
      <w:r w:rsidR="00766774">
        <w:t>’</w:t>
      </w:r>
      <w:r w:rsidRPr="00115F49">
        <w:t>attendirent dehors</w:t>
      </w:r>
      <w:r w:rsidR="00766774">
        <w:t xml:space="preserve">. </w:t>
      </w:r>
      <w:r w:rsidRPr="00115F49">
        <w:t>Les lanternes faisaient jouer des lueurs brusques à travers la neige qui tombait</w:t>
      </w:r>
      <w:r w:rsidR="00766774">
        <w:t xml:space="preserve">. </w:t>
      </w:r>
      <w:r w:rsidRPr="00115F49">
        <w:t>Il y avait également deux ou trois porteurs de torches qui balançaient des flammes nues et des fumées de poix dans l</w:t>
      </w:r>
      <w:r w:rsidR="00766774">
        <w:t>’</w:t>
      </w:r>
      <w:r w:rsidRPr="00115F49">
        <w:t>écroulement blanc</w:t>
      </w:r>
      <w:r w:rsidR="00766774">
        <w:t xml:space="preserve">. </w:t>
      </w:r>
      <w:r w:rsidRPr="00115F49">
        <w:t>Langlois ayant mis ses bottes dit à Saucisse avant de sortir</w:t>
      </w:r>
      <w:r w:rsidR="00766774">
        <w:t> :</w:t>
      </w:r>
    </w:p>
    <w:p w14:paraId="1B3AD10C" w14:textId="719F4D70" w:rsidR="00766774" w:rsidRDefault="00766774" w:rsidP="00115F49">
      <w:r>
        <w:t>— </w:t>
      </w:r>
      <w:r w:rsidR="00115F49" w:rsidRPr="00115F49">
        <w:t>Ils sont au moins trente</w:t>
      </w:r>
      <w:r>
        <w:t xml:space="preserve">, </w:t>
      </w:r>
      <w:r w:rsidR="00115F49" w:rsidRPr="00115F49">
        <w:t>j</w:t>
      </w:r>
      <w:r>
        <w:t>’</w:t>
      </w:r>
      <w:r w:rsidR="00115F49" w:rsidRPr="00115F49">
        <w:t>ai l</w:t>
      </w:r>
      <w:r>
        <w:t>’</w:t>
      </w:r>
      <w:r w:rsidR="00115F49" w:rsidRPr="00115F49">
        <w:t>impression de savoir de quoi il s</w:t>
      </w:r>
      <w:r>
        <w:t>’</w:t>
      </w:r>
      <w:r w:rsidR="00115F49" w:rsidRPr="00115F49">
        <w:t>agit et chaque fois ça m</w:t>
      </w:r>
      <w:r>
        <w:t>’</w:t>
      </w:r>
      <w:r w:rsidR="00115F49" w:rsidRPr="00115F49">
        <w:t>échappe</w:t>
      </w:r>
      <w:r>
        <w:t xml:space="preserve">. </w:t>
      </w:r>
      <w:r w:rsidR="00115F49" w:rsidRPr="00115F49">
        <w:t xml:space="preserve">Ils sont trente et </w:t>
      </w:r>
      <w:r w:rsidR="00115F49" w:rsidRPr="00115F49">
        <w:lastRenderedPageBreak/>
        <w:t>regarde-les s</w:t>
      </w:r>
      <w:r>
        <w:t>’</w:t>
      </w:r>
      <w:r w:rsidR="00115F49" w:rsidRPr="00115F49">
        <w:t>ils ne s</w:t>
      </w:r>
      <w:r>
        <w:t>’</w:t>
      </w:r>
      <w:r w:rsidR="00115F49" w:rsidRPr="00115F49">
        <w:t>amusent pas avec leurs lanternes</w:t>
      </w:r>
      <w:r>
        <w:t xml:space="preserve">. </w:t>
      </w:r>
      <w:r w:rsidR="00115F49" w:rsidRPr="00115F49">
        <w:t>Ça me dit quelque chose</w:t>
      </w:r>
      <w:r>
        <w:t>.</w:t>
      </w:r>
    </w:p>
    <w:p w14:paraId="3A727A3F" w14:textId="77777777" w:rsidR="00766774" w:rsidRDefault="00115F49" w:rsidP="00115F49">
      <w:r w:rsidRPr="00115F49">
        <w:t>Les femmes aussi s</w:t>
      </w:r>
      <w:r w:rsidR="00766774">
        <w:t>’</w:t>
      </w:r>
      <w:r w:rsidRPr="00115F49">
        <w:t>amusèrent beaucoup</w:t>
      </w:r>
      <w:r w:rsidR="00766774">
        <w:t xml:space="preserve">. </w:t>
      </w:r>
      <w:r w:rsidRPr="00115F49">
        <w:t>Elles restèrent très dignes</w:t>
      </w:r>
      <w:r w:rsidR="00766774">
        <w:t xml:space="preserve">, </w:t>
      </w:r>
      <w:r w:rsidRPr="00115F49">
        <w:t>mais elles jubilaient</w:t>
      </w:r>
      <w:r w:rsidR="00766774">
        <w:t xml:space="preserve"> ; </w:t>
      </w:r>
      <w:r w:rsidRPr="00115F49">
        <w:t>même la mère de Marie Chazottes qu</w:t>
      </w:r>
      <w:r w:rsidR="00766774">
        <w:t>’</w:t>
      </w:r>
      <w:r w:rsidRPr="00115F49">
        <w:t>une belle-sœur menait sous le bras</w:t>
      </w:r>
      <w:r w:rsidR="00766774">
        <w:t xml:space="preserve"> ; </w:t>
      </w:r>
      <w:r w:rsidRPr="00115F49">
        <w:t>Anselmie</w:t>
      </w:r>
      <w:r w:rsidR="00766774">
        <w:t xml:space="preserve">, </w:t>
      </w:r>
      <w:r w:rsidRPr="00115F49">
        <w:t>sans aucun doute</w:t>
      </w:r>
      <w:r w:rsidR="00766774">
        <w:t xml:space="preserve">, </w:t>
      </w:r>
      <w:r w:rsidRPr="00115F49">
        <w:t>avec un livre de messe de quoi assommer un bœuf</w:t>
      </w:r>
      <w:r w:rsidR="00766774">
        <w:t>.</w:t>
      </w:r>
    </w:p>
    <w:p w14:paraId="54C8A844" w14:textId="77777777" w:rsidR="00766774" w:rsidRDefault="00766774" w:rsidP="00115F49">
      <w:r>
        <w:t>M. </w:t>
      </w:r>
      <w:r w:rsidR="00115F49" w:rsidRPr="00115F49">
        <w:t>le curé avait préparé une chaise pour Langlois</w:t>
      </w:r>
      <w:r>
        <w:t xml:space="preserve">, </w:t>
      </w:r>
      <w:r w:rsidR="00115F49" w:rsidRPr="00115F49">
        <w:t>au premier rang</w:t>
      </w:r>
      <w:r>
        <w:t xml:space="preserve">, </w:t>
      </w:r>
      <w:r w:rsidR="00115F49" w:rsidRPr="00115F49">
        <w:t>mais le capitaine resta près de la porte</w:t>
      </w:r>
      <w:r>
        <w:t>.</w:t>
      </w:r>
    </w:p>
    <w:p w14:paraId="30EC0954" w14:textId="77777777" w:rsidR="00766774" w:rsidRDefault="00766774" w:rsidP="00115F49">
      <w:r>
        <w:t>— </w:t>
      </w:r>
      <w:r w:rsidR="00115F49" w:rsidRPr="00115F49">
        <w:t>Ma place est là</w:t>
      </w:r>
      <w:r>
        <w:t xml:space="preserve">, </w:t>
      </w:r>
      <w:r w:rsidR="00115F49" w:rsidRPr="00115F49">
        <w:t>monsieur le curé</w:t>
      </w:r>
      <w:r>
        <w:t xml:space="preserve">, </w:t>
      </w:r>
      <w:r w:rsidR="00115F49" w:rsidRPr="00115F49">
        <w:t>nous sommes de service tous les deux ce soir</w:t>
      </w:r>
      <w:r>
        <w:t xml:space="preserve">, </w:t>
      </w:r>
      <w:r w:rsidR="00115F49" w:rsidRPr="00115F49">
        <w:t>dit-il</w:t>
      </w:r>
      <w:r>
        <w:t>.</w:t>
      </w:r>
    </w:p>
    <w:p w14:paraId="6A2EA013" w14:textId="77777777" w:rsidR="00766774" w:rsidRDefault="00766774" w:rsidP="00115F49">
      <w:r>
        <w:t>— </w:t>
      </w:r>
      <w:r w:rsidR="00115F49" w:rsidRPr="00115F49">
        <w:t>Vous ne croyez cependant pas que le monstre</w:t>
      </w:r>
      <w:r>
        <w:t xml:space="preserve">… </w:t>
      </w:r>
      <w:r w:rsidR="00115F49" w:rsidRPr="00115F49">
        <w:t>dit le curé</w:t>
      </w:r>
      <w:r>
        <w:t>.</w:t>
      </w:r>
    </w:p>
    <w:p w14:paraId="19BFDA76" w14:textId="77777777" w:rsidR="00766774" w:rsidRDefault="00766774" w:rsidP="00115F49">
      <w:r>
        <w:t>— </w:t>
      </w:r>
      <w:r w:rsidR="00115F49" w:rsidRPr="00115F49">
        <w:t>Ce n</w:t>
      </w:r>
      <w:r>
        <w:t>’</w:t>
      </w:r>
      <w:r w:rsidR="00115F49" w:rsidRPr="00115F49">
        <w:t>est peut-être pas un monstre</w:t>
      </w:r>
      <w:r>
        <w:t xml:space="preserve">, </w:t>
      </w:r>
      <w:r w:rsidR="00115F49" w:rsidRPr="00115F49">
        <w:t>dit Langlois</w:t>
      </w:r>
      <w:r>
        <w:t>.</w:t>
      </w:r>
    </w:p>
    <w:p w14:paraId="702CA75F" w14:textId="77777777" w:rsidR="00115F49" w:rsidRPr="00115F49" w:rsidRDefault="00115F49" w:rsidP="00115F49">
      <w:r w:rsidRPr="00115F49">
        <w:t>La messe se passa sans incidents</w:t>
      </w:r>
      <w:r w:rsidR="00766774">
        <w:t xml:space="preserve">. </w:t>
      </w:r>
      <w:r w:rsidRPr="00115F49">
        <w:t>Elle fut magnifique</w:t>
      </w:r>
      <w:r w:rsidR="00766774">
        <w:t xml:space="preserve">. </w:t>
      </w:r>
      <w:r w:rsidRPr="00115F49">
        <w:t xml:space="preserve">Les cierges brasillaient en buissons et même </w:t>
      </w:r>
      <w:r w:rsidR="00766774">
        <w:t>M. </w:t>
      </w:r>
      <w:r w:rsidRPr="00115F49">
        <w:t>le curé se paya le luxe de mettre dans chaque encensoir une petite pincée de vrai encens</w:t>
      </w:r>
      <w:r w:rsidR="00766774">
        <w:t xml:space="preserve">. </w:t>
      </w:r>
      <w:r w:rsidRPr="00115F49">
        <w:t>Dès que la fumée balsamique commença à se répandre en orbes balancés dans le petit vaisseau de l</w:t>
      </w:r>
      <w:r w:rsidR="00766774">
        <w:t>’</w:t>
      </w:r>
      <w:r w:rsidRPr="00115F49">
        <w:t>église</w:t>
      </w:r>
      <w:r w:rsidR="00766774">
        <w:t xml:space="preserve">, </w:t>
      </w:r>
      <w:r w:rsidRPr="00115F49">
        <w:t>Langlois</w:t>
      </w:r>
      <w:r w:rsidR="00766774">
        <w:t xml:space="preserve"> (</w:t>
      </w:r>
      <w:r w:rsidRPr="00115F49">
        <w:t>qui pensait à toutes les églises du canton</w:t>
      </w:r>
      <w:r w:rsidR="00766774">
        <w:t xml:space="preserve">) </w:t>
      </w:r>
      <w:r w:rsidRPr="00115F49">
        <w:t>eut la certitude que la nuit se passerait sans rapt</w:t>
      </w:r>
      <w:r w:rsidR="00766774">
        <w:t>. « </w:t>
      </w:r>
      <w:r w:rsidRPr="00115F49">
        <w:t>Je comprends tout</w:t>
      </w:r>
      <w:r w:rsidR="00766774">
        <w:t xml:space="preserve">, </w:t>
      </w:r>
      <w:r w:rsidRPr="00115F49">
        <w:t>se dit-il</w:t>
      </w:r>
      <w:r w:rsidR="00766774">
        <w:t xml:space="preserve">, </w:t>
      </w:r>
      <w:r w:rsidRPr="00115F49">
        <w:t>et je ne peux rien expliquer</w:t>
      </w:r>
      <w:r w:rsidR="00766774">
        <w:t xml:space="preserve">. </w:t>
      </w:r>
      <w:r w:rsidRPr="00115F49">
        <w:t>Je suis comme un chien qui flaire un gigot dans un placard</w:t>
      </w:r>
      <w:r w:rsidR="00766774">
        <w:t>. »</w:t>
      </w:r>
    </w:p>
    <w:p w14:paraId="7C1DE4CA" w14:textId="77777777" w:rsidR="00766774" w:rsidRDefault="00115F49" w:rsidP="00115F49">
      <w:r w:rsidRPr="00115F49">
        <w:t>À la sortie</w:t>
      </w:r>
      <w:r w:rsidR="00766774">
        <w:t>, M. </w:t>
      </w:r>
      <w:r w:rsidRPr="00115F49">
        <w:t>le curé participa lui-même à la bonne garde de son troupeau</w:t>
      </w:r>
      <w:r w:rsidR="00766774">
        <w:t xml:space="preserve">. </w:t>
      </w:r>
      <w:r w:rsidRPr="00115F49">
        <w:t>Il se sentait</w:t>
      </w:r>
      <w:r w:rsidR="00766774">
        <w:t xml:space="preserve">, </w:t>
      </w:r>
      <w:r w:rsidRPr="00115F49">
        <w:t>dit-il</w:t>
      </w:r>
      <w:r w:rsidR="00766774">
        <w:t xml:space="preserve">, </w:t>
      </w:r>
      <w:r w:rsidRPr="00115F49">
        <w:t>personnellement responsable</w:t>
      </w:r>
      <w:r w:rsidR="00766774">
        <w:t xml:space="preserve">. </w:t>
      </w:r>
      <w:r w:rsidRPr="00115F49">
        <w:t>Il ne neigeait plus</w:t>
      </w:r>
      <w:r w:rsidR="00766774">
        <w:t xml:space="preserve">. </w:t>
      </w:r>
      <w:r w:rsidRPr="00115F49">
        <w:t>La nuit était serrée dans un calme de fer</w:t>
      </w:r>
      <w:r w:rsidR="00766774">
        <w:t xml:space="preserve">. </w:t>
      </w:r>
      <w:r w:rsidRPr="00115F49">
        <w:t>Cela fit une procession au long de laquelle les cierges et les flambeaux avaient des flammes droites comme des fers de lance</w:t>
      </w:r>
      <w:r w:rsidR="00766774">
        <w:t>.</w:t>
      </w:r>
    </w:p>
    <w:p w14:paraId="21DF0E33" w14:textId="77777777" w:rsidR="00766774" w:rsidRDefault="00766774" w:rsidP="00115F49">
      <w:r>
        <w:lastRenderedPageBreak/>
        <w:t>— </w:t>
      </w:r>
      <w:r w:rsidR="00115F49" w:rsidRPr="00115F49">
        <w:t>Je suis très content que tout le monde soit rentré sans encombre</w:t>
      </w:r>
      <w:r>
        <w:t xml:space="preserve">, </w:t>
      </w:r>
      <w:r w:rsidR="00115F49" w:rsidRPr="00115F49">
        <w:t xml:space="preserve">dit </w:t>
      </w:r>
      <w:r>
        <w:t>M. </w:t>
      </w:r>
      <w:r w:rsidR="00115F49" w:rsidRPr="00115F49">
        <w:t>le curé à Langlois qui le raccompagnait au presbytère</w:t>
      </w:r>
      <w:r>
        <w:t>.</w:t>
      </w:r>
    </w:p>
    <w:p w14:paraId="053074E7" w14:textId="77777777" w:rsidR="00766774" w:rsidRDefault="00766774" w:rsidP="00115F49">
      <w:r>
        <w:t>— </w:t>
      </w:r>
      <w:r w:rsidR="00115F49" w:rsidRPr="00115F49">
        <w:t>Il ne pouvait rien se passer ce soir</w:t>
      </w:r>
      <w:r>
        <w:t xml:space="preserve">, </w:t>
      </w:r>
      <w:r w:rsidR="00115F49" w:rsidRPr="00115F49">
        <w:t>dit Langlois</w:t>
      </w:r>
      <w:r>
        <w:t>.</w:t>
      </w:r>
    </w:p>
    <w:p w14:paraId="2F016223" w14:textId="77777777" w:rsidR="00766774" w:rsidRDefault="00766774" w:rsidP="00115F49">
      <w:r>
        <w:t>— </w:t>
      </w:r>
      <w:r w:rsidR="00115F49" w:rsidRPr="00115F49">
        <w:t>Pour être un soldat qui a été un héros sur les champs de bataille</w:t>
      </w:r>
      <w:r>
        <w:t xml:space="preserve">, </w:t>
      </w:r>
      <w:r w:rsidR="00115F49" w:rsidRPr="00115F49">
        <w:t xml:space="preserve">dit </w:t>
      </w:r>
      <w:r>
        <w:t>M. </w:t>
      </w:r>
      <w:r w:rsidR="00115F49" w:rsidRPr="00115F49">
        <w:t>le curé</w:t>
      </w:r>
      <w:r>
        <w:t xml:space="preserve">, </w:t>
      </w:r>
      <w:r w:rsidR="00115F49" w:rsidRPr="00115F49">
        <w:t>vous n</w:t>
      </w:r>
      <w:r>
        <w:t>’</w:t>
      </w:r>
      <w:r w:rsidR="00115F49" w:rsidRPr="00115F49">
        <w:t>en avez pas moins une connaissance exacte des puissances de la messe</w:t>
      </w:r>
      <w:r>
        <w:t xml:space="preserve">, </w:t>
      </w:r>
      <w:r w:rsidR="00115F49" w:rsidRPr="00115F49">
        <w:t>je vous en félicite</w:t>
      </w:r>
      <w:r>
        <w:t xml:space="preserve">. </w:t>
      </w:r>
      <w:r w:rsidR="00115F49" w:rsidRPr="00115F49">
        <w:t>Avouez que le monstre ne peut pas approcher du sacrifice divin</w:t>
      </w:r>
      <w:r>
        <w:t>.</w:t>
      </w:r>
    </w:p>
    <w:p w14:paraId="631EB699" w14:textId="77777777" w:rsidR="00766774" w:rsidRDefault="00115F49" w:rsidP="00115F49">
      <w:r w:rsidRPr="00115F49">
        <w:t xml:space="preserve">Langlois et </w:t>
      </w:r>
      <w:r w:rsidR="00766774">
        <w:t>M. </w:t>
      </w:r>
      <w:r w:rsidRPr="00115F49">
        <w:t>le curé</w:t>
      </w:r>
      <w:r w:rsidR="00766774">
        <w:t xml:space="preserve">, </w:t>
      </w:r>
      <w:r w:rsidRPr="00115F49">
        <w:t>portant chacun un cierge</w:t>
      </w:r>
      <w:r w:rsidR="00766774">
        <w:t xml:space="preserve">, </w:t>
      </w:r>
      <w:r w:rsidRPr="00115F49">
        <w:t>se trouvaient à ce moment-là tous les deux seuls au seuil du presbytère</w:t>
      </w:r>
      <w:r w:rsidR="00766774">
        <w:t xml:space="preserve"> ; </w:t>
      </w:r>
      <w:r w:rsidRPr="00115F49">
        <w:t>c</w:t>
      </w:r>
      <w:r w:rsidR="00766774">
        <w:t>’</w:t>
      </w:r>
      <w:r w:rsidRPr="00115F49">
        <w:t>est-à-dire à l</w:t>
      </w:r>
      <w:r w:rsidR="00766774">
        <w:t>’</w:t>
      </w:r>
      <w:r w:rsidRPr="00115F49">
        <w:t>orée du village</w:t>
      </w:r>
      <w:r w:rsidR="00766774">
        <w:t xml:space="preserve"> ; </w:t>
      </w:r>
      <w:r w:rsidRPr="00115F49">
        <w:t>et</w:t>
      </w:r>
      <w:r w:rsidR="00766774">
        <w:t xml:space="preserve">, </w:t>
      </w:r>
      <w:r w:rsidRPr="00115F49">
        <w:t>à cent mètres au-delà d</w:t>
      </w:r>
      <w:r w:rsidR="00766774">
        <w:t>’</w:t>
      </w:r>
      <w:r w:rsidRPr="00115F49">
        <w:t>un petit pré</w:t>
      </w:r>
      <w:r w:rsidR="00766774">
        <w:t xml:space="preserve">, </w:t>
      </w:r>
      <w:r w:rsidRPr="00115F49">
        <w:t>on voyait dans la nuit très noire la muraille très noire de la forêt</w:t>
      </w:r>
      <w:r w:rsidR="00766774">
        <w:t>.</w:t>
      </w:r>
    </w:p>
    <w:p w14:paraId="2C4FFC47" w14:textId="77777777" w:rsidR="00766774" w:rsidRDefault="00766774" w:rsidP="00115F49">
      <w:r>
        <w:t>— </w:t>
      </w:r>
      <w:r w:rsidR="00115F49" w:rsidRPr="00115F49">
        <w:t>En vérité</w:t>
      </w:r>
      <w:r>
        <w:t xml:space="preserve">, </w:t>
      </w:r>
      <w:r w:rsidR="00115F49" w:rsidRPr="00115F49">
        <w:t>dit Langlois</w:t>
      </w:r>
      <w:r>
        <w:t xml:space="preserve">, </w:t>
      </w:r>
      <w:r w:rsidR="00115F49" w:rsidRPr="00115F49">
        <w:t>je ne voudrais pas vous troubler</w:t>
      </w:r>
      <w:r>
        <w:t xml:space="preserve">, </w:t>
      </w:r>
      <w:r w:rsidR="00115F49" w:rsidRPr="00115F49">
        <w:t>monsieur le curé</w:t>
      </w:r>
      <w:r>
        <w:t xml:space="preserve">, </w:t>
      </w:r>
      <w:r w:rsidR="00115F49" w:rsidRPr="00115F49">
        <w:t>mais je crois qu</w:t>
      </w:r>
      <w:r>
        <w:t>’</w:t>
      </w:r>
      <w:r w:rsidR="00115F49" w:rsidRPr="00115F49">
        <w:t>il s</w:t>
      </w:r>
      <w:r>
        <w:t>’</w:t>
      </w:r>
      <w:r w:rsidR="00115F49" w:rsidRPr="00115F49">
        <w:t>en approche fort bien et je crois</w:t>
      </w:r>
      <w:r>
        <w:t xml:space="preserve">, </w:t>
      </w:r>
      <w:r w:rsidR="00115F49" w:rsidRPr="00115F49">
        <w:t>au contraire</w:t>
      </w:r>
      <w:r>
        <w:t xml:space="preserve">, </w:t>
      </w:r>
      <w:r w:rsidR="00115F49" w:rsidRPr="00115F49">
        <w:t>que c</w:t>
      </w:r>
      <w:r>
        <w:t>’</w:t>
      </w:r>
      <w:r w:rsidR="00115F49" w:rsidRPr="00115F49">
        <w:t>est parce qu</w:t>
      </w:r>
      <w:r>
        <w:t>’</w:t>
      </w:r>
      <w:r w:rsidR="00115F49" w:rsidRPr="00115F49">
        <w:t>il s</w:t>
      </w:r>
      <w:r>
        <w:t>’</w:t>
      </w:r>
      <w:r w:rsidR="00115F49" w:rsidRPr="00115F49">
        <w:t>en est approché que nous n</w:t>
      </w:r>
      <w:r>
        <w:t>’</w:t>
      </w:r>
      <w:r w:rsidR="00115F49" w:rsidRPr="00115F49">
        <w:t>avons rien risqué</w:t>
      </w:r>
      <w:r>
        <w:t>.</w:t>
      </w:r>
    </w:p>
    <w:p w14:paraId="138DEA77" w14:textId="77777777" w:rsidR="00766774" w:rsidRDefault="00766774" w:rsidP="00115F49">
      <w:r>
        <w:t>— </w:t>
      </w:r>
      <w:r w:rsidR="00115F49" w:rsidRPr="00115F49">
        <w:t>La grâce divine</w:t>
      </w:r>
      <w:r>
        <w:t xml:space="preserve"> ? </w:t>
      </w:r>
      <w:r w:rsidR="00115F49" w:rsidRPr="00115F49">
        <w:t xml:space="preserve">demanda </w:t>
      </w:r>
      <w:r>
        <w:t>M. </w:t>
      </w:r>
      <w:r w:rsidR="00115F49" w:rsidRPr="00115F49">
        <w:t>le curé</w:t>
      </w:r>
      <w:r>
        <w:t>.</w:t>
      </w:r>
    </w:p>
    <w:p w14:paraId="46689353" w14:textId="77777777" w:rsidR="00766774" w:rsidRDefault="00766774" w:rsidP="00115F49">
      <w:r>
        <w:t>— </w:t>
      </w:r>
      <w:r w:rsidR="00115F49" w:rsidRPr="00115F49">
        <w:t>Je ne sais pas comment cela peut s</w:t>
      </w:r>
      <w:r>
        <w:t>’</w:t>
      </w:r>
      <w:r w:rsidR="00115F49" w:rsidRPr="00115F49">
        <w:t>appeler</w:t>
      </w:r>
      <w:r>
        <w:t xml:space="preserve">, </w:t>
      </w:r>
      <w:r w:rsidR="00115F49" w:rsidRPr="00115F49">
        <w:t>dit Langlois</w:t>
      </w:r>
      <w:r>
        <w:t xml:space="preserve">. </w:t>
      </w:r>
      <w:r w:rsidR="00115F49" w:rsidRPr="00115F49">
        <w:t>Nous sommes des hommes</w:t>
      </w:r>
      <w:r>
        <w:t xml:space="preserve">, </w:t>
      </w:r>
      <w:r w:rsidR="00115F49" w:rsidRPr="00115F49">
        <w:t>vous et moi</w:t>
      </w:r>
      <w:r>
        <w:t xml:space="preserve">, </w:t>
      </w:r>
      <w:r w:rsidR="00115F49" w:rsidRPr="00115F49">
        <w:t>poursuivit-il</w:t>
      </w:r>
      <w:r>
        <w:t xml:space="preserve">, </w:t>
      </w:r>
      <w:r w:rsidR="00115F49" w:rsidRPr="00115F49">
        <w:t>nous n</w:t>
      </w:r>
      <w:r>
        <w:t>’</w:t>
      </w:r>
      <w:r w:rsidR="00115F49" w:rsidRPr="00115F49">
        <w:t>avons pas à nous effrayer de mots</w:t>
      </w:r>
      <w:r>
        <w:t xml:space="preserve">, </w:t>
      </w:r>
      <w:r w:rsidR="00115F49" w:rsidRPr="00115F49">
        <w:t>eh bien</w:t>
      </w:r>
      <w:r>
        <w:t xml:space="preserve">, </w:t>
      </w:r>
      <w:r w:rsidR="00115F49" w:rsidRPr="00115F49">
        <w:t>mettons qu</w:t>
      </w:r>
      <w:r>
        <w:t>’</w:t>
      </w:r>
      <w:r w:rsidR="00115F49" w:rsidRPr="00115F49">
        <w:t xml:space="preserve">il ait trouvé ce soir un </w:t>
      </w:r>
      <w:r w:rsidR="00115F49" w:rsidRPr="00115F49">
        <w:rPr>
          <w:i/>
          <w:iCs/>
        </w:rPr>
        <w:t>divertissement</w:t>
      </w:r>
      <w:r w:rsidR="00115F49" w:rsidRPr="00115F49">
        <w:t xml:space="preserve"> suffisant</w:t>
      </w:r>
      <w:r>
        <w:t>.</w:t>
      </w:r>
    </w:p>
    <w:p w14:paraId="34E8A48E" w14:textId="77777777" w:rsidR="00766774" w:rsidRDefault="00766774" w:rsidP="00115F49">
      <w:r>
        <w:t>— </w:t>
      </w:r>
      <w:r w:rsidR="00115F49" w:rsidRPr="00115F49">
        <w:t>Vous m</w:t>
      </w:r>
      <w:r>
        <w:t>’</w:t>
      </w:r>
      <w:r w:rsidR="00115F49" w:rsidRPr="00115F49">
        <w:t>effrayez</w:t>
      </w:r>
      <w:r>
        <w:t xml:space="preserve">, </w:t>
      </w:r>
      <w:r w:rsidR="00115F49" w:rsidRPr="00115F49">
        <w:t xml:space="preserve">dit </w:t>
      </w:r>
      <w:r>
        <w:t>M. </w:t>
      </w:r>
      <w:r w:rsidR="00115F49" w:rsidRPr="00115F49">
        <w:t>le curé</w:t>
      </w:r>
      <w:r>
        <w:t>.</w:t>
      </w:r>
    </w:p>
    <w:p w14:paraId="5BFDA769" w14:textId="77777777" w:rsidR="00766774" w:rsidRDefault="00766774" w:rsidP="00115F49">
      <w:r>
        <w:t>— </w:t>
      </w:r>
      <w:r w:rsidR="00115F49" w:rsidRPr="00115F49">
        <w:t>Je ne sais pas encore très bien ce que je veux dire</w:t>
      </w:r>
      <w:r>
        <w:t xml:space="preserve">, </w:t>
      </w:r>
      <w:r w:rsidR="00115F49" w:rsidRPr="00115F49">
        <w:t>dit Langlois</w:t>
      </w:r>
      <w:r>
        <w:t xml:space="preserve"> ; </w:t>
      </w:r>
      <w:r w:rsidR="00115F49" w:rsidRPr="00115F49">
        <w:t>peut-être ne le saurai-je jamais</w:t>
      </w:r>
      <w:r>
        <w:t xml:space="preserve">, </w:t>
      </w:r>
      <w:r w:rsidR="00115F49" w:rsidRPr="00115F49">
        <w:t>mais je voudrais bien le savoir</w:t>
      </w:r>
      <w:r>
        <w:t xml:space="preserve">. </w:t>
      </w:r>
      <w:r w:rsidR="00115F49" w:rsidRPr="00115F49">
        <w:t>Il est encore trop tôt pour qu</w:t>
      </w:r>
      <w:r>
        <w:t>’</w:t>
      </w:r>
      <w:r w:rsidR="00115F49" w:rsidRPr="00115F49">
        <w:t>il soit là-bas</w:t>
      </w:r>
      <w:r>
        <w:t xml:space="preserve">, </w:t>
      </w:r>
      <w:r w:rsidR="00115F49" w:rsidRPr="00115F49">
        <w:t>poursuivit Langlois en pointant son index vers la lisière ténébreuse des bois</w:t>
      </w:r>
      <w:r>
        <w:t xml:space="preserve">. </w:t>
      </w:r>
      <w:r w:rsidR="00115F49" w:rsidRPr="00115F49">
        <w:t>Peut-être même n</w:t>
      </w:r>
      <w:r>
        <w:t>’</w:t>
      </w:r>
      <w:r w:rsidR="00115F49" w:rsidRPr="00115F49">
        <w:t xml:space="preserve">y viendra-t-il pas ce </w:t>
      </w:r>
      <w:r w:rsidR="00115F49" w:rsidRPr="00115F49">
        <w:lastRenderedPageBreak/>
        <w:t>soir</w:t>
      </w:r>
      <w:r>
        <w:t xml:space="preserve">, </w:t>
      </w:r>
      <w:r w:rsidR="00115F49" w:rsidRPr="00115F49">
        <w:t>mais il pourrait fort bien y être et nous guetter sans que nous risquions grand-chose</w:t>
      </w:r>
      <w:r>
        <w:t xml:space="preserve">, </w:t>
      </w:r>
      <w:r w:rsidR="00115F49" w:rsidRPr="00115F49">
        <w:t>vous et moi</w:t>
      </w:r>
      <w:r>
        <w:t xml:space="preserve">. </w:t>
      </w:r>
      <w:r w:rsidR="00115F49" w:rsidRPr="00115F49">
        <w:t>Nous lui donnons déjà tous les deux</w:t>
      </w:r>
      <w:r>
        <w:t xml:space="preserve">, </w:t>
      </w:r>
      <w:r w:rsidR="00115F49" w:rsidRPr="00115F49">
        <w:t>avec nos cierges</w:t>
      </w:r>
      <w:r>
        <w:t xml:space="preserve">, </w:t>
      </w:r>
      <w:r w:rsidR="00115F49" w:rsidRPr="00115F49">
        <w:t>tout ce dont il a besoin</w:t>
      </w:r>
      <w:r>
        <w:t xml:space="preserve">. </w:t>
      </w:r>
      <w:r w:rsidR="00115F49" w:rsidRPr="00115F49">
        <w:t>C</w:t>
      </w:r>
      <w:r>
        <w:t>’</w:t>
      </w:r>
      <w:r w:rsidR="00115F49" w:rsidRPr="00115F49">
        <w:t>est drôle</w:t>
      </w:r>
      <w:r>
        <w:t xml:space="preserve">, </w:t>
      </w:r>
      <w:r w:rsidR="00115F49" w:rsidRPr="00115F49">
        <w:t>hein</w:t>
      </w:r>
      <w:r>
        <w:t xml:space="preserve">, </w:t>
      </w:r>
      <w:r w:rsidR="00115F49" w:rsidRPr="00115F49">
        <w:t>monsieur le curé</w:t>
      </w:r>
      <w:r>
        <w:t xml:space="preserve"> ! </w:t>
      </w:r>
      <w:r w:rsidR="00115F49" w:rsidRPr="00115F49">
        <w:t>À quoi tient la vie quand même</w:t>
      </w:r>
      <w:r>
        <w:t> !</w:t>
      </w:r>
    </w:p>
    <w:p w14:paraId="2D0C6074" w14:textId="77777777" w:rsidR="00766774" w:rsidRDefault="00115F49" w:rsidP="00115F49">
      <w:r w:rsidRPr="00115F49">
        <w:t>Il eut tout de suite l</w:t>
      </w:r>
      <w:r w:rsidR="00766774">
        <w:t>’</w:t>
      </w:r>
      <w:r w:rsidRPr="00115F49">
        <w:t>impression d</w:t>
      </w:r>
      <w:r w:rsidR="00766774">
        <w:t>’</w:t>
      </w:r>
      <w:r w:rsidRPr="00115F49">
        <w:t>avoir dit une incongruité</w:t>
      </w:r>
      <w:r w:rsidR="00766774">
        <w:t xml:space="preserve">. </w:t>
      </w:r>
      <w:r w:rsidRPr="00115F49">
        <w:t>Le curé le lui fit bien sentir en lui souhaitant à peine le bonsoir</w:t>
      </w:r>
      <w:r w:rsidR="00766774">
        <w:t>.</w:t>
      </w:r>
    </w:p>
    <w:p w14:paraId="4EDD1EE7" w14:textId="77777777" w:rsidR="00766774" w:rsidRDefault="00115F49" w:rsidP="00115F49">
      <w:r w:rsidRPr="00115F49">
        <w:t>Quand la porte du presbytère se fut refermée et qu</w:t>
      </w:r>
      <w:r w:rsidR="00766774">
        <w:t>’</w:t>
      </w:r>
      <w:r w:rsidRPr="00115F49">
        <w:t>il eut entendu claquer les deux verrous</w:t>
      </w:r>
      <w:r w:rsidR="00766774">
        <w:t xml:space="preserve">, </w:t>
      </w:r>
      <w:r w:rsidRPr="00115F49">
        <w:t>Langlois souffla son cierge et retourna au Café de la route en sifflotant un petit air</w:t>
      </w:r>
      <w:r w:rsidR="00766774">
        <w:t>.</w:t>
      </w:r>
    </w:p>
    <w:p w14:paraId="13F758D1" w14:textId="77777777" w:rsidR="00766774" w:rsidRDefault="00766774" w:rsidP="00115F49">
      <w:r>
        <w:t>— </w:t>
      </w:r>
      <w:r w:rsidR="00115F49" w:rsidRPr="00115F49">
        <w:t>Alors</w:t>
      </w:r>
      <w:r>
        <w:t xml:space="preserve">, </w:t>
      </w:r>
      <w:r w:rsidR="00115F49" w:rsidRPr="00115F49">
        <w:t>lui dit Saucisse</w:t>
      </w:r>
      <w:r>
        <w:t xml:space="preserve">, </w:t>
      </w:r>
      <w:r w:rsidR="00115F49" w:rsidRPr="00115F49">
        <w:t>tu les as rentrées tes bécasses</w:t>
      </w:r>
      <w:r>
        <w:t> ?</w:t>
      </w:r>
    </w:p>
    <w:p w14:paraId="1316F5B0" w14:textId="77777777" w:rsidR="00766774" w:rsidRDefault="00766774" w:rsidP="00115F49">
      <w:r>
        <w:t>— </w:t>
      </w:r>
      <w:r w:rsidR="00115F49" w:rsidRPr="00115F49">
        <w:t>Bécasses</w:t>
      </w:r>
      <w:r>
        <w:t xml:space="preserve">, </w:t>
      </w:r>
      <w:r w:rsidR="00115F49" w:rsidRPr="00115F49">
        <w:t>tourterelles et perdrix</w:t>
      </w:r>
      <w:r>
        <w:t xml:space="preserve">, </w:t>
      </w:r>
      <w:r w:rsidR="00115F49" w:rsidRPr="00115F49">
        <w:t>j</w:t>
      </w:r>
      <w:r>
        <w:t>’</w:t>
      </w:r>
      <w:r w:rsidR="00115F49" w:rsidRPr="00115F49">
        <w:t>ai tout rentré</w:t>
      </w:r>
      <w:r>
        <w:t xml:space="preserve">, </w:t>
      </w:r>
      <w:r w:rsidR="00115F49" w:rsidRPr="00115F49">
        <w:t>dit Langlois</w:t>
      </w:r>
      <w:r>
        <w:t xml:space="preserve">. </w:t>
      </w:r>
      <w:r w:rsidR="00115F49" w:rsidRPr="00115F49">
        <w:t>Donne-moi un coup de schnick</w:t>
      </w:r>
      <w:r>
        <w:t xml:space="preserve">, </w:t>
      </w:r>
      <w:r w:rsidR="00115F49" w:rsidRPr="00115F49">
        <w:t>j</w:t>
      </w:r>
      <w:r>
        <w:t>’</w:t>
      </w:r>
      <w:r w:rsidR="00115F49" w:rsidRPr="00115F49">
        <w:t>en ai froid au ventre</w:t>
      </w:r>
      <w:r>
        <w:t xml:space="preserve">. </w:t>
      </w:r>
      <w:r w:rsidR="00115F49" w:rsidRPr="00115F49">
        <w:t>Ce n</w:t>
      </w:r>
      <w:r>
        <w:t>’</w:t>
      </w:r>
      <w:r w:rsidR="00115F49" w:rsidRPr="00115F49">
        <w:t>est pas un monstre</w:t>
      </w:r>
      <w:r>
        <w:t xml:space="preserve">. </w:t>
      </w:r>
      <w:r w:rsidR="00115F49" w:rsidRPr="00115F49">
        <w:t>C</w:t>
      </w:r>
      <w:r>
        <w:t>’</w:t>
      </w:r>
      <w:r w:rsidR="00115F49" w:rsidRPr="00115F49">
        <w:t>est un homme comme les autres</w:t>
      </w:r>
      <w:r>
        <w:t xml:space="preserve">. </w:t>
      </w:r>
      <w:r w:rsidR="00115F49" w:rsidRPr="00115F49">
        <w:t>Ce qu</w:t>
      </w:r>
      <w:r>
        <w:t>’</w:t>
      </w:r>
      <w:r w:rsidR="00115F49" w:rsidRPr="00115F49">
        <w:t>il faudrait</w:t>
      </w:r>
      <w:r>
        <w:t xml:space="preserve">, </w:t>
      </w:r>
      <w:r w:rsidR="00115F49" w:rsidRPr="00115F49">
        <w:t>veux-tu que je te le dise</w:t>
      </w:r>
      <w:r>
        <w:t xml:space="preserve"> : </w:t>
      </w:r>
      <w:r w:rsidR="00115F49" w:rsidRPr="00115F49">
        <w:t>c</w:t>
      </w:r>
      <w:r>
        <w:t>’</w:t>
      </w:r>
      <w:r w:rsidR="00115F49" w:rsidRPr="00115F49">
        <w:t>est la messe de minuit</w:t>
      </w:r>
      <w:r>
        <w:t xml:space="preserve">, </w:t>
      </w:r>
      <w:r w:rsidR="00115F49" w:rsidRPr="00115F49">
        <w:t>du premier janvier à la Saint-Sylvestre et sans interruption</w:t>
      </w:r>
      <w:r>
        <w:t>.</w:t>
      </w:r>
    </w:p>
    <w:p w14:paraId="72DC1768" w14:textId="77777777" w:rsidR="00766774" w:rsidRDefault="00766774" w:rsidP="00115F49">
      <w:r>
        <w:t>— </w:t>
      </w:r>
      <w:r w:rsidR="00115F49" w:rsidRPr="00115F49">
        <w:t>Tu l</w:t>
      </w:r>
      <w:r>
        <w:t>’</w:t>
      </w:r>
      <w:r w:rsidR="00115F49" w:rsidRPr="00115F49">
        <w:t>as dit</w:t>
      </w:r>
      <w:r>
        <w:t xml:space="preserve">, </w:t>
      </w:r>
      <w:r w:rsidR="00115F49" w:rsidRPr="00115F49">
        <w:t>bouffi</w:t>
      </w:r>
      <w:r>
        <w:t xml:space="preserve">, </w:t>
      </w:r>
      <w:r w:rsidR="00115F49" w:rsidRPr="00115F49">
        <w:t>dit-elle en lui donnant sa chandelle</w:t>
      </w:r>
      <w:r>
        <w:t>.</w:t>
      </w:r>
    </w:p>
    <w:p w14:paraId="007AF303" w14:textId="77777777" w:rsidR="00766774" w:rsidRDefault="00115F49" w:rsidP="00115F49">
      <w:r w:rsidRPr="00115F49">
        <w:t>On avait donc passé novembre et décembre sans drame</w:t>
      </w:r>
      <w:r w:rsidR="00766774">
        <w:t xml:space="preserve">. </w:t>
      </w:r>
      <w:r w:rsidRPr="00115F49">
        <w:t>Paisiblement</w:t>
      </w:r>
      <w:r w:rsidR="00766774">
        <w:t xml:space="preserve">, </w:t>
      </w:r>
      <w:r w:rsidRPr="00115F49">
        <w:t>janvier s</w:t>
      </w:r>
      <w:r w:rsidR="00766774">
        <w:t>’</w:t>
      </w:r>
      <w:r w:rsidRPr="00115F49">
        <w:t>aligna jour après jour</w:t>
      </w:r>
      <w:r w:rsidR="00766774">
        <w:t xml:space="preserve">, </w:t>
      </w:r>
      <w:r w:rsidRPr="00115F49">
        <w:t>très lentement</w:t>
      </w:r>
      <w:r w:rsidR="00766774">
        <w:t xml:space="preserve">. </w:t>
      </w:r>
      <w:r w:rsidRPr="00115F49">
        <w:t>Pendant certaines obscurités de tempête</w:t>
      </w:r>
      <w:r w:rsidR="00766774">
        <w:t xml:space="preserve">, </w:t>
      </w:r>
      <w:r w:rsidRPr="00115F49">
        <w:t>on n</w:t>
      </w:r>
      <w:r w:rsidR="00766774">
        <w:t>’</w:t>
      </w:r>
      <w:r w:rsidRPr="00115F49">
        <w:t>osait pas respirer</w:t>
      </w:r>
      <w:r w:rsidR="00766774">
        <w:t xml:space="preserve"> ; </w:t>
      </w:r>
      <w:r w:rsidRPr="00115F49">
        <w:t>elles finissaient par étaler dans le silence général</w:t>
      </w:r>
      <w:r w:rsidR="00766774">
        <w:t xml:space="preserve">. </w:t>
      </w:r>
      <w:r w:rsidRPr="00115F49">
        <w:t>On commença février</w:t>
      </w:r>
      <w:r w:rsidR="00766774">
        <w:t xml:space="preserve">. </w:t>
      </w:r>
      <w:r w:rsidRPr="00115F49">
        <w:t>Ce n</w:t>
      </w:r>
      <w:r w:rsidR="00766774">
        <w:t>’</w:t>
      </w:r>
      <w:r w:rsidRPr="00115F49">
        <w:t>était pas fini</w:t>
      </w:r>
      <w:r w:rsidR="00766774">
        <w:t xml:space="preserve">, </w:t>
      </w:r>
      <w:r w:rsidRPr="00115F49">
        <w:t>mais on pouvait compter qu</w:t>
      </w:r>
      <w:r w:rsidR="00766774">
        <w:t>’</w:t>
      </w:r>
      <w:r w:rsidRPr="00115F49">
        <w:t>en mars déjà</w:t>
      </w:r>
      <w:r w:rsidR="00766774">
        <w:t>…</w:t>
      </w:r>
    </w:p>
    <w:p w14:paraId="07C961E1" w14:textId="77777777" w:rsidR="00766774" w:rsidRDefault="00115F49" w:rsidP="00BE2118">
      <w:pPr>
        <w:pStyle w:val="NormalEspAvtGrand"/>
      </w:pPr>
      <w:r w:rsidRPr="00115F49">
        <w:lastRenderedPageBreak/>
        <w:t>Un matin</w:t>
      </w:r>
      <w:r w:rsidR="00766774">
        <w:t xml:space="preserve">, </w:t>
      </w:r>
      <w:r w:rsidR="00766774" w:rsidRPr="00115F49">
        <w:t>Frédéric</w:t>
      </w:r>
      <w:r w:rsidR="00766774">
        <w:t> </w:t>
      </w:r>
      <w:r w:rsidR="00766774" w:rsidRPr="00115F49">
        <w:t>II</w:t>
      </w:r>
      <w:r w:rsidRPr="00115F49">
        <w:t xml:space="preserve"> faisait le café</w:t>
      </w:r>
      <w:r w:rsidR="00766774">
        <w:t xml:space="preserve">. </w:t>
      </w:r>
      <w:r w:rsidRPr="00115F49">
        <w:t>Il était sept heures</w:t>
      </w:r>
      <w:r w:rsidR="00766774">
        <w:t xml:space="preserve"> ; </w:t>
      </w:r>
      <w:r w:rsidRPr="00115F49">
        <w:t>nuit noire</w:t>
      </w:r>
      <w:r w:rsidR="00766774">
        <w:t xml:space="preserve">, </w:t>
      </w:r>
      <w:r w:rsidRPr="00115F49">
        <w:t>mais la neige commençait à prendre cette couleur verte du lever du jour</w:t>
      </w:r>
      <w:r w:rsidR="00766774">
        <w:t xml:space="preserve"> ; </w:t>
      </w:r>
      <w:r w:rsidRPr="00115F49">
        <w:t>brouillard comme d</w:t>
      </w:r>
      <w:r w:rsidR="00766774">
        <w:t>’</w:t>
      </w:r>
      <w:r w:rsidRPr="00115F49">
        <w:t>habitude</w:t>
      </w:r>
      <w:r w:rsidR="00766774">
        <w:t xml:space="preserve">. </w:t>
      </w:r>
      <w:r w:rsidRPr="00115F49">
        <w:t>En passant le café</w:t>
      </w:r>
      <w:r w:rsidR="00766774">
        <w:t xml:space="preserve">, </w:t>
      </w:r>
      <w:r w:rsidR="00766774" w:rsidRPr="00115F49">
        <w:t>Frédéric</w:t>
      </w:r>
      <w:r w:rsidR="00766774">
        <w:t> </w:t>
      </w:r>
      <w:r w:rsidR="00766774" w:rsidRPr="00115F49">
        <w:t>II</w:t>
      </w:r>
      <w:r w:rsidRPr="00115F49">
        <w:t xml:space="preserve"> pensait à tout ce qu</w:t>
      </w:r>
      <w:r w:rsidR="00766774">
        <w:t>’</w:t>
      </w:r>
      <w:r w:rsidRPr="00115F49">
        <w:t>il voulait</w:t>
      </w:r>
      <w:r w:rsidR="00766774">
        <w:t xml:space="preserve"> ; </w:t>
      </w:r>
      <w:r w:rsidRPr="00115F49">
        <w:t>il faisait ainsi un tour d</w:t>
      </w:r>
      <w:r w:rsidR="00766774">
        <w:t>’</w:t>
      </w:r>
      <w:r w:rsidRPr="00115F49">
        <w:t>horizon</w:t>
      </w:r>
      <w:r w:rsidR="00766774">
        <w:t xml:space="preserve">. </w:t>
      </w:r>
      <w:r w:rsidRPr="00115F49">
        <w:t>Il regardait ces tiroirs de commodes qu</w:t>
      </w:r>
      <w:r w:rsidR="00766774">
        <w:t>’</w:t>
      </w:r>
      <w:r w:rsidRPr="00115F49">
        <w:t>on ouvre rarement</w:t>
      </w:r>
      <w:r w:rsidR="00766774">
        <w:t xml:space="preserve">, </w:t>
      </w:r>
      <w:r w:rsidRPr="00115F49">
        <w:t>ces dessus d</w:t>
      </w:r>
      <w:r w:rsidR="00766774">
        <w:t>’</w:t>
      </w:r>
      <w:r w:rsidRPr="00115F49">
        <w:t>armoires où l</w:t>
      </w:r>
      <w:r w:rsidR="00766774">
        <w:t>’</w:t>
      </w:r>
      <w:r w:rsidRPr="00115F49">
        <w:t>on ne va pas souvent voir</w:t>
      </w:r>
      <w:r w:rsidR="00766774">
        <w:t xml:space="preserve">. </w:t>
      </w:r>
      <w:r w:rsidRPr="00115F49">
        <w:t>Ces deux heures de liberté de chaque matin</w:t>
      </w:r>
      <w:r w:rsidR="00766774">
        <w:t xml:space="preserve">, </w:t>
      </w:r>
      <w:r w:rsidR="00766774" w:rsidRPr="00115F49">
        <w:t>Frédéric</w:t>
      </w:r>
      <w:r w:rsidR="00766774">
        <w:t> </w:t>
      </w:r>
      <w:r w:rsidR="00766774" w:rsidRPr="00115F49">
        <w:t>II</w:t>
      </w:r>
      <w:r w:rsidRPr="00115F49">
        <w:t xml:space="preserve"> n</w:t>
      </w:r>
      <w:r w:rsidR="00766774">
        <w:t>’</w:t>
      </w:r>
      <w:r w:rsidRPr="00115F49">
        <w:t>en aurait pas abandonné la prérogative pour tout l</w:t>
      </w:r>
      <w:r w:rsidR="00766774">
        <w:t>’</w:t>
      </w:r>
      <w:r w:rsidRPr="00115F49">
        <w:t>or du monde</w:t>
      </w:r>
      <w:r w:rsidR="00766774">
        <w:t xml:space="preserve">. </w:t>
      </w:r>
      <w:r w:rsidRPr="00115F49">
        <w:t>Il pensait à sa jeunesse</w:t>
      </w:r>
      <w:r w:rsidR="00766774">
        <w:t xml:space="preserve">. </w:t>
      </w:r>
      <w:r w:rsidRPr="00115F49">
        <w:t>Il pensait à tout ce qu</w:t>
      </w:r>
      <w:r w:rsidR="00766774">
        <w:t>’</w:t>
      </w:r>
      <w:r w:rsidRPr="00115F49">
        <w:t>il ferait s</w:t>
      </w:r>
      <w:r w:rsidR="00766774">
        <w:t>’</w:t>
      </w:r>
      <w:r w:rsidRPr="00115F49">
        <w:t>il n</w:t>
      </w:r>
      <w:r w:rsidR="00766774">
        <w:t>’</w:t>
      </w:r>
      <w:r w:rsidRPr="00115F49">
        <w:t>avait pas femme et enfant</w:t>
      </w:r>
      <w:r w:rsidR="00766774">
        <w:t xml:space="preserve">. </w:t>
      </w:r>
      <w:r w:rsidRPr="00115F49">
        <w:t>Il pensait à ce qu</w:t>
      </w:r>
      <w:r w:rsidR="00766774">
        <w:t>’</w:t>
      </w:r>
      <w:r w:rsidRPr="00115F49">
        <w:t>il ferait si c</w:t>
      </w:r>
      <w:r w:rsidR="00766774">
        <w:t>’</w:t>
      </w:r>
      <w:r w:rsidRPr="00115F49">
        <w:t>était à refaire</w:t>
      </w:r>
      <w:r w:rsidR="00766774">
        <w:t xml:space="preserve">. </w:t>
      </w:r>
      <w:r w:rsidRPr="00115F49">
        <w:t>Il pensait à ce qu</w:t>
      </w:r>
      <w:r w:rsidR="00766774">
        <w:t>’</w:t>
      </w:r>
      <w:r w:rsidRPr="00115F49">
        <w:t>il devrait faire</w:t>
      </w:r>
      <w:r w:rsidR="00766774">
        <w:t xml:space="preserve">. </w:t>
      </w:r>
      <w:r w:rsidRPr="00115F49">
        <w:t>Il s</w:t>
      </w:r>
      <w:r w:rsidR="00766774">
        <w:t>’</w:t>
      </w:r>
      <w:r w:rsidRPr="00115F49">
        <w:t>interrompait</w:t>
      </w:r>
      <w:r w:rsidR="00766774">
        <w:t xml:space="preserve">, </w:t>
      </w:r>
      <w:r w:rsidRPr="00115F49">
        <w:t>il prenait une boîte sur la cheminée</w:t>
      </w:r>
      <w:r w:rsidR="00766774">
        <w:t xml:space="preserve">, </w:t>
      </w:r>
      <w:r w:rsidRPr="00115F49">
        <w:t>il passait en revue tout son contenu</w:t>
      </w:r>
      <w:r w:rsidR="00766774">
        <w:t xml:space="preserve">. </w:t>
      </w:r>
      <w:r w:rsidRPr="00115F49">
        <w:t>Ravi de trouver un piton ou un clou qu</w:t>
      </w:r>
      <w:r w:rsidR="00766774">
        <w:t>’</w:t>
      </w:r>
      <w:r w:rsidRPr="00115F49">
        <w:t>il mettait dans sa poche</w:t>
      </w:r>
      <w:r w:rsidR="00766774">
        <w:t xml:space="preserve">, </w:t>
      </w:r>
      <w:r w:rsidRPr="00115F49">
        <w:t>ou un petit bout de poix qu</w:t>
      </w:r>
      <w:r w:rsidR="00766774">
        <w:t>’</w:t>
      </w:r>
      <w:r w:rsidRPr="00115F49">
        <w:t>il mettait dans une autre boîte</w:t>
      </w:r>
      <w:r w:rsidR="00766774">
        <w:t xml:space="preserve">, </w:t>
      </w:r>
      <w:r w:rsidRPr="00115F49">
        <w:t>ou le vieux bout d</w:t>
      </w:r>
      <w:r w:rsidR="00766774">
        <w:t>’</w:t>
      </w:r>
      <w:r w:rsidRPr="00115F49">
        <w:t>ambre d</w:t>
      </w:r>
      <w:r w:rsidR="00766774">
        <w:t>’</w:t>
      </w:r>
      <w:r w:rsidRPr="00115F49">
        <w:t xml:space="preserve">une pipe de </w:t>
      </w:r>
      <w:r w:rsidR="00766774" w:rsidRPr="00115F49">
        <w:t>Frédéric</w:t>
      </w:r>
      <w:r w:rsidR="00766774">
        <w:t> </w:t>
      </w:r>
      <w:r w:rsidR="00766774" w:rsidRPr="00115F49">
        <w:t>I</w:t>
      </w:r>
      <w:r w:rsidRPr="00115F49">
        <w:t xml:space="preserve"> ou même de Frédéric zéro</w:t>
      </w:r>
      <w:r w:rsidR="00766774">
        <w:t xml:space="preserve">, </w:t>
      </w:r>
      <w:r w:rsidRPr="00115F49">
        <w:t>dans la nuit des temps</w:t>
      </w:r>
      <w:r w:rsidR="00766774">
        <w:t xml:space="preserve"> ; </w:t>
      </w:r>
      <w:r w:rsidRPr="00115F49">
        <w:t xml:space="preserve">des trucs sucés par des lèvres de dessous </w:t>
      </w:r>
      <w:r w:rsidR="00766774" w:rsidRPr="00115F49">
        <w:t>Louis</w:t>
      </w:r>
      <w:r w:rsidR="00766774">
        <w:t> </w:t>
      </w:r>
      <w:r w:rsidR="00766774" w:rsidRPr="00115F49">
        <w:t>XIV</w:t>
      </w:r>
      <w:r w:rsidR="00766774">
        <w:t xml:space="preserve"> ; </w:t>
      </w:r>
      <w:r w:rsidRPr="00115F49">
        <w:t>qu</w:t>
      </w:r>
      <w:r w:rsidR="00766774">
        <w:t>’</w:t>
      </w:r>
      <w:r w:rsidRPr="00115F49">
        <w:t>il regardait longuement</w:t>
      </w:r>
      <w:r w:rsidR="00766774">
        <w:t xml:space="preserve">, </w:t>
      </w:r>
      <w:r w:rsidRPr="00115F49">
        <w:t>se demandant où il pourrait bien placer des choses aussi étonnantes</w:t>
      </w:r>
      <w:r w:rsidR="00766774">
        <w:t>.</w:t>
      </w:r>
    </w:p>
    <w:p w14:paraId="53BCB986" w14:textId="77777777" w:rsidR="00766774" w:rsidRDefault="00115F49" w:rsidP="00115F49">
      <w:r w:rsidRPr="00115F49">
        <w:t>Ce matin-là</w:t>
      </w:r>
      <w:r w:rsidR="00766774">
        <w:t xml:space="preserve">, </w:t>
      </w:r>
      <w:r w:rsidRPr="00115F49">
        <w:t>il en était aux tiroirs des commodes et</w:t>
      </w:r>
      <w:r w:rsidR="00766774">
        <w:t xml:space="preserve">, </w:t>
      </w:r>
      <w:r w:rsidRPr="00115F49">
        <w:t>dans une</w:t>
      </w:r>
      <w:r w:rsidR="00766774">
        <w:t xml:space="preserve">, </w:t>
      </w:r>
      <w:r w:rsidRPr="00115F49">
        <w:t>il trouva un joli petit cadran d</w:t>
      </w:r>
      <w:r w:rsidR="00766774">
        <w:t>’</w:t>
      </w:r>
      <w:r w:rsidRPr="00115F49">
        <w:t>horloge colorié</w:t>
      </w:r>
      <w:r w:rsidR="00766774">
        <w:t xml:space="preserve">. </w:t>
      </w:r>
      <w:r w:rsidRPr="00115F49">
        <w:t>Il y avait tout</w:t>
      </w:r>
      <w:r w:rsidR="00766774">
        <w:t xml:space="preserve"> : </w:t>
      </w:r>
      <w:r w:rsidRPr="00115F49">
        <w:t>le mécanisme</w:t>
      </w:r>
      <w:r w:rsidR="00766774">
        <w:t xml:space="preserve">, </w:t>
      </w:r>
      <w:r w:rsidRPr="00115F49">
        <w:t>les aiguilles et même les deux clefs pour la sonnerie et pour le mouvement</w:t>
      </w:r>
      <w:r w:rsidR="00766774">
        <w:t xml:space="preserve">. </w:t>
      </w:r>
      <w:r w:rsidRPr="00115F49">
        <w:t>La sonnerie était parfaite</w:t>
      </w:r>
      <w:r w:rsidR="00766774">
        <w:t xml:space="preserve">. </w:t>
      </w:r>
      <w:r w:rsidRPr="00115F49">
        <w:t>Ah</w:t>
      </w:r>
      <w:r w:rsidR="00766774">
        <w:t xml:space="preserve"> ! </w:t>
      </w:r>
      <w:r w:rsidRPr="00115F49">
        <w:t>ça</w:t>
      </w:r>
      <w:r w:rsidR="00766774">
        <w:t xml:space="preserve">, </w:t>
      </w:r>
      <w:r w:rsidRPr="00115F49">
        <w:t xml:space="preserve">jamais </w:t>
      </w:r>
      <w:r w:rsidR="00766774" w:rsidRPr="00115F49">
        <w:t>Frédéric</w:t>
      </w:r>
      <w:r w:rsidR="00766774">
        <w:t> </w:t>
      </w:r>
      <w:r w:rsidR="00766774" w:rsidRPr="00115F49">
        <w:t>II</w:t>
      </w:r>
      <w:r w:rsidRPr="00115F49">
        <w:t xml:space="preserve"> n</w:t>
      </w:r>
      <w:r w:rsidR="00766774">
        <w:t>’</w:t>
      </w:r>
      <w:r w:rsidRPr="00115F49">
        <w:t>avait entendu une sonnerie pareille</w:t>
      </w:r>
      <w:r w:rsidR="00766774">
        <w:t xml:space="preserve"> ! </w:t>
      </w:r>
      <w:r w:rsidRPr="00115F49">
        <w:t>On aurait dit qu</w:t>
      </w:r>
      <w:r w:rsidR="00766774">
        <w:t>’</w:t>
      </w:r>
      <w:r w:rsidRPr="00115F49">
        <w:t>avec une aiguille de bas on frappait sur de petits verres de lampe</w:t>
      </w:r>
      <w:r w:rsidR="00766774">
        <w:t xml:space="preserve">. </w:t>
      </w:r>
      <w:r w:rsidRPr="00115F49">
        <w:t>On la remontait en fourrant la clef dans son ouverture ronde qui était justement l</w:t>
      </w:r>
      <w:r w:rsidR="00766774">
        <w:t>’</w:t>
      </w:r>
      <w:r w:rsidRPr="00115F49">
        <w:t>œil du berger aux cheveux d</w:t>
      </w:r>
      <w:r w:rsidR="00766774">
        <w:t>’</w:t>
      </w:r>
      <w:r w:rsidRPr="00115F49">
        <w:t>or</w:t>
      </w:r>
      <w:r w:rsidR="00766774">
        <w:t xml:space="preserve">, </w:t>
      </w:r>
      <w:r w:rsidRPr="00115F49">
        <w:t>à la veste d</w:t>
      </w:r>
      <w:r w:rsidR="00766774">
        <w:t>’</w:t>
      </w:r>
      <w:r w:rsidRPr="00115F49">
        <w:t>or et au foulard rouge qui donnait ce bleuet si bleu à la bergère si blanche avec une touche de rose</w:t>
      </w:r>
      <w:r w:rsidR="00766774">
        <w:t xml:space="preserve">. </w:t>
      </w:r>
      <w:r w:rsidRPr="00115F49">
        <w:t>Dans l</w:t>
      </w:r>
      <w:r w:rsidR="00766774">
        <w:t>’</w:t>
      </w:r>
      <w:r w:rsidRPr="00115F49">
        <w:t>œil de la bergère</w:t>
      </w:r>
      <w:r w:rsidR="00766774">
        <w:t xml:space="preserve">, </w:t>
      </w:r>
      <w:r w:rsidRPr="00115F49">
        <w:t>on fourrait la clef pour remonter le mouvement</w:t>
      </w:r>
      <w:r w:rsidR="00766774">
        <w:t xml:space="preserve">. </w:t>
      </w:r>
      <w:r w:rsidRPr="00115F49">
        <w:t>Mouvement extraordinaire</w:t>
      </w:r>
      <w:r w:rsidR="00766774">
        <w:t xml:space="preserve"> ! </w:t>
      </w:r>
      <w:r w:rsidRPr="00115F49">
        <w:t>Ça alors</w:t>
      </w:r>
      <w:r w:rsidR="00766774">
        <w:t xml:space="preserve"> ! </w:t>
      </w:r>
      <w:r w:rsidRPr="00115F49">
        <w:t>La sonnerie était très belle</w:t>
      </w:r>
      <w:r w:rsidR="00766774">
        <w:t xml:space="preserve">, </w:t>
      </w:r>
      <w:r w:rsidRPr="00115F49">
        <w:t>mais il fallait at</w:t>
      </w:r>
      <w:r w:rsidRPr="00115F49">
        <w:lastRenderedPageBreak/>
        <w:t>tendre une heure pour la ravoir tandis que le mouvement</w:t>
      </w:r>
      <w:r w:rsidR="00766774">
        <w:t xml:space="preserve">, </w:t>
      </w:r>
      <w:r w:rsidRPr="00115F49">
        <w:t>ça</w:t>
      </w:r>
      <w:r w:rsidR="00766774">
        <w:t xml:space="preserve"> : </w:t>
      </w:r>
      <w:r w:rsidRPr="00115F49">
        <w:t>tac</w:t>
      </w:r>
      <w:r w:rsidR="00766774">
        <w:t xml:space="preserve">, </w:t>
      </w:r>
      <w:r w:rsidRPr="00115F49">
        <w:t>tac</w:t>
      </w:r>
      <w:r w:rsidR="00766774">
        <w:t xml:space="preserve">, </w:t>
      </w:r>
      <w:r w:rsidRPr="00115F49">
        <w:t>tac</w:t>
      </w:r>
      <w:r w:rsidR="00766774">
        <w:t xml:space="preserve">, </w:t>
      </w:r>
      <w:r w:rsidRPr="00115F49">
        <w:t>tout le temps</w:t>
      </w:r>
      <w:r w:rsidR="00766774">
        <w:t xml:space="preserve">. </w:t>
      </w:r>
      <w:r w:rsidRPr="00115F49">
        <w:t>Et avec un bruit</w:t>
      </w:r>
      <w:r w:rsidR="00766774">
        <w:t xml:space="preserve"> ! </w:t>
      </w:r>
      <w:r w:rsidRPr="00115F49">
        <w:t>Ah</w:t>
      </w:r>
      <w:r w:rsidR="00766774">
        <w:t xml:space="preserve"> ! </w:t>
      </w:r>
      <w:r w:rsidRPr="00115F49">
        <w:t>ça</w:t>
      </w:r>
      <w:r w:rsidR="00766774">
        <w:t xml:space="preserve">, </w:t>
      </w:r>
      <w:r w:rsidRPr="00115F49">
        <w:t xml:space="preserve">jamais </w:t>
      </w:r>
      <w:r w:rsidR="00766774" w:rsidRPr="00115F49">
        <w:t>Frédéric</w:t>
      </w:r>
      <w:r w:rsidR="00766774">
        <w:t> </w:t>
      </w:r>
      <w:r w:rsidR="00766774" w:rsidRPr="00115F49">
        <w:t>II</w:t>
      </w:r>
      <w:r w:rsidRPr="00115F49">
        <w:t xml:space="preserve"> n</w:t>
      </w:r>
      <w:r w:rsidR="00766774">
        <w:t>’</w:t>
      </w:r>
      <w:r w:rsidRPr="00115F49">
        <w:t>avait eu des bruits aussi gentils dans les oreilles</w:t>
      </w:r>
      <w:r w:rsidR="00766774">
        <w:t xml:space="preserve">. </w:t>
      </w:r>
      <w:r w:rsidRPr="00115F49">
        <w:t>Pas question de passer à autre chose ce matin-là</w:t>
      </w:r>
      <w:r w:rsidR="00766774">
        <w:t xml:space="preserve">. </w:t>
      </w:r>
      <w:r w:rsidRPr="00115F49">
        <w:t>Il ferma le tiroir et il commença à mettre son plaisir sur pied</w:t>
      </w:r>
      <w:r w:rsidR="00766774">
        <w:t xml:space="preserve">. </w:t>
      </w:r>
      <w:r w:rsidRPr="00115F49">
        <w:t>Tant qu</w:t>
      </w:r>
      <w:r w:rsidR="00766774">
        <w:t>’</w:t>
      </w:r>
      <w:r w:rsidRPr="00115F49">
        <w:t>il n</w:t>
      </w:r>
      <w:r w:rsidR="00766774">
        <w:t>’</w:t>
      </w:r>
      <w:r w:rsidRPr="00115F49">
        <w:t>aurait pas cette horloge accrochée au mur</w:t>
      </w:r>
      <w:r w:rsidR="00766774">
        <w:t xml:space="preserve">, </w:t>
      </w:r>
      <w:r w:rsidRPr="00115F49">
        <w:t>il ne serait pas content</w:t>
      </w:r>
      <w:r w:rsidR="00766774">
        <w:t xml:space="preserve">. </w:t>
      </w:r>
      <w:r w:rsidRPr="00115F49">
        <w:t>Inutile d</w:t>
      </w:r>
      <w:r w:rsidR="00766774">
        <w:t>’</w:t>
      </w:r>
      <w:r w:rsidRPr="00115F49">
        <w:t>essayer</w:t>
      </w:r>
      <w:r w:rsidR="00766774">
        <w:t xml:space="preserve">, </w:t>
      </w:r>
      <w:r w:rsidRPr="00115F49">
        <w:t>il ne pouvait pas s</w:t>
      </w:r>
      <w:r w:rsidR="00766774">
        <w:t>’</w:t>
      </w:r>
      <w:r w:rsidRPr="00115F49">
        <w:t>en passer</w:t>
      </w:r>
      <w:r w:rsidR="00766774">
        <w:t xml:space="preserve">. </w:t>
      </w:r>
      <w:r w:rsidRPr="00115F49">
        <w:t>Rien qu</w:t>
      </w:r>
      <w:r w:rsidR="00766774">
        <w:t>’</w:t>
      </w:r>
      <w:r w:rsidRPr="00115F49">
        <w:t>à imaginer qu</w:t>
      </w:r>
      <w:r w:rsidR="00766774">
        <w:t>’</w:t>
      </w:r>
      <w:r w:rsidRPr="00115F49">
        <w:t>il n</w:t>
      </w:r>
      <w:r w:rsidR="00766774">
        <w:t>’</w:t>
      </w:r>
      <w:r w:rsidRPr="00115F49">
        <w:t>entendrait pas le tac-tac il trouvait le temps long</w:t>
      </w:r>
      <w:r w:rsidR="00766774">
        <w:t xml:space="preserve">. </w:t>
      </w:r>
      <w:r w:rsidRPr="00115F49">
        <w:t>La femme aurait beau dire</w:t>
      </w:r>
      <w:r w:rsidR="00766774">
        <w:t xml:space="preserve">. </w:t>
      </w:r>
      <w:r w:rsidRPr="00115F49">
        <w:t>C</w:t>
      </w:r>
      <w:r w:rsidR="00766774">
        <w:t>’</w:t>
      </w:r>
      <w:r w:rsidRPr="00115F49">
        <w:t>était décidé</w:t>
      </w:r>
      <w:r w:rsidR="00766774">
        <w:t>.</w:t>
      </w:r>
    </w:p>
    <w:p w14:paraId="0A262548" w14:textId="77777777" w:rsidR="00766774" w:rsidRDefault="00115F49" w:rsidP="00115F49">
      <w:r w:rsidRPr="00115F49">
        <w:t>Il but un café exquis</w:t>
      </w:r>
      <w:r w:rsidR="00766774">
        <w:t xml:space="preserve">. </w:t>
      </w:r>
      <w:r w:rsidRPr="00115F49">
        <w:t>L</w:t>
      </w:r>
      <w:r w:rsidR="00766774">
        <w:t>’</w:t>
      </w:r>
      <w:r w:rsidRPr="00115F49">
        <w:t>horloge était sur ses genoux et il pensait à ce qu</w:t>
      </w:r>
      <w:r w:rsidR="00766774">
        <w:t>’</w:t>
      </w:r>
      <w:r w:rsidRPr="00115F49">
        <w:t>il allait faire</w:t>
      </w:r>
      <w:r w:rsidR="00766774">
        <w:t xml:space="preserve">. </w:t>
      </w:r>
      <w:r w:rsidRPr="00115F49">
        <w:t>C</w:t>
      </w:r>
      <w:r w:rsidR="00766774">
        <w:t>’</w:t>
      </w:r>
      <w:r w:rsidRPr="00115F49">
        <w:t>était bien simple</w:t>
      </w:r>
      <w:r w:rsidR="00766774">
        <w:t xml:space="preserve">, </w:t>
      </w:r>
      <w:r w:rsidRPr="00115F49">
        <w:t>voilà ce qu</w:t>
      </w:r>
      <w:r w:rsidR="00766774">
        <w:t>’</w:t>
      </w:r>
      <w:r w:rsidRPr="00115F49">
        <w:t>il fallait faire</w:t>
      </w:r>
      <w:r w:rsidR="00766774">
        <w:t xml:space="preserve"> : </w:t>
      </w:r>
      <w:r w:rsidRPr="00115F49">
        <w:t xml:space="preserve">il allait faire une </w:t>
      </w:r>
      <w:r w:rsidR="00766774">
        <w:t>« </w:t>
      </w:r>
      <w:r w:rsidRPr="00115F49">
        <w:t>petite-boî-ten-bois</w:t>
      </w:r>
      <w:r w:rsidR="00766774">
        <w:t xml:space="preserve"> » ! </w:t>
      </w:r>
      <w:r w:rsidRPr="00115F49">
        <w:t>avec un trou rond découpé à la scie pour le cadran</w:t>
      </w:r>
      <w:r w:rsidR="00766774">
        <w:t xml:space="preserve">, </w:t>
      </w:r>
      <w:r w:rsidRPr="00115F49">
        <w:t>un bon crochet derrière pour la pendre</w:t>
      </w:r>
      <w:r w:rsidR="00766774">
        <w:t xml:space="preserve">. </w:t>
      </w:r>
      <w:r w:rsidRPr="00115F49">
        <w:t>En quel bois</w:t>
      </w:r>
      <w:r w:rsidR="00766774">
        <w:t xml:space="preserve"> ? </w:t>
      </w:r>
      <w:r w:rsidRPr="00115F49">
        <w:t>En bois de noyer bien entendu</w:t>
      </w:r>
      <w:r w:rsidR="00766774">
        <w:t xml:space="preserve">. </w:t>
      </w:r>
      <w:r w:rsidRPr="00115F49">
        <w:t xml:space="preserve">Il pensa même à un bout de cire vierge qui devait se trouver dans la boîte marquée </w:t>
      </w:r>
      <w:r w:rsidR="00766774">
        <w:t>« </w:t>
      </w:r>
      <w:r w:rsidRPr="00115F49">
        <w:t>Épices</w:t>
      </w:r>
      <w:r w:rsidR="00766774">
        <w:t xml:space="preserve"> », </w:t>
      </w:r>
      <w:r w:rsidRPr="00115F49">
        <w:t>là sur la cheminée</w:t>
      </w:r>
      <w:r w:rsidR="00766774">
        <w:t xml:space="preserve">, </w:t>
      </w:r>
      <w:r w:rsidRPr="00115F49">
        <w:t>avec laquelle cire il y aurait de quoi donner du lustre et masquer les joints</w:t>
      </w:r>
      <w:r w:rsidR="00766774">
        <w:t>.</w:t>
      </w:r>
    </w:p>
    <w:p w14:paraId="747103FC" w14:textId="77777777" w:rsidR="00766774" w:rsidRDefault="00115F49" w:rsidP="00115F49">
      <w:r w:rsidRPr="00115F49">
        <w:t>Du bois de noyer il n</w:t>
      </w:r>
      <w:r w:rsidR="00766774">
        <w:t>’</w:t>
      </w:r>
      <w:r w:rsidRPr="00115F49">
        <w:t>en avait pas ici</w:t>
      </w:r>
      <w:r w:rsidR="00766774">
        <w:t xml:space="preserve">. </w:t>
      </w:r>
      <w:r w:rsidRPr="00115F49">
        <w:t>Il en avait deux très belles feuilles à la scierie</w:t>
      </w:r>
      <w:r w:rsidR="00766774">
        <w:t xml:space="preserve">. </w:t>
      </w:r>
      <w:r w:rsidRPr="00115F49">
        <w:t>Il se vit en train de scier</w:t>
      </w:r>
      <w:r w:rsidR="00766774">
        <w:t xml:space="preserve">, </w:t>
      </w:r>
      <w:r w:rsidRPr="00115F49">
        <w:t>râper</w:t>
      </w:r>
      <w:r w:rsidR="00766774">
        <w:t xml:space="preserve">, </w:t>
      </w:r>
      <w:r w:rsidRPr="00115F49">
        <w:t>ajuster et vernir pendant cette journée qui s</w:t>
      </w:r>
      <w:r w:rsidR="00766774">
        <w:t>’</w:t>
      </w:r>
      <w:r w:rsidRPr="00115F49">
        <w:t>annonçait noire</w:t>
      </w:r>
      <w:r w:rsidR="00766774">
        <w:t xml:space="preserve">. </w:t>
      </w:r>
      <w:r w:rsidRPr="00115F49">
        <w:t>Il plaça soigneusement la petite horloge dans le tiroir après avoir de nouveau pris un énorme plaisir à regarder le berger d</w:t>
      </w:r>
      <w:r w:rsidR="00766774">
        <w:t>’</w:t>
      </w:r>
      <w:r w:rsidRPr="00115F49">
        <w:t>or et la bergère blanche</w:t>
      </w:r>
      <w:r w:rsidR="00766774">
        <w:t>.</w:t>
      </w:r>
    </w:p>
    <w:p w14:paraId="2EB2C9AB" w14:textId="77777777" w:rsidR="00766774" w:rsidRDefault="00115F49" w:rsidP="00115F49">
      <w:r w:rsidRPr="00115F49">
        <w:t>Avant que la femme se lève</w:t>
      </w:r>
      <w:r w:rsidR="00766774">
        <w:t xml:space="preserve"> (</w:t>
      </w:r>
      <w:r w:rsidRPr="00115F49">
        <w:t>elle demanderait trop d</w:t>
      </w:r>
      <w:r w:rsidR="00766774">
        <w:t>’</w:t>
      </w:r>
      <w:r w:rsidRPr="00115F49">
        <w:t>explications</w:t>
      </w:r>
      <w:r w:rsidR="00766774">
        <w:t xml:space="preserve">), </w:t>
      </w:r>
      <w:r w:rsidRPr="00115F49">
        <w:t>il allait descendre jusqu</w:t>
      </w:r>
      <w:r w:rsidR="00766774">
        <w:t>’</w:t>
      </w:r>
      <w:r w:rsidRPr="00115F49">
        <w:t>à la scierie</w:t>
      </w:r>
      <w:r w:rsidR="00766774">
        <w:t xml:space="preserve">. </w:t>
      </w:r>
      <w:r w:rsidRPr="00115F49">
        <w:t>Il en avait pour vingt minutes</w:t>
      </w:r>
      <w:r w:rsidR="00766774">
        <w:t>.</w:t>
      </w:r>
    </w:p>
    <w:p w14:paraId="1BEF66FC" w14:textId="77777777" w:rsidR="00766774" w:rsidRDefault="00115F49" w:rsidP="00115F49">
      <w:r w:rsidRPr="00115F49">
        <w:t>Jour louche</w:t>
      </w:r>
      <w:r w:rsidR="00766774">
        <w:t xml:space="preserve">, </w:t>
      </w:r>
      <w:r w:rsidRPr="00115F49">
        <w:t>brouillard</w:t>
      </w:r>
      <w:r w:rsidR="00766774">
        <w:t xml:space="preserve">, </w:t>
      </w:r>
      <w:r w:rsidRPr="00115F49">
        <w:t>on n</w:t>
      </w:r>
      <w:r w:rsidR="00766774">
        <w:t>’</w:t>
      </w:r>
      <w:r w:rsidRPr="00115F49">
        <w:t>y voyait qu</w:t>
      </w:r>
      <w:r w:rsidR="00766774">
        <w:t>’</w:t>
      </w:r>
      <w:r w:rsidRPr="00115F49">
        <w:t>à cinq ou six mètres</w:t>
      </w:r>
      <w:r w:rsidR="00766774">
        <w:t xml:space="preserve">. </w:t>
      </w:r>
      <w:r w:rsidRPr="00115F49">
        <w:t>La neige gelée portait bien</w:t>
      </w:r>
      <w:r w:rsidR="00766774">
        <w:t xml:space="preserve">. </w:t>
      </w:r>
      <w:r w:rsidRPr="00115F49">
        <w:t>Froid de canard</w:t>
      </w:r>
      <w:r w:rsidR="00766774">
        <w:t xml:space="preserve"> : </w:t>
      </w:r>
      <w:r w:rsidRPr="00115F49">
        <w:t>il avait sa veste en peau de mouton</w:t>
      </w:r>
      <w:r w:rsidR="00766774">
        <w:t xml:space="preserve">. </w:t>
      </w:r>
      <w:r w:rsidRPr="00115F49">
        <w:t>Le village dormait</w:t>
      </w:r>
      <w:r w:rsidR="00766774">
        <w:t xml:space="preserve">. </w:t>
      </w:r>
      <w:r w:rsidRPr="00115F49">
        <w:t>De la lu</w:t>
      </w:r>
      <w:r w:rsidRPr="00115F49">
        <w:lastRenderedPageBreak/>
        <w:t>mière aux vitres du Café de la route</w:t>
      </w:r>
      <w:r w:rsidR="00766774">
        <w:t xml:space="preserve"> ; </w:t>
      </w:r>
      <w:r w:rsidRPr="00115F49">
        <w:t>chez le maire</w:t>
      </w:r>
      <w:r w:rsidR="00766774">
        <w:t xml:space="preserve"> ; </w:t>
      </w:r>
      <w:r w:rsidRPr="00115F49">
        <w:t>chez Dorothée</w:t>
      </w:r>
      <w:r w:rsidR="00766774">
        <w:t xml:space="preserve">. </w:t>
      </w:r>
      <w:r w:rsidRPr="00115F49">
        <w:t>Cette fille était matinale</w:t>
      </w:r>
      <w:r w:rsidR="00766774">
        <w:t> !</w:t>
      </w:r>
    </w:p>
    <w:p w14:paraId="4A4E9E6C" w14:textId="77777777" w:rsidR="00766774" w:rsidRDefault="00115F49" w:rsidP="00115F49">
      <w:r w:rsidRPr="00115F49">
        <w:t>Route d</w:t>
      </w:r>
      <w:r w:rsidR="00766774">
        <w:t>’</w:t>
      </w:r>
      <w:r w:rsidRPr="00115F49">
        <w:t>Avers qui passe en vue des fenêtres de Bergues</w:t>
      </w:r>
      <w:r w:rsidR="00766774">
        <w:t xml:space="preserve"> ; </w:t>
      </w:r>
      <w:r w:rsidRPr="00115F49">
        <w:t>et</w:t>
      </w:r>
      <w:r w:rsidR="00766774">
        <w:t xml:space="preserve">, </w:t>
      </w:r>
      <w:r w:rsidRPr="00115F49">
        <w:t>plus de village</w:t>
      </w:r>
      <w:r w:rsidR="00766774">
        <w:t xml:space="preserve">. </w:t>
      </w:r>
      <w:r w:rsidRPr="00115F49">
        <w:t>Cent mètres</w:t>
      </w:r>
      <w:r w:rsidR="00766774">
        <w:t xml:space="preserve"> : </w:t>
      </w:r>
      <w:r w:rsidRPr="00115F49">
        <w:t>ici on y voit déjà un peu plus clair</w:t>
      </w:r>
      <w:r w:rsidR="00766774">
        <w:t xml:space="preserve">, </w:t>
      </w:r>
      <w:r w:rsidRPr="00115F49">
        <w:t>c</w:t>
      </w:r>
      <w:r w:rsidR="00766774">
        <w:t>’</w:t>
      </w:r>
      <w:r w:rsidRPr="00115F49">
        <w:t>est-à-dire que le brouillard est un peu plus luisant et contient quelques traces d</w:t>
      </w:r>
      <w:r w:rsidR="00766774">
        <w:t>’</w:t>
      </w:r>
      <w:r w:rsidRPr="00115F49">
        <w:t>arbres qui sont des saules</w:t>
      </w:r>
      <w:r w:rsidR="00766774">
        <w:t xml:space="preserve">. </w:t>
      </w:r>
      <w:r w:rsidRPr="00115F49">
        <w:t>Cent mètres plus loin c</w:t>
      </w:r>
      <w:r w:rsidR="00766774">
        <w:t>’</w:t>
      </w:r>
      <w:r w:rsidRPr="00115F49">
        <w:t>est la scierie</w:t>
      </w:r>
      <w:r w:rsidR="00766774">
        <w:t>.</w:t>
      </w:r>
    </w:p>
    <w:p w14:paraId="45207D03" w14:textId="77777777" w:rsidR="00766774" w:rsidRDefault="00766774" w:rsidP="00115F49">
      <w:r w:rsidRPr="00115F49">
        <w:t>Frédéric</w:t>
      </w:r>
      <w:r>
        <w:t> </w:t>
      </w:r>
      <w:r w:rsidRPr="00115F49">
        <w:t>II</w:t>
      </w:r>
      <w:r w:rsidR="00115F49" w:rsidRPr="00115F49">
        <w:t xml:space="preserve"> mit à peu près dix minutes pour trouver ses feuilles de noyer</w:t>
      </w:r>
      <w:r>
        <w:t xml:space="preserve">. </w:t>
      </w:r>
      <w:r w:rsidR="00115F49" w:rsidRPr="00115F49">
        <w:t>Il était sur sa porte</w:t>
      </w:r>
      <w:r>
        <w:t xml:space="preserve"> ; </w:t>
      </w:r>
      <w:r w:rsidR="00115F49" w:rsidRPr="00115F49">
        <w:t>il allait la refermer</w:t>
      </w:r>
      <w:r>
        <w:t xml:space="preserve"> ; </w:t>
      </w:r>
      <w:r w:rsidR="00115F49" w:rsidRPr="00115F49">
        <w:t>il entendit du bruit dans le hêtre</w:t>
      </w:r>
      <w:r>
        <w:t xml:space="preserve">. </w:t>
      </w:r>
      <w:r w:rsidR="00115F49" w:rsidRPr="00115F49">
        <w:t>Naturellement</w:t>
      </w:r>
      <w:r>
        <w:t xml:space="preserve">, </w:t>
      </w:r>
      <w:r w:rsidR="00115F49" w:rsidRPr="00115F49">
        <w:t>le hêtre était entièrement effacé par la brume</w:t>
      </w:r>
      <w:r>
        <w:t xml:space="preserve">. </w:t>
      </w:r>
      <w:r w:rsidR="00115F49" w:rsidRPr="00115F49">
        <w:t>On en voyait le tronc énorme</w:t>
      </w:r>
      <w:r>
        <w:t xml:space="preserve"> ; </w:t>
      </w:r>
      <w:r w:rsidR="00115F49" w:rsidRPr="00115F49">
        <w:t>tout le reste était complètement perdu</w:t>
      </w:r>
      <w:r>
        <w:t xml:space="preserve">. </w:t>
      </w:r>
      <w:r w:rsidRPr="00115F49">
        <w:t>Frédéric</w:t>
      </w:r>
      <w:r>
        <w:t> </w:t>
      </w:r>
      <w:r w:rsidRPr="00115F49">
        <w:t>II</w:t>
      </w:r>
      <w:r w:rsidR="00115F49" w:rsidRPr="00115F49">
        <w:t xml:space="preserve"> écouta</w:t>
      </w:r>
      <w:r>
        <w:t xml:space="preserve"> ; </w:t>
      </w:r>
      <w:r w:rsidR="00115F49" w:rsidRPr="00115F49">
        <w:t>ça n</w:t>
      </w:r>
      <w:r>
        <w:t>’</w:t>
      </w:r>
      <w:r w:rsidR="00115F49" w:rsidRPr="00115F49">
        <w:t>avait l</w:t>
      </w:r>
      <w:r>
        <w:t>’</w:t>
      </w:r>
      <w:r w:rsidR="00115F49" w:rsidRPr="00115F49">
        <w:t>air de rien</w:t>
      </w:r>
      <w:r>
        <w:t xml:space="preserve"> ; </w:t>
      </w:r>
      <w:r w:rsidR="00115F49" w:rsidRPr="00115F49">
        <w:t>c</w:t>
      </w:r>
      <w:r>
        <w:t>’</w:t>
      </w:r>
      <w:r w:rsidR="00115F49" w:rsidRPr="00115F49">
        <w:t>était du bruit</w:t>
      </w:r>
      <w:r>
        <w:t xml:space="preserve">. </w:t>
      </w:r>
      <w:r w:rsidR="00115F49" w:rsidRPr="00115F49">
        <w:t>On était bien incapable d</w:t>
      </w:r>
      <w:r>
        <w:t>’</w:t>
      </w:r>
      <w:r w:rsidR="00115F49" w:rsidRPr="00115F49">
        <w:t>imaginer quoi que ce soit avec ce bruit-là</w:t>
      </w:r>
      <w:r>
        <w:t xml:space="preserve">. </w:t>
      </w:r>
      <w:r w:rsidR="00115F49" w:rsidRPr="00115F49">
        <w:t>Des oiseaux</w:t>
      </w:r>
      <w:r>
        <w:t xml:space="preserve"> ? </w:t>
      </w:r>
      <w:r w:rsidR="00115F49" w:rsidRPr="00115F49">
        <w:t>Alors des gros et qui bougeaient avec précaution</w:t>
      </w:r>
      <w:r>
        <w:t xml:space="preserve">. </w:t>
      </w:r>
      <w:r w:rsidR="00115F49" w:rsidRPr="00115F49">
        <w:t>En cette saison</w:t>
      </w:r>
      <w:r>
        <w:t xml:space="preserve">, </w:t>
      </w:r>
      <w:r w:rsidR="00115F49" w:rsidRPr="00115F49">
        <w:t>il n</w:t>
      </w:r>
      <w:r>
        <w:t>’</w:t>
      </w:r>
      <w:r w:rsidR="00115F49" w:rsidRPr="00115F49">
        <w:t>y a pas d</w:t>
      </w:r>
      <w:r>
        <w:t>’</w:t>
      </w:r>
      <w:r w:rsidR="00115F49" w:rsidRPr="00115F49">
        <w:t>oiseaux aux nids</w:t>
      </w:r>
      <w:r>
        <w:t xml:space="preserve">. </w:t>
      </w:r>
      <w:r w:rsidR="00115F49" w:rsidRPr="00115F49">
        <w:t>Des rats</w:t>
      </w:r>
      <w:r>
        <w:t xml:space="preserve"> ? </w:t>
      </w:r>
      <w:r w:rsidR="00115F49" w:rsidRPr="00115F49">
        <w:t>Il semblait qu</w:t>
      </w:r>
      <w:r>
        <w:t>’</w:t>
      </w:r>
      <w:r w:rsidR="00115F49" w:rsidRPr="00115F49">
        <w:t>à un moment donné ça avait un peu couiné</w:t>
      </w:r>
      <w:r>
        <w:t xml:space="preserve"> ; </w:t>
      </w:r>
      <w:r w:rsidR="00115F49" w:rsidRPr="00115F49">
        <w:t>ça n</w:t>
      </w:r>
      <w:r>
        <w:t>’</w:t>
      </w:r>
      <w:r w:rsidR="00115F49" w:rsidRPr="00115F49">
        <w:t>était pas des bruits de rats</w:t>
      </w:r>
      <w:r>
        <w:t xml:space="preserve">. </w:t>
      </w:r>
      <w:r w:rsidR="00115F49" w:rsidRPr="00115F49">
        <w:t>On ne pouvait absolument rien voir</w:t>
      </w:r>
      <w:r>
        <w:t xml:space="preserve">. </w:t>
      </w:r>
      <w:r w:rsidR="00115F49" w:rsidRPr="00115F49">
        <w:t>À l</w:t>
      </w:r>
      <w:r>
        <w:t>’</w:t>
      </w:r>
      <w:r w:rsidR="00115F49" w:rsidRPr="00115F49">
        <w:t>endroit où se produisait le bruit</w:t>
      </w:r>
      <w:r>
        <w:t xml:space="preserve">, </w:t>
      </w:r>
      <w:r w:rsidR="00115F49" w:rsidRPr="00115F49">
        <w:t>c</w:t>
      </w:r>
      <w:r>
        <w:t>’</w:t>
      </w:r>
      <w:r w:rsidR="00115F49" w:rsidRPr="00115F49">
        <w:t>était blanc parfait</w:t>
      </w:r>
      <w:r>
        <w:t xml:space="preserve">. </w:t>
      </w:r>
      <w:r w:rsidR="00115F49" w:rsidRPr="00115F49">
        <w:t>Frédéric resta la main sur le loquet</w:t>
      </w:r>
      <w:r>
        <w:t>.</w:t>
      </w:r>
    </w:p>
    <w:p w14:paraId="0A68A586" w14:textId="77777777" w:rsidR="00766774" w:rsidRDefault="00115F49" w:rsidP="00115F49">
      <w:r w:rsidRPr="00115F49">
        <w:t>Il n</w:t>
      </w:r>
      <w:r w:rsidR="00766774">
        <w:t>’</w:t>
      </w:r>
      <w:r w:rsidRPr="00115F49">
        <w:t>avait pas mis ses sabots</w:t>
      </w:r>
      <w:r w:rsidR="00766774">
        <w:t xml:space="preserve"> ; </w:t>
      </w:r>
      <w:r w:rsidRPr="00115F49">
        <w:t>ce matin-là il avait ses bottes</w:t>
      </w:r>
      <w:r w:rsidR="00766774">
        <w:t xml:space="preserve">. </w:t>
      </w:r>
      <w:r w:rsidRPr="00115F49">
        <w:t>Il pouvait marcher sans faire de bruit</w:t>
      </w:r>
      <w:r w:rsidR="00766774">
        <w:t xml:space="preserve">. </w:t>
      </w:r>
      <w:r w:rsidRPr="00115F49">
        <w:t>Il lâcha tout doucement le loquet et il s</w:t>
      </w:r>
      <w:r w:rsidR="00766774">
        <w:t>’</w:t>
      </w:r>
      <w:r w:rsidRPr="00115F49">
        <w:t>approcha</w:t>
      </w:r>
      <w:r w:rsidR="00766774">
        <w:t xml:space="preserve">. </w:t>
      </w:r>
      <w:r w:rsidRPr="00115F49">
        <w:t>À trois</w:t>
      </w:r>
      <w:r w:rsidR="00766774">
        <w:t xml:space="preserve">, </w:t>
      </w:r>
      <w:r w:rsidRPr="00115F49">
        <w:t>quatre mètres du tronc du hêtre il y avait un buisson de ronces</w:t>
      </w:r>
      <w:r w:rsidR="00766774">
        <w:t xml:space="preserve"> (</w:t>
      </w:r>
      <w:r w:rsidRPr="00115F49">
        <w:t>il y est toujours</w:t>
      </w:r>
      <w:r w:rsidR="00766774">
        <w:t xml:space="preserve">). </w:t>
      </w:r>
      <w:r w:rsidR="00766774" w:rsidRPr="00115F49">
        <w:t>Frédéric</w:t>
      </w:r>
      <w:r w:rsidR="00766774">
        <w:t> </w:t>
      </w:r>
      <w:r w:rsidR="00766774" w:rsidRPr="00115F49">
        <w:t>II</w:t>
      </w:r>
      <w:r w:rsidRPr="00115F49">
        <w:t xml:space="preserve"> était derrière ce buisson depuis peut-être une demi-minute</w:t>
      </w:r>
      <w:r w:rsidR="00766774">
        <w:t xml:space="preserve">, </w:t>
      </w:r>
      <w:r w:rsidRPr="00115F49">
        <w:t>bouche ouverte et l</w:t>
      </w:r>
      <w:r w:rsidR="00766774">
        <w:t>’</w:t>
      </w:r>
      <w:r w:rsidRPr="00115F49">
        <w:t>œil rond</w:t>
      </w:r>
      <w:r w:rsidR="00766774">
        <w:t xml:space="preserve">, </w:t>
      </w:r>
      <w:r w:rsidRPr="00115F49">
        <w:t>quand le bruit ressembla à celui que ferait quelque chose</w:t>
      </w:r>
      <w:r w:rsidR="00766774">
        <w:t xml:space="preserve">, </w:t>
      </w:r>
      <w:r w:rsidRPr="00115F49">
        <w:t>ou quelqu</w:t>
      </w:r>
      <w:r w:rsidR="00766774">
        <w:t>’</w:t>
      </w:r>
      <w:r w:rsidRPr="00115F49">
        <w:t>un</w:t>
      </w:r>
      <w:r w:rsidR="00766774">
        <w:t xml:space="preserve">, </w:t>
      </w:r>
      <w:r w:rsidRPr="00115F49">
        <w:t>ou une bête</w:t>
      </w:r>
      <w:r w:rsidR="00766774">
        <w:t xml:space="preserve">, </w:t>
      </w:r>
      <w:r w:rsidRPr="00115F49">
        <w:t>un serpent qui glisserait contre des branches</w:t>
      </w:r>
      <w:r w:rsidR="00766774">
        <w:t xml:space="preserve">, </w:t>
      </w:r>
      <w:r w:rsidRPr="00115F49">
        <w:t>de l</w:t>
      </w:r>
      <w:r w:rsidR="00766774">
        <w:t>’</w:t>
      </w:r>
      <w:r w:rsidRPr="00115F49">
        <w:t>écorce</w:t>
      </w:r>
      <w:r w:rsidR="00766774">
        <w:t xml:space="preserve"> ; </w:t>
      </w:r>
      <w:r w:rsidRPr="00115F49">
        <w:t>et</w:t>
      </w:r>
      <w:r w:rsidR="00766774">
        <w:t xml:space="preserve">, </w:t>
      </w:r>
      <w:r w:rsidRPr="00115F49">
        <w:t>de la brume</w:t>
      </w:r>
      <w:r w:rsidR="00766774">
        <w:t xml:space="preserve">, </w:t>
      </w:r>
      <w:r w:rsidRPr="00115F49">
        <w:t>comme d</w:t>
      </w:r>
      <w:r w:rsidR="00766774">
        <w:t>’</w:t>
      </w:r>
      <w:r w:rsidRPr="00115F49">
        <w:t>une trappe</w:t>
      </w:r>
      <w:r w:rsidR="00766774">
        <w:t xml:space="preserve">, </w:t>
      </w:r>
      <w:r w:rsidRPr="00115F49">
        <w:t>se mirent à descendre un pied chaussé d</w:t>
      </w:r>
      <w:r w:rsidR="00766774">
        <w:t>’</w:t>
      </w:r>
      <w:r w:rsidRPr="00115F49">
        <w:t>une botte</w:t>
      </w:r>
      <w:r w:rsidR="00766774">
        <w:t xml:space="preserve">, </w:t>
      </w:r>
      <w:r w:rsidRPr="00115F49">
        <w:t>un pantalon</w:t>
      </w:r>
      <w:r w:rsidR="00766774">
        <w:t xml:space="preserve">, </w:t>
      </w:r>
      <w:r w:rsidRPr="00115F49">
        <w:t>une veste</w:t>
      </w:r>
      <w:r w:rsidR="00766774">
        <w:t xml:space="preserve">, </w:t>
      </w:r>
      <w:r w:rsidRPr="00115F49">
        <w:t>une toque de fourrure</w:t>
      </w:r>
      <w:r w:rsidR="00766774">
        <w:t xml:space="preserve">, </w:t>
      </w:r>
      <w:r w:rsidRPr="00115F49">
        <w:t>un homme</w:t>
      </w:r>
      <w:r w:rsidR="00766774">
        <w:t xml:space="preserve"> ! </w:t>
      </w:r>
      <w:r w:rsidRPr="00115F49">
        <w:t xml:space="preserve">Qui </w:t>
      </w:r>
      <w:r w:rsidRPr="00115F49">
        <w:lastRenderedPageBreak/>
        <w:t>descendait lentement le long des deux mètres cinquante de tronc qui était visible et posa ses pieds par terre</w:t>
      </w:r>
      <w:r w:rsidR="00766774">
        <w:t>.</w:t>
      </w:r>
    </w:p>
    <w:p w14:paraId="6BA2B974" w14:textId="77777777" w:rsidR="00766774" w:rsidRDefault="00115F49" w:rsidP="00115F49">
      <w:r w:rsidRPr="00115F49">
        <w:t>Qui c</w:t>
      </w:r>
      <w:r w:rsidR="00766774">
        <w:t>’</w:t>
      </w:r>
      <w:r w:rsidRPr="00115F49">
        <w:t>était</w:t>
      </w:r>
      <w:r w:rsidR="00766774">
        <w:t xml:space="preserve">, </w:t>
      </w:r>
      <w:r w:rsidRPr="00115F49">
        <w:t>ce type-là</w:t>
      </w:r>
      <w:r w:rsidR="00766774">
        <w:t> ?</w:t>
      </w:r>
    </w:p>
    <w:p w14:paraId="5CB184AF" w14:textId="77777777" w:rsidR="00766774" w:rsidRDefault="00115F49" w:rsidP="00115F49">
      <w:r w:rsidRPr="00115F49">
        <w:t>Naturellement</w:t>
      </w:r>
      <w:r w:rsidR="00766774">
        <w:t xml:space="preserve">, </w:t>
      </w:r>
      <w:r w:rsidRPr="00115F49">
        <w:t xml:space="preserve">il faisait face au tronc et il tournait le dos à </w:t>
      </w:r>
      <w:r w:rsidR="00766774" w:rsidRPr="00115F49">
        <w:t>Frédéric</w:t>
      </w:r>
      <w:r w:rsidR="00766774">
        <w:t> </w:t>
      </w:r>
      <w:r w:rsidR="00766774" w:rsidRPr="00115F49">
        <w:t>II</w:t>
      </w:r>
      <w:r w:rsidR="00766774">
        <w:t xml:space="preserve">. </w:t>
      </w:r>
      <w:r w:rsidRPr="00115F49">
        <w:t>Il n</w:t>
      </w:r>
      <w:r w:rsidR="00766774">
        <w:t>’</w:t>
      </w:r>
      <w:r w:rsidRPr="00115F49">
        <w:t>avait pas d</w:t>
      </w:r>
      <w:r w:rsidR="00766774">
        <w:t>’</w:t>
      </w:r>
      <w:r w:rsidRPr="00115F49">
        <w:t>allure connue</w:t>
      </w:r>
      <w:r w:rsidR="00766774">
        <w:t xml:space="preserve">. </w:t>
      </w:r>
      <w:r w:rsidRPr="00115F49">
        <w:t>Il glissa dans un taillis</w:t>
      </w:r>
      <w:r w:rsidR="00766774">
        <w:t xml:space="preserve">, </w:t>
      </w:r>
      <w:r w:rsidRPr="00115F49">
        <w:t>fit quatre ou cinq pas et disparut dans la brume</w:t>
      </w:r>
      <w:r w:rsidR="00766774">
        <w:t>.</w:t>
      </w:r>
    </w:p>
    <w:p w14:paraId="213C1CFF" w14:textId="77777777" w:rsidR="00766774" w:rsidRDefault="00766774" w:rsidP="00115F49">
      <w:r>
        <w:t>« </w:t>
      </w:r>
      <w:r w:rsidR="00115F49" w:rsidRPr="00115F49">
        <w:t>Qu</w:t>
      </w:r>
      <w:r>
        <w:t>’</w:t>
      </w:r>
      <w:r w:rsidR="00115F49" w:rsidRPr="00115F49">
        <w:t>est-ce qu</w:t>
      </w:r>
      <w:r>
        <w:t>’</w:t>
      </w:r>
      <w:r w:rsidR="00115F49" w:rsidRPr="00115F49">
        <w:t>il foutait là-haut dedans</w:t>
      </w:r>
      <w:r>
        <w:t> ? »</w:t>
      </w:r>
      <w:r w:rsidR="00115F49" w:rsidRPr="00115F49">
        <w:t xml:space="preserve"> se dit </w:t>
      </w:r>
      <w:r w:rsidRPr="00115F49">
        <w:t>Frédéric</w:t>
      </w:r>
      <w:r>
        <w:t> </w:t>
      </w:r>
      <w:r w:rsidRPr="00115F49">
        <w:t>II</w:t>
      </w:r>
      <w:r>
        <w:t xml:space="preserve">. </w:t>
      </w:r>
      <w:r w:rsidR="00115F49" w:rsidRPr="00115F49">
        <w:t>Il s</w:t>
      </w:r>
      <w:r>
        <w:t>’</w:t>
      </w:r>
      <w:r w:rsidR="00115F49" w:rsidRPr="00115F49">
        <w:t>approcha du hêtre et il s</w:t>
      </w:r>
      <w:r>
        <w:t>’</w:t>
      </w:r>
      <w:r w:rsidR="00115F49" w:rsidRPr="00115F49">
        <w:t>aperçut que</w:t>
      </w:r>
      <w:r>
        <w:t xml:space="preserve">, </w:t>
      </w:r>
      <w:r w:rsidR="00115F49" w:rsidRPr="00115F49">
        <w:t>dans le tronc</w:t>
      </w:r>
      <w:r>
        <w:t xml:space="preserve">, </w:t>
      </w:r>
      <w:r w:rsidR="00115F49" w:rsidRPr="00115F49">
        <w:t>plantés de distance à distance</w:t>
      </w:r>
      <w:r>
        <w:t xml:space="preserve">, </w:t>
      </w:r>
      <w:r w:rsidR="00115F49" w:rsidRPr="00115F49">
        <w:t>de gros clous de charpentier faisaient comme un escalier</w:t>
      </w:r>
      <w:r>
        <w:t>.</w:t>
      </w:r>
    </w:p>
    <w:p w14:paraId="1A3119F0" w14:textId="77777777" w:rsidR="00766774" w:rsidRDefault="00766774" w:rsidP="00115F49">
      <w:r>
        <w:t>« </w:t>
      </w:r>
      <w:r w:rsidR="00115F49" w:rsidRPr="00115F49">
        <w:t>Et</w:t>
      </w:r>
      <w:r>
        <w:t xml:space="preserve">, </w:t>
      </w:r>
      <w:r w:rsidR="00115F49" w:rsidRPr="00115F49">
        <w:t>te foutre</w:t>
      </w:r>
      <w:r>
        <w:t xml:space="preserve">, </w:t>
      </w:r>
      <w:r w:rsidR="00115F49" w:rsidRPr="00115F49">
        <w:t>un drôle de type</w:t>
      </w:r>
      <w:r>
        <w:t xml:space="preserve">, </w:t>
      </w:r>
      <w:r w:rsidR="00115F49" w:rsidRPr="00115F49">
        <w:t>qu</w:t>
      </w:r>
      <w:r>
        <w:t>’</w:t>
      </w:r>
      <w:r w:rsidR="00115F49" w:rsidRPr="00115F49">
        <w:t>est-ce c</w:t>
      </w:r>
      <w:r>
        <w:t>’</w:t>
      </w:r>
      <w:r w:rsidR="00115F49" w:rsidRPr="00115F49">
        <w:t>est que ça</w:t>
      </w:r>
      <w:r>
        <w:t xml:space="preserve"> ? </w:t>
      </w:r>
      <w:r w:rsidR="00115F49" w:rsidRPr="00115F49">
        <w:t xml:space="preserve">se dit </w:t>
      </w:r>
      <w:r w:rsidRPr="00115F49">
        <w:t>Frédéric</w:t>
      </w:r>
      <w:r>
        <w:t> </w:t>
      </w:r>
      <w:r w:rsidRPr="00115F49">
        <w:t>II</w:t>
      </w:r>
      <w:r>
        <w:t xml:space="preserve">. </w:t>
      </w:r>
      <w:r w:rsidR="00115F49" w:rsidRPr="00115F49">
        <w:t>Attends voir</w:t>
      </w:r>
      <w:r>
        <w:t xml:space="preserve"> », </w:t>
      </w:r>
      <w:r w:rsidR="00115F49" w:rsidRPr="00115F49">
        <w:t>et il commença à monter</w:t>
      </w:r>
      <w:r>
        <w:t xml:space="preserve">. </w:t>
      </w:r>
      <w:r w:rsidR="00115F49" w:rsidRPr="00115F49">
        <w:t>C</w:t>
      </w:r>
      <w:r>
        <w:t>’</w:t>
      </w:r>
      <w:r w:rsidR="00115F49" w:rsidRPr="00115F49">
        <w:t>était facile</w:t>
      </w:r>
      <w:r>
        <w:t xml:space="preserve"> : </w:t>
      </w:r>
      <w:r w:rsidR="00115F49" w:rsidRPr="00115F49">
        <w:t>les clous étaient placés de telle façon que les pieds et les mains y allaient tout seuls</w:t>
      </w:r>
      <w:r>
        <w:t>.</w:t>
      </w:r>
    </w:p>
    <w:p w14:paraId="68BCC19C" w14:textId="77777777" w:rsidR="00766774" w:rsidRDefault="00115F49" w:rsidP="00115F49">
      <w:r w:rsidRPr="00115F49">
        <w:t xml:space="preserve">Voilà mon </w:t>
      </w:r>
      <w:r w:rsidR="00766774" w:rsidRPr="00115F49">
        <w:t>Frédéric</w:t>
      </w:r>
      <w:r w:rsidR="00766774">
        <w:t> </w:t>
      </w:r>
      <w:r w:rsidR="00766774" w:rsidRPr="00115F49">
        <w:t>II</w:t>
      </w:r>
      <w:r w:rsidRPr="00115F49">
        <w:t xml:space="preserve"> sur l</w:t>
      </w:r>
      <w:r w:rsidR="00766774">
        <w:t>’</w:t>
      </w:r>
      <w:r w:rsidRPr="00115F49">
        <w:t>enfourchure du tronc</w:t>
      </w:r>
      <w:r w:rsidR="00766774">
        <w:t xml:space="preserve">, </w:t>
      </w:r>
      <w:r w:rsidRPr="00115F49">
        <w:t>à l</w:t>
      </w:r>
      <w:r w:rsidR="00766774">
        <w:t>’</w:t>
      </w:r>
      <w:r w:rsidRPr="00115F49">
        <w:t>endroit d</w:t>
      </w:r>
      <w:r w:rsidR="00766774">
        <w:t>’</w:t>
      </w:r>
      <w:r w:rsidRPr="00115F49">
        <w:t>où partaient les branches maîtresses</w:t>
      </w:r>
      <w:r w:rsidR="00766774">
        <w:t xml:space="preserve">. </w:t>
      </w:r>
      <w:r w:rsidRPr="00115F49">
        <w:t>Et en plein brouillard</w:t>
      </w:r>
      <w:r w:rsidR="00766774">
        <w:t xml:space="preserve">. </w:t>
      </w:r>
      <w:r w:rsidRPr="00115F49">
        <w:t>Il ne voyait plus le sol</w:t>
      </w:r>
      <w:r w:rsidR="00766774">
        <w:t xml:space="preserve">. </w:t>
      </w:r>
      <w:r w:rsidRPr="00115F49">
        <w:t>Tout se fit très vite</w:t>
      </w:r>
      <w:r w:rsidR="00766774">
        <w:t xml:space="preserve">. </w:t>
      </w:r>
      <w:r w:rsidRPr="00115F49">
        <w:t>Il était comme sur quelque chose qui brûlait</w:t>
      </w:r>
      <w:r w:rsidR="00766774">
        <w:t>.</w:t>
      </w:r>
    </w:p>
    <w:p w14:paraId="2C5C6B12" w14:textId="77777777" w:rsidR="00766774" w:rsidRDefault="00115F49" w:rsidP="00115F49">
      <w:r w:rsidRPr="00115F49">
        <w:t>Des quatre branches maîtresses qui</w:t>
      </w:r>
      <w:r w:rsidR="00766774">
        <w:t xml:space="preserve">, </w:t>
      </w:r>
      <w:r w:rsidRPr="00115F49">
        <w:t>à partir de là s</w:t>
      </w:r>
      <w:r w:rsidR="00766774">
        <w:t>’</w:t>
      </w:r>
      <w:r w:rsidRPr="00115F49">
        <w:t>écartaient les unes des autres</w:t>
      </w:r>
      <w:r w:rsidR="00766774">
        <w:t xml:space="preserve">, </w:t>
      </w:r>
      <w:r w:rsidRPr="00115F49">
        <w:t>la plus grosse</w:t>
      </w:r>
      <w:r w:rsidR="00766774">
        <w:t xml:space="preserve"> (</w:t>
      </w:r>
      <w:r w:rsidRPr="00115F49">
        <w:t>large à elle seule comme un paquet de trois hommes</w:t>
      </w:r>
      <w:r w:rsidR="00766774">
        <w:t xml:space="preserve">) </w:t>
      </w:r>
      <w:r w:rsidRPr="00115F49">
        <w:t>était toute balayée de sa neige</w:t>
      </w:r>
      <w:r w:rsidR="00766774">
        <w:t xml:space="preserve">. </w:t>
      </w:r>
      <w:r w:rsidRPr="00115F49">
        <w:t>On voyait que l</w:t>
      </w:r>
      <w:r w:rsidR="00766774">
        <w:t>’</w:t>
      </w:r>
      <w:r w:rsidRPr="00115F49">
        <w:t>homme était descendu de là</w:t>
      </w:r>
      <w:r w:rsidR="00766774">
        <w:t xml:space="preserve">. </w:t>
      </w:r>
      <w:r w:rsidRPr="00115F49">
        <w:t>D</w:t>
      </w:r>
      <w:r w:rsidR="00766774">
        <w:t>’</w:t>
      </w:r>
      <w:r w:rsidRPr="00115F49">
        <w:t>ailleurs</w:t>
      </w:r>
      <w:r w:rsidR="00766774">
        <w:t xml:space="preserve">, </w:t>
      </w:r>
      <w:r w:rsidRPr="00115F49">
        <w:t>de loin en loin</w:t>
      </w:r>
      <w:r w:rsidR="00766774">
        <w:t xml:space="preserve">, </w:t>
      </w:r>
      <w:r w:rsidRPr="00115F49">
        <w:t>pour aider</w:t>
      </w:r>
      <w:r w:rsidR="00766774">
        <w:t xml:space="preserve">, </w:t>
      </w:r>
      <w:r w:rsidRPr="00115F49">
        <w:t>toujours les clous de charpentier</w:t>
      </w:r>
      <w:r w:rsidR="00766774">
        <w:t>.</w:t>
      </w:r>
    </w:p>
    <w:p w14:paraId="70844C81" w14:textId="77777777" w:rsidR="00766774" w:rsidRDefault="00766774" w:rsidP="00115F49">
      <w:r>
        <w:t>« </w:t>
      </w:r>
      <w:r w:rsidR="00115F49" w:rsidRPr="00115F49">
        <w:t>Cré coquin</w:t>
      </w:r>
      <w:r>
        <w:t> ! »</w:t>
      </w:r>
      <w:r w:rsidRPr="00115F49">
        <w:t>Frédéric</w:t>
      </w:r>
      <w:r>
        <w:t> </w:t>
      </w:r>
      <w:r w:rsidRPr="00115F49">
        <w:t>II</w:t>
      </w:r>
      <w:r w:rsidR="00115F49" w:rsidRPr="00115F49">
        <w:t xml:space="preserve"> empoigne les clous et monte</w:t>
      </w:r>
      <w:r>
        <w:t xml:space="preserve">. </w:t>
      </w:r>
      <w:r w:rsidR="00115F49" w:rsidRPr="00115F49">
        <w:t>Il monte</w:t>
      </w:r>
      <w:r>
        <w:t xml:space="preserve">. </w:t>
      </w:r>
      <w:r w:rsidR="00115F49" w:rsidRPr="00115F49">
        <w:t>Sous lui</w:t>
      </w:r>
      <w:r>
        <w:t xml:space="preserve">, </w:t>
      </w:r>
      <w:r w:rsidR="00115F49" w:rsidRPr="00115F49">
        <w:t>la brume se refermait</w:t>
      </w:r>
      <w:r>
        <w:t xml:space="preserve">, </w:t>
      </w:r>
      <w:r w:rsidR="00115F49" w:rsidRPr="00115F49">
        <w:t>de plus en plus épaisse</w:t>
      </w:r>
      <w:r>
        <w:t xml:space="preserve">, </w:t>
      </w:r>
      <w:r w:rsidR="00115F49" w:rsidRPr="00115F49">
        <w:t>et autour de lui</w:t>
      </w:r>
      <w:r>
        <w:t xml:space="preserve">. </w:t>
      </w:r>
      <w:r w:rsidR="00115F49" w:rsidRPr="00115F49">
        <w:t>Et il sent que la branche</w:t>
      </w:r>
      <w:r>
        <w:t xml:space="preserve">, </w:t>
      </w:r>
      <w:r w:rsidR="00115F49" w:rsidRPr="00115F49">
        <w:t>au lieu de s</w:t>
      </w:r>
      <w:r>
        <w:t>’</w:t>
      </w:r>
      <w:r w:rsidR="00115F49" w:rsidRPr="00115F49">
        <w:t>amenuiser comme c</w:t>
      </w:r>
      <w:r>
        <w:t>’</w:t>
      </w:r>
      <w:r w:rsidR="00115F49" w:rsidRPr="00115F49">
        <w:t>est la règle</w:t>
      </w:r>
      <w:r>
        <w:t xml:space="preserve">, </w:t>
      </w:r>
      <w:r w:rsidR="00115F49" w:rsidRPr="00115F49">
        <w:t>s</w:t>
      </w:r>
      <w:r>
        <w:t>’</w:t>
      </w:r>
      <w:r w:rsidR="00115F49" w:rsidRPr="00115F49">
        <w:t>épaissit au contraire</w:t>
      </w:r>
      <w:r>
        <w:t xml:space="preserve">. </w:t>
      </w:r>
      <w:r w:rsidR="00115F49" w:rsidRPr="00115F49">
        <w:t>Ça arrive</w:t>
      </w:r>
      <w:r>
        <w:t xml:space="preserve"> : </w:t>
      </w:r>
      <w:r w:rsidR="00115F49" w:rsidRPr="00115F49">
        <w:t>ce sont des sortes de chancres qui dilatent le bois</w:t>
      </w:r>
      <w:r>
        <w:t xml:space="preserve">. </w:t>
      </w:r>
      <w:r w:rsidR="00115F49" w:rsidRPr="00115F49">
        <w:lastRenderedPageBreak/>
        <w:t>Celui-ci était dilaté au point maintenant d</w:t>
      </w:r>
      <w:r>
        <w:t>’</w:t>
      </w:r>
      <w:r w:rsidR="00115F49" w:rsidRPr="00115F49">
        <w:t>avoir au moins l</w:t>
      </w:r>
      <w:r>
        <w:t>’</w:t>
      </w:r>
      <w:r w:rsidR="00115F49" w:rsidRPr="00115F49">
        <w:t>épaisseur de cinq hommes</w:t>
      </w:r>
      <w:r>
        <w:t xml:space="preserve"> ; </w:t>
      </w:r>
      <w:r w:rsidR="00115F49" w:rsidRPr="00115F49">
        <w:t>en même temps que la direction de la branche avait tendance à devenir horizontale</w:t>
      </w:r>
      <w:r>
        <w:t>.</w:t>
      </w:r>
    </w:p>
    <w:p w14:paraId="1E77EF32" w14:textId="77777777" w:rsidR="00766774" w:rsidRDefault="00115F49" w:rsidP="00115F49">
      <w:r w:rsidRPr="00115F49">
        <w:t xml:space="preserve">Heureusement que </w:t>
      </w:r>
      <w:r w:rsidR="00766774" w:rsidRPr="00115F49">
        <w:t>Frédéric</w:t>
      </w:r>
      <w:r w:rsidR="00766774">
        <w:t> </w:t>
      </w:r>
      <w:r w:rsidR="00766774" w:rsidRPr="00115F49">
        <w:t>II</w:t>
      </w:r>
      <w:r w:rsidRPr="00115F49">
        <w:t xml:space="preserve"> alors s</w:t>
      </w:r>
      <w:r w:rsidR="00766774">
        <w:t>’</w:t>
      </w:r>
      <w:r w:rsidRPr="00115F49">
        <w:t>arrêta peut-être trois secondes pour souffler</w:t>
      </w:r>
      <w:r w:rsidR="00766774">
        <w:t xml:space="preserve">. </w:t>
      </w:r>
      <w:r w:rsidRPr="00115F49">
        <w:t>Trois secondes pendant lesquelles</w:t>
      </w:r>
      <w:r w:rsidR="00766774">
        <w:t xml:space="preserve">, </w:t>
      </w:r>
      <w:r w:rsidRPr="00115F49">
        <w:t>sans qu</w:t>
      </w:r>
      <w:r w:rsidR="00766774">
        <w:t>’</w:t>
      </w:r>
      <w:r w:rsidRPr="00115F49">
        <w:t>il s</w:t>
      </w:r>
      <w:r w:rsidR="00766774">
        <w:t>’</w:t>
      </w:r>
      <w:r w:rsidRPr="00115F49">
        <w:t>en rendît compte</w:t>
      </w:r>
      <w:r w:rsidR="00766774">
        <w:t xml:space="preserve">, </w:t>
      </w:r>
      <w:r w:rsidRPr="00115F49">
        <w:t>son corps et son esprit se préparèrent à la monstruosité</w:t>
      </w:r>
      <w:r w:rsidR="00766774">
        <w:t>.</w:t>
      </w:r>
    </w:p>
    <w:p w14:paraId="7A200E3A" w14:textId="77777777" w:rsidR="00766774" w:rsidRDefault="00115F49" w:rsidP="00115F49">
      <w:r w:rsidRPr="00115F49">
        <w:t>Il s</w:t>
      </w:r>
      <w:r w:rsidR="00766774">
        <w:t>’</w:t>
      </w:r>
      <w:r w:rsidRPr="00115F49">
        <w:t>approcha</w:t>
      </w:r>
      <w:r w:rsidR="00766774">
        <w:t xml:space="preserve"> (</w:t>
      </w:r>
      <w:r w:rsidRPr="00115F49">
        <w:t>il ne monta plus</w:t>
      </w:r>
      <w:r w:rsidR="00766774">
        <w:t xml:space="preserve">, </w:t>
      </w:r>
      <w:r w:rsidRPr="00115F49">
        <w:t>il s</w:t>
      </w:r>
      <w:r w:rsidR="00766774">
        <w:t>’</w:t>
      </w:r>
      <w:r w:rsidRPr="00115F49">
        <w:t>étira vers le rebord de cette sorte de nid énorme</w:t>
      </w:r>
      <w:r w:rsidR="00766774">
        <w:t xml:space="preserve">, </w:t>
      </w:r>
      <w:r w:rsidRPr="00115F49">
        <w:t>large comme une cuve</w:t>
      </w:r>
      <w:r w:rsidR="00766774">
        <w:t xml:space="preserve">, </w:t>
      </w:r>
      <w:r w:rsidRPr="00115F49">
        <w:t>que le chancre avait creusé dans l</w:t>
      </w:r>
      <w:r w:rsidR="00766774">
        <w:t>’</w:t>
      </w:r>
      <w:r w:rsidRPr="00115F49">
        <w:t>énorme branche</w:t>
      </w:r>
      <w:r w:rsidR="00766774">
        <w:t xml:space="preserve">). </w:t>
      </w:r>
      <w:r w:rsidRPr="00115F49">
        <w:t>Il était</w:t>
      </w:r>
      <w:r w:rsidR="00766774">
        <w:t xml:space="preserve">, </w:t>
      </w:r>
      <w:r w:rsidRPr="00115F49">
        <w:t>à ce moment-là</w:t>
      </w:r>
      <w:r w:rsidR="00766774">
        <w:t xml:space="preserve">, </w:t>
      </w:r>
      <w:r w:rsidRPr="00115F49">
        <w:t>sans le savoir</w:t>
      </w:r>
      <w:r w:rsidR="00766774">
        <w:t xml:space="preserve">, </w:t>
      </w:r>
      <w:r w:rsidRPr="00115F49">
        <w:t>tellement prévenu</w:t>
      </w:r>
      <w:r w:rsidR="00766774">
        <w:t xml:space="preserve">, </w:t>
      </w:r>
      <w:r w:rsidRPr="00115F49">
        <w:t>tellement dédoublé</w:t>
      </w:r>
      <w:r w:rsidR="00766774">
        <w:t xml:space="preserve">, </w:t>
      </w:r>
      <w:r w:rsidRPr="00115F49">
        <w:t>fendu en deux comme à la hache par l</w:t>
      </w:r>
      <w:r w:rsidR="00766774">
        <w:t>’</w:t>
      </w:r>
      <w:r w:rsidRPr="00115F49">
        <w:t>appréhension que ses mains étaient verrouillées sur les clous et que ses bras étaient raides comme des clefs de maçonnerie</w:t>
      </w:r>
      <w:r w:rsidR="00766774">
        <w:t xml:space="preserve">. </w:t>
      </w:r>
      <w:r w:rsidRPr="00115F49">
        <w:t>Il n</w:t>
      </w:r>
      <w:r w:rsidR="00766774">
        <w:t>’</w:t>
      </w:r>
      <w:r w:rsidRPr="00115F49">
        <w:t>y avait que sa curiosité terrible qui lui étirait le cou</w:t>
      </w:r>
      <w:r w:rsidR="00766774">
        <w:t xml:space="preserve"> : </w:t>
      </w:r>
      <w:r w:rsidRPr="00115F49">
        <w:t>il était tout dans ses yeux</w:t>
      </w:r>
      <w:r w:rsidR="00766774">
        <w:t xml:space="preserve">. </w:t>
      </w:r>
      <w:r w:rsidRPr="00115F49">
        <w:t>C</w:t>
      </w:r>
      <w:r w:rsidR="00766774">
        <w:t>’</w:t>
      </w:r>
      <w:r w:rsidRPr="00115F49">
        <w:t>est pourquoi il resta solidement arrimé quand son visage arriva</w:t>
      </w:r>
      <w:r w:rsidR="00766774">
        <w:t xml:space="preserve">, </w:t>
      </w:r>
      <w:r w:rsidRPr="00115F49">
        <w:t>à travers le brouillard</w:t>
      </w:r>
      <w:r w:rsidR="00766774">
        <w:t xml:space="preserve">, </w:t>
      </w:r>
      <w:r w:rsidRPr="00115F49">
        <w:t>à trois travers de doigt d</w:t>
      </w:r>
      <w:r w:rsidR="00766774">
        <w:t>’</w:t>
      </w:r>
      <w:r w:rsidRPr="00115F49">
        <w:t>un autre visage</w:t>
      </w:r>
      <w:r w:rsidR="00766774">
        <w:t xml:space="preserve">, </w:t>
      </w:r>
      <w:r w:rsidRPr="00115F49">
        <w:t>très blanc</w:t>
      </w:r>
      <w:r w:rsidR="00766774">
        <w:t xml:space="preserve">, </w:t>
      </w:r>
      <w:r w:rsidRPr="00115F49">
        <w:t>très froid</w:t>
      </w:r>
      <w:r w:rsidR="00766774">
        <w:t xml:space="preserve">, </w:t>
      </w:r>
      <w:r w:rsidRPr="00115F49">
        <w:t>très paisible et qui avait les yeux fermés</w:t>
      </w:r>
      <w:r w:rsidR="00766774">
        <w:t>.</w:t>
      </w:r>
    </w:p>
    <w:p w14:paraId="3ACEC8B2" w14:textId="77777777" w:rsidR="00115F49" w:rsidRPr="00115F49" w:rsidRDefault="00115F49" w:rsidP="00115F49">
      <w:r w:rsidRPr="00115F49">
        <w:t>Tout ce que je raconte</w:t>
      </w:r>
      <w:r w:rsidR="00766774">
        <w:t xml:space="preserve">, </w:t>
      </w:r>
      <w:r w:rsidRPr="00115F49">
        <w:t xml:space="preserve">depuis le moment où </w:t>
      </w:r>
      <w:r w:rsidR="00766774" w:rsidRPr="00115F49">
        <w:t>Frédéric</w:t>
      </w:r>
      <w:r w:rsidR="00766774">
        <w:t> </w:t>
      </w:r>
      <w:r w:rsidR="00766774" w:rsidRPr="00115F49">
        <w:t>II</w:t>
      </w:r>
      <w:r w:rsidRPr="00115F49">
        <w:t xml:space="preserve"> empoigna le premier clou et quitta terre jusqu</w:t>
      </w:r>
      <w:r w:rsidR="00766774">
        <w:t>’</w:t>
      </w:r>
      <w:r w:rsidRPr="00115F49">
        <w:t>à maintenant</w:t>
      </w:r>
      <w:r w:rsidR="00766774">
        <w:t xml:space="preserve">, </w:t>
      </w:r>
      <w:r w:rsidRPr="00115F49">
        <w:t>n</w:t>
      </w:r>
      <w:r w:rsidR="00766774">
        <w:t>’</w:t>
      </w:r>
      <w:r w:rsidRPr="00115F49">
        <w:t>avait pas duré en tout une minute</w:t>
      </w:r>
      <w:r w:rsidR="00766774">
        <w:t xml:space="preserve">. </w:t>
      </w:r>
      <w:r w:rsidRPr="00115F49">
        <w:t>Il resta face à face avec le visage très blanc quelques secondes à peine</w:t>
      </w:r>
      <w:r w:rsidR="00766774">
        <w:t xml:space="preserve">. </w:t>
      </w:r>
      <w:r w:rsidRPr="00115F49">
        <w:t>Le temps de cent mille ans</w:t>
      </w:r>
      <w:r w:rsidR="00766774">
        <w:t xml:space="preserve">. </w:t>
      </w:r>
      <w:r w:rsidRPr="00115F49">
        <w:t>Il se croyait dans un rêve et face à face avec le visage émaillé de la bergère de l</w:t>
      </w:r>
      <w:r w:rsidR="00766774">
        <w:t>’</w:t>
      </w:r>
      <w:r w:rsidRPr="00115F49">
        <w:t>horloge</w:t>
      </w:r>
      <w:r w:rsidR="00766774">
        <w:t xml:space="preserve">. </w:t>
      </w:r>
      <w:r w:rsidRPr="00115F49">
        <w:t>Cependant</w:t>
      </w:r>
      <w:r w:rsidR="00766774">
        <w:t xml:space="preserve">, </w:t>
      </w:r>
      <w:r w:rsidRPr="00115F49">
        <w:t>il dit</w:t>
      </w:r>
      <w:r w:rsidR="00766774">
        <w:t> : « </w:t>
      </w:r>
      <w:r w:rsidRPr="00115F49">
        <w:t>Dorothée</w:t>
      </w:r>
      <w:r w:rsidR="00766774">
        <w:t xml:space="preserve"> ! </w:t>
      </w:r>
      <w:r w:rsidRPr="00115F49">
        <w:t>Dorothée morte</w:t>
      </w:r>
      <w:r w:rsidR="00766774">
        <w:t> ! »</w:t>
      </w:r>
    </w:p>
    <w:p w14:paraId="29F637CC" w14:textId="31BFF53C" w:rsidR="00766774" w:rsidRDefault="00115F49" w:rsidP="00115F49">
      <w:r w:rsidRPr="00115F49">
        <w:t>Car c</w:t>
      </w:r>
      <w:r w:rsidR="00766774">
        <w:t>’</w:t>
      </w:r>
      <w:r w:rsidRPr="00115F49">
        <w:t>était le visage bien connu de Dorothée</w:t>
      </w:r>
      <w:r w:rsidR="00766774">
        <w:t xml:space="preserve">, </w:t>
      </w:r>
      <w:r w:rsidRPr="00115F49">
        <w:t>le beau visage de Dorothée</w:t>
      </w:r>
      <w:r w:rsidR="00766774">
        <w:t xml:space="preserve">, </w:t>
      </w:r>
      <w:r w:rsidRPr="00115F49">
        <w:t>Dorothée dont il avait vu</w:t>
      </w:r>
      <w:r w:rsidR="00766774">
        <w:t xml:space="preserve">, </w:t>
      </w:r>
      <w:r w:rsidRPr="00115F49">
        <w:t>vingt minutes avant</w:t>
      </w:r>
      <w:r w:rsidR="00766774">
        <w:t xml:space="preserve">, </w:t>
      </w:r>
      <w:r w:rsidRPr="00115F49">
        <w:t>la fenêtre éclairée</w:t>
      </w:r>
      <w:r w:rsidR="00766774">
        <w:t xml:space="preserve">. </w:t>
      </w:r>
      <w:r w:rsidRPr="00115F49">
        <w:t>Dans ces quelques secondes</w:t>
      </w:r>
      <w:r w:rsidR="00766774">
        <w:t xml:space="preserve">, </w:t>
      </w:r>
      <w:r w:rsidRPr="00115F49">
        <w:t>pêle-mêle avec son rêve et le visage émaillé de la bergère</w:t>
      </w:r>
      <w:r w:rsidR="00766774">
        <w:t xml:space="preserve">, </w:t>
      </w:r>
      <w:r w:rsidRPr="00115F49">
        <w:t xml:space="preserve">il se rendit compte que la chose monstrueuse venait encore </w:t>
      </w:r>
      <w:r w:rsidRPr="00115F49">
        <w:lastRenderedPageBreak/>
        <w:t>d</w:t>
      </w:r>
      <w:r w:rsidR="00766774">
        <w:t>’</w:t>
      </w:r>
      <w:r w:rsidRPr="00115F49">
        <w:t>avoir lieu</w:t>
      </w:r>
      <w:r w:rsidR="00766774">
        <w:t xml:space="preserve"> ; </w:t>
      </w:r>
      <w:r w:rsidRPr="00115F49">
        <w:t>que Dorothée s</w:t>
      </w:r>
      <w:r w:rsidR="00766774">
        <w:t>’</w:t>
      </w:r>
      <w:r w:rsidRPr="00115F49">
        <w:t>était levée la première pour faire le café</w:t>
      </w:r>
      <w:r w:rsidR="00766774">
        <w:t xml:space="preserve">, </w:t>
      </w:r>
      <w:r w:rsidRPr="00115F49">
        <w:t>avait dû sortir pour prendre du bois et</w:t>
      </w:r>
      <w:r w:rsidR="00766774">
        <w:t xml:space="preserve">… </w:t>
      </w:r>
      <w:r w:rsidRPr="00115F49">
        <w:t>Disparue</w:t>
      </w:r>
      <w:r w:rsidR="00766774">
        <w:t xml:space="preserve"> ! </w:t>
      </w:r>
      <w:r w:rsidRPr="00115F49">
        <w:t>Non</w:t>
      </w:r>
      <w:r w:rsidR="00766774">
        <w:t xml:space="preserve">, </w:t>
      </w:r>
      <w:r w:rsidRPr="00115F49">
        <w:t>cette fois elle n</w:t>
      </w:r>
      <w:r w:rsidR="00766774">
        <w:t>’</w:t>
      </w:r>
      <w:r w:rsidRPr="00115F49">
        <w:t>avait pas disparu</w:t>
      </w:r>
      <w:r w:rsidR="00766774">
        <w:t xml:space="preserve"> ; </w:t>
      </w:r>
      <w:r w:rsidRPr="00115F49">
        <w:t>elle était là</w:t>
      </w:r>
      <w:r w:rsidR="00766774">
        <w:t xml:space="preserve">, </w:t>
      </w:r>
      <w:r w:rsidRPr="00115F49">
        <w:t>il la voyait</w:t>
      </w:r>
      <w:r w:rsidR="00766774">
        <w:t xml:space="preserve">. </w:t>
      </w:r>
      <w:r w:rsidRPr="00115F49">
        <w:t>Il se hasarda même à la toucher</w:t>
      </w:r>
      <w:r w:rsidR="00766774">
        <w:t xml:space="preserve">. </w:t>
      </w:r>
      <w:r w:rsidRPr="00115F49">
        <w:t>Elle était tellement familière</w:t>
      </w:r>
      <w:r w:rsidR="00766774">
        <w:t xml:space="preserve">, </w:t>
      </w:r>
      <w:r w:rsidRPr="00115F49">
        <w:t>Dorothée</w:t>
      </w:r>
      <w:r w:rsidR="00766774">
        <w:t xml:space="preserve"> ! </w:t>
      </w:r>
      <w:r w:rsidRPr="00115F49">
        <w:t>Alors</w:t>
      </w:r>
      <w:r w:rsidR="00766774">
        <w:t xml:space="preserve">, </w:t>
      </w:r>
      <w:r w:rsidRPr="00115F49">
        <w:t>l</w:t>
      </w:r>
      <w:r w:rsidR="00766774">
        <w:t>’</w:t>
      </w:r>
      <w:r w:rsidRPr="00115F49">
        <w:t>homme</w:t>
      </w:r>
      <w:r w:rsidR="00766774">
        <w:t xml:space="preserve"> ? </w:t>
      </w:r>
      <w:r w:rsidRPr="00115F49">
        <w:t>C</w:t>
      </w:r>
      <w:r w:rsidR="00766774">
        <w:t>’</w:t>
      </w:r>
      <w:r w:rsidRPr="00115F49">
        <w:t>était l</w:t>
      </w:r>
      <w:r w:rsidR="00766774">
        <w:t>’</w:t>
      </w:r>
      <w:r w:rsidRPr="00115F49">
        <w:t>homme</w:t>
      </w:r>
      <w:r w:rsidR="00766774">
        <w:t> !</w:t>
      </w:r>
    </w:p>
    <w:p w14:paraId="65C74C7F" w14:textId="77777777" w:rsidR="00766774" w:rsidRDefault="00766774" w:rsidP="00115F49">
      <w:r w:rsidRPr="00115F49">
        <w:t>Frédéric</w:t>
      </w:r>
      <w:r>
        <w:t> </w:t>
      </w:r>
      <w:r w:rsidRPr="00115F49">
        <w:t>II</w:t>
      </w:r>
      <w:r w:rsidR="00115F49" w:rsidRPr="00115F49">
        <w:t xml:space="preserve"> se retrouva au pied du hêtre sans savoir et sur les traces de l</w:t>
      </w:r>
      <w:r>
        <w:t>’</w:t>
      </w:r>
      <w:r w:rsidR="00115F49" w:rsidRPr="00115F49">
        <w:t>homme</w:t>
      </w:r>
      <w:r>
        <w:t xml:space="preserve">, </w:t>
      </w:r>
      <w:r w:rsidR="00115F49" w:rsidRPr="00115F49">
        <w:t>derrière le buisson</w:t>
      </w:r>
      <w:r>
        <w:t xml:space="preserve">, </w:t>
      </w:r>
      <w:r w:rsidR="00115F49" w:rsidRPr="00115F49">
        <w:t>puis</w:t>
      </w:r>
      <w:r>
        <w:t xml:space="preserve">, </w:t>
      </w:r>
      <w:r w:rsidR="00115F49" w:rsidRPr="00115F49">
        <w:t>dans le pré qui montait</w:t>
      </w:r>
      <w:r>
        <w:t xml:space="preserve"> ; </w:t>
      </w:r>
      <w:r w:rsidR="00115F49" w:rsidRPr="00115F49">
        <w:t>des traces nettes</w:t>
      </w:r>
      <w:r>
        <w:t xml:space="preserve">, </w:t>
      </w:r>
      <w:r w:rsidR="00115F49" w:rsidRPr="00115F49">
        <w:t>toutes seules</w:t>
      </w:r>
      <w:r>
        <w:t xml:space="preserve">, </w:t>
      </w:r>
      <w:r w:rsidR="00115F49" w:rsidRPr="00115F49">
        <w:t>fraîches</w:t>
      </w:r>
      <w:r>
        <w:t xml:space="preserve">, </w:t>
      </w:r>
      <w:r w:rsidR="00115F49" w:rsidRPr="00115F49">
        <w:t>dans le brouillard</w:t>
      </w:r>
      <w:r>
        <w:t xml:space="preserve">, </w:t>
      </w:r>
      <w:r w:rsidR="00115F49" w:rsidRPr="00115F49">
        <w:t>avec l</w:t>
      </w:r>
      <w:r>
        <w:t>’</w:t>
      </w:r>
      <w:r w:rsidR="00115F49" w:rsidRPr="00115F49">
        <w:t>espoir de ne pas le rattraper</w:t>
      </w:r>
      <w:r>
        <w:t xml:space="preserve">, </w:t>
      </w:r>
      <w:r w:rsidR="00115F49" w:rsidRPr="00115F49">
        <w:t>oh</w:t>
      </w:r>
      <w:r>
        <w:t xml:space="preserve"> ! </w:t>
      </w:r>
      <w:r w:rsidR="00115F49" w:rsidRPr="00115F49">
        <w:t>non</w:t>
      </w:r>
      <w:r>
        <w:t xml:space="preserve">, </w:t>
      </w:r>
      <w:r w:rsidR="00115F49" w:rsidRPr="00115F49">
        <w:t>non</w:t>
      </w:r>
      <w:r>
        <w:t xml:space="preserve"> ! </w:t>
      </w:r>
      <w:r w:rsidR="00115F49" w:rsidRPr="00115F49">
        <w:t>Et il suivait</w:t>
      </w:r>
      <w:r>
        <w:t>.</w:t>
      </w:r>
    </w:p>
    <w:p w14:paraId="29CE979A" w14:textId="77777777" w:rsidR="00766774" w:rsidRDefault="00115F49" w:rsidP="00115F49">
      <w:r w:rsidRPr="00115F49">
        <w:t>Il dépassa le pré de Carles</w:t>
      </w:r>
      <w:r w:rsidR="00766774">
        <w:t xml:space="preserve">. </w:t>
      </w:r>
      <w:r w:rsidRPr="00115F49">
        <w:t>Les traces étaient toujours très fraîches tellement que</w:t>
      </w:r>
      <w:r w:rsidR="00766774">
        <w:t xml:space="preserve">, </w:t>
      </w:r>
      <w:r w:rsidRPr="00115F49">
        <w:t>dans certaines</w:t>
      </w:r>
      <w:r w:rsidR="00766774">
        <w:t xml:space="preserve">, </w:t>
      </w:r>
      <w:r w:rsidRPr="00115F49">
        <w:t>la neige gelée</w:t>
      </w:r>
      <w:r w:rsidR="00766774">
        <w:t xml:space="preserve">, </w:t>
      </w:r>
      <w:r w:rsidRPr="00115F49">
        <w:t>retroussée par la pointe du pas</w:t>
      </w:r>
      <w:r w:rsidR="00766774">
        <w:t xml:space="preserve">, </w:t>
      </w:r>
      <w:r w:rsidRPr="00115F49">
        <w:t>était encore en train de s</w:t>
      </w:r>
      <w:r w:rsidR="00766774">
        <w:t>’</w:t>
      </w:r>
      <w:r w:rsidRPr="00115F49">
        <w:t>ébouler dans l</w:t>
      </w:r>
      <w:r w:rsidR="00766774">
        <w:t>’</w:t>
      </w:r>
      <w:r w:rsidRPr="00115F49">
        <w:t>empreinte</w:t>
      </w:r>
      <w:r w:rsidR="00766774">
        <w:t xml:space="preserve">. </w:t>
      </w:r>
      <w:r w:rsidRPr="00115F49">
        <w:t>Il dépassa le pré de Bernard</w:t>
      </w:r>
      <w:r w:rsidR="00766774">
        <w:t xml:space="preserve">. </w:t>
      </w:r>
      <w:r w:rsidRPr="00115F49">
        <w:t>Il pouvait être huit heures du matin à ce moment-là et le brouillard se mit à se déplacer lentement</w:t>
      </w:r>
      <w:r w:rsidR="00766774">
        <w:t xml:space="preserve">. </w:t>
      </w:r>
      <w:r w:rsidRPr="00115F49">
        <w:t>Par endroits</w:t>
      </w:r>
      <w:r w:rsidR="00766774">
        <w:t xml:space="preserve">, </w:t>
      </w:r>
      <w:r w:rsidRPr="00115F49">
        <w:t>il s</w:t>
      </w:r>
      <w:r w:rsidR="00766774">
        <w:t>’</w:t>
      </w:r>
      <w:r w:rsidRPr="00115F49">
        <w:t>amincissait jusqu</w:t>
      </w:r>
      <w:r w:rsidR="00766774">
        <w:t>’</w:t>
      </w:r>
      <w:r w:rsidRPr="00115F49">
        <w:t>à permettre de voir les arbres de la route</w:t>
      </w:r>
      <w:r w:rsidR="00766774">
        <w:t xml:space="preserve">. </w:t>
      </w:r>
      <w:r w:rsidRPr="00115F49">
        <w:t>Dans une de ces éclaircies</w:t>
      </w:r>
      <w:r w:rsidR="00766774">
        <w:t xml:space="preserve">, </w:t>
      </w:r>
      <w:r w:rsidR="00766774" w:rsidRPr="00115F49">
        <w:t>Frédéric</w:t>
      </w:r>
      <w:r w:rsidR="00766774">
        <w:t> </w:t>
      </w:r>
      <w:r w:rsidR="00766774" w:rsidRPr="00115F49">
        <w:t>II</w:t>
      </w:r>
      <w:r w:rsidRPr="00115F49">
        <w:t xml:space="preserve"> aperçut devant lui l</w:t>
      </w:r>
      <w:r w:rsidR="00766774">
        <w:t>’</w:t>
      </w:r>
      <w:r w:rsidRPr="00115F49">
        <w:t>homme qui montait sans se presser</w:t>
      </w:r>
      <w:r w:rsidR="00766774">
        <w:t xml:space="preserve">. </w:t>
      </w:r>
      <w:r w:rsidRPr="00115F49">
        <w:t>C</w:t>
      </w:r>
      <w:r w:rsidR="00766774">
        <w:t>’</w:t>
      </w:r>
      <w:r w:rsidRPr="00115F49">
        <w:t>était bien cette allure inconnue</w:t>
      </w:r>
      <w:r w:rsidR="00766774">
        <w:t xml:space="preserve">, </w:t>
      </w:r>
      <w:r w:rsidRPr="00115F49">
        <w:t>cette veste</w:t>
      </w:r>
      <w:r w:rsidR="00766774">
        <w:t xml:space="preserve">, </w:t>
      </w:r>
      <w:r w:rsidRPr="00115F49">
        <w:t>cette toque de fourrure</w:t>
      </w:r>
      <w:r w:rsidR="00766774">
        <w:t xml:space="preserve">, </w:t>
      </w:r>
      <w:r w:rsidRPr="00115F49">
        <w:t>cet air boulé</w:t>
      </w:r>
      <w:r w:rsidR="00766774">
        <w:t xml:space="preserve"> ; </w:t>
      </w:r>
      <w:r w:rsidRPr="00115F49">
        <w:t>il était dans le droit sillon des traces</w:t>
      </w:r>
      <w:r w:rsidR="00766774">
        <w:t>.</w:t>
      </w:r>
    </w:p>
    <w:p w14:paraId="759AC542" w14:textId="77777777" w:rsidR="00766774" w:rsidRDefault="00766774" w:rsidP="00115F49">
      <w:r w:rsidRPr="00115F49">
        <w:t>Frédéric</w:t>
      </w:r>
      <w:r>
        <w:t> </w:t>
      </w:r>
      <w:r w:rsidRPr="00115F49">
        <w:t>II</w:t>
      </w:r>
      <w:r w:rsidR="00115F49" w:rsidRPr="00115F49">
        <w:t xml:space="preserve"> s</w:t>
      </w:r>
      <w:r>
        <w:t>’</w:t>
      </w:r>
      <w:r w:rsidR="00115F49" w:rsidRPr="00115F49">
        <w:t>accroupit derrière une haie et lui laissa prendre un peu d</w:t>
      </w:r>
      <w:r>
        <w:t>’</w:t>
      </w:r>
      <w:r w:rsidR="00115F49" w:rsidRPr="00115F49">
        <w:t>avance</w:t>
      </w:r>
      <w:r>
        <w:t xml:space="preserve">. </w:t>
      </w:r>
      <w:r w:rsidR="00115F49" w:rsidRPr="00115F49">
        <w:t>Quand il commença à fondre peu à peu dans des paquets de brumes</w:t>
      </w:r>
      <w:r>
        <w:t xml:space="preserve">, </w:t>
      </w:r>
      <w:r w:rsidRPr="00115F49">
        <w:t>Frédéric</w:t>
      </w:r>
      <w:r>
        <w:t> </w:t>
      </w:r>
      <w:r w:rsidRPr="00115F49">
        <w:t>II</w:t>
      </w:r>
      <w:r w:rsidR="00115F49" w:rsidRPr="00115F49">
        <w:t xml:space="preserve"> reprit le pied</w:t>
      </w:r>
      <w:r>
        <w:t xml:space="preserve">. </w:t>
      </w:r>
      <w:r w:rsidR="00115F49" w:rsidRPr="00115F49">
        <w:t>Il se dirigeait droit vers le Jocond</w:t>
      </w:r>
      <w:r>
        <w:t xml:space="preserve">, </w:t>
      </w:r>
      <w:r w:rsidR="00115F49" w:rsidRPr="00115F49">
        <w:t>comme la fois de Ravanel où Bergues avait suivi</w:t>
      </w:r>
      <w:r>
        <w:t xml:space="preserve">, </w:t>
      </w:r>
      <w:r w:rsidR="00115F49" w:rsidRPr="00115F49">
        <w:t>puis abandonné dans le nuage</w:t>
      </w:r>
      <w:r>
        <w:t xml:space="preserve">. </w:t>
      </w:r>
      <w:r w:rsidRPr="00115F49">
        <w:t>Frédéric</w:t>
      </w:r>
      <w:r>
        <w:t> </w:t>
      </w:r>
      <w:r w:rsidRPr="00115F49">
        <w:t>II</w:t>
      </w:r>
      <w:r w:rsidR="00115F49" w:rsidRPr="00115F49">
        <w:t xml:space="preserve"> savait que</w:t>
      </w:r>
      <w:r>
        <w:t xml:space="preserve">, </w:t>
      </w:r>
      <w:r w:rsidR="00115F49" w:rsidRPr="00115F49">
        <w:t>lui</w:t>
      </w:r>
      <w:r>
        <w:t xml:space="preserve">, </w:t>
      </w:r>
      <w:r w:rsidR="00115F49" w:rsidRPr="00115F49">
        <w:t>n</w:t>
      </w:r>
      <w:r>
        <w:t>’</w:t>
      </w:r>
      <w:r w:rsidR="00115F49" w:rsidRPr="00115F49">
        <w:t>abandonnerait pas</w:t>
      </w:r>
      <w:r>
        <w:t xml:space="preserve">. </w:t>
      </w:r>
      <w:r w:rsidR="00115F49" w:rsidRPr="00115F49">
        <w:t>À ce moment-là</w:t>
      </w:r>
      <w:r>
        <w:t xml:space="preserve">, </w:t>
      </w:r>
      <w:r w:rsidR="00115F49" w:rsidRPr="00115F49">
        <w:t>ce n</w:t>
      </w:r>
      <w:r>
        <w:t>’</w:t>
      </w:r>
      <w:r w:rsidR="00115F49" w:rsidRPr="00115F49">
        <w:t>était pas une question de courage</w:t>
      </w:r>
      <w:r>
        <w:t xml:space="preserve"> : </w:t>
      </w:r>
      <w:r w:rsidR="00115F49" w:rsidRPr="00115F49">
        <w:t>c</w:t>
      </w:r>
      <w:r>
        <w:t>’</w:t>
      </w:r>
      <w:r w:rsidR="00115F49" w:rsidRPr="00115F49">
        <w:t>était une question de curiosité</w:t>
      </w:r>
      <w:r>
        <w:t xml:space="preserve"> (</w:t>
      </w:r>
      <w:r w:rsidR="00115F49" w:rsidRPr="00115F49">
        <w:t>s</w:t>
      </w:r>
      <w:r>
        <w:t>’</w:t>
      </w:r>
      <w:r w:rsidR="00115F49" w:rsidRPr="00115F49">
        <w:t>il est question de curiosité dans la fascination</w:t>
      </w:r>
      <w:r>
        <w:t>).</w:t>
      </w:r>
    </w:p>
    <w:p w14:paraId="4D8E7EC5" w14:textId="77777777" w:rsidR="00766774" w:rsidRDefault="00115F49" w:rsidP="00115F49">
      <w:r w:rsidRPr="00115F49">
        <w:lastRenderedPageBreak/>
        <w:t>La neige était entièrement vierge</w:t>
      </w:r>
      <w:r w:rsidR="00766774">
        <w:t xml:space="preserve"> ; </w:t>
      </w:r>
      <w:r w:rsidRPr="00115F49">
        <w:t>il n</w:t>
      </w:r>
      <w:r w:rsidR="00766774">
        <w:t>’</w:t>
      </w:r>
      <w:r w:rsidRPr="00115F49">
        <w:t>y avait que ces pas tout frais</w:t>
      </w:r>
      <w:r w:rsidR="00766774">
        <w:t>.</w:t>
      </w:r>
    </w:p>
    <w:p w14:paraId="6EA226E7" w14:textId="77777777" w:rsidR="00766774" w:rsidRDefault="00115F49" w:rsidP="00115F49">
      <w:r w:rsidRPr="00115F49">
        <w:t>L</w:t>
      </w:r>
      <w:r w:rsidR="00766774">
        <w:t>’</w:t>
      </w:r>
      <w:r w:rsidRPr="00115F49">
        <w:t>homme se dirigea très intelligemment vers le bois de Burle</w:t>
      </w:r>
      <w:r w:rsidR="00766774">
        <w:t xml:space="preserve">. </w:t>
      </w:r>
      <w:r w:rsidRPr="00115F49">
        <w:t>Au bout d</w:t>
      </w:r>
      <w:r w:rsidR="00766774">
        <w:t>’</w:t>
      </w:r>
      <w:r w:rsidRPr="00115F49">
        <w:t>un moment</w:t>
      </w:r>
      <w:r w:rsidR="00766774">
        <w:t xml:space="preserve">, </w:t>
      </w:r>
      <w:r w:rsidRPr="00115F49">
        <w:t>la lisière de la forêt se mit à noircir le brouillard</w:t>
      </w:r>
      <w:r w:rsidR="00766774">
        <w:t xml:space="preserve">. </w:t>
      </w:r>
      <w:r w:rsidRPr="00115F49">
        <w:t>L</w:t>
      </w:r>
      <w:r w:rsidR="00766774">
        <w:t>’</w:t>
      </w:r>
      <w:r w:rsidRPr="00115F49">
        <w:t>homme entra dans la forêt</w:t>
      </w:r>
      <w:r w:rsidR="00766774">
        <w:t>.</w:t>
      </w:r>
    </w:p>
    <w:p w14:paraId="5DBB55DD" w14:textId="77777777" w:rsidR="00766774" w:rsidRDefault="00766774" w:rsidP="00115F49">
      <w:r w:rsidRPr="00115F49">
        <w:t>Frédéric</w:t>
      </w:r>
      <w:r>
        <w:t> </w:t>
      </w:r>
      <w:r w:rsidRPr="00115F49">
        <w:t>II</w:t>
      </w:r>
      <w:r w:rsidR="00115F49" w:rsidRPr="00115F49">
        <w:t xml:space="preserve"> aurait dû à ce moment-là briser et se diriger de biais vers le bois</w:t>
      </w:r>
      <w:r>
        <w:t xml:space="preserve">. </w:t>
      </w:r>
      <w:r w:rsidR="00115F49" w:rsidRPr="00115F49">
        <w:t>C</w:t>
      </w:r>
      <w:r>
        <w:t>’</w:t>
      </w:r>
      <w:r w:rsidR="00115F49" w:rsidRPr="00115F49">
        <w:t>était prudent</w:t>
      </w:r>
      <w:r>
        <w:t xml:space="preserve">, </w:t>
      </w:r>
      <w:r w:rsidR="00115F49" w:rsidRPr="00115F49">
        <w:t>au cas où l</w:t>
      </w:r>
      <w:r>
        <w:t>’</w:t>
      </w:r>
      <w:r w:rsidR="00115F49" w:rsidRPr="00115F49">
        <w:t>autre se serait posté</w:t>
      </w:r>
      <w:r>
        <w:t xml:space="preserve">, </w:t>
      </w:r>
      <w:r w:rsidR="00115F49" w:rsidRPr="00115F49">
        <w:t xml:space="preserve">mais </w:t>
      </w:r>
      <w:r w:rsidRPr="00115F49">
        <w:t>Frédéric</w:t>
      </w:r>
      <w:r>
        <w:t> </w:t>
      </w:r>
      <w:r w:rsidRPr="00115F49">
        <w:t>II</w:t>
      </w:r>
      <w:r w:rsidR="00115F49" w:rsidRPr="00115F49">
        <w:t xml:space="preserve"> ne pensait qu</w:t>
      </w:r>
      <w:r>
        <w:t>’</w:t>
      </w:r>
      <w:r w:rsidR="00115F49" w:rsidRPr="00115F49">
        <w:t>à mettre ses pas dans les pas</w:t>
      </w:r>
      <w:r>
        <w:t xml:space="preserve">. </w:t>
      </w:r>
      <w:r w:rsidR="00115F49" w:rsidRPr="00115F49">
        <w:t>D</w:t>
      </w:r>
      <w:r>
        <w:t>’</w:t>
      </w:r>
      <w:r w:rsidR="00115F49" w:rsidRPr="00115F49">
        <w:t>ailleurs</w:t>
      </w:r>
      <w:r>
        <w:t xml:space="preserve">, </w:t>
      </w:r>
      <w:r w:rsidR="00115F49" w:rsidRPr="00115F49">
        <w:t>comme il atteignait la lisière</w:t>
      </w:r>
      <w:r>
        <w:t xml:space="preserve">, </w:t>
      </w:r>
      <w:r w:rsidR="00115F49" w:rsidRPr="00115F49">
        <w:t>le brouillard</w:t>
      </w:r>
      <w:r>
        <w:t xml:space="preserve">, </w:t>
      </w:r>
      <w:r w:rsidR="00115F49" w:rsidRPr="00115F49">
        <w:t>tamisé sous bois par l</w:t>
      </w:r>
      <w:r>
        <w:t>’</w:t>
      </w:r>
      <w:r w:rsidR="00115F49" w:rsidRPr="00115F49">
        <w:t>épais feuillage des sapins chargés de neige</w:t>
      </w:r>
      <w:r>
        <w:t xml:space="preserve">, </w:t>
      </w:r>
      <w:r w:rsidR="00115F49" w:rsidRPr="00115F49">
        <w:t>lui laissa entrevoir</w:t>
      </w:r>
      <w:r>
        <w:t xml:space="preserve">, </w:t>
      </w:r>
      <w:r w:rsidR="00115F49" w:rsidRPr="00115F49">
        <w:t>dans la pénombre grise</w:t>
      </w:r>
      <w:r>
        <w:t xml:space="preserve">, </w:t>
      </w:r>
      <w:r w:rsidR="00115F49" w:rsidRPr="00115F49">
        <w:t>là-bas devant</w:t>
      </w:r>
      <w:r>
        <w:t xml:space="preserve">, </w:t>
      </w:r>
      <w:r w:rsidR="00115F49" w:rsidRPr="00115F49">
        <w:t>le dos et la toque</w:t>
      </w:r>
      <w:r>
        <w:t xml:space="preserve">, </w:t>
      </w:r>
      <w:r w:rsidR="00115F49" w:rsidRPr="00115F49">
        <w:t>et le pas paisible du promeneur</w:t>
      </w:r>
      <w:r>
        <w:t>.</w:t>
      </w:r>
    </w:p>
    <w:p w14:paraId="76D9F97D" w14:textId="77777777" w:rsidR="00766774" w:rsidRDefault="00115F49" w:rsidP="00115F49">
      <w:r w:rsidRPr="00115F49">
        <w:t>Paisible mais solide</w:t>
      </w:r>
      <w:r w:rsidR="00766774">
        <w:t xml:space="preserve">, </w:t>
      </w:r>
      <w:r w:rsidRPr="00115F49">
        <w:t>c</w:t>
      </w:r>
      <w:r w:rsidR="00766774">
        <w:t>’</w:t>
      </w:r>
      <w:r w:rsidRPr="00115F49">
        <w:t>est-à-dire régulier</w:t>
      </w:r>
      <w:r w:rsidR="00766774">
        <w:t xml:space="preserve">. </w:t>
      </w:r>
      <w:r w:rsidRPr="00115F49">
        <w:t>Promeneur habitué aux vastes espaces</w:t>
      </w:r>
      <w:r w:rsidR="00766774">
        <w:t>.</w:t>
      </w:r>
    </w:p>
    <w:p w14:paraId="23453A6E" w14:textId="77777777" w:rsidR="00766774" w:rsidRDefault="00115F49" w:rsidP="00115F49">
      <w:r w:rsidRPr="00115F49">
        <w:t>Il continua à monter</w:t>
      </w:r>
      <w:r w:rsidR="00766774">
        <w:t xml:space="preserve"> ; </w:t>
      </w:r>
      <w:r w:rsidRPr="00115F49">
        <w:t>sortit du bois</w:t>
      </w:r>
      <w:r w:rsidR="00766774">
        <w:t xml:space="preserve"> ; </w:t>
      </w:r>
      <w:r w:rsidRPr="00115F49">
        <w:t>aborda les pâturages de l</w:t>
      </w:r>
      <w:r w:rsidR="00766774">
        <w:t>’</w:t>
      </w:r>
      <w:r w:rsidRPr="00115F49">
        <w:t>Archat</w:t>
      </w:r>
      <w:r w:rsidR="00766774">
        <w:t xml:space="preserve">. </w:t>
      </w:r>
      <w:r w:rsidRPr="00115F49">
        <w:t>Avec beaucoup de sûreté</w:t>
      </w:r>
      <w:r w:rsidR="00766774">
        <w:t xml:space="preserve">, </w:t>
      </w:r>
      <w:r w:rsidRPr="00115F49">
        <w:t>il montait sur l</w:t>
      </w:r>
      <w:r w:rsidR="00766774">
        <w:t>’</w:t>
      </w:r>
      <w:r w:rsidRPr="00115F49">
        <w:t>emplacement exact du sentier malgré l</w:t>
      </w:r>
      <w:r w:rsidR="00766774">
        <w:t>’</w:t>
      </w:r>
      <w:r w:rsidRPr="00115F49">
        <w:t>énorme épaisseur de neige qui uniformisait tout</w:t>
      </w:r>
      <w:r w:rsidR="00766774">
        <w:t>.</w:t>
      </w:r>
    </w:p>
    <w:p w14:paraId="31DF57EB" w14:textId="77777777" w:rsidR="00766774" w:rsidRDefault="00115F49" w:rsidP="00115F49">
      <w:r w:rsidRPr="00115F49">
        <w:t>Dans ces hauteurs</w:t>
      </w:r>
      <w:r w:rsidR="00766774">
        <w:t xml:space="preserve">, </w:t>
      </w:r>
      <w:r w:rsidRPr="00115F49">
        <w:t>il y avait beaucoup de lumière</w:t>
      </w:r>
      <w:r w:rsidR="00766774">
        <w:t xml:space="preserve">. </w:t>
      </w:r>
      <w:r w:rsidRPr="00115F49">
        <w:t>Comme on approchait du sommet de l</w:t>
      </w:r>
      <w:r w:rsidR="00766774">
        <w:t>’</w:t>
      </w:r>
      <w:r w:rsidRPr="00115F49">
        <w:t>Archat</w:t>
      </w:r>
      <w:r w:rsidR="00766774">
        <w:t xml:space="preserve">, </w:t>
      </w:r>
      <w:r w:rsidR="00766774" w:rsidRPr="00115F49">
        <w:t>Frédéric</w:t>
      </w:r>
      <w:r w:rsidR="00766774">
        <w:t> </w:t>
      </w:r>
      <w:r w:rsidR="00766774" w:rsidRPr="00115F49">
        <w:t>II</w:t>
      </w:r>
      <w:r w:rsidRPr="00115F49">
        <w:t xml:space="preserve"> eut malgré tout la prudence de s</w:t>
      </w:r>
      <w:r w:rsidR="00766774">
        <w:t>’</w:t>
      </w:r>
      <w:r w:rsidRPr="00115F49">
        <w:t>arrêter et de laisser l</w:t>
      </w:r>
      <w:r w:rsidR="00766774">
        <w:t>’</w:t>
      </w:r>
      <w:r w:rsidRPr="00115F49">
        <w:t>homme prendre un peu d</w:t>
      </w:r>
      <w:r w:rsidR="00766774">
        <w:t>’</w:t>
      </w:r>
      <w:r w:rsidRPr="00115F49">
        <w:t>avance</w:t>
      </w:r>
      <w:r w:rsidR="00766774">
        <w:t xml:space="preserve">. </w:t>
      </w:r>
      <w:r w:rsidRPr="00115F49">
        <w:t>Pour quelqu</w:t>
      </w:r>
      <w:r w:rsidR="00766774">
        <w:t>’</w:t>
      </w:r>
      <w:r w:rsidRPr="00115F49">
        <w:t>un qui aurait eu toute sa tête</w:t>
      </w:r>
      <w:r w:rsidR="00766774">
        <w:t xml:space="preserve">, </w:t>
      </w:r>
      <w:r w:rsidRPr="00115F49">
        <w:t>il aurait pu laisser prendre même une heure d</w:t>
      </w:r>
      <w:r w:rsidR="00766774">
        <w:t>’</w:t>
      </w:r>
      <w:r w:rsidRPr="00115F49">
        <w:t>avance</w:t>
      </w:r>
      <w:r w:rsidR="00766774">
        <w:t xml:space="preserve">. </w:t>
      </w:r>
      <w:r w:rsidRPr="00115F49">
        <w:t>Dans ces parages</w:t>
      </w:r>
      <w:r w:rsidR="00766774">
        <w:t xml:space="preserve">, </w:t>
      </w:r>
      <w:r w:rsidRPr="00115F49">
        <w:t>en cette saison</w:t>
      </w:r>
      <w:r w:rsidR="00766774">
        <w:t xml:space="preserve">, </w:t>
      </w:r>
      <w:r w:rsidRPr="00115F49">
        <w:t>il n</w:t>
      </w:r>
      <w:r w:rsidR="00766774">
        <w:t>’</w:t>
      </w:r>
      <w:r w:rsidRPr="00115F49">
        <w:t>y avait sûrement que cet homme</w:t>
      </w:r>
      <w:r w:rsidR="00766774">
        <w:t xml:space="preserve">. </w:t>
      </w:r>
      <w:r w:rsidRPr="00115F49">
        <w:t>Sa trace était nette</w:t>
      </w:r>
      <w:r w:rsidR="00766774">
        <w:t xml:space="preserve">, </w:t>
      </w:r>
      <w:r w:rsidRPr="00115F49">
        <w:t>comme gravée au couteau</w:t>
      </w:r>
      <w:r w:rsidR="00766774">
        <w:t xml:space="preserve"> ; </w:t>
      </w:r>
      <w:r w:rsidRPr="00115F49">
        <w:t>on ne pouvait pas le perdre</w:t>
      </w:r>
      <w:r w:rsidR="00766774">
        <w:t xml:space="preserve">. </w:t>
      </w:r>
      <w:r w:rsidRPr="00115F49">
        <w:t xml:space="preserve">Mais </w:t>
      </w:r>
      <w:r w:rsidR="00766774" w:rsidRPr="00115F49">
        <w:t>Frédéric</w:t>
      </w:r>
      <w:r w:rsidR="00766774">
        <w:t> </w:t>
      </w:r>
      <w:r w:rsidR="00766774" w:rsidRPr="00115F49">
        <w:t>II</w:t>
      </w:r>
      <w:r w:rsidRPr="00115F49">
        <w:t xml:space="preserve"> dira</w:t>
      </w:r>
      <w:r w:rsidR="00766774">
        <w:t> : « </w:t>
      </w:r>
      <w:r w:rsidRPr="00115F49">
        <w:t>Il me fallait le voir</w:t>
      </w:r>
      <w:r w:rsidR="00766774">
        <w:t>. »</w:t>
      </w:r>
      <w:r w:rsidRPr="00115F49">
        <w:t xml:space="preserve"> Il s</w:t>
      </w:r>
      <w:r w:rsidR="00766774">
        <w:t>’</w:t>
      </w:r>
      <w:r w:rsidRPr="00115F49">
        <w:t>arrêta deux cents mètres plus bas que l</w:t>
      </w:r>
      <w:r w:rsidR="00766774">
        <w:t>’</w:t>
      </w:r>
      <w:r w:rsidRPr="00115F49">
        <w:t>homme qui</w:t>
      </w:r>
      <w:r w:rsidR="00766774">
        <w:t xml:space="preserve">, </w:t>
      </w:r>
      <w:r w:rsidRPr="00115F49">
        <w:t>ayant atteint le sommet de l</w:t>
      </w:r>
      <w:r w:rsidR="00766774">
        <w:t>’</w:t>
      </w:r>
      <w:r w:rsidRPr="00115F49">
        <w:t>Archat</w:t>
      </w:r>
      <w:r w:rsidR="00766774">
        <w:t xml:space="preserve">, </w:t>
      </w:r>
      <w:r w:rsidRPr="00115F49">
        <w:t>s</w:t>
      </w:r>
      <w:r w:rsidR="00766774">
        <w:t>’</w:t>
      </w:r>
      <w:r w:rsidRPr="00115F49">
        <w:t>arrêta</w:t>
      </w:r>
      <w:r w:rsidR="00766774">
        <w:t>.</w:t>
      </w:r>
    </w:p>
    <w:p w14:paraId="603C908F" w14:textId="77777777" w:rsidR="00766774" w:rsidRDefault="00115F49" w:rsidP="00115F49">
      <w:r w:rsidRPr="00115F49">
        <w:lastRenderedPageBreak/>
        <w:t>Il était là-haut comme une silhouette</w:t>
      </w:r>
      <w:r w:rsidR="00766774">
        <w:t>. (« </w:t>
      </w:r>
      <w:r w:rsidRPr="00115F49">
        <w:t>Comme une cible</w:t>
      </w:r>
      <w:r w:rsidR="00766774">
        <w:t xml:space="preserve"> », </w:t>
      </w:r>
      <w:r w:rsidRPr="00115F49">
        <w:t xml:space="preserve">dira </w:t>
      </w:r>
      <w:r w:rsidR="00766774" w:rsidRPr="00115F49">
        <w:t>Frédéric</w:t>
      </w:r>
      <w:r w:rsidR="00766774">
        <w:t> </w:t>
      </w:r>
      <w:r w:rsidR="00766774" w:rsidRPr="00115F49">
        <w:t>II</w:t>
      </w:r>
      <w:r w:rsidR="00766774">
        <w:t xml:space="preserve">.) </w:t>
      </w:r>
      <w:r w:rsidRPr="00115F49">
        <w:t>Ils n</w:t>
      </w:r>
      <w:r w:rsidR="00766774">
        <w:t>’</w:t>
      </w:r>
      <w:r w:rsidRPr="00115F49">
        <w:t>avaient plus une très grande épaisseur de brouillard au-dessus d</w:t>
      </w:r>
      <w:r w:rsidR="00766774">
        <w:t>’</w:t>
      </w:r>
      <w:r w:rsidRPr="00115F49">
        <w:t>eux et</w:t>
      </w:r>
      <w:r w:rsidR="00766774">
        <w:t xml:space="preserve">, </w:t>
      </w:r>
      <w:r w:rsidRPr="00115F49">
        <w:t>au-dessus du brouillard</w:t>
      </w:r>
      <w:r w:rsidR="00766774">
        <w:t xml:space="preserve">, </w:t>
      </w:r>
      <w:r w:rsidRPr="00115F49">
        <w:t>des nuages devaient passer</w:t>
      </w:r>
      <w:r w:rsidR="00766774">
        <w:t xml:space="preserve">, </w:t>
      </w:r>
      <w:r w:rsidRPr="00115F49">
        <w:t>car</w:t>
      </w:r>
      <w:r w:rsidR="00766774">
        <w:t xml:space="preserve">, </w:t>
      </w:r>
      <w:r w:rsidRPr="00115F49">
        <w:t>par moments</w:t>
      </w:r>
      <w:r w:rsidR="00766774">
        <w:t xml:space="preserve">, </w:t>
      </w:r>
      <w:r w:rsidRPr="00115F49">
        <w:t>après de grandes ombres</w:t>
      </w:r>
      <w:r w:rsidR="00766774">
        <w:t xml:space="preserve">, </w:t>
      </w:r>
      <w:r w:rsidRPr="00115F49">
        <w:t>de longs rayons de poussière blanche rouaient dans la brume</w:t>
      </w:r>
      <w:r w:rsidR="00766774">
        <w:t xml:space="preserve">. </w:t>
      </w:r>
      <w:r w:rsidRPr="00115F49">
        <w:t>De l</w:t>
      </w:r>
      <w:r w:rsidR="00766774">
        <w:t>’</w:t>
      </w:r>
      <w:r w:rsidRPr="00115F49">
        <w:t>autre côté de l</w:t>
      </w:r>
      <w:r w:rsidR="00766774">
        <w:t>’</w:t>
      </w:r>
      <w:r w:rsidRPr="00115F49">
        <w:t>Archat</w:t>
      </w:r>
      <w:r w:rsidR="00766774">
        <w:t xml:space="preserve">, </w:t>
      </w:r>
      <w:r w:rsidRPr="00115F49">
        <w:t>ces longues flèches devaient frapper dans ces étendues immenses qu</w:t>
      </w:r>
      <w:r w:rsidR="00766774">
        <w:t>’</w:t>
      </w:r>
      <w:r w:rsidRPr="00115F49">
        <w:t>on domine</w:t>
      </w:r>
      <w:r w:rsidR="00766774">
        <w:t xml:space="preserve">, </w:t>
      </w:r>
      <w:r w:rsidRPr="00115F49">
        <w:t>qui vont jusqu</w:t>
      </w:r>
      <w:r w:rsidR="00766774">
        <w:t>’</w:t>
      </w:r>
      <w:r w:rsidRPr="00115F49">
        <w:t>au col du Negron</w:t>
      </w:r>
      <w:r w:rsidR="00766774">
        <w:t xml:space="preserve">, </w:t>
      </w:r>
      <w:r w:rsidRPr="00115F49">
        <w:t>jusqu</w:t>
      </w:r>
      <w:r w:rsidR="00766774">
        <w:t>’</w:t>
      </w:r>
      <w:r w:rsidRPr="00115F49">
        <w:t>au Rousset</w:t>
      </w:r>
      <w:r w:rsidR="00766774">
        <w:t xml:space="preserve">, </w:t>
      </w:r>
      <w:r w:rsidRPr="00115F49">
        <w:t>jusqu</w:t>
      </w:r>
      <w:r w:rsidR="00766774">
        <w:t>’</w:t>
      </w:r>
      <w:r w:rsidRPr="00115F49">
        <w:t>aux lointains inimaginables</w:t>
      </w:r>
      <w:r w:rsidR="00766774">
        <w:t xml:space="preserve"> : </w:t>
      </w:r>
      <w:r w:rsidRPr="00115F49">
        <w:t>le vaste monde</w:t>
      </w:r>
      <w:r w:rsidR="00766774">
        <w:t xml:space="preserve"> ! </w:t>
      </w:r>
      <w:r w:rsidRPr="00115F49">
        <w:t>Tout entièrement recouvert de brouillards</w:t>
      </w:r>
      <w:r w:rsidR="00766774">
        <w:t xml:space="preserve"> : </w:t>
      </w:r>
      <w:r w:rsidRPr="00115F49">
        <w:t>un océan de sirop d</w:t>
      </w:r>
      <w:r w:rsidR="00766774">
        <w:t>’</w:t>
      </w:r>
      <w:r w:rsidRPr="00115F49">
        <w:t>orgeat aux vagues endormies</w:t>
      </w:r>
      <w:r w:rsidR="00766774">
        <w:t xml:space="preserve">, </w:t>
      </w:r>
      <w:r w:rsidRPr="00115F49">
        <w:t>dans lequel ces jets de lumière blanche devaient faire surgir</w:t>
      </w:r>
      <w:r w:rsidR="00766774">
        <w:t xml:space="preserve">, </w:t>
      </w:r>
      <w:r w:rsidRPr="00115F49">
        <w:t>comme des îles blêmes serties de noir</w:t>
      </w:r>
      <w:r w:rsidR="00766774">
        <w:t xml:space="preserve">, </w:t>
      </w:r>
      <w:r w:rsidRPr="00115F49">
        <w:t>l</w:t>
      </w:r>
      <w:r w:rsidR="00766774">
        <w:t>’</w:t>
      </w:r>
      <w:r w:rsidRPr="00115F49">
        <w:t>archipel des sommets de montagnes</w:t>
      </w:r>
      <w:r w:rsidR="00766774">
        <w:t xml:space="preserve">. </w:t>
      </w:r>
      <w:r w:rsidRPr="00115F49">
        <w:t>La géographie d</w:t>
      </w:r>
      <w:r w:rsidR="00766774">
        <w:t>’</w:t>
      </w:r>
      <w:r w:rsidRPr="00115F49">
        <w:t>un nouveau monde</w:t>
      </w:r>
      <w:r w:rsidR="00766774">
        <w:t>.</w:t>
      </w:r>
    </w:p>
    <w:p w14:paraId="0E82B503" w14:textId="77777777" w:rsidR="00766774" w:rsidRDefault="00115F49" w:rsidP="00115F49">
      <w:r w:rsidRPr="00115F49">
        <w:t>C</w:t>
      </w:r>
      <w:r w:rsidR="00766774">
        <w:t>’</w:t>
      </w:r>
      <w:r w:rsidRPr="00115F49">
        <w:t>est à ce moment-là</w:t>
      </w:r>
      <w:r w:rsidR="00766774">
        <w:t xml:space="preserve">, </w:t>
      </w:r>
      <w:r w:rsidRPr="00115F49">
        <w:t>pendant que là-haut l</w:t>
      </w:r>
      <w:r w:rsidR="00766774">
        <w:t>’</w:t>
      </w:r>
      <w:r w:rsidRPr="00115F49">
        <w:t>homme regardait paisiblement cette création</w:t>
      </w:r>
      <w:r w:rsidR="00766774">
        <w:t xml:space="preserve">, </w:t>
      </w:r>
      <w:r w:rsidRPr="00115F49">
        <w:t xml:space="preserve">que </w:t>
      </w:r>
      <w:r w:rsidR="00766774" w:rsidRPr="00115F49">
        <w:t>Frédéric</w:t>
      </w:r>
      <w:r w:rsidR="00766774">
        <w:t> </w:t>
      </w:r>
      <w:r w:rsidR="00766774" w:rsidRPr="00115F49">
        <w:t>II</w:t>
      </w:r>
      <w:r w:rsidR="00766774">
        <w:t xml:space="preserve">, </w:t>
      </w:r>
      <w:r w:rsidRPr="00115F49">
        <w:t>dans sa pente</w:t>
      </w:r>
      <w:r w:rsidR="00766774">
        <w:t xml:space="preserve">, </w:t>
      </w:r>
      <w:r w:rsidRPr="00115F49">
        <w:t>s</w:t>
      </w:r>
      <w:r w:rsidR="00766774">
        <w:t>’</w:t>
      </w:r>
      <w:r w:rsidRPr="00115F49">
        <w:t>aperçut qu</w:t>
      </w:r>
      <w:r w:rsidR="00766774">
        <w:t>’</w:t>
      </w:r>
      <w:r w:rsidRPr="00115F49">
        <w:t>il portait toujours sous son bras les deux petites feuilles de bois de noyer</w:t>
      </w:r>
      <w:r w:rsidR="00766774">
        <w:t>.</w:t>
      </w:r>
    </w:p>
    <w:p w14:paraId="4766FF9E" w14:textId="77777777" w:rsidR="00766774" w:rsidRDefault="00115F49" w:rsidP="00115F49">
      <w:r w:rsidRPr="00115F49">
        <w:t>À partir de là</w:t>
      </w:r>
      <w:r w:rsidR="00766774">
        <w:t xml:space="preserve">, </w:t>
      </w:r>
      <w:r w:rsidRPr="00115F49">
        <w:t>il eut conscience des choses</w:t>
      </w:r>
      <w:r w:rsidR="00766774">
        <w:t xml:space="preserve">. </w:t>
      </w:r>
      <w:r w:rsidRPr="00115F49">
        <w:t>Sûrement</w:t>
      </w:r>
      <w:r w:rsidR="00766774">
        <w:t xml:space="preserve">, </w:t>
      </w:r>
      <w:r w:rsidRPr="00115F49">
        <w:t>si le village avait été à deux pas</w:t>
      </w:r>
      <w:r w:rsidR="00766774">
        <w:t xml:space="preserve">, </w:t>
      </w:r>
      <w:r w:rsidRPr="00115F49">
        <w:t>il y serait retourné en courant pour y crier</w:t>
      </w:r>
      <w:r w:rsidR="00766774">
        <w:t xml:space="preserve">. </w:t>
      </w:r>
      <w:r w:rsidRPr="00115F49">
        <w:t>Mais</w:t>
      </w:r>
      <w:r w:rsidR="00766774">
        <w:t xml:space="preserve">, </w:t>
      </w:r>
      <w:r w:rsidRPr="00115F49">
        <w:t>au sommet où il se découvrit là</w:t>
      </w:r>
      <w:r w:rsidR="00766774">
        <w:t xml:space="preserve">, </w:t>
      </w:r>
      <w:r w:rsidRPr="00115F49">
        <w:t>planté sur l</w:t>
      </w:r>
      <w:r w:rsidR="00766774">
        <w:t>’</w:t>
      </w:r>
      <w:r w:rsidRPr="00115F49">
        <w:t>Archat</w:t>
      </w:r>
      <w:r w:rsidR="00766774">
        <w:t xml:space="preserve">, </w:t>
      </w:r>
      <w:r w:rsidRPr="00115F49">
        <w:t>ses planches sous le bras</w:t>
      </w:r>
      <w:r w:rsidR="00766774">
        <w:t xml:space="preserve">, </w:t>
      </w:r>
      <w:r w:rsidRPr="00115F49">
        <w:t>qu</w:t>
      </w:r>
      <w:r w:rsidR="00766774">
        <w:t>’</w:t>
      </w:r>
      <w:r w:rsidRPr="00115F49">
        <w:t>il se dit</w:t>
      </w:r>
      <w:r w:rsidR="00766774">
        <w:t> : « </w:t>
      </w:r>
      <w:r w:rsidRPr="00115F49">
        <w:t>Merde</w:t>
      </w:r>
      <w:r w:rsidR="00766774">
        <w:t xml:space="preserve"> ! </w:t>
      </w:r>
      <w:r w:rsidRPr="00115F49">
        <w:t>Les planches</w:t>
      </w:r>
      <w:r w:rsidR="00766774">
        <w:t xml:space="preserve">, </w:t>
      </w:r>
      <w:r w:rsidRPr="00115F49">
        <w:t>qu</w:t>
      </w:r>
      <w:r w:rsidR="00766774">
        <w:t>’</w:t>
      </w:r>
      <w:r w:rsidRPr="00115F49">
        <w:t>est-ce que j</w:t>
      </w:r>
      <w:r w:rsidR="00766774">
        <w:t>’</w:t>
      </w:r>
      <w:r w:rsidRPr="00115F49">
        <w:t>en fous</w:t>
      </w:r>
      <w:r w:rsidR="00766774">
        <w:t> ? »</w:t>
      </w:r>
      <w:r w:rsidRPr="00115F49">
        <w:t xml:space="preserve"> et qu</w:t>
      </w:r>
      <w:r w:rsidR="00766774">
        <w:t>’</w:t>
      </w:r>
      <w:r w:rsidRPr="00115F49">
        <w:t>il les fourra dans la neige pour avoir les mains libres</w:t>
      </w:r>
      <w:r w:rsidR="00766774">
        <w:t xml:space="preserve">, </w:t>
      </w:r>
      <w:r w:rsidRPr="00115F49">
        <w:t>pendant qu</w:t>
      </w:r>
      <w:r w:rsidR="00766774">
        <w:t>’</w:t>
      </w:r>
      <w:r w:rsidRPr="00115F49">
        <w:t>il ne cessait pas de guetter</w:t>
      </w:r>
      <w:r w:rsidR="00766774">
        <w:t xml:space="preserve">, </w:t>
      </w:r>
      <w:r w:rsidRPr="00115F49">
        <w:t>là-haut</w:t>
      </w:r>
      <w:r w:rsidR="00766774">
        <w:t xml:space="preserve">, </w:t>
      </w:r>
      <w:r w:rsidRPr="00115F49">
        <w:t>la silhouette</w:t>
      </w:r>
      <w:r w:rsidR="00766774">
        <w:t xml:space="preserve">, </w:t>
      </w:r>
      <w:r w:rsidRPr="00115F49">
        <w:t>la cible</w:t>
      </w:r>
      <w:r w:rsidR="00766774">
        <w:t xml:space="preserve">, </w:t>
      </w:r>
      <w:r w:rsidRPr="00115F49">
        <w:t>et qu</w:t>
      </w:r>
      <w:r w:rsidR="00766774">
        <w:t>’</w:t>
      </w:r>
      <w:r w:rsidRPr="00115F49">
        <w:t>une tringle de gel fusait dans son échine et durcissait ses cheveux</w:t>
      </w:r>
      <w:r w:rsidR="00766774">
        <w:t xml:space="preserve">, </w:t>
      </w:r>
      <w:r w:rsidRPr="00115F49">
        <w:t>il vit</w:t>
      </w:r>
      <w:r w:rsidR="00766774">
        <w:t xml:space="preserve">, </w:t>
      </w:r>
      <w:r w:rsidRPr="00115F49">
        <w:t>à la fois</w:t>
      </w:r>
      <w:r w:rsidR="00766774">
        <w:t xml:space="preserve">, </w:t>
      </w:r>
      <w:r w:rsidRPr="00115F49">
        <w:t>superposés</w:t>
      </w:r>
      <w:r w:rsidR="00766774">
        <w:t xml:space="preserve">, </w:t>
      </w:r>
      <w:r w:rsidRPr="00115F49">
        <w:t>grossissants</w:t>
      </w:r>
      <w:r w:rsidR="00766774">
        <w:t xml:space="preserve">, </w:t>
      </w:r>
      <w:r w:rsidRPr="00115F49">
        <w:t>éclatants comme les éclats d</w:t>
      </w:r>
      <w:r w:rsidR="00766774">
        <w:t>’</w:t>
      </w:r>
      <w:r w:rsidRPr="00115F49">
        <w:t>une sorte de roue de feu d</w:t>
      </w:r>
      <w:r w:rsidR="00766774">
        <w:t>’</w:t>
      </w:r>
      <w:r w:rsidRPr="00115F49">
        <w:t>artifice blanche</w:t>
      </w:r>
      <w:r w:rsidR="00766774">
        <w:t xml:space="preserve">, </w:t>
      </w:r>
      <w:r w:rsidRPr="00115F49">
        <w:t>les visages de la bergère d</w:t>
      </w:r>
      <w:r w:rsidR="00766774">
        <w:t>’</w:t>
      </w:r>
      <w:r w:rsidRPr="00115F49">
        <w:t>émail et de Dorothée</w:t>
      </w:r>
      <w:r w:rsidR="00766774">
        <w:t xml:space="preserve">. </w:t>
      </w:r>
      <w:r w:rsidRPr="00115F49">
        <w:t>Avec l</w:t>
      </w:r>
      <w:r w:rsidR="00766774">
        <w:t>’</w:t>
      </w:r>
      <w:r w:rsidRPr="00115F49">
        <w:t>écœurante imprécision de pensée d</w:t>
      </w:r>
      <w:r w:rsidR="00766774">
        <w:t>’</w:t>
      </w:r>
      <w:r w:rsidRPr="00115F49">
        <w:t>un quart de seconde</w:t>
      </w:r>
      <w:r w:rsidR="00766774">
        <w:t xml:space="preserve"> : </w:t>
      </w:r>
      <w:r w:rsidRPr="00115F49">
        <w:t>se demander si le trou pour mettre la clef qui remon</w:t>
      </w:r>
      <w:r w:rsidRPr="00115F49">
        <w:lastRenderedPageBreak/>
        <w:t>tait le mécanisme se trouvait dans l</w:t>
      </w:r>
      <w:r w:rsidR="00766774">
        <w:t>’</w:t>
      </w:r>
      <w:r w:rsidRPr="00115F49">
        <w:t>œil de la bergère ou dans l</w:t>
      </w:r>
      <w:r w:rsidR="00766774">
        <w:t>’</w:t>
      </w:r>
      <w:r w:rsidRPr="00115F49">
        <w:t>œil de Dorothée</w:t>
      </w:r>
      <w:r w:rsidR="00766774">
        <w:t>. (</w:t>
      </w:r>
      <w:r w:rsidRPr="00115F49">
        <w:t>Il dira</w:t>
      </w:r>
      <w:r w:rsidR="00766774">
        <w:t> : « </w:t>
      </w:r>
      <w:r w:rsidRPr="00115F49">
        <w:t>La colère me prit</w:t>
      </w:r>
      <w:r w:rsidR="00766774">
        <w:t>… »)</w:t>
      </w:r>
    </w:p>
    <w:p w14:paraId="55692DD5" w14:textId="77777777" w:rsidR="00766774" w:rsidRDefault="00115F49" w:rsidP="00115F49">
      <w:r w:rsidRPr="00115F49">
        <w:t>L</w:t>
      </w:r>
      <w:r w:rsidR="00766774">
        <w:t>’</w:t>
      </w:r>
      <w:r w:rsidRPr="00115F49">
        <w:t>homme commença à descendre de l</w:t>
      </w:r>
      <w:r w:rsidR="00766774">
        <w:t>’</w:t>
      </w:r>
      <w:r w:rsidRPr="00115F49">
        <w:t>autre côté de l</w:t>
      </w:r>
      <w:r w:rsidR="00766774">
        <w:t>’</w:t>
      </w:r>
      <w:r w:rsidRPr="00115F49">
        <w:t>Archat</w:t>
      </w:r>
      <w:r w:rsidR="00766774">
        <w:t xml:space="preserve">. </w:t>
      </w:r>
      <w:r w:rsidR="00766774" w:rsidRPr="00115F49">
        <w:t>Frédéric</w:t>
      </w:r>
      <w:r w:rsidR="00766774">
        <w:t> </w:t>
      </w:r>
      <w:r w:rsidR="00766774" w:rsidRPr="00115F49">
        <w:t>II</w:t>
      </w:r>
      <w:r w:rsidRPr="00115F49">
        <w:t xml:space="preserve"> monta sur ses traces à quatre pattes</w:t>
      </w:r>
      <w:r w:rsidR="00766774">
        <w:t xml:space="preserve">. </w:t>
      </w:r>
      <w:r w:rsidRPr="00115F49">
        <w:t>Le sommet de l</w:t>
      </w:r>
      <w:r w:rsidR="00766774">
        <w:t>’</w:t>
      </w:r>
      <w:r w:rsidRPr="00115F49">
        <w:t>Archat n</w:t>
      </w:r>
      <w:r w:rsidR="00766774">
        <w:t>’</w:t>
      </w:r>
      <w:r w:rsidRPr="00115F49">
        <w:t>est pas large</w:t>
      </w:r>
      <w:r w:rsidR="00766774">
        <w:t xml:space="preserve"> : </w:t>
      </w:r>
      <w:r w:rsidRPr="00115F49">
        <w:t>une quinzaine de mètres</w:t>
      </w:r>
      <w:r w:rsidR="00766774">
        <w:t xml:space="preserve">. </w:t>
      </w:r>
      <w:r w:rsidR="00766774" w:rsidRPr="00115F49">
        <w:t>Frédéric</w:t>
      </w:r>
      <w:r w:rsidR="00766774">
        <w:t> </w:t>
      </w:r>
      <w:r w:rsidR="00766774" w:rsidRPr="00115F49">
        <w:t>II</w:t>
      </w:r>
      <w:r w:rsidRPr="00115F49">
        <w:t xml:space="preserve"> s</w:t>
      </w:r>
      <w:r w:rsidR="00766774">
        <w:t>’</w:t>
      </w:r>
      <w:r w:rsidRPr="00115F49">
        <w:t>approcha précautionneusement du rebord</w:t>
      </w:r>
      <w:r w:rsidR="00766774">
        <w:t>.</w:t>
      </w:r>
    </w:p>
    <w:p w14:paraId="3F1031A0" w14:textId="77777777" w:rsidR="00766774" w:rsidRDefault="00115F49" w:rsidP="00115F49">
      <w:r w:rsidRPr="00115F49">
        <w:t>En bas dessous</w:t>
      </w:r>
      <w:r w:rsidR="00766774">
        <w:t xml:space="preserve">, </w:t>
      </w:r>
      <w:r w:rsidRPr="00115F49">
        <w:t>et toujours avec la même précision</w:t>
      </w:r>
      <w:r w:rsidR="00766774">
        <w:t xml:space="preserve">, </w:t>
      </w:r>
      <w:r w:rsidRPr="00115F49">
        <w:t>l</w:t>
      </w:r>
      <w:r w:rsidR="00766774">
        <w:t>’</w:t>
      </w:r>
      <w:r w:rsidRPr="00115F49">
        <w:t>homme suivait l</w:t>
      </w:r>
      <w:r w:rsidR="00766774">
        <w:t>’</w:t>
      </w:r>
      <w:r w:rsidRPr="00115F49">
        <w:t>emplacement du sentier</w:t>
      </w:r>
      <w:r w:rsidR="00766774">
        <w:t xml:space="preserve"> ; </w:t>
      </w:r>
      <w:r w:rsidRPr="00115F49">
        <w:t>c</w:t>
      </w:r>
      <w:r w:rsidR="00766774">
        <w:t>’</w:t>
      </w:r>
      <w:r w:rsidRPr="00115F49">
        <w:t>est-à-dire qu</w:t>
      </w:r>
      <w:r w:rsidR="00766774">
        <w:t>’</w:t>
      </w:r>
      <w:r w:rsidRPr="00115F49">
        <w:t>il descendait en zigzag</w:t>
      </w:r>
      <w:r w:rsidR="00766774">
        <w:t xml:space="preserve">, </w:t>
      </w:r>
      <w:r w:rsidRPr="00115F49">
        <w:t>de son pas de promenade</w:t>
      </w:r>
      <w:r w:rsidR="00766774">
        <w:t xml:space="preserve">. </w:t>
      </w:r>
      <w:r w:rsidRPr="00115F49">
        <w:t>Il ne s</w:t>
      </w:r>
      <w:r w:rsidR="00766774">
        <w:t>’</w:t>
      </w:r>
      <w:r w:rsidRPr="00115F49">
        <w:t>agissait pas de s</w:t>
      </w:r>
      <w:r w:rsidR="00766774">
        <w:t>’</w:t>
      </w:r>
      <w:r w:rsidRPr="00115F49">
        <w:t>engager dans la pente pendant qu</w:t>
      </w:r>
      <w:r w:rsidR="00766774">
        <w:t>’</w:t>
      </w:r>
      <w:r w:rsidRPr="00115F49">
        <w:t>il était ainsi dans le découvert</w:t>
      </w:r>
      <w:r w:rsidR="00766774">
        <w:t xml:space="preserve"> : </w:t>
      </w:r>
      <w:r w:rsidRPr="00115F49">
        <w:t>la brume ne masquait plus suffisamment</w:t>
      </w:r>
      <w:r w:rsidR="00766774">
        <w:t xml:space="preserve">. </w:t>
      </w:r>
      <w:r w:rsidRPr="00115F49">
        <w:t>Il fallait attendre qu</w:t>
      </w:r>
      <w:r w:rsidR="00766774">
        <w:t>’</w:t>
      </w:r>
      <w:r w:rsidRPr="00115F49">
        <w:t>il entre dans le bois</w:t>
      </w:r>
      <w:r w:rsidR="00766774">
        <w:t xml:space="preserve">. </w:t>
      </w:r>
      <w:r w:rsidR="00766774" w:rsidRPr="00115F49">
        <w:t>Frédéric</w:t>
      </w:r>
      <w:r w:rsidR="00766774">
        <w:t> </w:t>
      </w:r>
      <w:r w:rsidR="00766774" w:rsidRPr="00115F49">
        <w:t>II</w:t>
      </w:r>
      <w:r w:rsidRPr="00115F49">
        <w:t xml:space="preserve"> eut même la ruse de rester un mètre ou deux à contre-pente sur ce flanc-ci et de biaiser pour aller rejoindre la corne de ce bois de sapins qu</w:t>
      </w:r>
      <w:r w:rsidR="00766774">
        <w:t>’</w:t>
      </w:r>
      <w:r w:rsidRPr="00115F49">
        <w:t>il distinguait vaguement en bas et dont il ne savait plus le nom</w:t>
      </w:r>
      <w:r w:rsidR="00766774">
        <w:t xml:space="preserve">, </w:t>
      </w:r>
      <w:r w:rsidRPr="00115F49">
        <w:t>parce qu</w:t>
      </w:r>
      <w:r w:rsidR="00766774">
        <w:t>’</w:t>
      </w:r>
      <w:r w:rsidRPr="00115F49">
        <w:t>on devait être ici sur le territoire de</w:t>
      </w:r>
      <w:r w:rsidR="00766774">
        <w:t xml:space="preserve">, </w:t>
      </w:r>
      <w:r w:rsidRPr="00115F49">
        <w:t>je ne sais pas quelle commune</w:t>
      </w:r>
      <w:r w:rsidR="00766774">
        <w:t xml:space="preserve"> ; </w:t>
      </w:r>
      <w:r w:rsidRPr="00115F49">
        <w:t>peut-être des Lucettes</w:t>
      </w:r>
      <w:r w:rsidR="00766774">
        <w:t xml:space="preserve">. </w:t>
      </w:r>
      <w:r w:rsidRPr="00115F49">
        <w:t>De temps en temps</w:t>
      </w:r>
      <w:r w:rsidR="00766774">
        <w:t xml:space="preserve">, </w:t>
      </w:r>
      <w:r w:rsidRPr="00115F49">
        <w:t>pour ne pas être en défaut</w:t>
      </w:r>
      <w:r w:rsidR="00766774">
        <w:t xml:space="preserve">, </w:t>
      </w:r>
      <w:r w:rsidR="00766774" w:rsidRPr="00115F49">
        <w:t>Frédéric</w:t>
      </w:r>
      <w:r w:rsidR="00766774">
        <w:t> </w:t>
      </w:r>
      <w:r w:rsidR="00766774" w:rsidRPr="00115F49">
        <w:t>II</w:t>
      </w:r>
      <w:r w:rsidRPr="00115F49">
        <w:t xml:space="preserve"> guettait par-dessus la contre-pente</w:t>
      </w:r>
      <w:r w:rsidR="00766774">
        <w:t xml:space="preserve">. </w:t>
      </w:r>
      <w:r w:rsidRPr="00115F49">
        <w:t>Il n</w:t>
      </w:r>
      <w:r w:rsidR="00766774">
        <w:t>’</w:t>
      </w:r>
      <w:r w:rsidRPr="00115F49">
        <w:t>y avait aucune crainte à avoir</w:t>
      </w:r>
      <w:r w:rsidR="00766774">
        <w:t xml:space="preserve"> : </w:t>
      </w:r>
      <w:r w:rsidRPr="00115F49">
        <w:t>l</w:t>
      </w:r>
      <w:r w:rsidR="00766774">
        <w:t>’</w:t>
      </w:r>
      <w:r w:rsidRPr="00115F49">
        <w:t>homme descendait paisiblement</w:t>
      </w:r>
      <w:r w:rsidR="00766774">
        <w:t xml:space="preserve">, </w:t>
      </w:r>
      <w:r w:rsidRPr="00115F49">
        <w:t>d</w:t>
      </w:r>
      <w:r w:rsidR="00766774">
        <w:t>’</w:t>
      </w:r>
      <w:r w:rsidRPr="00115F49">
        <w:t>un tel pas de promenade</w:t>
      </w:r>
      <w:r w:rsidR="00766774">
        <w:t xml:space="preserve"> (</w:t>
      </w:r>
      <w:r w:rsidRPr="00115F49">
        <w:t>qui frappe tellement les gens d</w:t>
      </w:r>
      <w:r w:rsidR="00766774">
        <w:t>’</w:t>
      </w:r>
      <w:r w:rsidRPr="00115F49">
        <w:t>ici pour lesquels ce pas signifie contentement</w:t>
      </w:r>
      <w:r w:rsidR="00766774">
        <w:t xml:space="preserve">, </w:t>
      </w:r>
      <w:r w:rsidRPr="00115F49">
        <w:t>richesse</w:t>
      </w:r>
      <w:r w:rsidR="00766774">
        <w:t xml:space="preserve">, </w:t>
      </w:r>
      <w:r w:rsidRPr="00115F49">
        <w:t>préfet</w:t>
      </w:r>
      <w:r w:rsidR="00766774">
        <w:t xml:space="preserve">, </w:t>
      </w:r>
      <w:r w:rsidRPr="00115F49">
        <w:t>patron</w:t>
      </w:r>
      <w:r w:rsidR="00766774">
        <w:t xml:space="preserve">, </w:t>
      </w:r>
      <w:r w:rsidRPr="00115F49">
        <w:t>millionnaire</w:t>
      </w:r>
      <w:r w:rsidR="00766774">
        <w:t xml:space="preserve">) </w:t>
      </w:r>
      <w:r w:rsidRPr="00115F49">
        <w:t xml:space="preserve">que </w:t>
      </w:r>
      <w:r w:rsidR="00766774" w:rsidRPr="00115F49">
        <w:t>Frédéric</w:t>
      </w:r>
      <w:r w:rsidR="00766774">
        <w:t> </w:t>
      </w:r>
      <w:r w:rsidR="00766774" w:rsidRPr="00115F49">
        <w:t>II</w:t>
      </w:r>
      <w:r w:rsidRPr="00115F49">
        <w:t xml:space="preserve"> était obligé de se souvenir de tout le chemin</w:t>
      </w:r>
      <w:r w:rsidR="00766774">
        <w:t xml:space="preserve">, </w:t>
      </w:r>
      <w:r w:rsidRPr="00115F49">
        <w:t>depuis le hêtre jusqu</w:t>
      </w:r>
      <w:r w:rsidR="00766774">
        <w:t>’</w:t>
      </w:r>
      <w:r w:rsidRPr="00115F49">
        <w:t>ici</w:t>
      </w:r>
      <w:r w:rsidR="00766774">
        <w:t xml:space="preserve">, </w:t>
      </w:r>
      <w:r w:rsidRPr="00115F49">
        <w:t>où il n</w:t>
      </w:r>
      <w:r w:rsidR="00766774">
        <w:t>’</w:t>
      </w:r>
      <w:r w:rsidRPr="00115F49">
        <w:t>y avait dans la neige qu</w:t>
      </w:r>
      <w:r w:rsidR="00766774">
        <w:t>’</w:t>
      </w:r>
      <w:r w:rsidRPr="00115F49">
        <w:t>une trace</w:t>
      </w:r>
      <w:r w:rsidR="00766774">
        <w:t xml:space="preserve">, </w:t>
      </w:r>
      <w:r w:rsidRPr="00115F49">
        <w:t>une seule</w:t>
      </w:r>
      <w:r w:rsidR="00766774">
        <w:t xml:space="preserve">, </w:t>
      </w:r>
      <w:r w:rsidRPr="00115F49">
        <w:t>une et unique</w:t>
      </w:r>
      <w:r w:rsidR="00766774">
        <w:t xml:space="preserve"> : </w:t>
      </w:r>
      <w:r w:rsidRPr="00115F49">
        <w:t>celle de cet homme qui se promenait</w:t>
      </w:r>
      <w:r w:rsidR="00766774">
        <w:t>.</w:t>
      </w:r>
    </w:p>
    <w:p w14:paraId="6B4C9A85" w14:textId="54254B04" w:rsidR="00766774" w:rsidRDefault="00115F49" w:rsidP="00115F49">
      <w:r w:rsidRPr="00115F49">
        <w:t>Et qui entra dans le bois</w:t>
      </w:r>
      <w:r w:rsidR="00766774">
        <w:t xml:space="preserve">. </w:t>
      </w:r>
      <w:r w:rsidR="00766774" w:rsidRPr="00115F49">
        <w:t>Frédéric</w:t>
      </w:r>
      <w:r w:rsidR="00766774">
        <w:t> </w:t>
      </w:r>
      <w:r w:rsidR="00766774" w:rsidRPr="00115F49">
        <w:t>II</w:t>
      </w:r>
      <w:r w:rsidRPr="00115F49">
        <w:t xml:space="preserve"> lui laissa le temps de pénétrer un peu profond</w:t>
      </w:r>
      <w:r w:rsidR="00766774">
        <w:t xml:space="preserve">, </w:t>
      </w:r>
      <w:r w:rsidRPr="00115F49">
        <w:t>puis</w:t>
      </w:r>
      <w:r w:rsidR="00766774">
        <w:t xml:space="preserve">, </w:t>
      </w:r>
      <w:r w:rsidRPr="00115F49">
        <w:t>par le biais de la corne</w:t>
      </w:r>
      <w:r w:rsidR="00766774">
        <w:t xml:space="preserve">, </w:t>
      </w:r>
      <w:r w:rsidRPr="00115F49">
        <w:t>il rejoignit les traces</w:t>
      </w:r>
      <w:r w:rsidR="00766774">
        <w:t>. (</w:t>
      </w:r>
      <w:r w:rsidRPr="00115F49">
        <w:t>Plus tard il dira</w:t>
      </w:r>
      <w:r w:rsidR="00766774">
        <w:t> : « </w:t>
      </w:r>
      <w:r w:rsidRPr="00115F49">
        <w:t>J</w:t>
      </w:r>
      <w:r w:rsidR="00766774">
        <w:t>’</w:t>
      </w:r>
      <w:r w:rsidRPr="00115F49">
        <w:t>avais peur de le perdre</w:t>
      </w:r>
      <w:r w:rsidR="00766774">
        <w:t xml:space="preserve">. ») </w:t>
      </w:r>
      <w:r w:rsidRPr="00115F49">
        <w:t>Maintenant</w:t>
      </w:r>
      <w:r w:rsidR="00766774">
        <w:t xml:space="preserve">, </w:t>
      </w:r>
      <w:r w:rsidRPr="00115F49">
        <w:t>en effet</w:t>
      </w:r>
      <w:r w:rsidR="00766774">
        <w:t xml:space="preserve">, </w:t>
      </w:r>
      <w:r w:rsidRPr="00115F49">
        <w:t xml:space="preserve">il collait à la piste pour des </w:t>
      </w:r>
      <w:r w:rsidRPr="00115F49">
        <w:lastRenderedPageBreak/>
        <w:t>raisons différentes de celles qui l</w:t>
      </w:r>
      <w:r w:rsidR="00766774">
        <w:t>’</w:t>
      </w:r>
      <w:r w:rsidRPr="00115F49">
        <w:t>avaient amené jusque-là</w:t>
      </w:r>
      <w:r w:rsidR="00766774">
        <w:t xml:space="preserve">. </w:t>
      </w:r>
      <w:r w:rsidRPr="00115F49">
        <w:t>Peut-être même un peu honteux d</w:t>
      </w:r>
      <w:r w:rsidR="00766774">
        <w:t>’</w:t>
      </w:r>
      <w:r w:rsidRPr="00115F49">
        <w:t>être venu jusque-là avec des raisons incompréhensibles</w:t>
      </w:r>
      <w:r w:rsidR="00766774">
        <w:t xml:space="preserve"> ; </w:t>
      </w:r>
      <w:r w:rsidRPr="00115F49">
        <w:t>il était devenu renard</w:t>
      </w:r>
      <w:r w:rsidR="00766774">
        <w:t xml:space="preserve">. </w:t>
      </w:r>
      <w:r w:rsidRPr="00115F49">
        <w:t>Il rusait de toutes ses forces</w:t>
      </w:r>
      <w:r w:rsidR="00766774">
        <w:t xml:space="preserve">. </w:t>
      </w:r>
      <w:r w:rsidRPr="00115F49">
        <w:t>Pas un cheveu de sa tête qui pensait à autre chose qu</w:t>
      </w:r>
      <w:r w:rsidR="00766774">
        <w:t>’</w:t>
      </w:r>
      <w:r w:rsidRPr="00115F49">
        <w:t>à ruser</w:t>
      </w:r>
      <w:r w:rsidR="00766774">
        <w:t xml:space="preserve">. </w:t>
      </w:r>
      <w:r w:rsidRPr="00115F49">
        <w:t>Tout gros qu</w:t>
      </w:r>
      <w:r w:rsidR="00766774">
        <w:t>’</w:t>
      </w:r>
      <w:r w:rsidRPr="00115F49">
        <w:t>il était</w:t>
      </w:r>
      <w:r w:rsidR="00766774">
        <w:t xml:space="preserve">, </w:t>
      </w:r>
      <w:r w:rsidRPr="00115F49">
        <w:t>il était devenu silencieux et aérien</w:t>
      </w:r>
      <w:r w:rsidR="00766774">
        <w:t xml:space="preserve">, </w:t>
      </w:r>
      <w:r w:rsidRPr="00115F49">
        <w:t>il se déplaçait comme un oiseau ou comme un esprit</w:t>
      </w:r>
      <w:r w:rsidR="00766774">
        <w:t xml:space="preserve">. </w:t>
      </w:r>
      <w:r w:rsidRPr="00115F49">
        <w:t>Il allait de taillis en taillis sans laisser de traces</w:t>
      </w:r>
      <w:r w:rsidR="00766774">
        <w:t>. (</w:t>
      </w:r>
      <w:r w:rsidRPr="00115F49">
        <w:t>Avec son sens primitif du monde</w:t>
      </w:r>
      <w:r w:rsidR="00766774">
        <w:t xml:space="preserve">, </w:t>
      </w:r>
      <w:r w:rsidRPr="00115F49">
        <w:t>il dira</w:t>
      </w:r>
      <w:r w:rsidR="00766774">
        <w:t> : « </w:t>
      </w:r>
      <w:r w:rsidRPr="00115F49">
        <w:t>Sans toucher terre</w:t>
      </w:r>
      <w:r w:rsidR="00766774">
        <w:t xml:space="preserve">. ») </w:t>
      </w:r>
      <w:r w:rsidRPr="00115F49">
        <w:t xml:space="preserve">Entièrement différent du </w:t>
      </w:r>
      <w:r w:rsidR="00766774" w:rsidRPr="00115F49">
        <w:t>Frédéric</w:t>
      </w:r>
      <w:r w:rsidR="00766774">
        <w:t> </w:t>
      </w:r>
      <w:r w:rsidR="00766774" w:rsidRPr="00115F49">
        <w:t>II</w:t>
      </w:r>
      <w:r w:rsidRPr="00115F49">
        <w:t xml:space="preserve"> de la dynastie de la scierie</w:t>
      </w:r>
      <w:r w:rsidR="00766774">
        <w:t xml:space="preserve"> ; </w:t>
      </w:r>
      <w:r w:rsidRPr="00115F49">
        <w:t xml:space="preserve">plus du tout sur la terre où il faut scier du bois pour gagner de quoi nourrir </w:t>
      </w:r>
      <w:r w:rsidR="00766774" w:rsidRPr="00115F49">
        <w:t>Frédéric</w:t>
      </w:r>
      <w:r w:rsidR="00766774">
        <w:t> </w:t>
      </w:r>
      <w:r w:rsidR="00766774" w:rsidRPr="00115F49">
        <w:t>III</w:t>
      </w:r>
      <w:r w:rsidR="00766774">
        <w:t xml:space="preserve"> ; </w:t>
      </w:r>
      <w:r w:rsidRPr="00115F49">
        <w:t>dans un nouveau monde lui aussi</w:t>
      </w:r>
      <w:r w:rsidR="00766774">
        <w:t xml:space="preserve"> ; </w:t>
      </w:r>
      <w:r w:rsidRPr="00115F49">
        <w:t>où il fallait avoir des qualités aventurières</w:t>
      </w:r>
      <w:r w:rsidR="00766774">
        <w:t xml:space="preserve">. </w:t>
      </w:r>
      <w:r w:rsidRPr="00115F49">
        <w:t>Heureux d</w:t>
      </w:r>
      <w:r w:rsidR="00766774">
        <w:t>’</w:t>
      </w:r>
      <w:r w:rsidRPr="00115F49">
        <w:t>une nouvelle manière extraordinaire</w:t>
      </w:r>
      <w:r w:rsidR="00766774">
        <w:t> ! (</w:t>
      </w:r>
      <w:r w:rsidRPr="00115F49">
        <w:t>Ça</w:t>
      </w:r>
      <w:r w:rsidR="00766774">
        <w:t xml:space="preserve">, </w:t>
      </w:r>
      <w:r w:rsidRPr="00115F49">
        <w:t>il ne le dira pas</w:t>
      </w:r>
      <w:r w:rsidR="00766774">
        <w:t xml:space="preserve">. </w:t>
      </w:r>
      <w:r w:rsidRPr="00115F49">
        <w:t>D</w:t>
      </w:r>
      <w:r w:rsidR="00766774">
        <w:t>’</w:t>
      </w:r>
      <w:r w:rsidRPr="00115F49">
        <w:t>abord il ne le sait que confusément</w:t>
      </w:r>
      <w:r w:rsidR="00766774">
        <w:t xml:space="preserve"> ; </w:t>
      </w:r>
      <w:r w:rsidRPr="00115F49">
        <w:t>mais</w:t>
      </w:r>
      <w:r w:rsidR="00766774">
        <w:t xml:space="preserve">, </w:t>
      </w:r>
      <w:r w:rsidRPr="00115F49">
        <w:t>le saurait-il très exactement</w:t>
      </w:r>
      <w:r w:rsidR="00766774">
        <w:t xml:space="preserve">, </w:t>
      </w:r>
      <w:r w:rsidRPr="00115F49">
        <w:t>il ne le dirait pas</w:t>
      </w:r>
      <w:r w:rsidR="00766774">
        <w:t xml:space="preserve">, </w:t>
      </w:r>
      <w:r w:rsidRPr="00115F49">
        <w:t>il le cacherait pour toujours</w:t>
      </w:r>
      <w:r w:rsidR="00766774">
        <w:t xml:space="preserve">, </w:t>
      </w:r>
      <w:r w:rsidRPr="00115F49">
        <w:t>même au moment final où il serait lui aussi ce promeneur traqué</w:t>
      </w:r>
      <w:r w:rsidR="00766774">
        <w:t xml:space="preserve">.) </w:t>
      </w:r>
      <w:r w:rsidRPr="00115F49">
        <w:t>Heureux d</w:t>
      </w:r>
      <w:r w:rsidR="00766774">
        <w:t>’</w:t>
      </w:r>
      <w:r w:rsidRPr="00115F49">
        <w:t>une manière extraordinaire à imaginer</w:t>
      </w:r>
      <w:r w:rsidR="00766774">
        <w:t xml:space="preserve"> (</w:t>
      </w:r>
      <w:r w:rsidRPr="00115F49">
        <w:t>c</w:t>
      </w:r>
      <w:r w:rsidR="00766774">
        <w:t>’</w:t>
      </w:r>
      <w:r w:rsidRPr="00115F49">
        <w:t>est trop dire</w:t>
      </w:r>
      <w:r w:rsidR="00766774">
        <w:t xml:space="preserve"> : </w:t>
      </w:r>
      <w:r w:rsidRPr="00115F49">
        <w:t>à connaître instinctivement</w:t>
      </w:r>
      <w:r w:rsidR="00766774">
        <w:t xml:space="preserve">) </w:t>
      </w:r>
      <w:r w:rsidRPr="00115F49">
        <w:t>que ce nouveau monde était d</w:t>
      </w:r>
      <w:r w:rsidR="00766774">
        <w:t>’</w:t>
      </w:r>
      <w:r w:rsidRPr="00115F49">
        <w:t>un vaste sans limites</w:t>
      </w:r>
      <w:r w:rsidR="00766774">
        <w:t xml:space="preserve"> ; </w:t>
      </w:r>
      <w:r w:rsidRPr="00115F49">
        <w:t>semblable à l</w:t>
      </w:r>
      <w:r w:rsidR="00766774">
        <w:t>’</w:t>
      </w:r>
      <w:r w:rsidRPr="00115F49">
        <w:t>archipel d</w:t>
      </w:r>
      <w:r w:rsidR="00766774">
        <w:t>’</w:t>
      </w:r>
      <w:r w:rsidRPr="00115F49">
        <w:t>îles blêmes serties de noir que les rayons de poussière lumineuse avaient fait surgir de l</w:t>
      </w:r>
      <w:r w:rsidR="00766774">
        <w:t>’</w:t>
      </w:r>
      <w:r w:rsidRPr="00115F49">
        <w:t>autre côté de l</w:t>
      </w:r>
      <w:r w:rsidR="00766774">
        <w:t>’</w:t>
      </w:r>
      <w:r w:rsidRPr="00115F49">
        <w:t>Archat</w:t>
      </w:r>
      <w:r w:rsidR="00766774">
        <w:t>.</w:t>
      </w:r>
    </w:p>
    <w:p w14:paraId="74D0C085" w14:textId="77777777" w:rsidR="00766774" w:rsidRDefault="00115F49" w:rsidP="00115F49">
      <w:r w:rsidRPr="00115F49">
        <w:t>L</w:t>
      </w:r>
      <w:r w:rsidR="00766774">
        <w:t>’</w:t>
      </w:r>
      <w:r w:rsidRPr="00115F49">
        <w:t>homme</w:t>
      </w:r>
      <w:r w:rsidR="00766774">
        <w:t xml:space="preserve">, </w:t>
      </w:r>
      <w:r w:rsidRPr="00115F49">
        <w:t>au contraire</w:t>
      </w:r>
      <w:r w:rsidR="00766774">
        <w:t xml:space="preserve">, </w:t>
      </w:r>
      <w:r w:rsidRPr="00115F49">
        <w:t>tout en soutenant son pas solide</w:t>
      </w:r>
      <w:r w:rsidR="00766774">
        <w:t xml:space="preserve">, </w:t>
      </w:r>
      <w:r w:rsidRPr="00115F49">
        <w:t>inflexiblement dardé vers un but très précis</w:t>
      </w:r>
      <w:r w:rsidR="00766774">
        <w:t xml:space="preserve">, </w:t>
      </w:r>
      <w:r w:rsidRPr="00115F49">
        <w:t>allait son train</w:t>
      </w:r>
      <w:r w:rsidR="00766774">
        <w:t xml:space="preserve">, </w:t>
      </w:r>
      <w:r w:rsidRPr="00115F49">
        <w:t>sans hâte et sans variation</w:t>
      </w:r>
      <w:r w:rsidR="00766774">
        <w:t xml:space="preserve">. </w:t>
      </w:r>
      <w:r w:rsidRPr="00115F49">
        <w:t>Il connaissait très bien son affaire</w:t>
      </w:r>
      <w:r w:rsidR="00766774">
        <w:t xml:space="preserve">. </w:t>
      </w:r>
      <w:r w:rsidRPr="00115F49">
        <w:t>Il alla jusqu</w:t>
      </w:r>
      <w:r w:rsidR="00766774">
        <w:t>’</w:t>
      </w:r>
      <w:r w:rsidRPr="00115F49">
        <w:t>au fond du val</w:t>
      </w:r>
      <w:r w:rsidR="00766774">
        <w:t xml:space="preserve">, </w:t>
      </w:r>
      <w:r w:rsidRPr="00115F49">
        <w:t>remonta le torrent sur le flanc gauche</w:t>
      </w:r>
      <w:r w:rsidR="00766774">
        <w:t xml:space="preserve">, </w:t>
      </w:r>
      <w:r w:rsidRPr="00115F49">
        <w:t>le traversa à l</w:t>
      </w:r>
      <w:r w:rsidR="00766774">
        <w:t>’</w:t>
      </w:r>
      <w:r w:rsidRPr="00115F49">
        <w:t>endroit précis où il fallait le traverser pour se trouver juste sur l</w:t>
      </w:r>
      <w:r w:rsidR="00766774">
        <w:t>’</w:t>
      </w:r>
      <w:r w:rsidRPr="00115F49">
        <w:t>emplacement du sentier qui continuait sur le flanc droit</w:t>
      </w:r>
      <w:r w:rsidR="00766774">
        <w:t xml:space="preserve">. </w:t>
      </w:r>
      <w:r w:rsidR="00766774" w:rsidRPr="00115F49">
        <w:t>Frédéric</w:t>
      </w:r>
      <w:r w:rsidR="00766774">
        <w:t> </w:t>
      </w:r>
      <w:r w:rsidR="00766774" w:rsidRPr="00115F49">
        <w:t>II</w:t>
      </w:r>
      <w:r w:rsidRPr="00115F49">
        <w:t xml:space="preserve"> ne faisait pas de bruit et se déplaçait comme une ombre</w:t>
      </w:r>
      <w:r w:rsidR="00766774">
        <w:t xml:space="preserve">, </w:t>
      </w:r>
      <w:r w:rsidRPr="00115F49">
        <w:t>mais</w:t>
      </w:r>
      <w:r w:rsidR="00766774">
        <w:t xml:space="preserve">, </w:t>
      </w:r>
      <w:r w:rsidRPr="00115F49">
        <w:t>même en se coulant parfois à quatre pattes</w:t>
      </w:r>
      <w:r w:rsidR="00766774">
        <w:t xml:space="preserve">, </w:t>
      </w:r>
      <w:r w:rsidRPr="00115F49">
        <w:t>il ne pouvait empêcher les branches basses des sapins de frotter sa veste</w:t>
      </w:r>
      <w:r w:rsidR="00766774">
        <w:t xml:space="preserve">, </w:t>
      </w:r>
      <w:r w:rsidRPr="00115F49">
        <w:t>et de faire un bruit très effrayant dans ce silence si tendu qu</w:t>
      </w:r>
      <w:r w:rsidR="00766774">
        <w:t>’</w:t>
      </w:r>
      <w:r w:rsidRPr="00115F49">
        <w:t>on entendait</w:t>
      </w:r>
      <w:r w:rsidR="00766774">
        <w:t xml:space="preserve">, </w:t>
      </w:r>
      <w:r w:rsidRPr="00115F49">
        <w:t>très loin</w:t>
      </w:r>
      <w:r w:rsidR="00766774">
        <w:t xml:space="preserve">, </w:t>
      </w:r>
      <w:r w:rsidRPr="00115F49">
        <w:lastRenderedPageBreak/>
        <w:t>la neige craquer sur des arbres qui s</w:t>
      </w:r>
      <w:r w:rsidR="00766774">
        <w:t>’</w:t>
      </w:r>
      <w:r w:rsidRPr="00115F49">
        <w:t>étiraient</w:t>
      </w:r>
      <w:r w:rsidR="00766774">
        <w:t xml:space="preserve">. </w:t>
      </w:r>
      <w:r w:rsidRPr="00115F49">
        <w:t>Mais</w:t>
      </w:r>
      <w:r w:rsidR="00766774">
        <w:t xml:space="preserve">, </w:t>
      </w:r>
      <w:r w:rsidRPr="00115F49">
        <w:t>l</w:t>
      </w:r>
      <w:r w:rsidR="00766774">
        <w:t>’</w:t>
      </w:r>
      <w:r w:rsidRPr="00115F49">
        <w:t>homme ne tourna jamais la tête</w:t>
      </w:r>
      <w:r w:rsidR="00766774">
        <w:t xml:space="preserve">. </w:t>
      </w:r>
      <w:r w:rsidRPr="00115F49">
        <w:t>À un moment même</w:t>
      </w:r>
      <w:r w:rsidR="00766774">
        <w:t xml:space="preserve">, </w:t>
      </w:r>
      <w:r w:rsidRPr="00115F49">
        <w:t>juste après avoir traversé le torrent</w:t>
      </w:r>
      <w:r w:rsidR="00766774">
        <w:t xml:space="preserve">, </w:t>
      </w:r>
      <w:r w:rsidRPr="00115F49">
        <w:t>l</w:t>
      </w:r>
      <w:r w:rsidR="00766774">
        <w:t>’</w:t>
      </w:r>
      <w:r w:rsidRPr="00115F49">
        <w:t>homme qui suivait avec un sens très précis les traces du sentier enfouies sous plus de deux mètres de neige</w:t>
      </w:r>
      <w:r w:rsidR="00766774">
        <w:t xml:space="preserve">, </w:t>
      </w:r>
      <w:r w:rsidRPr="00115F49">
        <w:t>fit un détour assez brusque</w:t>
      </w:r>
      <w:r w:rsidR="00766774">
        <w:t xml:space="preserve">. </w:t>
      </w:r>
      <w:r w:rsidR="00766774" w:rsidRPr="00115F49">
        <w:t>Frédéric</w:t>
      </w:r>
      <w:r w:rsidR="00766774">
        <w:t> </w:t>
      </w:r>
      <w:r w:rsidR="00766774" w:rsidRPr="00115F49">
        <w:t>II</w:t>
      </w:r>
      <w:r w:rsidR="00766774">
        <w:t xml:space="preserve">, </w:t>
      </w:r>
      <w:r w:rsidRPr="00115F49">
        <w:t>au découvert</w:t>
      </w:r>
      <w:r w:rsidR="00766774">
        <w:t xml:space="preserve">, </w:t>
      </w:r>
      <w:r w:rsidRPr="00115F49">
        <w:t>en dehors du bois vit</w:t>
      </w:r>
      <w:r w:rsidR="00766774">
        <w:t xml:space="preserve">, </w:t>
      </w:r>
      <w:r w:rsidRPr="00115F49">
        <w:t>pendant le temps d</w:t>
      </w:r>
      <w:r w:rsidR="00766774">
        <w:t>’</w:t>
      </w:r>
      <w:r w:rsidRPr="00115F49">
        <w:t>un éclair</w:t>
      </w:r>
      <w:r w:rsidR="00766774">
        <w:t xml:space="preserve">, </w:t>
      </w:r>
      <w:r w:rsidRPr="00115F49">
        <w:t>une tache blanche sous la toque de fourrure</w:t>
      </w:r>
      <w:r w:rsidR="00766774">
        <w:t xml:space="preserve"> : </w:t>
      </w:r>
      <w:r w:rsidRPr="00115F49">
        <w:t>le visage de l</w:t>
      </w:r>
      <w:r w:rsidR="00766774">
        <w:t>’</w:t>
      </w:r>
      <w:r w:rsidRPr="00115F49">
        <w:t>homme</w:t>
      </w:r>
      <w:r w:rsidR="00766774">
        <w:t xml:space="preserve">. </w:t>
      </w:r>
      <w:r w:rsidR="00766774" w:rsidRPr="00115F49">
        <w:t>Frédéric</w:t>
      </w:r>
      <w:r w:rsidR="00766774">
        <w:t> </w:t>
      </w:r>
      <w:r w:rsidR="00766774" w:rsidRPr="00115F49">
        <w:t>II</w:t>
      </w:r>
      <w:r w:rsidRPr="00115F49">
        <w:t xml:space="preserve"> s</w:t>
      </w:r>
      <w:r w:rsidR="00766774">
        <w:t>’</w:t>
      </w:r>
      <w:r w:rsidRPr="00115F49">
        <w:t>immobilisa</w:t>
      </w:r>
      <w:r w:rsidR="00766774">
        <w:t>. (</w:t>
      </w:r>
      <w:r w:rsidRPr="00115F49">
        <w:t>Il dira</w:t>
      </w:r>
      <w:r w:rsidR="00766774">
        <w:t> : « </w:t>
      </w:r>
      <w:r w:rsidRPr="00115F49">
        <w:t>À ce moment-là j</w:t>
      </w:r>
      <w:r w:rsidR="00766774">
        <w:t>’</w:t>
      </w:r>
      <w:r w:rsidRPr="00115F49">
        <w:t>ai dit</w:t>
      </w:r>
      <w:r w:rsidR="00766774">
        <w:t xml:space="preserve"> : </w:t>
      </w:r>
      <w:r w:rsidRPr="00115F49">
        <w:t>c</w:t>
      </w:r>
      <w:r w:rsidR="00766774">
        <w:t>’</w:t>
      </w:r>
      <w:r w:rsidRPr="00115F49">
        <w:t>est foutu</w:t>
      </w:r>
      <w:r w:rsidR="00766774">
        <w:t xml:space="preserve"> ! ») </w:t>
      </w:r>
      <w:r w:rsidRPr="00115F49">
        <w:t>Mais</w:t>
      </w:r>
      <w:r w:rsidR="00766774">
        <w:t xml:space="preserve">, </w:t>
      </w:r>
      <w:r w:rsidRPr="00115F49">
        <w:t xml:space="preserve">pendant que </w:t>
      </w:r>
      <w:r w:rsidR="00766774" w:rsidRPr="00115F49">
        <w:t>Frédéric</w:t>
      </w:r>
      <w:r w:rsidR="00766774">
        <w:t> </w:t>
      </w:r>
      <w:r w:rsidR="00766774" w:rsidRPr="00115F49">
        <w:t>II</w:t>
      </w:r>
      <w:r w:rsidRPr="00115F49">
        <w:t xml:space="preserve"> immobile s</w:t>
      </w:r>
      <w:r w:rsidR="00766774">
        <w:t>’</w:t>
      </w:r>
      <w:r w:rsidRPr="00115F49">
        <w:t>efforçait de ressembler à un tronc d</w:t>
      </w:r>
      <w:r w:rsidR="00766774">
        <w:t>’</w:t>
      </w:r>
      <w:r w:rsidRPr="00115F49">
        <w:t>arbre</w:t>
      </w:r>
      <w:r w:rsidR="00766774">
        <w:t xml:space="preserve">, </w:t>
      </w:r>
      <w:r w:rsidRPr="00115F49">
        <w:t>l</w:t>
      </w:r>
      <w:r w:rsidR="00766774">
        <w:t>’</w:t>
      </w:r>
      <w:r w:rsidRPr="00115F49">
        <w:t>homme continua à marcher de son pas</w:t>
      </w:r>
      <w:r w:rsidR="00766774">
        <w:t xml:space="preserve">, </w:t>
      </w:r>
      <w:r w:rsidRPr="00115F49">
        <w:t>égal et paisible</w:t>
      </w:r>
      <w:r w:rsidR="00766774">
        <w:t xml:space="preserve">, </w:t>
      </w:r>
      <w:r w:rsidRPr="00115F49">
        <w:t>comme s</w:t>
      </w:r>
      <w:r w:rsidR="00766774">
        <w:t>’</w:t>
      </w:r>
      <w:r w:rsidRPr="00115F49">
        <w:t>il était depuis bien longtemps dans des endroits où il savait que jamais personne ne pourrait plus le rattraper</w:t>
      </w:r>
      <w:r w:rsidR="00766774">
        <w:t>.</w:t>
      </w:r>
    </w:p>
    <w:p w14:paraId="0776B737" w14:textId="77777777" w:rsidR="00766774" w:rsidRDefault="00766774" w:rsidP="00115F49">
      <w:r w:rsidRPr="00115F49">
        <w:t>Frédéric</w:t>
      </w:r>
      <w:r>
        <w:t> </w:t>
      </w:r>
      <w:r w:rsidRPr="00115F49">
        <w:t>II</w:t>
      </w:r>
      <w:r w:rsidR="00115F49" w:rsidRPr="00115F49">
        <w:t xml:space="preserve"> gardera de cette poursuite un souvenir</w:t>
      </w:r>
      <w:r w:rsidR="00115F49" w:rsidRPr="00115F49">
        <w:rPr>
          <w:i/>
          <w:iCs/>
        </w:rPr>
        <w:t xml:space="preserve"> renard</w:t>
      </w:r>
      <w:r>
        <w:rPr>
          <w:i/>
          <w:iCs/>
        </w:rPr>
        <w:t xml:space="preserve">. </w:t>
      </w:r>
      <w:r w:rsidR="00115F49" w:rsidRPr="00115F49">
        <w:t>Quand il parlera du pays derrière l</w:t>
      </w:r>
      <w:r>
        <w:t>’</w:t>
      </w:r>
      <w:r w:rsidR="00115F49" w:rsidRPr="00115F49">
        <w:t>Archat il en parlera comme Colomb devait parler des Indes Orientales</w:t>
      </w:r>
      <w:r>
        <w:t xml:space="preserve">. </w:t>
      </w:r>
      <w:r w:rsidR="00115F49" w:rsidRPr="00115F49">
        <w:t>Sa vision des choses était ordonnée autour de nouvelles nécessités</w:t>
      </w:r>
      <w:r>
        <w:t xml:space="preserve">. </w:t>
      </w:r>
      <w:r w:rsidR="00115F49" w:rsidRPr="00115F49">
        <w:t>Il a vu les arbres par rapport aux troncs qui pouvaient le cacher</w:t>
      </w:r>
      <w:r>
        <w:t xml:space="preserve"> ; </w:t>
      </w:r>
      <w:r w:rsidR="00115F49" w:rsidRPr="00115F49">
        <w:t>placés plus ou moins judicieusement derrière l</w:t>
      </w:r>
      <w:r>
        <w:t>’</w:t>
      </w:r>
      <w:r w:rsidR="00115F49" w:rsidRPr="00115F49">
        <w:t>homme</w:t>
      </w:r>
      <w:r>
        <w:t xml:space="preserve"> ; </w:t>
      </w:r>
      <w:r w:rsidR="00115F49" w:rsidRPr="00115F49">
        <w:t>permettant plus ou moins facilement d</w:t>
      </w:r>
      <w:r>
        <w:t>’</w:t>
      </w:r>
      <w:r w:rsidR="00115F49" w:rsidRPr="00115F49">
        <w:t>avancer dans la poursuite</w:t>
      </w:r>
      <w:r>
        <w:t>. (</w:t>
      </w:r>
      <w:r w:rsidR="00115F49" w:rsidRPr="00115F49">
        <w:t>Il dira combien il y avait de couverts et de découverts dans les vallons</w:t>
      </w:r>
      <w:r>
        <w:t xml:space="preserve">, </w:t>
      </w:r>
      <w:r w:rsidR="00115F49" w:rsidRPr="00115F49">
        <w:t>les combes</w:t>
      </w:r>
      <w:r>
        <w:t xml:space="preserve">, </w:t>
      </w:r>
      <w:r w:rsidR="00115F49" w:rsidRPr="00115F49">
        <w:t>les pentes</w:t>
      </w:r>
      <w:r>
        <w:t xml:space="preserve">, </w:t>
      </w:r>
      <w:r w:rsidR="00115F49" w:rsidRPr="00115F49">
        <w:t>et de quelle façon ces couverts et ces découverts s</w:t>
      </w:r>
      <w:r>
        <w:t>’</w:t>
      </w:r>
      <w:r w:rsidR="00115F49" w:rsidRPr="00115F49">
        <w:t>emmanchaient</w:t>
      </w:r>
      <w:r>
        <w:t xml:space="preserve"> : </w:t>
      </w:r>
      <w:r w:rsidR="00115F49" w:rsidRPr="00115F49">
        <w:t>les pointes de bois dans lesquelles il pouvait faire un peu de route au trot</w:t>
      </w:r>
      <w:r>
        <w:t xml:space="preserve">, </w:t>
      </w:r>
      <w:r w:rsidR="00115F49" w:rsidRPr="00115F49">
        <w:t>les clairières dont il devait contourner les lisières en se coulant derrière les troncs de sapins</w:t>
      </w:r>
      <w:r>
        <w:t xml:space="preserve"> ; </w:t>
      </w:r>
      <w:r w:rsidR="00115F49" w:rsidRPr="00115F49">
        <w:t>les espaces libres au bord desquels il était obligé d</w:t>
      </w:r>
      <w:r>
        <w:t>’</w:t>
      </w:r>
      <w:r w:rsidR="00115F49" w:rsidRPr="00115F49">
        <w:t>attendre longuement avant de s</w:t>
      </w:r>
      <w:r>
        <w:t>’</w:t>
      </w:r>
      <w:r w:rsidR="00115F49" w:rsidRPr="00115F49">
        <w:t>engager</w:t>
      </w:r>
      <w:r>
        <w:t xml:space="preserve"> ; </w:t>
      </w:r>
      <w:r w:rsidR="00115F49" w:rsidRPr="00115F49">
        <w:t>pendant que</w:t>
      </w:r>
      <w:r>
        <w:t xml:space="preserve">, </w:t>
      </w:r>
      <w:r w:rsidR="00115F49" w:rsidRPr="00115F49">
        <w:t>de la neige</w:t>
      </w:r>
      <w:r>
        <w:t xml:space="preserve">, </w:t>
      </w:r>
      <w:r w:rsidR="00115F49" w:rsidRPr="00115F49">
        <w:t>du silence</w:t>
      </w:r>
      <w:r>
        <w:t xml:space="preserve">, </w:t>
      </w:r>
      <w:r w:rsidR="00115F49" w:rsidRPr="00115F49">
        <w:t>du noir des ramures et même de lointaines odeurs anisées d</w:t>
      </w:r>
      <w:r>
        <w:t>’</w:t>
      </w:r>
      <w:r w:rsidR="00115F49" w:rsidRPr="00115F49">
        <w:t>écorces humides qu</w:t>
      </w:r>
      <w:r>
        <w:t>’</w:t>
      </w:r>
      <w:r w:rsidR="00115F49" w:rsidRPr="00115F49">
        <w:t>il était tout étonné de comprendre</w:t>
      </w:r>
      <w:r>
        <w:t xml:space="preserve">, </w:t>
      </w:r>
      <w:r w:rsidR="00115F49" w:rsidRPr="00115F49">
        <w:t>lui venaient d</w:t>
      </w:r>
      <w:r>
        <w:t>’</w:t>
      </w:r>
      <w:r w:rsidR="00115F49" w:rsidRPr="00115F49">
        <w:t>étranges enseignements qu</w:t>
      </w:r>
      <w:r>
        <w:t>’</w:t>
      </w:r>
      <w:r w:rsidR="00115F49" w:rsidRPr="00115F49">
        <w:t>il était obligé d</w:t>
      </w:r>
      <w:r>
        <w:t>’</w:t>
      </w:r>
      <w:r w:rsidR="00115F49" w:rsidRPr="00115F49">
        <w:t>interpréter tout de suite et d</w:t>
      </w:r>
      <w:r>
        <w:t>’</w:t>
      </w:r>
      <w:r w:rsidR="00115F49" w:rsidRPr="00115F49">
        <w:t>utiliser sur-le-champ</w:t>
      </w:r>
      <w:r>
        <w:t>.)</w:t>
      </w:r>
    </w:p>
    <w:p w14:paraId="705F670F" w14:textId="77777777" w:rsidR="00766774" w:rsidRDefault="00115F49" w:rsidP="00115F49">
      <w:r w:rsidRPr="00115F49">
        <w:lastRenderedPageBreak/>
        <w:t>Il ne dira pas que</w:t>
      </w:r>
      <w:r w:rsidR="00766774">
        <w:t xml:space="preserve">, </w:t>
      </w:r>
      <w:r w:rsidRPr="00115F49">
        <w:t>maintenant qu</w:t>
      </w:r>
      <w:r w:rsidR="00766774">
        <w:t>’</w:t>
      </w:r>
      <w:r w:rsidRPr="00115F49">
        <w:t>il était bien certain que l</w:t>
      </w:r>
      <w:r w:rsidR="00766774">
        <w:t>’</w:t>
      </w:r>
      <w:r w:rsidRPr="00115F49">
        <w:t>homme ne regardait jamais derrière lui</w:t>
      </w:r>
      <w:r w:rsidR="00766774">
        <w:t xml:space="preserve">, </w:t>
      </w:r>
      <w:r w:rsidRPr="00115F49">
        <w:t>il ne pensait plus du tout au visage glacé de Dorothée</w:t>
      </w:r>
      <w:r w:rsidR="00766774">
        <w:t xml:space="preserve">. </w:t>
      </w:r>
      <w:r w:rsidRPr="00115F49">
        <w:t>C</w:t>
      </w:r>
      <w:r w:rsidR="00766774">
        <w:t>’</w:t>
      </w:r>
      <w:r w:rsidRPr="00115F49">
        <w:t>était vieux comme les morts de Jeanne d</w:t>
      </w:r>
      <w:r w:rsidR="00766774">
        <w:t>’</w:t>
      </w:r>
      <w:r w:rsidRPr="00115F49">
        <w:t xml:space="preserve">Arc ou de </w:t>
      </w:r>
      <w:r w:rsidR="00766774" w:rsidRPr="00115F49">
        <w:t>Louis</w:t>
      </w:r>
      <w:r w:rsidR="00766774">
        <w:t> </w:t>
      </w:r>
      <w:r w:rsidR="00766774" w:rsidRPr="00115F49">
        <w:t>XVI</w:t>
      </w:r>
      <w:r w:rsidRPr="00115F49">
        <w:t xml:space="preserve"> auxquelles</w:t>
      </w:r>
      <w:r w:rsidR="00766774">
        <w:t xml:space="preserve">, </w:t>
      </w:r>
      <w:r w:rsidRPr="00115F49">
        <w:t>depuis le temps</w:t>
      </w:r>
      <w:r w:rsidR="00766774">
        <w:t xml:space="preserve">, </w:t>
      </w:r>
      <w:r w:rsidRPr="00115F49">
        <w:t>il y a des milliers de complices qui profitent paisiblement des conséquences</w:t>
      </w:r>
      <w:r w:rsidR="00766774">
        <w:t>.</w:t>
      </w:r>
    </w:p>
    <w:p w14:paraId="17019F7D" w14:textId="77777777" w:rsidR="00766774" w:rsidRDefault="00115F49" w:rsidP="00115F49">
      <w:r w:rsidRPr="00115F49">
        <w:t>L</w:t>
      </w:r>
      <w:r w:rsidR="00766774">
        <w:t>’</w:t>
      </w:r>
      <w:r w:rsidRPr="00115F49">
        <w:t>homme traversa un bois</w:t>
      </w:r>
      <w:r w:rsidR="00766774">
        <w:t xml:space="preserve">, </w:t>
      </w:r>
      <w:r w:rsidRPr="00115F49">
        <w:t>descendit dans un val</w:t>
      </w:r>
      <w:r w:rsidR="00766774">
        <w:t xml:space="preserve">, </w:t>
      </w:r>
      <w:r w:rsidRPr="00115F49">
        <w:t>remonta l</w:t>
      </w:r>
      <w:r w:rsidR="00766774">
        <w:t>’</w:t>
      </w:r>
      <w:r w:rsidRPr="00115F49">
        <w:t>autre pente</w:t>
      </w:r>
      <w:r w:rsidR="00766774">
        <w:t xml:space="preserve">, </w:t>
      </w:r>
      <w:r w:rsidRPr="00115F49">
        <w:t>longea une crête</w:t>
      </w:r>
      <w:r w:rsidR="00766774">
        <w:t xml:space="preserve">, </w:t>
      </w:r>
      <w:r w:rsidRPr="00115F49">
        <w:t>traversa un autre bois plus étendu que le premier qui couvrait deux vallons pleins de taillis dans lesquels l</w:t>
      </w:r>
      <w:r w:rsidR="00766774">
        <w:t>’</w:t>
      </w:r>
      <w:r w:rsidRPr="00115F49">
        <w:t>homme démêlait paisiblement sa route</w:t>
      </w:r>
      <w:r w:rsidR="00766774">
        <w:t xml:space="preserve">. </w:t>
      </w:r>
      <w:r w:rsidRPr="00115F49">
        <w:t>Il prit par le travers d</w:t>
      </w:r>
      <w:r w:rsidR="00766774">
        <w:t>’</w:t>
      </w:r>
      <w:r w:rsidRPr="00115F49">
        <w:t>une longue montée et il arriva sur un chemin forestier</w:t>
      </w:r>
      <w:r w:rsidR="00766774">
        <w:t xml:space="preserve">. </w:t>
      </w:r>
      <w:r w:rsidRPr="00115F49">
        <w:t>Il se mit à le descendre</w:t>
      </w:r>
      <w:r w:rsidR="00766774">
        <w:t xml:space="preserve">. </w:t>
      </w:r>
      <w:r w:rsidRPr="00115F49">
        <w:t>Peu à peu</w:t>
      </w:r>
      <w:r w:rsidR="00766774">
        <w:t xml:space="preserve">, </w:t>
      </w:r>
      <w:r w:rsidRPr="00115F49">
        <w:t>il laissa derrière lui les bois de mélèzes</w:t>
      </w:r>
      <w:r w:rsidR="00766774">
        <w:t xml:space="preserve">, </w:t>
      </w:r>
      <w:r w:rsidRPr="00115F49">
        <w:t>les bois de sapins</w:t>
      </w:r>
      <w:r w:rsidR="00766774">
        <w:t xml:space="preserve">, </w:t>
      </w:r>
      <w:r w:rsidRPr="00115F49">
        <w:t>les bois de hêtres</w:t>
      </w:r>
      <w:r w:rsidR="00766774">
        <w:t xml:space="preserve">, </w:t>
      </w:r>
      <w:r w:rsidRPr="00115F49">
        <w:t>les bois de rouvres</w:t>
      </w:r>
      <w:r w:rsidR="00766774">
        <w:t xml:space="preserve">, </w:t>
      </w:r>
      <w:r w:rsidRPr="00115F49">
        <w:t>rencontra des saules</w:t>
      </w:r>
      <w:r w:rsidR="00766774">
        <w:t xml:space="preserve">, </w:t>
      </w:r>
      <w:r w:rsidRPr="00115F49">
        <w:t>des peupliers</w:t>
      </w:r>
      <w:r w:rsidR="00766774">
        <w:t xml:space="preserve">, </w:t>
      </w:r>
      <w:r w:rsidRPr="00115F49">
        <w:t>puis des haies qui émergeaient à peine de la neige</w:t>
      </w:r>
      <w:r w:rsidR="00766774">
        <w:t xml:space="preserve">, </w:t>
      </w:r>
      <w:r w:rsidRPr="00115F49">
        <w:t>puis des champs ondulés</w:t>
      </w:r>
      <w:r w:rsidR="00766774">
        <w:t xml:space="preserve">. </w:t>
      </w:r>
      <w:r w:rsidRPr="00115F49">
        <w:t>À deux cents mètres derrière l</w:t>
      </w:r>
      <w:r w:rsidR="00766774">
        <w:t>’</w:t>
      </w:r>
      <w:r w:rsidRPr="00115F49">
        <w:t>homme</w:t>
      </w:r>
      <w:r w:rsidR="00766774">
        <w:t xml:space="preserve">, </w:t>
      </w:r>
      <w:r w:rsidR="00766774" w:rsidRPr="00115F49">
        <w:t>Frédéric</w:t>
      </w:r>
      <w:r w:rsidR="00766774">
        <w:t> </w:t>
      </w:r>
      <w:r w:rsidR="00766774" w:rsidRPr="00115F49">
        <w:t>II</w:t>
      </w:r>
      <w:r w:rsidRPr="00115F49">
        <w:t xml:space="preserve"> s</w:t>
      </w:r>
      <w:r w:rsidR="00766774">
        <w:t>’</w:t>
      </w:r>
      <w:r w:rsidRPr="00115F49">
        <w:t>arrêta brusquement</w:t>
      </w:r>
      <w:r w:rsidR="00766774">
        <w:t xml:space="preserve"> : </w:t>
      </w:r>
      <w:r w:rsidRPr="00115F49">
        <w:t>à un quart de lieue devant l</w:t>
      </w:r>
      <w:r w:rsidR="00766774">
        <w:t>’</w:t>
      </w:r>
      <w:r w:rsidRPr="00115F49">
        <w:t>homme il y avait</w:t>
      </w:r>
      <w:r w:rsidR="00766774">
        <w:t xml:space="preserve">, </w:t>
      </w:r>
      <w:r w:rsidRPr="00115F49">
        <w:t>là-bas</w:t>
      </w:r>
      <w:r w:rsidR="00766774">
        <w:t xml:space="preserve">, </w:t>
      </w:r>
      <w:r w:rsidRPr="00115F49">
        <w:t>une ferme clignant d</w:t>
      </w:r>
      <w:r w:rsidR="00766774">
        <w:t>’</w:t>
      </w:r>
      <w:r w:rsidRPr="00115F49">
        <w:t>une fenêtre sous un lourd béret blanc</w:t>
      </w:r>
      <w:r w:rsidR="00766774">
        <w:t xml:space="preserve">. </w:t>
      </w:r>
      <w:r w:rsidRPr="00115F49">
        <w:t>Une petite plume de fumée bleue montait des toits épais</w:t>
      </w:r>
      <w:r w:rsidR="00766774">
        <w:t>.</w:t>
      </w:r>
    </w:p>
    <w:p w14:paraId="34504DC3" w14:textId="77777777" w:rsidR="00766774" w:rsidRDefault="00766774" w:rsidP="00115F49">
      <w:r>
        <w:t>(</w:t>
      </w:r>
      <w:r w:rsidRPr="00115F49">
        <w:t>Frédéric</w:t>
      </w:r>
      <w:r>
        <w:t> </w:t>
      </w:r>
      <w:r w:rsidRPr="00115F49">
        <w:t>II</w:t>
      </w:r>
      <w:r w:rsidR="00115F49" w:rsidRPr="00115F49">
        <w:t xml:space="preserve"> dira</w:t>
      </w:r>
      <w:r>
        <w:t> : « </w:t>
      </w:r>
      <w:r w:rsidR="00115F49" w:rsidRPr="00115F49">
        <w:t>J</w:t>
      </w:r>
      <w:r>
        <w:t>’</w:t>
      </w:r>
      <w:r w:rsidR="00115F49" w:rsidRPr="00115F49">
        <w:t>ai pensé tout de suite</w:t>
      </w:r>
      <w:r>
        <w:t>… »</w:t>
      </w:r>
      <w:r w:rsidR="00115F49" w:rsidRPr="00115F49">
        <w:t xml:space="preserve"> Il ne dira vraiment pas à quoi il a pensé</w:t>
      </w:r>
      <w:r>
        <w:t xml:space="preserve">, </w:t>
      </w:r>
      <w:r w:rsidR="00115F49" w:rsidRPr="00115F49">
        <w:t>car c</w:t>
      </w:r>
      <w:r>
        <w:t>’</w:t>
      </w:r>
      <w:r w:rsidR="00115F49" w:rsidRPr="00115F49">
        <w:t>est ici qu</w:t>
      </w:r>
      <w:r>
        <w:t>’</w:t>
      </w:r>
      <w:r w:rsidR="00115F49" w:rsidRPr="00115F49">
        <w:t>il a fallu se dépouiller d</w:t>
      </w:r>
      <w:r>
        <w:t>’</w:t>
      </w:r>
      <w:r w:rsidR="00115F49" w:rsidRPr="00115F49">
        <w:t>une peau de renard qui était presque une peau de loup</w:t>
      </w:r>
      <w:r>
        <w:t xml:space="preserve">.) </w:t>
      </w:r>
      <w:r w:rsidR="00115F49" w:rsidRPr="00115F49">
        <w:t>Il est resté</w:t>
      </w:r>
      <w:r>
        <w:t xml:space="preserve">, </w:t>
      </w:r>
      <w:r w:rsidR="00115F49" w:rsidRPr="00115F49">
        <w:t>souffle coupé</w:t>
      </w:r>
      <w:r>
        <w:t xml:space="preserve">, </w:t>
      </w:r>
      <w:r w:rsidR="00115F49" w:rsidRPr="00115F49">
        <w:t>un long moment à attendre que revienne l</w:t>
      </w:r>
      <w:r>
        <w:t>’</w:t>
      </w:r>
      <w:r w:rsidR="00115F49" w:rsidRPr="00115F49">
        <w:t>accord avec le toit et la fumée pendant que l</w:t>
      </w:r>
      <w:r>
        <w:t>’</w:t>
      </w:r>
      <w:r w:rsidR="00115F49" w:rsidRPr="00115F49">
        <w:t>homme</w:t>
      </w:r>
      <w:r>
        <w:t xml:space="preserve">, </w:t>
      </w:r>
      <w:r w:rsidR="00115F49" w:rsidRPr="00115F49">
        <w:t>qui ne fait pas tant d</w:t>
      </w:r>
      <w:r>
        <w:t>’</w:t>
      </w:r>
      <w:r w:rsidR="00115F49" w:rsidRPr="00115F49">
        <w:t>histoires</w:t>
      </w:r>
      <w:r>
        <w:t xml:space="preserve">, </w:t>
      </w:r>
      <w:r w:rsidR="00115F49" w:rsidRPr="00115F49">
        <w:t>descend</w:t>
      </w:r>
      <w:r>
        <w:t xml:space="preserve">, </w:t>
      </w:r>
      <w:r w:rsidR="00115F49" w:rsidRPr="00115F49">
        <w:t>passe à côté de la ferme et continue à descendre</w:t>
      </w:r>
      <w:r>
        <w:t>.</w:t>
      </w:r>
    </w:p>
    <w:p w14:paraId="07C3F308" w14:textId="77777777" w:rsidR="00766774" w:rsidRDefault="00115F49" w:rsidP="00115F49">
      <w:r w:rsidRPr="00115F49">
        <w:t>Maintenant</w:t>
      </w:r>
      <w:r w:rsidR="00766774">
        <w:t xml:space="preserve">, </w:t>
      </w:r>
      <w:r w:rsidRPr="00115F49">
        <w:t>le chemin est une petite route sur laquelle il y a des traces de traîneau</w:t>
      </w:r>
      <w:r w:rsidR="00766774">
        <w:t xml:space="preserve">. </w:t>
      </w:r>
      <w:r w:rsidRPr="00115F49">
        <w:t>Elle tourne à travers les champs de neige quadrillés de barrières de courtil</w:t>
      </w:r>
      <w:r w:rsidR="00766774">
        <w:t xml:space="preserve">. </w:t>
      </w:r>
      <w:r w:rsidRPr="00115F49">
        <w:t xml:space="preserve">Les pointes humides de deux ou trois rangées de hampes de maïs émergent </w:t>
      </w:r>
      <w:r w:rsidRPr="00115F49">
        <w:lastRenderedPageBreak/>
        <w:t>comme des poils de barbe</w:t>
      </w:r>
      <w:r w:rsidR="00766774">
        <w:t xml:space="preserve">. </w:t>
      </w:r>
      <w:r w:rsidRPr="00115F49">
        <w:t>Une odeur de soupe</w:t>
      </w:r>
      <w:r w:rsidR="00766774">
        <w:t xml:space="preserve">, </w:t>
      </w:r>
      <w:r w:rsidRPr="00115F49">
        <w:t>de suie et de fumier de cheval</w:t>
      </w:r>
      <w:r w:rsidR="00766774">
        <w:t xml:space="preserve">. </w:t>
      </w:r>
      <w:r w:rsidRPr="00115F49">
        <w:t>L</w:t>
      </w:r>
      <w:r w:rsidR="00766774">
        <w:t>’</w:t>
      </w:r>
      <w:r w:rsidRPr="00115F49">
        <w:t>homme disparaît derrière un épaulement qui doit être une prairie en pente</w:t>
      </w:r>
      <w:r w:rsidR="00766774">
        <w:t xml:space="preserve">. </w:t>
      </w:r>
      <w:r w:rsidRPr="00115F49">
        <w:t>Cette fois</w:t>
      </w:r>
      <w:r w:rsidR="00766774">
        <w:t xml:space="preserve">, </w:t>
      </w:r>
      <w:r w:rsidR="00766774" w:rsidRPr="00115F49">
        <w:t>Frédéric</w:t>
      </w:r>
      <w:r w:rsidR="00766774">
        <w:t> </w:t>
      </w:r>
      <w:r w:rsidR="00766774" w:rsidRPr="00115F49">
        <w:t>II</w:t>
      </w:r>
      <w:r w:rsidRPr="00115F49">
        <w:t xml:space="preserve"> prend le pas de course</w:t>
      </w:r>
      <w:r w:rsidR="00766774">
        <w:t xml:space="preserve">. </w:t>
      </w:r>
      <w:r w:rsidRPr="00115F49">
        <w:t>C</w:t>
      </w:r>
      <w:r w:rsidR="00766774">
        <w:t>’</w:t>
      </w:r>
      <w:r w:rsidRPr="00115F49">
        <w:t>est ainsi qu</w:t>
      </w:r>
      <w:r w:rsidR="00766774">
        <w:t>’</w:t>
      </w:r>
      <w:r w:rsidRPr="00115F49">
        <w:t>il tombe tout à coup sur un village</w:t>
      </w:r>
      <w:r w:rsidR="00766774">
        <w:t xml:space="preserve"> : </w:t>
      </w:r>
      <w:r w:rsidRPr="00115F49">
        <w:t>dans lequel l</w:t>
      </w:r>
      <w:r w:rsidR="00766774">
        <w:t>’</w:t>
      </w:r>
      <w:r w:rsidRPr="00115F49">
        <w:t>homme est en train d</w:t>
      </w:r>
      <w:r w:rsidR="00766774">
        <w:t>’</w:t>
      </w:r>
      <w:r w:rsidRPr="00115F49">
        <w:t>entrer</w:t>
      </w:r>
      <w:r w:rsidR="00766774">
        <w:t>.</w:t>
      </w:r>
    </w:p>
    <w:p w14:paraId="034F2E6F" w14:textId="77777777" w:rsidR="00766774" w:rsidRDefault="00766774" w:rsidP="00115F49">
      <w:r w:rsidRPr="00115F49">
        <w:t>Frédéric</w:t>
      </w:r>
      <w:r>
        <w:t> </w:t>
      </w:r>
      <w:r w:rsidRPr="00115F49">
        <w:t>II</w:t>
      </w:r>
      <w:r w:rsidR="00115F49" w:rsidRPr="00115F49">
        <w:t xml:space="preserve"> dira exactement ce qu</w:t>
      </w:r>
      <w:r>
        <w:t>’</w:t>
      </w:r>
      <w:r w:rsidR="00115F49" w:rsidRPr="00115F49">
        <w:t>il a pensé et ce qu</w:t>
      </w:r>
      <w:r>
        <w:t>’</w:t>
      </w:r>
      <w:r w:rsidR="00115F49" w:rsidRPr="00115F49">
        <w:t>il a fait</w:t>
      </w:r>
      <w:r>
        <w:t xml:space="preserve">. </w:t>
      </w:r>
      <w:r w:rsidR="00115F49" w:rsidRPr="00115F49">
        <w:t>Mais ils suivent paisiblement la rue</w:t>
      </w:r>
      <w:r>
        <w:t xml:space="preserve">, </w:t>
      </w:r>
      <w:r w:rsidR="00115F49" w:rsidRPr="00115F49">
        <w:t>l</w:t>
      </w:r>
      <w:r>
        <w:t>’</w:t>
      </w:r>
      <w:r w:rsidR="00115F49" w:rsidRPr="00115F49">
        <w:t>un derrière l</w:t>
      </w:r>
      <w:r>
        <w:t>’</w:t>
      </w:r>
      <w:r w:rsidR="00115F49" w:rsidRPr="00115F49">
        <w:t>autre</w:t>
      </w:r>
      <w:r>
        <w:t xml:space="preserve">, </w:t>
      </w:r>
      <w:r w:rsidR="00115F49" w:rsidRPr="00115F49">
        <w:t>la rue qui doit s</w:t>
      </w:r>
      <w:r>
        <w:t>’</w:t>
      </w:r>
      <w:r w:rsidR="00115F49" w:rsidRPr="00115F49">
        <w:t>appeler la grand-rue car ce village est plus conséquent que le nôtre</w:t>
      </w:r>
      <w:r>
        <w:t xml:space="preserve">. </w:t>
      </w:r>
      <w:r w:rsidR="00115F49" w:rsidRPr="00115F49">
        <w:t>Il y a trois épiceries</w:t>
      </w:r>
      <w:r>
        <w:t xml:space="preserve">, </w:t>
      </w:r>
      <w:r w:rsidR="00115F49" w:rsidRPr="00115F49">
        <w:t>un tabac</w:t>
      </w:r>
      <w:r>
        <w:t xml:space="preserve">, </w:t>
      </w:r>
      <w:r w:rsidR="00115F49" w:rsidRPr="00115F49">
        <w:t>une quincaillerie</w:t>
      </w:r>
      <w:r>
        <w:t xml:space="preserve">, </w:t>
      </w:r>
      <w:r w:rsidR="00115F49" w:rsidRPr="00115F49">
        <w:t>et ces magasins ont des vitrines derrière lesquelles on voit les gens sous les lampes</w:t>
      </w:r>
      <w:r>
        <w:t xml:space="preserve">, </w:t>
      </w:r>
      <w:r w:rsidR="00115F49" w:rsidRPr="00115F49">
        <w:t>dans des rangées d</w:t>
      </w:r>
      <w:r>
        <w:t>’</w:t>
      </w:r>
      <w:r w:rsidR="00115F49" w:rsidRPr="00115F49">
        <w:t>arrosoirs</w:t>
      </w:r>
      <w:r>
        <w:t xml:space="preserve">, </w:t>
      </w:r>
      <w:r w:rsidR="00115F49" w:rsidRPr="00115F49">
        <w:t>de cadenas</w:t>
      </w:r>
      <w:r>
        <w:t xml:space="preserve">, </w:t>
      </w:r>
      <w:r w:rsidR="00115F49" w:rsidRPr="00115F49">
        <w:t>de cordes à chiquer et de pots de moutarde</w:t>
      </w:r>
      <w:r>
        <w:t xml:space="preserve">. </w:t>
      </w:r>
      <w:r w:rsidR="00115F49" w:rsidRPr="00115F49">
        <w:t>Si l</w:t>
      </w:r>
      <w:r>
        <w:t>’</w:t>
      </w:r>
      <w:r w:rsidR="00115F49" w:rsidRPr="00115F49">
        <w:t>homme sautait sur quelqu</w:t>
      </w:r>
      <w:r>
        <w:t>’</w:t>
      </w:r>
      <w:r w:rsidR="00115F49" w:rsidRPr="00115F49">
        <w:t>un</w:t>
      </w:r>
      <w:r>
        <w:t xml:space="preserve">, </w:t>
      </w:r>
      <w:r w:rsidR="00115F49" w:rsidRPr="00115F49">
        <w:t>d</w:t>
      </w:r>
      <w:r>
        <w:t>’</w:t>
      </w:r>
      <w:r w:rsidR="00115F49" w:rsidRPr="00115F49">
        <w:t>un cri</w:t>
      </w:r>
      <w:r>
        <w:t xml:space="preserve"> (</w:t>
      </w:r>
      <w:r w:rsidR="00115F49" w:rsidRPr="00115F49">
        <w:t>que Frédéric pousserait</w:t>
      </w:r>
      <w:r>
        <w:t xml:space="preserve">) </w:t>
      </w:r>
      <w:r w:rsidR="00115F49" w:rsidRPr="00115F49">
        <w:t>il y aurait vingt personnes dehors</w:t>
      </w:r>
      <w:r>
        <w:t xml:space="preserve">. </w:t>
      </w:r>
      <w:r w:rsidR="00115F49" w:rsidRPr="00115F49">
        <w:t>Mais l</w:t>
      </w:r>
      <w:r>
        <w:t>’</w:t>
      </w:r>
      <w:r w:rsidR="00115F49" w:rsidRPr="00115F49">
        <w:t>homme</w:t>
      </w:r>
      <w:r>
        <w:t xml:space="preserve">, </w:t>
      </w:r>
      <w:r w:rsidR="00115F49" w:rsidRPr="00115F49">
        <w:t>après la grand-rue</w:t>
      </w:r>
      <w:r>
        <w:t xml:space="preserve">, </w:t>
      </w:r>
      <w:r w:rsidR="00115F49" w:rsidRPr="00115F49">
        <w:t>traverse la place de l</w:t>
      </w:r>
      <w:r>
        <w:t>’</w:t>
      </w:r>
      <w:r w:rsidR="00115F49" w:rsidRPr="00115F49">
        <w:t>église</w:t>
      </w:r>
      <w:r>
        <w:t xml:space="preserve">. </w:t>
      </w:r>
      <w:r w:rsidR="00115F49" w:rsidRPr="00115F49">
        <w:t>Il entre dans une autre rue</w:t>
      </w:r>
      <w:r>
        <w:t xml:space="preserve">, </w:t>
      </w:r>
      <w:r w:rsidR="00115F49" w:rsidRPr="00115F49">
        <w:t>très belle et très propre</w:t>
      </w:r>
      <w:r>
        <w:t xml:space="preserve"> ; </w:t>
      </w:r>
      <w:r w:rsidR="00115F49" w:rsidRPr="00115F49">
        <w:t>large</w:t>
      </w:r>
      <w:r>
        <w:t xml:space="preserve"> ; </w:t>
      </w:r>
      <w:r w:rsidR="00115F49" w:rsidRPr="00115F49">
        <w:t>les maisons sont cossues</w:t>
      </w:r>
      <w:r>
        <w:t xml:space="preserve">. </w:t>
      </w:r>
      <w:r w:rsidR="00115F49" w:rsidRPr="00115F49">
        <w:t>Il s</w:t>
      </w:r>
      <w:r>
        <w:t>’</w:t>
      </w:r>
      <w:r w:rsidR="00115F49" w:rsidRPr="00115F49">
        <w:t>est simplement dirigé vers une de ces maisons</w:t>
      </w:r>
      <w:r>
        <w:t xml:space="preserve">, </w:t>
      </w:r>
      <w:r w:rsidR="00115F49" w:rsidRPr="00115F49">
        <w:t>de son pas de promeneur</w:t>
      </w:r>
      <w:r>
        <w:t xml:space="preserve">, </w:t>
      </w:r>
      <w:r w:rsidR="00115F49" w:rsidRPr="00115F49">
        <w:t>comme s</w:t>
      </w:r>
      <w:r>
        <w:t>’</w:t>
      </w:r>
      <w:r w:rsidR="00115F49" w:rsidRPr="00115F49">
        <w:t>il venait de prendre l</w:t>
      </w:r>
      <w:r>
        <w:t>’</w:t>
      </w:r>
      <w:r w:rsidR="00115F49" w:rsidRPr="00115F49">
        <w:t>air</w:t>
      </w:r>
      <w:r>
        <w:t xml:space="preserve"> ; </w:t>
      </w:r>
      <w:r w:rsidR="00115F49" w:rsidRPr="00115F49">
        <w:t>du même pas qu</w:t>
      </w:r>
      <w:r>
        <w:t>’</w:t>
      </w:r>
      <w:r w:rsidR="00115F49" w:rsidRPr="00115F49">
        <w:t>il avait ce matin en quittant le hêtre</w:t>
      </w:r>
      <w:r>
        <w:t xml:space="preserve">, </w:t>
      </w:r>
      <w:r w:rsidR="00115F49" w:rsidRPr="00115F49">
        <w:t>et qu</w:t>
      </w:r>
      <w:r>
        <w:t>’</w:t>
      </w:r>
      <w:r w:rsidR="00115F49" w:rsidRPr="00115F49">
        <w:t>il a tenu tout le long</w:t>
      </w:r>
      <w:r>
        <w:t xml:space="preserve">. </w:t>
      </w:r>
      <w:r w:rsidR="00115F49" w:rsidRPr="00115F49">
        <w:t>Il frappe avec le poing la porte d</w:t>
      </w:r>
      <w:r>
        <w:t>’</w:t>
      </w:r>
      <w:r w:rsidR="00115F49" w:rsidRPr="00115F49">
        <w:t>une de ces maisons</w:t>
      </w:r>
      <w:r>
        <w:t xml:space="preserve">, </w:t>
      </w:r>
      <w:r w:rsidR="00115F49" w:rsidRPr="00115F49">
        <w:t>et</w:t>
      </w:r>
      <w:r>
        <w:t xml:space="preserve">, </w:t>
      </w:r>
      <w:r w:rsidR="00115F49" w:rsidRPr="00115F49">
        <w:t>pendant qu</w:t>
      </w:r>
      <w:r>
        <w:t>’</w:t>
      </w:r>
      <w:r w:rsidR="00115F49" w:rsidRPr="00115F49">
        <w:t>on vient lui ouvrir</w:t>
      </w:r>
      <w:r>
        <w:t xml:space="preserve">, </w:t>
      </w:r>
      <w:r w:rsidR="00115F49" w:rsidRPr="00115F49">
        <w:t>il racle la semelle de ses bottes sur le racloir</w:t>
      </w:r>
      <w:r>
        <w:t xml:space="preserve">. </w:t>
      </w:r>
      <w:r w:rsidR="00115F49" w:rsidRPr="00115F49">
        <w:t>Et puis il entre et</w:t>
      </w:r>
      <w:r>
        <w:t xml:space="preserve">, </w:t>
      </w:r>
      <w:r w:rsidR="00115F49" w:rsidRPr="00115F49">
        <w:t>sur le seuil</w:t>
      </w:r>
      <w:r>
        <w:t xml:space="preserve">, </w:t>
      </w:r>
      <w:r w:rsidR="00115F49" w:rsidRPr="00115F49">
        <w:t>il a dénoué de son cou un cache-nez</w:t>
      </w:r>
      <w:r>
        <w:t xml:space="preserve">, </w:t>
      </w:r>
      <w:r w:rsidR="00115F49" w:rsidRPr="00115F49">
        <w:t>très humain</w:t>
      </w:r>
      <w:r>
        <w:t xml:space="preserve">. </w:t>
      </w:r>
      <w:r w:rsidR="00115F49" w:rsidRPr="00115F49">
        <w:t>Midi sonnait</w:t>
      </w:r>
      <w:r>
        <w:t>.</w:t>
      </w:r>
    </w:p>
    <w:p w14:paraId="0FB51877" w14:textId="77777777" w:rsidR="00766774" w:rsidRDefault="00766774" w:rsidP="00115F49">
      <w:r w:rsidRPr="00115F49">
        <w:t>Frédéric</w:t>
      </w:r>
      <w:r>
        <w:t> </w:t>
      </w:r>
      <w:r w:rsidRPr="00115F49">
        <w:t>II</w:t>
      </w:r>
      <w:r w:rsidR="00115F49" w:rsidRPr="00115F49">
        <w:t xml:space="preserve"> a dépassé la maison comme si de rien n</w:t>
      </w:r>
      <w:r>
        <w:t>’</w:t>
      </w:r>
      <w:r w:rsidR="00115F49" w:rsidRPr="00115F49">
        <w:t>était et</w:t>
      </w:r>
      <w:r>
        <w:t xml:space="preserve">, </w:t>
      </w:r>
      <w:r w:rsidR="00115F49" w:rsidRPr="00115F49">
        <w:t>derrière la vitre de la fenêtre</w:t>
      </w:r>
      <w:r>
        <w:t xml:space="preserve">, </w:t>
      </w:r>
      <w:r w:rsidR="00115F49" w:rsidRPr="00115F49">
        <w:t>il voit une suspension allumée</w:t>
      </w:r>
      <w:r>
        <w:t xml:space="preserve">. </w:t>
      </w:r>
      <w:r w:rsidR="00115F49" w:rsidRPr="00115F49">
        <w:t>Car le temps est noir</w:t>
      </w:r>
      <w:r>
        <w:t xml:space="preserve">. </w:t>
      </w:r>
      <w:r w:rsidR="00115F49" w:rsidRPr="00115F49">
        <w:t>Sous la suspension</w:t>
      </w:r>
      <w:r>
        <w:t xml:space="preserve">, </w:t>
      </w:r>
      <w:r w:rsidR="00115F49" w:rsidRPr="00115F49">
        <w:t>il doit y avoir la table mise</w:t>
      </w:r>
      <w:r>
        <w:t xml:space="preserve">. </w:t>
      </w:r>
      <w:r w:rsidR="00115F49" w:rsidRPr="00115F49">
        <w:t>Il est allé s</w:t>
      </w:r>
      <w:r>
        <w:t>’</w:t>
      </w:r>
      <w:r w:rsidR="00115F49" w:rsidRPr="00115F49">
        <w:t>asseoir sur un butoir</w:t>
      </w:r>
      <w:r>
        <w:t xml:space="preserve">, </w:t>
      </w:r>
      <w:r w:rsidR="00115F49" w:rsidRPr="00115F49">
        <w:t>dans l</w:t>
      </w:r>
      <w:r>
        <w:t>’</w:t>
      </w:r>
      <w:r w:rsidR="00115F49" w:rsidRPr="00115F49">
        <w:t>encoignure d</w:t>
      </w:r>
      <w:r>
        <w:t>’</w:t>
      </w:r>
      <w:r w:rsidR="00115F49" w:rsidRPr="00115F49">
        <w:t>une porte de grange</w:t>
      </w:r>
      <w:r>
        <w:t xml:space="preserve">. </w:t>
      </w:r>
      <w:r w:rsidR="00115F49" w:rsidRPr="00115F49">
        <w:t>Le clocher a très vite sonné une heure</w:t>
      </w:r>
      <w:r>
        <w:t xml:space="preserve">. </w:t>
      </w:r>
      <w:r w:rsidR="00115F49" w:rsidRPr="00115F49">
        <w:t>Un petit garçon est sorti de la maison</w:t>
      </w:r>
      <w:r>
        <w:t xml:space="preserve">, </w:t>
      </w:r>
      <w:r w:rsidR="00115F49" w:rsidRPr="00115F49">
        <w:t>est parti en courant vers la place de l</w:t>
      </w:r>
      <w:r>
        <w:t>’</w:t>
      </w:r>
      <w:r w:rsidR="00115F49" w:rsidRPr="00115F49">
        <w:t>église</w:t>
      </w:r>
      <w:r>
        <w:t xml:space="preserve">. </w:t>
      </w:r>
      <w:r w:rsidR="00115F49" w:rsidRPr="00115F49">
        <w:t>Il revient</w:t>
      </w:r>
      <w:r>
        <w:t xml:space="preserve">. </w:t>
      </w:r>
      <w:r w:rsidR="00115F49" w:rsidRPr="00115F49">
        <w:t>Il rap</w:t>
      </w:r>
      <w:r w:rsidR="00115F49" w:rsidRPr="00115F49">
        <w:lastRenderedPageBreak/>
        <w:t>porte un cornet de tabac</w:t>
      </w:r>
      <w:r>
        <w:t xml:space="preserve">. </w:t>
      </w:r>
      <w:r w:rsidR="00115F49" w:rsidRPr="00115F49">
        <w:t>Il doit y en avoir au moins quatre sous</w:t>
      </w:r>
      <w:r>
        <w:t>.</w:t>
      </w:r>
    </w:p>
    <w:p w14:paraId="3178534B" w14:textId="77777777" w:rsidR="00766774" w:rsidRDefault="00115F49" w:rsidP="00115F49">
      <w:r w:rsidRPr="00115F49">
        <w:t>Alors</w:t>
      </w:r>
      <w:r w:rsidR="00766774">
        <w:t xml:space="preserve">, </w:t>
      </w:r>
      <w:r w:rsidR="00766774" w:rsidRPr="00115F49">
        <w:t>Frédéric</w:t>
      </w:r>
      <w:r w:rsidR="00766774">
        <w:t> </w:t>
      </w:r>
      <w:r w:rsidR="00766774" w:rsidRPr="00115F49">
        <w:t>II</w:t>
      </w:r>
      <w:r w:rsidRPr="00115F49">
        <w:t xml:space="preserve"> pense à la pièce de cinq sous qu</w:t>
      </w:r>
      <w:r w:rsidR="00766774">
        <w:t>’</w:t>
      </w:r>
      <w:r w:rsidRPr="00115F49">
        <w:t>il a la précaution de toujours tenir dans le gousset de son gilet</w:t>
      </w:r>
      <w:r w:rsidR="00766774">
        <w:t xml:space="preserve">. </w:t>
      </w:r>
      <w:r w:rsidRPr="00115F49">
        <w:t>Si elle y est</w:t>
      </w:r>
      <w:r w:rsidR="00766774">
        <w:t xml:space="preserve">, </w:t>
      </w:r>
      <w:r w:rsidRPr="00115F49">
        <w:t>ça va bien</w:t>
      </w:r>
      <w:r w:rsidR="00766774">
        <w:t xml:space="preserve">. </w:t>
      </w:r>
      <w:r w:rsidRPr="00115F49">
        <w:t>Il tâte et elle y est</w:t>
      </w:r>
      <w:r w:rsidR="00766774">
        <w:t xml:space="preserve">. </w:t>
      </w:r>
      <w:r w:rsidRPr="00115F49">
        <w:t>Depuis l</w:t>
      </w:r>
      <w:r w:rsidR="00766774">
        <w:t>’</w:t>
      </w:r>
      <w:r w:rsidRPr="00115F49">
        <w:t>entrée de cette rue large aux maisons cossues</w:t>
      </w:r>
      <w:r w:rsidR="00766774">
        <w:t xml:space="preserve">, </w:t>
      </w:r>
      <w:r w:rsidRPr="00115F49">
        <w:t>il compte une</w:t>
      </w:r>
      <w:r w:rsidR="00766774">
        <w:t xml:space="preserve">, </w:t>
      </w:r>
      <w:r w:rsidRPr="00115F49">
        <w:t>deux</w:t>
      </w:r>
      <w:r w:rsidR="00766774">
        <w:t xml:space="preserve">, </w:t>
      </w:r>
      <w:r w:rsidRPr="00115F49">
        <w:t>trois</w:t>
      </w:r>
      <w:r w:rsidR="00766774">
        <w:t xml:space="preserve">, </w:t>
      </w:r>
      <w:r w:rsidRPr="00115F49">
        <w:t>quatre maisons</w:t>
      </w:r>
      <w:r w:rsidR="00766774">
        <w:t xml:space="preserve"> ; </w:t>
      </w:r>
      <w:r w:rsidRPr="00115F49">
        <w:t>celle de l</w:t>
      </w:r>
      <w:r w:rsidR="00766774">
        <w:t>’</w:t>
      </w:r>
      <w:r w:rsidRPr="00115F49">
        <w:t>homme est la cinquième</w:t>
      </w:r>
      <w:r w:rsidR="00766774">
        <w:t xml:space="preserve">. </w:t>
      </w:r>
      <w:r w:rsidRPr="00115F49">
        <w:t>Il recompte soigneusement</w:t>
      </w:r>
      <w:r w:rsidR="00766774">
        <w:t xml:space="preserve"> : </w:t>
      </w:r>
      <w:r w:rsidRPr="00115F49">
        <w:t>c</w:t>
      </w:r>
      <w:r w:rsidR="00766774">
        <w:t>’</w:t>
      </w:r>
      <w:r w:rsidRPr="00115F49">
        <w:t>est bien la cinquième</w:t>
      </w:r>
      <w:r w:rsidR="00766774">
        <w:t xml:space="preserve"> ; </w:t>
      </w:r>
      <w:r w:rsidRPr="00115F49">
        <w:t>c</w:t>
      </w:r>
      <w:r w:rsidR="00766774">
        <w:t>’</w:t>
      </w:r>
      <w:r w:rsidRPr="00115F49">
        <w:t>est la seule</w:t>
      </w:r>
      <w:r w:rsidR="00766774">
        <w:t xml:space="preserve">, </w:t>
      </w:r>
      <w:r w:rsidRPr="00115F49">
        <w:t>d</w:t>
      </w:r>
      <w:r w:rsidR="00766774">
        <w:t>’</w:t>
      </w:r>
      <w:r w:rsidRPr="00115F49">
        <w:t>ailleurs</w:t>
      </w:r>
      <w:r w:rsidR="00766774">
        <w:t xml:space="preserve">, </w:t>
      </w:r>
      <w:r w:rsidRPr="00115F49">
        <w:t>qui a deux fenêtres de rez-de-chaussée</w:t>
      </w:r>
      <w:r w:rsidR="00766774">
        <w:t xml:space="preserve">, </w:t>
      </w:r>
      <w:r w:rsidRPr="00115F49">
        <w:t>une de chaque côté de la porte</w:t>
      </w:r>
      <w:r w:rsidR="00766774">
        <w:t xml:space="preserve">. </w:t>
      </w:r>
      <w:r w:rsidRPr="00115F49">
        <w:t>Après ça</w:t>
      </w:r>
      <w:r w:rsidR="00766774">
        <w:t xml:space="preserve">, </w:t>
      </w:r>
      <w:r w:rsidR="00766774" w:rsidRPr="00115F49">
        <w:t>Frédéric</w:t>
      </w:r>
      <w:r w:rsidR="00766774">
        <w:t> </w:t>
      </w:r>
      <w:r w:rsidR="00766774" w:rsidRPr="00115F49">
        <w:t>II</w:t>
      </w:r>
      <w:r w:rsidRPr="00115F49">
        <w:t xml:space="preserve"> s</w:t>
      </w:r>
      <w:r w:rsidR="00766774">
        <w:t>’</w:t>
      </w:r>
      <w:r w:rsidRPr="00115F49">
        <w:t>en va car il a deux choses à faire</w:t>
      </w:r>
      <w:r w:rsidR="00766774">
        <w:t xml:space="preserve"> : </w:t>
      </w:r>
      <w:r w:rsidRPr="00115F49">
        <w:t>savoir le nom du village</w:t>
      </w:r>
      <w:r w:rsidR="00766774">
        <w:t xml:space="preserve"> ; </w:t>
      </w:r>
      <w:r w:rsidRPr="00115F49">
        <w:t>ici</w:t>
      </w:r>
      <w:r w:rsidR="00766774">
        <w:t xml:space="preserve">, </w:t>
      </w:r>
      <w:r w:rsidRPr="00115F49">
        <w:t>qu</w:t>
      </w:r>
      <w:r w:rsidR="00766774">
        <w:t>’</w:t>
      </w:r>
      <w:r w:rsidRPr="00115F49">
        <w:t>est-ce que c</w:t>
      </w:r>
      <w:r w:rsidR="00766774">
        <w:t>’</w:t>
      </w:r>
      <w:r w:rsidRPr="00115F49">
        <w:t>est</w:t>
      </w:r>
      <w:r w:rsidR="00766774">
        <w:t xml:space="preserve"> ? </w:t>
      </w:r>
      <w:r w:rsidRPr="00115F49">
        <w:t>Et manger un bout de pain</w:t>
      </w:r>
      <w:r w:rsidR="00766774">
        <w:t xml:space="preserve">. </w:t>
      </w:r>
      <w:r w:rsidRPr="00115F49">
        <w:t>Depuis ce matin</w:t>
      </w:r>
      <w:r w:rsidR="00766774">
        <w:t xml:space="preserve">, </w:t>
      </w:r>
      <w:r w:rsidRPr="00115F49">
        <w:t>il n</w:t>
      </w:r>
      <w:r w:rsidR="00766774">
        <w:t>’</w:t>
      </w:r>
      <w:r w:rsidRPr="00115F49">
        <w:t>a que son café dans le ventre</w:t>
      </w:r>
      <w:r w:rsidR="00766774">
        <w:t xml:space="preserve">. </w:t>
      </w:r>
      <w:r w:rsidRPr="00115F49">
        <w:t>Le nom du village</w:t>
      </w:r>
      <w:r w:rsidR="00766774">
        <w:t xml:space="preserve">, </w:t>
      </w:r>
      <w:r w:rsidRPr="00115F49">
        <w:t>le plus simple c</w:t>
      </w:r>
      <w:r w:rsidR="00766774">
        <w:t>’</w:t>
      </w:r>
      <w:r w:rsidRPr="00115F49">
        <w:t>est d</w:t>
      </w:r>
      <w:r w:rsidR="00766774">
        <w:t>’</w:t>
      </w:r>
      <w:r w:rsidRPr="00115F49">
        <w:t>aller à la mairie car il ne va pas entrer au café et demander</w:t>
      </w:r>
      <w:r w:rsidR="00766774">
        <w:t xml:space="preserve"> : </w:t>
      </w:r>
      <w:r w:rsidRPr="00115F49">
        <w:t>qu</w:t>
      </w:r>
      <w:r w:rsidR="00766774">
        <w:t>’</w:t>
      </w:r>
      <w:r w:rsidRPr="00115F49">
        <w:t>est-ce que c</w:t>
      </w:r>
      <w:r w:rsidR="00766774">
        <w:t>’</w:t>
      </w:r>
      <w:r w:rsidRPr="00115F49">
        <w:t>est ici</w:t>
      </w:r>
      <w:r w:rsidR="00766774">
        <w:t xml:space="preserve"> ? </w:t>
      </w:r>
      <w:r w:rsidRPr="00115F49">
        <w:t>D</w:t>
      </w:r>
      <w:r w:rsidR="00766774">
        <w:t>’</w:t>
      </w:r>
      <w:r w:rsidRPr="00115F49">
        <w:t>habitude</w:t>
      </w:r>
      <w:r w:rsidR="00766774">
        <w:t xml:space="preserve">, </w:t>
      </w:r>
      <w:r w:rsidRPr="00115F49">
        <w:t>quand on va quelque part on sait où on va</w:t>
      </w:r>
      <w:r w:rsidR="00766774">
        <w:t xml:space="preserve">. </w:t>
      </w:r>
      <w:r w:rsidRPr="00115F49">
        <w:t>À la mairie</w:t>
      </w:r>
      <w:r w:rsidR="00766774">
        <w:t xml:space="preserve">, </w:t>
      </w:r>
      <w:r w:rsidRPr="00115F49">
        <w:t>dans le couloir</w:t>
      </w:r>
      <w:r w:rsidR="00766774">
        <w:t xml:space="preserve">, </w:t>
      </w:r>
      <w:r w:rsidRPr="00115F49">
        <w:t>il n</w:t>
      </w:r>
      <w:r w:rsidR="00766774">
        <w:t>’</w:t>
      </w:r>
      <w:r w:rsidRPr="00115F49">
        <w:t>a pas besoin d</w:t>
      </w:r>
      <w:r w:rsidR="00766774">
        <w:t>’</w:t>
      </w:r>
      <w:r w:rsidRPr="00115F49">
        <w:t>aller plus loin</w:t>
      </w:r>
      <w:r w:rsidR="00766774">
        <w:t xml:space="preserve">, </w:t>
      </w:r>
      <w:r w:rsidRPr="00115F49">
        <w:t>il y a l</w:t>
      </w:r>
      <w:r w:rsidR="00766774">
        <w:t>’</w:t>
      </w:r>
      <w:r w:rsidRPr="00115F49">
        <w:t>affiche d</w:t>
      </w:r>
      <w:r w:rsidR="00766774">
        <w:t>’</w:t>
      </w:r>
      <w:r w:rsidRPr="00115F49">
        <w:t xml:space="preserve">une adjudication de coupe </w:t>
      </w:r>
      <w:r w:rsidR="00766774">
        <w:t>« </w:t>
      </w:r>
      <w:r w:rsidRPr="00115F49">
        <w:t>Mairie de Chichiliane</w:t>
      </w:r>
      <w:r w:rsidR="00766774">
        <w:t xml:space="preserve"> ». </w:t>
      </w:r>
      <w:r w:rsidRPr="00115F49">
        <w:t>Et maintenant</w:t>
      </w:r>
      <w:r w:rsidR="00766774">
        <w:t xml:space="preserve"> : </w:t>
      </w:r>
      <w:r w:rsidRPr="00115F49">
        <w:t>Auberge des Minimes</w:t>
      </w:r>
      <w:r w:rsidR="00766774">
        <w:t xml:space="preserve"> ? </w:t>
      </w:r>
      <w:r w:rsidRPr="00115F49">
        <w:t>Non</w:t>
      </w:r>
      <w:r w:rsidR="00766774">
        <w:t xml:space="preserve">. </w:t>
      </w:r>
      <w:r w:rsidRPr="00115F49">
        <w:t>Auberge des Minimes</w:t>
      </w:r>
      <w:r w:rsidR="00766774">
        <w:t xml:space="preserve">, </w:t>
      </w:r>
      <w:r w:rsidRPr="00115F49">
        <w:t>cinq sous</w:t>
      </w:r>
      <w:r w:rsidR="00766774">
        <w:t xml:space="preserve">. </w:t>
      </w:r>
      <w:r w:rsidRPr="00115F49">
        <w:t>Non</w:t>
      </w:r>
      <w:r w:rsidR="00766774">
        <w:t xml:space="preserve"> : </w:t>
      </w:r>
      <w:r w:rsidRPr="00115F49">
        <w:t>une boulangerie où il achète deux sous de pain et le café de la place où il demande deux sous d</w:t>
      </w:r>
      <w:r w:rsidR="00766774">
        <w:t>’</w:t>
      </w:r>
      <w:r w:rsidRPr="00115F49">
        <w:t>eau-de-vie dans laquelle il trempe son pain</w:t>
      </w:r>
      <w:r w:rsidR="00766774">
        <w:t>.</w:t>
      </w:r>
    </w:p>
    <w:p w14:paraId="7020285A" w14:textId="77777777" w:rsidR="00766774" w:rsidRDefault="00115F49" w:rsidP="00115F49">
      <w:r w:rsidRPr="00115F49">
        <w:t>Il faut rentrer le plus vite possible et voir Langlois</w:t>
      </w:r>
      <w:r w:rsidR="00766774">
        <w:t xml:space="preserve">. </w:t>
      </w:r>
      <w:r w:rsidRPr="00115F49">
        <w:t>Quatre lieues</w:t>
      </w:r>
      <w:r w:rsidR="00766774">
        <w:t xml:space="preserve"> – </w:t>
      </w:r>
      <w:r w:rsidRPr="00115F49">
        <w:t>le temps reste sec</w:t>
      </w:r>
      <w:r w:rsidR="00766774">
        <w:t xml:space="preserve"> –, </w:t>
      </w:r>
      <w:r w:rsidRPr="00115F49">
        <w:t>quatre heures bon poids</w:t>
      </w:r>
      <w:r w:rsidR="00766774">
        <w:t xml:space="preserve">. </w:t>
      </w:r>
      <w:r w:rsidRPr="00115F49">
        <w:t>Il démarre</w:t>
      </w:r>
      <w:r w:rsidR="00766774">
        <w:t xml:space="preserve">. </w:t>
      </w:r>
      <w:r w:rsidRPr="00115F49">
        <w:t>Et</w:t>
      </w:r>
      <w:r w:rsidR="00766774">
        <w:t xml:space="preserve">, </w:t>
      </w:r>
      <w:r w:rsidRPr="00115F49">
        <w:t>le temps est tellement sec qu</w:t>
      </w:r>
      <w:r w:rsidR="00766774">
        <w:t>’</w:t>
      </w:r>
      <w:r w:rsidRPr="00115F49">
        <w:t>il y a deux ou trois types dans les rues</w:t>
      </w:r>
      <w:r w:rsidR="00766774">
        <w:t xml:space="preserve">, </w:t>
      </w:r>
      <w:r w:rsidRPr="00115F49">
        <w:t>qui vont</w:t>
      </w:r>
      <w:r w:rsidR="00766774">
        <w:t xml:space="preserve">, </w:t>
      </w:r>
      <w:r w:rsidRPr="00115F49">
        <w:t>doivent aller à des étables</w:t>
      </w:r>
      <w:r w:rsidR="00766774">
        <w:t xml:space="preserve">, </w:t>
      </w:r>
      <w:r w:rsidRPr="00115F49">
        <w:t>à des bûchers</w:t>
      </w:r>
      <w:r w:rsidR="00766774">
        <w:t xml:space="preserve">. </w:t>
      </w:r>
      <w:r w:rsidRPr="00115F49">
        <w:t>Au coin de la place de l</w:t>
      </w:r>
      <w:r w:rsidR="00766774">
        <w:t>’</w:t>
      </w:r>
      <w:r w:rsidRPr="00115F49">
        <w:t>église où d</w:t>
      </w:r>
      <w:r w:rsidR="00766774">
        <w:t>’</w:t>
      </w:r>
      <w:r w:rsidRPr="00115F49">
        <w:t>un côté prend la route de Clelles et de l</w:t>
      </w:r>
      <w:r w:rsidR="00766774">
        <w:t>’</w:t>
      </w:r>
      <w:r w:rsidRPr="00115F49">
        <w:t>autre juste la rue de l</w:t>
      </w:r>
      <w:r w:rsidR="00766774">
        <w:t>’</w:t>
      </w:r>
      <w:r w:rsidRPr="00115F49">
        <w:t>homme</w:t>
      </w:r>
      <w:r w:rsidR="00766774">
        <w:t xml:space="preserve">, </w:t>
      </w:r>
      <w:r w:rsidRPr="00115F49">
        <w:t>il croise un de ces types</w:t>
      </w:r>
      <w:r w:rsidR="00766774">
        <w:t xml:space="preserve">. </w:t>
      </w:r>
      <w:r w:rsidRPr="00115F49">
        <w:t>Alors</w:t>
      </w:r>
      <w:r w:rsidR="00766774">
        <w:t xml:space="preserve">, </w:t>
      </w:r>
      <w:r w:rsidRPr="00115F49">
        <w:t>il lui demande</w:t>
      </w:r>
      <w:r w:rsidR="00766774">
        <w:t> :</w:t>
      </w:r>
    </w:p>
    <w:p w14:paraId="1CB9092C" w14:textId="77777777" w:rsidR="00766774" w:rsidRDefault="00766774" w:rsidP="00115F49">
      <w:r>
        <w:lastRenderedPageBreak/>
        <w:t>— </w:t>
      </w:r>
      <w:r w:rsidR="00115F49" w:rsidRPr="00115F49">
        <w:t>Dites</w:t>
      </w:r>
      <w:r>
        <w:t xml:space="preserve">, </w:t>
      </w:r>
      <w:r w:rsidR="00115F49" w:rsidRPr="00115F49">
        <w:t>cette maison là-bas</w:t>
      </w:r>
      <w:r>
        <w:t xml:space="preserve"> (</w:t>
      </w:r>
      <w:r w:rsidR="00115F49" w:rsidRPr="00115F49">
        <w:t>ils font quelques pas de côté pour bien la voir</w:t>
      </w:r>
      <w:r>
        <w:t xml:space="preserve">), </w:t>
      </w:r>
      <w:r w:rsidR="00115F49" w:rsidRPr="00115F49">
        <w:t>la cinquième</w:t>
      </w:r>
      <w:r>
        <w:t xml:space="preserve">, </w:t>
      </w:r>
      <w:r w:rsidR="00115F49" w:rsidRPr="00115F49">
        <w:t>celle qui a deux fenêtres</w:t>
      </w:r>
      <w:r>
        <w:t xml:space="preserve"> ; </w:t>
      </w:r>
      <w:r w:rsidR="00115F49" w:rsidRPr="00115F49">
        <w:t>vous savez qui est-ce qui y reste</w:t>
      </w:r>
      <w:r>
        <w:t> ?</w:t>
      </w:r>
    </w:p>
    <w:p w14:paraId="01A195DC" w14:textId="77777777" w:rsidR="00766774" w:rsidRDefault="00115F49" w:rsidP="00115F49">
      <w:r w:rsidRPr="00115F49">
        <w:t>On lui répond</w:t>
      </w:r>
      <w:r w:rsidR="00766774">
        <w:t> :</w:t>
      </w:r>
    </w:p>
    <w:p w14:paraId="2EFEC73B" w14:textId="77777777" w:rsidR="00766774" w:rsidRDefault="00766774" w:rsidP="00115F49">
      <w:r>
        <w:t>— </w:t>
      </w:r>
      <w:r w:rsidR="00115F49" w:rsidRPr="00115F49">
        <w:t>Oui</w:t>
      </w:r>
      <w:r>
        <w:t xml:space="preserve">, </w:t>
      </w:r>
      <w:r w:rsidR="00115F49" w:rsidRPr="00115F49">
        <w:t>oui</w:t>
      </w:r>
      <w:r>
        <w:t xml:space="preserve">, </w:t>
      </w:r>
      <w:r w:rsidR="00115F49" w:rsidRPr="00115F49">
        <w:t>c</w:t>
      </w:r>
      <w:r>
        <w:t>’</w:t>
      </w:r>
      <w:r w:rsidR="00115F49" w:rsidRPr="00115F49">
        <w:t>est</w:t>
      </w:r>
      <w:r w:rsidRPr="00115F49">
        <w:t xml:space="preserve"> M</w:t>
      </w:r>
      <w:r>
        <w:t>.</w:t>
      </w:r>
      <w:r w:rsidRPr="00115F49">
        <w:t>V</w:t>
      </w:r>
      <w:r>
        <w:t>.</w:t>
      </w:r>
    </w:p>
    <w:p w14:paraId="7F2DDFA6" w14:textId="21717B5C" w:rsidR="00766774" w:rsidRDefault="00766774" w:rsidP="00BE2118">
      <w:pPr>
        <w:pStyle w:val="NormalEspAvtGrand"/>
      </w:pPr>
      <w:r w:rsidRPr="00115F49">
        <w:t>Frédéric</w:t>
      </w:r>
      <w:r>
        <w:t> </w:t>
      </w:r>
      <w:r w:rsidRPr="00115F49">
        <w:t>II</w:t>
      </w:r>
      <w:r w:rsidR="00115F49" w:rsidRPr="00115F49">
        <w:t xml:space="preserve"> arriva au village à six heures</w:t>
      </w:r>
      <w:r>
        <w:t xml:space="preserve">. </w:t>
      </w:r>
      <w:r w:rsidR="00115F49" w:rsidRPr="00115F49">
        <w:t>Il avait dû peiner dans le verglas et peiner encore bien plus depuis deux heures avec la nuit et son secret</w:t>
      </w:r>
      <w:r>
        <w:t xml:space="preserve">. </w:t>
      </w:r>
      <w:r w:rsidR="00115F49" w:rsidRPr="00115F49">
        <w:t>Tout était marqué sur son visage</w:t>
      </w:r>
      <w:r>
        <w:t xml:space="preserve"> ; </w:t>
      </w:r>
      <w:r w:rsidR="00115F49" w:rsidRPr="00115F49">
        <w:t>sans compter que</w:t>
      </w:r>
      <w:r>
        <w:t xml:space="preserve">, </w:t>
      </w:r>
      <w:r w:rsidR="00115F49" w:rsidRPr="00115F49">
        <w:t>deux sous de pain et deux sous d</w:t>
      </w:r>
      <w:r>
        <w:t>’</w:t>
      </w:r>
      <w:r w:rsidR="00115F49" w:rsidRPr="00115F49">
        <w:t>eau-de-vie ne donnent pas beaucoup de fraîcheur à quelqu</w:t>
      </w:r>
      <w:r>
        <w:t>’</w:t>
      </w:r>
      <w:r w:rsidR="00115F49" w:rsidRPr="00115F49">
        <w:t>un qui a fait en tout plus de huit lieues à pied sans se reposer</w:t>
      </w:r>
      <w:r>
        <w:t xml:space="preserve">. </w:t>
      </w:r>
      <w:r w:rsidR="00115F49" w:rsidRPr="00115F49">
        <w:t>Il alla tout droit au Café de la route et poussa la porte</w:t>
      </w:r>
      <w:r>
        <w:t xml:space="preserve">. </w:t>
      </w:r>
      <w:r w:rsidR="00115F49" w:rsidRPr="00115F49">
        <w:t>Saucisse était seule</w:t>
      </w:r>
      <w:r>
        <w:t xml:space="preserve">. </w:t>
      </w:r>
      <w:r w:rsidR="00115F49" w:rsidRPr="00115F49">
        <w:t>Ses quatre-vingt-huit kilos furent bouleversés d</w:t>
      </w:r>
      <w:r>
        <w:t>’</w:t>
      </w:r>
      <w:r w:rsidR="00115F49" w:rsidRPr="00115F49">
        <w:t>une grosse respiration de vache et elle ouvrit la bouche toute ronde pendant au moins vingt secondes avant de se délivrer d</w:t>
      </w:r>
      <w:r>
        <w:t>’</w:t>
      </w:r>
      <w:r w:rsidR="00115F49" w:rsidRPr="00115F49">
        <w:t>un cri qui f</w:t>
      </w:r>
      <w:r w:rsidR="000F64D2">
        <w:t>i</w:t>
      </w:r>
      <w:r w:rsidR="00115F49" w:rsidRPr="00115F49">
        <w:t>t trembler la lampe</w:t>
      </w:r>
      <w:r>
        <w:t xml:space="preserve">. </w:t>
      </w:r>
      <w:r w:rsidR="00115F49" w:rsidRPr="00115F49">
        <w:t>Langlois</w:t>
      </w:r>
      <w:r>
        <w:t xml:space="preserve">, </w:t>
      </w:r>
      <w:r w:rsidR="00115F49" w:rsidRPr="00115F49">
        <w:t>sautant de sa chambre</w:t>
      </w:r>
      <w:r>
        <w:t xml:space="preserve">, </w:t>
      </w:r>
      <w:r w:rsidR="00115F49" w:rsidRPr="00115F49">
        <w:t>tomba dans la cuisine</w:t>
      </w:r>
      <w:r>
        <w:t xml:space="preserve">, </w:t>
      </w:r>
      <w:r w:rsidR="00115F49" w:rsidRPr="00115F49">
        <w:t>debout</w:t>
      </w:r>
      <w:r>
        <w:t xml:space="preserve">, </w:t>
      </w:r>
      <w:r w:rsidR="00115F49" w:rsidRPr="00115F49">
        <w:t>un pistolet dans chaque main</w:t>
      </w:r>
      <w:r>
        <w:t xml:space="preserve">. </w:t>
      </w:r>
      <w:r w:rsidR="00115F49" w:rsidRPr="00115F49">
        <w:t>Et</w:t>
      </w:r>
      <w:r>
        <w:t xml:space="preserve">, </w:t>
      </w:r>
      <w:r w:rsidR="00115F49" w:rsidRPr="00115F49">
        <w:t xml:space="preserve">au bout également de vingt secondes à regarder </w:t>
      </w:r>
      <w:r w:rsidRPr="00115F49">
        <w:t>Frédéric</w:t>
      </w:r>
      <w:r>
        <w:t> </w:t>
      </w:r>
      <w:r w:rsidRPr="00115F49">
        <w:t>II</w:t>
      </w:r>
      <w:r w:rsidR="00115F49" w:rsidRPr="00115F49">
        <w:t xml:space="preserve"> en silence</w:t>
      </w:r>
      <w:r>
        <w:t xml:space="preserve">, </w:t>
      </w:r>
      <w:r w:rsidR="00115F49" w:rsidRPr="00115F49">
        <w:t>il réussit à dire très bêtement</w:t>
      </w:r>
      <w:r>
        <w:t xml:space="preserve">, </w:t>
      </w:r>
      <w:r w:rsidR="00115F49" w:rsidRPr="00115F49">
        <w:t>d</w:t>
      </w:r>
      <w:r>
        <w:t>’</w:t>
      </w:r>
      <w:r w:rsidR="00115F49" w:rsidRPr="00115F49">
        <w:t>une petite voix enfantine</w:t>
      </w:r>
      <w:r>
        <w:t> :</w:t>
      </w:r>
    </w:p>
    <w:p w14:paraId="1DE9D802" w14:textId="77777777" w:rsidR="00766774" w:rsidRDefault="00766774" w:rsidP="00115F49">
      <w:r>
        <w:t>— </w:t>
      </w:r>
      <w:r w:rsidR="00115F49" w:rsidRPr="00115F49">
        <w:t>Alors</w:t>
      </w:r>
      <w:r>
        <w:t xml:space="preserve">, </w:t>
      </w:r>
      <w:r w:rsidR="00115F49" w:rsidRPr="00115F49">
        <w:t>tu n</w:t>
      </w:r>
      <w:r>
        <w:t>’</w:t>
      </w:r>
      <w:r w:rsidR="00115F49" w:rsidRPr="00115F49">
        <w:t>es pas mort</w:t>
      </w:r>
      <w:r>
        <w:t> ?</w:t>
      </w:r>
    </w:p>
    <w:p w14:paraId="2F1087CA" w14:textId="77777777" w:rsidR="00766774" w:rsidRDefault="00115F49" w:rsidP="00115F49">
      <w:r w:rsidRPr="00115F49">
        <w:t>Plus que tout le reste</w:t>
      </w:r>
      <w:r w:rsidR="00766774">
        <w:t xml:space="preserve">, </w:t>
      </w:r>
      <w:r w:rsidRPr="00115F49">
        <w:t>cette bêtise</w:t>
      </w:r>
      <w:r w:rsidR="00766774">
        <w:t xml:space="preserve">, </w:t>
      </w:r>
      <w:r w:rsidRPr="00115F49">
        <w:t>cette petite voix d</w:t>
      </w:r>
      <w:r w:rsidR="00766774">
        <w:t>’</w:t>
      </w:r>
      <w:r w:rsidRPr="00115F49">
        <w:t>enfant</w:t>
      </w:r>
      <w:r w:rsidR="00766774">
        <w:t xml:space="preserve">, </w:t>
      </w:r>
      <w:r w:rsidRPr="00115F49">
        <w:t>venant de Langlois</w:t>
      </w:r>
      <w:r w:rsidR="00766774">
        <w:t xml:space="preserve">, </w:t>
      </w:r>
      <w:r w:rsidRPr="00115F49">
        <w:t xml:space="preserve">impressionnèrent fortement </w:t>
      </w:r>
      <w:r w:rsidR="00766774" w:rsidRPr="00115F49">
        <w:t>Frédéric</w:t>
      </w:r>
      <w:r w:rsidR="00766774">
        <w:t> </w:t>
      </w:r>
      <w:r w:rsidR="00766774" w:rsidRPr="00115F49">
        <w:t>II</w:t>
      </w:r>
      <w:r w:rsidRPr="00115F49">
        <w:t xml:space="preserve"> qui</w:t>
      </w:r>
      <w:r w:rsidR="00766774">
        <w:t xml:space="preserve">, </w:t>
      </w:r>
      <w:r w:rsidRPr="00115F49">
        <w:t>sans un mot</w:t>
      </w:r>
      <w:r w:rsidR="00766774">
        <w:t xml:space="preserve">, </w:t>
      </w:r>
      <w:r w:rsidRPr="00115F49">
        <w:t>entra et tomba assis lourdement sur une chaise</w:t>
      </w:r>
      <w:r w:rsidR="00766774">
        <w:t xml:space="preserve">. </w:t>
      </w:r>
      <w:r w:rsidRPr="00115F49">
        <w:t>On avait cru qu</w:t>
      </w:r>
      <w:r w:rsidR="00766774">
        <w:t>’</w:t>
      </w:r>
      <w:r w:rsidRPr="00115F49">
        <w:t>il avait été enlevé</w:t>
      </w:r>
      <w:r w:rsidR="00766774">
        <w:t xml:space="preserve"> ; </w:t>
      </w:r>
      <w:r w:rsidRPr="00115F49">
        <w:t>car on lui apprit que Dorothée avait disparu en même temps que lui</w:t>
      </w:r>
      <w:r w:rsidR="00766774">
        <w:t xml:space="preserve">. </w:t>
      </w:r>
      <w:r w:rsidRPr="00115F49">
        <w:t>Deux le même jour</w:t>
      </w:r>
      <w:r w:rsidR="00766774">
        <w:t xml:space="preserve">, </w:t>
      </w:r>
      <w:r w:rsidRPr="00115F49">
        <w:t xml:space="preserve">au nez et à la barbe de tout le </w:t>
      </w:r>
      <w:r w:rsidRPr="00115F49">
        <w:lastRenderedPageBreak/>
        <w:t>monde</w:t>
      </w:r>
      <w:r w:rsidR="00766774">
        <w:t xml:space="preserve"> ! </w:t>
      </w:r>
      <w:r w:rsidRPr="00115F49">
        <w:t>Et Langlois était en haut</w:t>
      </w:r>
      <w:r w:rsidR="00766774">
        <w:t xml:space="preserve">, </w:t>
      </w:r>
      <w:r w:rsidRPr="00115F49">
        <w:t>en train de rédiger sa lettre de démission</w:t>
      </w:r>
      <w:r w:rsidR="00766774">
        <w:t xml:space="preserve">, </w:t>
      </w:r>
      <w:r w:rsidRPr="00115F49">
        <w:t>quand Saucisse avait crié</w:t>
      </w:r>
      <w:r w:rsidR="00766774">
        <w:t>.</w:t>
      </w:r>
    </w:p>
    <w:p w14:paraId="283619AA" w14:textId="77777777" w:rsidR="00766774" w:rsidRDefault="00766774" w:rsidP="00115F49">
      <w:r>
        <w:t>— </w:t>
      </w:r>
      <w:r w:rsidR="00115F49" w:rsidRPr="00115F49">
        <w:t>Je sais où est Dorothée</w:t>
      </w:r>
      <w:r>
        <w:t xml:space="preserve">, </w:t>
      </w:r>
      <w:r w:rsidR="00115F49" w:rsidRPr="00115F49">
        <w:t xml:space="preserve">dit </w:t>
      </w:r>
      <w:r w:rsidRPr="00115F49">
        <w:t>Frédéric</w:t>
      </w:r>
      <w:r>
        <w:t> </w:t>
      </w:r>
      <w:r w:rsidRPr="00115F49">
        <w:t>II</w:t>
      </w:r>
      <w:r>
        <w:t xml:space="preserve">, </w:t>
      </w:r>
      <w:r w:rsidR="00115F49" w:rsidRPr="00115F49">
        <w:t>et je sais qui est-ce qui est allé la mettre où elle est</w:t>
      </w:r>
      <w:r>
        <w:t>.</w:t>
      </w:r>
    </w:p>
    <w:p w14:paraId="3E835AF6" w14:textId="77777777" w:rsidR="00766774" w:rsidRDefault="00115F49" w:rsidP="00115F49">
      <w:r w:rsidRPr="00115F49">
        <w:t xml:space="preserve">Là-dessus arriva la femme de </w:t>
      </w:r>
      <w:r w:rsidR="00766774" w:rsidRPr="00115F49">
        <w:t>Frédéric</w:t>
      </w:r>
      <w:r w:rsidR="00766774">
        <w:t> </w:t>
      </w:r>
      <w:r w:rsidR="00766774" w:rsidRPr="00115F49">
        <w:t>II</w:t>
      </w:r>
      <w:r w:rsidR="00766774">
        <w:t xml:space="preserve">, </w:t>
      </w:r>
      <w:r w:rsidRPr="00115F49">
        <w:t>et celle-là se mit littéralement à hurler</w:t>
      </w:r>
      <w:r w:rsidR="00766774">
        <w:t xml:space="preserve">. </w:t>
      </w:r>
      <w:r w:rsidRPr="00115F49">
        <w:t>Langlois quitta ses pistolets</w:t>
      </w:r>
      <w:r w:rsidR="00766774">
        <w:t xml:space="preserve">, </w:t>
      </w:r>
      <w:r w:rsidRPr="00115F49">
        <w:t>la secoua comme un prunier</w:t>
      </w:r>
      <w:r w:rsidR="00766774">
        <w:t xml:space="preserve"> ; </w:t>
      </w:r>
      <w:r w:rsidRPr="00115F49">
        <w:t>enfin</w:t>
      </w:r>
      <w:r w:rsidR="00766774">
        <w:t xml:space="preserve">, </w:t>
      </w:r>
      <w:r w:rsidRPr="00115F49">
        <w:t>il lui décocha</w:t>
      </w:r>
      <w:r w:rsidR="00766774">
        <w:t xml:space="preserve">, </w:t>
      </w:r>
      <w:r w:rsidRPr="00115F49">
        <w:t>le plus galamment du monde</w:t>
      </w:r>
      <w:r w:rsidR="00766774">
        <w:t xml:space="preserve">, </w:t>
      </w:r>
      <w:r w:rsidRPr="00115F49">
        <w:t>une solide paire de claques et</w:t>
      </w:r>
      <w:r w:rsidR="00766774">
        <w:t xml:space="preserve">, </w:t>
      </w:r>
      <w:r w:rsidRPr="00115F49">
        <w:t>pivotant sur ses talons de bottes</w:t>
      </w:r>
      <w:r w:rsidR="00766774">
        <w:t xml:space="preserve">, </w:t>
      </w:r>
      <w:r w:rsidRPr="00115F49">
        <w:t xml:space="preserve">il empoigna </w:t>
      </w:r>
      <w:r w:rsidR="00766774" w:rsidRPr="00115F49">
        <w:t>Frédéric</w:t>
      </w:r>
      <w:r w:rsidR="00766774">
        <w:t> </w:t>
      </w:r>
      <w:r w:rsidR="00766774" w:rsidRPr="00115F49">
        <w:t>II</w:t>
      </w:r>
      <w:r w:rsidRPr="00115F49">
        <w:t xml:space="preserve"> par le bras</w:t>
      </w:r>
      <w:r w:rsidR="00766774">
        <w:t> : « </w:t>
      </w:r>
      <w:r w:rsidRPr="00115F49">
        <w:t>Viens</w:t>
      </w:r>
      <w:r w:rsidR="00766774">
        <w:t xml:space="preserve"> », </w:t>
      </w:r>
      <w:r w:rsidRPr="00115F49">
        <w:t>dit-il</w:t>
      </w:r>
      <w:r w:rsidR="00766774">
        <w:t xml:space="preserve">. </w:t>
      </w:r>
      <w:r w:rsidRPr="00115F49">
        <w:t>Il le fit monter à sa chambre</w:t>
      </w:r>
      <w:r w:rsidR="00766774">
        <w:t>.</w:t>
      </w:r>
    </w:p>
    <w:p w14:paraId="50455ECA" w14:textId="77777777" w:rsidR="00766774" w:rsidRDefault="00115F49" w:rsidP="00115F49">
      <w:r w:rsidRPr="00115F49">
        <w:t>Quand ils redescendirent</w:t>
      </w:r>
      <w:r w:rsidR="00766774">
        <w:t xml:space="preserve">, </w:t>
      </w:r>
      <w:r w:rsidRPr="00115F49">
        <w:t xml:space="preserve">Saucisse et la femme de </w:t>
      </w:r>
      <w:r w:rsidR="00766774" w:rsidRPr="00115F49">
        <w:t>Frédéric</w:t>
      </w:r>
      <w:r w:rsidR="00766774">
        <w:t> </w:t>
      </w:r>
      <w:r w:rsidR="00766774" w:rsidRPr="00115F49">
        <w:t>II</w:t>
      </w:r>
      <w:r w:rsidRPr="00115F49">
        <w:t xml:space="preserve"> se faisaient revenir le cœur avec de petits verres d</w:t>
      </w:r>
      <w:r w:rsidR="00766774">
        <w:t>’</w:t>
      </w:r>
      <w:r w:rsidRPr="00115F49">
        <w:t>eau-de-vie de noyau</w:t>
      </w:r>
      <w:r w:rsidR="00766774">
        <w:t>.</w:t>
      </w:r>
    </w:p>
    <w:p w14:paraId="105259E8" w14:textId="77777777" w:rsidR="00766774" w:rsidRDefault="00766774" w:rsidP="00115F49">
      <w:r>
        <w:t>— </w:t>
      </w:r>
      <w:r w:rsidR="00115F49" w:rsidRPr="00115F49">
        <w:t>Toi</w:t>
      </w:r>
      <w:r>
        <w:t xml:space="preserve">, </w:t>
      </w:r>
      <w:r w:rsidR="00115F49" w:rsidRPr="00115F49">
        <w:t>dit-il à Saucisse</w:t>
      </w:r>
      <w:r>
        <w:t xml:space="preserve">, </w:t>
      </w:r>
      <w:r w:rsidR="00115F49" w:rsidRPr="00115F49">
        <w:t>va me chercher cinq ou six hommes</w:t>
      </w:r>
      <w:r>
        <w:t xml:space="preserve">. </w:t>
      </w:r>
      <w:r w:rsidR="00115F49" w:rsidRPr="00115F49">
        <w:t>Plutôt six</w:t>
      </w:r>
      <w:r>
        <w:t xml:space="preserve">. </w:t>
      </w:r>
      <w:r w:rsidR="00115F49" w:rsidRPr="00115F49">
        <w:t>Je veux Coquillat</w:t>
      </w:r>
      <w:r>
        <w:t xml:space="preserve">, </w:t>
      </w:r>
      <w:r w:rsidR="00115F49" w:rsidRPr="00115F49">
        <w:t>les deux Ravanel</w:t>
      </w:r>
      <w:r>
        <w:t xml:space="preserve">, </w:t>
      </w:r>
      <w:r w:rsidR="00115F49" w:rsidRPr="00115F49">
        <w:t>Pugnères</w:t>
      </w:r>
      <w:r>
        <w:t xml:space="preserve">, </w:t>
      </w:r>
      <w:r w:rsidR="00115F49" w:rsidRPr="00115F49">
        <w:t>Bertrand et Horatius</w:t>
      </w:r>
      <w:r>
        <w:t xml:space="preserve">. </w:t>
      </w:r>
      <w:r w:rsidR="00115F49" w:rsidRPr="00115F49">
        <w:t>Tu peux sortir tranquille</w:t>
      </w:r>
      <w:r>
        <w:t xml:space="preserve">. </w:t>
      </w:r>
      <w:r w:rsidR="00115F49" w:rsidRPr="00115F49">
        <w:t>Vous ne risquez plus rien</w:t>
      </w:r>
      <w:r>
        <w:t xml:space="preserve">. </w:t>
      </w:r>
      <w:r w:rsidR="00115F49" w:rsidRPr="00115F49">
        <w:t>C</w:t>
      </w:r>
      <w:r>
        <w:t>’</w:t>
      </w:r>
      <w:r w:rsidR="00115F49" w:rsidRPr="00115F49">
        <w:t>est fini</w:t>
      </w:r>
      <w:r>
        <w:t xml:space="preserve">. </w:t>
      </w:r>
      <w:r w:rsidR="00115F49" w:rsidRPr="00115F49">
        <w:t>Toi</w:t>
      </w:r>
      <w:r>
        <w:t xml:space="preserve">, </w:t>
      </w:r>
      <w:r w:rsidR="00115F49" w:rsidRPr="00115F49">
        <w:t xml:space="preserve">dit-il à la femme de </w:t>
      </w:r>
      <w:r w:rsidRPr="00115F49">
        <w:t>Frédéric</w:t>
      </w:r>
      <w:r>
        <w:t> </w:t>
      </w:r>
      <w:r w:rsidRPr="00115F49">
        <w:t>II</w:t>
      </w:r>
      <w:r>
        <w:t xml:space="preserve">, </w:t>
      </w:r>
      <w:r w:rsidR="00115F49" w:rsidRPr="00115F49">
        <w:t>va le faire manger et fous-lui la paix</w:t>
      </w:r>
      <w:r>
        <w:t xml:space="preserve">. </w:t>
      </w:r>
      <w:r w:rsidR="00115F49" w:rsidRPr="00115F49">
        <w:t>Toi</w:t>
      </w:r>
      <w:r>
        <w:t xml:space="preserve">, </w:t>
      </w:r>
      <w:r w:rsidR="00115F49" w:rsidRPr="00115F49">
        <w:t xml:space="preserve">dit-il à </w:t>
      </w:r>
      <w:r w:rsidRPr="00115F49">
        <w:t>Frédéric</w:t>
      </w:r>
      <w:r>
        <w:t> </w:t>
      </w:r>
      <w:r w:rsidRPr="00115F49">
        <w:t>II</w:t>
      </w:r>
      <w:r>
        <w:t xml:space="preserve">, </w:t>
      </w:r>
      <w:r w:rsidR="00115F49" w:rsidRPr="00115F49">
        <w:t>tiens-toi prêt pour dans une heure au maximum</w:t>
      </w:r>
      <w:r>
        <w:t>.</w:t>
      </w:r>
    </w:p>
    <w:p w14:paraId="424FC9AF" w14:textId="77777777" w:rsidR="00766774" w:rsidRDefault="00115F49" w:rsidP="00115F49">
      <w:r w:rsidRPr="00115F49">
        <w:t>Coquillat</w:t>
      </w:r>
      <w:r w:rsidR="00766774">
        <w:t xml:space="preserve">, </w:t>
      </w:r>
      <w:r w:rsidRPr="00115F49">
        <w:t>les deux Ravanel</w:t>
      </w:r>
      <w:r w:rsidR="00766774">
        <w:t xml:space="preserve">, </w:t>
      </w:r>
      <w:r w:rsidRPr="00115F49">
        <w:t>Pugnères</w:t>
      </w:r>
      <w:r w:rsidR="00766774">
        <w:t xml:space="preserve">, </w:t>
      </w:r>
      <w:r w:rsidRPr="00115F49">
        <w:t>Bertrand et Horatius étaient les plus forts du pays</w:t>
      </w:r>
      <w:r w:rsidR="00766774">
        <w:t xml:space="preserve">. </w:t>
      </w:r>
      <w:r w:rsidRPr="00115F49">
        <w:t>Parmi ceux-là</w:t>
      </w:r>
      <w:r w:rsidR="00766774">
        <w:t xml:space="preserve">, </w:t>
      </w:r>
      <w:r w:rsidRPr="00115F49">
        <w:t>il y avait trois bûcherons</w:t>
      </w:r>
      <w:r w:rsidR="00766774">
        <w:t xml:space="preserve">. </w:t>
      </w:r>
      <w:r w:rsidRPr="00115F49">
        <w:t>Ils allèrent chercher leurs cordes</w:t>
      </w:r>
      <w:r w:rsidR="00766774">
        <w:t xml:space="preserve">, </w:t>
      </w:r>
      <w:r w:rsidRPr="00115F49">
        <w:t>des lanternes et une petite échelle</w:t>
      </w:r>
      <w:r w:rsidR="00766774">
        <w:t xml:space="preserve"> (</w:t>
      </w:r>
      <w:r w:rsidRPr="00115F49">
        <w:t>c</w:t>
      </w:r>
      <w:r w:rsidR="00766774">
        <w:t>’</w:t>
      </w:r>
      <w:r w:rsidRPr="00115F49">
        <w:t>est ici ce qui remplace les brancards quand quelqu</w:t>
      </w:r>
      <w:r w:rsidR="00766774">
        <w:t>’</w:t>
      </w:r>
      <w:r w:rsidRPr="00115F49">
        <w:t>un se fait mal ou qu</w:t>
      </w:r>
      <w:r w:rsidR="00766774">
        <w:t>’</w:t>
      </w:r>
      <w:r w:rsidRPr="00115F49">
        <w:t>il meurt aux champs</w:t>
      </w:r>
      <w:r w:rsidR="00766774">
        <w:t>).</w:t>
      </w:r>
    </w:p>
    <w:p w14:paraId="09F92574" w14:textId="77777777" w:rsidR="00766774" w:rsidRDefault="00115F49" w:rsidP="00115F49">
      <w:r w:rsidRPr="00115F49">
        <w:t>On trouva Dorothée bien gentiment allongée dans son nid d</w:t>
      </w:r>
      <w:r w:rsidR="00766774">
        <w:t>’</w:t>
      </w:r>
      <w:r w:rsidRPr="00115F49">
        <w:t>arbre et de brume</w:t>
      </w:r>
      <w:r w:rsidR="00766774">
        <w:t xml:space="preserve">. </w:t>
      </w:r>
      <w:r w:rsidRPr="00115F49">
        <w:t>Elle était couchée sur des ossements</w:t>
      </w:r>
      <w:r w:rsidR="00766774">
        <w:t xml:space="preserve">, </w:t>
      </w:r>
      <w:r w:rsidRPr="00115F49">
        <w:t>à côté de trois crânes parmi lesquels le plus petit était sûrement celui de Marie Chazottes</w:t>
      </w:r>
      <w:r w:rsidR="00766774">
        <w:t xml:space="preserve"> ; </w:t>
      </w:r>
      <w:r w:rsidRPr="00115F49">
        <w:t>les deux autres étaient indistinctement ceux de Bergues et de Delphin-Jules</w:t>
      </w:r>
      <w:r w:rsidR="00766774">
        <w:t>.</w:t>
      </w:r>
    </w:p>
    <w:p w14:paraId="361E95AE" w14:textId="77777777" w:rsidR="00766774" w:rsidRDefault="00766774" w:rsidP="00115F49">
      <w:r>
        <w:lastRenderedPageBreak/>
        <w:t>— </w:t>
      </w:r>
      <w:r w:rsidR="00115F49" w:rsidRPr="00115F49">
        <w:t>Dorothée seulement</w:t>
      </w:r>
      <w:r>
        <w:t xml:space="preserve">, </w:t>
      </w:r>
      <w:r w:rsidR="00115F49" w:rsidRPr="00115F49">
        <w:t>dit Langlois</w:t>
      </w:r>
      <w:r>
        <w:t xml:space="preserve">. </w:t>
      </w:r>
      <w:r w:rsidR="00115F49" w:rsidRPr="00115F49">
        <w:t>On viendra chercher le reste demain</w:t>
      </w:r>
      <w:r>
        <w:t xml:space="preserve">. </w:t>
      </w:r>
      <w:r w:rsidR="00115F49" w:rsidRPr="00115F49">
        <w:t>Dépêchons-nous</w:t>
      </w:r>
      <w:r>
        <w:t xml:space="preserve">. </w:t>
      </w:r>
      <w:r w:rsidR="00115F49" w:rsidRPr="00115F49">
        <w:t>Ça presse</w:t>
      </w:r>
      <w:r>
        <w:t xml:space="preserve">. </w:t>
      </w:r>
      <w:r w:rsidR="00115F49" w:rsidRPr="00115F49">
        <w:t>Même celle-là aurait pu rester toute la nuit</w:t>
      </w:r>
      <w:r>
        <w:t xml:space="preserve">, </w:t>
      </w:r>
      <w:r w:rsidR="00115F49" w:rsidRPr="00115F49">
        <w:t>mais enfin</w:t>
      </w:r>
      <w:r>
        <w:t xml:space="preserve">, </w:t>
      </w:r>
      <w:r w:rsidR="00115F49" w:rsidRPr="00115F49">
        <w:t>c</w:t>
      </w:r>
      <w:r>
        <w:t>’</w:t>
      </w:r>
      <w:r w:rsidR="00115F49" w:rsidRPr="00115F49">
        <w:t>est pour sa mère</w:t>
      </w:r>
      <w:r>
        <w:t xml:space="preserve">. </w:t>
      </w:r>
      <w:r w:rsidR="00115F49" w:rsidRPr="00115F49">
        <w:t>Serrez-moi ce nœud sur son ventre</w:t>
      </w:r>
      <w:r>
        <w:t xml:space="preserve">. </w:t>
      </w:r>
      <w:r w:rsidR="00115F49" w:rsidRPr="00115F49">
        <w:t>Vous allez me la déglinguer en la descendant</w:t>
      </w:r>
      <w:r>
        <w:t>.</w:t>
      </w:r>
    </w:p>
    <w:p w14:paraId="4E60F313" w14:textId="77777777" w:rsidR="00766774" w:rsidRDefault="00115F49" w:rsidP="00115F49">
      <w:r w:rsidRPr="00115F49">
        <w:t>Coquillat</w:t>
      </w:r>
      <w:r w:rsidR="00766774">
        <w:t xml:space="preserve">, </w:t>
      </w:r>
      <w:r w:rsidRPr="00115F49">
        <w:t>arc-bouté sur le pan de brume rouge qu</w:t>
      </w:r>
      <w:r w:rsidR="00766774">
        <w:t>’</w:t>
      </w:r>
      <w:r w:rsidRPr="00115F49">
        <w:t>éclairait la lanterne</w:t>
      </w:r>
      <w:r w:rsidR="00766774">
        <w:t xml:space="preserve">, </w:t>
      </w:r>
      <w:r w:rsidRPr="00115F49">
        <w:t>fit glisser Dorothée comme un fil à plomb entre ses grosses mains</w:t>
      </w:r>
      <w:r w:rsidR="00766774">
        <w:t xml:space="preserve">. </w:t>
      </w:r>
      <w:r w:rsidRPr="00115F49">
        <w:t>Les Ravanel attendaient en bas avec l</w:t>
      </w:r>
      <w:r w:rsidR="00766774">
        <w:t>’</w:t>
      </w:r>
      <w:r w:rsidRPr="00115F49">
        <w:t>échelle</w:t>
      </w:r>
      <w:r w:rsidR="00766774">
        <w:t>.</w:t>
      </w:r>
    </w:p>
    <w:p w14:paraId="785A08F3" w14:textId="77777777" w:rsidR="00766774" w:rsidRDefault="00115F49" w:rsidP="00115F49">
      <w:r w:rsidRPr="00115F49">
        <w:t>Le tout</w:t>
      </w:r>
      <w:r w:rsidR="00766774">
        <w:t xml:space="preserve">, </w:t>
      </w:r>
      <w:r w:rsidRPr="00115F49">
        <w:t>y compris les condoléances militaires à la mère de Dorothée qui se balançait sans mot dire devant le cadavre de sa fille comme si</w:t>
      </w:r>
      <w:r w:rsidR="00766774">
        <w:t xml:space="preserve">, </w:t>
      </w:r>
      <w:r w:rsidRPr="00115F49">
        <w:t>désormais</w:t>
      </w:r>
      <w:r w:rsidR="00766774">
        <w:t xml:space="preserve">, </w:t>
      </w:r>
      <w:r w:rsidRPr="00115F49">
        <w:t>ce mouvement allait durer toute sa vie</w:t>
      </w:r>
      <w:r w:rsidR="00766774">
        <w:t xml:space="preserve">, </w:t>
      </w:r>
      <w:r w:rsidRPr="00115F49">
        <w:t>le tout prit à peine une demi-heure</w:t>
      </w:r>
      <w:r w:rsidR="00766774">
        <w:t xml:space="preserve">. </w:t>
      </w:r>
      <w:r w:rsidRPr="00115F49">
        <w:t>Langlois était tiré plus violemment par le vivant que par le mort</w:t>
      </w:r>
      <w:r w:rsidR="00766774">
        <w:t xml:space="preserve">. </w:t>
      </w:r>
      <w:r w:rsidRPr="00115F49">
        <w:t xml:space="preserve">Il entra chez </w:t>
      </w:r>
      <w:r w:rsidR="00766774" w:rsidRPr="00115F49">
        <w:t>Frédéric</w:t>
      </w:r>
      <w:r w:rsidR="00766774">
        <w:t> </w:t>
      </w:r>
      <w:r w:rsidR="00766774" w:rsidRPr="00115F49">
        <w:t>II</w:t>
      </w:r>
      <w:r w:rsidR="00766774">
        <w:t>.</w:t>
      </w:r>
    </w:p>
    <w:p w14:paraId="31164572" w14:textId="77777777" w:rsidR="00766774" w:rsidRDefault="00115F49" w:rsidP="00115F49">
      <w:r w:rsidRPr="00115F49">
        <w:t>Deux et sa femme étaient assis face à face et se regardaient en silence</w:t>
      </w:r>
      <w:r w:rsidR="00766774">
        <w:t>.</w:t>
      </w:r>
    </w:p>
    <w:p w14:paraId="3E72E0EF" w14:textId="77777777" w:rsidR="00766774" w:rsidRDefault="00766774" w:rsidP="00115F49">
      <w:r>
        <w:t>— </w:t>
      </w:r>
      <w:r w:rsidR="00115F49" w:rsidRPr="00115F49">
        <w:t>Ne rien calculer</w:t>
      </w:r>
      <w:r>
        <w:t xml:space="preserve">, </w:t>
      </w:r>
      <w:r w:rsidR="00115F49" w:rsidRPr="00115F49">
        <w:t>leur dit Langlois</w:t>
      </w:r>
      <w:r>
        <w:t xml:space="preserve">. </w:t>
      </w:r>
      <w:r w:rsidR="00115F49" w:rsidRPr="00115F49">
        <w:t>As-tu mangé</w:t>
      </w:r>
      <w:r>
        <w:t xml:space="preserve"> ? </w:t>
      </w:r>
      <w:r w:rsidR="00115F49" w:rsidRPr="00115F49">
        <w:t>Tu es fatigué</w:t>
      </w:r>
      <w:r>
        <w:t xml:space="preserve"> ; </w:t>
      </w:r>
      <w:r w:rsidR="00115F49" w:rsidRPr="00115F49">
        <w:t>fais ce que tu veux</w:t>
      </w:r>
      <w:r>
        <w:t xml:space="preserve">, </w:t>
      </w:r>
      <w:r w:rsidR="00115F49" w:rsidRPr="00115F49">
        <w:t>mais tu ne pourras pas dormir</w:t>
      </w:r>
      <w:r>
        <w:t xml:space="preserve">. </w:t>
      </w:r>
      <w:r w:rsidR="00115F49" w:rsidRPr="00115F49">
        <w:t>Et il faut que tu viennes</w:t>
      </w:r>
      <w:r>
        <w:t xml:space="preserve">. </w:t>
      </w:r>
      <w:r w:rsidR="00115F49" w:rsidRPr="00115F49">
        <w:t>Tu es le seul à pouvoir me dire qui c</w:t>
      </w:r>
      <w:r>
        <w:t>’</w:t>
      </w:r>
      <w:r w:rsidR="00115F49" w:rsidRPr="00115F49">
        <w:t>est</w:t>
      </w:r>
      <w:r>
        <w:t>.</w:t>
      </w:r>
    </w:p>
    <w:p w14:paraId="582C0558" w14:textId="77777777" w:rsidR="00766774" w:rsidRDefault="00766774" w:rsidP="00115F49">
      <w:r>
        <w:t>— </w:t>
      </w:r>
      <w:r w:rsidR="00115F49" w:rsidRPr="00115F49">
        <w:t>Oh</w:t>
      </w:r>
      <w:r>
        <w:t xml:space="preserve"> ! </w:t>
      </w:r>
      <w:r w:rsidR="00115F49" w:rsidRPr="00115F49">
        <w:t>mais</w:t>
      </w:r>
      <w:r>
        <w:t xml:space="preserve">, </w:t>
      </w:r>
      <w:r w:rsidR="00115F49" w:rsidRPr="00115F49">
        <w:t>je viens</w:t>
      </w:r>
      <w:r>
        <w:t xml:space="preserve">, </w:t>
      </w:r>
      <w:r w:rsidR="00115F49" w:rsidRPr="00115F49">
        <w:t xml:space="preserve">dit </w:t>
      </w:r>
      <w:r w:rsidRPr="00115F49">
        <w:t>Frédéric</w:t>
      </w:r>
      <w:r>
        <w:t> </w:t>
      </w:r>
      <w:r w:rsidRPr="00115F49">
        <w:t>II</w:t>
      </w:r>
      <w:r>
        <w:t>.</w:t>
      </w:r>
    </w:p>
    <w:p w14:paraId="2BD5D69D" w14:textId="77777777" w:rsidR="00766774" w:rsidRDefault="00115F49" w:rsidP="00115F49">
      <w:r w:rsidRPr="00115F49">
        <w:t>Le traîneau à patins de fer de Ravanel était devant le Café de la route attelé de trois trotteurs</w:t>
      </w:r>
      <w:r w:rsidR="00766774">
        <w:t xml:space="preserve">. </w:t>
      </w:r>
      <w:r w:rsidRPr="00115F49">
        <w:t>Langlois écarta les Ravanel</w:t>
      </w:r>
      <w:r w:rsidR="00766774">
        <w:t>.</w:t>
      </w:r>
    </w:p>
    <w:p w14:paraId="4597101D" w14:textId="77777777" w:rsidR="00766774" w:rsidRDefault="00766774" w:rsidP="00115F49">
      <w:r>
        <w:t>— </w:t>
      </w:r>
      <w:r w:rsidR="00115F49" w:rsidRPr="00115F49">
        <w:t>Seul avec Frédéric</w:t>
      </w:r>
      <w:r>
        <w:t xml:space="preserve">, </w:t>
      </w:r>
      <w:r w:rsidR="00115F49" w:rsidRPr="00115F49">
        <w:t>dit-il</w:t>
      </w:r>
      <w:r>
        <w:t xml:space="preserve">, </w:t>
      </w:r>
      <w:r w:rsidR="00115F49" w:rsidRPr="00115F49">
        <w:t>je ne veux personne</w:t>
      </w:r>
      <w:r>
        <w:t xml:space="preserve">. </w:t>
      </w:r>
      <w:r w:rsidR="00115F49" w:rsidRPr="00115F49">
        <w:t>Il me faut de la discipline</w:t>
      </w:r>
      <w:r>
        <w:t xml:space="preserve">. </w:t>
      </w:r>
      <w:r w:rsidR="00115F49" w:rsidRPr="00115F49">
        <w:t>Je prendrai deux hommes à la caserne de Clelles</w:t>
      </w:r>
      <w:r>
        <w:t xml:space="preserve">. </w:t>
      </w:r>
      <w:r w:rsidR="00115F49" w:rsidRPr="00115F49">
        <w:t>Rentrez chez vous et dormez</w:t>
      </w:r>
      <w:r>
        <w:t xml:space="preserve">. </w:t>
      </w:r>
      <w:r w:rsidR="00115F49" w:rsidRPr="00115F49">
        <w:t>Ça me regarde</w:t>
      </w:r>
      <w:r>
        <w:t>.</w:t>
      </w:r>
    </w:p>
    <w:p w14:paraId="4F520286" w14:textId="77777777" w:rsidR="00766774" w:rsidRDefault="00115F49" w:rsidP="00115F49">
      <w:r w:rsidRPr="00115F49">
        <w:t>Et fouette</w:t>
      </w:r>
      <w:r w:rsidR="00766774">
        <w:t> !</w:t>
      </w:r>
    </w:p>
    <w:p w14:paraId="1837AE4A" w14:textId="77777777" w:rsidR="00766774" w:rsidRDefault="00115F49" w:rsidP="00115F49">
      <w:r w:rsidRPr="00115F49">
        <w:lastRenderedPageBreak/>
        <w:t>Langlois était en bonnet de police et manteau de cavalerie</w:t>
      </w:r>
      <w:r w:rsidR="00766774">
        <w:t xml:space="preserve">. </w:t>
      </w:r>
      <w:r w:rsidR="00766774" w:rsidRPr="00115F49">
        <w:t>Frédéric</w:t>
      </w:r>
      <w:r w:rsidR="00766774">
        <w:t> </w:t>
      </w:r>
      <w:r w:rsidR="00766774" w:rsidRPr="00115F49">
        <w:t>II</w:t>
      </w:r>
      <w:r w:rsidRPr="00115F49">
        <w:t xml:space="preserve"> était empaqueté dans sa limousine</w:t>
      </w:r>
      <w:r w:rsidR="00766774">
        <w:t xml:space="preserve">. </w:t>
      </w:r>
      <w:r w:rsidRPr="00115F49">
        <w:t>Il n</w:t>
      </w:r>
      <w:r w:rsidR="00766774">
        <w:t>’</w:t>
      </w:r>
      <w:r w:rsidRPr="00115F49">
        <w:t>avait pas voulu mettre sa toque de fourrure</w:t>
      </w:r>
      <w:r w:rsidR="00766774">
        <w:t xml:space="preserve">. </w:t>
      </w:r>
      <w:r w:rsidRPr="00115F49">
        <w:t>Il avait un béret enfoncé jusque dessous les oreilles</w:t>
      </w:r>
      <w:r w:rsidR="00766774">
        <w:t>. (</w:t>
      </w:r>
      <w:r w:rsidRPr="00115F49">
        <w:t>Il dira</w:t>
      </w:r>
      <w:r w:rsidR="00766774">
        <w:t xml:space="preserve"> :… </w:t>
      </w:r>
      <w:r w:rsidRPr="00115F49">
        <w:t>il pensait à</w:t>
      </w:r>
      <w:r w:rsidR="00766774" w:rsidRPr="00115F49">
        <w:t xml:space="preserve"> M</w:t>
      </w:r>
      <w:r w:rsidR="00766774">
        <w:t>.</w:t>
      </w:r>
      <w:r w:rsidR="00766774" w:rsidRPr="00115F49">
        <w:t>V</w:t>
      </w:r>
      <w:r w:rsidR="00766774">
        <w:t xml:space="preserve">. </w:t>
      </w:r>
      <w:r w:rsidRPr="00115F49">
        <w:t>qui à cette heure devait fumer ses quatre sous de tabac sous la suspension dorée</w:t>
      </w:r>
      <w:r w:rsidR="00766774">
        <w:t>.)</w:t>
      </w:r>
    </w:p>
    <w:p w14:paraId="2B261E08" w14:textId="77777777" w:rsidR="00766774" w:rsidRDefault="00115F49" w:rsidP="00115F49">
      <w:r w:rsidRPr="00115F49">
        <w:t>À Clelles</w:t>
      </w:r>
      <w:r w:rsidR="00766774">
        <w:t xml:space="preserve">, </w:t>
      </w:r>
      <w:r w:rsidRPr="00115F49">
        <w:t>on prit deux gendarmes avec mousquetons et gibernes</w:t>
      </w:r>
      <w:r w:rsidR="00766774">
        <w:t xml:space="preserve">. </w:t>
      </w:r>
      <w:r w:rsidRPr="00115F49">
        <w:t>Comme on allait repartir</w:t>
      </w:r>
      <w:r w:rsidR="00766774">
        <w:t xml:space="preserve">, </w:t>
      </w:r>
      <w:r w:rsidRPr="00115F49">
        <w:t>le lieutenant s</w:t>
      </w:r>
      <w:r w:rsidR="00766774">
        <w:t>’</w:t>
      </w:r>
      <w:r w:rsidRPr="00115F49">
        <w:t>approcha du traîneau</w:t>
      </w:r>
      <w:r w:rsidR="00766774">
        <w:t> :</w:t>
      </w:r>
    </w:p>
    <w:p w14:paraId="705AE7E1" w14:textId="77777777" w:rsidR="00766774" w:rsidRDefault="00766774" w:rsidP="00115F49">
      <w:r>
        <w:t>— </w:t>
      </w:r>
      <w:r w:rsidR="00115F49" w:rsidRPr="00115F49">
        <w:t>Mon capitaine</w:t>
      </w:r>
      <w:r>
        <w:t xml:space="preserve">, </w:t>
      </w:r>
      <w:r w:rsidR="00115F49" w:rsidRPr="00115F49">
        <w:t>dit-il</w:t>
      </w:r>
      <w:r>
        <w:t xml:space="preserve">, </w:t>
      </w:r>
      <w:r w:rsidR="00115F49" w:rsidRPr="00115F49">
        <w:t>vous n</w:t>
      </w:r>
      <w:r>
        <w:t>’</w:t>
      </w:r>
      <w:r w:rsidR="00115F49" w:rsidRPr="00115F49">
        <w:t>avez pas le papier</w:t>
      </w:r>
      <w:r>
        <w:t> ?</w:t>
      </w:r>
    </w:p>
    <w:p w14:paraId="6A7E8DCF" w14:textId="77777777" w:rsidR="00766774" w:rsidRDefault="00766774" w:rsidP="00115F49">
      <w:r>
        <w:t>— </w:t>
      </w:r>
      <w:r w:rsidR="00115F49" w:rsidRPr="00115F49">
        <w:t>Quel papier</w:t>
      </w:r>
      <w:r>
        <w:t xml:space="preserve"> ? </w:t>
      </w:r>
      <w:r w:rsidR="00115F49" w:rsidRPr="00115F49">
        <w:t>tonna Langlois</w:t>
      </w:r>
      <w:r>
        <w:t xml:space="preserve">. </w:t>
      </w:r>
      <w:r w:rsidR="00115F49" w:rsidRPr="00115F49">
        <w:t>Alors</w:t>
      </w:r>
      <w:r>
        <w:t xml:space="preserve">, </w:t>
      </w:r>
      <w:r w:rsidR="00115F49" w:rsidRPr="00115F49">
        <w:t>vous croyez que je vais attendre le retour de l</w:t>
      </w:r>
      <w:r>
        <w:t>’</w:t>
      </w:r>
      <w:r w:rsidR="00115F49" w:rsidRPr="00115F49">
        <w:t>estafette</w:t>
      </w:r>
      <w:r>
        <w:t xml:space="preserve"> ? </w:t>
      </w:r>
      <w:r w:rsidR="00115F49" w:rsidRPr="00115F49">
        <w:t>Vous vous imaginez que j</w:t>
      </w:r>
      <w:r>
        <w:t>’</w:t>
      </w:r>
      <w:r w:rsidR="00115F49" w:rsidRPr="00115F49">
        <w:t>ai besoin d</w:t>
      </w:r>
      <w:r>
        <w:t>’</w:t>
      </w:r>
      <w:r w:rsidR="00115F49" w:rsidRPr="00115F49">
        <w:t>un papier du procureur royal pour aller me promener dans les bois et me faire accompagner par deux hommes parce que j</w:t>
      </w:r>
      <w:r>
        <w:t>’</w:t>
      </w:r>
      <w:r w:rsidR="00115F49" w:rsidRPr="00115F49">
        <w:t>ai peur la nuit</w:t>
      </w:r>
      <w:r>
        <w:t xml:space="preserve"> ? </w:t>
      </w:r>
      <w:r w:rsidR="00115F49" w:rsidRPr="00115F49">
        <w:t>Je vais me promener dans les bois</w:t>
      </w:r>
      <w:r>
        <w:t xml:space="preserve">. </w:t>
      </w:r>
      <w:r w:rsidR="00115F49" w:rsidRPr="00115F49">
        <w:t>Compris</w:t>
      </w:r>
      <w:r>
        <w:t xml:space="preserve"> ? </w:t>
      </w:r>
      <w:r w:rsidR="00115F49" w:rsidRPr="00115F49">
        <w:t>Et j</w:t>
      </w:r>
      <w:r>
        <w:t>’</w:t>
      </w:r>
      <w:r w:rsidR="00115F49" w:rsidRPr="00115F49">
        <w:t>ai peur la nuit</w:t>
      </w:r>
      <w:r>
        <w:t xml:space="preserve">. </w:t>
      </w:r>
      <w:r w:rsidR="00115F49" w:rsidRPr="00115F49">
        <w:t>Compris</w:t>
      </w:r>
      <w:r>
        <w:t xml:space="preserve"> ? </w:t>
      </w:r>
      <w:r w:rsidR="00115F49" w:rsidRPr="00115F49">
        <w:t>Rompez</w:t>
      </w:r>
      <w:r>
        <w:t>.</w:t>
      </w:r>
    </w:p>
    <w:p w14:paraId="14132DC5" w14:textId="77777777" w:rsidR="00766774" w:rsidRDefault="00115F49" w:rsidP="00115F49">
      <w:r w:rsidRPr="00115F49">
        <w:t>Le lieutenant salua au garde-à-vous et fit demi-tour</w:t>
      </w:r>
      <w:r w:rsidR="00766774">
        <w:t>.</w:t>
      </w:r>
    </w:p>
    <w:p w14:paraId="3ECFA3CD" w14:textId="77777777" w:rsidR="00766774" w:rsidRDefault="00115F49" w:rsidP="00115F49">
      <w:r w:rsidRPr="00115F49">
        <w:t>À un quart de lieue de Chichiliane</w:t>
      </w:r>
      <w:r w:rsidR="00766774">
        <w:t xml:space="preserve">, </w:t>
      </w:r>
      <w:r w:rsidRPr="00115F49">
        <w:t>Langlois arrêta</w:t>
      </w:r>
      <w:r w:rsidR="00766774">
        <w:t xml:space="preserve">. </w:t>
      </w:r>
      <w:r w:rsidRPr="00115F49">
        <w:t>Il interpella un des gendarmes</w:t>
      </w:r>
      <w:r w:rsidR="00766774">
        <w:t> :</w:t>
      </w:r>
    </w:p>
    <w:p w14:paraId="3ECBC305" w14:textId="77777777" w:rsidR="00766774" w:rsidRDefault="00766774" w:rsidP="00115F49">
      <w:r>
        <w:t>— </w:t>
      </w:r>
      <w:r w:rsidR="00115F49" w:rsidRPr="00115F49">
        <w:t>Farnaud</w:t>
      </w:r>
      <w:r>
        <w:t xml:space="preserve">, </w:t>
      </w:r>
      <w:r w:rsidR="00115F49" w:rsidRPr="00115F49">
        <w:t>descends et va m</w:t>
      </w:r>
      <w:r>
        <w:t>’</w:t>
      </w:r>
      <w:r w:rsidR="00115F49" w:rsidRPr="00115F49">
        <w:t>enlever ces clochettes</w:t>
      </w:r>
      <w:r>
        <w:t>. (</w:t>
      </w:r>
      <w:r w:rsidR="00115F49" w:rsidRPr="00115F49">
        <w:t>Il parlait des clochettes des colliers qui jusque-là avaient sonné allègrement</w:t>
      </w:r>
      <w:r>
        <w:t xml:space="preserve">.) </w:t>
      </w:r>
      <w:r w:rsidR="00115F49" w:rsidRPr="00115F49">
        <w:t>Et éteins la lanterne</w:t>
      </w:r>
      <w:r>
        <w:t>.</w:t>
      </w:r>
    </w:p>
    <w:p w14:paraId="2A055E99" w14:textId="77777777" w:rsidR="00766774" w:rsidRDefault="00115F49" w:rsidP="00115F49">
      <w:r w:rsidRPr="00115F49">
        <w:t>On fit ce dernier quart de lieue au pas</w:t>
      </w:r>
      <w:r w:rsidR="00766774">
        <w:t>.</w:t>
      </w:r>
    </w:p>
    <w:p w14:paraId="2B0AEDDF" w14:textId="77777777" w:rsidR="00766774" w:rsidRDefault="00115F49" w:rsidP="00115F49">
      <w:r w:rsidRPr="00115F49">
        <w:t>La place de l</w:t>
      </w:r>
      <w:r w:rsidR="00766774">
        <w:t>’</w:t>
      </w:r>
      <w:r w:rsidRPr="00115F49">
        <w:t>église était vaguement éclairée par la porte du café</w:t>
      </w:r>
      <w:r w:rsidR="00766774">
        <w:t xml:space="preserve">. </w:t>
      </w:r>
      <w:r w:rsidRPr="00115F49">
        <w:t>Langlois frappa à la vitre avec la longe du fouet</w:t>
      </w:r>
      <w:r w:rsidR="00766774">
        <w:t xml:space="preserve">. </w:t>
      </w:r>
      <w:r w:rsidRPr="00115F49">
        <w:t>Un homme sortit</w:t>
      </w:r>
      <w:r w:rsidR="00766774">
        <w:t>.</w:t>
      </w:r>
    </w:p>
    <w:p w14:paraId="5D545921" w14:textId="77777777" w:rsidR="00766774" w:rsidRDefault="00766774" w:rsidP="00115F49">
      <w:r>
        <w:t>— </w:t>
      </w:r>
      <w:r w:rsidR="00115F49" w:rsidRPr="00115F49">
        <w:t>Le maire</w:t>
      </w:r>
      <w:r>
        <w:t xml:space="preserve"> ? </w:t>
      </w:r>
      <w:r w:rsidR="00115F49" w:rsidRPr="00115F49">
        <w:t>dit Langlois</w:t>
      </w:r>
      <w:r>
        <w:t>.</w:t>
      </w:r>
    </w:p>
    <w:p w14:paraId="07EC2E05" w14:textId="77777777" w:rsidR="00766774" w:rsidRDefault="00115F49" w:rsidP="00115F49">
      <w:r w:rsidRPr="00115F49">
        <w:lastRenderedPageBreak/>
        <w:t>C</w:t>
      </w:r>
      <w:r w:rsidR="00766774">
        <w:t>’</w:t>
      </w:r>
      <w:r w:rsidRPr="00115F49">
        <w:t>était trois maisons plus loin</w:t>
      </w:r>
      <w:r w:rsidR="00766774">
        <w:t>.</w:t>
      </w:r>
    </w:p>
    <w:p w14:paraId="0AAE1FEE" w14:textId="77777777" w:rsidR="00115F49" w:rsidRPr="00115F49" w:rsidRDefault="00115F49" w:rsidP="00115F49">
      <w:r w:rsidRPr="00115F49">
        <w:t>À celui-là</w:t>
      </w:r>
      <w:r w:rsidR="00766774">
        <w:t xml:space="preserve">, </w:t>
      </w:r>
      <w:r w:rsidRPr="00115F49">
        <w:t>c</w:t>
      </w:r>
      <w:r w:rsidR="00766774">
        <w:t>’</w:t>
      </w:r>
      <w:r w:rsidRPr="00115F49">
        <w:t>est facile</w:t>
      </w:r>
      <w:r w:rsidR="00766774">
        <w:t xml:space="preserve">, </w:t>
      </w:r>
      <w:r w:rsidRPr="00115F49">
        <w:t>il dit</w:t>
      </w:r>
      <w:r w:rsidR="00766774">
        <w:t> : « </w:t>
      </w:r>
      <w:r w:rsidRPr="00115F49">
        <w:t>Donnez-moi la clef de votre salle de délibération</w:t>
      </w:r>
      <w:r w:rsidR="00766774">
        <w:t xml:space="preserve">. </w:t>
      </w:r>
      <w:r w:rsidRPr="00115F49">
        <w:t>Votre mairie est bien sur la place</w:t>
      </w:r>
      <w:r w:rsidR="00766774">
        <w:t xml:space="preserve">, </w:t>
      </w:r>
      <w:r w:rsidRPr="00115F49">
        <w:t>en face de la route de Clelles</w:t>
      </w:r>
      <w:r w:rsidR="00766774">
        <w:t xml:space="preserve"> ? </w:t>
      </w:r>
      <w:r w:rsidRPr="00115F49">
        <w:t>Oui</w:t>
      </w:r>
      <w:r w:rsidR="00766774">
        <w:t xml:space="preserve"> ? </w:t>
      </w:r>
      <w:r w:rsidRPr="00115F49">
        <w:t>Donnez la clef</w:t>
      </w:r>
      <w:r w:rsidR="00766774">
        <w:t xml:space="preserve">, </w:t>
      </w:r>
      <w:r w:rsidRPr="00115F49">
        <w:t>ordre du roi</w:t>
      </w:r>
      <w:r w:rsidR="00766774">
        <w:t xml:space="preserve">. </w:t>
      </w:r>
      <w:r w:rsidRPr="00115F49">
        <w:t>Est-ce qu</w:t>
      </w:r>
      <w:r w:rsidR="00766774">
        <w:t>’</w:t>
      </w:r>
      <w:r w:rsidRPr="00115F49">
        <w:t>il y a au moins des fauteuils dans votre salle de délibération</w:t>
      </w:r>
      <w:r w:rsidR="00766774">
        <w:t xml:space="preserve"> ? </w:t>
      </w:r>
      <w:r w:rsidRPr="00115F49">
        <w:t>Et deux ou trois bouts de bougie</w:t>
      </w:r>
      <w:r w:rsidR="00766774">
        <w:t xml:space="preserve"> ? </w:t>
      </w:r>
      <w:r w:rsidRPr="00115F49">
        <w:t>Parfait</w:t>
      </w:r>
      <w:r w:rsidR="00766774">
        <w:t xml:space="preserve">. </w:t>
      </w:r>
      <w:r w:rsidRPr="00115F49">
        <w:t>Le secret le plus absolu</w:t>
      </w:r>
      <w:r w:rsidR="00766774">
        <w:t xml:space="preserve">. </w:t>
      </w:r>
      <w:r w:rsidRPr="00115F49">
        <w:t>Affaire d</w:t>
      </w:r>
      <w:r w:rsidR="00766774">
        <w:t>’</w:t>
      </w:r>
      <w:r w:rsidRPr="00115F49">
        <w:t>État</w:t>
      </w:r>
      <w:r w:rsidR="00766774">
        <w:t xml:space="preserve">. </w:t>
      </w:r>
      <w:r w:rsidRPr="00115F49">
        <w:t>Pas un mot ou vous filez à Cayenne</w:t>
      </w:r>
      <w:r w:rsidR="00766774">
        <w:t xml:space="preserve">. </w:t>
      </w:r>
      <w:r w:rsidRPr="00115F49">
        <w:t>Occupez-vous de ces chevaux</w:t>
      </w:r>
      <w:r w:rsidR="00766774">
        <w:t xml:space="preserve">. </w:t>
      </w:r>
      <w:r w:rsidRPr="00115F49">
        <w:t>Mettez-les dans une bonne écurie</w:t>
      </w:r>
      <w:r w:rsidR="00766774">
        <w:t>. »</w:t>
      </w:r>
    </w:p>
    <w:p w14:paraId="550BA415" w14:textId="77777777" w:rsidR="00766774" w:rsidRDefault="00115F49" w:rsidP="00115F49">
      <w:r w:rsidRPr="00115F49">
        <w:t>À nous</w:t>
      </w:r>
      <w:r w:rsidR="00766774">
        <w:t xml:space="preserve">, </w:t>
      </w:r>
      <w:r w:rsidRPr="00115F49">
        <w:t>il nous dit</w:t>
      </w:r>
      <w:r w:rsidR="00766774">
        <w:t> : « </w:t>
      </w:r>
      <w:r w:rsidRPr="00115F49">
        <w:t>Par file à droite</w:t>
      </w:r>
      <w:r w:rsidR="00766774">
        <w:t xml:space="preserve"> », </w:t>
      </w:r>
      <w:r w:rsidRPr="00115F49">
        <w:t>et nous voilà dans la fameuse rue</w:t>
      </w:r>
      <w:r w:rsidR="00766774">
        <w:t xml:space="preserve"> (</w:t>
      </w:r>
      <w:r w:rsidRPr="00115F49">
        <w:t xml:space="preserve">dira </w:t>
      </w:r>
      <w:r w:rsidR="00766774" w:rsidRPr="00115F49">
        <w:t>Frédéric</w:t>
      </w:r>
      <w:r w:rsidR="00766774">
        <w:t> </w:t>
      </w:r>
      <w:r w:rsidR="00766774" w:rsidRPr="00115F49">
        <w:t>II</w:t>
      </w:r>
      <w:r w:rsidR="00766774">
        <w:t xml:space="preserve">). </w:t>
      </w:r>
      <w:r w:rsidRPr="00115F49">
        <w:t>À l</w:t>
      </w:r>
      <w:r w:rsidR="00766774">
        <w:t>’</w:t>
      </w:r>
      <w:r w:rsidRPr="00115F49">
        <w:t>entrée</w:t>
      </w:r>
      <w:r w:rsidR="00766774">
        <w:t xml:space="preserve">, </w:t>
      </w:r>
      <w:r w:rsidRPr="00115F49">
        <w:t>il me fait remarquer la mairie qui fait l</w:t>
      </w:r>
      <w:r w:rsidR="00766774">
        <w:t>’</w:t>
      </w:r>
      <w:r w:rsidRPr="00115F49">
        <w:t>angle et dont les fenêtres surveillent tout</w:t>
      </w:r>
      <w:r w:rsidR="00766774">
        <w:t xml:space="preserve">. </w:t>
      </w:r>
      <w:r w:rsidRPr="00115F49">
        <w:t>C</w:t>
      </w:r>
      <w:r w:rsidR="00766774">
        <w:t>’</w:t>
      </w:r>
      <w:r w:rsidRPr="00115F49">
        <w:t>était facile de désigner la cinquième maison</w:t>
      </w:r>
      <w:r w:rsidR="00766774">
        <w:t xml:space="preserve"> : </w:t>
      </w:r>
      <w:r w:rsidRPr="00115F49">
        <w:t>il y avait un fanal juste en face</w:t>
      </w:r>
      <w:r w:rsidR="00766774">
        <w:t>.</w:t>
      </w:r>
    </w:p>
    <w:p w14:paraId="3AA2A36E" w14:textId="77777777" w:rsidR="00766774" w:rsidRDefault="00766774" w:rsidP="00115F49">
      <w:r>
        <w:t>— </w:t>
      </w:r>
      <w:r w:rsidR="00115F49" w:rsidRPr="00115F49">
        <w:t>Farnaud</w:t>
      </w:r>
      <w:r>
        <w:t xml:space="preserve">, </w:t>
      </w:r>
      <w:r w:rsidR="00115F49" w:rsidRPr="00115F49">
        <w:t>dit Langlois</w:t>
      </w:r>
      <w:r>
        <w:t xml:space="preserve">, </w:t>
      </w:r>
      <w:r w:rsidR="00115F49" w:rsidRPr="00115F49">
        <w:t>tu vas te poster là</w:t>
      </w:r>
      <w:r>
        <w:t>. (</w:t>
      </w:r>
      <w:r w:rsidR="00115F49" w:rsidRPr="00115F49">
        <w:t>Il lui désigna une très profonde encoignure de porte de remise</w:t>
      </w:r>
      <w:r>
        <w:t xml:space="preserve">.) </w:t>
      </w:r>
      <w:r w:rsidR="00115F49" w:rsidRPr="00115F49">
        <w:t>Personne ne doit sortir de cette maison</w:t>
      </w:r>
      <w:r>
        <w:t xml:space="preserve">, </w:t>
      </w:r>
      <w:r w:rsidR="00115F49" w:rsidRPr="00115F49">
        <w:t>là en face</w:t>
      </w:r>
      <w:r>
        <w:t xml:space="preserve">, </w:t>
      </w:r>
      <w:r w:rsidR="00115F49" w:rsidRPr="00115F49">
        <w:t>tu vois</w:t>
      </w:r>
      <w:r>
        <w:t xml:space="preserve"> ? </w:t>
      </w:r>
      <w:r w:rsidR="00115F49" w:rsidRPr="00115F49">
        <w:t>Et ne dors pas ou je te casse</w:t>
      </w:r>
      <w:r>
        <w:t xml:space="preserve"> ; </w:t>
      </w:r>
      <w:r w:rsidR="00115F49" w:rsidRPr="00115F49">
        <w:t>et je te</w:t>
      </w:r>
      <w:r>
        <w:t xml:space="preserve">… </w:t>
      </w:r>
      <w:r w:rsidR="00115F49" w:rsidRPr="00115F49">
        <w:t>tu me connais</w:t>
      </w:r>
      <w:r>
        <w:t> !</w:t>
      </w:r>
    </w:p>
    <w:p w14:paraId="0C6478B9" w14:textId="77777777" w:rsidR="00766774" w:rsidRDefault="00115F49" w:rsidP="00115F49">
      <w:r w:rsidRPr="00115F49">
        <w:t>Nous deux</w:t>
      </w:r>
      <w:r w:rsidR="00766774">
        <w:t xml:space="preserve">, </w:t>
      </w:r>
      <w:r w:rsidRPr="00115F49">
        <w:t>l</w:t>
      </w:r>
      <w:r w:rsidR="00766774">
        <w:t>’</w:t>
      </w:r>
      <w:r w:rsidRPr="00115F49">
        <w:t>autre gendarme et moi</w:t>
      </w:r>
      <w:r w:rsidR="00766774">
        <w:t xml:space="preserve"> (</w:t>
      </w:r>
      <w:r w:rsidRPr="00115F49">
        <w:t xml:space="preserve">dira </w:t>
      </w:r>
      <w:r w:rsidR="00766774" w:rsidRPr="00115F49">
        <w:t>Frédéric</w:t>
      </w:r>
      <w:r w:rsidR="00766774">
        <w:t> </w:t>
      </w:r>
      <w:r w:rsidR="00766774" w:rsidRPr="00115F49">
        <w:t>II</w:t>
      </w:r>
      <w:r w:rsidR="00766774">
        <w:t xml:space="preserve">), </w:t>
      </w:r>
      <w:r w:rsidRPr="00115F49">
        <w:t>il nous entraîna derrière cette fameuse maison où</w:t>
      </w:r>
      <w:r w:rsidR="00766774">
        <w:t xml:space="preserve">, </w:t>
      </w:r>
      <w:r w:rsidRPr="00115F49">
        <w:t>en furetant avec précaution</w:t>
      </w:r>
      <w:r w:rsidR="00766774">
        <w:t xml:space="preserve">, </w:t>
      </w:r>
      <w:r w:rsidRPr="00115F49">
        <w:t>nous trouvâmes un petit appentis juste à côté de ce qui devait être également une porte de sortie et il y posta l</w:t>
      </w:r>
      <w:r w:rsidR="00766774">
        <w:t>’</w:t>
      </w:r>
      <w:r w:rsidRPr="00115F49">
        <w:t>autre gendarme avec les mêmes consignes</w:t>
      </w:r>
      <w:r w:rsidR="00766774">
        <w:t xml:space="preserve">. </w:t>
      </w:r>
      <w:r w:rsidRPr="00115F49">
        <w:t>Il ajouta qu</w:t>
      </w:r>
      <w:r w:rsidR="00766774">
        <w:t>’</w:t>
      </w:r>
      <w:r w:rsidRPr="00115F49">
        <w:t>il ne pourrait pas les relever de leur garde</w:t>
      </w:r>
      <w:r w:rsidR="00766774">
        <w:t xml:space="preserve">, </w:t>
      </w:r>
      <w:r w:rsidRPr="00115F49">
        <w:t>qu</w:t>
      </w:r>
      <w:r w:rsidR="00766774">
        <w:t>’</w:t>
      </w:r>
      <w:r w:rsidRPr="00115F49">
        <w:t>il viendrait de temps en temps se rendre compte des choses</w:t>
      </w:r>
      <w:r w:rsidR="00766774">
        <w:t xml:space="preserve">, </w:t>
      </w:r>
      <w:r w:rsidRPr="00115F49">
        <w:t>mais qu</w:t>
      </w:r>
      <w:r w:rsidR="00766774">
        <w:t>’</w:t>
      </w:r>
      <w:r w:rsidRPr="00115F49">
        <w:t>ils étaient plantés là pour la nuit</w:t>
      </w:r>
      <w:r w:rsidR="00766774">
        <w:t xml:space="preserve">, </w:t>
      </w:r>
      <w:r w:rsidRPr="00115F49">
        <w:t>qu</w:t>
      </w:r>
      <w:r w:rsidR="00766774">
        <w:t>’</w:t>
      </w:r>
      <w:r w:rsidRPr="00115F49">
        <w:t>il ne faisait pas chaud</w:t>
      </w:r>
      <w:r w:rsidR="00766774">
        <w:t xml:space="preserve">, </w:t>
      </w:r>
      <w:r w:rsidRPr="00115F49">
        <w:t>qu</w:t>
      </w:r>
      <w:r w:rsidR="00766774">
        <w:t>’</w:t>
      </w:r>
      <w:r w:rsidRPr="00115F49">
        <w:t>il comprenait mais</w:t>
      </w:r>
      <w:r w:rsidR="00766774">
        <w:t xml:space="preserve">, </w:t>
      </w:r>
      <w:r w:rsidRPr="00115F49">
        <w:t>qu</w:t>
      </w:r>
      <w:r w:rsidR="00766774">
        <w:t>’</w:t>
      </w:r>
      <w:r w:rsidRPr="00115F49">
        <w:t>à la guerre comme à la guerre</w:t>
      </w:r>
      <w:r w:rsidR="00766774">
        <w:t xml:space="preserve">, </w:t>
      </w:r>
      <w:r w:rsidRPr="00115F49">
        <w:t>et que</w:t>
      </w:r>
      <w:r w:rsidR="00766774">
        <w:t xml:space="preserve">, </w:t>
      </w:r>
      <w:r w:rsidRPr="00115F49">
        <w:t>d</w:t>
      </w:r>
      <w:r w:rsidR="00766774">
        <w:t>’</w:t>
      </w:r>
      <w:r w:rsidRPr="00115F49">
        <w:t>ailleurs</w:t>
      </w:r>
      <w:r w:rsidR="00766774">
        <w:t xml:space="preserve">, </w:t>
      </w:r>
      <w:r w:rsidRPr="00115F49">
        <w:t>il les avait choisis tous les deux parce qu</w:t>
      </w:r>
      <w:r w:rsidR="00766774">
        <w:t>’</w:t>
      </w:r>
      <w:r w:rsidRPr="00115F49">
        <w:t>il savait qu</w:t>
      </w:r>
      <w:r w:rsidR="00766774">
        <w:t>’</w:t>
      </w:r>
      <w:r w:rsidRPr="00115F49">
        <w:t>ils étaient capables de tout</w:t>
      </w:r>
      <w:r w:rsidR="00766774">
        <w:t xml:space="preserve">. </w:t>
      </w:r>
      <w:r w:rsidRPr="00115F49">
        <w:t>Et</w:t>
      </w:r>
      <w:r w:rsidR="00766774">
        <w:t xml:space="preserve">, </w:t>
      </w:r>
      <w:r w:rsidRPr="00115F49">
        <w:t>en effet</w:t>
      </w:r>
      <w:r w:rsidR="00766774">
        <w:t xml:space="preserve">, </w:t>
      </w:r>
      <w:r w:rsidRPr="00115F49">
        <w:t>ils en avaient l</w:t>
      </w:r>
      <w:r w:rsidR="00766774">
        <w:t>’</w:t>
      </w:r>
      <w:r w:rsidRPr="00115F49">
        <w:t>air</w:t>
      </w:r>
      <w:r w:rsidR="00766774">
        <w:t>.</w:t>
      </w:r>
    </w:p>
    <w:p w14:paraId="057808CF" w14:textId="77777777" w:rsidR="00766774" w:rsidRDefault="00115F49" w:rsidP="00115F49">
      <w:r w:rsidRPr="00115F49">
        <w:lastRenderedPageBreak/>
        <w:t>Il y avait encore de la lumière derrière les volets</w:t>
      </w:r>
      <w:r w:rsidR="00766774">
        <w:t xml:space="preserve">. </w:t>
      </w:r>
      <w:r w:rsidRPr="00115F49">
        <w:t>Je lui dis</w:t>
      </w:r>
      <w:r w:rsidR="00766774">
        <w:t> : « </w:t>
      </w:r>
      <w:r w:rsidRPr="00115F49">
        <w:t>Pourquoi on n</w:t>
      </w:r>
      <w:r w:rsidR="00766774">
        <w:t>’</w:t>
      </w:r>
      <w:r w:rsidRPr="00115F49">
        <w:t>entre pas</w:t>
      </w:r>
      <w:r w:rsidR="00766774">
        <w:t xml:space="preserve">, </w:t>
      </w:r>
      <w:r w:rsidRPr="00115F49">
        <w:t>on est quatre</w:t>
      </w:r>
      <w:r w:rsidR="00766774">
        <w:t> ! »</w:t>
      </w:r>
      <w:r w:rsidRPr="00115F49">
        <w:t xml:space="preserve"> Je comprends que ma question l</w:t>
      </w:r>
      <w:r w:rsidR="00766774">
        <w:t>’</w:t>
      </w:r>
      <w:r w:rsidRPr="00115F49">
        <w:t>embête et je la boucle</w:t>
      </w:r>
      <w:r w:rsidR="00766774">
        <w:t xml:space="preserve">. </w:t>
      </w:r>
      <w:r w:rsidRPr="00115F49">
        <w:t>Il me mène à la mairie qu</w:t>
      </w:r>
      <w:r w:rsidR="00766774">
        <w:t>’</w:t>
      </w:r>
      <w:r w:rsidRPr="00115F49">
        <w:t>il ouvre comme si c</w:t>
      </w:r>
      <w:r w:rsidR="00766774">
        <w:t>’</w:t>
      </w:r>
      <w:r w:rsidRPr="00115F49">
        <w:t>était sa maison paternelle</w:t>
      </w:r>
      <w:r w:rsidR="00766774">
        <w:t xml:space="preserve">. </w:t>
      </w:r>
      <w:r w:rsidRPr="00115F49">
        <w:t>Nous voilà dans la salle de délibération</w:t>
      </w:r>
      <w:r w:rsidR="00766774">
        <w:t xml:space="preserve">. </w:t>
      </w:r>
      <w:r w:rsidRPr="00115F49">
        <w:t>Il bat le briquet</w:t>
      </w:r>
      <w:r w:rsidR="00766774">
        <w:t xml:space="preserve">. </w:t>
      </w:r>
      <w:r w:rsidRPr="00115F49">
        <w:t>Il allume un petit bout de bougie pour passer l</w:t>
      </w:r>
      <w:r w:rsidR="00766774">
        <w:t>’</w:t>
      </w:r>
      <w:r w:rsidRPr="00115F49">
        <w:t>inspection</w:t>
      </w:r>
      <w:r w:rsidR="00766774">
        <w:t xml:space="preserve">. </w:t>
      </w:r>
      <w:r w:rsidRPr="00115F49">
        <w:t>Il traîne un fauteuil devant la fenêtre</w:t>
      </w:r>
      <w:r w:rsidR="00766774">
        <w:t xml:space="preserve"> (</w:t>
      </w:r>
      <w:r w:rsidRPr="00115F49">
        <w:t>par laquelle on voyait toute l</w:t>
      </w:r>
      <w:r w:rsidR="00766774">
        <w:t>’</w:t>
      </w:r>
      <w:r w:rsidRPr="00115F49">
        <w:t>enfilade de la rue sous trois fanaux et</w:t>
      </w:r>
      <w:r w:rsidR="00766774">
        <w:t xml:space="preserve">, </w:t>
      </w:r>
      <w:r w:rsidRPr="00115F49">
        <w:t>en face le fanal du milieu</w:t>
      </w:r>
      <w:r w:rsidR="00766774">
        <w:t xml:space="preserve">, </w:t>
      </w:r>
      <w:r w:rsidRPr="00115F49">
        <w:t>ma cinquième maison</w:t>
      </w:r>
      <w:r w:rsidR="00766774">
        <w:t xml:space="preserve">). </w:t>
      </w:r>
      <w:r w:rsidRPr="00115F49">
        <w:t>Je traîne l</w:t>
      </w:r>
      <w:r w:rsidR="00766774">
        <w:t>’</w:t>
      </w:r>
      <w:r w:rsidRPr="00115F49">
        <w:t>autre fauteuil</w:t>
      </w:r>
      <w:r w:rsidR="00766774">
        <w:t xml:space="preserve">. </w:t>
      </w:r>
      <w:r w:rsidRPr="00115F49">
        <w:t>Il me dit</w:t>
      </w:r>
      <w:r w:rsidR="00766774">
        <w:t> : « </w:t>
      </w:r>
      <w:r w:rsidRPr="00115F49">
        <w:t>Installe-toi</w:t>
      </w:r>
      <w:r w:rsidR="00766774">
        <w:t xml:space="preserve"> », </w:t>
      </w:r>
      <w:r w:rsidRPr="00115F49">
        <w:t>et il souffle la bougie</w:t>
      </w:r>
      <w:r w:rsidR="00766774">
        <w:t>.</w:t>
      </w:r>
    </w:p>
    <w:p w14:paraId="68F69822" w14:textId="77777777" w:rsidR="00766774" w:rsidRDefault="00766774" w:rsidP="00115F49">
      <w:r>
        <w:t>— </w:t>
      </w:r>
      <w:r w:rsidR="00115F49" w:rsidRPr="00115F49">
        <w:t>On est en contrebande</w:t>
      </w:r>
      <w:r>
        <w:t xml:space="preserve">, </w:t>
      </w:r>
      <w:r w:rsidR="00115F49" w:rsidRPr="00115F49">
        <w:t>dit-il</w:t>
      </w:r>
      <w:r>
        <w:t xml:space="preserve">. </w:t>
      </w:r>
      <w:r w:rsidR="00115F49" w:rsidRPr="00115F49">
        <w:t>En plus de ça</w:t>
      </w:r>
      <w:r>
        <w:t xml:space="preserve">, </w:t>
      </w:r>
      <w:r w:rsidR="00115F49" w:rsidRPr="00115F49">
        <w:t>qu</w:t>
      </w:r>
      <w:r>
        <w:t>’</w:t>
      </w:r>
      <w:r w:rsidR="00115F49" w:rsidRPr="00115F49">
        <w:t>il me dit</w:t>
      </w:r>
      <w:r>
        <w:t xml:space="preserve">, </w:t>
      </w:r>
      <w:r w:rsidR="00115F49" w:rsidRPr="00115F49">
        <w:t>il y a des lois</w:t>
      </w:r>
      <w:r>
        <w:t xml:space="preserve">, </w:t>
      </w:r>
      <w:r w:rsidR="00115F49" w:rsidRPr="00115F49">
        <w:t>Frédéric</w:t>
      </w:r>
      <w:r>
        <w:t xml:space="preserve">. </w:t>
      </w:r>
      <w:r w:rsidR="00115F49" w:rsidRPr="00115F49">
        <w:t>Les lois de paperasse</w:t>
      </w:r>
      <w:r>
        <w:t xml:space="preserve">, </w:t>
      </w:r>
      <w:r w:rsidR="00115F49" w:rsidRPr="00115F49">
        <w:t>je m</w:t>
      </w:r>
      <w:r>
        <w:t>’</w:t>
      </w:r>
      <w:r w:rsidR="00115F49" w:rsidRPr="00115F49">
        <w:t>en torche</w:t>
      </w:r>
      <w:r>
        <w:t xml:space="preserve">, </w:t>
      </w:r>
      <w:r w:rsidR="00115F49" w:rsidRPr="00115F49">
        <w:t>tu le vois</w:t>
      </w:r>
      <w:r>
        <w:t xml:space="preserve">, </w:t>
      </w:r>
      <w:r w:rsidR="00115F49" w:rsidRPr="00115F49">
        <w:t>mais les lois humaines</w:t>
      </w:r>
      <w:r>
        <w:t xml:space="preserve">, </w:t>
      </w:r>
      <w:r w:rsidR="00115F49" w:rsidRPr="00115F49">
        <w:t>je les respecte</w:t>
      </w:r>
      <w:r>
        <w:t xml:space="preserve">. </w:t>
      </w:r>
      <w:r w:rsidR="00115F49" w:rsidRPr="00115F49">
        <w:t>Et il y a une de ces lois humaines qui dit</w:t>
      </w:r>
      <w:r>
        <w:t xml:space="preserve"> : </w:t>
      </w:r>
      <w:r w:rsidR="00115F49" w:rsidRPr="00115F49">
        <w:t>On ne doit arrêter personne</w:t>
      </w:r>
      <w:r>
        <w:t xml:space="preserve">, </w:t>
      </w:r>
      <w:r w:rsidR="00115F49" w:rsidRPr="00115F49">
        <w:t>même pas les plus grands criminels</w:t>
      </w:r>
      <w:r>
        <w:t xml:space="preserve">, </w:t>
      </w:r>
      <w:r w:rsidR="00115F49" w:rsidRPr="00115F49">
        <w:t>entre le coucher et le lever du soleil</w:t>
      </w:r>
      <w:r>
        <w:t xml:space="preserve">. </w:t>
      </w:r>
      <w:r w:rsidR="00115F49" w:rsidRPr="00115F49">
        <w:t>D</w:t>
      </w:r>
      <w:r>
        <w:t>’</w:t>
      </w:r>
      <w:r w:rsidR="00115F49" w:rsidRPr="00115F49">
        <w:t>abord</w:t>
      </w:r>
      <w:r>
        <w:t xml:space="preserve">. </w:t>
      </w:r>
      <w:r w:rsidR="00115F49" w:rsidRPr="00115F49">
        <w:t>Ensuite</w:t>
      </w:r>
      <w:r>
        <w:t xml:space="preserve">, </w:t>
      </w:r>
      <w:r w:rsidR="00115F49" w:rsidRPr="00115F49">
        <w:t>je ne dois pas te le cacher</w:t>
      </w:r>
      <w:r>
        <w:t xml:space="preserve">, </w:t>
      </w:r>
      <w:r w:rsidR="00115F49" w:rsidRPr="00115F49">
        <w:t>on n</w:t>
      </w:r>
      <w:r>
        <w:t>’</w:t>
      </w:r>
      <w:r w:rsidR="00115F49" w:rsidRPr="00115F49">
        <w:t>est pas dans une très belle situation</w:t>
      </w:r>
      <w:r>
        <w:t xml:space="preserve">. </w:t>
      </w:r>
      <w:r w:rsidR="00115F49" w:rsidRPr="00115F49">
        <w:t>Tu n</w:t>
      </w:r>
      <w:r>
        <w:t>’</w:t>
      </w:r>
      <w:r w:rsidR="00115F49" w:rsidRPr="00115F49">
        <w:t>as pas de témoin</w:t>
      </w:r>
      <w:r>
        <w:t xml:space="preserve">. </w:t>
      </w:r>
      <w:r w:rsidR="00115F49" w:rsidRPr="00115F49">
        <w:t>Il n</w:t>
      </w:r>
      <w:r>
        <w:t>’</w:t>
      </w:r>
      <w:r w:rsidR="00115F49" w:rsidRPr="00115F49">
        <w:t>a qu</w:t>
      </w:r>
      <w:r>
        <w:t>’</w:t>
      </w:r>
      <w:r w:rsidR="00115F49" w:rsidRPr="00115F49">
        <w:t>à dire que tu te trompes</w:t>
      </w:r>
      <w:r>
        <w:t xml:space="preserve">. </w:t>
      </w:r>
      <w:r w:rsidR="00115F49" w:rsidRPr="00115F49">
        <w:t>Troisièmement</w:t>
      </w:r>
      <w:r>
        <w:t xml:space="preserve">, </w:t>
      </w:r>
      <w:r w:rsidR="00115F49" w:rsidRPr="00115F49">
        <w:t>une autre chose qui est mon affaire personnelle</w:t>
      </w:r>
      <w:r>
        <w:t xml:space="preserve">. </w:t>
      </w:r>
      <w:r w:rsidR="00115F49" w:rsidRPr="00115F49">
        <w:t>Et il est inutile que je te l</w:t>
      </w:r>
      <w:r>
        <w:t>’</w:t>
      </w:r>
      <w:r w:rsidR="00115F49" w:rsidRPr="00115F49">
        <w:t>explique</w:t>
      </w:r>
      <w:r>
        <w:t xml:space="preserve">. </w:t>
      </w:r>
      <w:r w:rsidR="00115F49" w:rsidRPr="00115F49">
        <w:t>Voilà pourquoi notre fille est muette et qu</w:t>
      </w:r>
      <w:r>
        <w:t>’</w:t>
      </w:r>
      <w:r w:rsidR="00115F49" w:rsidRPr="00115F49">
        <w:t>on va rester là toute la nuit</w:t>
      </w:r>
      <w:r>
        <w:t xml:space="preserve">. </w:t>
      </w:r>
      <w:r w:rsidR="00115F49" w:rsidRPr="00115F49">
        <w:t>Tu n</w:t>
      </w:r>
      <w:r>
        <w:t>’</w:t>
      </w:r>
      <w:r w:rsidR="00115F49" w:rsidRPr="00115F49">
        <w:t>as pas besoin de veiller</w:t>
      </w:r>
      <w:r>
        <w:t xml:space="preserve">. </w:t>
      </w:r>
      <w:r w:rsidR="00115F49" w:rsidRPr="00115F49">
        <w:t>Nous sommes trois pour le faire</w:t>
      </w:r>
      <w:r>
        <w:t xml:space="preserve">. </w:t>
      </w:r>
      <w:r w:rsidR="00115F49" w:rsidRPr="00115F49">
        <w:t>Si tu veux dormir</w:t>
      </w:r>
      <w:r>
        <w:t xml:space="preserve">, </w:t>
      </w:r>
      <w:r w:rsidR="00115F49" w:rsidRPr="00115F49">
        <w:t>dors</w:t>
      </w:r>
      <w:r>
        <w:t>.</w:t>
      </w:r>
    </w:p>
    <w:p w14:paraId="57372D43" w14:textId="77777777" w:rsidR="00766774" w:rsidRDefault="00115F49" w:rsidP="00115F49">
      <w:r w:rsidRPr="00115F49">
        <w:t>Naturellement</w:t>
      </w:r>
      <w:r w:rsidR="00766774">
        <w:t xml:space="preserve">, </w:t>
      </w:r>
      <w:r w:rsidRPr="00115F49">
        <w:t>je ne dors pas</w:t>
      </w:r>
      <w:r w:rsidR="00766774">
        <w:t xml:space="preserve">. </w:t>
      </w:r>
      <w:r w:rsidRPr="00115F49">
        <w:t>Il fait un trafic du diable toute la nuit</w:t>
      </w:r>
      <w:r w:rsidR="00766774">
        <w:t xml:space="preserve">. </w:t>
      </w:r>
      <w:r w:rsidRPr="00115F49">
        <w:t>Il sort</w:t>
      </w:r>
      <w:r w:rsidR="00766774">
        <w:t xml:space="preserve">, </w:t>
      </w:r>
      <w:r w:rsidRPr="00115F49">
        <w:t>il rentre</w:t>
      </w:r>
      <w:r w:rsidR="00766774">
        <w:t xml:space="preserve">. </w:t>
      </w:r>
      <w:r w:rsidRPr="00115F49">
        <w:t>Je le vois aller visiter ses gendarmes et même il s</w:t>
      </w:r>
      <w:r w:rsidR="00766774">
        <w:t>’</w:t>
      </w:r>
      <w:r w:rsidRPr="00115F49">
        <w:t>en va coller l</w:t>
      </w:r>
      <w:r w:rsidR="00766774">
        <w:t>’</w:t>
      </w:r>
      <w:r w:rsidRPr="00115F49">
        <w:t>oreille aux contrevents et à la porte</w:t>
      </w:r>
      <w:r w:rsidR="00766774">
        <w:t xml:space="preserve">, </w:t>
      </w:r>
      <w:r w:rsidRPr="00115F49">
        <w:t>mais comme un chat</w:t>
      </w:r>
      <w:r w:rsidR="00766774">
        <w:t>.</w:t>
      </w:r>
    </w:p>
    <w:p w14:paraId="7AD0462B" w14:textId="77777777" w:rsidR="00766774" w:rsidRDefault="00115F49" w:rsidP="00115F49">
      <w:r w:rsidRPr="00115F49">
        <w:t>Et le jour se lève</w:t>
      </w:r>
      <w:r w:rsidR="00766774">
        <w:t xml:space="preserve">. </w:t>
      </w:r>
      <w:r w:rsidRPr="00115F49">
        <w:t>Et on voit le buste de Louis-Philippe</w:t>
      </w:r>
      <w:r w:rsidR="00766774">
        <w:t>.</w:t>
      </w:r>
    </w:p>
    <w:p w14:paraId="2320CFDE" w14:textId="77777777" w:rsidR="00766774" w:rsidRDefault="00766774" w:rsidP="00115F49">
      <w:r>
        <w:t>— </w:t>
      </w:r>
      <w:r w:rsidR="00115F49" w:rsidRPr="00115F49">
        <w:t>Roi</w:t>
      </w:r>
      <w:r>
        <w:t xml:space="preserve"> ! </w:t>
      </w:r>
      <w:r w:rsidR="00115F49" w:rsidRPr="00115F49">
        <w:t>dit Langlois</w:t>
      </w:r>
      <w:r>
        <w:t xml:space="preserve">. </w:t>
      </w:r>
      <w:r w:rsidR="00115F49" w:rsidRPr="00115F49">
        <w:t>Il a l</w:t>
      </w:r>
      <w:r>
        <w:t>’</w:t>
      </w:r>
      <w:r w:rsidR="00115F49" w:rsidRPr="00115F49">
        <w:t>air de dire</w:t>
      </w:r>
      <w:r>
        <w:t xml:space="preserve"> : </w:t>
      </w:r>
      <w:r w:rsidR="00115F49" w:rsidRPr="00115F49">
        <w:t>Et après</w:t>
      </w:r>
      <w:r>
        <w:t> ?</w:t>
      </w:r>
    </w:p>
    <w:p w14:paraId="3CD32F05" w14:textId="77777777" w:rsidR="00115F49" w:rsidRPr="00115F49" w:rsidRDefault="00115F49" w:rsidP="00115F49">
      <w:r w:rsidRPr="00115F49">
        <w:t>Mais c</w:t>
      </w:r>
      <w:r w:rsidR="00766774">
        <w:t>’</w:t>
      </w:r>
      <w:r w:rsidRPr="00115F49">
        <w:t>est le moment</w:t>
      </w:r>
      <w:r w:rsidR="00766774">
        <w:t xml:space="preserve">. </w:t>
      </w:r>
      <w:r w:rsidRPr="00115F49">
        <w:t>Langlois guette</w:t>
      </w:r>
      <w:r w:rsidR="00766774">
        <w:t xml:space="preserve">. </w:t>
      </w:r>
      <w:r w:rsidRPr="00115F49">
        <w:t>Je me demande ce qu</w:t>
      </w:r>
      <w:r w:rsidR="00766774">
        <w:t>’</w:t>
      </w:r>
      <w:r w:rsidRPr="00115F49">
        <w:t>il guette</w:t>
      </w:r>
      <w:r w:rsidR="00766774">
        <w:t xml:space="preserve">, </w:t>
      </w:r>
      <w:r w:rsidRPr="00115F49">
        <w:t>car il regarde en l</w:t>
      </w:r>
      <w:r w:rsidR="00766774">
        <w:t>’</w:t>
      </w:r>
      <w:r w:rsidRPr="00115F49">
        <w:t>air il me semble</w:t>
      </w:r>
      <w:r w:rsidR="00766774">
        <w:t xml:space="preserve">. </w:t>
      </w:r>
      <w:r w:rsidRPr="00115F49">
        <w:t>Ce qu</w:t>
      </w:r>
      <w:r w:rsidR="00766774">
        <w:t>’</w:t>
      </w:r>
      <w:r w:rsidRPr="00115F49">
        <w:t xml:space="preserve">il </w:t>
      </w:r>
      <w:r w:rsidRPr="00115F49">
        <w:lastRenderedPageBreak/>
        <w:t>guette c</w:t>
      </w:r>
      <w:r w:rsidR="00766774">
        <w:t>’</w:t>
      </w:r>
      <w:r w:rsidRPr="00115F49">
        <w:t>est la cheminée de la maison</w:t>
      </w:r>
      <w:r w:rsidR="00766774">
        <w:t xml:space="preserve">. </w:t>
      </w:r>
      <w:r w:rsidRPr="00115F49">
        <w:t>Il attend qu</w:t>
      </w:r>
      <w:r w:rsidR="00766774">
        <w:t>’</w:t>
      </w:r>
      <w:r w:rsidRPr="00115F49">
        <w:t>elle fume car</w:t>
      </w:r>
      <w:r w:rsidR="00766774">
        <w:t xml:space="preserve">, </w:t>
      </w:r>
      <w:r w:rsidRPr="00115F49">
        <w:t>dès qu</w:t>
      </w:r>
      <w:r w:rsidR="00766774">
        <w:t>’</w:t>
      </w:r>
      <w:r w:rsidRPr="00115F49">
        <w:t>elle fume</w:t>
      </w:r>
      <w:r w:rsidR="00766774">
        <w:t xml:space="preserve">, </w:t>
      </w:r>
      <w:r w:rsidRPr="00115F49">
        <w:t>il se lève et il dit</w:t>
      </w:r>
      <w:r w:rsidR="00766774">
        <w:t> : « </w:t>
      </w:r>
      <w:r w:rsidRPr="00115F49">
        <w:t>En avant</w:t>
      </w:r>
      <w:r w:rsidR="00766774">
        <w:t> ! »</w:t>
      </w:r>
    </w:p>
    <w:p w14:paraId="0CBFB593" w14:textId="77777777" w:rsidR="00766774" w:rsidRDefault="00115F49" w:rsidP="00115F49">
      <w:r w:rsidRPr="00115F49">
        <w:t>Il prend le gendarme qui est dans l</w:t>
      </w:r>
      <w:r w:rsidR="00766774">
        <w:t>’</w:t>
      </w:r>
      <w:r w:rsidRPr="00115F49">
        <w:t>encoignure</w:t>
      </w:r>
      <w:r w:rsidR="00766774">
        <w:t xml:space="preserve">. </w:t>
      </w:r>
      <w:r w:rsidRPr="00115F49">
        <w:t>Il nous dit</w:t>
      </w:r>
      <w:r w:rsidR="00766774">
        <w:t> :</w:t>
      </w:r>
    </w:p>
    <w:p w14:paraId="31A58B51" w14:textId="16B38845" w:rsidR="00766774" w:rsidRDefault="00766774" w:rsidP="00115F49">
      <w:r>
        <w:t>— </w:t>
      </w:r>
      <w:r w:rsidR="00115F49" w:rsidRPr="00115F49">
        <w:t>Attention</w:t>
      </w:r>
      <w:r>
        <w:t xml:space="preserve">, </w:t>
      </w:r>
      <w:r w:rsidR="00115F49" w:rsidRPr="00115F49">
        <w:t>c</w:t>
      </w:r>
      <w:r>
        <w:t>’</w:t>
      </w:r>
      <w:r w:rsidR="00115F49" w:rsidRPr="00115F49">
        <w:t>est ici que j</w:t>
      </w:r>
      <w:r>
        <w:t>’</w:t>
      </w:r>
      <w:r w:rsidR="00115F49" w:rsidRPr="00115F49">
        <w:t>ai besoin de discipline car</w:t>
      </w:r>
      <w:r>
        <w:t xml:space="preserve">, </w:t>
      </w:r>
      <w:r w:rsidR="00115F49" w:rsidRPr="00115F49">
        <w:t>écoutez-moi bien</w:t>
      </w:r>
      <w:r>
        <w:t xml:space="preserve">, </w:t>
      </w:r>
      <w:r w:rsidR="00115F49" w:rsidRPr="00115F49">
        <w:t>je suis décidé à casser la tête à n</w:t>
      </w:r>
      <w:r>
        <w:t>’</w:t>
      </w:r>
      <w:r w:rsidR="00115F49" w:rsidRPr="00115F49">
        <w:t>importe lequel d</w:t>
      </w:r>
      <w:r>
        <w:t>’</w:t>
      </w:r>
      <w:r w:rsidR="00115F49" w:rsidRPr="00115F49">
        <w:t>entre vous si vous ne m</w:t>
      </w:r>
      <w:r>
        <w:t>’</w:t>
      </w:r>
      <w:r w:rsidR="00115F49" w:rsidRPr="00115F49">
        <w:t>obéissez pas au doigt et à l</w:t>
      </w:r>
      <w:r>
        <w:t>’</w:t>
      </w:r>
      <w:r w:rsidR="00115F49" w:rsidRPr="00115F49">
        <w:t>œil</w:t>
      </w:r>
      <w:r>
        <w:t xml:space="preserve">. </w:t>
      </w:r>
      <w:r w:rsidR="00115F49" w:rsidRPr="00115F49">
        <w:t>Même si ça vous paraît extraordinaire</w:t>
      </w:r>
      <w:r>
        <w:t xml:space="preserve">. </w:t>
      </w:r>
      <w:r w:rsidR="00115F49" w:rsidRPr="00115F49">
        <w:t>Surtout si ça vous paraît extraordinaire</w:t>
      </w:r>
      <w:r>
        <w:t xml:space="preserve">. </w:t>
      </w:r>
      <w:r w:rsidR="00115F49" w:rsidRPr="00115F49">
        <w:t>Car il va sans doute se passer quelque chose d</w:t>
      </w:r>
      <w:r>
        <w:t>’</w:t>
      </w:r>
      <w:r w:rsidR="00115F49" w:rsidRPr="00115F49">
        <w:t>extraordinaire</w:t>
      </w:r>
      <w:r>
        <w:t xml:space="preserve"> ; </w:t>
      </w:r>
      <w:r w:rsidR="00115F49" w:rsidRPr="00115F49">
        <w:t>et il faut même le souhaiter</w:t>
      </w:r>
      <w:r>
        <w:t xml:space="preserve">. </w:t>
      </w:r>
      <w:r w:rsidR="00115F49" w:rsidRPr="00115F49">
        <w:t>Je vais entrer dans cette maison</w:t>
      </w:r>
      <w:r>
        <w:t xml:space="preserve"> ; </w:t>
      </w:r>
      <w:r w:rsidR="00115F49" w:rsidRPr="00115F49">
        <w:t>j</w:t>
      </w:r>
      <w:r>
        <w:t>’</w:t>
      </w:r>
      <w:r w:rsidR="00115F49" w:rsidRPr="00115F49">
        <w:t>y resterai ce qu</w:t>
      </w:r>
      <w:r>
        <w:t>’</w:t>
      </w:r>
      <w:r w:rsidR="00115F49" w:rsidRPr="00115F49">
        <w:t>il faudra</w:t>
      </w:r>
      <w:r>
        <w:t xml:space="preserve"> ; </w:t>
      </w:r>
      <w:r w:rsidR="00115F49" w:rsidRPr="00115F49">
        <w:t>le temps ne compte pas</w:t>
      </w:r>
      <w:r>
        <w:t xml:space="preserve"> ; </w:t>
      </w:r>
      <w:r w:rsidR="00115F49" w:rsidRPr="00115F49">
        <w:t>attendez là</w:t>
      </w:r>
      <w:r>
        <w:t xml:space="preserve">. </w:t>
      </w:r>
      <w:r w:rsidR="00115F49" w:rsidRPr="00115F49">
        <w:t>Ne bougez pas</w:t>
      </w:r>
      <w:r>
        <w:t xml:space="preserve">. </w:t>
      </w:r>
      <w:r w:rsidR="00115F49" w:rsidRPr="00115F49">
        <w:t>Et</w:t>
      </w:r>
      <w:r>
        <w:t xml:space="preserve">, </w:t>
      </w:r>
      <w:r w:rsidR="00115F49" w:rsidRPr="00115F49">
        <w:t>voilà ce qui</w:t>
      </w:r>
      <w:r>
        <w:t xml:space="preserve">, </w:t>
      </w:r>
      <w:r w:rsidR="00115F49" w:rsidRPr="00115F49">
        <w:t>peut-être</w:t>
      </w:r>
      <w:r>
        <w:t xml:space="preserve">, </w:t>
      </w:r>
      <w:r w:rsidR="00115F49" w:rsidRPr="00115F49">
        <w:t>va se passer</w:t>
      </w:r>
      <w:r>
        <w:t xml:space="preserve"> (</w:t>
      </w:r>
      <w:r w:rsidR="00115F49" w:rsidRPr="00115F49">
        <w:t>si je vois clair</w:t>
      </w:r>
      <w:r>
        <w:t xml:space="preserve">, </w:t>
      </w:r>
      <w:r w:rsidR="00115F49" w:rsidRPr="00115F49">
        <w:t>dit Langlois</w:t>
      </w:r>
      <w:r>
        <w:t xml:space="preserve">). </w:t>
      </w:r>
      <w:r w:rsidR="00115F49" w:rsidRPr="00115F49">
        <w:t>La porte s</w:t>
      </w:r>
      <w:r>
        <w:t>’</w:t>
      </w:r>
      <w:r w:rsidR="00115F49" w:rsidRPr="00115F49">
        <w:t>ouvrira</w:t>
      </w:r>
      <w:r>
        <w:t xml:space="preserve">. </w:t>
      </w:r>
      <w:r w:rsidR="00115F49" w:rsidRPr="00115F49">
        <w:t>Et cet homme sortira</w:t>
      </w:r>
      <w:r>
        <w:t xml:space="preserve">. </w:t>
      </w:r>
      <w:r w:rsidR="00115F49" w:rsidRPr="00115F49">
        <w:t>Laissez-le partir</w:t>
      </w:r>
      <w:r>
        <w:t xml:space="preserve">. </w:t>
      </w:r>
      <w:r w:rsidR="00115F49" w:rsidRPr="00115F49">
        <w:t>Ne criez pas</w:t>
      </w:r>
      <w:r>
        <w:t xml:space="preserve">. </w:t>
      </w:r>
      <w:r w:rsidR="00115F49" w:rsidRPr="00115F49">
        <w:t>Ne bougez pas</w:t>
      </w:r>
      <w:r>
        <w:t xml:space="preserve">. </w:t>
      </w:r>
      <w:r w:rsidR="00115F49" w:rsidRPr="00115F49">
        <w:t>Ne tirez pas</w:t>
      </w:r>
      <w:r>
        <w:t xml:space="preserve">. </w:t>
      </w:r>
      <w:r w:rsidR="00115F49" w:rsidRPr="00115F49">
        <w:t>Laissez-le partir</w:t>
      </w:r>
      <w:r>
        <w:t xml:space="preserve">, </w:t>
      </w:r>
      <w:r w:rsidR="00115F49" w:rsidRPr="00115F49">
        <w:t>compris</w:t>
      </w:r>
      <w:r>
        <w:t> ?</w:t>
      </w:r>
    </w:p>
    <w:p w14:paraId="36DE5DC5" w14:textId="77777777" w:rsidR="00115F49" w:rsidRPr="00115F49" w:rsidRDefault="00115F49" w:rsidP="00115F49">
      <w:r w:rsidRPr="00115F49">
        <w:t>Moi</w:t>
      </w:r>
      <w:r w:rsidR="00766774">
        <w:t xml:space="preserve">, </w:t>
      </w:r>
      <w:r w:rsidRPr="00115F49">
        <w:t>je trouvais ça un peu fort de café et je le lui dis</w:t>
      </w:r>
      <w:r w:rsidR="00766774">
        <w:t xml:space="preserve">. </w:t>
      </w:r>
      <w:r w:rsidRPr="00115F49">
        <w:t>Alors</w:t>
      </w:r>
      <w:r w:rsidR="00766774">
        <w:t xml:space="preserve">, </w:t>
      </w:r>
      <w:r w:rsidRPr="00115F49">
        <w:t>parole d</w:t>
      </w:r>
      <w:r w:rsidR="00766774">
        <w:t>’</w:t>
      </w:r>
      <w:r w:rsidRPr="00115F49">
        <w:t>honneur</w:t>
      </w:r>
      <w:r w:rsidR="00766774">
        <w:t xml:space="preserve"> (</w:t>
      </w:r>
      <w:r w:rsidRPr="00115F49">
        <w:t xml:space="preserve">dira </w:t>
      </w:r>
      <w:r w:rsidR="00766774" w:rsidRPr="00115F49">
        <w:t>Frédéric</w:t>
      </w:r>
      <w:r w:rsidR="00766774">
        <w:t> </w:t>
      </w:r>
      <w:r w:rsidR="00766774" w:rsidRPr="00115F49">
        <w:t>II</w:t>
      </w:r>
      <w:r w:rsidR="00766774">
        <w:t xml:space="preserve">), </w:t>
      </w:r>
      <w:r w:rsidRPr="00115F49">
        <w:t>il m</w:t>
      </w:r>
      <w:r w:rsidR="00766774">
        <w:t>’</w:t>
      </w:r>
      <w:r w:rsidRPr="00115F49">
        <w:t>empoigna par la cravate et il me dit</w:t>
      </w:r>
      <w:r w:rsidR="00766774">
        <w:t> : « </w:t>
      </w:r>
      <w:r w:rsidRPr="00115F49">
        <w:t>Écoute bien</w:t>
      </w:r>
      <w:r w:rsidR="00766774">
        <w:t xml:space="preserve">, </w:t>
      </w:r>
      <w:r w:rsidRPr="00115F49">
        <w:t>Frédéric</w:t>
      </w:r>
      <w:r w:rsidR="00766774">
        <w:t xml:space="preserve">, </w:t>
      </w:r>
      <w:r w:rsidRPr="00115F49">
        <w:t>si tu fais un geste</w:t>
      </w:r>
      <w:r w:rsidR="00766774">
        <w:t xml:space="preserve">, </w:t>
      </w:r>
      <w:r w:rsidRPr="00115F49">
        <w:t>si tu dis un mot</w:t>
      </w:r>
      <w:r w:rsidR="00766774">
        <w:t xml:space="preserve">, </w:t>
      </w:r>
      <w:r w:rsidRPr="00115F49">
        <w:t>c</w:t>
      </w:r>
      <w:r w:rsidR="00766774">
        <w:t>’</w:t>
      </w:r>
      <w:r w:rsidRPr="00115F49">
        <w:t>est toi que je brûle</w:t>
      </w:r>
      <w:r w:rsidR="00766774">
        <w:t>. »</w:t>
      </w:r>
    </w:p>
    <w:p w14:paraId="0BC02304" w14:textId="77777777" w:rsidR="00766774" w:rsidRDefault="00115F49" w:rsidP="00115F49">
      <w:r w:rsidRPr="00115F49">
        <w:t>Ça</w:t>
      </w:r>
      <w:r w:rsidR="00766774">
        <w:t xml:space="preserve">, </w:t>
      </w:r>
      <w:r w:rsidRPr="00115F49">
        <w:t>c</w:t>
      </w:r>
      <w:r w:rsidR="00766774">
        <w:t>’</w:t>
      </w:r>
      <w:r w:rsidRPr="00115F49">
        <w:t>était très sérieux</w:t>
      </w:r>
      <w:r w:rsidR="00766774">
        <w:t>.</w:t>
      </w:r>
    </w:p>
    <w:p w14:paraId="650BF8C3" w14:textId="77777777" w:rsidR="00766774" w:rsidRDefault="00115F49" w:rsidP="00115F49">
      <w:r w:rsidRPr="00115F49">
        <w:t>Il répéta au gendarme</w:t>
      </w:r>
      <w:r w:rsidR="00766774">
        <w:t> :</w:t>
      </w:r>
    </w:p>
    <w:p w14:paraId="17534668" w14:textId="77777777" w:rsidR="00766774" w:rsidRDefault="00766774" w:rsidP="00115F49">
      <w:r>
        <w:t>— </w:t>
      </w:r>
      <w:r w:rsidR="00115F49" w:rsidRPr="00115F49">
        <w:t>Il sortira</w:t>
      </w:r>
      <w:r>
        <w:t xml:space="preserve">, </w:t>
      </w:r>
      <w:r w:rsidR="00115F49" w:rsidRPr="00115F49">
        <w:t>ne bougez pas</w:t>
      </w:r>
      <w:r>
        <w:t xml:space="preserve">. </w:t>
      </w:r>
      <w:r w:rsidR="00115F49" w:rsidRPr="00115F49">
        <w:t>Il partira</w:t>
      </w:r>
      <w:r>
        <w:t xml:space="preserve">, </w:t>
      </w:r>
      <w:r w:rsidR="00115F49" w:rsidRPr="00115F49">
        <w:t>ne bougez pas</w:t>
      </w:r>
      <w:r>
        <w:t xml:space="preserve">. </w:t>
      </w:r>
      <w:r w:rsidR="00115F49" w:rsidRPr="00115F49">
        <w:t>Je sortirai</w:t>
      </w:r>
      <w:r>
        <w:t xml:space="preserve">. </w:t>
      </w:r>
      <w:r w:rsidR="00115F49" w:rsidRPr="00115F49">
        <w:t>Quand je serai sorti</w:t>
      </w:r>
      <w:r>
        <w:t xml:space="preserve">, </w:t>
      </w:r>
      <w:r w:rsidR="00115F49" w:rsidRPr="00115F49">
        <w:t>va chercher ton collègue qui est derrière la maison et tous les trois</w:t>
      </w:r>
      <w:r>
        <w:t xml:space="preserve">, </w:t>
      </w:r>
      <w:r w:rsidR="00115F49" w:rsidRPr="00115F49">
        <w:t>emboîtez-moi le pas</w:t>
      </w:r>
      <w:r>
        <w:t xml:space="preserve">. </w:t>
      </w:r>
      <w:r w:rsidR="00115F49" w:rsidRPr="00115F49">
        <w:t>Repos</w:t>
      </w:r>
      <w:r>
        <w:t xml:space="preserve">. </w:t>
      </w:r>
      <w:r w:rsidR="00115F49" w:rsidRPr="00115F49">
        <w:t>C</w:t>
      </w:r>
      <w:r>
        <w:t>’</w:t>
      </w:r>
      <w:r w:rsidR="00115F49" w:rsidRPr="00115F49">
        <w:t>est tout</w:t>
      </w:r>
      <w:r>
        <w:t>.</w:t>
      </w:r>
    </w:p>
    <w:p w14:paraId="70C0B708" w14:textId="77777777" w:rsidR="00766774" w:rsidRDefault="00115F49" w:rsidP="00115F49">
      <w:r w:rsidRPr="00115F49">
        <w:t>Il assura son bonnet de police et il lissa le collet de son manteau</w:t>
      </w:r>
      <w:r w:rsidR="00766774">
        <w:t xml:space="preserve">. </w:t>
      </w:r>
      <w:r w:rsidRPr="00115F49">
        <w:t>Il traversa la rue</w:t>
      </w:r>
      <w:r w:rsidR="00766774">
        <w:t xml:space="preserve">, </w:t>
      </w:r>
      <w:r w:rsidRPr="00115F49">
        <w:t>frappa à la porte</w:t>
      </w:r>
      <w:r w:rsidR="00766774">
        <w:t xml:space="preserve">. </w:t>
      </w:r>
      <w:r w:rsidRPr="00115F49">
        <w:t>On vint lui ou</w:t>
      </w:r>
      <w:r w:rsidRPr="00115F49">
        <w:lastRenderedPageBreak/>
        <w:t>vrir</w:t>
      </w:r>
      <w:r w:rsidR="00766774">
        <w:t xml:space="preserve"> (</w:t>
      </w:r>
      <w:r w:rsidRPr="00115F49">
        <w:t>il ne fut pas possible de voir qui était venu lui ouvrir</w:t>
      </w:r>
      <w:r w:rsidR="00766774">
        <w:t xml:space="preserve">) </w:t>
      </w:r>
      <w:r w:rsidRPr="00115F49">
        <w:t>et il entra</w:t>
      </w:r>
      <w:r w:rsidR="00766774">
        <w:t>.</w:t>
      </w:r>
    </w:p>
    <w:p w14:paraId="2C3A910A" w14:textId="77777777" w:rsidR="00766774" w:rsidRDefault="00115F49" w:rsidP="00115F49">
      <w:r w:rsidRPr="00115F49">
        <w:t>Il leur fallut très peu de temps pour être d</w:t>
      </w:r>
      <w:r w:rsidR="00766774">
        <w:t>’</w:t>
      </w:r>
      <w:r w:rsidRPr="00115F49">
        <w:t>accord</w:t>
      </w:r>
      <w:r w:rsidR="00766774">
        <w:t xml:space="preserve">. </w:t>
      </w:r>
      <w:r w:rsidRPr="00115F49">
        <w:t>Langlois dut mener son affaire tambour battant</w:t>
      </w:r>
      <w:r w:rsidR="00766774">
        <w:t>.</w:t>
      </w:r>
    </w:p>
    <w:p w14:paraId="5DDAEC18" w14:textId="77777777" w:rsidR="00766774" w:rsidRDefault="00115F49" w:rsidP="00115F49">
      <w:r w:rsidRPr="00115F49">
        <w:t>Au bout de</w:t>
      </w:r>
      <w:r w:rsidR="00766774">
        <w:t xml:space="preserve">, </w:t>
      </w:r>
      <w:r w:rsidRPr="00115F49">
        <w:t>mettons</w:t>
      </w:r>
      <w:r w:rsidR="00766774">
        <w:t xml:space="preserve">, </w:t>
      </w:r>
      <w:r w:rsidRPr="00115F49">
        <w:t>deux minutes</w:t>
      </w:r>
      <w:r w:rsidR="00766774">
        <w:t xml:space="preserve">, </w:t>
      </w:r>
      <w:r w:rsidRPr="00115F49">
        <w:t>pas plus</w:t>
      </w:r>
      <w:r w:rsidR="00766774">
        <w:t xml:space="preserve">, </w:t>
      </w:r>
      <w:r w:rsidRPr="00115F49">
        <w:t>la porte s</w:t>
      </w:r>
      <w:r w:rsidR="00766774">
        <w:t>’</w:t>
      </w:r>
      <w:r w:rsidRPr="00115F49">
        <w:t>ouvrit</w:t>
      </w:r>
      <w:r w:rsidR="00766774">
        <w:t xml:space="preserve">. </w:t>
      </w:r>
      <w:r w:rsidRPr="00115F49">
        <w:t>J</w:t>
      </w:r>
      <w:r w:rsidR="00766774">
        <w:t>’</w:t>
      </w:r>
      <w:r w:rsidRPr="00115F49">
        <w:t>avoue que ma respiration s</w:t>
      </w:r>
      <w:r w:rsidR="00766774">
        <w:t>’</w:t>
      </w:r>
      <w:r w:rsidRPr="00115F49">
        <w:t>arrêta</w:t>
      </w:r>
      <w:r w:rsidR="00766774">
        <w:t xml:space="preserve">. </w:t>
      </w:r>
      <w:r w:rsidRPr="00115F49">
        <w:t>Et je vis l</w:t>
      </w:r>
      <w:r w:rsidR="00766774">
        <w:t>’</w:t>
      </w:r>
      <w:r w:rsidRPr="00115F49">
        <w:t>homme de face</w:t>
      </w:r>
      <w:r w:rsidR="00766774">
        <w:t xml:space="preserve">. </w:t>
      </w:r>
      <w:r w:rsidRPr="00115F49">
        <w:t>Il me sembla qu</w:t>
      </w:r>
      <w:r w:rsidR="00766774">
        <w:t>’</w:t>
      </w:r>
      <w:r w:rsidRPr="00115F49">
        <w:t>il avait un air familier</w:t>
      </w:r>
      <w:r w:rsidR="00766774">
        <w:t>.</w:t>
      </w:r>
    </w:p>
    <w:p w14:paraId="32A04F27" w14:textId="77777777" w:rsidR="00766774" w:rsidRDefault="00115F49" w:rsidP="00115F49">
      <w:r w:rsidRPr="00115F49">
        <w:t>Langlois n</w:t>
      </w:r>
      <w:r w:rsidR="00766774">
        <w:t>’</w:t>
      </w:r>
      <w:r w:rsidRPr="00115F49">
        <w:t>avait pas besoin de me faire tant de recommandations et de secouer ma cravate</w:t>
      </w:r>
      <w:r w:rsidR="00766774">
        <w:t xml:space="preserve">. </w:t>
      </w:r>
      <w:r w:rsidRPr="00115F49">
        <w:t>Je n</w:t>
      </w:r>
      <w:r w:rsidR="00766774">
        <w:t>’</w:t>
      </w:r>
      <w:r w:rsidRPr="00115F49">
        <w:t>avais certainement ni envie de crier ni de tirer</w:t>
      </w:r>
      <w:r w:rsidR="00766774">
        <w:t xml:space="preserve"> (</w:t>
      </w:r>
      <w:r w:rsidR="00766774" w:rsidRPr="00115F49">
        <w:t>Frédéric</w:t>
      </w:r>
      <w:r w:rsidR="00766774">
        <w:t> </w:t>
      </w:r>
      <w:r w:rsidR="00766774" w:rsidRPr="00115F49">
        <w:t>II</w:t>
      </w:r>
      <w:r w:rsidRPr="00115F49">
        <w:t xml:space="preserve"> oubliait</w:t>
      </w:r>
      <w:r w:rsidR="00766774">
        <w:t xml:space="preserve">, </w:t>
      </w:r>
      <w:r w:rsidRPr="00115F49">
        <w:t>en disant ça</w:t>
      </w:r>
      <w:r w:rsidR="00766774">
        <w:t xml:space="preserve">, </w:t>
      </w:r>
      <w:r w:rsidRPr="00115F49">
        <w:t>qu</w:t>
      </w:r>
      <w:r w:rsidR="00766774">
        <w:t>’</w:t>
      </w:r>
      <w:r w:rsidRPr="00115F49">
        <w:t>il n</w:t>
      </w:r>
      <w:r w:rsidR="00766774">
        <w:t>’</w:t>
      </w:r>
      <w:r w:rsidRPr="00115F49">
        <w:t>était pas armé</w:t>
      </w:r>
      <w:r w:rsidR="00766774">
        <w:t xml:space="preserve">) </w:t>
      </w:r>
      <w:r w:rsidRPr="00115F49">
        <w:t>ni de courir derrière lui</w:t>
      </w:r>
      <w:r w:rsidR="00766774">
        <w:t xml:space="preserve">. </w:t>
      </w:r>
      <w:r w:rsidRPr="00115F49">
        <w:t>Je m</w:t>
      </w:r>
      <w:r w:rsidR="00766774">
        <w:t>’</w:t>
      </w:r>
      <w:r w:rsidRPr="00115F49">
        <w:t>attendais à voir ce que je n</w:t>
      </w:r>
      <w:r w:rsidR="00766774">
        <w:t>’</w:t>
      </w:r>
      <w:r w:rsidRPr="00115F49">
        <w:t>avais jamais vu</w:t>
      </w:r>
      <w:r w:rsidR="00766774">
        <w:t xml:space="preserve">. </w:t>
      </w:r>
      <w:r w:rsidRPr="00115F49">
        <w:t>C</w:t>
      </w:r>
      <w:r w:rsidR="00766774">
        <w:t>’</w:t>
      </w:r>
      <w:r w:rsidRPr="00115F49">
        <w:t>était un homme comme les autres</w:t>
      </w:r>
      <w:r w:rsidR="00766774">
        <w:t xml:space="preserve"> ! </w:t>
      </w:r>
      <w:r w:rsidRPr="00115F49">
        <w:t>Même</w:t>
      </w:r>
      <w:r w:rsidR="00766774">
        <w:t xml:space="preserve">, </w:t>
      </w:r>
      <w:r w:rsidRPr="00115F49">
        <w:t>je vous le répète</w:t>
      </w:r>
      <w:r w:rsidR="00766774">
        <w:t xml:space="preserve">, </w:t>
      </w:r>
      <w:r w:rsidRPr="00115F49">
        <w:t>il avait un air familier</w:t>
      </w:r>
      <w:r w:rsidR="00766774">
        <w:t>. (</w:t>
      </w:r>
      <w:r w:rsidRPr="00115F49">
        <w:t>C</w:t>
      </w:r>
      <w:r w:rsidR="00766774">
        <w:t>’</w:t>
      </w:r>
      <w:r w:rsidRPr="00115F49">
        <w:t>était en effet</w:t>
      </w:r>
      <w:r w:rsidR="00766774">
        <w:t xml:space="preserve">, </w:t>
      </w:r>
      <w:r w:rsidRPr="00115F49">
        <w:t>comme il le sut plus tard</w:t>
      </w:r>
      <w:r w:rsidR="00766774">
        <w:t xml:space="preserve">, </w:t>
      </w:r>
      <w:r w:rsidRPr="00115F49">
        <w:t>celui avec lequel</w:t>
      </w:r>
      <w:r w:rsidR="00766774">
        <w:t xml:space="preserve">, </w:t>
      </w:r>
      <w:r w:rsidRPr="00115F49">
        <w:t>pendant l</w:t>
      </w:r>
      <w:r w:rsidR="00766774">
        <w:t>’</w:t>
      </w:r>
      <w:r w:rsidRPr="00115F49">
        <w:t>orage</w:t>
      </w:r>
      <w:r w:rsidR="00766774">
        <w:t xml:space="preserve">, </w:t>
      </w:r>
      <w:r w:rsidRPr="00115F49">
        <w:t>il était resté accroupi dans le cagibi aux engrenages</w:t>
      </w:r>
      <w:r w:rsidR="00766774">
        <w:t>.)</w:t>
      </w:r>
    </w:p>
    <w:p w14:paraId="4B095D5D" w14:textId="77777777" w:rsidR="00766774" w:rsidRDefault="00115F49" w:rsidP="00115F49">
      <w:r w:rsidRPr="00115F49">
        <w:t>Pourtant</w:t>
      </w:r>
      <w:r w:rsidR="00766774">
        <w:t xml:space="preserve">, </w:t>
      </w:r>
      <w:r w:rsidRPr="00115F49">
        <w:t>c</w:t>
      </w:r>
      <w:r w:rsidR="00766774">
        <w:t>’</w:t>
      </w:r>
      <w:r w:rsidRPr="00115F49">
        <w:t>était celui-là</w:t>
      </w:r>
      <w:r w:rsidR="00766774">
        <w:t xml:space="preserve">. </w:t>
      </w:r>
      <w:r w:rsidRPr="00115F49">
        <w:t>Je le reconnus au pas qu</w:t>
      </w:r>
      <w:r w:rsidR="00766774">
        <w:t>’</w:t>
      </w:r>
      <w:r w:rsidRPr="00115F49">
        <w:t>il prit</w:t>
      </w:r>
      <w:r w:rsidR="00766774">
        <w:t xml:space="preserve"> : </w:t>
      </w:r>
      <w:r w:rsidRPr="00115F49">
        <w:t>ce pas de promenade qui</w:t>
      </w:r>
      <w:r w:rsidR="00766774">
        <w:t xml:space="preserve">, </w:t>
      </w:r>
      <w:r w:rsidRPr="00115F49">
        <w:t>partant du hêtre</w:t>
      </w:r>
      <w:r w:rsidR="00766774">
        <w:t xml:space="preserve">, </w:t>
      </w:r>
      <w:r w:rsidRPr="00115F49">
        <w:t>m</w:t>
      </w:r>
      <w:r w:rsidR="00766774">
        <w:t>’</w:t>
      </w:r>
      <w:r w:rsidRPr="00115F49">
        <w:t>avait tiré à travers le Jocond et l</w:t>
      </w:r>
      <w:r w:rsidR="00766774">
        <w:t>’</w:t>
      </w:r>
      <w:r w:rsidRPr="00115F49">
        <w:t>Archat</w:t>
      </w:r>
      <w:r w:rsidR="00766774">
        <w:t xml:space="preserve">. </w:t>
      </w:r>
      <w:r w:rsidRPr="00115F49">
        <w:t>Et duquel</w:t>
      </w:r>
      <w:r w:rsidR="00766774">
        <w:t xml:space="preserve">, </w:t>
      </w:r>
      <w:r w:rsidRPr="00115F49">
        <w:t>maintenant</w:t>
      </w:r>
      <w:r w:rsidR="00766774">
        <w:t xml:space="preserve">, </w:t>
      </w:r>
      <w:r w:rsidRPr="00115F49">
        <w:t>il remontait paisiblement la rue</w:t>
      </w:r>
      <w:r w:rsidR="00766774">
        <w:t xml:space="preserve">, </w:t>
      </w:r>
      <w:r w:rsidRPr="00115F49">
        <w:t>se dirigeant vers la place de l</w:t>
      </w:r>
      <w:r w:rsidR="00766774">
        <w:t>’</w:t>
      </w:r>
      <w:r w:rsidRPr="00115F49">
        <w:t>église</w:t>
      </w:r>
      <w:r w:rsidR="00766774">
        <w:t xml:space="preserve">, </w:t>
      </w:r>
      <w:r w:rsidRPr="00115F49">
        <w:t>comme s</w:t>
      </w:r>
      <w:r w:rsidR="00766774">
        <w:t>’</w:t>
      </w:r>
      <w:r w:rsidRPr="00115F49">
        <w:t>il allait faire un tour</w:t>
      </w:r>
      <w:r w:rsidR="00766774">
        <w:t>.</w:t>
      </w:r>
    </w:p>
    <w:p w14:paraId="414F9C97" w14:textId="77777777" w:rsidR="00766774" w:rsidRDefault="00115F49" w:rsidP="00115F49">
      <w:r w:rsidRPr="00115F49">
        <w:t>Le temps qu</w:t>
      </w:r>
      <w:r w:rsidR="00766774">
        <w:t>’</w:t>
      </w:r>
      <w:r w:rsidRPr="00115F49">
        <w:t>il se soit avancé comme ça de</w:t>
      </w:r>
      <w:r w:rsidR="00766774">
        <w:t xml:space="preserve">, </w:t>
      </w:r>
      <w:r w:rsidRPr="00115F49">
        <w:t>mettons cent mètres</w:t>
      </w:r>
      <w:r w:rsidR="00766774">
        <w:t xml:space="preserve">, </w:t>
      </w:r>
      <w:r w:rsidRPr="00115F49">
        <w:t>et Langlois sortit</w:t>
      </w:r>
      <w:r w:rsidR="00766774">
        <w:t xml:space="preserve">. </w:t>
      </w:r>
      <w:r w:rsidRPr="00115F49">
        <w:t>Il nous jeta un regard féroce bien que</w:t>
      </w:r>
      <w:r w:rsidR="00766774">
        <w:t xml:space="preserve">, </w:t>
      </w:r>
      <w:r w:rsidRPr="00115F49">
        <w:t>le gendarme et moi</w:t>
      </w:r>
      <w:r w:rsidR="00766774">
        <w:t xml:space="preserve">, </w:t>
      </w:r>
      <w:r w:rsidRPr="00115F49">
        <w:t>soyons rencoignés dans notre coin de porte comme deux petits lapins</w:t>
      </w:r>
      <w:r w:rsidR="00766774">
        <w:t xml:space="preserve">. </w:t>
      </w:r>
      <w:r w:rsidRPr="00115F49">
        <w:t>Et il emboîta le pas à l</w:t>
      </w:r>
      <w:r w:rsidR="00766774">
        <w:t>’</w:t>
      </w:r>
      <w:r w:rsidRPr="00115F49">
        <w:t>homme</w:t>
      </w:r>
      <w:r w:rsidR="00766774">
        <w:t>.</w:t>
      </w:r>
    </w:p>
    <w:p w14:paraId="26372499" w14:textId="77777777" w:rsidR="00766774" w:rsidRDefault="00115F49" w:rsidP="00115F49">
      <w:r w:rsidRPr="00115F49">
        <w:t>Nous exécutâmes ses consignes à la lettre</w:t>
      </w:r>
      <w:r w:rsidR="00766774">
        <w:t xml:space="preserve"> ; </w:t>
      </w:r>
      <w:r w:rsidRPr="00115F49">
        <w:t>et</w:t>
      </w:r>
      <w:r w:rsidR="00766774">
        <w:t xml:space="preserve">, </w:t>
      </w:r>
      <w:r w:rsidRPr="00115F49">
        <w:t>les deux gendarmes et moi</w:t>
      </w:r>
      <w:r w:rsidR="00766774">
        <w:t xml:space="preserve">, </w:t>
      </w:r>
      <w:r w:rsidRPr="00115F49">
        <w:t>nous emboîtâmes le pas à Langlois</w:t>
      </w:r>
      <w:r w:rsidR="00766774">
        <w:t xml:space="preserve">. </w:t>
      </w:r>
      <w:r w:rsidRPr="00115F49">
        <w:t>Ainsi nous voilà à cent mètres les uns des autres</w:t>
      </w:r>
      <w:r w:rsidR="00766774">
        <w:t xml:space="preserve">, </w:t>
      </w:r>
      <w:r w:rsidRPr="00115F49">
        <w:t xml:space="preserve">à nous en aller </w:t>
      </w:r>
      <w:r w:rsidRPr="00115F49">
        <w:lastRenderedPageBreak/>
        <w:t>paisiblement d</w:t>
      </w:r>
      <w:r w:rsidR="00766774">
        <w:t>’</w:t>
      </w:r>
      <w:r w:rsidRPr="00115F49">
        <w:t>un pas de promenade que réglait celui qui</w:t>
      </w:r>
      <w:r w:rsidR="00766774">
        <w:t xml:space="preserve">, </w:t>
      </w:r>
      <w:r w:rsidRPr="00115F49">
        <w:t>là-bas devant</w:t>
      </w:r>
      <w:r w:rsidR="00766774">
        <w:t xml:space="preserve">, </w:t>
      </w:r>
      <w:r w:rsidRPr="00115F49">
        <w:t>était en tête</w:t>
      </w:r>
      <w:r w:rsidR="00766774">
        <w:t>.</w:t>
      </w:r>
    </w:p>
    <w:p w14:paraId="2C83CFF5" w14:textId="77777777" w:rsidR="00766774" w:rsidRDefault="00115F49" w:rsidP="00115F49">
      <w:r w:rsidRPr="00115F49">
        <w:t>Il était de très bonne heure</w:t>
      </w:r>
      <w:r w:rsidR="00766774">
        <w:t xml:space="preserve">, </w:t>
      </w:r>
      <w:r w:rsidRPr="00115F49">
        <w:t>mais le maréchal-ferrant allumait sa forge</w:t>
      </w:r>
      <w:r w:rsidR="00766774">
        <w:t xml:space="preserve">. </w:t>
      </w:r>
      <w:r w:rsidRPr="00115F49">
        <w:t>Quand l</w:t>
      </w:r>
      <w:r w:rsidR="00766774">
        <w:t>’</w:t>
      </w:r>
      <w:r w:rsidRPr="00115F49">
        <w:t>homme passa devant lui</w:t>
      </w:r>
      <w:r w:rsidR="00766774">
        <w:t xml:space="preserve">, </w:t>
      </w:r>
      <w:r w:rsidRPr="00115F49">
        <w:t>il était justement en train de jeter ses cendres dans la neige</w:t>
      </w:r>
      <w:r w:rsidR="00766774">
        <w:t xml:space="preserve">. </w:t>
      </w:r>
      <w:r w:rsidRPr="00115F49">
        <w:t>Ils se dirent bonjour</w:t>
      </w:r>
      <w:r w:rsidR="00766774">
        <w:t>.</w:t>
      </w:r>
    </w:p>
    <w:p w14:paraId="57CDC3B1" w14:textId="77777777" w:rsidR="00766774" w:rsidRDefault="00115F49" w:rsidP="00115F49">
      <w:r w:rsidRPr="00115F49">
        <w:t>Comment pouvait-on imaginer que celui qui arrivait derrière</w:t>
      </w:r>
      <w:r w:rsidR="00766774">
        <w:t xml:space="preserve">, </w:t>
      </w:r>
      <w:r w:rsidRPr="00115F49">
        <w:t>en manteau de cavalerie et bonnet de police</w:t>
      </w:r>
      <w:r w:rsidR="00766774">
        <w:t xml:space="preserve">, </w:t>
      </w:r>
      <w:r w:rsidRPr="00115F49">
        <w:t>pouvait avoir un rapport quelconque avec ce promeneur matinal</w:t>
      </w:r>
      <w:r w:rsidR="00766774">
        <w:t xml:space="preserve"> ? </w:t>
      </w:r>
      <w:r w:rsidRPr="00115F49">
        <w:t>Et nous</w:t>
      </w:r>
      <w:r w:rsidR="00766774">
        <w:t xml:space="preserve">, </w:t>
      </w:r>
      <w:r w:rsidRPr="00115F49">
        <w:t>à deux cents mètres de là</w:t>
      </w:r>
      <w:r w:rsidR="00766774">
        <w:t xml:space="preserve">, </w:t>
      </w:r>
      <w:r w:rsidRPr="00115F49">
        <w:t>encore moins</w:t>
      </w:r>
      <w:r w:rsidR="00766774">
        <w:t xml:space="preserve">. </w:t>
      </w:r>
      <w:r w:rsidRPr="00115F49">
        <w:t>Et pourtant</w:t>
      </w:r>
      <w:r w:rsidR="00766774">
        <w:t xml:space="preserve">, </w:t>
      </w:r>
      <w:r w:rsidRPr="00115F49">
        <w:t>voyant que nous reprenions la rue par laquelle lui et moi étions arrivés</w:t>
      </w:r>
      <w:r w:rsidR="00766774">
        <w:t xml:space="preserve">, </w:t>
      </w:r>
      <w:r w:rsidRPr="00115F49">
        <w:t>je me demandais où nous allions comme ça</w:t>
      </w:r>
      <w:r w:rsidR="00766774">
        <w:t>.</w:t>
      </w:r>
    </w:p>
    <w:p w14:paraId="0BD94767" w14:textId="77777777" w:rsidR="00766774" w:rsidRDefault="00115F49" w:rsidP="00115F49">
      <w:r w:rsidRPr="00115F49">
        <w:t>Nous dépassâmes cette ferme qui</w:t>
      </w:r>
      <w:r w:rsidR="00766774">
        <w:t xml:space="preserve">, </w:t>
      </w:r>
      <w:r w:rsidRPr="00115F49">
        <w:t>la première</w:t>
      </w:r>
      <w:r w:rsidR="00766774">
        <w:t xml:space="preserve">, </w:t>
      </w:r>
      <w:r w:rsidRPr="00115F49">
        <w:t>avait surgi des solitudes la veille</w:t>
      </w:r>
      <w:r w:rsidR="00766774">
        <w:t xml:space="preserve">. </w:t>
      </w:r>
      <w:r w:rsidRPr="00115F49">
        <w:t>Elle était là</w:t>
      </w:r>
      <w:r w:rsidR="00766774">
        <w:t xml:space="preserve">, </w:t>
      </w:r>
      <w:r w:rsidRPr="00115F49">
        <w:t>avec son béret de neige tiré sur son œil</w:t>
      </w:r>
      <w:r w:rsidR="00766774">
        <w:t xml:space="preserve"> ; </w:t>
      </w:r>
      <w:r w:rsidRPr="00115F49">
        <w:t>pareille à ce qu</w:t>
      </w:r>
      <w:r w:rsidR="00766774">
        <w:t>’</w:t>
      </w:r>
      <w:r w:rsidRPr="00115F49">
        <w:t>elle était</w:t>
      </w:r>
      <w:r w:rsidR="00766774">
        <w:t xml:space="preserve">. </w:t>
      </w:r>
      <w:r w:rsidRPr="00115F49">
        <w:t>Il n</w:t>
      </w:r>
      <w:r w:rsidR="00766774">
        <w:t>’</w:t>
      </w:r>
      <w:r w:rsidRPr="00115F49">
        <w:t>y avait que l</w:t>
      </w:r>
      <w:r w:rsidR="00766774">
        <w:t>’</w:t>
      </w:r>
      <w:r w:rsidRPr="00115F49">
        <w:t>homme et moi qui marchions à rebours</w:t>
      </w:r>
      <w:r w:rsidR="00766774">
        <w:t xml:space="preserve">. </w:t>
      </w:r>
      <w:r w:rsidRPr="00115F49">
        <w:t>Et Langlois avec son bonnet de police</w:t>
      </w:r>
      <w:r w:rsidR="00766774">
        <w:t>.</w:t>
      </w:r>
    </w:p>
    <w:p w14:paraId="2994F5B0" w14:textId="77777777" w:rsidR="00766774" w:rsidRDefault="00115F49" w:rsidP="00115F49">
      <w:r w:rsidRPr="00115F49">
        <w:t>Nous avions repris le chemin forestier</w:t>
      </w:r>
      <w:r w:rsidR="00766774">
        <w:t xml:space="preserve">. </w:t>
      </w:r>
      <w:r w:rsidRPr="00115F49">
        <w:t>Et les détours nous masquaient parfois l</w:t>
      </w:r>
      <w:r w:rsidR="00766774">
        <w:t>’</w:t>
      </w:r>
      <w:r w:rsidRPr="00115F49">
        <w:t>homme</w:t>
      </w:r>
      <w:r w:rsidR="00766774">
        <w:t xml:space="preserve">, </w:t>
      </w:r>
      <w:r w:rsidRPr="00115F49">
        <w:t>parfois Langlois</w:t>
      </w:r>
      <w:r w:rsidR="00766774">
        <w:t xml:space="preserve">. </w:t>
      </w:r>
      <w:r w:rsidRPr="00115F49">
        <w:t>À un de ces détours</w:t>
      </w:r>
      <w:r w:rsidR="00766774">
        <w:t xml:space="preserve">, </w:t>
      </w:r>
      <w:r w:rsidRPr="00115F49">
        <w:t>nous avons trouvé Langlois arrêté</w:t>
      </w:r>
      <w:r w:rsidR="00766774">
        <w:t xml:space="preserve">. </w:t>
      </w:r>
      <w:r w:rsidRPr="00115F49">
        <w:t>Quand nous arrivons à sa hauteur il nous dit</w:t>
      </w:r>
      <w:r w:rsidR="00766774">
        <w:t xml:space="preserve"> : </w:t>
      </w:r>
      <w:r w:rsidRPr="00115F49">
        <w:t>halte</w:t>
      </w:r>
      <w:r w:rsidR="00766774">
        <w:t> !</w:t>
      </w:r>
    </w:p>
    <w:p w14:paraId="52A22E6A" w14:textId="77777777" w:rsidR="00766774" w:rsidRDefault="00115F49" w:rsidP="00115F49">
      <w:r w:rsidRPr="00115F49">
        <w:t>Là-bas</w:t>
      </w:r>
      <w:r w:rsidR="00766774">
        <w:t xml:space="preserve">, </w:t>
      </w:r>
      <w:r w:rsidRPr="00115F49">
        <w:t>en face</w:t>
      </w:r>
      <w:r w:rsidR="00766774">
        <w:t xml:space="preserve">, </w:t>
      </w:r>
      <w:r w:rsidRPr="00115F49">
        <w:t>à une cinquantaine de mètres</w:t>
      </w:r>
      <w:r w:rsidR="00766774">
        <w:t xml:space="preserve">, </w:t>
      </w:r>
      <w:r w:rsidRPr="00115F49">
        <w:t>l</w:t>
      </w:r>
      <w:r w:rsidR="00766774">
        <w:t>’</w:t>
      </w:r>
      <w:r w:rsidRPr="00115F49">
        <w:t>homme</w:t>
      </w:r>
      <w:r w:rsidR="00766774">
        <w:t xml:space="preserve">, </w:t>
      </w:r>
      <w:r w:rsidRPr="00115F49">
        <w:t>debout</w:t>
      </w:r>
      <w:r w:rsidR="00766774">
        <w:t xml:space="preserve">, </w:t>
      </w:r>
      <w:r w:rsidRPr="00115F49">
        <w:t>adossé au tronc d</w:t>
      </w:r>
      <w:r w:rsidR="00766774">
        <w:t>’</w:t>
      </w:r>
      <w:r w:rsidRPr="00115F49">
        <w:t>un hêtre</w:t>
      </w:r>
      <w:r w:rsidR="00766774">
        <w:t xml:space="preserve">, </w:t>
      </w:r>
      <w:r w:rsidRPr="00115F49">
        <w:t>nous regardait</w:t>
      </w:r>
      <w:r w:rsidR="00766774">
        <w:t>.</w:t>
      </w:r>
    </w:p>
    <w:p w14:paraId="32DB6B4E" w14:textId="77777777" w:rsidR="006B190B" w:rsidRDefault="00115F49" w:rsidP="00115F49">
      <w:r w:rsidRPr="00115F49">
        <w:t>Nous sommes restés ainsi un petit moment face à face</w:t>
      </w:r>
      <w:r w:rsidR="00766774">
        <w:t xml:space="preserve">, </w:t>
      </w:r>
      <w:r w:rsidRPr="00115F49">
        <w:t>à travers cinquante mètres</w:t>
      </w:r>
      <w:r w:rsidR="00766774">
        <w:t xml:space="preserve">. </w:t>
      </w:r>
      <w:r w:rsidRPr="00115F49">
        <w:t>Puis Langlois s</w:t>
      </w:r>
      <w:r w:rsidR="00766774">
        <w:t>’</w:t>
      </w:r>
      <w:r w:rsidRPr="00115F49">
        <w:t>est avancé</w:t>
      </w:r>
      <w:r w:rsidR="00766774">
        <w:t xml:space="preserve">, </w:t>
      </w:r>
      <w:r w:rsidRPr="00115F49">
        <w:t>pas à pas</w:t>
      </w:r>
      <w:r w:rsidR="00766774">
        <w:t xml:space="preserve">, </w:t>
      </w:r>
      <w:r w:rsidRPr="00115F49">
        <w:t>jusqu</w:t>
      </w:r>
      <w:r w:rsidR="00766774">
        <w:t>’</w:t>
      </w:r>
      <w:r w:rsidRPr="00115F49">
        <w:t>à être à trois pas en face de l</w:t>
      </w:r>
      <w:r w:rsidR="00766774">
        <w:t>’</w:t>
      </w:r>
      <w:r w:rsidRPr="00115F49">
        <w:t>homme</w:t>
      </w:r>
      <w:r w:rsidR="00766774">
        <w:t xml:space="preserve">. </w:t>
      </w:r>
      <w:r w:rsidRPr="00115F49">
        <w:t>Là</w:t>
      </w:r>
      <w:r w:rsidR="00766774">
        <w:t xml:space="preserve">, </w:t>
      </w:r>
      <w:r w:rsidRPr="00115F49">
        <w:t>ils eurent l</w:t>
      </w:r>
      <w:r w:rsidR="00766774">
        <w:t>’</w:t>
      </w:r>
      <w:r w:rsidRPr="00115F49">
        <w:t>air de se mettre d</w:t>
      </w:r>
      <w:r w:rsidR="00766774">
        <w:t>’</w:t>
      </w:r>
      <w:r w:rsidRPr="00115F49">
        <w:t>accord</w:t>
      </w:r>
      <w:r w:rsidR="00766774">
        <w:t xml:space="preserve">, </w:t>
      </w:r>
      <w:r w:rsidRPr="00115F49">
        <w:t>une fois de plus</w:t>
      </w:r>
      <w:r w:rsidR="00766774">
        <w:t xml:space="preserve">, </w:t>
      </w:r>
      <w:r w:rsidRPr="00115F49">
        <w:t>l</w:t>
      </w:r>
      <w:r w:rsidR="00766774">
        <w:t>’</w:t>
      </w:r>
      <w:r w:rsidRPr="00115F49">
        <w:t>homme et lui</w:t>
      </w:r>
      <w:r w:rsidR="00766774">
        <w:t xml:space="preserve">, </w:t>
      </w:r>
      <w:r w:rsidRPr="00115F49">
        <w:t>sans paroles</w:t>
      </w:r>
      <w:r w:rsidR="00766774">
        <w:t xml:space="preserve">. </w:t>
      </w:r>
      <w:r w:rsidRPr="00115F49">
        <w:t>Et</w:t>
      </w:r>
      <w:r w:rsidR="00766774">
        <w:t xml:space="preserve">, </w:t>
      </w:r>
      <w:r w:rsidRPr="00115F49">
        <w:t>au moment où</w:t>
      </w:r>
      <w:r w:rsidR="00766774">
        <w:t xml:space="preserve">, </w:t>
      </w:r>
      <w:r w:rsidRPr="00115F49">
        <w:t>vraiment</w:t>
      </w:r>
      <w:r w:rsidR="00766774">
        <w:t xml:space="preserve">, </w:t>
      </w:r>
      <w:r w:rsidRPr="00115F49">
        <w:t>on n</w:t>
      </w:r>
      <w:r w:rsidR="00766774">
        <w:t>’</w:t>
      </w:r>
      <w:r w:rsidRPr="00115F49">
        <w:t>allait plus pouvoir supporter d</w:t>
      </w:r>
      <w:r w:rsidR="00766774">
        <w:t>’</w:t>
      </w:r>
      <w:r w:rsidRPr="00115F49">
        <w:t>être là</w:t>
      </w:r>
      <w:r w:rsidR="00766774">
        <w:t xml:space="preserve">, </w:t>
      </w:r>
      <w:r w:rsidRPr="00115F49">
        <w:t>où l</w:t>
      </w:r>
      <w:r w:rsidR="00766774">
        <w:t>’</w:t>
      </w:r>
      <w:r w:rsidRPr="00115F49">
        <w:t>on allait crier</w:t>
      </w:r>
      <w:r w:rsidR="00766774">
        <w:t> : « </w:t>
      </w:r>
      <w:r w:rsidRPr="00115F49">
        <w:t>Alors</w:t>
      </w:r>
      <w:r w:rsidR="00766774">
        <w:t xml:space="preserve">, </w:t>
      </w:r>
      <w:r w:rsidRPr="00115F49">
        <w:t>qu</w:t>
      </w:r>
      <w:r w:rsidR="00766774">
        <w:t>’</w:t>
      </w:r>
      <w:r w:rsidRPr="00115F49">
        <w:t>est-ce que vous faites</w:t>
      </w:r>
      <w:r w:rsidR="00766774">
        <w:t xml:space="preserve"> ? », </w:t>
      </w:r>
      <w:r w:rsidRPr="00115F49">
        <w:t xml:space="preserve">il y eut une grosse détonation </w:t>
      </w:r>
      <w:r w:rsidRPr="00115F49">
        <w:lastRenderedPageBreak/>
        <w:t>et l</w:t>
      </w:r>
      <w:r w:rsidR="00766774">
        <w:t>’</w:t>
      </w:r>
      <w:r w:rsidRPr="00115F49">
        <w:t>homme tomba</w:t>
      </w:r>
      <w:r w:rsidR="00766774">
        <w:t xml:space="preserve">. </w:t>
      </w:r>
      <w:r w:rsidRPr="00115F49">
        <w:t>Langlois lui avait tiré deux coups de pistolet dans le ventre</w:t>
      </w:r>
      <w:r w:rsidR="00766774">
        <w:t xml:space="preserve"> ; </w:t>
      </w:r>
      <w:r w:rsidRPr="00115F49">
        <w:t>des deux mains</w:t>
      </w:r>
      <w:r w:rsidR="00766774">
        <w:t xml:space="preserve">, </w:t>
      </w:r>
      <w:r w:rsidRPr="00115F49">
        <w:t>en même temps</w:t>
      </w:r>
      <w:r w:rsidR="00766774">
        <w:t>.</w:t>
      </w:r>
    </w:p>
    <w:p w14:paraId="26B05E2A" w14:textId="6132C0CD" w:rsidR="006B190B" w:rsidRDefault="00F910D8" w:rsidP="00115F49">
      <w:r>
        <w:t>— </w:t>
      </w:r>
      <w:r w:rsidR="00115F49" w:rsidRPr="00115F49">
        <w:t>C</w:t>
      </w:r>
      <w:r w:rsidR="00766774">
        <w:t>’</w:t>
      </w:r>
      <w:r w:rsidR="00115F49" w:rsidRPr="00115F49">
        <w:t>est un accident</w:t>
      </w:r>
      <w:r w:rsidR="00766774">
        <w:t xml:space="preserve">, </w:t>
      </w:r>
      <w:r w:rsidR="00115F49" w:rsidRPr="00115F49">
        <w:t>dit Langlois</w:t>
      </w:r>
      <w:r w:rsidR="00766774">
        <w:t>.</w:t>
      </w:r>
    </w:p>
    <w:p w14:paraId="57192808" w14:textId="731B60C5" w:rsidR="00115F49" w:rsidRPr="00115F49" w:rsidRDefault="00115F49" w:rsidP="00115F49">
      <w:r w:rsidRPr="00115F49">
        <w:t>Quant à lui</w:t>
      </w:r>
      <w:r w:rsidR="00766774">
        <w:t xml:space="preserve">, </w:t>
      </w:r>
      <w:r w:rsidRPr="00115F49">
        <w:t>en rentrant chez nous</w:t>
      </w:r>
      <w:r w:rsidR="00766774">
        <w:t xml:space="preserve">, </w:t>
      </w:r>
      <w:r w:rsidRPr="00115F49">
        <w:t>il trouva la lettre de démission qu</w:t>
      </w:r>
      <w:r w:rsidR="00766774">
        <w:t>’</w:t>
      </w:r>
      <w:r w:rsidRPr="00115F49">
        <w:t>il avait commencé à rédiger</w:t>
      </w:r>
      <w:r w:rsidR="00766774">
        <w:t xml:space="preserve"> ; </w:t>
      </w:r>
      <w:r w:rsidRPr="00115F49">
        <w:t>il ajouta</w:t>
      </w:r>
      <w:r w:rsidR="00766774">
        <w:t> : « </w:t>
      </w:r>
      <w:r w:rsidRPr="00115F49">
        <w:t>Manque de sang-froid regrettable dans le service</w:t>
      </w:r>
      <w:r w:rsidR="00766774">
        <w:t xml:space="preserve">… </w:t>
      </w:r>
      <w:r w:rsidRPr="00115F49">
        <w:t>détentes de pistolets trop usées qu</w:t>
      </w:r>
      <w:r w:rsidR="00766774">
        <w:t>’</w:t>
      </w:r>
      <w:r w:rsidRPr="00115F49">
        <w:t>un examen soigneux des armes aurait dû déceler ont causé ce terrible accident pour lequel je suis sans excuse</w:t>
      </w:r>
      <w:r w:rsidR="00766774">
        <w:t>. »</w:t>
      </w:r>
    </w:p>
    <w:p w14:paraId="7B218C46" w14:textId="77777777" w:rsidR="00766774" w:rsidRDefault="00115F49" w:rsidP="00115F49">
      <w:r w:rsidRPr="00115F49">
        <w:t>Il mit sa lettre sous enveloppe et l</w:t>
      </w:r>
      <w:r w:rsidR="00766774">
        <w:t>’</w:t>
      </w:r>
      <w:r w:rsidRPr="00115F49">
        <w:t>envoya</w:t>
      </w:r>
      <w:r w:rsidR="00766774">
        <w:t>.</w:t>
      </w:r>
    </w:p>
    <w:p w14:paraId="510F63AC" w14:textId="77777777" w:rsidR="00766774" w:rsidRDefault="00115F49" w:rsidP="00BE2118">
      <w:pPr>
        <w:pStyle w:val="NormalEspAvtGrand"/>
      </w:pPr>
      <w:r w:rsidRPr="00115F49">
        <w:t>J</w:t>
      </w:r>
      <w:r w:rsidR="00766774">
        <w:t>’</w:t>
      </w:r>
      <w:r w:rsidRPr="00115F49">
        <w:t>ai eu de longs échos de ce Langlois par la suite</w:t>
      </w:r>
      <w:r w:rsidR="00766774">
        <w:t xml:space="preserve">. </w:t>
      </w:r>
      <w:r w:rsidRPr="00115F49">
        <w:t>À une certaine époque</w:t>
      </w:r>
      <w:r w:rsidR="00766774">
        <w:t xml:space="preserve">, </w:t>
      </w:r>
      <w:r w:rsidRPr="00115F49">
        <w:t>il y a plus de trente ans</w:t>
      </w:r>
      <w:r w:rsidR="00766774">
        <w:t xml:space="preserve">, </w:t>
      </w:r>
      <w:r w:rsidRPr="00115F49">
        <w:t>le banc de pierre</w:t>
      </w:r>
      <w:r w:rsidR="00766774">
        <w:t xml:space="preserve">, </w:t>
      </w:r>
      <w:r w:rsidRPr="00115F49">
        <w:t>sous les tilleuls</w:t>
      </w:r>
      <w:r w:rsidR="00766774">
        <w:t xml:space="preserve">, </w:t>
      </w:r>
      <w:r w:rsidRPr="00115F49">
        <w:t>était plein de vieillards qui savaient vieillir</w:t>
      </w:r>
      <w:r w:rsidR="00766774">
        <w:t xml:space="preserve">. </w:t>
      </w:r>
      <w:r w:rsidRPr="00115F49">
        <w:t>Voilà ce qu</w:t>
      </w:r>
      <w:r w:rsidR="00766774">
        <w:t>’</w:t>
      </w:r>
      <w:r w:rsidRPr="00115F49">
        <w:t>ils me dirent</w:t>
      </w:r>
      <w:r w:rsidR="00766774">
        <w:t xml:space="preserve">, </w:t>
      </w:r>
      <w:r w:rsidRPr="00115F49">
        <w:t>tantôt l</w:t>
      </w:r>
      <w:r w:rsidR="00766774">
        <w:t>’</w:t>
      </w:r>
      <w:r w:rsidRPr="00115F49">
        <w:t>un</w:t>
      </w:r>
      <w:r w:rsidR="00766774">
        <w:t xml:space="preserve">, </w:t>
      </w:r>
      <w:r w:rsidRPr="00115F49">
        <w:t>tantôt l</w:t>
      </w:r>
      <w:r w:rsidR="00766774">
        <w:t>’</w:t>
      </w:r>
      <w:r w:rsidRPr="00115F49">
        <w:t>autre</w:t>
      </w:r>
      <w:r w:rsidR="00766774">
        <w:t>.</w:t>
      </w:r>
    </w:p>
    <w:p w14:paraId="566F9C45" w14:textId="77777777" w:rsidR="00766774" w:rsidRDefault="00766774" w:rsidP="00115F49">
      <w:r>
        <w:t>— </w:t>
      </w:r>
      <w:r w:rsidR="00115F49" w:rsidRPr="00115F49">
        <w:t>Ici</w:t>
      </w:r>
      <w:r>
        <w:t xml:space="preserve">, </w:t>
      </w:r>
      <w:r w:rsidR="00115F49" w:rsidRPr="00115F49">
        <w:t>le travail nous guérit de tout</w:t>
      </w:r>
      <w:r>
        <w:t xml:space="preserve">, </w:t>
      </w:r>
      <w:r w:rsidR="00115F49" w:rsidRPr="00115F49">
        <w:t>dirent-ils</w:t>
      </w:r>
      <w:r>
        <w:t xml:space="preserve">, </w:t>
      </w:r>
      <w:r w:rsidR="00115F49" w:rsidRPr="00115F49">
        <w:t>et</w:t>
      </w:r>
      <w:r>
        <w:t xml:space="preserve">, </w:t>
      </w:r>
      <w:r w:rsidR="00115F49" w:rsidRPr="00115F49">
        <w:t>un an après</w:t>
      </w:r>
      <w:r>
        <w:t xml:space="preserve">, </w:t>
      </w:r>
      <w:r w:rsidR="00115F49" w:rsidRPr="00115F49">
        <w:t>en 46</w:t>
      </w:r>
      <w:r>
        <w:t xml:space="preserve">, </w:t>
      </w:r>
      <w:r w:rsidR="00115F49" w:rsidRPr="00115F49">
        <w:t>il fallut faire effort pour reconnaître Langlois qui retournait chez nous</w:t>
      </w:r>
      <w:r>
        <w:t xml:space="preserve">. </w:t>
      </w:r>
      <w:r w:rsidR="00115F49" w:rsidRPr="00115F49">
        <w:t>Il est vrai qu</w:t>
      </w:r>
      <w:r>
        <w:t>’</w:t>
      </w:r>
      <w:r w:rsidR="00115F49" w:rsidRPr="00115F49">
        <w:t>il était changé</w:t>
      </w:r>
      <w:r>
        <w:t>.</w:t>
      </w:r>
    </w:p>
    <w:p w14:paraId="12CAD44B" w14:textId="77777777" w:rsidR="00766774" w:rsidRDefault="00115F49" w:rsidP="00115F49">
      <w:r w:rsidRPr="00115F49">
        <w:t>C</w:t>
      </w:r>
      <w:r w:rsidR="00766774">
        <w:t>’</w:t>
      </w:r>
      <w:r w:rsidRPr="00115F49">
        <w:t>était vers la fin du printemps</w:t>
      </w:r>
      <w:r w:rsidR="00766774">
        <w:t xml:space="preserve">, </w:t>
      </w:r>
      <w:r w:rsidRPr="00115F49">
        <w:t>au crépuscule du soir</w:t>
      </w:r>
      <w:r w:rsidR="00766774">
        <w:t xml:space="preserve">. </w:t>
      </w:r>
      <w:r w:rsidRPr="00115F49">
        <w:t>Un très beau crépuscule que nous avons souvent</w:t>
      </w:r>
      <w:r w:rsidR="00766774">
        <w:t xml:space="preserve"> : </w:t>
      </w:r>
      <w:r w:rsidRPr="00115F49">
        <w:t>gentiane et or</w:t>
      </w:r>
      <w:r w:rsidR="00766774">
        <w:t xml:space="preserve">. </w:t>
      </w:r>
      <w:r w:rsidRPr="00115F49">
        <w:t>On se préparait aux grands travaux de l</w:t>
      </w:r>
      <w:r w:rsidR="00766774">
        <w:t>’</w:t>
      </w:r>
      <w:r w:rsidRPr="00115F49">
        <w:t>été et</w:t>
      </w:r>
      <w:r w:rsidR="00766774">
        <w:t xml:space="preserve">, </w:t>
      </w:r>
      <w:r w:rsidRPr="00115F49">
        <w:t>présentement</w:t>
      </w:r>
      <w:r w:rsidR="00766774">
        <w:t xml:space="preserve">, </w:t>
      </w:r>
      <w:r w:rsidRPr="00115F49">
        <w:t>on farfouillait un tout petit peu dans les jardins potagers au lieu-dit Pré-Villars</w:t>
      </w:r>
      <w:r w:rsidR="00766774">
        <w:t xml:space="preserve">, </w:t>
      </w:r>
      <w:r w:rsidRPr="00115F49">
        <w:t>dans la boucle de la route de Saint-Maurice</w:t>
      </w:r>
      <w:r w:rsidR="00766774">
        <w:t xml:space="preserve">. </w:t>
      </w:r>
      <w:r w:rsidRPr="00115F49">
        <w:t>À cet endroit-là</w:t>
      </w:r>
      <w:r w:rsidR="00766774">
        <w:t xml:space="preserve">, </w:t>
      </w:r>
      <w:r w:rsidRPr="00115F49">
        <w:t>la route débouche d</w:t>
      </w:r>
      <w:r w:rsidR="00766774">
        <w:t>’</w:t>
      </w:r>
      <w:r w:rsidRPr="00115F49">
        <w:t>une tranchée</w:t>
      </w:r>
      <w:r w:rsidR="00766774">
        <w:t xml:space="preserve">, </w:t>
      </w:r>
      <w:r w:rsidRPr="00115F49">
        <w:t>au-dessus d</w:t>
      </w:r>
      <w:r w:rsidR="00766774">
        <w:t>’</w:t>
      </w:r>
      <w:r w:rsidRPr="00115F49">
        <w:t>une cuvette dans laquelle tout le village a ses potagers</w:t>
      </w:r>
      <w:r w:rsidR="00766774">
        <w:t xml:space="preserve">, </w:t>
      </w:r>
      <w:r w:rsidRPr="00115F49">
        <w:t>et pour aller entrer au village</w:t>
      </w:r>
      <w:r w:rsidR="00766774">
        <w:t xml:space="preserve">, </w:t>
      </w:r>
      <w:r w:rsidRPr="00115F49">
        <w:t>la route fait le tour de cette cuvette</w:t>
      </w:r>
      <w:r w:rsidR="00766774">
        <w:t xml:space="preserve">, </w:t>
      </w:r>
      <w:r w:rsidRPr="00115F49">
        <w:t>presque un rond complet</w:t>
      </w:r>
      <w:r w:rsidR="00766774">
        <w:t>.</w:t>
      </w:r>
    </w:p>
    <w:p w14:paraId="0A3EF0D4" w14:textId="77777777" w:rsidR="00766774" w:rsidRDefault="00115F49" w:rsidP="00115F49">
      <w:r w:rsidRPr="00115F49">
        <w:lastRenderedPageBreak/>
        <w:t>Il ne s</w:t>
      </w:r>
      <w:r w:rsidR="00766774">
        <w:t>’</w:t>
      </w:r>
      <w:r w:rsidRPr="00115F49">
        <w:t>agissait pas</w:t>
      </w:r>
      <w:r w:rsidR="00766774">
        <w:t xml:space="preserve">, </w:t>
      </w:r>
      <w:r w:rsidRPr="00115F49">
        <w:t>ni à cette heure ni en cette saison</w:t>
      </w:r>
      <w:r w:rsidR="00766774">
        <w:t xml:space="preserve">, </w:t>
      </w:r>
      <w:r w:rsidRPr="00115F49">
        <w:t>de travaux rapides ou qui accaparent votre attention</w:t>
      </w:r>
      <w:r w:rsidR="00766774">
        <w:t xml:space="preserve"> ; </w:t>
      </w:r>
      <w:r w:rsidRPr="00115F49">
        <w:t>c</w:t>
      </w:r>
      <w:r w:rsidR="00766774">
        <w:t>’</w:t>
      </w:r>
      <w:r w:rsidRPr="00115F49">
        <w:t>étaient des rigoles d</w:t>
      </w:r>
      <w:r w:rsidR="00766774">
        <w:t>’</w:t>
      </w:r>
      <w:r w:rsidRPr="00115F49">
        <w:t>arrosage qu</w:t>
      </w:r>
      <w:r w:rsidR="00766774">
        <w:t>’</w:t>
      </w:r>
      <w:r w:rsidRPr="00115F49">
        <w:t>on faisait</w:t>
      </w:r>
      <w:r w:rsidR="00766774">
        <w:t xml:space="preserve">, </w:t>
      </w:r>
      <w:r w:rsidRPr="00115F49">
        <w:t>ou bien on buttait</w:t>
      </w:r>
      <w:r w:rsidR="00766774">
        <w:t xml:space="preserve"> ; </w:t>
      </w:r>
      <w:r w:rsidRPr="00115F49">
        <w:t>ce qui permet de lever souvent la tête</w:t>
      </w:r>
      <w:r w:rsidR="00766774">
        <w:t xml:space="preserve">. </w:t>
      </w:r>
      <w:r w:rsidRPr="00115F49">
        <w:t>Surtout dans ces beaux soirs de velours</w:t>
      </w:r>
      <w:r w:rsidR="00766774">
        <w:t>.</w:t>
      </w:r>
    </w:p>
    <w:p w14:paraId="2BA9B59B" w14:textId="77777777" w:rsidR="00766774" w:rsidRDefault="00115F49" w:rsidP="00115F49">
      <w:r w:rsidRPr="00115F49">
        <w:t>C</w:t>
      </w:r>
      <w:r w:rsidR="00766774">
        <w:t>’</w:t>
      </w:r>
      <w:r w:rsidRPr="00115F49">
        <w:t>est ainsi qu</w:t>
      </w:r>
      <w:r w:rsidR="00766774">
        <w:t>’</w:t>
      </w:r>
      <w:r w:rsidRPr="00115F49">
        <w:t>on vit déboucher de la tranchée un cavalier qui venait de Saint-Maurice</w:t>
      </w:r>
      <w:r w:rsidR="00766774">
        <w:t xml:space="preserve">. </w:t>
      </w:r>
      <w:r w:rsidRPr="00115F49">
        <w:t>Il montait un cheval vraiment très attirant dans lequel on sentait beaucoup de nerfs</w:t>
      </w:r>
      <w:r w:rsidR="00766774">
        <w:t xml:space="preserve">, </w:t>
      </w:r>
      <w:r w:rsidRPr="00115F49">
        <w:t>de courbettes et de pétarades que le cavalier dominait fort bien</w:t>
      </w:r>
      <w:r w:rsidR="00766774">
        <w:t xml:space="preserve">, </w:t>
      </w:r>
      <w:r w:rsidRPr="00115F49">
        <w:t>n</w:t>
      </w:r>
      <w:r w:rsidR="00766774">
        <w:t>’</w:t>
      </w:r>
      <w:r w:rsidRPr="00115F49">
        <w:t>en laissant passer d</w:t>
      </w:r>
      <w:r w:rsidR="00766774">
        <w:t>’</w:t>
      </w:r>
      <w:r w:rsidRPr="00115F49">
        <w:t>entre ses jambes que juste ce qu</w:t>
      </w:r>
      <w:r w:rsidR="00766774">
        <w:t>’</w:t>
      </w:r>
      <w:r w:rsidRPr="00115F49">
        <w:t>il fallait pour une très jolie parade</w:t>
      </w:r>
      <w:r w:rsidR="00766774">
        <w:t xml:space="preserve">. </w:t>
      </w:r>
      <w:r w:rsidRPr="00115F49">
        <w:t>Le cavalier avait une redingote boutonnée jusqu</w:t>
      </w:r>
      <w:r w:rsidR="00766774">
        <w:t>’</w:t>
      </w:r>
      <w:r w:rsidRPr="00115F49">
        <w:t>au cou</w:t>
      </w:r>
      <w:r w:rsidR="00766774">
        <w:t xml:space="preserve">, </w:t>
      </w:r>
      <w:r w:rsidRPr="00115F49">
        <w:t>sanglée très étroit</w:t>
      </w:r>
      <w:r w:rsidR="00766774">
        <w:t xml:space="preserve">, </w:t>
      </w:r>
      <w:r w:rsidRPr="00115F49">
        <w:t>sans brandebourgs</w:t>
      </w:r>
      <w:r w:rsidR="00766774">
        <w:t xml:space="preserve">, </w:t>
      </w:r>
      <w:r w:rsidRPr="00115F49">
        <w:t>mais un gibus tromblon d</w:t>
      </w:r>
      <w:r w:rsidR="00766774">
        <w:t>’</w:t>
      </w:r>
      <w:r w:rsidRPr="00115F49">
        <w:t>une insolence rare</w:t>
      </w:r>
      <w:r w:rsidR="00766774">
        <w:t xml:space="preserve">. </w:t>
      </w:r>
      <w:r w:rsidRPr="00115F49">
        <w:t>Les dimensions</w:t>
      </w:r>
      <w:r w:rsidR="00766774">
        <w:t xml:space="preserve">, </w:t>
      </w:r>
      <w:r w:rsidRPr="00115F49">
        <w:t>les courbures</w:t>
      </w:r>
      <w:r w:rsidR="00766774">
        <w:t xml:space="preserve">, </w:t>
      </w:r>
      <w:r w:rsidRPr="00115F49">
        <w:t>le poil</w:t>
      </w:r>
      <w:r w:rsidR="00766774">
        <w:t xml:space="preserve">, </w:t>
      </w:r>
      <w:r w:rsidRPr="00115F49">
        <w:t>la façon dont il était posé de côté</w:t>
      </w:r>
      <w:r w:rsidR="00766774">
        <w:t xml:space="preserve">, </w:t>
      </w:r>
      <w:r w:rsidRPr="00115F49">
        <w:t>quoique un peu sur le front</w:t>
      </w:r>
      <w:r w:rsidR="00766774">
        <w:t xml:space="preserve">, </w:t>
      </w:r>
      <w:r w:rsidRPr="00115F49">
        <w:t>l</w:t>
      </w:r>
      <w:r w:rsidR="00766774">
        <w:t>’</w:t>
      </w:r>
      <w:r w:rsidRPr="00115F49">
        <w:t>habileté qu</w:t>
      </w:r>
      <w:r w:rsidR="00766774">
        <w:t>’</w:t>
      </w:r>
      <w:r w:rsidRPr="00115F49">
        <w:t>il fallait pour le porter en équilibre constant dans les voltes et passes à droite du cheval</w:t>
      </w:r>
      <w:r w:rsidR="00766774">
        <w:t xml:space="preserve">, </w:t>
      </w:r>
      <w:r w:rsidRPr="00115F49">
        <w:t>faisaient de ce chapeau comme un coup de pied au cul collectif et circulaire à tous ceux qui le regardaient</w:t>
      </w:r>
      <w:r w:rsidR="00766774">
        <w:t>.</w:t>
      </w:r>
    </w:p>
    <w:p w14:paraId="28A8C4D1" w14:textId="77777777" w:rsidR="00766774" w:rsidRDefault="00115F49" w:rsidP="00115F49">
      <w:r w:rsidRPr="00115F49">
        <w:t>Vous pensez bien qu</w:t>
      </w:r>
      <w:r w:rsidR="00766774">
        <w:t>’</w:t>
      </w:r>
      <w:r w:rsidRPr="00115F49">
        <w:t>on ne le perdit pas de l</w:t>
      </w:r>
      <w:r w:rsidR="00766774">
        <w:t>’</w:t>
      </w:r>
      <w:r w:rsidRPr="00115F49">
        <w:t>œil pendant qu</w:t>
      </w:r>
      <w:r w:rsidR="00766774">
        <w:t>’</w:t>
      </w:r>
      <w:r w:rsidRPr="00115F49">
        <w:t>il tournait avec la route autour de Pré-Villars</w:t>
      </w:r>
      <w:r w:rsidR="00766774">
        <w:t xml:space="preserve">. </w:t>
      </w:r>
      <w:r w:rsidRPr="00115F49">
        <w:t>Nous n</w:t>
      </w:r>
      <w:r w:rsidR="00766774">
        <w:t>’</w:t>
      </w:r>
      <w:r w:rsidRPr="00115F49">
        <w:t>avions pas l</w:t>
      </w:r>
      <w:r w:rsidR="00766774">
        <w:t>’</w:t>
      </w:r>
      <w:r w:rsidRPr="00115F49">
        <w:t>habitude d</w:t>
      </w:r>
      <w:r w:rsidR="00766774">
        <w:t>’</w:t>
      </w:r>
      <w:r w:rsidRPr="00115F49">
        <w:t>être ainsi chatouillés sur nos terres</w:t>
      </w:r>
      <w:r w:rsidR="00766774">
        <w:t xml:space="preserve">. </w:t>
      </w:r>
      <w:r w:rsidRPr="00115F49">
        <w:t>On se dit</w:t>
      </w:r>
      <w:r w:rsidR="00766774">
        <w:t> : « </w:t>
      </w:r>
      <w:r w:rsidRPr="00115F49">
        <w:t>En voilà un</w:t>
      </w:r>
      <w:r w:rsidR="00766774">
        <w:t xml:space="preserve"> ! », </w:t>
      </w:r>
      <w:r w:rsidRPr="00115F49">
        <w:t>on ne savait pas de quoi</w:t>
      </w:r>
      <w:r w:rsidR="00766774">
        <w:t xml:space="preserve">, </w:t>
      </w:r>
      <w:r w:rsidRPr="00115F49">
        <w:t>mais c</w:t>
      </w:r>
      <w:r w:rsidR="00766774">
        <w:t>’</w:t>
      </w:r>
      <w:r w:rsidRPr="00115F49">
        <w:t>en était un sûrement</w:t>
      </w:r>
      <w:r w:rsidR="00766774">
        <w:t>.</w:t>
      </w:r>
    </w:p>
    <w:p w14:paraId="6D9340AB" w14:textId="77777777" w:rsidR="00766774" w:rsidRDefault="00115F49" w:rsidP="00115F49">
      <w:r w:rsidRPr="00115F49">
        <w:t>Non</w:t>
      </w:r>
      <w:r w:rsidR="00766774">
        <w:t xml:space="preserve">, </w:t>
      </w:r>
      <w:r w:rsidRPr="00115F49">
        <w:t>ça n</w:t>
      </w:r>
      <w:r w:rsidR="00766774">
        <w:t>’</w:t>
      </w:r>
      <w:r w:rsidRPr="00115F49">
        <w:t>en était pas un</w:t>
      </w:r>
      <w:r w:rsidR="00766774">
        <w:t xml:space="preserve"> : </w:t>
      </w:r>
      <w:r w:rsidRPr="00115F49">
        <w:t>c</w:t>
      </w:r>
      <w:r w:rsidR="00766774">
        <w:t>’</w:t>
      </w:r>
      <w:r w:rsidRPr="00115F49">
        <w:t>était Langlois</w:t>
      </w:r>
      <w:r w:rsidR="00766774">
        <w:t xml:space="preserve">. </w:t>
      </w:r>
      <w:r w:rsidRPr="00115F49">
        <w:t>On le fêta</w:t>
      </w:r>
      <w:r w:rsidR="00766774">
        <w:t xml:space="preserve">, </w:t>
      </w:r>
      <w:r w:rsidRPr="00115F49">
        <w:t>mais il rompit les fêtes avant qu</w:t>
      </w:r>
      <w:r w:rsidR="00766774">
        <w:t>’</w:t>
      </w:r>
      <w:r w:rsidRPr="00115F49">
        <w:t>on puisse lui frapper sur l</w:t>
      </w:r>
      <w:r w:rsidR="00766774">
        <w:t>’</w:t>
      </w:r>
      <w:r w:rsidRPr="00115F49">
        <w:t>épaule</w:t>
      </w:r>
      <w:r w:rsidR="00766774">
        <w:t xml:space="preserve"> ; </w:t>
      </w:r>
      <w:r w:rsidRPr="00115F49">
        <w:t>ce qu</w:t>
      </w:r>
      <w:r w:rsidR="00766774">
        <w:t>’</w:t>
      </w:r>
      <w:r w:rsidRPr="00115F49">
        <w:t>on aurait bien aimé faire</w:t>
      </w:r>
      <w:r w:rsidR="00766774">
        <w:t xml:space="preserve">. </w:t>
      </w:r>
      <w:r w:rsidRPr="00115F49">
        <w:t>Et à peine s</w:t>
      </w:r>
      <w:r w:rsidR="00766774">
        <w:t>’</w:t>
      </w:r>
      <w:r w:rsidRPr="00115F49">
        <w:t xml:space="preserve">il dit trois mots à </w:t>
      </w:r>
      <w:r w:rsidR="00766774" w:rsidRPr="00115F49">
        <w:t>Frédéric</w:t>
      </w:r>
      <w:r w:rsidR="00766774">
        <w:t> </w:t>
      </w:r>
      <w:r w:rsidR="00766774" w:rsidRPr="00115F49">
        <w:t>II</w:t>
      </w:r>
      <w:r w:rsidRPr="00115F49">
        <w:t xml:space="preserve"> qui s</w:t>
      </w:r>
      <w:r w:rsidR="00766774">
        <w:t>’</w:t>
      </w:r>
      <w:r w:rsidRPr="00115F49">
        <w:t>était claqué les cuisses en le voyant</w:t>
      </w:r>
      <w:r w:rsidR="00766774">
        <w:t xml:space="preserve">. </w:t>
      </w:r>
      <w:r w:rsidRPr="00115F49">
        <w:t>Trois petits mots</w:t>
      </w:r>
      <w:r w:rsidR="00766774">
        <w:t xml:space="preserve">, </w:t>
      </w:r>
      <w:r w:rsidRPr="00115F49">
        <w:t>et ça n</w:t>
      </w:r>
      <w:r w:rsidR="00766774">
        <w:t>’</w:t>
      </w:r>
      <w:r w:rsidRPr="00115F49">
        <w:t>était ni bonjour</w:t>
      </w:r>
      <w:r w:rsidR="005A19B9">
        <w:t>,</w:t>
      </w:r>
      <w:r w:rsidRPr="00115F49">
        <w:t xml:space="preserve"> ni bonsoir et inattendus à un point qu</w:t>
      </w:r>
      <w:r w:rsidR="00766774">
        <w:t>’</w:t>
      </w:r>
      <w:r w:rsidRPr="00115F49">
        <w:t>on fut même incapable de dire ce que c</w:t>
      </w:r>
      <w:r w:rsidR="00766774">
        <w:t>’</w:t>
      </w:r>
      <w:r w:rsidRPr="00115F49">
        <w:t>était qu</w:t>
      </w:r>
      <w:r w:rsidR="00766774">
        <w:t>’</w:t>
      </w:r>
      <w:r w:rsidRPr="00115F49">
        <w:t>il avait dit</w:t>
      </w:r>
      <w:r w:rsidR="00766774">
        <w:t xml:space="preserve">. </w:t>
      </w:r>
      <w:r w:rsidRPr="00115F49">
        <w:t>Il tourna les talons</w:t>
      </w:r>
      <w:r w:rsidR="00766774">
        <w:t xml:space="preserve">, </w:t>
      </w:r>
      <w:r w:rsidRPr="00115F49">
        <w:t xml:space="preserve">pénétra dans la </w:t>
      </w:r>
      <w:r w:rsidRPr="00115F49">
        <w:lastRenderedPageBreak/>
        <w:t>cuisine de Saucisse</w:t>
      </w:r>
      <w:r w:rsidR="00766774">
        <w:t xml:space="preserve">, </w:t>
      </w:r>
      <w:r w:rsidRPr="00115F49">
        <w:t>ferma derrière lui la porte vitrée à travers laquelle on le vit prendre l</w:t>
      </w:r>
      <w:r w:rsidR="00766774">
        <w:t>’</w:t>
      </w:r>
      <w:r w:rsidRPr="00115F49">
        <w:t>escalier qui montait à la chambre qu</w:t>
      </w:r>
      <w:r w:rsidR="00766774">
        <w:t>’</w:t>
      </w:r>
      <w:r w:rsidRPr="00115F49">
        <w:t>il avait précédemment occupée</w:t>
      </w:r>
      <w:r w:rsidR="00766774">
        <w:t xml:space="preserve">. </w:t>
      </w:r>
      <w:r w:rsidRPr="00115F49">
        <w:t>Saucisse même le regarda avec étonnement</w:t>
      </w:r>
      <w:r w:rsidR="00766774">
        <w:t>.</w:t>
      </w:r>
    </w:p>
    <w:p w14:paraId="4524C98C" w14:textId="77777777" w:rsidR="00766774" w:rsidRDefault="00115F49" w:rsidP="00115F49">
      <w:r w:rsidRPr="00115F49">
        <w:t>Il était en effet bien changé</w:t>
      </w:r>
      <w:r w:rsidR="00766774">
        <w:t xml:space="preserve">. </w:t>
      </w:r>
      <w:r w:rsidRPr="00115F49">
        <w:t>Il n</w:t>
      </w:r>
      <w:r w:rsidR="00766774">
        <w:t>’</w:t>
      </w:r>
      <w:r w:rsidRPr="00115F49">
        <w:t>était pas question de disgrâce et de rancœur car</w:t>
      </w:r>
      <w:r w:rsidR="00766774">
        <w:t xml:space="preserve">, </w:t>
      </w:r>
      <w:r w:rsidRPr="00115F49">
        <w:t>dès le lendemain de son arrivée</w:t>
      </w:r>
      <w:r w:rsidR="00766774">
        <w:t xml:space="preserve">, </w:t>
      </w:r>
      <w:r w:rsidRPr="00115F49">
        <w:t>toujours coiffé de son gibus</w:t>
      </w:r>
      <w:r w:rsidR="00766774">
        <w:t xml:space="preserve"> (</w:t>
      </w:r>
      <w:r w:rsidRPr="00115F49">
        <w:t>dont nous nous disions</w:t>
      </w:r>
      <w:r w:rsidR="00766774">
        <w:t> : « </w:t>
      </w:r>
      <w:r w:rsidRPr="00115F49">
        <w:t>quand même</w:t>
      </w:r>
      <w:r w:rsidR="00766774">
        <w:t xml:space="preserve">, </w:t>
      </w:r>
      <w:r w:rsidRPr="00115F49">
        <w:t>pour nous il aurait pu mettre un autre chapeau</w:t>
      </w:r>
      <w:r w:rsidR="00766774">
        <w:t xml:space="preserve"> ! ») </w:t>
      </w:r>
      <w:r w:rsidRPr="00115F49">
        <w:t>il alla rendre visite au maire pour lui notifier les patentes par lesquelles il était nommé commandant de louveterie</w:t>
      </w:r>
      <w:r w:rsidR="00766774">
        <w:t>.</w:t>
      </w:r>
    </w:p>
    <w:p w14:paraId="2F54C937" w14:textId="77777777" w:rsidR="00766774" w:rsidRDefault="00115F49" w:rsidP="00115F49">
      <w:r w:rsidRPr="00115F49">
        <w:t>Voilà de nouveau des choses bizarres</w:t>
      </w:r>
      <w:r w:rsidR="00766774">
        <w:t xml:space="preserve"> ! </w:t>
      </w:r>
      <w:r w:rsidRPr="00115F49">
        <w:t>Car</w:t>
      </w:r>
      <w:r w:rsidR="00766774">
        <w:t xml:space="preserve">, </w:t>
      </w:r>
      <w:r w:rsidRPr="00115F49">
        <w:t>on avait bien vu dernièrement un lieutenant de louveterie</w:t>
      </w:r>
      <w:r w:rsidR="00766774">
        <w:t xml:space="preserve"> (</w:t>
      </w:r>
      <w:r w:rsidRPr="00115F49">
        <w:t>il était venu avec l</w:t>
      </w:r>
      <w:r w:rsidR="00766774">
        <w:t>’</w:t>
      </w:r>
      <w:r w:rsidRPr="00115F49">
        <w:t>ingénieur des mines de La Mûre et un chocolatier de Grenoble</w:t>
      </w:r>
      <w:r w:rsidR="00766774">
        <w:t xml:space="preserve">, </w:t>
      </w:r>
      <w:r w:rsidRPr="00115F49">
        <w:t>soi-disant pour une battue aux sangliers qui s</w:t>
      </w:r>
      <w:r w:rsidR="00766774">
        <w:t>’</w:t>
      </w:r>
      <w:r w:rsidRPr="00115F49">
        <w:t>était transformée finalement en partie de miroir aux alouettes suivie d</w:t>
      </w:r>
      <w:r w:rsidR="00766774">
        <w:t>’</w:t>
      </w:r>
      <w:r w:rsidRPr="00115F49">
        <w:t>un dîner de garçon</w:t>
      </w:r>
      <w:r w:rsidR="00766774">
        <w:t xml:space="preserve">), </w:t>
      </w:r>
      <w:r w:rsidRPr="00115F49">
        <w:t>mais on n</w:t>
      </w:r>
      <w:r w:rsidR="00766774">
        <w:t>’</w:t>
      </w:r>
      <w:r w:rsidRPr="00115F49">
        <w:t>avait jamais vu de commandant</w:t>
      </w:r>
      <w:r w:rsidR="00766774">
        <w:t xml:space="preserve">. </w:t>
      </w:r>
      <w:r w:rsidRPr="00115F49">
        <w:t>De plus</w:t>
      </w:r>
      <w:r w:rsidR="00766774">
        <w:t xml:space="preserve">, </w:t>
      </w:r>
      <w:r w:rsidRPr="00115F49">
        <w:t>ce lieutenant habitait Mens</w:t>
      </w:r>
      <w:r w:rsidR="00766774">
        <w:t xml:space="preserve">, </w:t>
      </w:r>
      <w:r w:rsidRPr="00115F49">
        <w:t>ce qui</w:t>
      </w:r>
      <w:r w:rsidR="00766774">
        <w:t xml:space="preserve">, </w:t>
      </w:r>
      <w:r w:rsidRPr="00115F49">
        <w:t xml:space="preserve">si </w:t>
      </w:r>
      <w:r w:rsidR="00766774">
        <w:t>M. </w:t>
      </w:r>
      <w:r w:rsidRPr="00115F49">
        <w:t>Barème n</w:t>
      </w:r>
      <w:r w:rsidR="00766774">
        <w:t>’</w:t>
      </w:r>
      <w:r w:rsidRPr="00115F49">
        <w:t>était pas un plaisantin</w:t>
      </w:r>
      <w:r w:rsidR="00766774">
        <w:t xml:space="preserve">, </w:t>
      </w:r>
      <w:r w:rsidRPr="00115F49">
        <w:t>obligeait le commandant à loger au moins à Grenoble</w:t>
      </w:r>
      <w:r w:rsidR="00766774">
        <w:t xml:space="preserve">, </w:t>
      </w:r>
      <w:r w:rsidRPr="00115F49">
        <w:t>n</w:t>
      </w:r>
      <w:r w:rsidR="00766774">
        <w:t>’</w:t>
      </w:r>
      <w:r w:rsidRPr="00115F49">
        <w:t>est-ce pas</w:t>
      </w:r>
      <w:r w:rsidR="00766774">
        <w:t xml:space="preserve"> ? </w:t>
      </w:r>
      <w:r w:rsidRPr="00115F49">
        <w:t>Et dans les beaux quartiers</w:t>
      </w:r>
      <w:r w:rsidR="00766774">
        <w:t xml:space="preserve">. </w:t>
      </w:r>
      <w:r w:rsidRPr="00115F49">
        <w:t>Tandis que</w:t>
      </w:r>
      <w:r w:rsidR="00766774">
        <w:t xml:space="preserve">, </w:t>
      </w:r>
      <w:r w:rsidRPr="00115F49">
        <w:t>celui-là</w:t>
      </w:r>
      <w:r w:rsidR="00766774">
        <w:t xml:space="preserve"> (</w:t>
      </w:r>
      <w:r w:rsidRPr="00115F49">
        <w:t>qui était Langlois</w:t>
      </w:r>
      <w:r w:rsidR="00766774">
        <w:t xml:space="preserve">) </w:t>
      </w:r>
      <w:r w:rsidRPr="00115F49">
        <w:t>dit au maire sa formelle intention d</w:t>
      </w:r>
      <w:r w:rsidR="00766774">
        <w:t>’</w:t>
      </w:r>
      <w:r w:rsidRPr="00115F49">
        <w:t>habiter ici</w:t>
      </w:r>
      <w:r w:rsidR="00766774">
        <w:t xml:space="preserve"> : </w:t>
      </w:r>
      <w:r w:rsidRPr="00115F49">
        <w:t>chez nous</w:t>
      </w:r>
      <w:r w:rsidR="00766774">
        <w:t>.</w:t>
      </w:r>
    </w:p>
    <w:p w14:paraId="62B81626" w14:textId="77777777" w:rsidR="00766774" w:rsidRDefault="00115F49" w:rsidP="00115F49">
      <w:r w:rsidRPr="00115F49">
        <w:t>Nous ne sommes pas fiers de peu</w:t>
      </w:r>
      <w:r w:rsidR="00766774">
        <w:t xml:space="preserve">, </w:t>
      </w:r>
      <w:r w:rsidRPr="00115F49">
        <w:t>d</w:t>
      </w:r>
      <w:r w:rsidR="00766774">
        <w:t>’</w:t>
      </w:r>
      <w:r w:rsidRPr="00115F49">
        <w:t>habitude</w:t>
      </w:r>
      <w:r w:rsidR="00766774">
        <w:t xml:space="preserve"> ; </w:t>
      </w:r>
      <w:r w:rsidRPr="00115F49">
        <w:t>et même</w:t>
      </w:r>
      <w:r w:rsidR="00766774">
        <w:t xml:space="preserve">, </w:t>
      </w:r>
      <w:r w:rsidRPr="00115F49">
        <w:t>quand il y a des occasions de fierté</w:t>
      </w:r>
      <w:r w:rsidR="00766774">
        <w:t xml:space="preserve">, </w:t>
      </w:r>
      <w:r w:rsidRPr="00115F49">
        <w:t>nous les tournons et retournons une bonne douzaine de fois avant de décider que ça en vaut le coup</w:t>
      </w:r>
      <w:r w:rsidR="00766774">
        <w:t xml:space="preserve">. </w:t>
      </w:r>
      <w:r w:rsidRPr="00115F49">
        <w:t>Mais</w:t>
      </w:r>
      <w:r w:rsidR="00766774">
        <w:t xml:space="preserve">, </w:t>
      </w:r>
      <w:r w:rsidRPr="00115F49">
        <w:t>cette fois-là</w:t>
      </w:r>
      <w:r w:rsidR="00766774">
        <w:t xml:space="preserve">, </w:t>
      </w:r>
      <w:r w:rsidRPr="00115F49">
        <w:t>on avait bien l</w:t>
      </w:r>
      <w:r w:rsidR="00766774">
        <w:t>’</w:t>
      </w:r>
      <w:r w:rsidRPr="00115F49">
        <w:t>impression que ça en valait le coup</w:t>
      </w:r>
      <w:r w:rsidR="00766774">
        <w:t xml:space="preserve">. </w:t>
      </w:r>
      <w:r w:rsidRPr="00115F49">
        <w:t>Même quand on eut vu que Langlois continuait à prendre pension chez Saucisse</w:t>
      </w:r>
      <w:r w:rsidR="00766774">
        <w:t>.</w:t>
      </w:r>
    </w:p>
    <w:p w14:paraId="4B36A178" w14:textId="77777777" w:rsidR="00766774" w:rsidRDefault="00115F49" w:rsidP="00115F49">
      <w:r w:rsidRPr="00115F49">
        <w:t>D</w:t>
      </w:r>
      <w:r w:rsidR="00766774">
        <w:t>’</w:t>
      </w:r>
      <w:r w:rsidRPr="00115F49">
        <w:t>ailleurs</w:t>
      </w:r>
      <w:r w:rsidR="00766774">
        <w:t xml:space="preserve">, </w:t>
      </w:r>
      <w:r w:rsidRPr="00115F49">
        <w:t>on s</w:t>
      </w:r>
      <w:r w:rsidR="00766774">
        <w:t>’</w:t>
      </w:r>
      <w:r w:rsidRPr="00115F49">
        <w:t>était rendu compte que la redingote</w:t>
      </w:r>
      <w:r w:rsidR="00766774">
        <w:t xml:space="preserve">, </w:t>
      </w:r>
      <w:r w:rsidRPr="00115F49">
        <w:t>quoique sans fioritures</w:t>
      </w:r>
      <w:r w:rsidR="00766774">
        <w:t xml:space="preserve">, </w:t>
      </w:r>
      <w:r w:rsidRPr="00115F49">
        <w:t>était de drap fin</w:t>
      </w:r>
      <w:r w:rsidR="00766774">
        <w:t xml:space="preserve"> ; </w:t>
      </w:r>
      <w:r w:rsidRPr="00115F49">
        <w:t>qu</w:t>
      </w:r>
      <w:r w:rsidR="00766774">
        <w:t>’</w:t>
      </w:r>
      <w:r w:rsidRPr="00115F49">
        <w:t xml:space="preserve">elle pouvait être </w:t>
      </w:r>
      <w:r w:rsidRPr="00115F49">
        <w:lastRenderedPageBreak/>
        <w:t>remplacée par une veste de buffle</w:t>
      </w:r>
      <w:r w:rsidR="00766774">
        <w:t xml:space="preserve">, </w:t>
      </w:r>
      <w:r w:rsidRPr="00115F49">
        <w:t>plus souple qu</w:t>
      </w:r>
      <w:r w:rsidR="00766774">
        <w:t>’</w:t>
      </w:r>
      <w:r w:rsidRPr="00115F49">
        <w:t>un linge</w:t>
      </w:r>
      <w:r w:rsidR="00766774">
        <w:t xml:space="preserve"> ; </w:t>
      </w:r>
      <w:r w:rsidRPr="00115F49">
        <w:t>que les culottes étaient de droguet de Montmélian ou d</w:t>
      </w:r>
      <w:r w:rsidR="00766774">
        <w:t>’</w:t>
      </w:r>
      <w:r w:rsidRPr="00115F49">
        <w:t>un velours d</w:t>
      </w:r>
      <w:r w:rsidR="00766774">
        <w:t>’</w:t>
      </w:r>
      <w:r w:rsidRPr="00115F49">
        <w:t>Annecy à faire loucher</w:t>
      </w:r>
      <w:r w:rsidR="00766774">
        <w:t xml:space="preserve">. </w:t>
      </w:r>
      <w:r w:rsidRPr="00115F49">
        <w:t>Il avait encore des bottes impeccables qu</w:t>
      </w:r>
      <w:r w:rsidR="00766774">
        <w:t>’</w:t>
      </w:r>
      <w:r w:rsidRPr="00115F49">
        <w:t>il salissait imperturbablement</w:t>
      </w:r>
      <w:r w:rsidR="00766774">
        <w:t xml:space="preserve"> ; </w:t>
      </w:r>
      <w:r w:rsidRPr="00115F49">
        <w:t>qui lui faisaient le pied plus petit que celui d</w:t>
      </w:r>
      <w:r w:rsidR="00766774">
        <w:t>’</w:t>
      </w:r>
      <w:r w:rsidRPr="00115F49">
        <w:t>une femme</w:t>
      </w:r>
      <w:r w:rsidR="00766774">
        <w:t xml:space="preserve"> ; </w:t>
      </w:r>
      <w:r w:rsidRPr="00115F49">
        <w:t>et surtout trois grosses casquettes à oreillères</w:t>
      </w:r>
      <w:r w:rsidR="00766774">
        <w:t xml:space="preserve"> : </w:t>
      </w:r>
      <w:r w:rsidRPr="00115F49">
        <w:t>une en drap anglais</w:t>
      </w:r>
      <w:r w:rsidR="00766774">
        <w:t xml:space="preserve">, </w:t>
      </w:r>
      <w:r w:rsidRPr="00115F49">
        <w:t>à carreaux</w:t>
      </w:r>
      <w:r w:rsidR="00766774">
        <w:t xml:space="preserve">, </w:t>
      </w:r>
      <w:r w:rsidRPr="00115F49">
        <w:t>une en bure et une en loutre</w:t>
      </w:r>
      <w:r w:rsidR="00766774">
        <w:t xml:space="preserve">, </w:t>
      </w:r>
      <w:r w:rsidRPr="00115F49">
        <w:t>beaucoup plus amicales pour nous que le gibus tromblon qu</w:t>
      </w:r>
      <w:r w:rsidR="00766774">
        <w:t>’</w:t>
      </w:r>
      <w:r w:rsidRPr="00115F49">
        <w:t>il continua cependant à porter le dimanche</w:t>
      </w:r>
      <w:r w:rsidR="00766774">
        <w:t xml:space="preserve">. </w:t>
      </w:r>
      <w:r w:rsidRPr="00115F49">
        <w:t>En outre</w:t>
      </w:r>
      <w:r w:rsidR="00766774">
        <w:t xml:space="preserve">, </w:t>
      </w:r>
      <w:r w:rsidRPr="00115F49">
        <w:t>on faisait courir le bruit qu</w:t>
      </w:r>
      <w:r w:rsidR="00766774">
        <w:t>’</w:t>
      </w:r>
      <w:r w:rsidRPr="00115F49">
        <w:t>il n</w:t>
      </w:r>
      <w:r w:rsidR="00766774">
        <w:t>’</w:t>
      </w:r>
      <w:r w:rsidRPr="00115F49">
        <w:t>était chez Saucisse que d</w:t>
      </w:r>
      <w:r w:rsidR="00766774">
        <w:t>’</w:t>
      </w:r>
      <w:r w:rsidRPr="00115F49">
        <w:t>une façon tout à fait provisoire et qu</w:t>
      </w:r>
      <w:r w:rsidR="00766774">
        <w:t>’</w:t>
      </w:r>
      <w:r w:rsidRPr="00115F49">
        <w:t>il avait l</w:t>
      </w:r>
      <w:r w:rsidR="00766774">
        <w:t>’</w:t>
      </w:r>
      <w:r w:rsidRPr="00115F49">
        <w:t>intention de faire construire un pavillon</w:t>
      </w:r>
      <w:r w:rsidR="00766774">
        <w:t xml:space="preserve"> – (</w:t>
      </w:r>
      <w:r w:rsidRPr="00115F49">
        <w:t>un</w:t>
      </w:r>
      <w:r w:rsidRPr="00115F49">
        <w:rPr>
          <w:i/>
          <w:iCs/>
        </w:rPr>
        <w:t xml:space="preserve"> bongalove</w:t>
      </w:r>
      <w:r w:rsidR="00766774">
        <w:rPr>
          <w:i/>
          <w:iCs/>
        </w:rPr>
        <w:t xml:space="preserve">, </w:t>
      </w:r>
      <w:r w:rsidRPr="00115F49">
        <w:t>paraît-il</w:t>
      </w:r>
      <w:r w:rsidR="00766774">
        <w:t xml:space="preserve">) – </w:t>
      </w:r>
      <w:r w:rsidRPr="00115F49">
        <w:t>dans un endroit charmant</w:t>
      </w:r>
      <w:r w:rsidR="00766774">
        <w:t xml:space="preserve"> ; </w:t>
      </w:r>
      <w:r w:rsidRPr="00115F49">
        <w:t>enfin</w:t>
      </w:r>
      <w:r w:rsidR="00766774">
        <w:t xml:space="preserve">, </w:t>
      </w:r>
      <w:r w:rsidRPr="00115F49">
        <w:t>dans un endroit où nous n</w:t>
      </w:r>
      <w:r w:rsidR="00766774">
        <w:t>’</w:t>
      </w:r>
      <w:r w:rsidRPr="00115F49">
        <w:t>allions jamais</w:t>
      </w:r>
      <w:r w:rsidR="00766774">
        <w:t xml:space="preserve">, </w:t>
      </w:r>
      <w:r w:rsidRPr="00115F49">
        <w:t>qui domine de très haut les vallées basses</w:t>
      </w:r>
      <w:r w:rsidR="00766774">
        <w:t xml:space="preserve">, </w:t>
      </w:r>
      <w:r w:rsidRPr="00115F49">
        <w:t>d</w:t>
      </w:r>
      <w:r w:rsidR="00766774">
        <w:t>’</w:t>
      </w:r>
      <w:r w:rsidRPr="00115F49">
        <w:t>où on peut apercevoir</w:t>
      </w:r>
      <w:r w:rsidR="00766774">
        <w:t xml:space="preserve">, </w:t>
      </w:r>
      <w:r w:rsidRPr="00115F49">
        <w:t>quand c</w:t>
      </w:r>
      <w:r w:rsidR="00766774">
        <w:t>’</w:t>
      </w:r>
      <w:r w:rsidRPr="00115F49">
        <w:t>est l</w:t>
      </w:r>
      <w:r w:rsidR="00766774">
        <w:t>’</w:t>
      </w:r>
      <w:r w:rsidRPr="00115F49">
        <w:t>époque</w:t>
      </w:r>
      <w:r w:rsidR="00766774">
        <w:t xml:space="preserve">, </w:t>
      </w:r>
      <w:r w:rsidRPr="00115F49">
        <w:t>le parapluie bleu du colporteur au moins huit jours avant qu</w:t>
      </w:r>
      <w:r w:rsidR="00766774">
        <w:t>’</w:t>
      </w:r>
      <w:r w:rsidRPr="00115F49">
        <w:t>il arrive ici</w:t>
      </w:r>
      <w:r w:rsidR="00766774">
        <w:t>.</w:t>
      </w:r>
    </w:p>
    <w:p w14:paraId="09DD677E" w14:textId="77777777" w:rsidR="00766774" w:rsidRDefault="00115F49" w:rsidP="00115F49">
      <w:r w:rsidRPr="00115F49">
        <w:t>Costumes incontestables</w:t>
      </w:r>
      <w:r w:rsidR="00766774">
        <w:t xml:space="preserve"> ; </w:t>
      </w:r>
      <w:r w:rsidRPr="00115F49">
        <w:t>on les voyait</w:t>
      </w:r>
      <w:r w:rsidR="00766774">
        <w:t xml:space="preserve">. </w:t>
      </w:r>
      <w:r w:rsidRPr="00115F49">
        <w:t>Projets qui ne s</w:t>
      </w:r>
      <w:r w:rsidR="00766774">
        <w:t>’</w:t>
      </w:r>
      <w:r w:rsidRPr="00115F49">
        <w:t>accordaient pas du tout avec le visage de Langlois</w:t>
      </w:r>
      <w:r w:rsidR="00766774">
        <w:t xml:space="preserve">. </w:t>
      </w:r>
      <w:r w:rsidRPr="00115F49">
        <w:t>Du temps de la chose</w:t>
      </w:r>
      <w:r w:rsidR="00766774">
        <w:t xml:space="preserve">, </w:t>
      </w:r>
      <w:r w:rsidRPr="00115F49">
        <w:t>il nous avait fait pas mal de discours</w:t>
      </w:r>
      <w:r w:rsidR="00766774">
        <w:t xml:space="preserve">, </w:t>
      </w:r>
      <w:r w:rsidRPr="00115F49">
        <w:t>soit pour nous rassurer</w:t>
      </w:r>
      <w:r w:rsidR="00766774">
        <w:t xml:space="preserve">, </w:t>
      </w:r>
      <w:r w:rsidRPr="00115F49">
        <w:t xml:space="preserve">soit pour nous </w:t>
      </w:r>
      <w:r w:rsidR="00766774">
        <w:t>« </w:t>
      </w:r>
      <w:r w:rsidRPr="00115F49">
        <w:rPr>
          <w:i/>
          <w:iCs/>
        </w:rPr>
        <w:t>passer des savons</w:t>
      </w:r>
      <w:r w:rsidR="00766774">
        <w:t xml:space="preserve"> ». </w:t>
      </w:r>
      <w:r w:rsidRPr="00115F49">
        <w:t>Maintenant</w:t>
      </w:r>
      <w:r w:rsidR="00766774">
        <w:t xml:space="preserve">, </w:t>
      </w:r>
      <w:r w:rsidRPr="00115F49">
        <w:t>il ne parlait presque pas</w:t>
      </w:r>
      <w:r w:rsidR="00766774">
        <w:t xml:space="preserve">. </w:t>
      </w:r>
      <w:r w:rsidR="00766774" w:rsidRPr="00115F49">
        <w:t>Frédéric</w:t>
      </w:r>
      <w:r w:rsidR="00766774">
        <w:t> </w:t>
      </w:r>
      <w:r w:rsidR="00766774" w:rsidRPr="00115F49">
        <w:t>II</w:t>
      </w:r>
      <w:r w:rsidRPr="00115F49">
        <w:t xml:space="preserve"> par exemple</w:t>
      </w:r>
      <w:r w:rsidR="00766774">
        <w:t xml:space="preserve"> : </w:t>
      </w:r>
      <w:r w:rsidRPr="00115F49">
        <w:t>il ne le saluait que de la main</w:t>
      </w:r>
      <w:r w:rsidR="00766774">
        <w:t xml:space="preserve">, </w:t>
      </w:r>
      <w:r w:rsidRPr="00115F49">
        <w:t>sans un mot quand il le rencontrait</w:t>
      </w:r>
      <w:r w:rsidR="00766774">
        <w:t xml:space="preserve">. </w:t>
      </w:r>
      <w:r w:rsidRPr="00115F49">
        <w:t>L</w:t>
      </w:r>
      <w:r w:rsidR="00766774">
        <w:t>’</w:t>
      </w:r>
      <w:r w:rsidRPr="00115F49">
        <w:t>autre qui avait une envie folle de l</w:t>
      </w:r>
      <w:r w:rsidR="00766774">
        <w:t>’</w:t>
      </w:r>
      <w:r w:rsidRPr="00115F49">
        <w:t>emmener chez lui boire un coup pour reparler de cette nuit et de ce matin à Chichiliane</w:t>
      </w:r>
      <w:r w:rsidR="00766774">
        <w:t xml:space="preserve">, </w:t>
      </w:r>
      <w:r w:rsidRPr="00115F49">
        <w:t>hé</w:t>
      </w:r>
      <w:r w:rsidR="00766774">
        <w:t xml:space="preserve"> ! </w:t>
      </w:r>
      <w:r w:rsidRPr="00115F49">
        <w:t>n</w:t>
      </w:r>
      <w:r w:rsidR="00766774">
        <w:t>’</w:t>
      </w:r>
      <w:r w:rsidRPr="00115F49">
        <w:t>est-ce pas</w:t>
      </w:r>
      <w:r w:rsidR="00766774">
        <w:t xml:space="preserve"> ?… </w:t>
      </w:r>
      <w:r w:rsidRPr="00115F49">
        <w:t>Qu</w:t>
      </w:r>
      <w:r w:rsidR="00766774">
        <w:t>’</w:t>
      </w:r>
      <w:r w:rsidRPr="00115F49">
        <w:t>est-ce que vous en dites</w:t>
      </w:r>
      <w:r w:rsidR="00766774">
        <w:t xml:space="preserve"> ? </w:t>
      </w:r>
      <w:r w:rsidRPr="00115F49">
        <w:t>Et de lui taper sur les genoux</w:t>
      </w:r>
      <w:r w:rsidR="00766774">
        <w:t xml:space="preserve">. </w:t>
      </w:r>
      <w:r w:rsidRPr="00115F49">
        <w:t>À ceux qui étaient sur la place de l</w:t>
      </w:r>
      <w:r w:rsidR="00766774">
        <w:t>’</w:t>
      </w:r>
      <w:r w:rsidRPr="00115F49">
        <w:t>église à faire boire les bêtes ou à bâiller</w:t>
      </w:r>
      <w:r w:rsidR="00766774">
        <w:t xml:space="preserve">, </w:t>
      </w:r>
      <w:r w:rsidRPr="00115F49">
        <w:t>quand il passait il disait un ou deux mots rapides</w:t>
      </w:r>
      <w:r w:rsidR="00766774">
        <w:t xml:space="preserve">. </w:t>
      </w:r>
      <w:r w:rsidRPr="00115F49">
        <w:t>Il n</w:t>
      </w:r>
      <w:r w:rsidR="00766774">
        <w:t>’</w:t>
      </w:r>
      <w:r w:rsidRPr="00115F49">
        <w:t>était pas insociable</w:t>
      </w:r>
      <w:r w:rsidR="00766774">
        <w:t xml:space="preserve">. </w:t>
      </w:r>
      <w:r w:rsidRPr="00115F49">
        <w:t>L</w:t>
      </w:r>
      <w:r w:rsidR="00766774">
        <w:t>’</w:t>
      </w:r>
      <w:r w:rsidRPr="00115F49">
        <w:t>ancien Langlois évidemment</w:t>
      </w:r>
      <w:r w:rsidR="00766774">
        <w:t xml:space="preserve">, </w:t>
      </w:r>
      <w:r w:rsidRPr="00115F49">
        <w:t>si on nous avait dit</w:t>
      </w:r>
      <w:r w:rsidR="00766774">
        <w:t xml:space="preserve"> : </w:t>
      </w:r>
      <w:r w:rsidRPr="00115F49">
        <w:t>il viendra habiter ici</w:t>
      </w:r>
      <w:r w:rsidR="00766774">
        <w:t xml:space="preserve">, </w:t>
      </w:r>
      <w:r w:rsidRPr="00115F49">
        <w:t>on aurait imaginé tout de suite</w:t>
      </w:r>
      <w:r w:rsidR="00766774">
        <w:t xml:space="preserve"> : </w:t>
      </w:r>
      <w:r w:rsidRPr="00115F49">
        <w:t>il jouera aux quilles</w:t>
      </w:r>
      <w:r w:rsidR="00766774">
        <w:t xml:space="preserve">, </w:t>
      </w:r>
      <w:r w:rsidRPr="00115F49">
        <w:t>il jouera aux boules</w:t>
      </w:r>
      <w:r w:rsidR="00766774">
        <w:t xml:space="preserve">, </w:t>
      </w:r>
      <w:r w:rsidRPr="00115F49">
        <w:t>il jouera à la manille</w:t>
      </w:r>
      <w:r w:rsidR="00766774">
        <w:t xml:space="preserve"> ; </w:t>
      </w:r>
      <w:r w:rsidRPr="00115F49">
        <w:t>on finira par l</w:t>
      </w:r>
      <w:r w:rsidR="00766774">
        <w:t>’</w:t>
      </w:r>
      <w:r w:rsidRPr="00115F49">
        <w:t>appeler Langlois tout court</w:t>
      </w:r>
      <w:r w:rsidR="00766774">
        <w:t xml:space="preserve">. </w:t>
      </w:r>
      <w:r w:rsidRPr="00115F49">
        <w:t>Mais</w:t>
      </w:r>
      <w:r w:rsidR="00766774">
        <w:t xml:space="preserve">, </w:t>
      </w:r>
      <w:r w:rsidRPr="00115F49">
        <w:t>sans cette familiarité</w:t>
      </w:r>
      <w:r w:rsidR="00766774">
        <w:t xml:space="preserve">, </w:t>
      </w:r>
      <w:r w:rsidRPr="00115F49">
        <w:t>il n</w:t>
      </w:r>
      <w:r w:rsidR="00766774">
        <w:t>’</w:t>
      </w:r>
      <w:r w:rsidRPr="00115F49">
        <w:t xml:space="preserve">était ni fermé ni hautain et aucun </w:t>
      </w:r>
      <w:r w:rsidRPr="00115F49">
        <w:lastRenderedPageBreak/>
        <w:t>de nous n</w:t>
      </w:r>
      <w:r w:rsidR="00766774">
        <w:t>’</w:t>
      </w:r>
      <w:r w:rsidRPr="00115F49">
        <w:t>a jamais pu penser que son grade de louveterie avait pu lui monter à la tête</w:t>
      </w:r>
      <w:r w:rsidR="00766774">
        <w:t xml:space="preserve">. </w:t>
      </w:r>
      <w:r w:rsidRPr="00115F49">
        <w:t>Il s</w:t>
      </w:r>
      <w:r w:rsidR="00766774">
        <w:t>’</w:t>
      </w:r>
      <w:r w:rsidRPr="00115F49">
        <w:t>arrêtait souvent avec les uns</w:t>
      </w:r>
      <w:r w:rsidR="00766774">
        <w:t xml:space="preserve">, </w:t>
      </w:r>
      <w:r w:rsidRPr="00115F49">
        <w:t>avec les autres</w:t>
      </w:r>
      <w:r w:rsidR="00766774">
        <w:t xml:space="preserve">, </w:t>
      </w:r>
      <w:r w:rsidRPr="00115F49">
        <w:t xml:space="preserve">même avec </w:t>
      </w:r>
      <w:r w:rsidR="00766774" w:rsidRPr="00115F49">
        <w:t>Frédéric</w:t>
      </w:r>
      <w:r w:rsidR="00766774">
        <w:t> </w:t>
      </w:r>
      <w:r w:rsidR="00766774" w:rsidRPr="00115F49">
        <w:t>II</w:t>
      </w:r>
      <w:r w:rsidR="00766774">
        <w:t xml:space="preserve">. </w:t>
      </w:r>
      <w:r w:rsidRPr="00115F49">
        <w:t>Il disait</w:t>
      </w:r>
      <w:r w:rsidR="00766774">
        <w:t> : « </w:t>
      </w:r>
      <w:r w:rsidRPr="00115F49">
        <w:t>Alors</w:t>
      </w:r>
      <w:r w:rsidR="00766774">
        <w:t xml:space="preserve">, </w:t>
      </w:r>
      <w:r w:rsidRPr="00115F49">
        <w:t>ça va</w:t>
      </w:r>
      <w:r w:rsidR="00766774">
        <w:t> ? »</w:t>
      </w:r>
      <w:r w:rsidRPr="00115F49">
        <w:t xml:space="preserve"> C</w:t>
      </w:r>
      <w:r w:rsidR="00766774">
        <w:t>’</w:t>
      </w:r>
      <w:r w:rsidRPr="00115F49">
        <w:t>était tout</w:t>
      </w:r>
      <w:r w:rsidR="00766774">
        <w:t xml:space="preserve">, </w:t>
      </w:r>
      <w:r w:rsidRPr="00115F49">
        <w:t>bien sûr</w:t>
      </w:r>
      <w:r w:rsidR="00766774">
        <w:t xml:space="preserve"> ; </w:t>
      </w:r>
      <w:r w:rsidRPr="00115F49">
        <w:t>mais</w:t>
      </w:r>
      <w:r w:rsidR="00766774">
        <w:t xml:space="preserve">, </w:t>
      </w:r>
      <w:r w:rsidRPr="00115F49">
        <w:t>au bout d</w:t>
      </w:r>
      <w:r w:rsidR="00766774">
        <w:t>’</w:t>
      </w:r>
      <w:r w:rsidRPr="00115F49">
        <w:t>un mois qu</w:t>
      </w:r>
      <w:r w:rsidR="00766774">
        <w:t>’</w:t>
      </w:r>
      <w:r w:rsidRPr="00115F49">
        <w:t>il était là</w:t>
      </w:r>
      <w:r w:rsidR="00766774">
        <w:t xml:space="preserve">, </w:t>
      </w:r>
      <w:r w:rsidRPr="00115F49">
        <w:t>on trouvait que c</w:t>
      </w:r>
      <w:r w:rsidR="00766774">
        <w:t>’</w:t>
      </w:r>
      <w:r w:rsidRPr="00115F49">
        <w:t>était déjà pas mal</w:t>
      </w:r>
      <w:r w:rsidR="00766774">
        <w:t>.</w:t>
      </w:r>
    </w:p>
    <w:p w14:paraId="0DD7F9A9" w14:textId="77777777" w:rsidR="00766774" w:rsidRDefault="00115F49" w:rsidP="00115F49">
      <w:r w:rsidRPr="00115F49">
        <w:t>Pour dire comment il était</w:t>
      </w:r>
      <w:r w:rsidR="00766774">
        <w:t xml:space="preserve">, </w:t>
      </w:r>
      <w:r w:rsidRPr="00115F49">
        <w:t>il y a deux mots</w:t>
      </w:r>
      <w:r w:rsidR="00766774">
        <w:t xml:space="preserve"> : </w:t>
      </w:r>
      <w:r w:rsidRPr="00115F49">
        <w:t>l</w:t>
      </w:r>
      <w:r w:rsidR="00766774">
        <w:t>’</w:t>
      </w:r>
      <w:r w:rsidRPr="00115F49">
        <w:t>un monacal et l</w:t>
      </w:r>
      <w:r w:rsidR="00766774">
        <w:t>’</w:t>
      </w:r>
      <w:r w:rsidRPr="00115F49">
        <w:t>autre militaire</w:t>
      </w:r>
      <w:r w:rsidR="00766774">
        <w:t xml:space="preserve">. </w:t>
      </w:r>
      <w:r w:rsidRPr="00115F49">
        <w:t>Le premier</w:t>
      </w:r>
      <w:r w:rsidR="00766774">
        <w:t xml:space="preserve">, </w:t>
      </w:r>
      <w:r w:rsidRPr="00115F49">
        <w:t>c</w:t>
      </w:r>
      <w:r w:rsidR="00766774">
        <w:t>’</w:t>
      </w:r>
      <w:r w:rsidRPr="00115F49">
        <w:t>est austère</w:t>
      </w:r>
      <w:r w:rsidR="00766774">
        <w:t xml:space="preserve">. </w:t>
      </w:r>
      <w:r w:rsidRPr="00115F49">
        <w:t>Il était comme ces moines qui sont obligés de faire effort pour s</w:t>
      </w:r>
      <w:r w:rsidR="00766774">
        <w:t>’</w:t>
      </w:r>
      <w:r w:rsidRPr="00115F49">
        <w:t>arracher d</w:t>
      </w:r>
      <w:r w:rsidR="00766774">
        <w:t>’</w:t>
      </w:r>
      <w:r w:rsidRPr="00115F49">
        <w:t>où ils sont et venir où vous êtes</w:t>
      </w:r>
      <w:r w:rsidR="00766774">
        <w:t xml:space="preserve"> ; </w:t>
      </w:r>
      <w:r w:rsidRPr="00115F49">
        <w:t>imiter les rires et les mots auxquels vous êtes habitués</w:t>
      </w:r>
      <w:r w:rsidR="00766774">
        <w:t xml:space="preserve"> ; </w:t>
      </w:r>
      <w:r w:rsidRPr="00115F49">
        <w:t>avoir la politesse ou le mépris de ne pas trop vous surprendre</w:t>
      </w:r>
      <w:r w:rsidR="00766774">
        <w:t xml:space="preserve">. </w:t>
      </w:r>
      <w:r w:rsidRPr="00115F49">
        <w:t>Le second mot qui dépeint bien</w:t>
      </w:r>
      <w:r w:rsidR="00766774">
        <w:t xml:space="preserve">, </w:t>
      </w:r>
      <w:r w:rsidRPr="00115F49">
        <w:t>ensuite</w:t>
      </w:r>
      <w:r w:rsidR="00766774">
        <w:t xml:space="preserve">, </w:t>
      </w:r>
      <w:r w:rsidRPr="00115F49">
        <w:t>comment était devenu Langlois</w:t>
      </w:r>
      <w:r w:rsidR="00766774">
        <w:t xml:space="preserve">, </w:t>
      </w:r>
      <w:r w:rsidRPr="00115F49">
        <w:t>c</w:t>
      </w:r>
      <w:r w:rsidR="00766774">
        <w:t>’</w:t>
      </w:r>
      <w:r w:rsidRPr="00115F49">
        <w:t>est cassant</w:t>
      </w:r>
      <w:r w:rsidR="00766774">
        <w:t xml:space="preserve">. </w:t>
      </w:r>
      <w:r w:rsidRPr="00115F49">
        <w:t>Il était cassant comme ceux qui ne sont vraiment pas obligés de vous expliquer le pourquoi et le comment</w:t>
      </w:r>
      <w:r w:rsidR="00766774">
        <w:t xml:space="preserve"> ; </w:t>
      </w:r>
      <w:r w:rsidRPr="00115F49">
        <w:t>et ont autre chose à faire qu</w:t>
      </w:r>
      <w:r w:rsidR="00766774">
        <w:t>’</w:t>
      </w:r>
      <w:r w:rsidRPr="00115F49">
        <w:t>à attendre que vous ayez compris</w:t>
      </w:r>
      <w:r w:rsidR="00766774">
        <w:t>.</w:t>
      </w:r>
    </w:p>
    <w:p w14:paraId="3191744E" w14:textId="77777777" w:rsidR="00766774" w:rsidRDefault="00115F49" w:rsidP="00115F49">
      <w:r w:rsidRPr="00115F49">
        <w:t>Sur ces nouvelles nécessités</w:t>
      </w:r>
      <w:r w:rsidR="00766774">
        <w:t xml:space="preserve">, </w:t>
      </w:r>
      <w:r w:rsidRPr="00115F49">
        <w:t>il y avait toujours sa très fine</w:t>
      </w:r>
      <w:r w:rsidR="00766774">
        <w:t xml:space="preserve">, </w:t>
      </w:r>
      <w:r w:rsidRPr="00115F49">
        <w:t>très soyeuse et très souple petite moustache</w:t>
      </w:r>
      <w:r w:rsidR="00766774">
        <w:t xml:space="preserve"> ; </w:t>
      </w:r>
      <w:r w:rsidRPr="00115F49">
        <w:t>et son œil noir</w:t>
      </w:r>
      <w:r w:rsidR="00766774">
        <w:t xml:space="preserve">, </w:t>
      </w:r>
      <w:r w:rsidRPr="00115F49">
        <w:t>fixe</w:t>
      </w:r>
      <w:r w:rsidR="00766774">
        <w:t xml:space="preserve">, </w:t>
      </w:r>
      <w:r w:rsidRPr="00115F49">
        <w:t>qui faisait encore bien plus trou qu</w:t>
      </w:r>
      <w:r w:rsidR="00766774">
        <w:t>’</w:t>
      </w:r>
      <w:r w:rsidRPr="00115F49">
        <w:t>avant dans ce qu</w:t>
      </w:r>
      <w:r w:rsidR="00766774">
        <w:t>’</w:t>
      </w:r>
      <w:r w:rsidRPr="00115F49">
        <w:t>il regardait</w:t>
      </w:r>
      <w:r w:rsidR="00766774">
        <w:t xml:space="preserve">. </w:t>
      </w:r>
      <w:r w:rsidRPr="00115F49">
        <w:t>C</w:t>
      </w:r>
      <w:r w:rsidR="00766774">
        <w:t>’</w:t>
      </w:r>
      <w:r w:rsidRPr="00115F49">
        <w:t>est pourquoi</w:t>
      </w:r>
      <w:r w:rsidR="00766774">
        <w:t xml:space="preserve">, </w:t>
      </w:r>
      <w:r w:rsidRPr="00115F49">
        <w:t>quand on eut compris que c</w:t>
      </w:r>
      <w:r w:rsidR="00766774">
        <w:t>’</w:t>
      </w:r>
      <w:r w:rsidRPr="00115F49">
        <w:t>était à prendre ou à laisser</w:t>
      </w:r>
      <w:r w:rsidR="00766774">
        <w:t xml:space="preserve">, </w:t>
      </w:r>
      <w:r w:rsidRPr="00115F49">
        <w:t>qu</w:t>
      </w:r>
      <w:r w:rsidR="00766774">
        <w:t>’</w:t>
      </w:r>
      <w:r w:rsidRPr="00115F49">
        <w:t>il n</w:t>
      </w:r>
      <w:r w:rsidR="00766774">
        <w:t>’</w:t>
      </w:r>
      <w:r w:rsidRPr="00115F49">
        <w:t>y avait pas de chances de le voir jamais se détendre et que</w:t>
      </w:r>
      <w:r w:rsidR="00766774">
        <w:t xml:space="preserve">, </w:t>
      </w:r>
      <w:r w:rsidRPr="00115F49">
        <w:t>ça devait être sa nouvelle façon à lui d</w:t>
      </w:r>
      <w:r w:rsidR="00766774">
        <w:t>’</w:t>
      </w:r>
      <w:r w:rsidRPr="00115F49">
        <w:t>être détendu et de s</w:t>
      </w:r>
      <w:r w:rsidR="00766774">
        <w:t>’</w:t>
      </w:r>
      <w:r w:rsidRPr="00115F49">
        <w:t>arrondir</w:t>
      </w:r>
      <w:r w:rsidR="00766774">
        <w:t xml:space="preserve">, </w:t>
      </w:r>
      <w:r w:rsidRPr="00115F49">
        <w:t>on accepta la chose</w:t>
      </w:r>
      <w:r w:rsidR="00766774">
        <w:t xml:space="preserve">, </w:t>
      </w:r>
      <w:r w:rsidRPr="00115F49">
        <w:t>comme on accepte ici toutes les choses qu</w:t>
      </w:r>
      <w:r w:rsidR="00766774">
        <w:t>’</w:t>
      </w:r>
      <w:r w:rsidRPr="00115F49">
        <w:t>on est obligé d</w:t>
      </w:r>
      <w:r w:rsidR="00766774">
        <w:t>’</w:t>
      </w:r>
      <w:r w:rsidRPr="00115F49">
        <w:t>accepter</w:t>
      </w:r>
      <w:r w:rsidR="00766774">
        <w:t xml:space="preserve"> ; </w:t>
      </w:r>
      <w:r w:rsidRPr="00115F49">
        <w:t>c</w:t>
      </w:r>
      <w:r w:rsidR="00766774">
        <w:t>’</w:t>
      </w:r>
      <w:r w:rsidRPr="00115F49">
        <w:t>est-à-dire paisiblement</w:t>
      </w:r>
      <w:r w:rsidR="00766774">
        <w:t xml:space="preserve">. </w:t>
      </w:r>
      <w:r w:rsidRPr="00115F49">
        <w:t>Il nous avait rendu tellement de services qu</w:t>
      </w:r>
      <w:r w:rsidR="00766774">
        <w:t>’</w:t>
      </w:r>
      <w:r w:rsidRPr="00115F49">
        <w:t>on aurait pu être ingrat bien facilement</w:t>
      </w:r>
      <w:r w:rsidR="00766774">
        <w:t xml:space="preserve">. </w:t>
      </w:r>
      <w:r w:rsidRPr="00115F49">
        <w:t>Peut-être le fut-on un tout petit peu</w:t>
      </w:r>
      <w:r w:rsidR="00766774">
        <w:t xml:space="preserve">, </w:t>
      </w:r>
      <w:r w:rsidRPr="00115F49">
        <w:t>mais</w:t>
      </w:r>
      <w:r w:rsidR="00766774">
        <w:t xml:space="preserve">, </w:t>
      </w:r>
      <w:r w:rsidRPr="00115F49">
        <w:t>c</w:t>
      </w:r>
      <w:r w:rsidR="00766774">
        <w:t>’</w:t>
      </w:r>
      <w:r w:rsidRPr="00115F49">
        <w:t>est que nous avons</w:t>
      </w:r>
      <w:r w:rsidR="00766774">
        <w:t xml:space="preserve">, </w:t>
      </w:r>
      <w:r w:rsidRPr="00115F49">
        <w:t>nous aussi</w:t>
      </w:r>
      <w:r w:rsidR="00766774">
        <w:t xml:space="preserve">, </w:t>
      </w:r>
      <w:r w:rsidRPr="00115F49">
        <w:t>pas mal de choses à faire</w:t>
      </w:r>
      <w:r w:rsidR="00766774">
        <w:t xml:space="preserve">. </w:t>
      </w:r>
      <w:r w:rsidRPr="00115F49">
        <w:t>En tout cas</w:t>
      </w:r>
      <w:r w:rsidR="00766774">
        <w:t xml:space="preserve">, </w:t>
      </w:r>
      <w:r w:rsidRPr="00115F49">
        <w:t>chaque fois qu</w:t>
      </w:r>
      <w:r w:rsidR="00766774">
        <w:t>’</w:t>
      </w:r>
      <w:r w:rsidRPr="00115F49">
        <w:t>il s</w:t>
      </w:r>
      <w:r w:rsidR="00766774">
        <w:t>’</w:t>
      </w:r>
      <w:r w:rsidRPr="00115F49">
        <w:t>adressa à quelqu</w:t>
      </w:r>
      <w:r w:rsidR="00766774">
        <w:t>’</w:t>
      </w:r>
      <w:r w:rsidRPr="00115F49">
        <w:t>un pour lui demander si ça allait</w:t>
      </w:r>
      <w:r w:rsidR="00766774">
        <w:t xml:space="preserve">, </w:t>
      </w:r>
      <w:r w:rsidRPr="00115F49">
        <w:t>on lui répondit toujours fort gentiment que ça allait</w:t>
      </w:r>
      <w:r w:rsidR="00766774">
        <w:t>.</w:t>
      </w:r>
    </w:p>
    <w:p w14:paraId="342798BF" w14:textId="77777777" w:rsidR="00766774" w:rsidRDefault="00115F49" w:rsidP="00115F49">
      <w:r w:rsidRPr="00115F49">
        <w:lastRenderedPageBreak/>
        <w:t>Par contre</w:t>
      </w:r>
      <w:r w:rsidR="00766774">
        <w:t xml:space="preserve">, </w:t>
      </w:r>
      <w:r w:rsidRPr="00115F49">
        <w:t>on devint très familier avec le cheval</w:t>
      </w:r>
      <w:r w:rsidR="00766774">
        <w:t xml:space="preserve">. </w:t>
      </w:r>
      <w:r w:rsidRPr="00115F49">
        <w:t>Dès le lendemain de son arrivée</w:t>
      </w:r>
      <w:r w:rsidR="00766774">
        <w:t xml:space="preserve">, </w:t>
      </w:r>
      <w:r w:rsidRPr="00115F49">
        <w:t>Langlois s</w:t>
      </w:r>
      <w:r w:rsidR="00766774">
        <w:t>’</w:t>
      </w:r>
      <w:r w:rsidRPr="00115F49">
        <w:t>était emparé d</w:t>
      </w:r>
      <w:r w:rsidR="00766774">
        <w:t>’</w:t>
      </w:r>
      <w:r w:rsidRPr="00115F49">
        <w:t>une écurie désaffectée appartenant au Café de la route</w:t>
      </w:r>
      <w:r w:rsidR="00766774">
        <w:t xml:space="preserve">, </w:t>
      </w:r>
      <w:r w:rsidRPr="00115F49">
        <w:t>attenante à la salle de consommation et dans laquelle Saucisse entreposait des caisses de bouteilles de bière</w:t>
      </w:r>
      <w:r w:rsidR="00766774">
        <w:t xml:space="preserve">. </w:t>
      </w:r>
      <w:r w:rsidRPr="00115F49">
        <w:t>Il coltina les caisses jusque sous un appentis que</w:t>
      </w:r>
      <w:r w:rsidR="00766774">
        <w:t xml:space="preserve">, </w:t>
      </w:r>
      <w:r w:rsidRPr="00115F49">
        <w:t>sans mot dire</w:t>
      </w:r>
      <w:r w:rsidR="00766774">
        <w:t xml:space="preserve">, </w:t>
      </w:r>
      <w:r w:rsidRPr="00115F49">
        <w:t>Saucisse mit ensuite en état le jour même</w:t>
      </w:r>
      <w:r w:rsidR="00766774">
        <w:t xml:space="preserve">, </w:t>
      </w:r>
      <w:r w:rsidRPr="00115F49">
        <w:t>clouant des planches pour le clore et lui faire une porte</w:t>
      </w:r>
      <w:r w:rsidR="00766774">
        <w:t xml:space="preserve">. </w:t>
      </w:r>
      <w:r w:rsidRPr="00115F49">
        <w:t>Saucisse s</w:t>
      </w:r>
      <w:r w:rsidR="00766774">
        <w:t>’</w:t>
      </w:r>
      <w:r w:rsidRPr="00115F49">
        <w:t>en alla également acheter la paille et le fourrage</w:t>
      </w:r>
      <w:r w:rsidR="00766774">
        <w:t xml:space="preserve">. </w:t>
      </w:r>
      <w:r w:rsidRPr="00115F49">
        <w:t>Et c</w:t>
      </w:r>
      <w:r w:rsidR="00766774">
        <w:t>’</w:t>
      </w:r>
      <w:r w:rsidRPr="00115F49">
        <w:t>est dans cette écurie que Langlois installa son cheval et sa sellerie</w:t>
      </w:r>
      <w:r w:rsidR="00766774">
        <w:t xml:space="preserve">. </w:t>
      </w:r>
      <w:r w:rsidRPr="00115F49">
        <w:t>Il passa sa journée lui aussi à scier et à clouer</w:t>
      </w:r>
      <w:r w:rsidR="00766774">
        <w:t xml:space="preserve">. </w:t>
      </w:r>
      <w:r w:rsidRPr="00115F49">
        <w:t>On ne le savait pas encore commandant</w:t>
      </w:r>
      <w:r w:rsidR="00766774">
        <w:t xml:space="preserve">. </w:t>
      </w:r>
      <w:r w:rsidRPr="00115F49">
        <w:t>Il était bien allé déjà se présenter au maire</w:t>
      </w:r>
      <w:r w:rsidR="00766774">
        <w:t xml:space="preserve">, </w:t>
      </w:r>
      <w:r w:rsidRPr="00115F49">
        <w:t>mais le bruit ne s</w:t>
      </w:r>
      <w:r w:rsidR="00766774">
        <w:t>’</w:t>
      </w:r>
      <w:r w:rsidRPr="00115F49">
        <w:t>était pas encore répandu</w:t>
      </w:r>
      <w:r w:rsidR="00766774">
        <w:t xml:space="preserve">. </w:t>
      </w:r>
      <w:r w:rsidRPr="00115F49">
        <w:t>Quand il se répandit et qu</w:t>
      </w:r>
      <w:r w:rsidR="00766774">
        <w:t>’</w:t>
      </w:r>
      <w:r w:rsidRPr="00115F49">
        <w:t>en même temps il fut permis à tout le monde de voir ledit commandant scier et clouer la planche</w:t>
      </w:r>
      <w:r w:rsidR="00766774">
        <w:t xml:space="preserve">, </w:t>
      </w:r>
      <w:r w:rsidRPr="00115F49">
        <w:t>à installer les gourmettes</w:t>
      </w:r>
      <w:r w:rsidR="00766774">
        <w:t xml:space="preserve">, </w:t>
      </w:r>
      <w:r w:rsidRPr="00115F49">
        <w:t>manier le balai de bruyère</w:t>
      </w:r>
      <w:r w:rsidR="00766774">
        <w:t xml:space="preserve">, </w:t>
      </w:r>
      <w:r w:rsidRPr="00115F49">
        <w:t>balancer les seaux d</w:t>
      </w:r>
      <w:r w:rsidR="00766774">
        <w:t>’</w:t>
      </w:r>
      <w:r w:rsidRPr="00115F49">
        <w:t>eau et</w:t>
      </w:r>
      <w:r w:rsidR="00766774">
        <w:t xml:space="preserve">, </w:t>
      </w:r>
      <w:r w:rsidRPr="00115F49">
        <w:t>finalement</w:t>
      </w:r>
      <w:r w:rsidR="00766774">
        <w:t xml:space="preserve">, </w:t>
      </w:r>
      <w:r w:rsidRPr="00115F49">
        <w:t>s</w:t>
      </w:r>
      <w:r w:rsidR="00766774">
        <w:t>’</w:t>
      </w:r>
      <w:r w:rsidRPr="00115F49">
        <w:t>asseoir au montoir pour fourbir le harnais</w:t>
      </w:r>
      <w:r w:rsidR="00766774">
        <w:t xml:space="preserve">, </w:t>
      </w:r>
      <w:r w:rsidRPr="00115F49">
        <w:t>on trouva tout ça bien sympathique</w:t>
      </w:r>
      <w:r w:rsidR="00766774">
        <w:t xml:space="preserve">. </w:t>
      </w:r>
      <w:r w:rsidRPr="00115F49">
        <w:t>Et comme</w:t>
      </w:r>
      <w:r w:rsidR="00766774">
        <w:t xml:space="preserve">, </w:t>
      </w:r>
      <w:r w:rsidRPr="00115F49">
        <w:t>d</w:t>
      </w:r>
      <w:r w:rsidR="00766774">
        <w:t>’</w:t>
      </w:r>
      <w:r w:rsidRPr="00115F49">
        <w:t>après ce que je vous ai dit</w:t>
      </w:r>
      <w:r w:rsidR="00766774">
        <w:t xml:space="preserve">, </w:t>
      </w:r>
      <w:r w:rsidRPr="00115F49">
        <w:t>on n</w:t>
      </w:r>
      <w:r w:rsidR="00766774">
        <w:t>’</w:t>
      </w:r>
      <w:r w:rsidRPr="00115F49">
        <w:t>eut guère l</w:t>
      </w:r>
      <w:r w:rsidR="00766774">
        <w:t>’</w:t>
      </w:r>
      <w:r w:rsidRPr="00115F49">
        <w:t>occasion de manifester cette sympathie à l</w:t>
      </w:r>
      <w:r w:rsidR="00766774">
        <w:t>’</w:t>
      </w:r>
      <w:r w:rsidRPr="00115F49">
        <w:t>homme</w:t>
      </w:r>
      <w:r w:rsidR="00766774">
        <w:t xml:space="preserve">, </w:t>
      </w:r>
      <w:r w:rsidRPr="00115F49">
        <w:t>on la manifesta au cheval</w:t>
      </w:r>
      <w:r w:rsidR="00766774">
        <w:t xml:space="preserve">. </w:t>
      </w:r>
      <w:r w:rsidRPr="00115F49">
        <w:t>D</w:t>
      </w:r>
      <w:r w:rsidR="00766774">
        <w:t>’</w:t>
      </w:r>
      <w:r w:rsidRPr="00115F49">
        <w:t>autant que c</w:t>
      </w:r>
      <w:r w:rsidR="00766774">
        <w:t>’</w:t>
      </w:r>
      <w:r w:rsidRPr="00115F49">
        <w:t>était un cheval qui faisait tout pour faciliter les choses</w:t>
      </w:r>
      <w:r w:rsidR="00766774">
        <w:t>.</w:t>
      </w:r>
    </w:p>
    <w:p w14:paraId="6E1BAB01" w14:textId="77777777" w:rsidR="00766774" w:rsidRDefault="00115F49" w:rsidP="00115F49">
      <w:r w:rsidRPr="00115F49">
        <w:t>C</w:t>
      </w:r>
      <w:r w:rsidR="00766774">
        <w:t>’</w:t>
      </w:r>
      <w:r w:rsidRPr="00115F49">
        <w:t>était un cheval noir et qui savait rire</w:t>
      </w:r>
      <w:r w:rsidR="00766774">
        <w:t xml:space="preserve">. </w:t>
      </w:r>
      <w:r w:rsidRPr="00115F49">
        <w:t>D</w:t>
      </w:r>
      <w:r w:rsidR="00766774">
        <w:t>’</w:t>
      </w:r>
      <w:r w:rsidRPr="00115F49">
        <w:t>habitude</w:t>
      </w:r>
      <w:r w:rsidR="00766774">
        <w:t xml:space="preserve">, </w:t>
      </w:r>
      <w:r w:rsidRPr="00115F49">
        <w:t>les chevaux ne savent pas rire et on a toujours l</w:t>
      </w:r>
      <w:r w:rsidR="00766774">
        <w:t>’</w:t>
      </w:r>
      <w:r w:rsidRPr="00115F49">
        <w:t>impression qu</w:t>
      </w:r>
      <w:r w:rsidR="00766774">
        <w:t>’</w:t>
      </w:r>
      <w:r w:rsidRPr="00115F49">
        <w:t>ils vont mordre</w:t>
      </w:r>
      <w:r w:rsidR="00766774">
        <w:t xml:space="preserve">. </w:t>
      </w:r>
      <w:r w:rsidRPr="00115F49">
        <w:t>Celui-là prévenait d</w:t>
      </w:r>
      <w:r w:rsidR="00766774">
        <w:t>’</w:t>
      </w:r>
      <w:r w:rsidRPr="00115F49">
        <w:t>abord d</w:t>
      </w:r>
      <w:r w:rsidR="00766774">
        <w:t>’</w:t>
      </w:r>
      <w:r w:rsidRPr="00115F49">
        <w:t>un clin d</w:t>
      </w:r>
      <w:r w:rsidR="00766774">
        <w:t>’</w:t>
      </w:r>
      <w:r w:rsidRPr="00115F49">
        <w:t>œil et son rire se formait d</w:t>
      </w:r>
      <w:r w:rsidR="00766774">
        <w:t>’</w:t>
      </w:r>
      <w:r w:rsidRPr="00115F49">
        <w:t>abord dans son œil de façon très incontestable</w:t>
      </w:r>
      <w:r w:rsidR="00766774">
        <w:t xml:space="preserve">. </w:t>
      </w:r>
      <w:r w:rsidRPr="00115F49">
        <w:t>Si bien que</w:t>
      </w:r>
      <w:r w:rsidR="00766774">
        <w:t xml:space="preserve">, </w:t>
      </w:r>
      <w:r w:rsidRPr="00115F49">
        <w:t>lorsque le rire gagnait les dents</w:t>
      </w:r>
      <w:r w:rsidR="00766774">
        <w:t xml:space="preserve">, </w:t>
      </w:r>
      <w:r w:rsidRPr="00115F49">
        <w:t>il n</w:t>
      </w:r>
      <w:r w:rsidR="00766774">
        <w:t>’</w:t>
      </w:r>
      <w:r w:rsidRPr="00115F49">
        <w:t>y avait pas de malentendu</w:t>
      </w:r>
      <w:r w:rsidR="00766774">
        <w:t xml:space="preserve">. </w:t>
      </w:r>
      <w:r w:rsidRPr="00115F49">
        <w:t>La porte de son écurie était toujours ouverte</w:t>
      </w:r>
      <w:r w:rsidR="00766774">
        <w:t xml:space="preserve">. </w:t>
      </w:r>
      <w:r w:rsidRPr="00115F49">
        <w:t>Il n</w:t>
      </w:r>
      <w:r w:rsidR="00766774">
        <w:t>’</w:t>
      </w:r>
      <w:r w:rsidRPr="00115F49">
        <w:t>était jamais attaché</w:t>
      </w:r>
      <w:r w:rsidR="00766774">
        <w:t xml:space="preserve">. </w:t>
      </w:r>
      <w:r w:rsidRPr="00115F49">
        <w:t>Quand il avait envie de sortir ou de voir du monde</w:t>
      </w:r>
      <w:r w:rsidR="00766774">
        <w:t xml:space="preserve">, </w:t>
      </w:r>
      <w:r w:rsidRPr="00115F49">
        <w:t>il poussait sa porte et apparaissait sur le seuil d</w:t>
      </w:r>
      <w:r w:rsidR="00766774">
        <w:t>’</w:t>
      </w:r>
      <w:r w:rsidRPr="00115F49">
        <w:t>où il faisait</w:t>
      </w:r>
      <w:r w:rsidR="00766774">
        <w:t xml:space="preserve">, </w:t>
      </w:r>
      <w:r w:rsidRPr="00115F49">
        <w:t>avec son regard</w:t>
      </w:r>
      <w:r w:rsidR="00766774">
        <w:t xml:space="preserve">, </w:t>
      </w:r>
      <w:r w:rsidRPr="00115F49">
        <w:t>le tour de l</w:t>
      </w:r>
      <w:r w:rsidR="00766774">
        <w:t>’</w:t>
      </w:r>
      <w:r w:rsidRPr="00115F49">
        <w:t>honorable société qui prenait le frais sous les tilleuls ou qui vaquait</w:t>
      </w:r>
      <w:r w:rsidR="00766774">
        <w:t xml:space="preserve">. </w:t>
      </w:r>
      <w:r w:rsidRPr="00115F49">
        <w:t>S</w:t>
      </w:r>
      <w:r w:rsidR="00766774">
        <w:t>’</w:t>
      </w:r>
      <w:r w:rsidRPr="00115F49">
        <w:t>il reconnaissait quelqu</w:t>
      </w:r>
      <w:r w:rsidR="00766774">
        <w:t>’</w:t>
      </w:r>
      <w:r w:rsidRPr="00115F49">
        <w:t xml:space="preserve">un qui lui plaisait plus </w:t>
      </w:r>
      <w:r w:rsidRPr="00115F49">
        <w:lastRenderedPageBreak/>
        <w:t>particulièrement</w:t>
      </w:r>
      <w:r w:rsidR="002B2BF0">
        <w:t>,</w:t>
      </w:r>
      <w:r w:rsidRPr="00115F49">
        <w:t xml:space="preserve"> il l</w:t>
      </w:r>
      <w:r w:rsidR="00766774">
        <w:t>’</w:t>
      </w:r>
      <w:r w:rsidRPr="00115F49">
        <w:t>appelait d</w:t>
      </w:r>
      <w:r w:rsidR="00766774">
        <w:t>’</w:t>
      </w:r>
      <w:r w:rsidRPr="00115F49">
        <w:t>un ou deux hennissements très mesurés</w:t>
      </w:r>
      <w:r w:rsidR="00766774">
        <w:t xml:space="preserve">, </w:t>
      </w:r>
      <w:r w:rsidRPr="00115F49">
        <w:t>semblables à des roucoulements de colombe</w:t>
      </w:r>
      <w:r w:rsidR="00766774">
        <w:t xml:space="preserve">. </w:t>
      </w:r>
      <w:r w:rsidRPr="00115F49">
        <w:t>Et</w:t>
      </w:r>
      <w:r w:rsidR="00766774">
        <w:t xml:space="preserve">, </w:t>
      </w:r>
      <w:r w:rsidRPr="00115F49">
        <w:t>si celui-là</w:t>
      </w:r>
      <w:r w:rsidR="00766774">
        <w:t xml:space="preserve">, </w:t>
      </w:r>
      <w:r w:rsidRPr="00115F49">
        <w:t>alors</w:t>
      </w:r>
      <w:r w:rsidR="00766774">
        <w:t xml:space="preserve">, </w:t>
      </w:r>
      <w:r w:rsidRPr="00115F49">
        <w:t>levait les yeux et lui disait un mot gentil</w:t>
      </w:r>
      <w:r w:rsidR="00766774">
        <w:t xml:space="preserve"> (</w:t>
      </w:r>
      <w:r w:rsidRPr="00115F49">
        <w:t>ce qui était toujours le cas</w:t>
      </w:r>
      <w:r w:rsidR="00766774">
        <w:t xml:space="preserve">), </w:t>
      </w:r>
      <w:r w:rsidRPr="00115F49">
        <w:t>le cheval s</w:t>
      </w:r>
      <w:r w:rsidR="00766774">
        <w:t>’</w:t>
      </w:r>
      <w:r w:rsidRPr="00115F49">
        <w:t>approchait de lui à pas aimables</w:t>
      </w:r>
      <w:r w:rsidR="00766774">
        <w:t xml:space="preserve">, </w:t>
      </w:r>
      <w:r w:rsidRPr="00115F49">
        <w:t>très cocasses</w:t>
      </w:r>
      <w:r w:rsidR="00766774">
        <w:t xml:space="preserve">, </w:t>
      </w:r>
      <w:r w:rsidRPr="00115F49">
        <w:t>très volontairement cocasses</w:t>
      </w:r>
      <w:r w:rsidR="00766774">
        <w:t xml:space="preserve">, </w:t>
      </w:r>
      <w:r w:rsidRPr="00115F49">
        <w:t>casseurs de sucre et un peu dansants</w:t>
      </w:r>
      <w:r w:rsidR="00766774">
        <w:t xml:space="preserve">, </w:t>
      </w:r>
      <w:r w:rsidRPr="00115F49">
        <w:t>pour venir poser la tête sur son épaule</w:t>
      </w:r>
      <w:r w:rsidR="00766774">
        <w:t xml:space="preserve">. </w:t>
      </w:r>
      <w:r w:rsidRPr="00115F49">
        <w:t>C</w:t>
      </w:r>
      <w:r w:rsidR="00766774">
        <w:t>’</w:t>
      </w:r>
      <w:r w:rsidRPr="00115F49">
        <w:t>est parfois là qu</w:t>
      </w:r>
      <w:r w:rsidR="00766774">
        <w:t>’</w:t>
      </w:r>
      <w:r w:rsidRPr="00115F49">
        <w:t>il riait</w:t>
      </w:r>
      <w:r w:rsidR="00766774">
        <w:t xml:space="preserve">, </w:t>
      </w:r>
      <w:r w:rsidRPr="00115F49">
        <w:t>si on lui grattait un peu le front ou bien s</w:t>
      </w:r>
      <w:r w:rsidR="00766774">
        <w:t>’</w:t>
      </w:r>
      <w:r w:rsidRPr="00115F49">
        <w:t>il comprenait que son maître arrivait car</w:t>
      </w:r>
      <w:r w:rsidR="00766774">
        <w:t xml:space="preserve">, </w:t>
      </w:r>
      <w:r w:rsidRPr="00115F49">
        <w:t>dans ces cas-là</w:t>
      </w:r>
      <w:r w:rsidR="00766774">
        <w:t xml:space="preserve">, </w:t>
      </w:r>
      <w:r w:rsidRPr="00115F49">
        <w:t>comme on ne savait pas</w:t>
      </w:r>
      <w:r w:rsidR="00766774">
        <w:t xml:space="preserve">, </w:t>
      </w:r>
      <w:r w:rsidRPr="00115F49">
        <w:t>au début</w:t>
      </w:r>
      <w:r w:rsidR="00766774">
        <w:t xml:space="preserve">, </w:t>
      </w:r>
      <w:r w:rsidRPr="00115F49">
        <w:t>si la chose était agréable au commandant</w:t>
      </w:r>
      <w:r w:rsidR="00766774">
        <w:t xml:space="preserve">, </w:t>
      </w:r>
      <w:r w:rsidRPr="00115F49">
        <w:t>on n</w:t>
      </w:r>
      <w:r w:rsidR="00766774">
        <w:t>’</w:t>
      </w:r>
      <w:r w:rsidRPr="00115F49">
        <w:t>osait pas poursuivre les caresses et on reculait la main</w:t>
      </w:r>
      <w:r w:rsidR="00766774">
        <w:t xml:space="preserve"> ; </w:t>
      </w:r>
      <w:r w:rsidRPr="00115F49">
        <w:t>mais le cheval se mettait doucement à rire et remettait de lui-même et d</w:t>
      </w:r>
      <w:r w:rsidR="00766774">
        <w:t>’</w:t>
      </w:r>
      <w:r w:rsidRPr="00115F49">
        <w:t>autorité le front sous la main</w:t>
      </w:r>
      <w:r w:rsidR="00766774">
        <w:t xml:space="preserve">. </w:t>
      </w:r>
      <w:r w:rsidRPr="00115F49">
        <w:t>D</w:t>
      </w:r>
      <w:r w:rsidR="00766774">
        <w:t>’</w:t>
      </w:r>
      <w:r w:rsidRPr="00115F49">
        <w:t>ailleurs</w:t>
      </w:r>
      <w:r w:rsidR="00766774">
        <w:t xml:space="preserve">, </w:t>
      </w:r>
      <w:r w:rsidRPr="00115F49">
        <w:t>Langlois lui disait</w:t>
      </w:r>
      <w:r w:rsidR="00766774">
        <w:t> : « </w:t>
      </w:r>
      <w:r w:rsidRPr="00115F49">
        <w:t>Ah</w:t>
      </w:r>
      <w:r w:rsidR="00766774">
        <w:t xml:space="preserve"> ! </w:t>
      </w:r>
      <w:r w:rsidRPr="00115F49">
        <w:t>coquine</w:t>
      </w:r>
      <w:r w:rsidR="00766774">
        <w:t> » (</w:t>
      </w:r>
      <w:r w:rsidRPr="00115F49">
        <w:t>cependant c</w:t>
      </w:r>
      <w:r w:rsidR="00766774">
        <w:t>’</w:t>
      </w:r>
      <w:r w:rsidRPr="00115F49">
        <w:t>était bien un cheval et non une jument</w:t>
      </w:r>
      <w:r w:rsidR="00766774">
        <w:t xml:space="preserve">) </w:t>
      </w:r>
      <w:r w:rsidRPr="00115F49">
        <w:t>et il y avait dans le ton de voix de Langlois une grande affection qu</w:t>
      </w:r>
      <w:r w:rsidR="00766774">
        <w:t>’</w:t>
      </w:r>
      <w:r w:rsidRPr="00115F49">
        <w:t>on avait un peu le droit de croire répandue au-delà du cheval</w:t>
      </w:r>
      <w:r w:rsidR="00766774">
        <w:t xml:space="preserve">, </w:t>
      </w:r>
      <w:r w:rsidRPr="00115F49">
        <w:t>sur celui qui le caressait</w:t>
      </w:r>
      <w:r w:rsidR="00766774">
        <w:t xml:space="preserve">, </w:t>
      </w:r>
      <w:r w:rsidRPr="00115F49">
        <w:t>sur ceux qui étaient là</w:t>
      </w:r>
      <w:r w:rsidR="00766774">
        <w:t xml:space="preserve">, </w:t>
      </w:r>
      <w:r w:rsidRPr="00115F49">
        <w:t>assis sur le banc de pierre du tilleul</w:t>
      </w:r>
      <w:r w:rsidR="00766774">
        <w:t xml:space="preserve"> ; </w:t>
      </w:r>
      <w:r w:rsidRPr="00115F49">
        <w:t>car</w:t>
      </w:r>
      <w:r w:rsidR="00766774">
        <w:t xml:space="preserve">, </w:t>
      </w:r>
      <w:r w:rsidRPr="00115F49">
        <w:t>Langlois ne disait que ces mots-là</w:t>
      </w:r>
      <w:r w:rsidR="00766774">
        <w:t xml:space="preserve">, </w:t>
      </w:r>
      <w:r w:rsidRPr="00115F49">
        <w:t>mais regardait tout le monde</w:t>
      </w:r>
      <w:r w:rsidR="00766774">
        <w:t xml:space="preserve">. </w:t>
      </w:r>
      <w:r w:rsidRPr="00115F49">
        <w:t>Le cheval avait encore d</w:t>
      </w:r>
      <w:r w:rsidR="00766774">
        <w:t>’</w:t>
      </w:r>
      <w:r w:rsidRPr="00115F49">
        <w:t>autres manières</w:t>
      </w:r>
      <w:r w:rsidR="00766774">
        <w:t xml:space="preserve">, </w:t>
      </w:r>
      <w:r w:rsidRPr="00115F49">
        <w:t>toutes plus gentilles les unes que les autres</w:t>
      </w:r>
      <w:r w:rsidR="00766774">
        <w:t xml:space="preserve">, </w:t>
      </w:r>
      <w:r w:rsidRPr="00115F49">
        <w:t>toutes dirigées avec une grande intelligence vers ce besoin d</w:t>
      </w:r>
      <w:r w:rsidR="00766774">
        <w:t>’</w:t>
      </w:r>
      <w:r w:rsidRPr="00115F49">
        <w:t>aimer que tout le monde a</w:t>
      </w:r>
      <w:r w:rsidR="00766774">
        <w:t xml:space="preserve">. </w:t>
      </w:r>
      <w:r w:rsidRPr="00115F49">
        <w:t>Il suivait ses amis</w:t>
      </w:r>
      <w:r w:rsidR="00766774">
        <w:t xml:space="preserve">. </w:t>
      </w:r>
      <w:r w:rsidRPr="00115F49">
        <w:t>S</w:t>
      </w:r>
      <w:r w:rsidR="00766774">
        <w:t>’</w:t>
      </w:r>
      <w:r w:rsidRPr="00115F49">
        <w:t>il en voyait qui s</w:t>
      </w:r>
      <w:r w:rsidR="00766774">
        <w:t>’</w:t>
      </w:r>
      <w:r w:rsidRPr="00115F49">
        <w:t>en allaient</w:t>
      </w:r>
      <w:r w:rsidR="00766774">
        <w:t xml:space="preserve">, </w:t>
      </w:r>
      <w:r w:rsidRPr="00115F49">
        <w:t>soit au bureau de tabac</w:t>
      </w:r>
      <w:r w:rsidR="00766774">
        <w:t xml:space="preserve">, </w:t>
      </w:r>
      <w:r w:rsidRPr="00115F49">
        <w:t>soit chez des voisins</w:t>
      </w:r>
      <w:r w:rsidR="00766774">
        <w:t xml:space="preserve">, </w:t>
      </w:r>
      <w:r w:rsidRPr="00115F49">
        <w:t>chercher des outils ou se faire prêter des ustensiles</w:t>
      </w:r>
      <w:r w:rsidR="00766774">
        <w:t xml:space="preserve">, </w:t>
      </w:r>
      <w:r w:rsidRPr="00115F49">
        <w:t>il les accompagnait</w:t>
      </w:r>
      <w:r w:rsidR="00766774">
        <w:t xml:space="preserve">, </w:t>
      </w:r>
      <w:r w:rsidRPr="00115F49">
        <w:t>venait se mettre à côté</w:t>
      </w:r>
      <w:r w:rsidR="00766774">
        <w:t xml:space="preserve">, </w:t>
      </w:r>
      <w:r w:rsidRPr="00115F49">
        <w:t>frottait son museau contre les vestes</w:t>
      </w:r>
      <w:r w:rsidR="00766774">
        <w:t xml:space="preserve"> ; </w:t>
      </w:r>
      <w:r w:rsidRPr="00115F49">
        <w:t>puis</w:t>
      </w:r>
      <w:r w:rsidR="00766774">
        <w:t xml:space="preserve">, </w:t>
      </w:r>
      <w:r w:rsidRPr="00115F49">
        <w:t>à leur pas</w:t>
      </w:r>
      <w:r w:rsidR="00766774">
        <w:t xml:space="preserve">, </w:t>
      </w:r>
      <w:r w:rsidRPr="00115F49">
        <w:t>faisait route avec eux</w:t>
      </w:r>
      <w:r w:rsidR="00766774">
        <w:t xml:space="preserve">, </w:t>
      </w:r>
      <w:r w:rsidRPr="00115F49">
        <w:t>histoire</w:t>
      </w:r>
      <w:r w:rsidR="00766774">
        <w:t xml:space="preserve">, </w:t>
      </w:r>
      <w:r w:rsidRPr="00115F49">
        <w:t>semblait-il</w:t>
      </w:r>
      <w:r w:rsidR="00766774">
        <w:t xml:space="preserve">, </w:t>
      </w:r>
      <w:r w:rsidRPr="00115F49">
        <w:t>de passer un petit moment avec quelqu</w:t>
      </w:r>
      <w:r w:rsidR="00766774">
        <w:t>’</w:t>
      </w:r>
      <w:r w:rsidRPr="00115F49">
        <w:t>un pour qui il avait de l</w:t>
      </w:r>
      <w:r w:rsidR="00766774">
        <w:t>’</w:t>
      </w:r>
      <w:r w:rsidRPr="00115F49">
        <w:t>affection</w:t>
      </w:r>
      <w:r w:rsidR="00766774">
        <w:t xml:space="preserve">. </w:t>
      </w:r>
      <w:r w:rsidRPr="00115F49">
        <w:t>Quelquefois</w:t>
      </w:r>
      <w:r w:rsidR="00766774">
        <w:t xml:space="preserve">, </w:t>
      </w:r>
      <w:r w:rsidRPr="00115F49">
        <w:t>de ce temps</w:t>
      </w:r>
      <w:r w:rsidR="00766774">
        <w:t xml:space="preserve">, </w:t>
      </w:r>
      <w:r w:rsidRPr="00115F49">
        <w:t>il les amusait d</w:t>
      </w:r>
      <w:r w:rsidR="00766774">
        <w:t>’</w:t>
      </w:r>
      <w:r w:rsidRPr="00115F49">
        <w:t>un petit roucoulis de colombe</w:t>
      </w:r>
      <w:r w:rsidR="00766774">
        <w:t xml:space="preserve">, </w:t>
      </w:r>
      <w:r w:rsidRPr="00115F49">
        <w:t>d</w:t>
      </w:r>
      <w:r w:rsidR="00766774">
        <w:t>’</w:t>
      </w:r>
      <w:r w:rsidRPr="00115F49">
        <w:t>un petit pas espagnol</w:t>
      </w:r>
      <w:r w:rsidR="00766774">
        <w:t xml:space="preserve">, </w:t>
      </w:r>
      <w:r w:rsidRPr="00115F49">
        <w:t>d</w:t>
      </w:r>
      <w:r w:rsidR="00766774">
        <w:t>’</w:t>
      </w:r>
      <w:r w:rsidRPr="00115F49">
        <w:t>un mouvement de tête calculé pour faire mousser cette crinière soyeuse qu</w:t>
      </w:r>
      <w:r w:rsidR="00766774">
        <w:t>’</w:t>
      </w:r>
      <w:r w:rsidRPr="00115F49">
        <w:t>il avait</w:t>
      </w:r>
      <w:r w:rsidR="00766774">
        <w:t xml:space="preserve">, </w:t>
      </w:r>
      <w:r w:rsidRPr="00115F49">
        <w:t>toujours peignée recta et propre comme un sou</w:t>
      </w:r>
      <w:r w:rsidR="00766774">
        <w:t xml:space="preserve">. </w:t>
      </w:r>
      <w:r w:rsidRPr="00115F49">
        <w:t>Il avait des attentions pour tous</w:t>
      </w:r>
      <w:r w:rsidR="00766774">
        <w:t xml:space="preserve">. </w:t>
      </w:r>
      <w:r w:rsidRPr="00115F49">
        <w:t>On pouvait lui de</w:t>
      </w:r>
      <w:r w:rsidRPr="00115F49">
        <w:lastRenderedPageBreak/>
        <w:t>mander un service</w:t>
      </w:r>
      <w:r w:rsidR="00766774">
        <w:t xml:space="preserve">. </w:t>
      </w:r>
      <w:r w:rsidRPr="00115F49">
        <w:t>Au début</w:t>
      </w:r>
      <w:r w:rsidR="00766774">
        <w:t xml:space="preserve">, </w:t>
      </w:r>
      <w:r w:rsidRPr="00115F49">
        <w:t>bien sûr</w:t>
      </w:r>
      <w:r w:rsidR="00766774">
        <w:t xml:space="preserve">, </w:t>
      </w:r>
      <w:r w:rsidRPr="00115F49">
        <w:t>on n</w:t>
      </w:r>
      <w:r w:rsidR="00766774">
        <w:t>’</w:t>
      </w:r>
      <w:r w:rsidRPr="00115F49">
        <w:t>osa pas</w:t>
      </w:r>
      <w:r w:rsidR="00766774">
        <w:t xml:space="preserve">, </w:t>
      </w:r>
      <w:r w:rsidRPr="00115F49">
        <w:t>on se contenta de profiter de sa gentillesse</w:t>
      </w:r>
      <w:r w:rsidR="00766774">
        <w:t xml:space="preserve">. </w:t>
      </w:r>
      <w:r w:rsidRPr="00115F49">
        <w:t>On se méfiait de cette humeur de Langlois</w:t>
      </w:r>
      <w:r w:rsidR="00766774">
        <w:t xml:space="preserve">. </w:t>
      </w:r>
      <w:r w:rsidRPr="00115F49">
        <w:t>Non pas qu</w:t>
      </w:r>
      <w:r w:rsidR="00766774">
        <w:t>’</w:t>
      </w:r>
      <w:r w:rsidRPr="00115F49">
        <w:t>il soit de mauvaise humeur mais</w:t>
      </w:r>
      <w:r w:rsidR="00766774">
        <w:t xml:space="preserve">, </w:t>
      </w:r>
      <w:r w:rsidRPr="00115F49">
        <w:t>je vous l</w:t>
      </w:r>
      <w:r w:rsidR="00766774">
        <w:t>’</w:t>
      </w:r>
      <w:r w:rsidRPr="00115F49">
        <w:t>ai dit</w:t>
      </w:r>
      <w:r w:rsidR="00766774">
        <w:t xml:space="preserve">, </w:t>
      </w:r>
      <w:r w:rsidRPr="00115F49">
        <w:t>n</w:t>
      </w:r>
      <w:r w:rsidR="00766774">
        <w:t>’</w:t>
      </w:r>
      <w:r w:rsidRPr="00115F49">
        <w:t>ayant presque pas de contact avec nous</w:t>
      </w:r>
      <w:r w:rsidR="00766774">
        <w:t xml:space="preserve">, </w:t>
      </w:r>
      <w:r w:rsidRPr="00115F49">
        <w:t>on ne pouvait guère savoir s</w:t>
      </w:r>
      <w:r w:rsidR="00766774">
        <w:t>’</w:t>
      </w:r>
      <w:r w:rsidRPr="00115F49">
        <w:t>il verrait d</w:t>
      </w:r>
      <w:r w:rsidR="00766774">
        <w:t>’</w:t>
      </w:r>
      <w:r w:rsidRPr="00115F49">
        <w:t>un bon œil qu</w:t>
      </w:r>
      <w:r w:rsidR="00766774">
        <w:t>’</w:t>
      </w:r>
      <w:r w:rsidRPr="00115F49">
        <w:t>on se serve de son cheval</w:t>
      </w:r>
      <w:r w:rsidR="00766774">
        <w:t xml:space="preserve">. </w:t>
      </w:r>
      <w:r w:rsidRPr="00115F49">
        <w:t>Mais</w:t>
      </w:r>
      <w:r w:rsidR="00766774">
        <w:t xml:space="preserve">, </w:t>
      </w:r>
      <w:r w:rsidRPr="00115F49">
        <w:t>à la longue</w:t>
      </w:r>
      <w:r w:rsidR="00766774">
        <w:t xml:space="preserve">, </w:t>
      </w:r>
      <w:r w:rsidRPr="00115F49">
        <w:t>on se rendit compte qu</w:t>
      </w:r>
      <w:r w:rsidR="00766774">
        <w:t>’</w:t>
      </w:r>
      <w:r w:rsidRPr="00115F49">
        <w:t>il l</w:t>
      </w:r>
      <w:r w:rsidR="00766774">
        <w:t>’</w:t>
      </w:r>
      <w:r w:rsidRPr="00115F49">
        <w:t>avait laissé libre</w:t>
      </w:r>
      <w:r w:rsidR="00766774">
        <w:t xml:space="preserve">, </w:t>
      </w:r>
      <w:r w:rsidRPr="00115F49">
        <w:t>qu</w:t>
      </w:r>
      <w:r w:rsidR="00766774">
        <w:t>’</w:t>
      </w:r>
      <w:r w:rsidRPr="00115F49">
        <w:t>il comprenait fort bien sa façon d</w:t>
      </w:r>
      <w:r w:rsidR="00766774">
        <w:t>’</w:t>
      </w:r>
      <w:r w:rsidRPr="00115F49">
        <w:t>être et que</w:t>
      </w:r>
      <w:r w:rsidR="00766774">
        <w:t xml:space="preserve">, </w:t>
      </w:r>
      <w:r w:rsidRPr="00115F49">
        <w:t>par conséquent</w:t>
      </w:r>
      <w:r w:rsidR="00766774">
        <w:t xml:space="preserve">, </w:t>
      </w:r>
      <w:r w:rsidRPr="00115F49">
        <w:t>du moment que de lui-même le cheval se proposait à donner le petit coup de collier qui tire droit dans la montée de Pré-Villars</w:t>
      </w:r>
      <w:r w:rsidR="00766774">
        <w:t xml:space="preserve">, </w:t>
      </w:r>
      <w:r w:rsidRPr="00115F49">
        <w:t>ou les cinq minutes qu</w:t>
      </w:r>
      <w:r w:rsidR="00766774">
        <w:t>’</w:t>
      </w:r>
      <w:r w:rsidRPr="00115F49">
        <w:t>il faut pour charrier une benne de la fontaine à l</w:t>
      </w:r>
      <w:r w:rsidR="00766774">
        <w:t>’</w:t>
      </w:r>
      <w:r w:rsidRPr="00115F49">
        <w:t>étable</w:t>
      </w:r>
      <w:r w:rsidR="00766774">
        <w:t xml:space="preserve">, </w:t>
      </w:r>
      <w:r w:rsidRPr="00115F49">
        <w:t>il n</w:t>
      </w:r>
      <w:r w:rsidR="00766774">
        <w:t>’</w:t>
      </w:r>
      <w:r w:rsidRPr="00115F49">
        <w:t>y avait qu</w:t>
      </w:r>
      <w:r w:rsidR="00766774">
        <w:t>’</w:t>
      </w:r>
      <w:r w:rsidRPr="00115F49">
        <w:t>à accepter ces petits services aussi simplement qu</w:t>
      </w:r>
      <w:r w:rsidR="00766774">
        <w:t>’</w:t>
      </w:r>
      <w:r w:rsidRPr="00115F49">
        <w:t>il les offrait</w:t>
      </w:r>
      <w:r w:rsidR="00766774">
        <w:t>.</w:t>
      </w:r>
    </w:p>
    <w:p w14:paraId="367C3A7A" w14:textId="77777777" w:rsidR="00766774" w:rsidRDefault="00115F49" w:rsidP="00115F49">
      <w:r w:rsidRPr="00115F49">
        <w:t>Souvent donc</w:t>
      </w:r>
      <w:r w:rsidR="00766774">
        <w:t xml:space="preserve">, </w:t>
      </w:r>
      <w:r w:rsidRPr="00115F49">
        <w:t>si le cheval n</w:t>
      </w:r>
      <w:r w:rsidR="00766774">
        <w:t>’</w:t>
      </w:r>
      <w:r w:rsidRPr="00115F49">
        <w:t>était pas sur le seuil de son écurie pour guetter et saluer ses amis</w:t>
      </w:r>
      <w:r w:rsidR="00766774">
        <w:t xml:space="preserve">, </w:t>
      </w:r>
      <w:r w:rsidRPr="00115F49">
        <w:t>et si l</w:t>
      </w:r>
      <w:r w:rsidR="00766774">
        <w:t>’</w:t>
      </w:r>
      <w:r w:rsidRPr="00115F49">
        <w:t>on avait besoin de lui</w:t>
      </w:r>
      <w:r w:rsidR="00766774">
        <w:t xml:space="preserve">, </w:t>
      </w:r>
      <w:r w:rsidRPr="00115F49">
        <w:t>on entrait chez lui et on demandait</w:t>
      </w:r>
      <w:r w:rsidR="00766774">
        <w:t> : « </w:t>
      </w:r>
      <w:r w:rsidRPr="00115F49">
        <w:t>Oh</w:t>
      </w:r>
      <w:r w:rsidR="00766774">
        <w:t xml:space="preserve"> ! </w:t>
      </w:r>
      <w:r w:rsidRPr="00115F49">
        <w:t>Est-ce que tu es là</w:t>
      </w:r>
      <w:r w:rsidR="00766774">
        <w:t> ? »</w:t>
      </w:r>
      <w:r w:rsidRPr="00115F49">
        <w:t xml:space="preserve"> Il répondait de son petit cri de colombe et il venait</w:t>
      </w:r>
      <w:r w:rsidR="00766774">
        <w:t xml:space="preserve">. </w:t>
      </w:r>
      <w:r w:rsidRPr="00115F49">
        <w:t>On ne savait pas son nom</w:t>
      </w:r>
      <w:r w:rsidR="00766774">
        <w:t xml:space="preserve">. </w:t>
      </w:r>
      <w:r w:rsidRPr="00115F49">
        <w:t>Personne n</w:t>
      </w:r>
      <w:r w:rsidR="00766774">
        <w:t>’</w:t>
      </w:r>
      <w:r w:rsidRPr="00115F49">
        <w:t>avait osé le demander à Langlois</w:t>
      </w:r>
      <w:r w:rsidR="00766774">
        <w:t xml:space="preserve">. </w:t>
      </w:r>
      <w:r w:rsidRPr="00115F49">
        <w:t>Et personne n</w:t>
      </w:r>
      <w:r w:rsidR="00766774">
        <w:t>’</w:t>
      </w:r>
      <w:r w:rsidRPr="00115F49">
        <w:t>avait osé lui mettre un nom de chez nous</w:t>
      </w:r>
      <w:r w:rsidR="00766774">
        <w:t xml:space="preserve">. </w:t>
      </w:r>
      <w:r w:rsidRPr="00115F49">
        <w:t>Tous nos chevaux s</w:t>
      </w:r>
      <w:r w:rsidR="00766774">
        <w:t>’</w:t>
      </w:r>
      <w:r w:rsidRPr="00115F49">
        <w:t>appellent Bijou ou Cocotte</w:t>
      </w:r>
      <w:r w:rsidR="00766774">
        <w:t xml:space="preserve">. </w:t>
      </w:r>
      <w:r w:rsidRPr="00115F49">
        <w:t>Ça ne lui convenait pas du tout</w:t>
      </w:r>
      <w:r w:rsidR="00766774">
        <w:t xml:space="preserve">. </w:t>
      </w:r>
      <w:r w:rsidRPr="00115F49">
        <w:t>On avait vraiment beaucoup plus de respect et beaucoup plus d</w:t>
      </w:r>
      <w:r w:rsidR="00766774">
        <w:t>’</w:t>
      </w:r>
      <w:r w:rsidRPr="00115F49">
        <w:t>amitié que ça</w:t>
      </w:r>
      <w:r w:rsidR="00766774">
        <w:t xml:space="preserve"> ; </w:t>
      </w:r>
      <w:r w:rsidRPr="00115F49">
        <w:t>et d</w:t>
      </w:r>
      <w:r w:rsidR="00766774">
        <w:t>’</w:t>
      </w:r>
      <w:r w:rsidRPr="00115F49">
        <w:t>estime</w:t>
      </w:r>
      <w:r w:rsidR="00766774">
        <w:t xml:space="preserve">. </w:t>
      </w:r>
      <w:r w:rsidRPr="00115F49">
        <w:t>Quand on lui parlait</w:t>
      </w:r>
      <w:r w:rsidR="00766774">
        <w:t xml:space="preserve">, </w:t>
      </w:r>
      <w:r w:rsidRPr="00115F49">
        <w:t>on faisait évidemment la voix tendre</w:t>
      </w:r>
      <w:r w:rsidR="00766774">
        <w:t xml:space="preserve">, </w:t>
      </w:r>
      <w:r w:rsidRPr="00115F49">
        <w:t>mais on aurait bien aimé avoir un nom à ajouter aux bonnes paroles</w:t>
      </w:r>
      <w:r w:rsidR="00766774">
        <w:t xml:space="preserve">, </w:t>
      </w:r>
      <w:r w:rsidRPr="00115F49">
        <w:t>à glisser par-ci par-là dans les remerciements</w:t>
      </w:r>
      <w:r w:rsidR="00766774">
        <w:t xml:space="preserve">, </w:t>
      </w:r>
      <w:r w:rsidRPr="00115F49">
        <w:t>histoire de lui faire comprendre qu</w:t>
      </w:r>
      <w:r w:rsidR="00766774">
        <w:t>’</w:t>
      </w:r>
      <w:r w:rsidRPr="00115F49">
        <w:t>on était sensibles et touchés</w:t>
      </w:r>
      <w:r w:rsidR="00766774">
        <w:t xml:space="preserve">. </w:t>
      </w:r>
      <w:r w:rsidRPr="00115F49">
        <w:t>Mais</w:t>
      </w:r>
      <w:r w:rsidR="00766774">
        <w:t xml:space="preserve">, </w:t>
      </w:r>
      <w:r w:rsidRPr="00115F49">
        <w:t>trouver un nom qui lui convenait</w:t>
      </w:r>
      <w:r w:rsidR="00766774">
        <w:t xml:space="preserve">, </w:t>
      </w:r>
      <w:r w:rsidRPr="00115F49">
        <w:t>ça</w:t>
      </w:r>
      <w:r w:rsidR="00766774">
        <w:t xml:space="preserve">, </w:t>
      </w:r>
      <w:r w:rsidRPr="00115F49">
        <w:t>naturellement</w:t>
      </w:r>
      <w:r w:rsidR="00766774">
        <w:t xml:space="preserve">, </w:t>
      </w:r>
      <w:r w:rsidRPr="00115F49">
        <w:t>c</w:t>
      </w:r>
      <w:r w:rsidR="00766774">
        <w:t>’</w:t>
      </w:r>
      <w:r w:rsidRPr="00115F49">
        <w:t>était en dehors des choses possibles</w:t>
      </w:r>
      <w:r w:rsidR="00766774">
        <w:t xml:space="preserve"> ; </w:t>
      </w:r>
      <w:r w:rsidRPr="00115F49">
        <w:t>et savoir comment Langlois l</w:t>
      </w:r>
      <w:r w:rsidR="00766774">
        <w:t>’</w:t>
      </w:r>
      <w:r w:rsidRPr="00115F49">
        <w:t>appelait était dans le domaine des choses impossibles</w:t>
      </w:r>
      <w:r w:rsidR="00766774">
        <w:t xml:space="preserve">. </w:t>
      </w:r>
      <w:r w:rsidRPr="00115F49">
        <w:t>Quand Langlois sortait avec lui</w:t>
      </w:r>
      <w:r w:rsidR="00766774">
        <w:t xml:space="preserve">, </w:t>
      </w:r>
      <w:r w:rsidRPr="00115F49">
        <w:t>c</w:t>
      </w:r>
      <w:r w:rsidR="00766774">
        <w:t>’</w:t>
      </w:r>
      <w:r w:rsidRPr="00115F49">
        <w:t>était l</w:t>
      </w:r>
      <w:r w:rsidR="00766774">
        <w:t>’</w:t>
      </w:r>
      <w:r w:rsidRPr="00115F49">
        <w:t>impassibilité et le froid</w:t>
      </w:r>
      <w:r w:rsidR="00766774">
        <w:t xml:space="preserve"> ; </w:t>
      </w:r>
      <w:r w:rsidRPr="00115F49">
        <w:t>il le faisait obéir rien qu</w:t>
      </w:r>
      <w:r w:rsidR="00766774">
        <w:t>’</w:t>
      </w:r>
      <w:r w:rsidRPr="00115F49">
        <w:t>avec ses genoux</w:t>
      </w:r>
      <w:r w:rsidR="00766774">
        <w:t xml:space="preserve">. </w:t>
      </w:r>
      <w:r w:rsidRPr="00115F49">
        <w:t>S</w:t>
      </w:r>
      <w:r w:rsidR="00766774">
        <w:t>’</w:t>
      </w:r>
      <w:r w:rsidRPr="00115F49">
        <w:t>il lui parlait jamais c</w:t>
      </w:r>
      <w:r w:rsidR="00766774">
        <w:t>’</w:t>
      </w:r>
      <w:r w:rsidRPr="00115F49">
        <w:t>était dans l</w:t>
      </w:r>
      <w:r w:rsidR="00766774">
        <w:t>’</w:t>
      </w:r>
      <w:r w:rsidRPr="00115F49">
        <w:t>intimité et ça</w:t>
      </w:r>
      <w:r w:rsidR="00766774">
        <w:t xml:space="preserve">, </w:t>
      </w:r>
      <w:r w:rsidRPr="00115F49">
        <w:t>non seulement ça ne nous regardait pas</w:t>
      </w:r>
      <w:r w:rsidR="00766774">
        <w:t xml:space="preserve">, </w:t>
      </w:r>
      <w:r w:rsidRPr="00115F49">
        <w:t xml:space="preserve">mais encore tout était </w:t>
      </w:r>
      <w:r w:rsidRPr="00115F49">
        <w:lastRenderedPageBreak/>
        <w:t>fait pour nous le rappeler à chaque instant</w:t>
      </w:r>
      <w:r w:rsidR="00766774">
        <w:t xml:space="preserve">. </w:t>
      </w:r>
      <w:r w:rsidRPr="00115F49">
        <w:t>Alors</w:t>
      </w:r>
      <w:r w:rsidR="00766774">
        <w:t xml:space="preserve">, </w:t>
      </w:r>
      <w:r w:rsidRPr="00115F49">
        <w:t>quelques-uns l</w:t>
      </w:r>
      <w:r w:rsidR="00766774">
        <w:t>’</w:t>
      </w:r>
      <w:r w:rsidRPr="00115F49">
        <w:t>appelaient cheval</w:t>
      </w:r>
      <w:r w:rsidR="00766774">
        <w:t xml:space="preserve">, </w:t>
      </w:r>
      <w:r w:rsidRPr="00115F49">
        <w:t>tout simplement</w:t>
      </w:r>
      <w:r w:rsidR="00766774">
        <w:t xml:space="preserve"> ; </w:t>
      </w:r>
      <w:r w:rsidRPr="00115F49">
        <w:t>mais on en vint</w:t>
      </w:r>
      <w:r w:rsidR="00766774">
        <w:t xml:space="preserve">, </w:t>
      </w:r>
      <w:r w:rsidRPr="00115F49">
        <w:t>peu à peu</w:t>
      </w:r>
      <w:r w:rsidR="00766774">
        <w:t xml:space="preserve">, </w:t>
      </w:r>
      <w:r w:rsidRPr="00115F49">
        <w:t>en cachette</w:t>
      </w:r>
      <w:r w:rsidR="00766774">
        <w:t xml:space="preserve">, </w:t>
      </w:r>
      <w:r w:rsidRPr="00115F49">
        <w:t>et quand on était bien sûr de n</w:t>
      </w:r>
      <w:r w:rsidR="00766774">
        <w:t>’</w:t>
      </w:r>
      <w:r w:rsidRPr="00115F49">
        <w:t>être entendu que par nous autres et par lui</w:t>
      </w:r>
      <w:r w:rsidR="00766774">
        <w:t xml:space="preserve">, </w:t>
      </w:r>
      <w:r w:rsidRPr="00115F49">
        <w:t>on en vint à l</w:t>
      </w:r>
      <w:r w:rsidR="00766774">
        <w:t>’</w:t>
      </w:r>
      <w:r w:rsidRPr="00115F49">
        <w:t>appeler à mi-voix</w:t>
      </w:r>
      <w:r w:rsidR="00766774">
        <w:t> : « </w:t>
      </w:r>
      <w:r w:rsidRPr="00115F49">
        <w:t>Langlois</w:t>
      </w:r>
      <w:r w:rsidR="00766774">
        <w:t> »</w:t>
      </w:r>
      <w:r w:rsidRPr="00115F49">
        <w:t xml:space="preserve"> bien plus simplement encore car</w:t>
      </w:r>
      <w:r w:rsidR="00766774">
        <w:t xml:space="preserve">, </w:t>
      </w:r>
      <w:r w:rsidRPr="00115F49">
        <w:t>somme toute</w:t>
      </w:r>
      <w:r w:rsidR="00766774">
        <w:t xml:space="preserve">, </w:t>
      </w:r>
      <w:r w:rsidRPr="00115F49">
        <w:t>il faisait avec nous tout ce que Langlois ne faisait pas</w:t>
      </w:r>
      <w:r w:rsidR="00766774">
        <w:t>.</w:t>
      </w:r>
    </w:p>
    <w:p w14:paraId="56DC3090" w14:textId="77777777" w:rsidR="00766774" w:rsidRDefault="00115F49" w:rsidP="00115F49">
      <w:r w:rsidRPr="00115F49">
        <w:t>Il n</w:t>
      </w:r>
      <w:r w:rsidR="00766774">
        <w:t>’</w:t>
      </w:r>
      <w:r w:rsidRPr="00115F49">
        <w:t>avait qu</w:t>
      </w:r>
      <w:r w:rsidR="00766774">
        <w:t>’</w:t>
      </w:r>
      <w:r w:rsidRPr="00115F49">
        <w:t>un défaut</w:t>
      </w:r>
      <w:r w:rsidR="00766774">
        <w:t xml:space="preserve"> : </w:t>
      </w:r>
      <w:r w:rsidRPr="00115F49">
        <w:t>il était sévère avec les bêtes</w:t>
      </w:r>
      <w:r w:rsidR="00766774">
        <w:t xml:space="preserve">. </w:t>
      </w:r>
      <w:r w:rsidRPr="00115F49">
        <w:t>Il ne riait jamais</w:t>
      </w:r>
      <w:r w:rsidR="00766774">
        <w:t xml:space="preserve">, </w:t>
      </w:r>
      <w:r w:rsidRPr="00115F49">
        <w:t>il ne roucoulait pas</w:t>
      </w:r>
      <w:r w:rsidR="00766774">
        <w:t xml:space="preserve">, </w:t>
      </w:r>
      <w:r w:rsidRPr="00115F49">
        <w:t>ni à un autre cheval ni à une jument</w:t>
      </w:r>
      <w:r w:rsidR="00766774">
        <w:t xml:space="preserve">. </w:t>
      </w:r>
      <w:r w:rsidRPr="00115F49">
        <w:t>Il ne les regardait même pas</w:t>
      </w:r>
      <w:r w:rsidR="00766774">
        <w:t xml:space="preserve">. </w:t>
      </w:r>
      <w:r w:rsidRPr="00115F49">
        <w:t>Il les côtoyait</w:t>
      </w:r>
      <w:r w:rsidR="00766774">
        <w:t xml:space="preserve">, </w:t>
      </w:r>
      <w:r w:rsidRPr="00115F49">
        <w:t>impassible</w:t>
      </w:r>
      <w:r w:rsidR="00766774">
        <w:t xml:space="preserve">, </w:t>
      </w:r>
      <w:r w:rsidRPr="00115F49">
        <w:t>pour venir vers nous</w:t>
      </w:r>
      <w:r w:rsidR="00766774">
        <w:t xml:space="preserve">. </w:t>
      </w:r>
      <w:r w:rsidRPr="00115F49">
        <w:t>Il aimait au-dessus de sa condition</w:t>
      </w:r>
      <w:r w:rsidR="00766774">
        <w:t>.</w:t>
      </w:r>
    </w:p>
    <w:p w14:paraId="583FE0C6" w14:textId="77777777" w:rsidR="00766774" w:rsidRDefault="00115F49" w:rsidP="00115F49">
      <w:r w:rsidRPr="00115F49">
        <w:t>Langlois</w:t>
      </w:r>
      <w:r w:rsidR="00766774">
        <w:t xml:space="preserve">, </w:t>
      </w:r>
      <w:r w:rsidRPr="00115F49">
        <w:t>le lendemain même de son arrivée</w:t>
      </w:r>
      <w:r w:rsidR="00766774">
        <w:t xml:space="preserve">, </w:t>
      </w:r>
      <w:r w:rsidRPr="00115F49">
        <w:t>fit donc cette visite au maire pour montrer ses patentes et</w:t>
      </w:r>
      <w:r w:rsidR="00766774">
        <w:t xml:space="preserve">, </w:t>
      </w:r>
      <w:r w:rsidRPr="00115F49">
        <w:t>à peu près un mois plus tard</w:t>
      </w:r>
      <w:r w:rsidR="00766774">
        <w:t xml:space="preserve">, </w:t>
      </w:r>
      <w:r w:rsidRPr="00115F49">
        <w:t>il fit une autre visite</w:t>
      </w:r>
      <w:r w:rsidR="00766774">
        <w:t>.</w:t>
      </w:r>
    </w:p>
    <w:p w14:paraId="259EEB51" w14:textId="77777777" w:rsidR="00115F49" w:rsidRPr="00115F49" w:rsidRDefault="00115F49" w:rsidP="00115F49">
      <w:r w:rsidRPr="00115F49">
        <w:t>On en eut des échos par la sacristine</w:t>
      </w:r>
      <w:r w:rsidR="00766774">
        <w:t xml:space="preserve">, </w:t>
      </w:r>
      <w:r w:rsidRPr="00115F49">
        <w:t>cette Martoune dont je vous ai déjà parlé</w:t>
      </w:r>
      <w:r w:rsidR="00766774">
        <w:t>. « </w:t>
      </w:r>
      <w:r w:rsidRPr="00115F49">
        <w:t>Le beau masque</w:t>
      </w:r>
      <w:r w:rsidR="00766774">
        <w:t xml:space="preserve">, </w:t>
      </w:r>
      <w:r w:rsidRPr="00115F49">
        <w:t>dit-elle</w:t>
      </w:r>
      <w:r w:rsidR="00766774">
        <w:t xml:space="preserve">, </w:t>
      </w:r>
      <w:r w:rsidRPr="00115F49">
        <w:t>j</w:t>
      </w:r>
      <w:r w:rsidR="00766774">
        <w:t>’</w:t>
      </w:r>
      <w:r w:rsidRPr="00115F49">
        <w:t>avais bien vu qu</w:t>
      </w:r>
      <w:r w:rsidR="00766774">
        <w:t>’</w:t>
      </w:r>
      <w:r w:rsidRPr="00115F49">
        <w:t>il me suivait</w:t>
      </w:r>
      <w:r w:rsidR="00766774">
        <w:t>. »</w:t>
      </w:r>
    </w:p>
    <w:p w14:paraId="5CB63EAB" w14:textId="77777777" w:rsidR="00766774" w:rsidRDefault="00115F49" w:rsidP="00115F49">
      <w:r w:rsidRPr="00115F49">
        <w:t>Suivre Martoune n</w:t>
      </w:r>
      <w:r w:rsidR="00766774">
        <w:t>’</w:t>
      </w:r>
      <w:r w:rsidRPr="00115F49">
        <w:t>est pas de la petite bière</w:t>
      </w:r>
      <w:r w:rsidR="00766774">
        <w:t xml:space="preserve"> ! </w:t>
      </w:r>
      <w:r w:rsidRPr="00115F49">
        <w:t>Elle a soixante-dix ans et ceci n</w:t>
      </w:r>
      <w:r w:rsidR="00766774">
        <w:t>’</w:t>
      </w:r>
      <w:r w:rsidRPr="00115F49">
        <w:t>est rien</w:t>
      </w:r>
      <w:r w:rsidR="00766774">
        <w:t xml:space="preserve">, </w:t>
      </w:r>
      <w:r w:rsidRPr="00115F49">
        <w:t>mais d</w:t>
      </w:r>
      <w:r w:rsidR="00766774">
        <w:t>’</w:t>
      </w:r>
      <w:r w:rsidRPr="00115F49">
        <w:t>abord elle est bossue et</w:t>
      </w:r>
      <w:r w:rsidR="00766774">
        <w:t xml:space="preserve">, </w:t>
      </w:r>
      <w:r w:rsidRPr="00115F49">
        <w:t>ensuite</w:t>
      </w:r>
      <w:r w:rsidR="00766774">
        <w:t xml:space="preserve">, </w:t>
      </w:r>
      <w:r w:rsidRPr="00115F49">
        <w:t>elle s</w:t>
      </w:r>
      <w:r w:rsidR="00766774">
        <w:t>’</w:t>
      </w:r>
      <w:r w:rsidRPr="00115F49">
        <w:t>est tellement fourré de tabac à priser dans le nez qu</w:t>
      </w:r>
      <w:r w:rsidR="00766774">
        <w:t>’</w:t>
      </w:r>
      <w:r w:rsidRPr="00115F49">
        <w:t>elle en a la bouche constamment ouverte depuis plus de trente ans</w:t>
      </w:r>
      <w:r w:rsidR="00766774">
        <w:t xml:space="preserve"> ; </w:t>
      </w:r>
      <w:r w:rsidRPr="00115F49">
        <w:t>avec</w:t>
      </w:r>
      <w:r w:rsidR="00766774">
        <w:t xml:space="preserve">, </w:t>
      </w:r>
      <w:r w:rsidRPr="00115F49">
        <w:t>bien entendu</w:t>
      </w:r>
      <w:r w:rsidR="00766774">
        <w:t xml:space="preserve">, </w:t>
      </w:r>
      <w:r w:rsidRPr="00115F49">
        <w:t>tout le ravage que l</w:t>
      </w:r>
      <w:r w:rsidR="00766774">
        <w:t>’</w:t>
      </w:r>
      <w:r w:rsidRPr="00115F49">
        <w:t>air d</w:t>
      </w:r>
      <w:r w:rsidR="00766774">
        <w:t>’</w:t>
      </w:r>
      <w:r w:rsidRPr="00115F49">
        <w:t>ici peut causer dans une bouche ouverte</w:t>
      </w:r>
      <w:r w:rsidR="00766774">
        <w:t xml:space="preserve">. </w:t>
      </w:r>
      <w:r w:rsidRPr="00115F49">
        <w:t>Horrible à voir</w:t>
      </w:r>
      <w:r w:rsidR="00766774">
        <w:t xml:space="preserve"> ! </w:t>
      </w:r>
      <w:r w:rsidRPr="00115F49">
        <w:t>Suivre Martoune</w:t>
      </w:r>
      <w:r w:rsidR="00766774">
        <w:t xml:space="preserve">, </w:t>
      </w:r>
      <w:r w:rsidRPr="00115F49">
        <w:t>en culotte de droguet de Montmélian et bottes souples comme un mouchoir</w:t>
      </w:r>
      <w:r w:rsidR="00766774">
        <w:t xml:space="preserve"> ! </w:t>
      </w:r>
      <w:r w:rsidRPr="00115F49">
        <w:t>Ah</w:t>
      </w:r>
      <w:r w:rsidR="00766774">
        <w:t xml:space="preserve"> ! </w:t>
      </w:r>
      <w:r w:rsidRPr="00115F49">
        <w:t>non</w:t>
      </w:r>
      <w:r w:rsidR="00766774">
        <w:t> !</w:t>
      </w:r>
    </w:p>
    <w:p w14:paraId="568F0175" w14:textId="77777777" w:rsidR="00766774" w:rsidRDefault="00766774" w:rsidP="00115F49">
      <w:r>
        <w:t>« </w:t>
      </w:r>
      <w:r w:rsidR="00115F49" w:rsidRPr="00115F49">
        <w:t>Riez comme des peignes</w:t>
      </w:r>
      <w:r>
        <w:t xml:space="preserve">, </w:t>
      </w:r>
      <w:r w:rsidR="00115F49" w:rsidRPr="00115F49">
        <w:t>dit-elle</w:t>
      </w:r>
      <w:r>
        <w:t xml:space="preserve">, </w:t>
      </w:r>
      <w:r w:rsidR="00115F49" w:rsidRPr="00115F49">
        <w:t>si je vous le dis c</w:t>
      </w:r>
      <w:r>
        <w:t>’</w:t>
      </w:r>
      <w:r w:rsidR="00115F49" w:rsidRPr="00115F49">
        <w:t>est que c</w:t>
      </w:r>
      <w:r>
        <w:t>’</w:t>
      </w:r>
      <w:r w:rsidR="00115F49" w:rsidRPr="00115F49">
        <w:t>est vrai</w:t>
      </w:r>
      <w:r>
        <w:t xml:space="preserve">. </w:t>
      </w:r>
      <w:r w:rsidR="00115F49" w:rsidRPr="00115F49">
        <w:t>Je n</w:t>
      </w:r>
      <w:r>
        <w:t>’</w:t>
      </w:r>
      <w:r w:rsidR="00115F49" w:rsidRPr="00115F49">
        <w:t>ai pas d</w:t>
      </w:r>
      <w:r>
        <w:t>’</w:t>
      </w:r>
      <w:r w:rsidR="00115F49" w:rsidRPr="00115F49">
        <w:t>intérêt à vous le dire</w:t>
      </w:r>
      <w:r>
        <w:t>. »</w:t>
      </w:r>
      <w:r w:rsidR="00115F49" w:rsidRPr="00115F49">
        <w:t xml:space="preserve"> Bref</w:t>
      </w:r>
      <w:r>
        <w:t xml:space="preserve">, </w:t>
      </w:r>
      <w:r w:rsidR="00115F49" w:rsidRPr="00115F49">
        <w:t>elle prétendit qu</w:t>
      </w:r>
      <w:r>
        <w:t>’</w:t>
      </w:r>
      <w:r w:rsidR="00115F49" w:rsidRPr="00115F49">
        <w:t>il y avait plus de trois semaines qu</w:t>
      </w:r>
      <w:r>
        <w:t>’</w:t>
      </w:r>
      <w:r w:rsidR="00115F49" w:rsidRPr="00115F49">
        <w:t>elle suivait le manège</w:t>
      </w:r>
      <w:r>
        <w:t xml:space="preserve">. </w:t>
      </w:r>
      <w:r w:rsidR="00115F49" w:rsidRPr="00115F49">
        <w:t>Il s</w:t>
      </w:r>
      <w:r>
        <w:t>’</w:t>
      </w:r>
      <w:r w:rsidR="00115F49" w:rsidRPr="00115F49">
        <w:t>était posté sous les saules</w:t>
      </w:r>
      <w:r>
        <w:t xml:space="preserve">, </w:t>
      </w:r>
      <w:r w:rsidR="00115F49" w:rsidRPr="00115F49">
        <w:t>en face de la porte</w:t>
      </w:r>
      <w:r>
        <w:t xml:space="preserve">. </w:t>
      </w:r>
      <w:r w:rsidR="00115F49" w:rsidRPr="00115F49">
        <w:lastRenderedPageBreak/>
        <w:t>C</w:t>
      </w:r>
      <w:r>
        <w:t>’</w:t>
      </w:r>
      <w:r w:rsidR="00115F49" w:rsidRPr="00115F49">
        <w:t>était un</w:t>
      </w:r>
      <w:r>
        <w:t xml:space="preserve">, </w:t>
      </w:r>
      <w:r w:rsidR="00115F49" w:rsidRPr="00115F49">
        <w:t>mettons mardi</w:t>
      </w:r>
      <w:r>
        <w:t xml:space="preserve">. </w:t>
      </w:r>
      <w:r w:rsidR="00115F49" w:rsidRPr="00115F49">
        <w:t>Elle alla planter sa chèvre dans un pré</w:t>
      </w:r>
      <w:r>
        <w:t xml:space="preserve">. </w:t>
      </w:r>
      <w:r w:rsidR="00115F49" w:rsidRPr="00115F49">
        <w:t>Il la regarda faire</w:t>
      </w:r>
      <w:r>
        <w:t xml:space="preserve">. </w:t>
      </w:r>
      <w:r w:rsidR="00115F49" w:rsidRPr="00115F49">
        <w:t>Elle alla faire diverses petites choses par-ci par-là</w:t>
      </w:r>
      <w:r>
        <w:t xml:space="preserve">. </w:t>
      </w:r>
      <w:r w:rsidR="00115F49" w:rsidRPr="00115F49">
        <w:t>Il la suivit de l</w:t>
      </w:r>
      <w:r>
        <w:t>’</w:t>
      </w:r>
      <w:r w:rsidR="00115F49" w:rsidRPr="00115F49">
        <w:t>œil partout</w:t>
      </w:r>
      <w:r>
        <w:t xml:space="preserve">. </w:t>
      </w:r>
      <w:r w:rsidR="00115F49" w:rsidRPr="00115F49">
        <w:t>Quelquefois même il quitta l</w:t>
      </w:r>
      <w:r>
        <w:t>’</w:t>
      </w:r>
      <w:r w:rsidR="00115F49" w:rsidRPr="00115F49">
        <w:t>abri des feuillages de saules pour la suivre vraiment</w:t>
      </w:r>
      <w:r>
        <w:t xml:space="preserve">, </w:t>
      </w:r>
      <w:r w:rsidR="00115F49" w:rsidRPr="00115F49">
        <w:t>de loin</w:t>
      </w:r>
      <w:r>
        <w:t xml:space="preserve">, </w:t>
      </w:r>
      <w:r w:rsidR="00115F49" w:rsidRPr="00115F49">
        <w:t>pas à pas</w:t>
      </w:r>
      <w:r>
        <w:t xml:space="preserve">. </w:t>
      </w:r>
      <w:r w:rsidR="00115F49" w:rsidRPr="00115F49">
        <w:t>Mercredi</w:t>
      </w:r>
      <w:r>
        <w:t xml:space="preserve">, </w:t>
      </w:r>
      <w:r w:rsidR="00115F49" w:rsidRPr="00115F49">
        <w:t>jeudi</w:t>
      </w:r>
      <w:r>
        <w:t xml:space="preserve">, </w:t>
      </w:r>
      <w:r w:rsidR="00115F49" w:rsidRPr="00115F49">
        <w:t>et Martoune qui n</w:t>
      </w:r>
      <w:r>
        <w:t>’</w:t>
      </w:r>
      <w:r w:rsidR="00115F49" w:rsidRPr="00115F49">
        <w:t>est pas bête</w:t>
      </w:r>
      <w:r>
        <w:t xml:space="preserve"> (</w:t>
      </w:r>
      <w:r w:rsidR="00115F49" w:rsidRPr="00115F49">
        <w:t xml:space="preserve">si je vous racontais la jeunesse de </w:t>
      </w:r>
      <w:proofErr w:type="spellStart"/>
      <w:r w:rsidR="00115F49" w:rsidRPr="00115F49">
        <w:t>Martoune</w:t>
      </w:r>
      <w:proofErr w:type="spellEnd"/>
      <w:r>
        <w:t xml:space="preserve">…), </w:t>
      </w:r>
      <w:r w:rsidR="00115F49" w:rsidRPr="00115F49">
        <w:t>s</w:t>
      </w:r>
      <w:r>
        <w:t>’</w:t>
      </w:r>
      <w:r w:rsidR="00115F49" w:rsidRPr="00115F49">
        <w:t>aperçoit que Langlois quitte l</w:t>
      </w:r>
      <w:r>
        <w:t>’</w:t>
      </w:r>
      <w:r w:rsidR="00115F49" w:rsidRPr="00115F49">
        <w:t>abri des saules pour la suivre chaque fois qu</w:t>
      </w:r>
      <w:r>
        <w:t>’</w:t>
      </w:r>
      <w:r w:rsidR="00115F49" w:rsidRPr="00115F49">
        <w:t>elle va du côté de l</w:t>
      </w:r>
      <w:r>
        <w:t>’</w:t>
      </w:r>
      <w:r w:rsidR="00115F49" w:rsidRPr="00115F49">
        <w:t>église</w:t>
      </w:r>
      <w:r>
        <w:t xml:space="preserve">. </w:t>
      </w:r>
      <w:r w:rsidR="00115F49" w:rsidRPr="00115F49">
        <w:t>Elle se dit</w:t>
      </w:r>
      <w:r>
        <w:t> : « </w:t>
      </w:r>
      <w:r w:rsidR="00115F49" w:rsidRPr="00115F49">
        <w:t>Attends mon beau</w:t>
      </w:r>
      <w:r>
        <w:t> ! »</w:t>
      </w:r>
      <w:r w:rsidR="00115F49" w:rsidRPr="00115F49">
        <w:t xml:space="preserve"> Et en effet</w:t>
      </w:r>
      <w:r>
        <w:t xml:space="preserve">, </w:t>
      </w:r>
      <w:r w:rsidR="00115F49" w:rsidRPr="00115F49">
        <w:t>le samedi</w:t>
      </w:r>
      <w:r>
        <w:t xml:space="preserve">, </w:t>
      </w:r>
      <w:r w:rsidR="00115F49" w:rsidRPr="00115F49">
        <w:t>elle fait un nettoyage dans l</w:t>
      </w:r>
      <w:r>
        <w:t>’</w:t>
      </w:r>
      <w:r w:rsidR="00115F49" w:rsidRPr="00115F49">
        <w:t>église et</w:t>
      </w:r>
      <w:r>
        <w:t xml:space="preserve">, </w:t>
      </w:r>
      <w:r w:rsidR="00115F49" w:rsidRPr="00115F49">
        <w:t>le samedi</w:t>
      </w:r>
      <w:r>
        <w:t xml:space="preserve">, </w:t>
      </w:r>
      <w:r w:rsidR="00115F49" w:rsidRPr="00115F49">
        <w:t>recta</w:t>
      </w:r>
      <w:r>
        <w:t xml:space="preserve">, </w:t>
      </w:r>
      <w:r w:rsidR="00115F49" w:rsidRPr="00115F49">
        <w:t>Langlois lui emboîte le pas</w:t>
      </w:r>
      <w:r>
        <w:t xml:space="preserve">. </w:t>
      </w:r>
      <w:r w:rsidR="00115F49" w:rsidRPr="00115F49">
        <w:t>Pour ce samedi-là</w:t>
      </w:r>
      <w:r>
        <w:t xml:space="preserve">, </w:t>
      </w:r>
      <w:r w:rsidR="00115F49" w:rsidRPr="00115F49">
        <w:t>c</w:t>
      </w:r>
      <w:r>
        <w:t>’</w:t>
      </w:r>
      <w:r w:rsidR="00115F49" w:rsidRPr="00115F49">
        <w:t>est tout</w:t>
      </w:r>
      <w:r>
        <w:t xml:space="preserve">. </w:t>
      </w:r>
      <w:r w:rsidR="00115F49" w:rsidRPr="00115F49">
        <w:t>Le samedi</w:t>
      </w:r>
      <w:r>
        <w:t xml:space="preserve">, </w:t>
      </w:r>
      <w:r w:rsidR="00115F49" w:rsidRPr="00115F49">
        <w:t>Martoune passe un chiffon humide sur la Sainte Vierge et un chiffon sec sur le Christ qui est en plâtre et dont le sang tient à peine</w:t>
      </w:r>
      <w:r>
        <w:t xml:space="preserve"> : </w:t>
      </w:r>
      <w:r w:rsidR="00115F49" w:rsidRPr="00115F49">
        <w:t>à chaque instant</w:t>
      </w:r>
      <w:r>
        <w:t xml:space="preserve">, </w:t>
      </w:r>
      <w:r w:rsidR="00115F49" w:rsidRPr="00115F49">
        <w:t xml:space="preserve">il faut que </w:t>
      </w:r>
      <w:r>
        <w:t>M. </w:t>
      </w:r>
      <w:r w:rsidR="00115F49" w:rsidRPr="00115F49">
        <w:t>le curé refasse les gouttes avec un pinceau</w:t>
      </w:r>
      <w:r>
        <w:t xml:space="preserve">. </w:t>
      </w:r>
      <w:r w:rsidR="00115F49" w:rsidRPr="00115F49">
        <w:t>Elle aligne les chaises après avoir balayé dessous</w:t>
      </w:r>
      <w:r>
        <w:t xml:space="preserve">. </w:t>
      </w:r>
      <w:r w:rsidR="00115F49" w:rsidRPr="00115F49">
        <w:t>Mais</w:t>
      </w:r>
      <w:r>
        <w:t xml:space="preserve">, </w:t>
      </w:r>
      <w:r w:rsidR="00115F49" w:rsidRPr="00115F49">
        <w:t>le lundi</w:t>
      </w:r>
      <w:r>
        <w:t xml:space="preserve">, </w:t>
      </w:r>
      <w:r w:rsidR="00115F49" w:rsidRPr="00115F49">
        <w:t xml:space="preserve">elle </w:t>
      </w:r>
      <w:r>
        <w:t>« </w:t>
      </w:r>
      <w:r w:rsidR="00115F49" w:rsidRPr="00115F49">
        <w:rPr>
          <w:i/>
          <w:iCs/>
        </w:rPr>
        <w:t>fait la sacristie</w:t>
      </w:r>
      <w:r>
        <w:t> »</w:t>
      </w:r>
      <w:r w:rsidR="00115F49" w:rsidRPr="00115F49">
        <w:t xml:space="preserve"> autant que possible de fond en comble</w:t>
      </w:r>
      <w:r>
        <w:t xml:space="preserve">. </w:t>
      </w:r>
      <w:r w:rsidR="00115F49" w:rsidRPr="00115F49">
        <w:t>Ça signifie que</w:t>
      </w:r>
      <w:r>
        <w:t xml:space="preserve">, </w:t>
      </w:r>
      <w:r w:rsidR="00115F49" w:rsidRPr="00115F49">
        <w:t>non seulement elle brosse</w:t>
      </w:r>
      <w:r>
        <w:t xml:space="preserve">, </w:t>
      </w:r>
      <w:r w:rsidR="00115F49" w:rsidRPr="00115F49">
        <w:t xml:space="preserve">secoue et range les vêtements dont </w:t>
      </w:r>
      <w:r>
        <w:t>M. </w:t>
      </w:r>
      <w:r w:rsidR="00115F49" w:rsidRPr="00115F49">
        <w:t>le curé s</w:t>
      </w:r>
      <w:r>
        <w:t>’</w:t>
      </w:r>
      <w:r w:rsidR="00115F49" w:rsidRPr="00115F49">
        <w:t>est servi le dimanche</w:t>
      </w:r>
      <w:r>
        <w:t xml:space="preserve">, </w:t>
      </w:r>
      <w:r w:rsidR="00115F49" w:rsidRPr="00115F49">
        <w:t>mais encore qu</w:t>
      </w:r>
      <w:r>
        <w:t>’</w:t>
      </w:r>
      <w:r w:rsidR="00115F49" w:rsidRPr="00115F49">
        <w:t>elle fait prendre l</w:t>
      </w:r>
      <w:r>
        <w:t>’</w:t>
      </w:r>
      <w:r w:rsidR="00115F49" w:rsidRPr="00115F49">
        <w:t>air à toute la garde-robe car</w:t>
      </w:r>
      <w:r>
        <w:t xml:space="preserve">, </w:t>
      </w:r>
      <w:r w:rsidR="00115F49" w:rsidRPr="00115F49">
        <w:t>le placard qui la contient est au nord</w:t>
      </w:r>
      <w:r>
        <w:t xml:space="preserve">, </w:t>
      </w:r>
      <w:r w:rsidR="00115F49" w:rsidRPr="00115F49">
        <w:t>sous l</w:t>
      </w:r>
      <w:r>
        <w:t>’</w:t>
      </w:r>
      <w:r w:rsidR="00115F49" w:rsidRPr="00115F49">
        <w:t>ombre du grand chêne</w:t>
      </w:r>
      <w:r>
        <w:t xml:space="preserve"> : </w:t>
      </w:r>
      <w:r w:rsidR="00115F49" w:rsidRPr="00115F49">
        <w:t>il moisit vite les affaires</w:t>
      </w:r>
      <w:r>
        <w:t>.</w:t>
      </w:r>
    </w:p>
    <w:p w14:paraId="4737CF74" w14:textId="77777777" w:rsidR="00766774" w:rsidRDefault="00115F49" w:rsidP="00115F49">
      <w:r w:rsidRPr="00115F49">
        <w:t>Le lundi donc</w:t>
      </w:r>
      <w:r w:rsidR="00766774">
        <w:t xml:space="preserve">, </w:t>
      </w:r>
      <w:r w:rsidRPr="00115F49">
        <w:t>elle avait installé les quatre belles chasubles</w:t>
      </w:r>
      <w:r w:rsidR="00766774">
        <w:t xml:space="preserve"> : </w:t>
      </w:r>
      <w:r w:rsidRPr="00115F49">
        <w:t>la mauve</w:t>
      </w:r>
      <w:r w:rsidR="00766774">
        <w:t xml:space="preserve">, </w:t>
      </w:r>
      <w:r w:rsidRPr="00115F49">
        <w:t>la rose et verte où sont brodées au fil d</w:t>
      </w:r>
      <w:r w:rsidR="00766774">
        <w:t>’</w:t>
      </w:r>
      <w:r w:rsidRPr="00115F49">
        <w:t>or des roses avec leurs feuilles</w:t>
      </w:r>
      <w:r w:rsidR="00766774">
        <w:t xml:space="preserve">, </w:t>
      </w:r>
      <w:r w:rsidRPr="00115F49">
        <w:t>exactement comme vivantes</w:t>
      </w:r>
      <w:r w:rsidR="00766774">
        <w:t xml:space="preserve"> (</w:t>
      </w:r>
      <w:r w:rsidRPr="00115F49">
        <w:t>elle a été donnée à la paroisse en 27 par le couvent des Présentines où il y a toujours des brodeuses extraordinaires</w:t>
      </w:r>
      <w:r w:rsidR="00766774">
        <w:t xml:space="preserve">), </w:t>
      </w:r>
      <w:r w:rsidRPr="00115F49">
        <w:t>la dorée</w:t>
      </w:r>
      <w:r w:rsidR="00766774">
        <w:t xml:space="preserve"> (</w:t>
      </w:r>
      <w:r w:rsidRPr="00115F49">
        <w:t xml:space="preserve">elle est si belle que </w:t>
      </w:r>
      <w:r w:rsidR="00766774">
        <w:t>M. </w:t>
      </w:r>
      <w:r w:rsidRPr="00115F49">
        <w:t>le curé n</w:t>
      </w:r>
      <w:r w:rsidR="00766774">
        <w:t>’</w:t>
      </w:r>
      <w:r w:rsidRPr="00115F49">
        <w:t>ose pas la mettre</w:t>
      </w:r>
      <w:r w:rsidR="00766774">
        <w:t xml:space="preserve">) </w:t>
      </w:r>
      <w:r w:rsidRPr="00115F49">
        <w:t>et la blanc</w:t>
      </w:r>
      <w:r w:rsidR="00574784">
        <w:t>he</w:t>
      </w:r>
      <w:r w:rsidRPr="00115F49">
        <w:t xml:space="preserve"> et bleu</w:t>
      </w:r>
      <w:r w:rsidR="00574784">
        <w:t>e</w:t>
      </w:r>
      <w:r w:rsidR="00766774">
        <w:t xml:space="preserve">, </w:t>
      </w:r>
      <w:r w:rsidRPr="00115F49">
        <w:t xml:space="preserve">celle des </w:t>
      </w:r>
      <w:proofErr w:type="spellStart"/>
      <w:r w:rsidRPr="00115F49">
        <w:t>osties</w:t>
      </w:r>
      <w:proofErr w:type="spellEnd"/>
      <w:r w:rsidRPr="00115F49">
        <w:t xml:space="preserve"> et des bleuets</w:t>
      </w:r>
      <w:r w:rsidR="00766774">
        <w:t xml:space="preserve">, </w:t>
      </w:r>
      <w:r w:rsidRPr="00115F49">
        <w:t>la courante</w:t>
      </w:r>
      <w:r w:rsidR="00766774">
        <w:t xml:space="preserve"> (</w:t>
      </w:r>
      <w:r w:rsidRPr="00115F49">
        <w:t>qui s</w:t>
      </w:r>
      <w:r w:rsidR="00766774">
        <w:t>’</w:t>
      </w:r>
      <w:r w:rsidRPr="00115F49">
        <w:t>élime et que Martoune surveille attentivement</w:t>
      </w:r>
      <w:r w:rsidR="00766774">
        <w:t xml:space="preserve">). </w:t>
      </w:r>
      <w:r w:rsidRPr="00115F49">
        <w:t>Pour la surveiller justement elle s</w:t>
      </w:r>
      <w:r w:rsidR="00766774">
        <w:t>’</w:t>
      </w:r>
      <w:r w:rsidRPr="00115F49">
        <w:t>était approchée de la petite fenêtre grillée qui donne sur le pré de Carles</w:t>
      </w:r>
      <w:r w:rsidR="00766774">
        <w:t xml:space="preserve">. </w:t>
      </w:r>
      <w:r w:rsidRPr="00115F49">
        <w:t>Elle entendit un petit bruit dehors et elle se dit</w:t>
      </w:r>
      <w:r w:rsidR="00766774">
        <w:t> : « </w:t>
      </w:r>
      <w:r w:rsidRPr="00115F49">
        <w:t>Ah</w:t>
      </w:r>
      <w:r w:rsidR="00766774">
        <w:t xml:space="preserve"> ! </w:t>
      </w:r>
      <w:r w:rsidRPr="00115F49">
        <w:t>te voilà</w:t>
      </w:r>
      <w:r w:rsidR="00766774">
        <w:t> ! »</w:t>
      </w:r>
      <w:r w:rsidRPr="00115F49">
        <w:t xml:space="preserve"> Elle </w:t>
      </w:r>
      <w:r w:rsidRPr="00115F49">
        <w:lastRenderedPageBreak/>
        <w:t>se mit alors un peu en retrait et</w:t>
      </w:r>
      <w:r w:rsidR="00766774">
        <w:t xml:space="preserve">, </w:t>
      </w:r>
      <w:r w:rsidRPr="00115F49">
        <w:t>en effet</w:t>
      </w:r>
      <w:r w:rsidR="00766774">
        <w:t xml:space="preserve">, </w:t>
      </w:r>
      <w:r w:rsidRPr="00115F49">
        <w:t>elle vit passer une ombre puis repasser une ombre</w:t>
      </w:r>
      <w:r w:rsidR="00766774">
        <w:t xml:space="preserve">, </w:t>
      </w:r>
      <w:r w:rsidRPr="00115F49">
        <w:t>puis enfin une main qui se mit à la grille</w:t>
      </w:r>
      <w:r w:rsidR="00766774">
        <w:t xml:space="preserve"> (</w:t>
      </w:r>
      <w:r w:rsidRPr="00115F49">
        <w:t>cette petite fenêtre n</w:t>
      </w:r>
      <w:r w:rsidR="00766774">
        <w:t>’</w:t>
      </w:r>
      <w:r w:rsidRPr="00115F49">
        <w:t>est pas même à hauteur d</w:t>
      </w:r>
      <w:r w:rsidR="00766774">
        <w:t>’</w:t>
      </w:r>
      <w:r w:rsidRPr="00115F49">
        <w:t>homme</w:t>
      </w:r>
      <w:r w:rsidR="00766774">
        <w:t xml:space="preserve"> ; </w:t>
      </w:r>
      <w:r w:rsidRPr="00115F49">
        <w:t>elle m</w:t>
      </w:r>
      <w:r w:rsidR="00766774">
        <w:t>’</w:t>
      </w:r>
      <w:r w:rsidRPr="00115F49">
        <w:t>arrive ici</w:t>
      </w:r>
      <w:r w:rsidR="00766774">
        <w:t xml:space="preserve">, </w:t>
      </w:r>
      <w:r w:rsidRPr="00115F49">
        <w:t>à moi</w:t>
      </w:r>
      <w:r w:rsidR="00766774">
        <w:t xml:space="preserve">, </w:t>
      </w:r>
      <w:r w:rsidRPr="00115F49">
        <w:t>à la poitrine</w:t>
      </w:r>
      <w:r w:rsidR="00766774">
        <w:t xml:space="preserve">). </w:t>
      </w:r>
      <w:r w:rsidRPr="00115F49">
        <w:t>C</w:t>
      </w:r>
      <w:r w:rsidR="00766774">
        <w:t>’</w:t>
      </w:r>
      <w:r w:rsidRPr="00115F49">
        <w:t>était la main de Langlois</w:t>
      </w:r>
      <w:r w:rsidR="00766774">
        <w:t xml:space="preserve">. </w:t>
      </w:r>
      <w:r w:rsidRPr="00115F49">
        <w:t>Elle la reconnut à la grosse bague d</w:t>
      </w:r>
      <w:r w:rsidR="00766774">
        <w:t>’</w:t>
      </w:r>
      <w:r w:rsidRPr="00115F49">
        <w:t>argent qu</w:t>
      </w:r>
      <w:r w:rsidR="00766774">
        <w:t>’</w:t>
      </w:r>
      <w:r w:rsidRPr="00115F49">
        <w:t>elle portait</w:t>
      </w:r>
      <w:r w:rsidR="00766774">
        <w:t>.</w:t>
      </w:r>
    </w:p>
    <w:p w14:paraId="431E68D6" w14:textId="77777777" w:rsidR="00766774" w:rsidRDefault="00115F49" w:rsidP="00115F49">
      <w:r w:rsidRPr="00115F49">
        <w:t>Martoune est intelligente</w:t>
      </w:r>
      <w:r w:rsidR="00766774">
        <w:t xml:space="preserve">, </w:t>
      </w:r>
      <w:r w:rsidRPr="00115F49">
        <w:t>comme je vous l</w:t>
      </w:r>
      <w:r w:rsidR="00766774">
        <w:t>’</w:t>
      </w:r>
      <w:r w:rsidRPr="00115F49">
        <w:t>ai dit</w:t>
      </w:r>
      <w:r w:rsidR="00766774">
        <w:t xml:space="preserve">, </w:t>
      </w:r>
      <w:r w:rsidRPr="00115F49">
        <w:t>mais peut-être pas pour tout</w:t>
      </w:r>
      <w:r w:rsidR="00766774">
        <w:t xml:space="preserve">. </w:t>
      </w:r>
      <w:r w:rsidRPr="00115F49">
        <w:t>Malgré son âge</w:t>
      </w:r>
      <w:r w:rsidR="00766774">
        <w:t xml:space="preserve">, </w:t>
      </w:r>
      <w:r w:rsidRPr="00115F49">
        <w:t>sa bosse et ses chicots</w:t>
      </w:r>
      <w:r w:rsidR="00766774">
        <w:t xml:space="preserve">, </w:t>
      </w:r>
      <w:r w:rsidRPr="00115F49">
        <w:t>elle s</w:t>
      </w:r>
      <w:r w:rsidR="00766774">
        <w:t>’</w:t>
      </w:r>
      <w:r w:rsidRPr="00115F49">
        <w:t>était mis dans la tête qu</w:t>
      </w:r>
      <w:r w:rsidR="00766774">
        <w:t>’</w:t>
      </w:r>
      <w:r w:rsidRPr="00115F49">
        <w:t>elle pouvait faire un peu la donzelle</w:t>
      </w:r>
      <w:r w:rsidR="00766774">
        <w:t xml:space="preserve">. </w:t>
      </w:r>
      <w:r w:rsidRPr="00115F49">
        <w:t>Elle resta cachée</w:t>
      </w:r>
      <w:r w:rsidR="00766774">
        <w:t>.</w:t>
      </w:r>
    </w:p>
    <w:p w14:paraId="00A8AF77" w14:textId="77777777" w:rsidR="00766774" w:rsidRDefault="00766774" w:rsidP="00115F49">
      <w:r>
        <w:t>— </w:t>
      </w:r>
      <w:r w:rsidR="00115F49" w:rsidRPr="00115F49">
        <w:t>Hé</w:t>
      </w:r>
      <w:r>
        <w:t xml:space="preserve"> ! </w:t>
      </w:r>
      <w:r w:rsidR="00115F49" w:rsidRPr="00115F49">
        <w:t>là-dedans</w:t>
      </w:r>
      <w:r>
        <w:t xml:space="preserve"> ! </w:t>
      </w:r>
      <w:r w:rsidR="00115F49" w:rsidRPr="00115F49">
        <w:t>dit Langlois</w:t>
      </w:r>
      <w:r>
        <w:t xml:space="preserve">, </w:t>
      </w:r>
      <w:r w:rsidR="00115F49" w:rsidRPr="00115F49">
        <w:t>alors quoi</w:t>
      </w:r>
      <w:r>
        <w:t xml:space="preserve"> ? </w:t>
      </w:r>
      <w:r w:rsidR="00115F49" w:rsidRPr="00115F49">
        <w:t>Tu te fous du monde</w:t>
      </w:r>
      <w:r>
        <w:t xml:space="preserve"> ? </w:t>
      </w:r>
      <w:r w:rsidR="00115F49" w:rsidRPr="00115F49">
        <w:t>Amène un peu tes abattis</w:t>
      </w:r>
      <w:r>
        <w:t xml:space="preserve">, </w:t>
      </w:r>
      <w:r w:rsidR="00115F49" w:rsidRPr="00115F49">
        <w:t>d</w:t>
      </w:r>
      <w:r>
        <w:t>’</w:t>
      </w:r>
      <w:r w:rsidR="00115F49" w:rsidRPr="00115F49">
        <w:t>une voix qui fit immédiatement sortir Martoune de son coin d</w:t>
      </w:r>
      <w:r>
        <w:t>’</w:t>
      </w:r>
      <w:r w:rsidR="00115F49" w:rsidRPr="00115F49">
        <w:t>ombre</w:t>
      </w:r>
      <w:r>
        <w:t>.</w:t>
      </w:r>
    </w:p>
    <w:p w14:paraId="626013E9" w14:textId="77777777" w:rsidR="00766774" w:rsidRDefault="00115F49" w:rsidP="00115F49">
      <w:r w:rsidRPr="00115F49">
        <w:t>Langlois regarda les vêtements sacerdotaux exposés sur le dossier des prie-Dieu</w:t>
      </w:r>
      <w:r w:rsidR="00766774">
        <w:t>.</w:t>
      </w:r>
    </w:p>
    <w:p w14:paraId="1AE8CDE1" w14:textId="77777777" w:rsidR="00766774" w:rsidRDefault="00766774" w:rsidP="00115F49">
      <w:r>
        <w:t>— </w:t>
      </w:r>
      <w:r w:rsidR="00115F49" w:rsidRPr="00115F49">
        <w:t>Ils sont tous là</w:t>
      </w:r>
      <w:r>
        <w:t xml:space="preserve"> ? </w:t>
      </w:r>
      <w:r w:rsidR="00115F49" w:rsidRPr="00115F49">
        <w:t>demanda-t-il</w:t>
      </w:r>
      <w:r>
        <w:t>.</w:t>
      </w:r>
    </w:p>
    <w:p w14:paraId="702EF5D2" w14:textId="77777777" w:rsidR="00766774" w:rsidRDefault="00766774" w:rsidP="00115F49">
      <w:r>
        <w:t>— </w:t>
      </w:r>
      <w:r w:rsidR="00115F49" w:rsidRPr="00115F49">
        <w:t>Oui</w:t>
      </w:r>
      <w:r>
        <w:t xml:space="preserve">, </w:t>
      </w:r>
      <w:r w:rsidR="00115F49" w:rsidRPr="00115F49">
        <w:t>dit Martoune</w:t>
      </w:r>
      <w:r>
        <w:t>.</w:t>
      </w:r>
    </w:p>
    <w:p w14:paraId="54996543" w14:textId="77777777" w:rsidR="00766774" w:rsidRDefault="00766774" w:rsidP="00115F49">
      <w:r>
        <w:t>— </w:t>
      </w:r>
      <w:r w:rsidR="00115F49" w:rsidRPr="00115F49">
        <w:t>Il n</w:t>
      </w:r>
      <w:r>
        <w:t>’</w:t>
      </w:r>
      <w:r w:rsidR="00115F49" w:rsidRPr="00115F49">
        <w:t>y en a pas d</w:t>
      </w:r>
      <w:r>
        <w:t>’</w:t>
      </w:r>
      <w:r w:rsidR="00115F49" w:rsidRPr="00115F49">
        <w:t>autres</w:t>
      </w:r>
      <w:r>
        <w:t> ?</w:t>
      </w:r>
    </w:p>
    <w:p w14:paraId="1BCE8B71" w14:textId="77777777" w:rsidR="00766774" w:rsidRDefault="00766774" w:rsidP="00115F49">
      <w:r>
        <w:t>— </w:t>
      </w:r>
      <w:r w:rsidR="00115F49" w:rsidRPr="00115F49">
        <w:t>Non</w:t>
      </w:r>
      <w:r>
        <w:t xml:space="preserve">, </w:t>
      </w:r>
      <w:r w:rsidR="00115F49" w:rsidRPr="00115F49">
        <w:t>il n</w:t>
      </w:r>
      <w:r>
        <w:t>’</w:t>
      </w:r>
      <w:r w:rsidR="00115F49" w:rsidRPr="00115F49">
        <w:t>y en a que quatre</w:t>
      </w:r>
      <w:r>
        <w:t>.</w:t>
      </w:r>
    </w:p>
    <w:p w14:paraId="5DC82832" w14:textId="77777777" w:rsidR="00766774" w:rsidRDefault="00766774" w:rsidP="00115F49">
      <w:r>
        <w:t>— </w:t>
      </w:r>
      <w:r w:rsidR="00115F49" w:rsidRPr="00115F49">
        <w:t>Montre-moi un peu mieux celui-là</w:t>
      </w:r>
      <w:r>
        <w:t xml:space="preserve">, </w:t>
      </w:r>
      <w:r w:rsidR="00115F49" w:rsidRPr="00115F49">
        <w:t>dit Langlois</w:t>
      </w:r>
      <w:r>
        <w:t xml:space="preserve">, </w:t>
      </w:r>
      <w:r w:rsidR="00115F49" w:rsidRPr="00115F49">
        <w:t>passant à travers les barreaux de la fenêtre un index pointé vers la chasuble rose et vert</w:t>
      </w:r>
      <w:r>
        <w:t>.</w:t>
      </w:r>
    </w:p>
    <w:p w14:paraId="62BADE34" w14:textId="77777777" w:rsidR="00766774" w:rsidRDefault="00115F49" w:rsidP="00115F49">
      <w:r w:rsidRPr="00115F49">
        <w:t>Ce que Martoune se dépêcha de faire</w:t>
      </w:r>
      <w:r w:rsidR="00766774">
        <w:t>.</w:t>
      </w:r>
    </w:p>
    <w:p w14:paraId="35EB5B24" w14:textId="77777777" w:rsidR="00766774" w:rsidRDefault="00766774" w:rsidP="00115F49">
      <w:r>
        <w:t>— </w:t>
      </w:r>
      <w:r w:rsidR="00115F49" w:rsidRPr="00115F49">
        <w:t>Et la dorée</w:t>
      </w:r>
      <w:r>
        <w:t>.</w:t>
      </w:r>
    </w:p>
    <w:p w14:paraId="21143D49" w14:textId="77777777" w:rsidR="00766774" w:rsidRDefault="00115F49" w:rsidP="00115F49">
      <w:r w:rsidRPr="00115F49">
        <w:t>Elle lui montra la dorée</w:t>
      </w:r>
      <w:r w:rsidR="00766774">
        <w:t xml:space="preserve">, </w:t>
      </w:r>
      <w:r w:rsidRPr="00115F49">
        <w:t>Langlois avait encadré son visage dans un carré des barreaux et regardait très attentivement</w:t>
      </w:r>
      <w:r w:rsidR="00766774">
        <w:t>.</w:t>
      </w:r>
    </w:p>
    <w:p w14:paraId="207FDEC1" w14:textId="77777777" w:rsidR="00766774" w:rsidRDefault="00766774" w:rsidP="00115F49">
      <w:r>
        <w:lastRenderedPageBreak/>
        <w:t>— </w:t>
      </w:r>
      <w:r w:rsidR="00115F49" w:rsidRPr="00115F49">
        <w:t>Allez</w:t>
      </w:r>
      <w:r>
        <w:t xml:space="preserve">, </w:t>
      </w:r>
      <w:r w:rsidR="00115F49" w:rsidRPr="00115F49">
        <w:t>dit Langlois</w:t>
      </w:r>
      <w:r>
        <w:t xml:space="preserve">, </w:t>
      </w:r>
      <w:r w:rsidR="00115F49" w:rsidRPr="00115F49">
        <w:t>sors-moi les ostensoirs</w:t>
      </w:r>
      <w:r>
        <w:t>.</w:t>
      </w:r>
    </w:p>
    <w:p w14:paraId="649165A8" w14:textId="77777777" w:rsidR="00766774" w:rsidRDefault="00115F49" w:rsidP="00115F49">
      <w:r w:rsidRPr="00115F49">
        <w:t>Ah</w:t>
      </w:r>
      <w:r w:rsidR="00766774">
        <w:t xml:space="preserve"> ! </w:t>
      </w:r>
      <w:r w:rsidRPr="00115F49">
        <w:t>ça</w:t>
      </w:r>
      <w:r w:rsidR="00766774">
        <w:t xml:space="preserve">, </w:t>
      </w:r>
      <w:r w:rsidRPr="00115F49">
        <w:t>Martoune dit que</w:t>
      </w:r>
      <w:r w:rsidR="00766774">
        <w:t xml:space="preserve">, </w:t>
      </w:r>
      <w:r w:rsidRPr="00115F49">
        <w:t>de sa vie</w:t>
      </w:r>
      <w:r w:rsidR="00766774">
        <w:t xml:space="preserve">, </w:t>
      </w:r>
      <w:r w:rsidRPr="00115F49">
        <w:t>elle n</w:t>
      </w:r>
      <w:r w:rsidR="00766774">
        <w:t>’</w:t>
      </w:r>
      <w:r w:rsidRPr="00115F49">
        <w:t>avait touché l</w:t>
      </w:r>
      <w:r w:rsidR="00766774">
        <w:t>’</w:t>
      </w:r>
      <w:r w:rsidRPr="00115F49">
        <w:t>ostensoir</w:t>
      </w:r>
      <w:r w:rsidR="00766774">
        <w:t xml:space="preserve"> ; </w:t>
      </w:r>
      <w:r w:rsidRPr="00115F49">
        <w:t>que d</w:t>
      </w:r>
      <w:r w:rsidR="00766774">
        <w:t>’</w:t>
      </w:r>
      <w:r w:rsidRPr="00115F49">
        <w:t>ailleurs il n</w:t>
      </w:r>
      <w:r w:rsidR="00766774">
        <w:t>’</w:t>
      </w:r>
      <w:r w:rsidRPr="00115F49">
        <w:t>y en avait qu</w:t>
      </w:r>
      <w:r w:rsidR="00766774">
        <w:t>’</w:t>
      </w:r>
      <w:r w:rsidRPr="00115F49">
        <w:t>un</w:t>
      </w:r>
      <w:r w:rsidR="00766774">
        <w:t xml:space="preserve"> ; </w:t>
      </w:r>
      <w:r w:rsidRPr="00115F49">
        <w:t>qu</w:t>
      </w:r>
      <w:r w:rsidR="00766774">
        <w:t>’</w:t>
      </w:r>
      <w:r w:rsidRPr="00115F49">
        <w:t>il était enfermé dans le tabernacle et que</w:t>
      </w:r>
      <w:r w:rsidR="00766774">
        <w:t xml:space="preserve">, </w:t>
      </w:r>
      <w:r w:rsidRPr="00115F49">
        <w:t>seul</w:t>
      </w:r>
      <w:r w:rsidR="00766774">
        <w:t>, M. </w:t>
      </w:r>
      <w:r w:rsidRPr="00115F49">
        <w:t>le curé s</w:t>
      </w:r>
      <w:r w:rsidR="00766774">
        <w:t>’</w:t>
      </w:r>
      <w:r w:rsidRPr="00115F49">
        <w:t>en occupait</w:t>
      </w:r>
      <w:r w:rsidR="00766774">
        <w:t>.</w:t>
      </w:r>
    </w:p>
    <w:p w14:paraId="38F5CC2D" w14:textId="77777777" w:rsidR="00766774" w:rsidRDefault="00766774" w:rsidP="00115F49">
      <w:r>
        <w:t>— </w:t>
      </w:r>
      <w:r w:rsidR="00115F49" w:rsidRPr="00115F49">
        <w:t>Parole d</w:t>
      </w:r>
      <w:r>
        <w:t>’</w:t>
      </w:r>
      <w:r w:rsidR="00115F49" w:rsidRPr="00115F49">
        <w:t>honneur</w:t>
      </w:r>
      <w:r>
        <w:t xml:space="preserve"> ? </w:t>
      </w:r>
      <w:r w:rsidR="00115F49" w:rsidRPr="00115F49">
        <w:t>demanda Langlois</w:t>
      </w:r>
      <w:r>
        <w:t xml:space="preserve">, </w:t>
      </w:r>
      <w:r w:rsidR="00115F49" w:rsidRPr="00115F49">
        <w:t>mi-figue mi-raisin</w:t>
      </w:r>
      <w:r>
        <w:t>.</w:t>
      </w:r>
    </w:p>
    <w:p w14:paraId="48A6B4A3" w14:textId="77777777" w:rsidR="00766774" w:rsidRDefault="00766774" w:rsidP="00115F49">
      <w:r>
        <w:t>— </w:t>
      </w:r>
      <w:r w:rsidR="00115F49" w:rsidRPr="00115F49">
        <w:t>Parole d</w:t>
      </w:r>
      <w:r>
        <w:t>’</w:t>
      </w:r>
      <w:r w:rsidR="00115F49" w:rsidRPr="00115F49">
        <w:t>honneur</w:t>
      </w:r>
      <w:r>
        <w:t xml:space="preserve">, </w:t>
      </w:r>
      <w:r w:rsidR="00115F49" w:rsidRPr="00115F49">
        <w:t>monsieur le commandant</w:t>
      </w:r>
      <w:r>
        <w:t xml:space="preserve">, </w:t>
      </w:r>
      <w:r w:rsidR="00115F49" w:rsidRPr="00115F49">
        <w:t>dit-elle</w:t>
      </w:r>
      <w:r>
        <w:t>.</w:t>
      </w:r>
    </w:p>
    <w:p w14:paraId="3E6CA655" w14:textId="77777777" w:rsidR="00766774" w:rsidRDefault="00115F49" w:rsidP="00115F49">
      <w:r w:rsidRPr="00115F49">
        <w:t>Il eut l</w:t>
      </w:r>
      <w:r w:rsidR="00766774">
        <w:t>’</w:t>
      </w:r>
      <w:r w:rsidRPr="00115F49">
        <w:t>air de tiquer sur le titre</w:t>
      </w:r>
      <w:r w:rsidR="00766774">
        <w:t xml:space="preserve"> (</w:t>
      </w:r>
      <w:r w:rsidRPr="00115F49">
        <w:t>qu</w:t>
      </w:r>
      <w:r w:rsidR="00766774">
        <w:t>’</w:t>
      </w:r>
      <w:r w:rsidRPr="00115F49">
        <w:t>elle lui donnait pour faire sa cour</w:t>
      </w:r>
      <w:r w:rsidR="00766774">
        <w:t xml:space="preserve">, </w:t>
      </w:r>
      <w:r w:rsidRPr="00115F49">
        <w:t>à la façon des vieillards</w:t>
      </w:r>
      <w:r w:rsidR="00766774">
        <w:t xml:space="preserve">). </w:t>
      </w:r>
      <w:r w:rsidRPr="00115F49">
        <w:t>Il la transperça de deux ou trois coups d</w:t>
      </w:r>
      <w:r w:rsidR="00766774">
        <w:t>’</w:t>
      </w:r>
      <w:r w:rsidRPr="00115F49">
        <w:t>œil assez mauvais et il s</w:t>
      </w:r>
      <w:r w:rsidR="00766774">
        <w:t>’</w:t>
      </w:r>
      <w:r w:rsidRPr="00115F49">
        <w:t>en alla</w:t>
      </w:r>
      <w:r w:rsidR="00766774">
        <w:t>.</w:t>
      </w:r>
    </w:p>
    <w:p w14:paraId="6935F1E7" w14:textId="77777777" w:rsidR="00766774" w:rsidRDefault="00115F49" w:rsidP="00115F49">
      <w:r w:rsidRPr="00115F49">
        <w:t>Le soir même</w:t>
      </w:r>
      <w:r w:rsidR="00766774">
        <w:t xml:space="preserve">, </w:t>
      </w:r>
      <w:r w:rsidRPr="00115F49">
        <w:t xml:space="preserve">il faisait une visite à </w:t>
      </w:r>
      <w:r w:rsidR="00766774">
        <w:t>M. </w:t>
      </w:r>
      <w:r w:rsidRPr="00115F49">
        <w:t>le curé</w:t>
      </w:r>
      <w:r w:rsidR="00766774">
        <w:t xml:space="preserve">. </w:t>
      </w:r>
      <w:r w:rsidRPr="00115F49">
        <w:t>Visite</w:t>
      </w:r>
      <w:r w:rsidR="00766774">
        <w:t xml:space="preserve">, </w:t>
      </w:r>
      <w:r w:rsidRPr="00115F49">
        <w:t>celle-là</w:t>
      </w:r>
      <w:r w:rsidR="00766774">
        <w:t xml:space="preserve">, </w:t>
      </w:r>
      <w:r w:rsidRPr="00115F49">
        <w:t>dont rien ne transperça</w:t>
      </w:r>
      <w:r w:rsidR="00766774">
        <w:t xml:space="preserve">. </w:t>
      </w:r>
      <w:r w:rsidRPr="00115F49">
        <w:t>Tout ce qu</w:t>
      </w:r>
      <w:r w:rsidR="00766774">
        <w:t>’</w:t>
      </w:r>
      <w:r w:rsidRPr="00115F49">
        <w:t>on sut</w:t>
      </w:r>
      <w:r w:rsidR="00766774">
        <w:t xml:space="preserve">, </w:t>
      </w:r>
      <w:r w:rsidRPr="00115F49">
        <w:t>c</w:t>
      </w:r>
      <w:r w:rsidR="00766774">
        <w:t>’</w:t>
      </w:r>
      <w:r w:rsidRPr="00115F49">
        <w:t>est que</w:t>
      </w:r>
      <w:r w:rsidR="00766774">
        <w:t xml:space="preserve">, </w:t>
      </w:r>
      <w:r w:rsidRPr="00115F49">
        <w:t>pour aller du Café de la route à la cure</w:t>
      </w:r>
      <w:r w:rsidR="00766774">
        <w:t xml:space="preserve">, </w:t>
      </w:r>
      <w:r w:rsidRPr="00115F49">
        <w:t>il y a deux cents pas</w:t>
      </w:r>
      <w:r w:rsidR="00766774">
        <w:t xml:space="preserve"> ; </w:t>
      </w:r>
      <w:r w:rsidRPr="00115F49">
        <w:t>Langlois s</w:t>
      </w:r>
      <w:r w:rsidR="00766774">
        <w:t>’</w:t>
      </w:r>
      <w:r w:rsidRPr="00115F49">
        <w:t>étant mis dès trois heures de l</w:t>
      </w:r>
      <w:r w:rsidR="00766774">
        <w:t>’</w:t>
      </w:r>
      <w:r w:rsidRPr="00115F49">
        <w:t>après-midi en redingote serrée et gibus tromblon sella son cheval</w:t>
      </w:r>
      <w:r w:rsidR="00766774">
        <w:t xml:space="preserve">, </w:t>
      </w:r>
      <w:r w:rsidRPr="00115F49">
        <w:t>le monta et fit ces deux cents pas en grand uniforme</w:t>
      </w:r>
      <w:r w:rsidR="00766774">
        <w:t xml:space="preserve">, </w:t>
      </w:r>
      <w:r w:rsidRPr="00115F49">
        <w:t>sur un cheval tenu si serré qu</w:t>
      </w:r>
      <w:r w:rsidR="00766774">
        <w:t>’</w:t>
      </w:r>
      <w:r w:rsidRPr="00115F49">
        <w:t>il dansait sur place en faisant l</w:t>
      </w:r>
      <w:r w:rsidR="00766774">
        <w:t>’</w:t>
      </w:r>
      <w:r w:rsidRPr="00115F49">
        <w:t>hippocampe</w:t>
      </w:r>
      <w:r w:rsidR="00766774">
        <w:t xml:space="preserve">. </w:t>
      </w:r>
      <w:r w:rsidRPr="00115F49">
        <w:t>Cette sortie eut naturellement beaucoup de succès</w:t>
      </w:r>
      <w:r w:rsidR="00766774">
        <w:t>.</w:t>
      </w:r>
    </w:p>
    <w:p w14:paraId="558E21C1" w14:textId="77777777" w:rsidR="00766774" w:rsidRDefault="00115F49" w:rsidP="00115F49">
      <w:r w:rsidRPr="00115F49">
        <w:t>On nota d</w:t>
      </w:r>
      <w:r w:rsidR="00766774">
        <w:t>’</w:t>
      </w:r>
      <w:r w:rsidRPr="00115F49">
        <w:t>ailleurs qu</w:t>
      </w:r>
      <w:r w:rsidR="00766774">
        <w:t>’</w:t>
      </w:r>
      <w:r w:rsidRPr="00115F49">
        <w:t>il resta à peine une heure à la cure et qu</w:t>
      </w:r>
      <w:r w:rsidR="00766774">
        <w:t>’</w:t>
      </w:r>
      <w:r w:rsidRPr="00115F49">
        <w:t>ils sortirent alors tous les deux</w:t>
      </w:r>
      <w:r w:rsidR="00766774">
        <w:t>, M. </w:t>
      </w:r>
      <w:r w:rsidRPr="00115F49">
        <w:t>le curé et lui</w:t>
      </w:r>
      <w:r w:rsidR="00766774">
        <w:t xml:space="preserve">, </w:t>
      </w:r>
      <w:r w:rsidRPr="00115F49">
        <w:t>pour aller à l</w:t>
      </w:r>
      <w:r w:rsidR="00766774">
        <w:t>’</w:t>
      </w:r>
      <w:r w:rsidRPr="00115F49">
        <w:t>église où ils entrèrent</w:t>
      </w:r>
      <w:r w:rsidR="00766774">
        <w:t xml:space="preserve">. </w:t>
      </w:r>
      <w:r w:rsidRPr="00115F49">
        <w:t>Le cheval</w:t>
      </w:r>
      <w:r w:rsidR="00766774">
        <w:t xml:space="preserve">, </w:t>
      </w:r>
      <w:r w:rsidRPr="00115F49">
        <w:t>abandonné à lui-même</w:t>
      </w:r>
      <w:r w:rsidR="00766774">
        <w:t xml:space="preserve">, </w:t>
      </w:r>
      <w:r w:rsidRPr="00115F49">
        <w:t>revint tout seul à l</w:t>
      </w:r>
      <w:r w:rsidR="00766774">
        <w:t>’</w:t>
      </w:r>
      <w:r w:rsidRPr="00115F49">
        <w:t>écurie</w:t>
      </w:r>
      <w:r w:rsidR="00766774">
        <w:t xml:space="preserve">, </w:t>
      </w:r>
      <w:r w:rsidRPr="00115F49">
        <w:t>mais il ne s</w:t>
      </w:r>
      <w:r w:rsidR="00766774">
        <w:t>’</w:t>
      </w:r>
      <w:r w:rsidRPr="00115F49">
        <w:t>arrêta pas avec ses amis</w:t>
      </w:r>
      <w:r w:rsidR="00766774">
        <w:t xml:space="preserve">, </w:t>
      </w:r>
      <w:r w:rsidRPr="00115F49">
        <w:t>il se contenta de les saluer au passage par un petit roucoulis</w:t>
      </w:r>
      <w:r w:rsidR="00766774">
        <w:t xml:space="preserve">. </w:t>
      </w:r>
      <w:r w:rsidRPr="00115F49">
        <w:t>Il avait l</w:t>
      </w:r>
      <w:r w:rsidR="00766774">
        <w:t>’</w:t>
      </w:r>
      <w:r w:rsidRPr="00115F49">
        <w:t>air</w:t>
      </w:r>
      <w:r w:rsidR="00766774">
        <w:t xml:space="preserve">, </w:t>
      </w:r>
      <w:r w:rsidRPr="00115F49">
        <w:t>comme nous</w:t>
      </w:r>
      <w:r w:rsidR="00766774">
        <w:t xml:space="preserve">, </w:t>
      </w:r>
      <w:r w:rsidRPr="00115F49">
        <w:t>de se demander ce que signifiait cette cavalcade</w:t>
      </w:r>
      <w:r w:rsidR="00766774">
        <w:t>.</w:t>
      </w:r>
    </w:p>
    <w:p w14:paraId="48B1C619" w14:textId="77777777" w:rsidR="00766774" w:rsidRDefault="00115F49" w:rsidP="00115F49">
      <w:r w:rsidRPr="00115F49">
        <w:t>À la longue</w:t>
      </w:r>
      <w:r w:rsidR="00766774">
        <w:t xml:space="preserve">, </w:t>
      </w:r>
      <w:r w:rsidRPr="00115F49">
        <w:t>on prit l</w:t>
      </w:r>
      <w:r w:rsidR="00766774">
        <w:t>’</w:t>
      </w:r>
      <w:r w:rsidRPr="00115F49">
        <w:t>habitude de se dire que</w:t>
      </w:r>
      <w:r w:rsidR="00766774">
        <w:t xml:space="preserve">, </w:t>
      </w:r>
      <w:r w:rsidRPr="00115F49">
        <w:t>en ce qui concernait Langlois</w:t>
      </w:r>
      <w:r w:rsidR="00766774">
        <w:t xml:space="preserve">, </w:t>
      </w:r>
      <w:r w:rsidRPr="00115F49">
        <w:t>rien ne signifiait rien</w:t>
      </w:r>
      <w:r w:rsidR="00766774">
        <w:t>.</w:t>
      </w:r>
    </w:p>
    <w:p w14:paraId="670996E1" w14:textId="77777777" w:rsidR="00766774" w:rsidRDefault="00115F49" w:rsidP="00115F49">
      <w:r w:rsidRPr="00115F49">
        <w:lastRenderedPageBreak/>
        <w:t>Cette visite si spectaculaire à la cure</w:t>
      </w:r>
      <w:r w:rsidR="00766774">
        <w:t xml:space="preserve">, </w:t>
      </w:r>
      <w:r w:rsidRPr="00115F49">
        <w:t>par exemple</w:t>
      </w:r>
      <w:r w:rsidR="00766774">
        <w:t xml:space="preserve">, </w:t>
      </w:r>
      <w:r w:rsidRPr="00115F49">
        <w:t>zéro et triple zéro</w:t>
      </w:r>
      <w:r w:rsidR="00766774">
        <w:t xml:space="preserve">. </w:t>
      </w:r>
      <w:r w:rsidRPr="00115F49">
        <w:t>Il reste à peine une heure alors qu</w:t>
      </w:r>
      <w:r w:rsidR="00766774">
        <w:t>’</w:t>
      </w:r>
      <w:r w:rsidRPr="00115F49">
        <w:t>on sait que</w:t>
      </w:r>
      <w:r w:rsidR="00766774">
        <w:t>, M. </w:t>
      </w:r>
      <w:r w:rsidRPr="00115F49">
        <w:t>le curé</w:t>
      </w:r>
      <w:r w:rsidR="00766774">
        <w:t xml:space="preserve">, </w:t>
      </w:r>
      <w:r w:rsidRPr="00115F49">
        <w:t>s</w:t>
      </w:r>
      <w:r w:rsidR="00766774">
        <w:t>’</w:t>
      </w:r>
      <w:r w:rsidRPr="00115F49">
        <w:t>il a de la visite</w:t>
      </w:r>
      <w:r w:rsidR="00766774">
        <w:t xml:space="preserve">, </w:t>
      </w:r>
      <w:r w:rsidRPr="00115F49">
        <w:t>il n</w:t>
      </w:r>
      <w:r w:rsidR="00766774">
        <w:t>’</w:t>
      </w:r>
      <w:r w:rsidRPr="00115F49">
        <w:t>y a plus moyen de s</w:t>
      </w:r>
      <w:r w:rsidR="00766774">
        <w:t>’</w:t>
      </w:r>
      <w:r w:rsidRPr="00115F49">
        <w:t>en dépêtrer</w:t>
      </w:r>
      <w:r w:rsidR="00766774">
        <w:t xml:space="preserve"> ; </w:t>
      </w:r>
      <w:r w:rsidRPr="00115F49">
        <w:t>ils sortent tous les deux</w:t>
      </w:r>
      <w:r w:rsidR="00766774">
        <w:t xml:space="preserve"> ; </w:t>
      </w:r>
      <w:r w:rsidRPr="00115F49">
        <w:t>ils vont à l</w:t>
      </w:r>
      <w:r w:rsidR="00766774">
        <w:t>’</w:t>
      </w:r>
      <w:r w:rsidRPr="00115F49">
        <w:t>église</w:t>
      </w:r>
      <w:r w:rsidR="00766774">
        <w:t xml:space="preserve">. </w:t>
      </w:r>
      <w:r w:rsidRPr="00115F49">
        <w:t>Là ils restèrent</w:t>
      </w:r>
      <w:r w:rsidR="00766774">
        <w:t xml:space="preserve">, </w:t>
      </w:r>
      <w:r w:rsidRPr="00115F49">
        <w:t>mettons à peu près vingt minutes</w:t>
      </w:r>
      <w:r w:rsidR="00766774">
        <w:t xml:space="preserve"> (</w:t>
      </w:r>
      <w:r w:rsidRPr="00115F49">
        <w:t>et on sait ce qu</w:t>
      </w:r>
      <w:r w:rsidR="00766774">
        <w:t>’</w:t>
      </w:r>
      <w:r w:rsidRPr="00115F49">
        <w:t>ils y firent</w:t>
      </w:r>
      <w:r w:rsidR="00766774">
        <w:t> : M. </w:t>
      </w:r>
      <w:r w:rsidRPr="00115F49">
        <w:t>le curé ouvrit le tabernacle et lui montra l</w:t>
      </w:r>
      <w:r w:rsidR="00766774">
        <w:t>’</w:t>
      </w:r>
      <w:r w:rsidRPr="00115F49">
        <w:t>ostensoir</w:t>
      </w:r>
      <w:r w:rsidR="00766774">
        <w:t xml:space="preserve"> : </w:t>
      </w:r>
      <w:r w:rsidRPr="00115F49">
        <w:t>un point c</w:t>
      </w:r>
      <w:r w:rsidR="00766774">
        <w:t>’</w:t>
      </w:r>
      <w:r w:rsidRPr="00115F49">
        <w:t>est tout</w:t>
      </w:r>
      <w:r w:rsidR="00766774">
        <w:t xml:space="preserve">. </w:t>
      </w:r>
      <w:r w:rsidRPr="00115F49">
        <w:t>Langlois regarda et</w:t>
      </w:r>
      <w:r w:rsidR="00766774">
        <w:t xml:space="preserve">, </w:t>
      </w:r>
      <w:r w:rsidRPr="00115F49">
        <w:t>après avoir regardé</w:t>
      </w:r>
      <w:r w:rsidR="00766774">
        <w:t xml:space="preserve">, </w:t>
      </w:r>
      <w:r w:rsidRPr="00115F49">
        <w:t>s</w:t>
      </w:r>
      <w:r w:rsidR="00766774">
        <w:t>’</w:t>
      </w:r>
      <w:r w:rsidRPr="00115F49">
        <w:t>en alla</w:t>
      </w:r>
      <w:r w:rsidR="00766774">
        <w:t xml:space="preserve">). </w:t>
      </w:r>
      <w:r w:rsidRPr="00115F49">
        <w:t>Vingt minutes</w:t>
      </w:r>
      <w:r w:rsidR="00766774">
        <w:t xml:space="preserve">, </w:t>
      </w:r>
      <w:r w:rsidRPr="00115F49">
        <w:t>puis Langlois sortit de l</w:t>
      </w:r>
      <w:r w:rsidR="00766774">
        <w:t>’</w:t>
      </w:r>
      <w:r w:rsidRPr="00115F49">
        <w:t>église et</w:t>
      </w:r>
      <w:r w:rsidR="00766774">
        <w:t xml:space="preserve">, </w:t>
      </w:r>
      <w:r w:rsidRPr="00115F49">
        <w:t>un peu après</w:t>
      </w:r>
      <w:r w:rsidR="00766774">
        <w:t>, M. </w:t>
      </w:r>
      <w:r w:rsidRPr="00115F49">
        <w:t>le curé aussi</w:t>
      </w:r>
      <w:r w:rsidR="00766774">
        <w:t xml:space="preserve">. </w:t>
      </w:r>
      <w:r w:rsidRPr="00115F49">
        <w:t>Et barca</w:t>
      </w:r>
      <w:r w:rsidR="00766774">
        <w:t xml:space="preserve">, </w:t>
      </w:r>
      <w:r w:rsidRPr="00115F49">
        <w:t>comme aurait dit Langlois</w:t>
      </w:r>
      <w:r w:rsidR="00766774">
        <w:t xml:space="preserve">, </w:t>
      </w:r>
      <w:r w:rsidRPr="00115F49">
        <w:t>car jamais plus on ne vit Langlois à l</w:t>
      </w:r>
      <w:r w:rsidR="00766774">
        <w:t>’</w:t>
      </w:r>
      <w:r w:rsidRPr="00115F49">
        <w:t>église</w:t>
      </w:r>
      <w:r w:rsidR="00766774">
        <w:t xml:space="preserve">, </w:t>
      </w:r>
      <w:r w:rsidRPr="00115F49">
        <w:t>ni pour des messes</w:t>
      </w:r>
      <w:r w:rsidR="00766774">
        <w:t xml:space="preserve">, </w:t>
      </w:r>
      <w:r w:rsidRPr="00115F49">
        <w:t>ni pour des vêpres</w:t>
      </w:r>
      <w:r w:rsidR="00766774">
        <w:t xml:space="preserve">, </w:t>
      </w:r>
      <w:r w:rsidRPr="00115F49">
        <w:t>ni pour rien</w:t>
      </w:r>
      <w:r w:rsidR="00766774">
        <w:t xml:space="preserve">. </w:t>
      </w:r>
      <w:r w:rsidRPr="00115F49">
        <w:t>Et quand</w:t>
      </w:r>
      <w:r w:rsidR="00766774">
        <w:t xml:space="preserve">, </w:t>
      </w:r>
      <w:r w:rsidRPr="00115F49">
        <w:t>par la suite</w:t>
      </w:r>
      <w:r w:rsidR="00766774">
        <w:t xml:space="preserve">, </w:t>
      </w:r>
      <w:r w:rsidRPr="00115F49">
        <w:t xml:space="preserve">il rencontra </w:t>
      </w:r>
      <w:r w:rsidR="00766774">
        <w:t>M. </w:t>
      </w:r>
      <w:r w:rsidRPr="00115F49">
        <w:t>le curé sur la route ou dans le village</w:t>
      </w:r>
      <w:r w:rsidR="00766774">
        <w:t xml:space="preserve">, </w:t>
      </w:r>
      <w:r w:rsidRPr="00115F49">
        <w:t>il ne le salua que du salut qui nous était indistinctement dédié à tous</w:t>
      </w:r>
      <w:r w:rsidR="00766774">
        <w:t xml:space="preserve"> : </w:t>
      </w:r>
      <w:r w:rsidRPr="00115F49">
        <w:t>de la main</w:t>
      </w:r>
      <w:r w:rsidR="00766774">
        <w:t xml:space="preserve">, </w:t>
      </w:r>
      <w:r w:rsidRPr="00115F49">
        <w:t>sans un mot</w:t>
      </w:r>
      <w:r w:rsidR="00766774">
        <w:t>.</w:t>
      </w:r>
    </w:p>
    <w:p w14:paraId="75EE21DB" w14:textId="77777777" w:rsidR="00766774" w:rsidRDefault="00115F49" w:rsidP="00115F49">
      <w:r w:rsidRPr="00115F49">
        <w:t>Si on avait été méchants</w:t>
      </w:r>
      <w:r w:rsidR="00766774">
        <w:t xml:space="preserve">, </w:t>
      </w:r>
      <w:r w:rsidRPr="00115F49">
        <w:t>je vous assure qu</w:t>
      </w:r>
      <w:r w:rsidR="00766774">
        <w:t>’</w:t>
      </w:r>
      <w:r w:rsidRPr="00115F49">
        <w:t>on n</w:t>
      </w:r>
      <w:r w:rsidR="00766774">
        <w:t>’</w:t>
      </w:r>
      <w:r w:rsidRPr="00115F49">
        <w:t>aurait pas manqué de raisons de méchanceté</w:t>
      </w:r>
      <w:r w:rsidR="00766774">
        <w:t xml:space="preserve">. </w:t>
      </w:r>
      <w:r w:rsidRPr="00115F49">
        <w:t>Car</w:t>
      </w:r>
      <w:r w:rsidR="00766774">
        <w:t xml:space="preserve">, </w:t>
      </w:r>
      <w:r w:rsidRPr="00115F49">
        <w:t>réfléchissez</w:t>
      </w:r>
      <w:r w:rsidR="00766774">
        <w:t xml:space="preserve"> : </w:t>
      </w:r>
      <w:r w:rsidRPr="00115F49">
        <w:t>il nous avait rendu un si grand service</w:t>
      </w:r>
      <w:r w:rsidR="00766774">
        <w:t xml:space="preserve"> ! </w:t>
      </w:r>
      <w:r w:rsidRPr="00115F49">
        <w:t>Il me semble que</w:t>
      </w:r>
      <w:r w:rsidR="00766774">
        <w:t xml:space="preserve">, </w:t>
      </w:r>
      <w:r w:rsidRPr="00115F49">
        <w:t>naturellement</w:t>
      </w:r>
      <w:r w:rsidR="00766774">
        <w:t xml:space="preserve">, </w:t>
      </w:r>
      <w:r w:rsidRPr="00115F49">
        <w:t>on aurait dû en avoir vite assez de le trouver toujours dans nos jambes avec son air fermé</w:t>
      </w:r>
      <w:r w:rsidR="00766774">
        <w:t xml:space="preserve">. </w:t>
      </w:r>
      <w:r w:rsidRPr="00115F49">
        <w:t>Mais</w:t>
      </w:r>
      <w:r w:rsidR="00766774">
        <w:t xml:space="preserve">, </w:t>
      </w:r>
      <w:r w:rsidRPr="00115F49">
        <w:t>cet air ressemblait trait pour trait à celui qu</w:t>
      </w:r>
      <w:r w:rsidR="00766774">
        <w:t>’</w:t>
      </w:r>
      <w:r w:rsidRPr="00115F49">
        <w:t>il avait eu souvent pendant l</w:t>
      </w:r>
      <w:r w:rsidR="00766774">
        <w:t>’</w:t>
      </w:r>
      <w:r w:rsidRPr="00115F49">
        <w:t>histoire et</w:t>
      </w:r>
      <w:r w:rsidR="00766774">
        <w:t xml:space="preserve">, </w:t>
      </w:r>
      <w:r w:rsidRPr="00115F49">
        <w:t>notamment</w:t>
      </w:r>
      <w:r w:rsidR="00766774">
        <w:t xml:space="preserve">, </w:t>
      </w:r>
      <w:r w:rsidRPr="00115F49">
        <w:t>quand il essaya de démêler le vrai du faux dans la mort de Delphin-Jules</w:t>
      </w:r>
      <w:r w:rsidR="00766774">
        <w:t xml:space="preserve">. </w:t>
      </w:r>
      <w:r w:rsidRPr="00115F49">
        <w:t>Et</w:t>
      </w:r>
      <w:r w:rsidR="00766774">
        <w:t xml:space="preserve">, </w:t>
      </w:r>
      <w:r w:rsidRPr="00115F49">
        <w:t>il faut bien le dire</w:t>
      </w:r>
      <w:r w:rsidR="00766774">
        <w:t xml:space="preserve">, </w:t>
      </w:r>
      <w:r w:rsidRPr="00115F49">
        <w:t>c</w:t>
      </w:r>
      <w:r w:rsidR="00766774">
        <w:t>’</w:t>
      </w:r>
      <w:r w:rsidRPr="00115F49">
        <w:t>est ce qui nous ramenait à de meilleurs sentiments car</w:t>
      </w:r>
      <w:r w:rsidR="00766774">
        <w:t xml:space="preserve">, </w:t>
      </w:r>
      <w:r w:rsidRPr="00115F49">
        <w:t>en songeant aux hivers précédents</w:t>
      </w:r>
      <w:r w:rsidR="00766774">
        <w:t xml:space="preserve">, </w:t>
      </w:r>
      <w:r w:rsidRPr="00115F49">
        <w:t>on avait encore quelques petites aiguilles de glace aux moustaches</w:t>
      </w:r>
      <w:r w:rsidR="00766774">
        <w:t>.</w:t>
      </w:r>
    </w:p>
    <w:p w14:paraId="4B95D2E2" w14:textId="77777777" w:rsidR="00766774" w:rsidRDefault="00115F49" w:rsidP="00115F49">
      <w:r w:rsidRPr="00115F49">
        <w:t>D</w:t>
      </w:r>
      <w:r w:rsidR="00766774">
        <w:t>’</w:t>
      </w:r>
      <w:r w:rsidRPr="00115F49">
        <w:t>ailleurs</w:t>
      </w:r>
      <w:r w:rsidR="00766774">
        <w:t xml:space="preserve">, </w:t>
      </w:r>
      <w:r w:rsidRPr="00115F49">
        <w:t>il faut encore dire autre chose</w:t>
      </w:r>
      <w:r w:rsidR="00766774">
        <w:t xml:space="preserve"> : </w:t>
      </w:r>
      <w:r w:rsidRPr="00115F49">
        <w:t>Langlois avait l</w:t>
      </w:r>
      <w:r w:rsidR="00766774">
        <w:t>’</w:t>
      </w:r>
      <w:r w:rsidRPr="00115F49">
        <w:t>air d</w:t>
      </w:r>
      <w:r w:rsidR="00766774">
        <w:t>’</w:t>
      </w:r>
      <w:r w:rsidRPr="00115F49">
        <w:t>être très apprécié par les gens d</w:t>
      </w:r>
      <w:r w:rsidR="00766774">
        <w:t>’</w:t>
      </w:r>
      <w:r w:rsidRPr="00115F49">
        <w:t>en bas</w:t>
      </w:r>
      <w:r w:rsidR="00766774">
        <w:t xml:space="preserve">, </w:t>
      </w:r>
      <w:r w:rsidRPr="00115F49">
        <w:t>c</w:t>
      </w:r>
      <w:r w:rsidR="00766774">
        <w:t>’</w:t>
      </w:r>
      <w:r w:rsidRPr="00115F49">
        <w:t>est-à-dire les gros bonnets</w:t>
      </w:r>
      <w:r w:rsidR="00766774">
        <w:t>.</w:t>
      </w:r>
    </w:p>
    <w:p w14:paraId="4DC7F98C" w14:textId="77777777" w:rsidR="00115F49" w:rsidRPr="00115F49" w:rsidRDefault="00115F49" w:rsidP="00115F49">
      <w:r w:rsidRPr="00115F49">
        <w:t>Quand on sut qu</w:t>
      </w:r>
      <w:r w:rsidR="00766774">
        <w:t>’</w:t>
      </w:r>
      <w:r w:rsidRPr="00115F49">
        <w:t>il s</w:t>
      </w:r>
      <w:r w:rsidR="00766774">
        <w:t>’</w:t>
      </w:r>
      <w:r w:rsidRPr="00115F49">
        <w:t>installait parmi nous</w:t>
      </w:r>
      <w:r w:rsidR="00766774">
        <w:t xml:space="preserve">, </w:t>
      </w:r>
      <w:r w:rsidRPr="00115F49">
        <w:t>en même temps que cette fierté dont je vous ai parlé</w:t>
      </w:r>
      <w:r w:rsidR="00766774">
        <w:t xml:space="preserve"> (</w:t>
      </w:r>
      <w:r w:rsidRPr="00115F49">
        <w:t>et sans qu</w:t>
      </w:r>
      <w:r w:rsidR="00766774">
        <w:t>’</w:t>
      </w:r>
      <w:r w:rsidRPr="00115F49">
        <w:t>elle en soit diminuée</w:t>
      </w:r>
      <w:r w:rsidR="00766774">
        <w:t xml:space="preserve">, </w:t>
      </w:r>
      <w:r w:rsidRPr="00115F49">
        <w:t>au contraire</w:t>
      </w:r>
      <w:r w:rsidR="00766774">
        <w:t xml:space="preserve">), </w:t>
      </w:r>
      <w:r w:rsidRPr="00115F49">
        <w:t>on disait</w:t>
      </w:r>
      <w:r w:rsidR="00766774">
        <w:t> : « </w:t>
      </w:r>
      <w:r w:rsidRPr="00115F49">
        <w:t xml:space="preserve">Il doit être en </w:t>
      </w:r>
      <w:r w:rsidRPr="00115F49">
        <w:lastRenderedPageBreak/>
        <w:t>disgrâce</w:t>
      </w:r>
      <w:r w:rsidR="00766774">
        <w:t xml:space="preserve">. </w:t>
      </w:r>
      <w:r w:rsidRPr="00115F49">
        <w:t>On a dû lui donner son commandement comme un os à ronger à cause de ses médailles</w:t>
      </w:r>
      <w:r w:rsidR="00766774">
        <w:t xml:space="preserve">, </w:t>
      </w:r>
      <w:r w:rsidRPr="00115F49">
        <w:t>de son plastron</w:t>
      </w:r>
      <w:r w:rsidR="00766774">
        <w:t xml:space="preserve">, </w:t>
      </w:r>
      <w:r w:rsidRPr="00115F49">
        <w:t>de sa jambe</w:t>
      </w:r>
      <w:r w:rsidR="00766774">
        <w:t xml:space="preserve">, </w:t>
      </w:r>
      <w:r w:rsidRPr="00115F49">
        <w:t>de son œil noir dont le regard est si difficile à soutenir</w:t>
      </w:r>
      <w:r w:rsidR="00766774">
        <w:t xml:space="preserve">, </w:t>
      </w:r>
      <w:r w:rsidRPr="00115F49">
        <w:t>mais on a dû lui faire comprendre qu</w:t>
      </w:r>
      <w:r w:rsidR="00766774">
        <w:t>’</w:t>
      </w:r>
      <w:r w:rsidRPr="00115F49">
        <w:t>il ne commanderait jamais qu</w:t>
      </w:r>
      <w:r w:rsidR="00766774">
        <w:t>’</w:t>
      </w:r>
      <w:r w:rsidRPr="00115F49">
        <w:t>à Pampelune</w:t>
      </w:r>
      <w:r w:rsidR="00766774">
        <w:t>. »</w:t>
      </w:r>
    </w:p>
    <w:p w14:paraId="0BBD5AB6" w14:textId="77777777" w:rsidR="00766774" w:rsidRDefault="00115F49" w:rsidP="00115F49">
      <w:r w:rsidRPr="00115F49">
        <w:t>Non</w:t>
      </w:r>
      <w:r w:rsidR="00766774">
        <w:t xml:space="preserve"> ; </w:t>
      </w:r>
      <w:r w:rsidRPr="00115F49">
        <w:t>au contraire</w:t>
      </w:r>
      <w:r w:rsidR="00766774">
        <w:t xml:space="preserve">. </w:t>
      </w:r>
      <w:r w:rsidRPr="00115F49">
        <w:t>Vers la fin de l</w:t>
      </w:r>
      <w:r w:rsidR="00766774">
        <w:t>’</w:t>
      </w:r>
      <w:r w:rsidRPr="00115F49">
        <w:t>été arriva</w:t>
      </w:r>
      <w:r w:rsidR="00766774">
        <w:t xml:space="preserve">, </w:t>
      </w:r>
      <w:r w:rsidRPr="00115F49">
        <w:t>sur la route du col</w:t>
      </w:r>
      <w:r w:rsidR="00766774">
        <w:t xml:space="preserve">, </w:t>
      </w:r>
      <w:r w:rsidRPr="00115F49">
        <w:t>un cabriolet entièrement passé à la pâte au sabre</w:t>
      </w:r>
      <w:r w:rsidR="00766774">
        <w:t xml:space="preserve"> ; </w:t>
      </w:r>
      <w:r w:rsidRPr="00115F49">
        <w:t>il y avait plus d</w:t>
      </w:r>
      <w:r w:rsidR="00766774">
        <w:t>’</w:t>
      </w:r>
      <w:r w:rsidRPr="00115F49">
        <w:t>une heure qu</w:t>
      </w:r>
      <w:r w:rsidR="00766774">
        <w:t>’</w:t>
      </w:r>
      <w:r w:rsidRPr="00115F49">
        <w:t>on le voyait monter à travers les arbres</w:t>
      </w:r>
      <w:r w:rsidR="00766774">
        <w:t xml:space="preserve">, </w:t>
      </w:r>
      <w:r w:rsidRPr="00115F49">
        <w:t>plus luisant qu</w:t>
      </w:r>
      <w:r w:rsidR="00766774">
        <w:t>’</w:t>
      </w:r>
      <w:r w:rsidRPr="00115F49">
        <w:t>un scarabée</w:t>
      </w:r>
      <w:r w:rsidR="00766774">
        <w:t xml:space="preserve">. </w:t>
      </w:r>
      <w:r w:rsidRPr="00115F49">
        <w:t>Et</w:t>
      </w:r>
      <w:r w:rsidR="00766774">
        <w:t xml:space="preserve">, </w:t>
      </w:r>
      <w:r w:rsidRPr="00115F49">
        <w:t>quand il s</w:t>
      </w:r>
      <w:r w:rsidR="00766774">
        <w:t>’</w:t>
      </w:r>
      <w:r w:rsidRPr="00115F49">
        <w:t>arrêta près des quelques-uns d</w:t>
      </w:r>
      <w:r w:rsidR="00766774">
        <w:t>’</w:t>
      </w:r>
      <w:r w:rsidRPr="00115F49">
        <w:t>entre nous qui moissonnaient</w:t>
      </w:r>
      <w:r w:rsidR="00766774">
        <w:t xml:space="preserve">, </w:t>
      </w:r>
      <w:r w:rsidRPr="00115F49">
        <w:t>on vit encore la chose la plus drôle</w:t>
      </w:r>
      <w:r w:rsidR="00766774">
        <w:t xml:space="preserve"> : </w:t>
      </w:r>
      <w:r w:rsidRPr="00115F49">
        <w:t>c</w:t>
      </w:r>
      <w:r w:rsidR="00766774">
        <w:t>’</w:t>
      </w:r>
      <w:r w:rsidRPr="00115F49">
        <w:t>est qu</w:t>
      </w:r>
      <w:r w:rsidR="00766774">
        <w:t>’</w:t>
      </w:r>
      <w:r w:rsidRPr="00115F49">
        <w:t>il portait dans son dos</w:t>
      </w:r>
      <w:r w:rsidR="00766774">
        <w:t xml:space="preserve">, </w:t>
      </w:r>
      <w:r w:rsidRPr="00115F49">
        <w:t>derrière sa capote</w:t>
      </w:r>
      <w:r w:rsidR="00766774">
        <w:t xml:space="preserve">, </w:t>
      </w:r>
      <w:r w:rsidRPr="00115F49">
        <w:t>un</w:t>
      </w:r>
      <w:r w:rsidRPr="00115F49">
        <w:rPr>
          <w:i/>
          <w:iCs/>
        </w:rPr>
        <w:t xml:space="preserve"> groom</w:t>
      </w:r>
      <w:r w:rsidRPr="00115F49">
        <w:t xml:space="preserve"> qui descendit pour nous demander un renseignement</w:t>
      </w:r>
      <w:r w:rsidR="00766774">
        <w:t> : « </w:t>
      </w:r>
      <w:r w:rsidRPr="00115F49">
        <w:t>Est-ce qu</w:t>
      </w:r>
      <w:r w:rsidR="00766774">
        <w:t>’</w:t>
      </w:r>
      <w:r w:rsidRPr="00115F49">
        <w:t>on connaissait le commandant Langlois</w:t>
      </w:r>
      <w:r w:rsidR="00766774">
        <w:t> ? »</w:t>
      </w:r>
      <w:r w:rsidRPr="00115F49">
        <w:t xml:space="preserve"> Oui</w:t>
      </w:r>
      <w:r w:rsidR="00766774">
        <w:t xml:space="preserve">, </w:t>
      </w:r>
      <w:r w:rsidRPr="00115F49">
        <w:t>mais</w:t>
      </w:r>
      <w:r w:rsidR="00766774">
        <w:t xml:space="preserve">, </w:t>
      </w:r>
      <w:r w:rsidRPr="00115F49">
        <w:t>vous vous rendez compte qu</w:t>
      </w:r>
      <w:r w:rsidR="00766774">
        <w:t>’</w:t>
      </w:r>
      <w:r w:rsidRPr="00115F49">
        <w:t>on ne va pas répondre à ça tout de go quand on est en train de moissonner et qu</w:t>
      </w:r>
      <w:r w:rsidR="00766774">
        <w:t>’</w:t>
      </w:r>
      <w:r w:rsidRPr="00115F49">
        <w:t>on vous prend ainsi à l</w:t>
      </w:r>
      <w:r w:rsidR="00766774">
        <w:t>’</w:t>
      </w:r>
      <w:r w:rsidRPr="00115F49">
        <w:t>improviste</w:t>
      </w:r>
      <w:r w:rsidR="00766774">
        <w:t xml:space="preserve">. </w:t>
      </w:r>
      <w:r w:rsidRPr="00115F49">
        <w:t>Il faut bien un peu réfléchir si on dit oui ou si on dit non</w:t>
      </w:r>
      <w:r w:rsidR="00766774">
        <w:t xml:space="preserve">. </w:t>
      </w:r>
      <w:r w:rsidRPr="00115F49">
        <w:t>Comme on regardait ce voiturin qui semblait sortir de l</w:t>
      </w:r>
      <w:r w:rsidR="00766774">
        <w:t>’</w:t>
      </w:r>
      <w:r w:rsidRPr="00115F49">
        <w:t>œuf et le</w:t>
      </w:r>
      <w:r w:rsidRPr="00115F49">
        <w:rPr>
          <w:i/>
          <w:iCs/>
        </w:rPr>
        <w:t xml:space="preserve"> groom</w:t>
      </w:r>
      <w:r w:rsidRPr="00115F49">
        <w:t xml:space="preserve"> qui luisait encore pire</w:t>
      </w:r>
      <w:r w:rsidR="00766774">
        <w:t xml:space="preserve">, </w:t>
      </w:r>
      <w:r w:rsidRPr="00115F49">
        <w:t>voilà que le patron lui-même met pied à terre</w:t>
      </w:r>
      <w:r w:rsidR="00766774">
        <w:t xml:space="preserve">, </w:t>
      </w:r>
      <w:r w:rsidRPr="00115F49">
        <w:t>sans doute pour nous aider à nous décider</w:t>
      </w:r>
      <w:r w:rsidR="00766774">
        <w:t xml:space="preserve">. </w:t>
      </w:r>
      <w:r w:rsidRPr="00115F49">
        <w:t>Et nous fûmes décidés tout de suite</w:t>
      </w:r>
      <w:r w:rsidR="00766774">
        <w:t xml:space="preserve">, </w:t>
      </w:r>
      <w:r w:rsidRPr="00115F49">
        <w:t>car c</w:t>
      </w:r>
      <w:r w:rsidR="00766774">
        <w:t>’</w:t>
      </w:r>
      <w:r w:rsidRPr="00115F49">
        <w:t>était le procureur royal</w:t>
      </w:r>
      <w:r w:rsidR="00766774">
        <w:t xml:space="preserve">. </w:t>
      </w:r>
      <w:r w:rsidRPr="00115F49">
        <w:t>Il n</w:t>
      </w:r>
      <w:r w:rsidR="00766774">
        <w:t>’</w:t>
      </w:r>
      <w:r w:rsidRPr="00115F49">
        <w:t>y avait pas à s</w:t>
      </w:r>
      <w:r w:rsidR="00766774">
        <w:t>’</w:t>
      </w:r>
      <w:r w:rsidRPr="00115F49">
        <w:t>y tromper</w:t>
      </w:r>
      <w:r w:rsidR="00766774">
        <w:t xml:space="preserve"> : </w:t>
      </w:r>
      <w:r w:rsidRPr="00115F49">
        <w:t>il était célèbre jusque dans les massifs les plus désertiques et c</w:t>
      </w:r>
      <w:r w:rsidR="00766774">
        <w:t>’</w:t>
      </w:r>
      <w:r w:rsidRPr="00115F49">
        <w:t>étaient bien ses favoris blancs et ce ventre bas qu</w:t>
      </w:r>
      <w:r w:rsidR="00766774">
        <w:t>’</w:t>
      </w:r>
      <w:r w:rsidRPr="00115F49">
        <w:t>il portait devant lui à pas comptés comme un tambour</w:t>
      </w:r>
      <w:r w:rsidR="00766774">
        <w:t>.</w:t>
      </w:r>
    </w:p>
    <w:p w14:paraId="7A4DAC57" w14:textId="77777777" w:rsidR="00766774" w:rsidRDefault="00115F49" w:rsidP="00115F49">
      <w:r w:rsidRPr="00115F49">
        <w:t>Alors</w:t>
      </w:r>
      <w:r w:rsidR="00766774">
        <w:t xml:space="preserve">, </w:t>
      </w:r>
      <w:r w:rsidRPr="00115F49">
        <w:t>on lui donna même un petit garçon pour le conduire jusqu</w:t>
      </w:r>
      <w:r w:rsidR="00766774">
        <w:t>’</w:t>
      </w:r>
      <w:r w:rsidRPr="00115F49">
        <w:t>au village en nous disant</w:t>
      </w:r>
      <w:r w:rsidR="00766774">
        <w:t> : « </w:t>
      </w:r>
      <w:r w:rsidRPr="00115F49">
        <w:t>Quand il verra que son commandant loge chez Saucisse</w:t>
      </w:r>
      <w:r w:rsidR="00766774">
        <w:t> ! »</w:t>
      </w:r>
      <w:r w:rsidRPr="00115F49">
        <w:t xml:space="preserve"> Mais</w:t>
      </w:r>
      <w:r w:rsidR="00766774">
        <w:t xml:space="preserve">, </w:t>
      </w:r>
      <w:r w:rsidRPr="00115F49">
        <w:t>quand on rentre du travail</w:t>
      </w:r>
      <w:r w:rsidR="00766774">
        <w:t xml:space="preserve">, </w:t>
      </w:r>
      <w:r w:rsidRPr="00115F49">
        <w:t>on trouve ce procureur et notre Langlois qui se promenaient sous les tilleuls de notre placette</w:t>
      </w:r>
      <w:r w:rsidR="00766774">
        <w:t xml:space="preserve">, </w:t>
      </w:r>
      <w:r w:rsidRPr="00115F49">
        <w:t>admirant nos beaux arbres</w:t>
      </w:r>
      <w:r w:rsidR="00766774">
        <w:t xml:space="preserve">, </w:t>
      </w:r>
      <w:r w:rsidRPr="00115F49">
        <w:t>tendant la badine en direction du bas pays qu</w:t>
      </w:r>
      <w:r w:rsidR="00766774">
        <w:t>’</w:t>
      </w:r>
      <w:r w:rsidRPr="00115F49">
        <w:t>on découvre tout entier de là</w:t>
      </w:r>
      <w:r w:rsidR="00766774">
        <w:t xml:space="preserve">, </w:t>
      </w:r>
      <w:r w:rsidRPr="00115F49">
        <w:t>presque à pic</w:t>
      </w:r>
      <w:r w:rsidR="00766774">
        <w:t xml:space="preserve"> ; </w:t>
      </w:r>
      <w:r w:rsidRPr="00115F49">
        <w:t>dési</w:t>
      </w:r>
      <w:r w:rsidRPr="00115F49">
        <w:lastRenderedPageBreak/>
        <w:t>gnant ainsi quelque belle ferme d</w:t>
      </w:r>
      <w:r w:rsidR="00766774">
        <w:t>’</w:t>
      </w:r>
      <w:r w:rsidRPr="00115F49">
        <w:t>en bas dont ils parlaient ou dessinant quelques chemins qu</w:t>
      </w:r>
      <w:r w:rsidR="00766774">
        <w:t>’</w:t>
      </w:r>
      <w:r w:rsidRPr="00115F49">
        <w:t>ils avaient suivis ou qu</w:t>
      </w:r>
      <w:r w:rsidR="00766774">
        <w:t>’</w:t>
      </w:r>
      <w:r w:rsidRPr="00115F49">
        <w:t>ils allaient suivre</w:t>
      </w:r>
      <w:r w:rsidR="00766774">
        <w:t xml:space="preserve"> : </w:t>
      </w:r>
      <w:r w:rsidRPr="00115F49">
        <w:t>enfin</w:t>
      </w:r>
      <w:r w:rsidR="00766774">
        <w:t xml:space="preserve">, </w:t>
      </w:r>
      <w:r w:rsidRPr="00115F49">
        <w:t>amis comme cochons</w:t>
      </w:r>
      <w:r w:rsidR="00766774">
        <w:t xml:space="preserve">. </w:t>
      </w:r>
      <w:r w:rsidRPr="00115F49">
        <w:t>Ils dînèrent ensemble chez Saucisse qui leur prépara un petit repas bien relevé</w:t>
      </w:r>
      <w:r w:rsidR="00766774">
        <w:t>.</w:t>
      </w:r>
    </w:p>
    <w:p w14:paraId="10D9769A" w14:textId="77777777" w:rsidR="00766774" w:rsidRDefault="00115F49" w:rsidP="00115F49">
      <w:r w:rsidRPr="00115F49">
        <w:t>Longtemps après</w:t>
      </w:r>
      <w:r w:rsidR="00766774">
        <w:t xml:space="preserve">, </w:t>
      </w:r>
      <w:r w:rsidRPr="00115F49">
        <w:t>on sut vaguement ce dont ils avaient parlé ce soir-là</w:t>
      </w:r>
      <w:r w:rsidR="00766774">
        <w:t xml:space="preserve"> : </w:t>
      </w:r>
      <w:r w:rsidRPr="00115F49">
        <w:t>si ç</w:t>
      </w:r>
      <w:r w:rsidR="00766774">
        <w:t>’</w:t>
      </w:r>
      <w:r w:rsidRPr="00115F49">
        <w:t>avait été une visite banale</w:t>
      </w:r>
      <w:r w:rsidR="00766774">
        <w:t xml:space="preserve">, </w:t>
      </w:r>
      <w:r w:rsidRPr="00115F49">
        <w:t>ou une visite de procureur royal</w:t>
      </w:r>
      <w:r w:rsidR="00766774">
        <w:t xml:space="preserve">, </w:t>
      </w:r>
      <w:r w:rsidRPr="00115F49">
        <w:t>et si elle avait été faite à un capitaine de gendarmerie en disgrâce</w:t>
      </w:r>
      <w:r w:rsidR="00766774">
        <w:t xml:space="preserve">, </w:t>
      </w:r>
      <w:r w:rsidRPr="00115F49">
        <w:t>ou à un commandant de louveterie bien en cour</w:t>
      </w:r>
      <w:r w:rsidR="00766774">
        <w:t xml:space="preserve">. </w:t>
      </w:r>
      <w:r w:rsidRPr="00115F49">
        <w:t>En effet</w:t>
      </w:r>
      <w:r w:rsidR="00766774">
        <w:t xml:space="preserve">, </w:t>
      </w:r>
      <w:r w:rsidRPr="00115F49">
        <w:t>à un moment donné</w:t>
      </w:r>
      <w:r w:rsidR="00766774">
        <w:t xml:space="preserve">, </w:t>
      </w:r>
      <w:r w:rsidRPr="00115F49">
        <w:t>après la conclusion tragique de l</w:t>
      </w:r>
      <w:r w:rsidR="00766774">
        <w:t>’</w:t>
      </w:r>
      <w:r w:rsidRPr="00115F49">
        <w:t>histoire que je vous raconte</w:t>
      </w:r>
      <w:r w:rsidR="00766774">
        <w:t xml:space="preserve">, </w:t>
      </w:r>
      <w:r w:rsidRPr="00115F49">
        <w:t>cette femme surnommée Saucisse arriva à un point où elle ne put plus contenir son chagrin et elle parla d</w:t>
      </w:r>
      <w:r w:rsidR="00766774">
        <w:t>’</w:t>
      </w:r>
      <w:r w:rsidRPr="00115F49">
        <w:t>abondance pour se soulager</w:t>
      </w:r>
      <w:r w:rsidR="00766774">
        <w:t xml:space="preserve">, </w:t>
      </w:r>
      <w:r w:rsidRPr="00115F49">
        <w:t>pour faire revivre</w:t>
      </w:r>
      <w:r w:rsidR="00766774">
        <w:t xml:space="preserve">. </w:t>
      </w:r>
      <w:r w:rsidRPr="00115F49">
        <w:t>Elle parla de Langlois</w:t>
      </w:r>
      <w:r w:rsidR="00766774">
        <w:t xml:space="preserve"> ; </w:t>
      </w:r>
      <w:r w:rsidRPr="00115F49">
        <w:t>et</w:t>
      </w:r>
      <w:r w:rsidR="00766774">
        <w:t xml:space="preserve">, </w:t>
      </w:r>
      <w:r w:rsidRPr="00115F49">
        <w:t>le ton qu</w:t>
      </w:r>
      <w:r w:rsidR="00766774">
        <w:t>’</w:t>
      </w:r>
      <w:r w:rsidRPr="00115F49">
        <w:t>on a pour parler de Langlois maintenant</w:t>
      </w:r>
      <w:r w:rsidR="00766774">
        <w:t xml:space="preserve"> : </w:t>
      </w:r>
      <w:r w:rsidRPr="00115F49">
        <w:t>ce ton amical</w:t>
      </w:r>
      <w:r w:rsidR="00766774">
        <w:t xml:space="preserve">, </w:t>
      </w:r>
      <w:r w:rsidRPr="00115F49">
        <w:t>somme toute</w:t>
      </w:r>
      <w:r w:rsidR="00766774">
        <w:t xml:space="preserve">, </w:t>
      </w:r>
      <w:r w:rsidRPr="00115F49">
        <w:t>que j</w:t>
      </w:r>
      <w:r w:rsidR="00766774">
        <w:t>’</w:t>
      </w:r>
      <w:r w:rsidRPr="00115F49">
        <w:t>ai pour vous en parler</w:t>
      </w:r>
      <w:r w:rsidR="00766774">
        <w:t xml:space="preserve">, </w:t>
      </w:r>
      <w:r w:rsidRPr="00115F49">
        <w:t>vient en grande partie de tout ce qu</w:t>
      </w:r>
      <w:r w:rsidR="00766774">
        <w:t>’</w:t>
      </w:r>
      <w:r w:rsidRPr="00115F49">
        <w:t>a raconté finalement cette femme surnommée Saucisse</w:t>
      </w:r>
      <w:r w:rsidR="00766774">
        <w:t>.</w:t>
      </w:r>
    </w:p>
    <w:p w14:paraId="01A7A221" w14:textId="77777777" w:rsidR="00766774" w:rsidRDefault="00115F49" w:rsidP="00115F49">
      <w:r w:rsidRPr="00115F49">
        <w:t>On ne voit jamais les choses en plein</w:t>
      </w:r>
      <w:r w:rsidR="00766774">
        <w:t xml:space="preserve">. </w:t>
      </w:r>
      <w:r w:rsidRPr="00115F49">
        <w:t>Si l</w:t>
      </w:r>
      <w:r w:rsidR="00766774">
        <w:t>’</w:t>
      </w:r>
      <w:r w:rsidRPr="00115F49">
        <w:t>on n</w:t>
      </w:r>
      <w:r w:rsidR="00766774">
        <w:t>’</w:t>
      </w:r>
      <w:r w:rsidRPr="00115F49">
        <w:t>avait vu que la hauteur et le silence de Langlois</w:t>
      </w:r>
      <w:r w:rsidR="00766774">
        <w:t xml:space="preserve">, </w:t>
      </w:r>
      <w:r w:rsidRPr="00115F49">
        <w:t>on aurait pu en garder de l</w:t>
      </w:r>
      <w:r w:rsidR="00766774">
        <w:t>’</w:t>
      </w:r>
      <w:r w:rsidRPr="00115F49">
        <w:t>aigreur</w:t>
      </w:r>
      <w:r w:rsidR="00766774">
        <w:t xml:space="preserve">. </w:t>
      </w:r>
      <w:r w:rsidRPr="00115F49">
        <w:t>Le reste</w:t>
      </w:r>
      <w:r w:rsidR="00766774">
        <w:t xml:space="preserve">, </w:t>
      </w:r>
      <w:r w:rsidRPr="00115F49">
        <w:t>quand on y pense</w:t>
      </w:r>
      <w:r w:rsidR="00766774">
        <w:t xml:space="preserve">, </w:t>
      </w:r>
      <w:r w:rsidRPr="00115F49">
        <w:t>c</w:t>
      </w:r>
      <w:r w:rsidR="00766774">
        <w:t>’</w:t>
      </w:r>
      <w:r w:rsidRPr="00115F49">
        <w:t>était tellement sympathique</w:t>
      </w:r>
      <w:r w:rsidR="00766774">
        <w:t xml:space="preserve"> ! </w:t>
      </w:r>
      <w:r w:rsidRPr="00115F49">
        <w:t>Bien du Langlois qui engueulait</w:t>
      </w:r>
      <w:r w:rsidR="00766774">
        <w:t xml:space="preserve">. </w:t>
      </w:r>
      <w:r w:rsidRPr="00115F49">
        <w:t>Anselmie et</w:t>
      </w:r>
      <w:r w:rsidR="00766774">
        <w:t xml:space="preserve"> (</w:t>
      </w:r>
      <w:r w:rsidRPr="00115F49">
        <w:t>le moins rigolo de l</w:t>
      </w:r>
      <w:r w:rsidR="00766774">
        <w:t>’</w:t>
      </w:r>
      <w:r w:rsidRPr="00115F49">
        <w:t>histoire</w:t>
      </w:r>
      <w:r w:rsidR="00766774">
        <w:t xml:space="preserve">) </w:t>
      </w:r>
      <w:r w:rsidRPr="00115F49">
        <w:t>l</w:t>
      </w:r>
      <w:r w:rsidR="00766774">
        <w:t>’</w:t>
      </w:r>
      <w:r w:rsidRPr="00115F49">
        <w:t>ensemble de tout ça</w:t>
      </w:r>
      <w:r w:rsidR="00766774">
        <w:t xml:space="preserve">, </w:t>
      </w:r>
      <w:r w:rsidRPr="00115F49">
        <w:t>c</w:t>
      </w:r>
      <w:r w:rsidR="00766774">
        <w:t>’</w:t>
      </w:r>
      <w:r w:rsidRPr="00115F49">
        <w:t>est tellement une chose qui nous pend au nez à tous</w:t>
      </w:r>
      <w:r w:rsidR="00766774">
        <w:t> !</w:t>
      </w:r>
    </w:p>
    <w:p w14:paraId="17037799" w14:textId="77777777" w:rsidR="00766774" w:rsidRDefault="00115F49" w:rsidP="00115F49">
      <w:r w:rsidRPr="00115F49">
        <w:t>La visite que faisait ce procureur royal n</w:t>
      </w:r>
      <w:r w:rsidR="00766774">
        <w:t>’</w:t>
      </w:r>
      <w:r w:rsidRPr="00115F49">
        <w:t>était destinée ni au capitaine ni au commandant</w:t>
      </w:r>
      <w:r w:rsidR="00766774">
        <w:t xml:space="preserve">. </w:t>
      </w:r>
      <w:r w:rsidRPr="00115F49">
        <w:t>On avait l</w:t>
      </w:r>
      <w:r w:rsidR="00766774">
        <w:t>’</w:t>
      </w:r>
      <w:r w:rsidRPr="00115F49">
        <w:t>impression</w:t>
      </w:r>
      <w:r w:rsidR="00766774">
        <w:t xml:space="preserve"> (</w:t>
      </w:r>
      <w:r w:rsidRPr="00115F49">
        <w:t>d</w:t>
      </w:r>
      <w:r w:rsidR="00766774">
        <w:t>’</w:t>
      </w:r>
      <w:r w:rsidRPr="00115F49">
        <w:t>après Saucisse</w:t>
      </w:r>
      <w:r w:rsidR="00766774">
        <w:t xml:space="preserve">) </w:t>
      </w:r>
      <w:r w:rsidRPr="00115F49">
        <w:t>qu</w:t>
      </w:r>
      <w:r w:rsidR="00766774">
        <w:t>’</w:t>
      </w:r>
      <w:r w:rsidRPr="00115F49">
        <w:t>elle était destinée à un bon ami</w:t>
      </w:r>
      <w:r w:rsidR="00766774">
        <w:t xml:space="preserve"> ; </w:t>
      </w:r>
      <w:r w:rsidRPr="00115F49">
        <w:t>un ami à qui on n</w:t>
      </w:r>
      <w:r w:rsidR="00766774">
        <w:t>’</w:t>
      </w:r>
      <w:r w:rsidRPr="00115F49">
        <w:t>avait rien à refuser</w:t>
      </w:r>
      <w:r w:rsidR="00766774">
        <w:t xml:space="preserve">. </w:t>
      </w:r>
      <w:r w:rsidRPr="00115F49">
        <w:t>À un moment même</w:t>
      </w:r>
      <w:r w:rsidR="00766774">
        <w:t xml:space="preserve">, </w:t>
      </w:r>
      <w:r w:rsidRPr="00115F49">
        <w:t>ce procureur royal qui était si imposant se mit à dire des bêtises</w:t>
      </w:r>
      <w:r w:rsidR="00766774">
        <w:t xml:space="preserve">. </w:t>
      </w:r>
      <w:r w:rsidRPr="00115F49">
        <w:t>Sans doute pour dérider notre Langlois</w:t>
      </w:r>
      <w:r w:rsidR="00766774">
        <w:t> : « </w:t>
      </w:r>
      <w:r w:rsidRPr="00115F49">
        <w:rPr>
          <w:i/>
          <w:iCs/>
        </w:rPr>
        <w:t>Méfiez-vous de la vérité</w:t>
      </w:r>
      <w:r w:rsidR="00766774">
        <w:rPr>
          <w:i/>
          <w:iCs/>
        </w:rPr>
        <w:t xml:space="preserve">, </w:t>
      </w:r>
      <w:r w:rsidRPr="00115F49">
        <w:t>dit ce procureur</w:t>
      </w:r>
      <w:r w:rsidR="00766774">
        <w:t xml:space="preserve"> (</w:t>
      </w:r>
      <w:r w:rsidRPr="00115F49">
        <w:t>paraît-il</w:t>
      </w:r>
      <w:r w:rsidR="00766774">
        <w:t xml:space="preserve">), </w:t>
      </w:r>
      <w:r w:rsidRPr="00115F49">
        <w:rPr>
          <w:i/>
          <w:iCs/>
        </w:rPr>
        <w:t xml:space="preserve">elle est vraie pour tout </w:t>
      </w:r>
      <w:r w:rsidRPr="00115F49">
        <w:rPr>
          <w:i/>
          <w:iCs/>
        </w:rPr>
        <w:lastRenderedPageBreak/>
        <w:t>le monde</w:t>
      </w:r>
      <w:r w:rsidR="00766774">
        <w:rPr>
          <w:i/>
          <w:iCs/>
        </w:rPr>
        <w:t>. »</w:t>
      </w:r>
      <w:r w:rsidR="00766774">
        <w:t xml:space="preserve"> (</w:t>
      </w:r>
      <w:r w:rsidRPr="00115F49">
        <w:t>Pas besoin d</w:t>
      </w:r>
      <w:r w:rsidR="00766774">
        <w:t>’</w:t>
      </w:r>
      <w:r w:rsidRPr="00115F49">
        <w:t>aller à l</w:t>
      </w:r>
      <w:r w:rsidR="00766774">
        <w:t>’</w:t>
      </w:r>
      <w:r w:rsidRPr="00115F49">
        <w:t>école jusqu</w:t>
      </w:r>
      <w:r w:rsidR="00766774">
        <w:t>’</w:t>
      </w:r>
      <w:r w:rsidRPr="00115F49">
        <w:t>à vingt ans pour trouver ça</w:t>
      </w:r>
      <w:r w:rsidR="00766774">
        <w:t xml:space="preserve">.) </w:t>
      </w:r>
      <w:r w:rsidRPr="00115F49">
        <w:t>Et d</w:t>
      </w:r>
      <w:r w:rsidR="00766774">
        <w:t>’</w:t>
      </w:r>
      <w:r w:rsidRPr="00115F49">
        <w:t>ailleurs</w:t>
      </w:r>
      <w:r w:rsidR="00766774">
        <w:t xml:space="preserve">, </w:t>
      </w:r>
      <w:r w:rsidRPr="00115F49">
        <w:t xml:space="preserve">après ce </w:t>
      </w:r>
      <w:r w:rsidRPr="00115F49">
        <w:rPr>
          <w:i/>
          <w:iCs/>
        </w:rPr>
        <w:t>bon mot</w:t>
      </w:r>
      <w:r w:rsidR="00766774">
        <w:rPr>
          <w:i/>
          <w:iCs/>
        </w:rPr>
        <w:t xml:space="preserve">, </w:t>
      </w:r>
      <w:r w:rsidRPr="00115F49">
        <w:t>Langlois</w:t>
      </w:r>
      <w:r w:rsidR="00766774">
        <w:t xml:space="preserve">, </w:t>
      </w:r>
      <w:r w:rsidRPr="00115F49">
        <w:t>en effet</w:t>
      </w:r>
      <w:r w:rsidR="00766774">
        <w:t xml:space="preserve">, </w:t>
      </w:r>
      <w:r w:rsidRPr="00115F49">
        <w:t>se dérida</w:t>
      </w:r>
      <w:r w:rsidR="00766774">
        <w:t xml:space="preserve">. </w:t>
      </w:r>
      <w:r w:rsidRPr="00115F49">
        <w:t>Il lui en fallait peu</w:t>
      </w:r>
      <w:r w:rsidR="00766774">
        <w:t xml:space="preserve">, </w:t>
      </w:r>
      <w:r w:rsidRPr="00115F49">
        <w:t>n</w:t>
      </w:r>
      <w:r w:rsidR="00766774">
        <w:t>’</w:t>
      </w:r>
      <w:r w:rsidRPr="00115F49">
        <w:t>est-ce pas</w:t>
      </w:r>
      <w:r w:rsidR="00766774">
        <w:t> ?</w:t>
      </w:r>
    </w:p>
    <w:p w14:paraId="7B0FF77B" w14:textId="77777777" w:rsidR="00115F49" w:rsidRPr="00115F49" w:rsidRDefault="00115F49" w:rsidP="00115F49">
      <w:r w:rsidRPr="00115F49">
        <w:t>À part ça</w:t>
      </w:r>
      <w:r w:rsidR="00766774">
        <w:t xml:space="preserve">, </w:t>
      </w:r>
      <w:r w:rsidRPr="00115F49">
        <w:t>ils devaient être en affaires tous les deux</w:t>
      </w:r>
      <w:r w:rsidR="00766774">
        <w:t xml:space="preserve">. </w:t>
      </w:r>
      <w:r w:rsidRPr="00115F49">
        <w:t>Souvent</w:t>
      </w:r>
      <w:r w:rsidR="00766774">
        <w:t xml:space="preserve">, </w:t>
      </w:r>
      <w:r w:rsidRPr="00115F49">
        <w:t>ces procureurs s</w:t>
      </w:r>
      <w:r w:rsidR="00766774">
        <w:t>’</w:t>
      </w:r>
      <w:r w:rsidRPr="00115F49">
        <w:t>intéressent en sous-main à des coupes de bois et même</w:t>
      </w:r>
      <w:r w:rsidR="00766774">
        <w:t xml:space="preserve"> (</w:t>
      </w:r>
      <w:r w:rsidRPr="00115F49">
        <w:t>mais de petits procureurs alors</w:t>
      </w:r>
      <w:r w:rsidR="00766774">
        <w:t xml:space="preserve">) </w:t>
      </w:r>
      <w:r w:rsidRPr="00115F49">
        <w:t>à des tannages de peaux de renards</w:t>
      </w:r>
      <w:r w:rsidR="00766774">
        <w:t xml:space="preserve">, </w:t>
      </w:r>
      <w:r w:rsidRPr="00115F49">
        <w:t>de blaireaux</w:t>
      </w:r>
      <w:r w:rsidR="00766774">
        <w:t xml:space="preserve"> ; </w:t>
      </w:r>
      <w:r w:rsidRPr="00115F49">
        <w:t>histoire de mettre quelques girandoles de plus à des bals qu</w:t>
      </w:r>
      <w:r w:rsidR="00766774">
        <w:t>’</w:t>
      </w:r>
      <w:r w:rsidRPr="00115F49">
        <w:t>ils donnent dans les villes</w:t>
      </w:r>
      <w:r w:rsidR="00766774">
        <w:t xml:space="preserve">. </w:t>
      </w:r>
      <w:r w:rsidRPr="00115F49">
        <w:t>Il paraît que c</w:t>
      </w:r>
      <w:r w:rsidR="00766774">
        <w:t>’</w:t>
      </w:r>
      <w:r w:rsidRPr="00115F49">
        <w:t>est pour marier leurs filles</w:t>
      </w:r>
      <w:r w:rsidR="00766774">
        <w:t xml:space="preserve">. </w:t>
      </w:r>
      <w:r w:rsidRPr="00115F49">
        <w:t>Car Saucisse qui</w:t>
      </w:r>
      <w:r w:rsidR="00766774">
        <w:t xml:space="preserve">, </w:t>
      </w:r>
      <w:r w:rsidRPr="00115F49">
        <w:t>sans faire semblant de rien n</w:t>
      </w:r>
      <w:r w:rsidR="00766774">
        <w:t>’</w:t>
      </w:r>
      <w:r w:rsidRPr="00115F49">
        <w:t>en perdait pas une</w:t>
      </w:r>
      <w:r w:rsidR="00766774">
        <w:t xml:space="preserve"> (</w:t>
      </w:r>
      <w:r w:rsidRPr="00115F49">
        <w:t>comme elle a été attentive autour de Langlois</w:t>
      </w:r>
      <w:r w:rsidR="00766774">
        <w:t xml:space="preserve"> !), </w:t>
      </w:r>
      <w:r w:rsidRPr="00115F49">
        <w:t>Saucisse entendit Langlois qui disait</w:t>
      </w:r>
      <w:r w:rsidR="00766774">
        <w:t> : « </w:t>
      </w:r>
      <w:r w:rsidRPr="00115F49">
        <w:t>Tout me passera dans les mains</w:t>
      </w:r>
      <w:r w:rsidR="00766774">
        <w:t xml:space="preserve">, </w:t>
      </w:r>
      <w:r w:rsidRPr="00115F49">
        <w:t>soyez-en sûr</w:t>
      </w:r>
      <w:r w:rsidR="00766774">
        <w:t>. »</w:t>
      </w:r>
    </w:p>
    <w:p w14:paraId="2E96194A" w14:textId="77777777" w:rsidR="00766774" w:rsidRDefault="00115F49" w:rsidP="00115F49">
      <w:r w:rsidRPr="00115F49">
        <w:t>C</w:t>
      </w:r>
      <w:r w:rsidR="00766774">
        <w:t>’</w:t>
      </w:r>
      <w:r w:rsidRPr="00115F49">
        <w:t>est ce soir-là qu</w:t>
      </w:r>
      <w:r w:rsidR="00766774">
        <w:t>’</w:t>
      </w:r>
      <w:r w:rsidRPr="00115F49">
        <w:t>ils durent prendre tous les deux une décision dont nous vîmes les effets un mois après</w:t>
      </w:r>
      <w:r w:rsidR="00766774">
        <w:t>.</w:t>
      </w:r>
    </w:p>
    <w:p w14:paraId="4F5507D2" w14:textId="77777777" w:rsidR="00766774" w:rsidRDefault="00115F49" w:rsidP="00115F49">
      <w:r w:rsidRPr="00115F49">
        <w:t>Ce corps de louveterie est un drôle de corps</w:t>
      </w:r>
      <w:r w:rsidR="00766774">
        <w:t xml:space="preserve">. </w:t>
      </w:r>
      <w:r w:rsidRPr="00115F49">
        <w:t>Il y a des lieutenants qui sont recta et font un gros travail</w:t>
      </w:r>
      <w:r w:rsidR="00766774">
        <w:t xml:space="preserve">, </w:t>
      </w:r>
      <w:r w:rsidRPr="00115F49">
        <w:t>en accord d</w:t>
      </w:r>
      <w:r w:rsidR="00766774">
        <w:t>’</w:t>
      </w:r>
      <w:r w:rsidRPr="00115F49">
        <w:t>ailleurs avec les égaux en grade du corps des forestiers</w:t>
      </w:r>
      <w:r w:rsidR="00766774">
        <w:t xml:space="preserve">. </w:t>
      </w:r>
      <w:r w:rsidRPr="00115F49">
        <w:t>Non seulement ils s</w:t>
      </w:r>
      <w:r w:rsidR="00766774">
        <w:t>’</w:t>
      </w:r>
      <w:r w:rsidRPr="00115F49">
        <w:t>arrangent</w:t>
      </w:r>
      <w:r w:rsidR="00766774">
        <w:t xml:space="preserve"> (</w:t>
      </w:r>
      <w:r w:rsidRPr="00115F49">
        <w:t>ou doivent s</w:t>
      </w:r>
      <w:r w:rsidR="00766774">
        <w:t>’</w:t>
      </w:r>
      <w:r w:rsidRPr="00115F49">
        <w:t>arranger</w:t>
      </w:r>
      <w:r w:rsidR="00766774">
        <w:t xml:space="preserve">) </w:t>
      </w:r>
      <w:r w:rsidRPr="00115F49">
        <w:t xml:space="preserve">pour détruire les </w:t>
      </w:r>
      <w:r w:rsidR="00766774">
        <w:rPr>
          <w:i/>
          <w:iCs/>
        </w:rPr>
        <w:t>« </w:t>
      </w:r>
      <w:r w:rsidRPr="00115F49">
        <w:rPr>
          <w:i/>
          <w:iCs/>
        </w:rPr>
        <w:t>nuisibles</w:t>
      </w:r>
      <w:r w:rsidR="00766774">
        <w:t xml:space="preserve"> », </w:t>
      </w:r>
      <w:r w:rsidRPr="00115F49">
        <w:t xml:space="preserve">mais ils doivent protéger les </w:t>
      </w:r>
      <w:r w:rsidR="00766774">
        <w:t>« </w:t>
      </w:r>
      <w:r w:rsidRPr="00115F49">
        <w:rPr>
          <w:i/>
          <w:iCs/>
        </w:rPr>
        <w:t>utiles</w:t>
      </w:r>
      <w:r w:rsidR="00766774">
        <w:rPr>
          <w:i/>
          <w:iCs/>
        </w:rPr>
        <w:t xml:space="preserve"> ». </w:t>
      </w:r>
      <w:r w:rsidRPr="00115F49">
        <w:t>Je parle des bêtes</w:t>
      </w:r>
      <w:r w:rsidR="00766774">
        <w:t xml:space="preserve">. </w:t>
      </w:r>
      <w:r w:rsidRPr="00115F49">
        <w:t>Par exemple</w:t>
      </w:r>
      <w:r w:rsidR="00766774">
        <w:t xml:space="preserve">, </w:t>
      </w:r>
      <w:r w:rsidRPr="00115F49">
        <w:t>les nuisibles ce sont les renards</w:t>
      </w:r>
      <w:r w:rsidR="00766774">
        <w:t xml:space="preserve">, </w:t>
      </w:r>
      <w:r w:rsidRPr="00115F49">
        <w:t>les sangliers</w:t>
      </w:r>
      <w:r w:rsidR="00766774">
        <w:t xml:space="preserve">, </w:t>
      </w:r>
      <w:r w:rsidRPr="00115F49">
        <w:t>les blaireaux</w:t>
      </w:r>
      <w:r w:rsidR="00766774">
        <w:t xml:space="preserve">, </w:t>
      </w:r>
      <w:r w:rsidRPr="00115F49">
        <w:t>les fouines</w:t>
      </w:r>
      <w:r w:rsidR="00766774">
        <w:t xml:space="preserve">, </w:t>
      </w:r>
      <w:r w:rsidRPr="00115F49">
        <w:t>les martres et les loups naturellement</w:t>
      </w:r>
      <w:r w:rsidR="00766774">
        <w:t xml:space="preserve"> : </w:t>
      </w:r>
      <w:r w:rsidRPr="00115F49">
        <w:t>les sanguinaires</w:t>
      </w:r>
      <w:r w:rsidR="00766774">
        <w:t xml:space="preserve">. </w:t>
      </w:r>
      <w:r w:rsidRPr="00115F49">
        <w:t>Les utiles ce sont les chamois</w:t>
      </w:r>
      <w:r w:rsidR="00766774">
        <w:t xml:space="preserve">, </w:t>
      </w:r>
      <w:r w:rsidRPr="00115F49">
        <w:t>les daims</w:t>
      </w:r>
      <w:r w:rsidR="00766774">
        <w:t xml:space="preserve">, </w:t>
      </w:r>
      <w:r w:rsidRPr="00115F49">
        <w:t>les biches</w:t>
      </w:r>
      <w:r w:rsidR="00766774">
        <w:t xml:space="preserve"> ; </w:t>
      </w:r>
      <w:r w:rsidRPr="00115F49">
        <w:t>les cerfs étant</w:t>
      </w:r>
      <w:r w:rsidR="00766774">
        <w:t xml:space="preserve">, </w:t>
      </w:r>
      <w:r w:rsidRPr="00115F49">
        <w:t>selon la saison</w:t>
      </w:r>
      <w:r w:rsidR="00766774">
        <w:t xml:space="preserve"> (</w:t>
      </w:r>
      <w:r w:rsidRPr="00115F49">
        <w:t>d</w:t>
      </w:r>
      <w:r w:rsidR="00766774">
        <w:t>’</w:t>
      </w:r>
      <w:r w:rsidRPr="00115F49">
        <w:t>amour ou de pas amour</w:t>
      </w:r>
      <w:r w:rsidR="00766774">
        <w:t xml:space="preserve">) </w:t>
      </w:r>
      <w:r w:rsidRPr="00115F49">
        <w:t>classés alternativement dans les</w:t>
      </w:r>
      <w:r w:rsidRPr="00115F49">
        <w:rPr>
          <w:i/>
          <w:iCs/>
        </w:rPr>
        <w:t xml:space="preserve"> nuisibles</w:t>
      </w:r>
      <w:r w:rsidR="00766774">
        <w:rPr>
          <w:i/>
          <w:iCs/>
        </w:rPr>
        <w:t xml:space="preserve">, </w:t>
      </w:r>
      <w:r w:rsidRPr="00115F49">
        <w:t>puis dans les</w:t>
      </w:r>
      <w:r w:rsidRPr="00115F49">
        <w:rPr>
          <w:i/>
          <w:iCs/>
        </w:rPr>
        <w:t xml:space="preserve"> utiles</w:t>
      </w:r>
      <w:r w:rsidR="00766774">
        <w:rPr>
          <w:i/>
          <w:iCs/>
        </w:rPr>
        <w:t xml:space="preserve">. </w:t>
      </w:r>
      <w:r w:rsidRPr="00115F49">
        <w:t>Je ne veux pas dire que les lieutenants prennent ça très à cœur mais enfin</w:t>
      </w:r>
      <w:r w:rsidR="00766774">
        <w:t xml:space="preserve">, </w:t>
      </w:r>
      <w:r w:rsidRPr="00115F49">
        <w:t>ils devraient</w:t>
      </w:r>
      <w:r w:rsidR="00766774">
        <w:t xml:space="preserve">. </w:t>
      </w:r>
      <w:r w:rsidRPr="00115F49">
        <w:t>En tout cas</w:t>
      </w:r>
      <w:r w:rsidR="00766774">
        <w:t xml:space="preserve">, </w:t>
      </w:r>
      <w:r w:rsidRPr="00115F49">
        <w:t>au-dessus des lieutenants</w:t>
      </w:r>
      <w:r w:rsidR="00766774">
        <w:t xml:space="preserve">, </w:t>
      </w:r>
      <w:r w:rsidRPr="00115F49">
        <w:t>il y a des capitaines et ceux-là alors</w:t>
      </w:r>
      <w:r w:rsidR="00766774">
        <w:t xml:space="preserve">, </w:t>
      </w:r>
      <w:r w:rsidRPr="00115F49">
        <w:t>ils ne foutent pas une rame</w:t>
      </w:r>
      <w:r w:rsidR="00766774">
        <w:t xml:space="preserve">, </w:t>
      </w:r>
      <w:r w:rsidRPr="00115F49">
        <w:t>car ils sont purement honorifiques</w:t>
      </w:r>
      <w:r w:rsidR="00766774">
        <w:t xml:space="preserve">. </w:t>
      </w:r>
      <w:r w:rsidRPr="00115F49">
        <w:t>Si bien que</w:t>
      </w:r>
      <w:r w:rsidR="00766774">
        <w:t xml:space="preserve">, </w:t>
      </w:r>
      <w:r w:rsidRPr="00115F49">
        <w:t>par exemple</w:t>
      </w:r>
      <w:r w:rsidR="00766774">
        <w:t xml:space="preserve">, </w:t>
      </w:r>
      <w:r w:rsidRPr="00115F49">
        <w:t>dans nos hautes régions scabreuses où les</w:t>
      </w:r>
      <w:r w:rsidRPr="00115F49">
        <w:rPr>
          <w:i/>
          <w:iCs/>
        </w:rPr>
        <w:t xml:space="preserve"> nui</w:t>
      </w:r>
      <w:r w:rsidRPr="00115F49">
        <w:rPr>
          <w:i/>
          <w:iCs/>
        </w:rPr>
        <w:lastRenderedPageBreak/>
        <w:t xml:space="preserve">sibles </w:t>
      </w:r>
      <w:r w:rsidRPr="00115F49">
        <w:t>pullulent dans des terrains qui ne sont pas précisément destinés à des premiers communiants</w:t>
      </w:r>
      <w:r w:rsidR="00766774">
        <w:t xml:space="preserve">, </w:t>
      </w:r>
      <w:r w:rsidRPr="00115F49">
        <w:t>il n</w:t>
      </w:r>
      <w:r w:rsidR="00766774">
        <w:t>’</w:t>
      </w:r>
      <w:r w:rsidRPr="00115F49">
        <w:t>y avait jamais eu de capitaine de louveterie</w:t>
      </w:r>
      <w:r w:rsidR="00766774">
        <w:t xml:space="preserve">. </w:t>
      </w:r>
      <w:r w:rsidRPr="00115F49">
        <w:t>On s</w:t>
      </w:r>
      <w:r w:rsidR="00766774">
        <w:t>’</w:t>
      </w:r>
      <w:r w:rsidRPr="00115F49">
        <w:t>en tenait au lieutenant</w:t>
      </w:r>
      <w:r w:rsidR="00766774">
        <w:t xml:space="preserve"> ; </w:t>
      </w:r>
      <w:r w:rsidRPr="00115F49">
        <w:t>car il fallait ici quelqu</w:t>
      </w:r>
      <w:r w:rsidR="00766774">
        <w:t>’</w:t>
      </w:r>
      <w:r w:rsidRPr="00115F49">
        <w:t>un qui soit assez sûr de son coup de carabine</w:t>
      </w:r>
      <w:r w:rsidR="00766774">
        <w:t xml:space="preserve">, </w:t>
      </w:r>
      <w:r w:rsidRPr="00115F49">
        <w:t>même un jour de semaine</w:t>
      </w:r>
      <w:r w:rsidR="00766774">
        <w:t xml:space="preserve">. </w:t>
      </w:r>
      <w:r w:rsidRPr="00115F49">
        <w:t>N</w:t>
      </w:r>
      <w:r w:rsidR="00766774">
        <w:t>’</w:t>
      </w:r>
      <w:r w:rsidRPr="00115F49">
        <w:t>oubliez pas qu</w:t>
      </w:r>
      <w:r w:rsidR="00766774">
        <w:t>’</w:t>
      </w:r>
      <w:r w:rsidRPr="00115F49">
        <w:t>il y avait des ours au col du Rousset et dans la forêt de Lente</w:t>
      </w:r>
      <w:r w:rsidR="00766774">
        <w:t xml:space="preserve"> ; </w:t>
      </w:r>
      <w:r w:rsidRPr="00115F49">
        <w:t>et des loups un peu partout</w:t>
      </w:r>
      <w:r w:rsidR="00766774">
        <w:t xml:space="preserve">. </w:t>
      </w:r>
      <w:r w:rsidRPr="00115F49">
        <w:t>On nommait des capitaines dans les vallées</w:t>
      </w:r>
      <w:r w:rsidR="00766774">
        <w:t xml:space="preserve">, </w:t>
      </w:r>
      <w:r w:rsidRPr="00115F49">
        <w:t>du côté de Pontcharrat</w:t>
      </w:r>
      <w:r w:rsidR="00766774">
        <w:t xml:space="preserve">, </w:t>
      </w:r>
      <w:r w:rsidRPr="00115F49">
        <w:t>même plus haut jusqu</w:t>
      </w:r>
      <w:r w:rsidR="00766774">
        <w:t>’</w:t>
      </w:r>
      <w:r w:rsidRPr="00115F49">
        <w:t>à Ugine</w:t>
      </w:r>
      <w:r w:rsidR="00766774">
        <w:t xml:space="preserve">, </w:t>
      </w:r>
      <w:r w:rsidRPr="00115F49">
        <w:t xml:space="preserve">dans des endroits de </w:t>
      </w:r>
      <w:r w:rsidR="00766774">
        <w:t>« </w:t>
      </w:r>
      <w:r w:rsidRPr="00115F49">
        <w:rPr>
          <w:i/>
          <w:iCs/>
        </w:rPr>
        <w:t>figuration</w:t>
      </w:r>
      <w:r w:rsidR="00766774">
        <w:t xml:space="preserve"> ». </w:t>
      </w:r>
      <w:r w:rsidRPr="00115F49">
        <w:t>C</w:t>
      </w:r>
      <w:r w:rsidR="00766774">
        <w:t>’</w:t>
      </w:r>
      <w:r w:rsidRPr="00115F49">
        <w:t>était généralement un gros électeur influent et qu</w:t>
      </w:r>
      <w:r w:rsidR="00766774">
        <w:t>’</w:t>
      </w:r>
      <w:r w:rsidRPr="00115F49">
        <w:t>on savait ambitieux</w:t>
      </w:r>
      <w:r w:rsidR="00766774">
        <w:t xml:space="preserve"> ; </w:t>
      </w:r>
      <w:r w:rsidRPr="00115F49">
        <w:t>ou bien des châtelains un peu romanesques qu</w:t>
      </w:r>
      <w:r w:rsidR="00766774">
        <w:t>’</w:t>
      </w:r>
      <w:r w:rsidRPr="00115F49">
        <w:t>on nommait capitaines de louveterie</w:t>
      </w:r>
      <w:r w:rsidR="00766774">
        <w:t xml:space="preserve">. </w:t>
      </w:r>
      <w:r w:rsidRPr="00115F49">
        <w:t>Cela les autorisait à avoir un</w:t>
      </w:r>
      <w:r w:rsidRPr="00115F49">
        <w:rPr>
          <w:i/>
          <w:iCs/>
        </w:rPr>
        <w:t xml:space="preserve"> train</w:t>
      </w:r>
      <w:r w:rsidRPr="00115F49">
        <w:t xml:space="preserve"> et même un uniforme</w:t>
      </w:r>
      <w:r w:rsidR="00766774">
        <w:t xml:space="preserve">. </w:t>
      </w:r>
      <w:r w:rsidRPr="00115F49">
        <w:t>Et</w:t>
      </w:r>
      <w:r w:rsidR="00766774">
        <w:t xml:space="preserve">, </w:t>
      </w:r>
      <w:r w:rsidRPr="00115F49">
        <w:t>quand ils en avaient envie</w:t>
      </w:r>
      <w:r w:rsidR="00766774">
        <w:t xml:space="preserve">, </w:t>
      </w:r>
      <w:r w:rsidRPr="00115F49">
        <w:t>ils pouvaient parader comme des Césars</w:t>
      </w:r>
      <w:r w:rsidR="00766774">
        <w:t xml:space="preserve">. </w:t>
      </w:r>
      <w:r w:rsidRPr="00115F49">
        <w:t>Ce qui est un fameux exutoire et facilite la diplomatie de préfecture</w:t>
      </w:r>
      <w:r w:rsidR="00766774">
        <w:t>.</w:t>
      </w:r>
    </w:p>
    <w:p w14:paraId="0C19D843" w14:textId="77777777" w:rsidR="00766774" w:rsidRDefault="00115F49" w:rsidP="00115F49">
      <w:r w:rsidRPr="00115F49">
        <w:t>Si notre procureur royal avait eu envie de dire une autre bêtise</w:t>
      </w:r>
      <w:r w:rsidR="00766774">
        <w:t xml:space="preserve">, </w:t>
      </w:r>
      <w:r w:rsidRPr="00115F49">
        <w:t>il aurait pu en dire une bien véritable</w:t>
      </w:r>
      <w:r w:rsidR="00766774">
        <w:t xml:space="preserve"> : </w:t>
      </w:r>
      <w:r w:rsidRPr="00115F49">
        <w:t>c</w:t>
      </w:r>
      <w:r w:rsidR="00766774">
        <w:t>’</w:t>
      </w:r>
      <w:r w:rsidRPr="00115F49">
        <w:t>est qu</w:t>
      </w:r>
      <w:r w:rsidR="00766774">
        <w:t>’</w:t>
      </w:r>
      <w:r w:rsidRPr="00115F49">
        <w:t>ici</w:t>
      </w:r>
      <w:r w:rsidR="00766774">
        <w:t xml:space="preserve">, </w:t>
      </w:r>
      <w:r w:rsidRPr="00115F49">
        <w:t>il y avait trop de travail de louveterie pour qu</w:t>
      </w:r>
      <w:r w:rsidR="00766774">
        <w:t>’</w:t>
      </w:r>
      <w:r w:rsidRPr="00115F49">
        <w:t>on songeât jamais à y nommer un capitaine</w:t>
      </w:r>
      <w:r w:rsidR="00766774">
        <w:t xml:space="preserve">. </w:t>
      </w:r>
      <w:r w:rsidRPr="00115F49">
        <w:t>Cependant</w:t>
      </w:r>
      <w:r w:rsidR="00766774">
        <w:t xml:space="preserve">, </w:t>
      </w:r>
      <w:r w:rsidRPr="00115F49">
        <w:t>Langlois et lui y songèrent et ils durent faire des pieds et des mains car</w:t>
      </w:r>
      <w:r w:rsidR="00766774">
        <w:t xml:space="preserve">, </w:t>
      </w:r>
      <w:r w:rsidRPr="00115F49">
        <w:t>environ un mois après le fameux dîner chez Saucisse</w:t>
      </w:r>
      <w:r w:rsidR="00766774">
        <w:t xml:space="preserve">, </w:t>
      </w:r>
      <w:r w:rsidRPr="00115F49">
        <w:t>on apprit que notre voisin de Saint-Baudille</w:t>
      </w:r>
      <w:r w:rsidR="00766774">
        <w:t xml:space="preserve">, </w:t>
      </w:r>
      <w:r w:rsidRPr="00115F49">
        <w:t>Urbain Timothée</w:t>
      </w:r>
      <w:r w:rsidR="00766774">
        <w:t xml:space="preserve">, </w:t>
      </w:r>
      <w:r w:rsidRPr="00115F49">
        <w:t>avait été nommé capitaine de louveterie</w:t>
      </w:r>
      <w:r w:rsidR="00766774">
        <w:t>.</w:t>
      </w:r>
    </w:p>
    <w:p w14:paraId="568A3511" w14:textId="77777777" w:rsidR="00766774" w:rsidRDefault="00115F49" w:rsidP="00115F49">
      <w:pPr>
        <w:rPr>
          <w:i/>
          <w:iCs/>
        </w:rPr>
      </w:pPr>
      <w:r w:rsidRPr="00115F49">
        <w:t>Ce n</w:t>
      </w:r>
      <w:r w:rsidR="00766774">
        <w:t>’</w:t>
      </w:r>
      <w:r w:rsidRPr="00115F49">
        <w:t>était pas un gros électeur</w:t>
      </w:r>
      <w:r w:rsidR="00766774">
        <w:t xml:space="preserve"> ; </w:t>
      </w:r>
      <w:r w:rsidRPr="00115F49">
        <w:t>on ne pouvait pas dire non plus que c</w:t>
      </w:r>
      <w:r w:rsidR="00766774">
        <w:t>’</w:t>
      </w:r>
      <w:r w:rsidRPr="00115F49">
        <w:t>était un châtelain romanesque</w:t>
      </w:r>
      <w:r w:rsidR="00766774">
        <w:t xml:space="preserve">. </w:t>
      </w:r>
      <w:r w:rsidRPr="00115F49">
        <w:t>En l</w:t>
      </w:r>
      <w:r w:rsidR="00766774">
        <w:t>’</w:t>
      </w:r>
      <w:r w:rsidRPr="00115F49">
        <w:t>occurrence</w:t>
      </w:r>
      <w:r w:rsidR="00766774">
        <w:t xml:space="preserve">, </w:t>
      </w:r>
      <w:r w:rsidRPr="00115F49">
        <w:t>romanesque était un tout petit peu insuffisant</w:t>
      </w:r>
      <w:r w:rsidR="00766774">
        <w:t xml:space="preserve">. </w:t>
      </w:r>
      <w:r w:rsidRPr="00115F49">
        <w:t>C</w:t>
      </w:r>
      <w:r w:rsidR="00766774">
        <w:t>’</w:t>
      </w:r>
      <w:r w:rsidRPr="00115F49">
        <w:t xml:space="preserve">était un </w:t>
      </w:r>
      <w:r w:rsidR="00766774">
        <w:t>« </w:t>
      </w:r>
      <w:proofErr w:type="spellStart"/>
      <w:r w:rsidRPr="00115F49">
        <w:rPr>
          <w:i/>
          <w:iCs/>
        </w:rPr>
        <w:t>guadalajara</w:t>
      </w:r>
      <w:proofErr w:type="spellEnd"/>
      <w:r w:rsidR="00766774">
        <w:rPr>
          <w:i/>
          <w:iCs/>
        </w:rPr>
        <w:t> »</w:t>
      </w:r>
      <w:r w:rsidR="00FF3334">
        <w:rPr>
          <w:i/>
          <w:iCs/>
        </w:rPr>
        <w:t xml:space="preserve"> </w:t>
      </w:r>
      <w:r w:rsidRPr="00115F49">
        <w:t>comme on appelle ici ceux qui sont allés faire fortune au Mexique</w:t>
      </w:r>
      <w:r w:rsidR="00766774">
        <w:t xml:space="preserve">. </w:t>
      </w:r>
      <w:r w:rsidRPr="00115F49">
        <w:t>Il en était retourné avec beaucoup de pesos</w:t>
      </w:r>
      <w:r w:rsidR="00766774">
        <w:t xml:space="preserve">, </w:t>
      </w:r>
      <w:r w:rsidRPr="00115F49">
        <w:t>cela ne faisait aucun doute</w:t>
      </w:r>
      <w:r w:rsidR="00766774">
        <w:t xml:space="preserve">, </w:t>
      </w:r>
      <w:r w:rsidRPr="00115F49">
        <w:t xml:space="preserve">mais aussi avec un </w:t>
      </w:r>
      <w:r w:rsidR="00766774">
        <w:t>« </w:t>
      </w:r>
      <w:r w:rsidRPr="00115F49">
        <w:rPr>
          <w:i/>
          <w:iCs/>
        </w:rPr>
        <w:t>coup de bambou muscat</w:t>
      </w:r>
      <w:r w:rsidR="00766774">
        <w:rPr>
          <w:i/>
          <w:iCs/>
        </w:rPr>
        <w:t> ».</w:t>
      </w:r>
    </w:p>
    <w:p w14:paraId="0F22A5E5" w14:textId="77777777" w:rsidR="00766774" w:rsidRDefault="00115F49" w:rsidP="00115F49">
      <w:r w:rsidRPr="00115F49">
        <w:lastRenderedPageBreak/>
        <w:t>Extérieurement</w:t>
      </w:r>
      <w:r w:rsidR="00766774">
        <w:t xml:space="preserve">, </w:t>
      </w:r>
      <w:r w:rsidRPr="00115F49">
        <w:t>c</w:t>
      </w:r>
      <w:r w:rsidR="00766774">
        <w:t>’</w:t>
      </w:r>
      <w:r w:rsidRPr="00115F49">
        <w:t>était un petit homme haut comme deux pommes et demie</w:t>
      </w:r>
      <w:r w:rsidR="00766774">
        <w:t xml:space="preserve">, </w:t>
      </w:r>
      <w:r w:rsidRPr="00115F49">
        <w:t>bien proportionné dans sa petitesse</w:t>
      </w:r>
      <w:r w:rsidR="00766774">
        <w:t xml:space="preserve">, </w:t>
      </w:r>
      <w:r w:rsidRPr="00115F49">
        <w:t>tellement qu</w:t>
      </w:r>
      <w:r w:rsidR="00766774">
        <w:t>’</w:t>
      </w:r>
      <w:r w:rsidRPr="00115F49">
        <w:t>on l</w:t>
      </w:r>
      <w:r w:rsidR="00766774">
        <w:t>’</w:t>
      </w:r>
      <w:r w:rsidRPr="00115F49">
        <w:t>eût pris pour un garçonnet sans sa mouche de barbiche blanche et le plus extraordinaire carrelage de rides qu</w:t>
      </w:r>
      <w:r w:rsidR="00766774">
        <w:t>’</w:t>
      </w:r>
      <w:r w:rsidRPr="00115F49">
        <w:t>on ait pu porter sur une peau jaune</w:t>
      </w:r>
      <w:r w:rsidR="00766774">
        <w:t xml:space="preserve">. </w:t>
      </w:r>
      <w:r w:rsidRPr="00115F49">
        <w:t>Vif</w:t>
      </w:r>
      <w:r w:rsidR="00766774">
        <w:t xml:space="preserve"> ? </w:t>
      </w:r>
      <w:r w:rsidRPr="00115F49">
        <w:t>C</w:t>
      </w:r>
      <w:r w:rsidR="00766774">
        <w:t>’</w:t>
      </w:r>
      <w:r w:rsidRPr="00115F49">
        <w:t>est-à-dire que</w:t>
      </w:r>
      <w:r w:rsidR="00766774">
        <w:t xml:space="preserve">, </w:t>
      </w:r>
      <w:r w:rsidRPr="00115F49">
        <w:t>malgré ses soixante ans</w:t>
      </w:r>
      <w:r w:rsidR="00766774">
        <w:t xml:space="preserve">, </w:t>
      </w:r>
      <w:r w:rsidRPr="00115F49">
        <w:t>il était en une sorte de poudre qui le faisait exploser à tout bout de champ</w:t>
      </w:r>
      <w:r w:rsidR="00766774">
        <w:t xml:space="preserve">, </w:t>
      </w:r>
      <w:r w:rsidRPr="00115F49">
        <w:t>le projetant si violemment en poussière</w:t>
      </w:r>
      <w:r w:rsidR="00766774">
        <w:t xml:space="preserve">, </w:t>
      </w:r>
      <w:r w:rsidRPr="00115F49">
        <w:t>que</w:t>
      </w:r>
      <w:r w:rsidR="00766774">
        <w:t xml:space="preserve">, </w:t>
      </w:r>
      <w:r w:rsidRPr="00115F49">
        <w:t>là</w:t>
      </w:r>
      <w:r w:rsidR="00766774">
        <w:t xml:space="preserve">, </w:t>
      </w:r>
      <w:r w:rsidRPr="00115F49">
        <w:t>en face de vous où il était à l</w:t>
      </w:r>
      <w:r w:rsidR="00766774">
        <w:t>’</w:t>
      </w:r>
      <w:r w:rsidRPr="00115F49">
        <w:t>instant</w:t>
      </w:r>
      <w:r w:rsidR="00766774">
        <w:t xml:space="preserve">, </w:t>
      </w:r>
      <w:r w:rsidRPr="00115F49">
        <w:t>il n</w:t>
      </w:r>
      <w:r w:rsidR="00766774">
        <w:t>’</w:t>
      </w:r>
      <w:r w:rsidRPr="00115F49">
        <w:t>y avait plus rien</w:t>
      </w:r>
      <w:r w:rsidR="00766774">
        <w:t xml:space="preserve"> ; </w:t>
      </w:r>
      <w:r w:rsidRPr="00115F49">
        <w:t>il se recomposait peu à peu pendant que vous vous frottiez les yeux</w:t>
      </w:r>
      <w:r w:rsidR="00766774">
        <w:t xml:space="preserve">, </w:t>
      </w:r>
      <w:r w:rsidRPr="00115F49">
        <w:t>prêt à un nouveau départ à la Jules Verne</w:t>
      </w:r>
      <w:r w:rsidR="00766774">
        <w:t>.</w:t>
      </w:r>
    </w:p>
    <w:p w14:paraId="3F42F811" w14:textId="77777777" w:rsidR="00766774" w:rsidRDefault="00115F49" w:rsidP="00115F49">
      <w:r w:rsidRPr="00115F49">
        <w:t>Sa femme</w:t>
      </w:r>
      <w:r w:rsidR="00766774">
        <w:t xml:space="preserve">, </w:t>
      </w:r>
      <w:r w:rsidRPr="00115F49">
        <w:t>plus âgée que lui</w:t>
      </w:r>
      <w:r w:rsidR="00766774">
        <w:t xml:space="preserve">, </w:t>
      </w:r>
      <w:r w:rsidRPr="00115F49">
        <w:t>était une créole toujours belle et lente comme une après-midi de fin juin</w:t>
      </w:r>
      <w:r w:rsidR="00766774">
        <w:t>.</w:t>
      </w:r>
    </w:p>
    <w:p w14:paraId="07336EA9" w14:textId="77777777" w:rsidR="00766774" w:rsidRDefault="00115F49" w:rsidP="00115F49">
      <w:r w:rsidRPr="00115F49">
        <w:t>Au début</w:t>
      </w:r>
      <w:r w:rsidR="00766774">
        <w:t xml:space="preserve">, </w:t>
      </w:r>
      <w:r w:rsidRPr="00115F49">
        <w:t>on l</w:t>
      </w:r>
      <w:r w:rsidR="00766774">
        <w:t>’</w:t>
      </w:r>
      <w:r w:rsidRPr="00115F49">
        <w:t>avait prise ici pour une sauvage</w:t>
      </w:r>
      <w:r w:rsidR="00766774">
        <w:t xml:space="preserve">, </w:t>
      </w:r>
      <w:r w:rsidRPr="00115F49">
        <w:t>mais</w:t>
      </w:r>
      <w:r w:rsidR="00766774">
        <w:t xml:space="preserve">, </w:t>
      </w:r>
      <w:r w:rsidRPr="00115F49">
        <w:t>pas du tout</w:t>
      </w:r>
      <w:r w:rsidR="00766774">
        <w:t xml:space="preserve">. </w:t>
      </w:r>
      <w:r w:rsidRPr="00115F49">
        <w:t>Elle sortait</w:t>
      </w:r>
      <w:r w:rsidR="00766774">
        <w:t xml:space="preserve">, </w:t>
      </w:r>
      <w:r w:rsidRPr="00115F49">
        <w:t>paraît-il</w:t>
      </w:r>
      <w:r w:rsidR="00766774">
        <w:t xml:space="preserve">, </w:t>
      </w:r>
      <w:r w:rsidRPr="00115F49">
        <w:t>d</w:t>
      </w:r>
      <w:r w:rsidR="00766774">
        <w:t>’</w:t>
      </w:r>
      <w:r w:rsidRPr="00115F49">
        <w:t>un couvent espagnol très célèbre qui donnait l</w:t>
      </w:r>
      <w:r w:rsidR="00766774">
        <w:t>’</w:t>
      </w:r>
      <w:r w:rsidRPr="00115F49">
        <w:t>éducation supérieure à toutes les filles de bonne</w:t>
      </w:r>
      <w:r w:rsidR="00FF3334">
        <w:t>s</w:t>
      </w:r>
      <w:r w:rsidRPr="00115F49">
        <w:t xml:space="preserve"> famille</w:t>
      </w:r>
      <w:r w:rsidR="00FF3334">
        <w:t>s</w:t>
      </w:r>
      <w:r w:rsidRPr="00115F49">
        <w:t xml:space="preserve"> du Mexique</w:t>
      </w:r>
      <w:r w:rsidR="00766774">
        <w:t xml:space="preserve"> ; </w:t>
      </w:r>
      <w:r w:rsidRPr="00115F49">
        <w:t>dans un drôle d</w:t>
      </w:r>
      <w:r w:rsidR="00766774">
        <w:t>’</w:t>
      </w:r>
      <w:r w:rsidRPr="00115F49">
        <w:t>endroit pour des jeunes filles</w:t>
      </w:r>
      <w:r w:rsidR="00766774">
        <w:t xml:space="preserve">, </w:t>
      </w:r>
      <w:r w:rsidRPr="00115F49">
        <w:t>paraît-il</w:t>
      </w:r>
      <w:r w:rsidR="00766774">
        <w:t xml:space="preserve">, </w:t>
      </w:r>
      <w:r w:rsidRPr="00115F49">
        <w:t>près d</w:t>
      </w:r>
      <w:r w:rsidR="00766774">
        <w:t>’</w:t>
      </w:r>
      <w:r w:rsidRPr="00115F49">
        <w:t>un volcan et d</w:t>
      </w:r>
      <w:r w:rsidR="00766774">
        <w:t>’</w:t>
      </w:r>
      <w:r w:rsidRPr="00115F49">
        <w:t>un glacier</w:t>
      </w:r>
      <w:r w:rsidR="00766774">
        <w:t xml:space="preserve">. </w:t>
      </w:r>
      <w:r w:rsidRPr="00115F49">
        <w:t>Enfin</w:t>
      </w:r>
      <w:r w:rsidR="00766774">
        <w:t xml:space="preserve">, </w:t>
      </w:r>
      <w:r w:rsidRPr="00115F49">
        <w:t>pour ces choses de l</w:t>
      </w:r>
      <w:r w:rsidR="00766774">
        <w:t>’</w:t>
      </w:r>
      <w:r w:rsidRPr="00115F49">
        <w:t>autre monde</w:t>
      </w:r>
      <w:r w:rsidR="00766774">
        <w:t xml:space="preserve">, </w:t>
      </w:r>
      <w:r w:rsidRPr="00115F49">
        <w:t>nous</w:t>
      </w:r>
      <w:r w:rsidR="00766774">
        <w:t xml:space="preserve">, </w:t>
      </w:r>
      <w:r w:rsidRPr="00115F49">
        <w:t>vous savez</w:t>
      </w:r>
      <w:r w:rsidR="00766774">
        <w:t xml:space="preserve">, </w:t>
      </w:r>
      <w:r w:rsidRPr="00115F49">
        <w:t>nous disons beaucoup de bêtises</w:t>
      </w:r>
      <w:r w:rsidR="00766774">
        <w:t xml:space="preserve">. </w:t>
      </w:r>
      <w:r w:rsidRPr="00115F49">
        <w:t>Mais</w:t>
      </w:r>
      <w:r w:rsidR="00766774">
        <w:t xml:space="preserve">, </w:t>
      </w:r>
      <w:r w:rsidRPr="00115F49">
        <w:t>je sais que</w:t>
      </w:r>
      <w:r w:rsidR="00766774">
        <w:t xml:space="preserve">, </w:t>
      </w:r>
      <w:r w:rsidRPr="00115F49">
        <w:t xml:space="preserve">lorsque </w:t>
      </w:r>
      <w:r w:rsidR="00766774">
        <w:t>M</w:t>
      </w:r>
      <w:r w:rsidR="00766774" w:rsidRPr="00766774">
        <w:rPr>
          <w:vertAlign w:val="superscript"/>
        </w:rPr>
        <w:t>me</w:t>
      </w:r>
      <w:r w:rsidR="00766774">
        <w:t> </w:t>
      </w:r>
      <w:r w:rsidRPr="00115F49">
        <w:t>Timothée</w:t>
      </w:r>
      <w:r w:rsidR="00766774">
        <w:t xml:space="preserve"> (</w:t>
      </w:r>
      <w:r w:rsidRPr="00115F49">
        <w:t>nous l</w:t>
      </w:r>
      <w:r w:rsidR="00766774">
        <w:t>’</w:t>
      </w:r>
      <w:r w:rsidRPr="00115F49">
        <w:t xml:space="preserve">appelions </w:t>
      </w:r>
      <w:r w:rsidR="00766774">
        <w:t>M</w:t>
      </w:r>
      <w:r w:rsidR="00766774" w:rsidRPr="00766774">
        <w:rPr>
          <w:vertAlign w:val="superscript"/>
        </w:rPr>
        <w:t>me</w:t>
      </w:r>
      <w:r w:rsidR="00766774">
        <w:t> </w:t>
      </w:r>
      <w:r w:rsidRPr="00115F49">
        <w:t>Tim</w:t>
      </w:r>
      <w:r w:rsidR="00766774">
        <w:t xml:space="preserve">) </w:t>
      </w:r>
      <w:r w:rsidRPr="00115F49">
        <w:t>arriva dans le pays</w:t>
      </w:r>
      <w:r w:rsidR="00766774">
        <w:t xml:space="preserve"> (</w:t>
      </w:r>
      <w:r w:rsidRPr="00115F49">
        <w:t>elle avait alors près de la soixantaine</w:t>
      </w:r>
      <w:r w:rsidR="00766774">
        <w:t xml:space="preserve"> ; </w:t>
      </w:r>
      <w:r w:rsidRPr="00115F49">
        <w:t>elle en paraissait vingt</w:t>
      </w:r>
      <w:r w:rsidR="00766774">
        <w:t xml:space="preserve">, </w:t>
      </w:r>
      <w:r w:rsidRPr="00115F49">
        <w:t>mettons trente</w:t>
      </w:r>
      <w:r w:rsidR="00766774">
        <w:t xml:space="preserve">), </w:t>
      </w:r>
      <w:r w:rsidRPr="00115F49">
        <w:t>on en parla beaucoup</w:t>
      </w:r>
      <w:r w:rsidR="00766774">
        <w:t xml:space="preserve">. </w:t>
      </w:r>
      <w:r w:rsidRPr="00115F49">
        <w:t>Vous imaginez</w:t>
      </w:r>
      <w:r w:rsidR="00766774">
        <w:t xml:space="preserve"> : </w:t>
      </w:r>
      <w:r w:rsidRPr="00115F49">
        <w:t>cette femme en marbre bleuté</w:t>
      </w:r>
      <w:r w:rsidR="00766774">
        <w:t xml:space="preserve">, </w:t>
      </w:r>
      <w:r w:rsidRPr="00115F49">
        <w:t>ces yeux qui mettaient un temps infini pour battre</w:t>
      </w:r>
      <w:r w:rsidR="00766774">
        <w:t xml:space="preserve"> ; </w:t>
      </w:r>
      <w:r w:rsidRPr="00115F49">
        <w:t>comme le soleil qui se couchait</w:t>
      </w:r>
      <w:r w:rsidR="00766774">
        <w:t xml:space="preserve"> ! </w:t>
      </w:r>
      <w:r w:rsidRPr="00115F49">
        <w:t>C</w:t>
      </w:r>
      <w:r w:rsidR="00766774">
        <w:t>’</w:t>
      </w:r>
      <w:r w:rsidRPr="00115F49">
        <w:t>est alors qu</w:t>
      </w:r>
      <w:r w:rsidR="00766774">
        <w:t>’</w:t>
      </w:r>
      <w:r w:rsidRPr="00115F49">
        <w:t>on fit courir le bruit de ce couvent près d</w:t>
      </w:r>
      <w:r w:rsidR="00766774">
        <w:t>’</w:t>
      </w:r>
      <w:r w:rsidRPr="00115F49">
        <w:t>un volcan</w:t>
      </w:r>
      <w:r w:rsidR="00766774">
        <w:t xml:space="preserve">, </w:t>
      </w:r>
      <w:r w:rsidRPr="00115F49">
        <w:t>j</w:t>
      </w:r>
      <w:r w:rsidR="00766774">
        <w:t>’</w:t>
      </w:r>
      <w:r w:rsidRPr="00115F49">
        <w:t>en suis sûr</w:t>
      </w:r>
      <w:r w:rsidR="00766774">
        <w:t xml:space="preserve"> ; </w:t>
      </w:r>
      <w:r w:rsidRPr="00115F49">
        <w:t>glacier</w:t>
      </w:r>
      <w:r w:rsidR="00766774">
        <w:t xml:space="preserve">, </w:t>
      </w:r>
      <w:r w:rsidRPr="00115F49">
        <w:t>je ne crois pas</w:t>
      </w:r>
      <w:r w:rsidR="00766774">
        <w:t xml:space="preserve">. </w:t>
      </w:r>
      <w:r w:rsidRPr="00115F49">
        <w:t>Je crois qu</w:t>
      </w:r>
      <w:r w:rsidR="00766774">
        <w:t>’</w:t>
      </w:r>
      <w:r w:rsidRPr="00115F49">
        <w:t>on n</w:t>
      </w:r>
      <w:r w:rsidR="00766774">
        <w:t>’</w:t>
      </w:r>
      <w:r w:rsidRPr="00115F49">
        <w:t>avait parlé que de neige</w:t>
      </w:r>
      <w:r w:rsidR="00766774">
        <w:t xml:space="preserve">. </w:t>
      </w:r>
      <w:r w:rsidRPr="00115F49">
        <w:t>Je crois même que c</w:t>
      </w:r>
      <w:r w:rsidR="00766774">
        <w:t>’</w:t>
      </w:r>
      <w:r w:rsidRPr="00115F49">
        <w:t xml:space="preserve">est </w:t>
      </w:r>
      <w:r w:rsidR="00766774">
        <w:t>M</w:t>
      </w:r>
      <w:r w:rsidR="00766774" w:rsidRPr="00766774">
        <w:rPr>
          <w:vertAlign w:val="superscript"/>
        </w:rPr>
        <w:t>me</w:t>
      </w:r>
      <w:r w:rsidR="00766774">
        <w:t> </w:t>
      </w:r>
      <w:r w:rsidRPr="00115F49">
        <w:t>Tim en personne qui fit sciemment répandre le bruit</w:t>
      </w:r>
      <w:r w:rsidR="00766774">
        <w:t> :</w:t>
      </w:r>
    </w:p>
    <w:p w14:paraId="5B28EBA3" w14:textId="77777777" w:rsidR="00766774" w:rsidRDefault="00766774" w:rsidP="00115F49">
      <w:r>
        <w:lastRenderedPageBreak/>
        <w:t>« </w:t>
      </w:r>
      <w:r w:rsidR="00115F49" w:rsidRPr="00115F49">
        <w:t>Dites-leur</w:t>
      </w:r>
      <w:r>
        <w:t xml:space="preserve">, </w:t>
      </w:r>
      <w:r w:rsidR="00115F49" w:rsidRPr="00115F49">
        <w:t>dit-elle</w:t>
      </w:r>
      <w:r>
        <w:t xml:space="preserve">, </w:t>
      </w:r>
      <w:r w:rsidR="00115F49" w:rsidRPr="00115F49">
        <w:t>que c</w:t>
      </w:r>
      <w:r>
        <w:t>’</w:t>
      </w:r>
      <w:r w:rsidR="00115F49" w:rsidRPr="00115F49">
        <w:t>est très haut</w:t>
      </w:r>
      <w:r>
        <w:t xml:space="preserve">, </w:t>
      </w:r>
      <w:r w:rsidR="00115F49" w:rsidRPr="00115F49">
        <w:t>très haut</w:t>
      </w:r>
      <w:r>
        <w:t xml:space="preserve">, </w:t>
      </w:r>
      <w:r w:rsidR="00115F49" w:rsidRPr="00115F49">
        <w:t>plus haut qu</w:t>
      </w:r>
      <w:r>
        <w:t>’</w:t>
      </w:r>
      <w:r w:rsidR="00115F49" w:rsidRPr="00115F49">
        <w:t>ici</w:t>
      </w:r>
      <w:r>
        <w:t>. »</w:t>
      </w:r>
      <w:r w:rsidR="00115F49" w:rsidRPr="00115F49">
        <w:t xml:space="preserve"> Rien que pour l</w:t>
      </w:r>
      <w:r>
        <w:t>’</w:t>
      </w:r>
      <w:r w:rsidR="00115F49" w:rsidRPr="00115F49">
        <w:t xml:space="preserve">entendre prononcer ces </w:t>
      </w:r>
      <w:r>
        <w:t>« </w:t>
      </w:r>
      <w:r w:rsidR="00115F49" w:rsidRPr="00115F49">
        <w:t>très haut</w:t>
      </w:r>
      <w:r>
        <w:t xml:space="preserve">, </w:t>
      </w:r>
      <w:r w:rsidR="00115F49" w:rsidRPr="00115F49">
        <w:t>très haut</w:t>
      </w:r>
      <w:r>
        <w:t xml:space="preserve">, </w:t>
      </w:r>
      <w:r w:rsidR="00115F49" w:rsidRPr="00115F49">
        <w:t>plus haut</w:t>
      </w:r>
      <w:r>
        <w:t xml:space="preserve"> », </w:t>
      </w:r>
      <w:r w:rsidR="00115F49" w:rsidRPr="00115F49">
        <w:t>avec son roulement de gorge souple et lent</w:t>
      </w:r>
      <w:r>
        <w:t xml:space="preserve">, </w:t>
      </w:r>
      <w:r w:rsidR="00115F49" w:rsidRPr="00115F49">
        <w:t>semblable à l</w:t>
      </w:r>
      <w:r>
        <w:t>’</w:t>
      </w:r>
      <w:r w:rsidR="00115F49" w:rsidRPr="00115F49">
        <w:t>appel secret des brebis</w:t>
      </w:r>
      <w:r>
        <w:t xml:space="preserve">, </w:t>
      </w:r>
      <w:r w:rsidR="00115F49" w:rsidRPr="00115F49">
        <w:t>on aurait répété ce qu</w:t>
      </w:r>
      <w:r>
        <w:t>’</w:t>
      </w:r>
      <w:r w:rsidR="00115F49" w:rsidRPr="00115F49">
        <w:t>elle aurait voulu</w:t>
      </w:r>
      <w:r>
        <w:t xml:space="preserve">. </w:t>
      </w:r>
      <w:r w:rsidR="00115F49" w:rsidRPr="00115F49">
        <w:t>Elle avait peur qu</w:t>
      </w:r>
      <w:r>
        <w:t>’</w:t>
      </w:r>
      <w:r w:rsidR="00115F49" w:rsidRPr="00115F49">
        <w:t>on la prît pour une femme des déserts chauds</w:t>
      </w:r>
      <w:r>
        <w:t>.</w:t>
      </w:r>
    </w:p>
    <w:p w14:paraId="4BE4A66E" w14:textId="77777777" w:rsidR="00766774" w:rsidRDefault="00115F49" w:rsidP="00115F49">
      <w:r w:rsidRPr="00115F49">
        <w:t>Elle ne risquait pas qu</w:t>
      </w:r>
      <w:r w:rsidR="00766774">
        <w:t>’</w:t>
      </w:r>
      <w:r w:rsidRPr="00115F49">
        <w:t>on le fasse</w:t>
      </w:r>
      <w:r w:rsidR="00766774">
        <w:t xml:space="preserve">, </w:t>
      </w:r>
      <w:r w:rsidRPr="00115F49">
        <w:t>car en arrivant ici elle avait encore ses cinq enfants</w:t>
      </w:r>
      <w:r w:rsidR="00766774">
        <w:t xml:space="preserve">, </w:t>
      </w:r>
      <w:r w:rsidRPr="00115F49">
        <w:t>et c</w:t>
      </w:r>
      <w:r w:rsidR="00766774">
        <w:t>’</w:t>
      </w:r>
      <w:r w:rsidRPr="00115F49">
        <w:t>était merveille</w:t>
      </w:r>
      <w:r w:rsidR="00766774">
        <w:t xml:space="preserve"> ! </w:t>
      </w:r>
      <w:r w:rsidRPr="00115F49">
        <w:t>Nous sommes assez grands pour nous rendre compte qu</w:t>
      </w:r>
      <w:r w:rsidR="00766774">
        <w:t>’</w:t>
      </w:r>
      <w:r w:rsidRPr="00115F49">
        <w:t>une femme des déserts chauds ne se serait pas pelotonnée dans ses enfants comme faisait celle-là</w:t>
      </w:r>
      <w:r w:rsidR="00766774">
        <w:t>.</w:t>
      </w:r>
    </w:p>
    <w:p w14:paraId="1DD1981D" w14:textId="77777777" w:rsidR="00766774" w:rsidRDefault="00115F49" w:rsidP="00115F49">
      <w:r w:rsidRPr="00115F49">
        <w:t>Ses trois filles prirent ici les trois ou quatre ans qui leur manquaient pour être mariées</w:t>
      </w:r>
      <w:r w:rsidR="00766774">
        <w:t xml:space="preserve">, </w:t>
      </w:r>
      <w:r w:rsidRPr="00115F49">
        <w:t>se marièrent</w:t>
      </w:r>
      <w:r w:rsidR="00766774">
        <w:t xml:space="preserve"> ; </w:t>
      </w:r>
      <w:r w:rsidRPr="00115F49">
        <w:t>des deux garçons</w:t>
      </w:r>
      <w:r w:rsidR="00766774">
        <w:t xml:space="preserve">, </w:t>
      </w:r>
      <w:r w:rsidRPr="00115F49">
        <w:t>un mourut au cours d</w:t>
      </w:r>
      <w:r w:rsidR="00766774">
        <w:t>’</w:t>
      </w:r>
      <w:r w:rsidRPr="00115F49">
        <w:t>un voyage qu</w:t>
      </w:r>
      <w:r w:rsidR="00766774">
        <w:t>’</w:t>
      </w:r>
      <w:r w:rsidRPr="00115F49">
        <w:t>il faisait en Autriche</w:t>
      </w:r>
      <w:r w:rsidR="00766774">
        <w:t xml:space="preserve"> ; </w:t>
      </w:r>
      <w:r w:rsidRPr="00115F49">
        <w:t>l</w:t>
      </w:r>
      <w:r w:rsidR="00766774">
        <w:t>’</w:t>
      </w:r>
      <w:r w:rsidRPr="00115F49">
        <w:t>autre occupait une situation à Paris</w:t>
      </w:r>
      <w:r w:rsidR="00766774">
        <w:t xml:space="preserve">. </w:t>
      </w:r>
      <w:r w:rsidRPr="00115F49">
        <w:t>Au bout de sept</w:t>
      </w:r>
      <w:r w:rsidR="00766774">
        <w:t xml:space="preserve">, </w:t>
      </w:r>
      <w:r w:rsidRPr="00115F49">
        <w:t>huit ans</w:t>
      </w:r>
      <w:r w:rsidR="00766774">
        <w:t xml:space="preserve">, </w:t>
      </w:r>
      <w:r w:rsidRPr="00115F49">
        <w:t>à peu près l</w:t>
      </w:r>
      <w:r w:rsidR="00766774">
        <w:t>’</w:t>
      </w:r>
      <w:r w:rsidRPr="00115F49">
        <w:t>époque dont je vous parle</w:t>
      </w:r>
      <w:r w:rsidR="00766774">
        <w:t>, M</w:t>
      </w:r>
      <w:r w:rsidR="00766774" w:rsidRPr="00766774">
        <w:rPr>
          <w:vertAlign w:val="superscript"/>
        </w:rPr>
        <w:t>me</w:t>
      </w:r>
      <w:r w:rsidR="00766774">
        <w:t> </w:t>
      </w:r>
      <w:r w:rsidRPr="00115F49">
        <w:t>Tim était abondamment grand-mère</w:t>
      </w:r>
      <w:r w:rsidR="00766774">
        <w:t xml:space="preserve">. </w:t>
      </w:r>
      <w:r w:rsidRPr="00115F49">
        <w:t>Les filles occupaient aussi des situations dans les plaines</w:t>
      </w:r>
      <w:r w:rsidR="00766774">
        <w:t xml:space="preserve">, </w:t>
      </w:r>
      <w:r w:rsidRPr="00115F49">
        <w:t>en bas autour</w:t>
      </w:r>
      <w:r w:rsidR="00766774">
        <w:t>.</w:t>
      </w:r>
    </w:p>
    <w:p w14:paraId="0CC55553" w14:textId="77777777" w:rsidR="00766774" w:rsidRDefault="00115F49" w:rsidP="00115F49">
      <w:r w:rsidRPr="00115F49">
        <w:t>À chaque instant</w:t>
      </w:r>
      <w:r w:rsidR="00766774">
        <w:t xml:space="preserve">, </w:t>
      </w:r>
      <w:r w:rsidRPr="00115F49">
        <w:t>sur les chemins qui descendaient de Saint-Baudille on voyait partir le messager et</w:t>
      </w:r>
      <w:r w:rsidR="00766774">
        <w:t xml:space="preserve">, </w:t>
      </w:r>
      <w:r w:rsidRPr="00115F49">
        <w:t>sur les chemins qui montaient à Saint-Baudille</w:t>
      </w:r>
      <w:r w:rsidR="00766774">
        <w:t xml:space="preserve">, </w:t>
      </w:r>
      <w:r w:rsidRPr="00115F49">
        <w:t>on voyait monter ensuite des cargaisons de nourrices et d</w:t>
      </w:r>
      <w:r w:rsidR="00766774">
        <w:t>’</w:t>
      </w:r>
      <w:r w:rsidRPr="00115F49">
        <w:t>enfants</w:t>
      </w:r>
      <w:r w:rsidR="00766774">
        <w:t xml:space="preserve">. </w:t>
      </w:r>
      <w:r w:rsidRPr="00115F49">
        <w:t>L</w:t>
      </w:r>
      <w:r w:rsidR="00766774">
        <w:t>’</w:t>
      </w:r>
      <w:r w:rsidRPr="00115F49">
        <w:t>aînée à elle seule en avait six</w:t>
      </w:r>
      <w:r w:rsidR="00766774">
        <w:t xml:space="preserve">. </w:t>
      </w:r>
      <w:r w:rsidRPr="00115F49">
        <w:t xml:space="preserve">Le messager de </w:t>
      </w:r>
      <w:r w:rsidR="00766774">
        <w:t>M</w:t>
      </w:r>
      <w:r w:rsidR="00766774" w:rsidRPr="00766774">
        <w:rPr>
          <w:vertAlign w:val="superscript"/>
        </w:rPr>
        <w:t>me</w:t>
      </w:r>
      <w:r w:rsidR="00766774">
        <w:t> </w:t>
      </w:r>
      <w:r w:rsidRPr="00115F49">
        <w:t>Tim avait toujours l</w:t>
      </w:r>
      <w:r w:rsidR="00766774">
        <w:t>’</w:t>
      </w:r>
      <w:r w:rsidRPr="00115F49">
        <w:t>ordre de faire le tour des trois ménages et de tout ramasser</w:t>
      </w:r>
      <w:r w:rsidR="00766774">
        <w:t>.</w:t>
      </w:r>
    </w:p>
    <w:p w14:paraId="0966FAE4" w14:textId="77777777" w:rsidR="00766774" w:rsidRDefault="00115F49" w:rsidP="00115F49">
      <w:r w:rsidRPr="00115F49">
        <w:t>C</w:t>
      </w:r>
      <w:r w:rsidR="00766774">
        <w:t>’</w:t>
      </w:r>
      <w:r w:rsidRPr="00115F49">
        <w:t>étaient</w:t>
      </w:r>
      <w:r w:rsidR="00766774">
        <w:t xml:space="preserve">, </w:t>
      </w:r>
      <w:r w:rsidRPr="00115F49">
        <w:t>alors</w:t>
      </w:r>
      <w:r w:rsidR="00766774">
        <w:t xml:space="preserve">, </w:t>
      </w:r>
      <w:r w:rsidRPr="00115F49">
        <w:t>des fêtes à n</w:t>
      </w:r>
      <w:r w:rsidR="00766774">
        <w:t>’</w:t>
      </w:r>
      <w:r w:rsidRPr="00115F49">
        <w:t>en plus finir</w:t>
      </w:r>
      <w:r w:rsidR="00766774">
        <w:t xml:space="preserve"> : </w:t>
      </w:r>
      <w:r w:rsidRPr="00115F49">
        <w:t>des goûters dans le labyrinthe de buis</w:t>
      </w:r>
      <w:r w:rsidR="00766774">
        <w:t xml:space="preserve"> ; </w:t>
      </w:r>
      <w:r w:rsidRPr="00115F49">
        <w:t>des promenades à dos de mulets dans le parc</w:t>
      </w:r>
      <w:r w:rsidR="00766774">
        <w:t xml:space="preserve"> ; </w:t>
      </w:r>
      <w:r w:rsidRPr="00115F49">
        <w:t>des jeux sur les terrasses et</w:t>
      </w:r>
      <w:r w:rsidR="00766774">
        <w:t xml:space="preserve">, </w:t>
      </w:r>
      <w:r w:rsidRPr="00115F49">
        <w:t>en cas de pluie</w:t>
      </w:r>
      <w:r w:rsidR="00766774">
        <w:t xml:space="preserve">, </w:t>
      </w:r>
      <w:r w:rsidRPr="00115F49">
        <w:t>pour calmer le fourmillement de jambes de tout ce petit monde</w:t>
      </w:r>
      <w:r w:rsidR="00766774">
        <w:t xml:space="preserve">, </w:t>
      </w:r>
      <w:r w:rsidRPr="00115F49">
        <w:t>des sortes de bamboulas dans les grands combles du château dont les planchers grondaient alors de courses et de sauts</w:t>
      </w:r>
      <w:r w:rsidR="00766774">
        <w:t xml:space="preserve">, </w:t>
      </w:r>
      <w:r w:rsidRPr="00115F49">
        <w:t>comme un lointain tonnerre</w:t>
      </w:r>
      <w:r w:rsidR="00766774">
        <w:t>.</w:t>
      </w:r>
    </w:p>
    <w:p w14:paraId="4EB3B6F9" w14:textId="77777777" w:rsidR="00766774" w:rsidRDefault="00115F49" w:rsidP="00115F49">
      <w:r w:rsidRPr="00115F49">
        <w:lastRenderedPageBreak/>
        <w:t>Quand l</w:t>
      </w:r>
      <w:r w:rsidR="00766774">
        <w:t>’</w:t>
      </w:r>
      <w:r w:rsidRPr="00115F49">
        <w:t>occasion s</w:t>
      </w:r>
      <w:r w:rsidR="00766774">
        <w:t>’</w:t>
      </w:r>
      <w:r w:rsidRPr="00115F49">
        <w:t>en présentait</w:t>
      </w:r>
      <w:r w:rsidR="00766774">
        <w:t xml:space="preserve">, </w:t>
      </w:r>
      <w:r w:rsidRPr="00115F49">
        <w:t>soit qu</w:t>
      </w:r>
      <w:r w:rsidR="00766774">
        <w:t>’</w:t>
      </w:r>
      <w:r w:rsidRPr="00115F49">
        <w:t>on revienne de Mens</w:t>
      </w:r>
      <w:r w:rsidR="00766774">
        <w:t xml:space="preserve"> (</w:t>
      </w:r>
      <w:r w:rsidRPr="00115F49">
        <w:t>dont la route passe en bordure d</w:t>
      </w:r>
      <w:r w:rsidR="00766774">
        <w:t>’</w:t>
      </w:r>
      <w:r w:rsidRPr="00115F49">
        <w:t>un coin de parc</w:t>
      </w:r>
      <w:r w:rsidR="00766774">
        <w:t xml:space="preserve">), </w:t>
      </w:r>
      <w:r w:rsidRPr="00115F49">
        <w:t>soit que ce fût pendant une journée d</w:t>
      </w:r>
      <w:r w:rsidR="00766774">
        <w:t>’</w:t>
      </w:r>
      <w:r w:rsidRPr="00115F49">
        <w:t>automne</w:t>
      </w:r>
      <w:r w:rsidR="00766774">
        <w:t xml:space="preserve">, </w:t>
      </w:r>
      <w:r w:rsidRPr="00115F49">
        <w:t>au retour d</w:t>
      </w:r>
      <w:r w:rsidR="00766774">
        <w:t>’</w:t>
      </w:r>
      <w:r w:rsidRPr="00115F49">
        <w:t>une petite partie de chasse au lièvre</w:t>
      </w:r>
      <w:r w:rsidR="00766774">
        <w:t xml:space="preserve">, </w:t>
      </w:r>
      <w:r w:rsidRPr="00115F49">
        <w:t>c</w:t>
      </w:r>
      <w:r w:rsidR="00766774">
        <w:t>’</w:t>
      </w:r>
      <w:r w:rsidRPr="00115F49">
        <w:t>est-à-dire quand on était sur les crêtes qui dominent le labyrinthe de buis et les terrasses</w:t>
      </w:r>
      <w:r w:rsidR="00766774">
        <w:t xml:space="preserve">, </w:t>
      </w:r>
      <w:r w:rsidRPr="00115F49">
        <w:t>on ne manquait pas de regarder tous ces amusements</w:t>
      </w:r>
      <w:r w:rsidR="00766774">
        <w:t xml:space="preserve">. </w:t>
      </w:r>
      <w:r w:rsidRPr="00115F49">
        <w:t>D</w:t>
      </w:r>
      <w:r w:rsidR="00766774">
        <w:t>’</w:t>
      </w:r>
      <w:r w:rsidRPr="00115F49">
        <w:t xml:space="preserve">autant que </w:t>
      </w:r>
      <w:r w:rsidR="00766774">
        <w:t>M</w:t>
      </w:r>
      <w:r w:rsidR="00766774" w:rsidRPr="00766774">
        <w:rPr>
          <w:vertAlign w:val="superscript"/>
        </w:rPr>
        <w:t>me</w:t>
      </w:r>
      <w:r w:rsidR="00766774">
        <w:t> </w:t>
      </w:r>
      <w:r w:rsidRPr="00115F49">
        <w:t>Tim était toujours la tambour-major</w:t>
      </w:r>
      <w:r w:rsidR="00766774">
        <w:t>.</w:t>
      </w:r>
    </w:p>
    <w:p w14:paraId="5F7F467F" w14:textId="77777777" w:rsidR="00766774" w:rsidRDefault="00115F49" w:rsidP="00115F49">
      <w:r w:rsidRPr="00115F49">
        <w:t>Elle était vêtue à l</w:t>
      </w:r>
      <w:r w:rsidR="00766774">
        <w:t>’</w:t>
      </w:r>
      <w:r w:rsidRPr="00115F49">
        <w:t>opulente d</w:t>
      </w:r>
      <w:r w:rsidR="00766774">
        <w:t>’</w:t>
      </w:r>
      <w:r w:rsidRPr="00115F49">
        <w:t>une robe de bure</w:t>
      </w:r>
      <w:r w:rsidR="00766774">
        <w:t xml:space="preserve">, </w:t>
      </w:r>
      <w:r w:rsidRPr="00115F49">
        <w:t>avec des fonds énormes qui se plissaient et se déplissaient autour d</w:t>
      </w:r>
      <w:r w:rsidR="00766774">
        <w:t>’</w:t>
      </w:r>
      <w:r w:rsidRPr="00115F49">
        <w:t>elle à chaque pas</w:t>
      </w:r>
      <w:r w:rsidR="00766774">
        <w:t xml:space="preserve">, </w:t>
      </w:r>
      <w:r w:rsidRPr="00115F49">
        <w:t>le long de son corps de statue</w:t>
      </w:r>
      <w:r w:rsidR="00766774">
        <w:t xml:space="preserve">. </w:t>
      </w:r>
      <w:r w:rsidRPr="00115F49">
        <w:t>Elle avait du corsage et elle l</w:t>
      </w:r>
      <w:r w:rsidR="00766774">
        <w:t>’</w:t>
      </w:r>
      <w:r w:rsidRPr="00115F49">
        <w:t>agrémentait de jabots de linon</w:t>
      </w:r>
      <w:r w:rsidR="00766774">
        <w:t xml:space="preserve">. </w:t>
      </w:r>
      <w:r w:rsidRPr="00115F49">
        <w:t>À la voir au milieu de cette cuve d</w:t>
      </w:r>
      <w:r w:rsidR="00766774">
        <w:t>’</w:t>
      </w:r>
      <w:r w:rsidRPr="00115F49">
        <w:t>enfants dont elle tenait une grappe dans chaque main</w:t>
      </w:r>
      <w:r w:rsidR="00766774">
        <w:t xml:space="preserve">, </w:t>
      </w:r>
      <w:r w:rsidRPr="00115F49">
        <w:t>pendant que les autres giclaient autour d</w:t>
      </w:r>
      <w:r w:rsidR="00766774">
        <w:t>’</w:t>
      </w:r>
      <w:r w:rsidRPr="00115F49">
        <w:t>elle</w:t>
      </w:r>
      <w:r w:rsidR="00766774">
        <w:t xml:space="preserve">, </w:t>
      </w:r>
      <w:r w:rsidRPr="00115F49">
        <w:t>on l</w:t>
      </w:r>
      <w:r w:rsidR="00766774">
        <w:t>’</w:t>
      </w:r>
      <w:r w:rsidRPr="00115F49">
        <w:t>aurait toute voulue</w:t>
      </w:r>
      <w:r w:rsidR="00766774">
        <w:t xml:space="preserve">. </w:t>
      </w:r>
      <w:r w:rsidRPr="00115F49">
        <w:t>Derrière elle</w:t>
      </w:r>
      <w:r w:rsidR="00766774">
        <w:t xml:space="preserve">, </w:t>
      </w:r>
      <w:r w:rsidRPr="00115F49">
        <w:t>les nourrices portaient encore les derniers-nés dans des cocons blancs</w:t>
      </w:r>
      <w:r w:rsidR="00766774">
        <w:t xml:space="preserve">. </w:t>
      </w:r>
      <w:r w:rsidRPr="00115F49">
        <w:t>Ou bien</w:t>
      </w:r>
      <w:r w:rsidR="00766774">
        <w:t xml:space="preserve">, </w:t>
      </w:r>
      <w:r w:rsidRPr="00115F49">
        <w:t>en se relevant sur la pointe des pieds et en passant la tête par-dessus la haie</w:t>
      </w:r>
      <w:r w:rsidR="00766774">
        <w:t xml:space="preserve">, </w:t>
      </w:r>
      <w:r w:rsidRPr="00115F49">
        <w:t>on la surprenait au milieu d</w:t>
      </w:r>
      <w:r w:rsidR="00766774">
        <w:t>’</w:t>
      </w:r>
      <w:r w:rsidRPr="00115F49">
        <w:t>un en-cas champêtre</w:t>
      </w:r>
      <w:r w:rsidR="00766774">
        <w:t xml:space="preserve">, </w:t>
      </w:r>
      <w:r w:rsidRPr="00115F49">
        <w:t>distribuant des parts de gâteaux et des verres de sirop</w:t>
      </w:r>
      <w:r w:rsidR="00766774">
        <w:t xml:space="preserve">, </w:t>
      </w:r>
      <w:r w:rsidRPr="00115F49">
        <w:t>encadrée</w:t>
      </w:r>
      <w:r w:rsidR="00766774">
        <w:t xml:space="preserve">, </w:t>
      </w:r>
      <w:r w:rsidRPr="00115F49">
        <w:t>à droite</w:t>
      </w:r>
      <w:r w:rsidR="00766774">
        <w:t xml:space="preserve">, </w:t>
      </w:r>
      <w:r w:rsidRPr="00115F49">
        <w:t>d</w:t>
      </w:r>
      <w:r w:rsidR="00766774">
        <w:t>’</w:t>
      </w:r>
      <w:r w:rsidRPr="00115F49">
        <w:t>un laquais</w:t>
      </w:r>
      <w:r w:rsidR="00766774">
        <w:t xml:space="preserve"> (</w:t>
      </w:r>
      <w:r w:rsidRPr="00115F49">
        <w:t>qui était le fils Onésiphore de Prébois</w:t>
      </w:r>
      <w:r w:rsidR="00766774">
        <w:t xml:space="preserve">) </w:t>
      </w:r>
      <w:r w:rsidRPr="00115F49">
        <w:t>vêtu de bleu</w:t>
      </w:r>
      <w:r w:rsidR="00766774">
        <w:t xml:space="preserve">, </w:t>
      </w:r>
      <w:r w:rsidRPr="00115F49">
        <w:t>portant le tonnelet d</w:t>
      </w:r>
      <w:r w:rsidR="00766774">
        <w:t>’</w:t>
      </w:r>
      <w:r w:rsidRPr="00115F49">
        <w:t>orangeade et</w:t>
      </w:r>
      <w:r w:rsidR="00766774">
        <w:t xml:space="preserve">, </w:t>
      </w:r>
      <w:r w:rsidRPr="00115F49">
        <w:t>à gauche</w:t>
      </w:r>
      <w:r w:rsidR="00766774">
        <w:t xml:space="preserve">, </w:t>
      </w:r>
      <w:r w:rsidRPr="00115F49">
        <w:t>d</w:t>
      </w:r>
      <w:r w:rsidR="00766774">
        <w:t>’</w:t>
      </w:r>
      <w:r w:rsidRPr="00115F49">
        <w:t>une domestique femme</w:t>
      </w:r>
      <w:r w:rsidR="00766774">
        <w:t xml:space="preserve"> (</w:t>
      </w:r>
      <w:r w:rsidRPr="00115F49">
        <w:t>qui était la petite-fille de la vieille Nanette d</w:t>
      </w:r>
      <w:r w:rsidR="00766774">
        <w:t>’</w:t>
      </w:r>
      <w:r w:rsidRPr="00115F49">
        <w:t>Avers</w:t>
      </w:r>
      <w:r w:rsidR="00766774">
        <w:t xml:space="preserve">) </w:t>
      </w:r>
      <w:r w:rsidRPr="00115F49">
        <w:t>vêtue de zinzolins et de linge blanc</w:t>
      </w:r>
      <w:r w:rsidR="00766774">
        <w:t xml:space="preserve">, </w:t>
      </w:r>
      <w:r w:rsidRPr="00115F49">
        <w:t>portant le panier à pâtisserie</w:t>
      </w:r>
      <w:r w:rsidR="00766774">
        <w:t xml:space="preserve">. </w:t>
      </w:r>
      <w:r w:rsidRPr="00115F49">
        <w:t>C</w:t>
      </w:r>
      <w:r w:rsidR="00766774">
        <w:t>’</w:t>
      </w:r>
      <w:r w:rsidRPr="00115F49">
        <w:t>était à voir</w:t>
      </w:r>
      <w:r w:rsidR="00766774">
        <w:t> !</w:t>
      </w:r>
    </w:p>
    <w:p w14:paraId="30C06063" w14:textId="77777777" w:rsidR="00766774" w:rsidRDefault="00115F49" w:rsidP="00115F49">
      <w:r w:rsidRPr="00115F49">
        <w:t>Et</w:t>
      </w:r>
      <w:r w:rsidR="00766774">
        <w:t xml:space="preserve">, </w:t>
      </w:r>
      <w:r w:rsidRPr="00115F49">
        <w:t>si elle vous remarquait</w:t>
      </w:r>
      <w:r w:rsidR="00766774">
        <w:t xml:space="preserve">, </w:t>
      </w:r>
      <w:r w:rsidRPr="00115F49">
        <w:t>s</w:t>
      </w:r>
      <w:r w:rsidR="00766774">
        <w:t>’</w:t>
      </w:r>
      <w:r w:rsidRPr="00115F49">
        <w:t>étant par exemple demandé ce que regardait de cet air ébahi la petite fille qui vous avait aperçu</w:t>
      </w:r>
      <w:r w:rsidR="00766774">
        <w:t xml:space="preserve">, </w:t>
      </w:r>
      <w:r w:rsidRPr="00115F49">
        <w:t>elle vous appelait et il fallait obéir</w:t>
      </w:r>
      <w:r w:rsidR="00766774">
        <w:t xml:space="preserve">. </w:t>
      </w:r>
      <w:r w:rsidRPr="00115F49">
        <w:t>Et pour vous</w:t>
      </w:r>
      <w:r w:rsidR="00766774">
        <w:t xml:space="preserve">, </w:t>
      </w:r>
      <w:r w:rsidRPr="00115F49">
        <w:t>alors</w:t>
      </w:r>
      <w:r w:rsidR="00766774">
        <w:t xml:space="preserve">, </w:t>
      </w:r>
      <w:r w:rsidRPr="00115F49">
        <w:t>il ne s</w:t>
      </w:r>
      <w:r w:rsidR="00766774">
        <w:t>’</w:t>
      </w:r>
      <w:r w:rsidRPr="00115F49">
        <w:t>agissait pas d</w:t>
      </w:r>
      <w:r w:rsidR="00766774">
        <w:t>’</w:t>
      </w:r>
      <w:r w:rsidRPr="00115F49">
        <w:t>orangeade</w:t>
      </w:r>
      <w:r w:rsidR="00766774">
        <w:t xml:space="preserve">, </w:t>
      </w:r>
      <w:r w:rsidRPr="00115F49">
        <w:t>mais le fils Onésiphore courait vous chercher un verre de vin</w:t>
      </w:r>
      <w:r w:rsidR="00766774">
        <w:t xml:space="preserve">. </w:t>
      </w:r>
      <w:r w:rsidRPr="00115F49">
        <w:t>Et</w:t>
      </w:r>
      <w:r w:rsidR="00766774">
        <w:t xml:space="preserve">, </w:t>
      </w:r>
      <w:r w:rsidRPr="00115F49">
        <w:t>c</w:t>
      </w:r>
      <w:r w:rsidR="00766774">
        <w:t>’</w:t>
      </w:r>
      <w:r w:rsidRPr="00115F49">
        <w:t>était fini</w:t>
      </w:r>
      <w:r w:rsidR="00766774">
        <w:t xml:space="preserve">, </w:t>
      </w:r>
      <w:r w:rsidRPr="00115F49">
        <w:t>il n</w:t>
      </w:r>
      <w:r w:rsidR="00766774">
        <w:t>’</w:t>
      </w:r>
      <w:r w:rsidRPr="00115F49">
        <w:t>y avait plus moyen de partir</w:t>
      </w:r>
      <w:r w:rsidR="00766774">
        <w:t xml:space="preserve"> ; </w:t>
      </w:r>
      <w:r w:rsidRPr="00115F49">
        <w:t xml:space="preserve">vous aviez tout de suite </w:t>
      </w:r>
      <w:r w:rsidRPr="00115F49">
        <w:lastRenderedPageBreak/>
        <w:t>deux ou trois enfants sur chaque genou à vous demander de leur raconter des histoires</w:t>
      </w:r>
      <w:r w:rsidR="00766774">
        <w:t>.</w:t>
      </w:r>
    </w:p>
    <w:p w14:paraId="5F3E7F2B" w14:textId="77777777" w:rsidR="00766774" w:rsidRDefault="00115F49" w:rsidP="00115F49">
      <w:r w:rsidRPr="00115F49">
        <w:t>Mais</w:t>
      </w:r>
      <w:r w:rsidR="00766774">
        <w:t xml:space="preserve">, </w:t>
      </w:r>
      <w:r w:rsidRPr="00115F49">
        <w:t>des histoires</w:t>
      </w:r>
      <w:r w:rsidR="00766774">
        <w:t xml:space="preserve">, </w:t>
      </w:r>
      <w:r w:rsidRPr="00115F49">
        <w:t>nous</w:t>
      </w:r>
      <w:r w:rsidR="00766774">
        <w:t xml:space="preserve">, </w:t>
      </w:r>
      <w:r w:rsidRPr="00115F49">
        <w:t>on n</w:t>
      </w:r>
      <w:r w:rsidR="00766774">
        <w:t>’</w:t>
      </w:r>
      <w:r w:rsidRPr="00115F49">
        <w:t>en sait pas et</w:t>
      </w:r>
      <w:r w:rsidR="00766774">
        <w:t xml:space="preserve">, </w:t>
      </w:r>
      <w:r w:rsidRPr="00115F49">
        <w:t>même si on en savait</w:t>
      </w:r>
      <w:r w:rsidR="00766774">
        <w:t xml:space="preserve">, </w:t>
      </w:r>
      <w:r w:rsidRPr="00115F49">
        <w:t>on ne saurait pas les raconter</w:t>
      </w:r>
      <w:r w:rsidR="00766774">
        <w:t>.</w:t>
      </w:r>
    </w:p>
    <w:p w14:paraId="7BA18037" w14:textId="77777777" w:rsidR="00766774" w:rsidRDefault="00115F49" w:rsidP="00115F49">
      <w:r w:rsidRPr="00115F49">
        <w:t>Et</w:t>
      </w:r>
      <w:r w:rsidR="00766774">
        <w:t xml:space="preserve">, </w:t>
      </w:r>
      <w:r w:rsidRPr="00115F49">
        <w:t>on était bien</w:t>
      </w:r>
      <w:r w:rsidR="00766774">
        <w:t xml:space="preserve">, </w:t>
      </w:r>
      <w:r w:rsidRPr="00115F49">
        <w:t>là</w:t>
      </w:r>
      <w:r w:rsidR="00766774">
        <w:t xml:space="preserve">, </w:t>
      </w:r>
      <w:r w:rsidRPr="00115F49">
        <w:t>d</w:t>
      </w:r>
      <w:r w:rsidR="00766774">
        <w:t>’</w:t>
      </w:r>
      <w:r w:rsidRPr="00115F49">
        <w:t xml:space="preserve">être à côté de </w:t>
      </w:r>
      <w:r w:rsidR="00766774">
        <w:t>M</w:t>
      </w:r>
      <w:r w:rsidR="00766774" w:rsidRPr="00766774">
        <w:rPr>
          <w:vertAlign w:val="superscript"/>
        </w:rPr>
        <w:t>me</w:t>
      </w:r>
      <w:r w:rsidR="00766774">
        <w:t> </w:t>
      </w:r>
      <w:r w:rsidRPr="00115F49">
        <w:t>Tim</w:t>
      </w:r>
      <w:r w:rsidR="00766774">
        <w:t xml:space="preserve">, </w:t>
      </w:r>
      <w:r w:rsidRPr="00115F49">
        <w:t>si honnête malgré le volcan et le glacier</w:t>
      </w:r>
      <w:r w:rsidR="00766774">
        <w:t xml:space="preserve"> (</w:t>
      </w:r>
      <w:r w:rsidRPr="00115F49">
        <w:t>ou peut-être bien à cause de ça</w:t>
      </w:r>
      <w:r w:rsidR="00766774">
        <w:t>) :</w:t>
      </w:r>
    </w:p>
    <w:p w14:paraId="7DC0B7E3" w14:textId="77777777" w:rsidR="00766774" w:rsidRDefault="00766774" w:rsidP="00115F49">
      <w:r>
        <w:t>« </w:t>
      </w:r>
      <w:r w:rsidR="00115F49" w:rsidRPr="00115F49">
        <w:t>Vivez bien</w:t>
      </w:r>
      <w:r>
        <w:t xml:space="preserve">, </w:t>
      </w:r>
      <w:r w:rsidR="00115F49" w:rsidRPr="00115F49">
        <w:t>nous disait-elle</w:t>
      </w:r>
      <w:r>
        <w:t xml:space="preserve">, </w:t>
      </w:r>
      <w:r w:rsidR="00115F49" w:rsidRPr="00115F49">
        <w:t>vivez bien</w:t>
      </w:r>
      <w:r>
        <w:t xml:space="preserve">, </w:t>
      </w:r>
      <w:r w:rsidR="00115F49" w:rsidRPr="00115F49">
        <w:t>c</w:t>
      </w:r>
      <w:r>
        <w:t>’</w:t>
      </w:r>
      <w:r w:rsidR="00115F49" w:rsidRPr="00115F49">
        <w:t>est la seule chose à faire</w:t>
      </w:r>
      <w:r>
        <w:t xml:space="preserve">. </w:t>
      </w:r>
      <w:r w:rsidR="00115F49" w:rsidRPr="00115F49">
        <w:t>Profitez de tout</w:t>
      </w:r>
      <w:r>
        <w:t xml:space="preserve">. </w:t>
      </w:r>
      <w:r w:rsidR="00115F49" w:rsidRPr="00115F49">
        <w:t>Regardez</w:t>
      </w:r>
      <w:r>
        <w:t xml:space="preserve">, </w:t>
      </w:r>
      <w:r w:rsidR="00115F49" w:rsidRPr="00115F49">
        <w:t>moi</w:t>
      </w:r>
      <w:r>
        <w:t xml:space="preserve">, </w:t>
      </w:r>
      <w:r w:rsidR="00115F49" w:rsidRPr="00115F49">
        <w:t>si je profite</w:t>
      </w:r>
      <w:r>
        <w:t xml:space="preserve"> », </w:t>
      </w:r>
      <w:r w:rsidR="00115F49" w:rsidRPr="00115F49">
        <w:t>et</w:t>
      </w:r>
      <w:r>
        <w:t xml:space="preserve">, </w:t>
      </w:r>
      <w:r w:rsidR="00115F49" w:rsidRPr="00115F49">
        <w:t>d</w:t>
      </w:r>
      <w:r>
        <w:t>’</w:t>
      </w:r>
      <w:r w:rsidR="00115F49" w:rsidRPr="00115F49">
        <w:t>un geste lent mais très précis</w:t>
      </w:r>
      <w:r>
        <w:t xml:space="preserve">, </w:t>
      </w:r>
      <w:r w:rsidR="00115F49" w:rsidRPr="00115F49">
        <w:t>elle saisissait au hasard un de ces petits-enfants qu</w:t>
      </w:r>
      <w:r>
        <w:t>’</w:t>
      </w:r>
      <w:r w:rsidR="00115F49" w:rsidRPr="00115F49">
        <w:t>elle se mettait à pitrogner tout doucement dans des caresses sous lesquelles il s</w:t>
      </w:r>
      <w:r>
        <w:t>’</w:t>
      </w:r>
      <w:r w:rsidR="00115F49" w:rsidRPr="00115F49">
        <w:t>écarquillait tout de suite de bouche</w:t>
      </w:r>
      <w:r>
        <w:t xml:space="preserve">, </w:t>
      </w:r>
      <w:r w:rsidR="00115F49" w:rsidRPr="00115F49">
        <w:t>de membres et de rire</w:t>
      </w:r>
      <w:r>
        <w:t xml:space="preserve"> ; </w:t>
      </w:r>
      <w:r w:rsidR="00115F49" w:rsidRPr="00115F49">
        <w:t>et</w:t>
      </w:r>
      <w:r>
        <w:t xml:space="preserve">, </w:t>
      </w:r>
      <w:r w:rsidR="00115F49" w:rsidRPr="00115F49">
        <w:t>quand il était ainsi bien ouvert comme une pêche qu</w:t>
      </w:r>
      <w:r>
        <w:t>’</w:t>
      </w:r>
      <w:r w:rsidR="00115F49" w:rsidRPr="00115F49">
        <w:t>on a partagée par le milieu</w:t>
      </w:r>
      <w:r>
        <w:t xml:space="preserve">, </w:t>
      </w:r>
      <w:r w:rsidR="00115F49" w:rsidRPr="00115F49">
        <w:t>elle se l</w:t>
      </w:r>
      <w:r>
        <w:t>’</w:t>
      </w:r>
      <w:r w:rsidR="00115F49" w:rsidRPr="00115F49">
        <w:t>approchait du visage</w:t>
      </w:r>
      <w:r>
        <w:t xml:space="preserve"> (</w:t>
      </w:r>
      <w:r w:rsidR="00115F49" w:rsidRPr="00115F49">
        <w:t>c</w:t>
      </w:r>
      <w:r>
        <w:t>’</w:t>
      </w:r>
      <w:r w:rsidR="00115F49" w:rsidRPr="00115F49">
        <w:t>était facile avec ses admirables bras</w:t>
      </w:r>
      <w:r>
        <w:t xml:space="preserve">) </w:t>
      </w:r>
      <w:r w:rsidR="00115F49" w:rsidRPr="00115F49">
        <w:t>et elle se l</w:t>
      </w:r>
      <w:r>
        <w:t>’</w:t>
      </w:r>
      <w:r w:rsidR="00115F49" w:rsidRPr="00115F49">
        <w:t>appliquait sur la bouche pour le baiser</w:t>
      </w:r>
      <w:r>
        <w:t>.</w:t>
      </w:r>
    </w:p>
    <w:p w14:paraId="655B6DAF" w14:textId="77777777" w:rsidR="00766774" w:rsidRDefault="00115F49" w:rsidP="00115F49">
      <w:r w:rsidRPr="00115F49">
        <w:t>Vous comprenez bien qu</w:t>
      </w:r>
      <w:r w:rsidR="00766774">
        <w:t>’</w:t>
      </w:r>
      <w:r w:rsidRPr="00115F49">
        <w:t>un capitaine de louveterie dont cette femme était la moitié n</w:t>
      </w:r>
      <w:r w:rsidR="00766774">
        <w:t>’</w:t>
      </w:r>
      <w:r w:rsidRPr="00115F49">
        <w:t>était pas pour nous déplaire</w:t>
      </w:r>
      <w:r w:rsidR="00766774">
        <w:t>.</w:t>
      </w:r>
    </w:p>
    <w:p w14:paraId="7F8BB3E7" w14:textId="77777777" w:rsidR="00766774" w:rsidRDefault="00115F49" w:rsidP="00115F49">
      <w:r w:rsidRPr="00115F49">
        <w:t>On sut la nouvelle avant les intéressés</w:t>
      </w:r>
      <w:r w:rsidR="00766774">
        <w:t xml:space="preserve">. </w:t>
      </w:r>
      <w:r w:rsidRPr="00115F49">
        <w:t>C</w:t>
      </w:r>
      <w:r w:rsidR="00766774">
        <w:t>’</w:t>
      </w:r>
      <w:r w:rsidRPr="00115F49">
        <w:t>est quelqu</w:t>
      </w:r>
      <w:r w:rsidR="00766774">
        <w:t>’</w:t>
      </w:r>
      <w:r w:rsidRPr="00115F49">
        <w:t>un qui était allé à Grenoble</w:t>
      </w:r>
      <w:r w:rsidR="00766774">
        <w:t xml:space="preserve">, </w:t>
      </w:r>
      <w:r w:rsidRPr="00115F49">
        <w:t>je ne sais plus pourquoi</w:t>
      </w:r>
      <w:r w:rsidR="00766774">
        <w:t xml:space="preserve">, </w:t>
      </w:r>
      <w:r w:rsidRPr="00115F49">
        <w:t>qui nous en rapporta le bruit</w:t>
      </w:r>
      <w:r w:rsidR="00766774">
        <w:t xml:space="preserve">. </w:t>
      </w:r>
      <w:r w:rsidRPr="00115F49">
        <w:t>Tout le monde était pour</w:t>
      </w:r>
      <w:r w:rsidR="00766774">
        <w:t xml:space="preserve">, </w:t>
      </w:r>
      <w:r w:rsidRPr="00115F49">
        <w:t>bien entendu</w:t>
      </w:r>
      <w:r w:rsidR="00766774">
        <w:t xml:space="preserve">. </w:t>
      </w:r>
      <w:r w:rsidRPr="00115F49">
        <w:t>Il y avait seulement ceux qui disaient que c</w:t>
      </w:r>
      <w:r w:rsidR="00766774">
        <w:t>’</w:t>
      </w:r>
      <w:r w:rsidRPr="00115F49">
        <w:t>était vrai et ceux qui disaient que ça n</w:t>
      </w:r>
      <w:r w:rsidR="00766774">
        <w:t>’</w:t>
      </w:r>
      <w:r w:rsidRPr="00115F49">
        <w:t>était pas vrai</w:t>
      </w:r>
      <w:r w:rsidR="00766774">
        <w:t>.</w:t>
      </w:r>
    </w:p>
    <w:p w14:paraId="2D81A340" w14:textId="77777777" w:rsidR="00766774" w:rsidRDefault="00115F49" w:rsidP="00115F49">
      <w:r w:rsidRPr="00115F49">
        <w:t>Et Langlois nous écoutait</w:t>
      </w:r>
      <w:r w:rsidR="00766774">
        <w:t xml:space="preserve">. </w:t>
      </w:r>
      <w:r w:rsidRPr="00115F49">
        <w:t>Enfin</w:t>
      </w:r>
      <w:r w:rsidR="00766774">
        <w:t xml:space="preserve">, </w:t>
      </w:r>
      <w:r w:rsidRPr="00115F49">
        <w:t>quand il monta son cheval</w:t>
      </w:r>
      <w:r w:rsidR="00766774">
        <w:t xml:space="preserve">, </w:t>
      </w:r>
      <w:r w:rsidRPr="00115F49">
        <w:t>un beau jour</w:t>
      </w:r>
      <w:r w:rsidR="00766774">
        <w:t xml:space="preserve">, </w:t>
      </w:r>
      <w:r w:rsidRPr="00115F49">
        <w:t>à deux heures de l</w:t>
      </w:r>
      <w:r w:rsidR="00766774">
        <w:t>’</w:t>
      </w:r>
      <w:r w:rsidRPr="00115F49">
        <w:t>après-midi</w:t>
      </w:r>
      <w:r w:rsidR="00766774">
        <w:t xml:space="preserve">, </w:t>
      </w:r>
      <w:r w:rsidRPr="00115F49">
        <w:t>on se dit</w:t>
      </w:r>
      <w:r w:rsidR="00766774">
        <w:t> :</w:t>
      </w:r>
    </w:p>
    <w:p w14:paraId="61608B51" w14:textId="77777777" w:rsidR="00766774" w:rsidRDefault="00766774" w:rsidP="00115F49">
      <w:r>
        <w:t>— </w:t>
      </w:r>
      <w:r w:rsidR="00115F49" w:rsidRPr="00115F49">
        <w:t>Ça y est</w:t>
      </w:r>
      <w:r>
        <w:t xml:space="preserve">, </w:t>
      </w:r>
      <w:r w:rsidR="00115F49" w:rsidRPr="00115F49">
        <w:t>il va aller porter les patentes</w:t>
      </w:r>
      <w:r>
        <w:t> !</w:t>
      </w:r>
    </w:p>
    <w:p w14:paraId="4FCD7DB0" w14:textId="77777777" w:rsidR="00766774" w:rsidRDefault="00766774" w:rsidP="00115F49">
      <w:r>
        <w:t>— </w:t>
      </w:r>
      <w:r w:rsidR="00115F49" w:rsidRPr="00115F49">
        <w:t>Eh</w:t>
      </w:r>
      <w:r>
        <w:t xml:space="preserve"> ! </w:t>
      </w:r>
      <w:r w:rsidR="00115F49" w:rsidRPr="00115F49">
        <w:t>non</w:t>
      </w:r>
      <w:r>
        <w:t xml:space="preserve">, </w:t>
      </w:r>
      <w:r w:rsidR="00115F49" w:rsidRPr="00115F49">
        <w:t>disaient les autres</w:t>
      </w:r>
      <w:r>
        <w:t xml:space="preserve">, </w:t>
      </w:r>
      <w:r w:rsidR="00115F49" w:rsidRPr="00115F49">
        <w:t>il n</w:t>
      </w:r>
      <w:r>
        <w:t>’</w:t>
      </w:r>
      <w:r w:rsidR="00115F49" w:rsidRPr="00115F49">
        <w:t>a pas le gibus</w:t>
      </w:r>
      <w:r>
        <w:t>.</w:t>
      </w:r>
    </w:p>
    <w:p w14:paraId="195BABEC" w14:textId="77777777" w:rsidR="00766774" w:rsidRDefault="00115F49" w:rsidP="00115F49">
      <w:r w:rsidRPr="00115F49">
        <w:lastRenderedPageBreak/>
        <w:t>En effet il était en veste de buffle et il avait mis sa casquette de loutre car on était fin octobre</w:t>
      </w:r>
      <w:r w:rsidR="00766774">
        <w:t>.</w:t>
      </w:r>
    </w:p>
    <w:p w14:paraId="6CDF2E2F" w14:textId="77777777" w:rsidR="00766774" w:rsidRDefault="00115F49" w:rsidP="00115F49">
      <w:r w:rsidRPr="00115F49">
        <w:t>Néanmoins</w:t>
      </w:r>
      <w:r w:rsidR="00766774">
        <w:t xml:space="preserve">, </w:t>
      </w:r>
      <w:r w:rsidRPr="00115F49">
        <w:t>c</w:t>
      </w:r>
      <w:r w:rsidR="00766774">
        <w:t>’</w:t>
      </w:r>
      <w:r w:rsidRPr="00115F49">
        <w:t>est la route de Saint-Baudille qu</w:t>
      </w:r>
      <w:r w:rsidR="00766774">
        <w:t>’</w:t>
      </w:r>
      <w:r w:rsidRPr="00115F49">
        <w:t>il prit</w:t>
      </w:r>
      <w:r w:rsidR="00766774">
        <w:t xml:space="preserve">. </w:t>
      </w:r>
      <w:r w:rsidRPr="00115F49">
        <w:t>On alla le regarder du haut de la placette aux tilleuls</w:t>
      </w:r>
      <w:r w:rsidR="00766774">
        <w:t xml:space="preserve">. </w:t>
      </w:r>
      <w:r w:rsidRPr="00115F49">
        <w:t>Il filait dans la direction</w:t>
      </w:r>
      <w:r w:rsidR="00766774">
        <w:t xml:space="preserve">, </w:t>
      </w:r>
      <w:r w:rsidRPr="00115F49">
        <w:t>bon train</w:t>
      </w:r>
      <w:r w:rsidR="00766774">
        <w:t>.</w:t>
      </w:r>
    </w:p>
    <w:p w14:paraId="48FBBCC8" w14:textId="77777777" w:rsidR="00766774" w:rsidRDefault="00115F49" w:rsidP="00115F49">
      <w:r w:rsidRPr="00115F49">
        <w:t>J</w:t>
      </w:r>
      <w:r w:rsidR="00766774">
        <w:t>’</w:t>
      </w:r>
      <w:r w:rsidRPr="00115F49">
        <w:t>ai l</w:t>
      </w:r>
      <w:r w:rsidR="00766774">
        <w:t>’</w:t>
      </w:r>
      <w:r w:rsidRPr="00115F49">
        <w:t>impression que</w:t>
      </w:r>
      <w:r w:rsidR="00766774">
        <w:t xml:space="preserve">, </w:t>
      </w:r>
      <w:r w:rsidRPr="00115F49">
        <w:t>cet après-midi-là</w:t>
      </w:r>
      <w:r w:rsidR="00766774">
        <w:t xml:space="preserve">, </w:t>
      </w:r>
      <w:r w:rsidRPr="00115F49">
        <w:t>il s</w:t>
      </w:r>
      <w:r w:rsidR="00766774">
        <w:t>’</w:t>
      </w:r>
      <w:r w:rsidRPr="00115F49">
        <w:t>amusa un peu de nous</w:t>
      </w:r>
      <w:r w:rsidR="00766774">
        <w:t xml:space="preserve">, </w:t>
      </w:r>
      <w:r w:rsidRPr="00115F49">
        <w:t>car</w:t>
      </w:r>
      <w:r w:rsidR="00766774">
        <w:t xml:space="preserve">, </w:t>
      </w:r>
      <w:r w:rsidRPr="00115F49">
        <w:t>comme sa route le menait</w:t>
      </w:r>
      <w:r w:rsidR="00766774">
        <w:t xml:space="preserve">, </w:t>
      </w:r>
      <w:r w:rsidRPr="00115F49">
        <w:t>il descendit dans l</w:t>
      </w:r>
      <w:r w:rsidR="00766774">
        <w:t>’</w:t>
      </w:r>
      <w:r w:rsidR="00B8657F">
        <w:t>Ébron</w:t>
      </w:r>
      <w:r w:rsidRPr="00115F49">
        <w:t xml:space="preserve"> et nous commençâmes à guetter naturellement ce coin de route qui reparaît au-delà de l</w:t>
      </w:r>
      <w:r w:rsidR="00766774">
        <w:t>’</w:t>
      </w:r>
      <w:r w:rsidR="00B8657F">
        <w:t>Ébron</w:t>
      </w:r>
      <w:r w:rsidR="00766774">
        <w:t xml:space="preserve">. </w:t>
      </w:r>
      <w:r w:rsidRPr="00115F49">
        <w:t>Et</w:t>
      </w:r>
      <w:r w:rsidR="00766774">
        <w:t xml:space="preserve">, </w:t>
      </w:r>
      <w:r w:rsidRPr="00115F49">
        <w:t>après qu</w:t>
      </w:r>
      <w:r w:rsidR="00766774">
        <w:t>’</w:t>
      </w:r>
      <w:r w:rsidRPr="00115F49">
        <w:t>on eut compté le temps qu</w:t>
      </w:r>
      <w:r w:rsidR="00766774">
        <w:t>’</w:t>
      </w:r>
      <w:r w:rsidRPr="00115F49">
        <w:t>il faut pour descendre dans le lit de l</w:t>
      </w:r>
      <w:r w:rsidR="00766774">
        <w:t>’</w:t>
      </w:r>
      <w:r w:rsidR="00B8657F">
        <w:t>Ébron</w:t>
      </w:r>
      <w:r w:rsidR="00766774">
        <w:t xml:space="preserve">, </w:t>
      </w:r>
      <w:r w:rsidRPr="00115F49">
        <w:t>passer le pont</w:t>
      </w:r>
      <w:r w:rsidR="00766774">
        <w:t xml:space="preserve">, </w:t>
      </w:r>
      <w:r w:rsidRPr="00115F49">
        <w:t>remonter de l</w:t>
      </w:r>
      <w:r w:rsidR="00766774">
        <w:t>’</w:t>
      </w:r>
      <w:r w:rsidRPr="00115F49">
        <w:t>autre côté</w:t>
      </w:r>
      <w:r w:rsidR="00766774">
        <w:t xml:space="preserve">, </w:t>
      </w:r>
      <w:r w:rsidRPr="00115F49">
        <w:t>on ne le vit pas reparaître</w:t>
      </w:r>
      <w:r w:rsidR="00766774">
        <w:t xml:space="preserve">. </w:t>
      </w:r>
      <w:r w:rsidRPr="00115F49">
        <w:t>Nous voilà donc encore divisés sur ces patentes</w:t>
      </w:r>
      <w:r w:rsidR="00766774">
        <w:t xml:space="preserve">, </w:t>
      </w:r>
      <w:r w:rsidRPr="00115F49">
        <w:t>ce gibus</w:t>
      </w:r>
      <w:r w:rsidR="00766774">
        <w:t xml:space="preserve">, </w:t>
      </w:r>
      <w:r w:rsidRPr="00115F49">
        <w:t>cette casquette de loutre quand un de nous s</w:t>
      </w:r>
      <w:r w:rsidR="00766774">
        <w:t>’</w:t>
      </w:r>
      <w:r w:rsidRPr="00115F49">
        <w:t>écria</w:t>
      </w:r>
      <w:r w:rsidR="00766774">
        <w:t> :</w:t>
      </w:r>
    </w:p>
    <w:p w14:paraId="7C861A4C" w14:textId="77777777" w:rsidR="00766774" w:rsidRDefault="00766774" w:rsidP="00115F49">
      <w:r>
        <w:t>— </w:t>
      </w:r>
      <w:r w:rsidR="00115F49" w:rsidRPr="00115F49">
        <w:t>Regardez-le</w:t>
      </w:r>
      <w:r>
        <w:t xml:space="preserve">, </w:t>
      </w:r>
      <w:r w:rsidR="00115F49" w:rsidRPr="00115F49">
        <w:t>il est là-bas</w:t>
      </w:r>
      <w:r>
        <w:t>.</w:t>
      </w:r>
    </w:p>
    <w:p w14:paraId="3FABC70D" w14:textId="77777777" w:rsidR="00766774" w:rsidRDefault="00115F49" w:rsidP="00115F49">
      <w:r w:rsidRPr="00115F49">
        <w:t>Et il pointa son doigt bien en dehors de la route</w:t>
      </w:r>
      <w:r w:rsidR="00766774">
        <w:t xml:space="preserve">, </w:t>
      </w:r>
      <w:r w:rsidRPr="00115F49">
        <w:t>dans des prairies à droite où</w:t>
      </w:r>
      <w:r w:rsidR="00766774">
        <w:t xml:space="preserve">, </w:t>
      </w:r>
      <w:r w:rsidRPr="00115F49">
        <w:t>en effet</w:t>
      </w:r>
      <w:r w:rsidR="00766774">
        <w:t xml:space="preserve">, </w:t>
      </w:r>
      <w:r w:rsidRPr="00115F49">
        <w:t>il était</w:t>
      </w:r>
      <w:r w:rsidR="00766774">
        <w:t xml:space="preserve">, </w:t>
      </w:r>
      <w:r w:rsidRPr="00115F49">
        <w:t>montant à travers champs vers le château</w:t>
      </w:r>
      <w:r w:rsidR="00766774">
        <w:t xml:space="preserve">, </w:t>
      </w:r>
      <w:r w:rsidRPr="00115F49">
        <w:t>et il nous faisait des signes avec son mouchoir</w:t>
      </w:r>
      <w:r w:rsidR="00766774">
        <w:t> :</w:t>
      </w:r>
    </w:p>
    <w:p w14:paraId="3C0017DD" w14:textId="77777777" w:rsidR="00766774" w:rsidRDefault="00766774" w:rsidP="00115F49">
      <w:r>
        <w:t>« </w:t>
      </w:r>
      <w:r w:rsidR="00115F49" w:rsidRPr="00115F49">
        <w:t>Sacrée tête de bûche</w:t>
      </w:r>
      <w:r>
        <w:t xml:space="preserve"> », </w:t>
      </w:r>
      <w:r w:rsidR="00115F49" w:rsidRPr="00115F49">
        <w:t>dîmes-nous en nous-mêmes</w:t>
      </w:r>
      <w:r>
        <w:t xml:space="preserve">, </w:t>
      </w:r>
      <w:r w:rsidR="00115F49" w:rsidRPr="00115F49">
        <w:t>fort contents de ces signes qu</w:t>
      </w:r>
      <w:r>
        <w:t>’</w:t>
      </w:r>
      <w:r w:rsidR="00115F49" w:rsidRPr="00115F49">
        <w:t>il nous faisait avec son mouchoir</w:t>
      </w:r>
      <w:r>
        <w:t xml:space="preserve">, </w:t>
      </w:r>
      <w:r w:rsidR="00115F49" w:rsidRPr="00115F49">
        <w:t>ce qui</w:t>
      </w:r>
      <w:r>
        <w:t xml:space="preserve">, </w:t>
      </w:r>
      <w:r w:rsidR="00115F49" w:rsidRPr="00115F49">
        <w:t>somme toute</w:t>
      </w:r>
      <w:r>
        <w:t xml:space="preserve">, </w:t>
      </w:r>
      <w:r w:rsidR="00115F49" w:rsidRPr="00115F49">
        <w:t>était amical</w:t>
      </w:r>
      <w:r>
        <w:t xml:space="preserve">. </w:t>
      </w:r>
      <w:r w:rsidR="00115F49" w:rsidRPr="00115F49">
        <w:t>Pourquoi était-il ainsi gentil de loin et méchant de près</w:t>
      </w:r>
      <w:r>
        <w:t> ?</w:t>
      </w:r>
    </w:p>
    <w:p w14:paraId="6AA04077" w14:textId="77777777" w:rsidR="00766774" w:rsidRDefault="00115F49" w:rsidP="00115F49">
      <w:r w:rsidRPr="00115F49">
        <w:t>Il rentra</w:t>
      </w:r>
      <w:r w:rsidR="00766774">
        <w:t xml:space="preserve">, </w:t>
      </w:r>
      <w:r w:rsidRPr="00115F49">
        <w:t>paraît-il</w:t>
      </w:r>
      <w:r w:rsidR="00766774">
        <w:t xml:space="preserve">, </w:t>
      </w:r>
      <w:r w:rsidRPr="00115F49">
        <w:t>très tard et</w:t>
      </w:r>
      <w:r w:rsidR="00766774">
        <w:t xml:space="preserve">, </w:t>
      </w:r>
      <w:r w:rsidRPr="00115F49">
        <w:t>ce soir-là</w:t>
      </w:r>
      <w:r w:rsidR="00766774">
        <w:t xml:space="preserve">, </w:t>
      </w:r>
      <w:r w:rsidRPr="00115F49">
        <w:t>d</w:t>
      </w:r>
      <w:r w:rsidR="00766774">
        <w:t>’</w:t>
      </w:r>
      <w:r w:rsidRPr="00115F49">
        <w:t>après Saucisse</w:t>
      </w:r>
      <w:r w:rsidR="00766774">
        <w:t xml:space="preserve">, </w:t>
      </w:r>
      <w:r w:rsidRPr="00115F49">
        <w:t>il eut son premier mot de gentillesse</w:t>
      </w:r>
      <w:r w:rsidR="00766774">
        <w:t xml:space="preserve">. </w:t>
      </w:r>
      <w:r w:rsidRPr="00115F49">
        <w:t>Elle n</w:t>
      </w:r>
      <w:r w:rsidR="00766774">
        <w:t>’</w:t>
      </w:r>
      <w:r w:rsidRPr="00115F49">
        <w:t>avait pas pu se coucher de bonne heure et</w:t>
      </w:r>
      <w:r w:rsidR="00766774">
        <w:t xml:space="preserve">, </w:t>
      </w:r>
      <w:r w:rsidRPr="00115F49">
        <w:t>après le dernier client parti</w:t>
      </w:r>
      <w:r w:rsidR="00766774">
        <w:t xml:space="preserve">, </w:t>
      </w:r>
      <w:r w:rsidRPr="00115F49">
        <w:t>elle avait lavé les verres</w:t>
      </w:r>
      <w:r w:rsidR="00766774">
        <w:t xml:space="preserve">, </w:t>
      </w:r>
      <w:r w:rsidRPr="00115F49">
        <w:t>puis elle avait lavé les bouteilles</w:t>
      </w:r>
      <w:r w:rsidR="00766774">
        <w:t xml:space="preserve">, </w:t>
      </w:r>
      <w:r w:rsidRPr="00115F49">
        <w:t>puis elle avait essuyé les verres</w:t>
      </w:r>
      <w:r w:rsidR="00766774">
        <w:t xml:space="preserve">, </w:t>
      </w:r>
      <w:r w:rsidRPr="00115F49">
        <w:t>puis elle avait mis les bouteilles à égoutter</w:t>
      </w:r>
      <w:r w:rsidR="00766774">
        <w:t xml:space="preserve"> ; </w:t>
      </w:r>
      <w:r w:rsidRPr="00115F49">
        <w:t>enfin</w:t>
      </w:r>
      <w:r w:rsidR="00766774">
        <w:t xml:space="preserve">, </w:t>
      </w:r>
      <w:r w:rsidRPr="00115F49">
        <w:t>elle était venue se mettre au seuil devant le village endormi</w:t>
      </w:r>
      <w:r w:rsidR="00766774">
        <w:t xml:space="preserve">, </w:t>
      </w:r>
      <w:r w:rsidRPr="00115F49">
        <w:t xml:space="preserve">devant les tilleuls de la place qui </w:t>
      </w:r>
      <w:r w:rsidRPr="00115F49">
        <w:lastRenderedPageBreak/>
        <w:t>murmuraient comme un ruisseau frais</w:t>
      </w:r>
      <w:r w:rsidR="00766774">
        <w:t xml:space="preserve">, </w:t>
      </w:r>
      <w:r w:rsidRPr="00115F49">
        <w:t>face à face avec les cent mille étoiles</w:t>
      </w:r>
      <w:r w:rsidR="00766774">
        <w:t>.</w:t>
      </w:r>
    </w:p>
    <w:p w14:paraId="20D60480" w14:textId="77777777" w:rsidR="00766774" w:rsidRDefault="00115F49" w:rsidP="00115F49">
      <w:r w:rsidRPr="00115F49">
        <w:t>Elle entendit trotter mais elle fut trop saisie dans son inconscient bonheur pour avoir tout de suite la présence d</w:t>
      </w:r>
      <w:r w:rsidR="00766774">
        <w:t>’</w:t>
      </w:r>
      <w:r w:rsidRPr="00115F49">
        <w:t>esprit de rentrer et de monter chez elle</w:t>
      </w:r>
      <w:r w:rsidR="00766774">
        <w:t xml:space="preserve"> ; </w:t>
      </w:r>
      <w:r w:rsidRPr="00115F49">
        <w:t>elle y pensa quand il était trop tard</w:t>
      </w:r>
      <w:r w:rsidR="00766774">
        <w:t xml:space="preserve"> : </w:t>
      </w:r>
      <w:r w:rsidRPr="00115F49">
        <w:t>Langlois débouchait sur la place</w:t>
      </w:r>
      <w:r w:rsidR="00766774">
        <w:t>.</w:t>
      </w:r>
    </w:p>
    <w:p w14:paraId="4D777239" w14:textId="77777777" w:rsidR="00766774" w:rsidRDefault="00766774" w:rsidP="00115F49">
      <w:r>
        <w:t>— </w:t>
      </w:r>
      <w:r w:rsidR="00115F49" w:rsidRPr="00115F49">
        <w:t>Pourquoi n</w:t>
      </w:r>
      <w:r>
        <w:t>’</w:t>
      </w:r>
      <w:r w:rsidR="00115F49" w:rsidRPr="00115F49">
        <w:t>es-tu pas couchée</w:t>
      </w:r>
      <w:r>
        <w:t xml:space="preserve"> ? </w:t>
      </w:r>
      <w:r w:rsidR="00115F49" w:rsidRPr="00115F49">
        <w:t>dit-il</w:t>
      </w:r>
      <w:r>
        <w:t>.</w:t>
      </w:r>
    </w:p>
    <w:p w14:paraId="7A65D8BC" w14:textId="77777777" w:rsidR="00766774" w:rsidRDefault="00115F49" w:rsidP="00115F49">
      <w:r w:rsidRPr="00115F49">
        <w:t>Elle ne répondit pas et ils entrèrent</w:t>
      </w:r>
      <w:r w:rsidR="00766774">
        <w:t xml:space="preserve">. </w:t>
      </w:r>
      <w:r w:rsidRPr="00115F49">
        <w:t>Elle avait tant fait qu</w:t>
      </w:r>
      <w:r w:rsidR="00766774">
        <w:t>’</w:t>
      </w:r>
      <w:r w:rsidRPr="00115F49">
        <w:t>elle s</w:t>
      </w:r>
      <w:r w:rsidR="00766774">
        <w:t>’</w:t>
      </w:r>
      <w:r w:rsidRPr="00115F49">
        <w:t>attarda encore</w:t>
      </w:r>
      <w:r w:rsidR="00766774">
        <w:t xml:space="preserve">, </w:t>
      </w:r>
      <w:r w:rsidRPr="00115F49">
        <w:t>le temps que Langlois ait mis son cheval à l</w:t>
      </w:r>
      <w:r w:rsidR="00766774">
        <w:t>’</w:t>
      </w:r>
      <w:r w:rsidRPr="00115F49">
        <w:t>écurie</w:t>
      </w:r>
      <w:r w:rsidR="00766774">
        <w:t xml:space="preserve">. </w:t>
      </w:r>
      <w:r w:rsidRPr="00115F49">
        <w:t>Elle se dit</w:t>
      </w:r>
      <w:r w:rsidR="00766774">
        <w:t> :</w:t>
      </w:r>
    </w:p>
    <w:p w14:paraId="303890F2" w14:textId="77777777" w:rsidR="00766774" w:rsidRDefault="00766774" w:rsidP="00115F49">
      <w:r>
        <w:t>« </w:t>
      </w:r>
      <w:r w:rsidR="00115F49" w:rsidRPr="00115F49">
        <w:t>Je vais lui donner sa chandelle</w:t>
      </w:r>
      <w:r>
        <w:t xml:space="preserve">. </w:t>
      </w:r>
      <w:r w:rsidR="00115F49" w:rsidRPr="00115F49">
        <w:t>Il ne me mangera pas</w:t>
      </w:r>
      <w:r>
        <w:t> ! »</w:t>
      </w:r>
      <w:r w:rsidR="00115F49" w:rsidRPr="00115F49">
        <w:t xml:space="preserve"> Certes non</w:t>
      </w:r>
      <w:r>
        <w:t xml:space="preserve">, </w:t>
      </w:r>
      <w:r w:rsidR="00115F49" w:rsidRPr="00115F49">
        <w:t>au contraire</w:t>
      </w:r>
      <w:r>
        <w:t xml:space="preserve"> ! </w:t>
      </w:r>
      <w:r w:rsidR="00115F49" w:rsidRPr="00115F49">
        <w:t>il lui dit</w:t>
      </w:r>
      <w:r>
        <w:t> :</w:t>
      </w:r>
    </w:p>
    <w:p w14:paraId="051D5614" w14:textId="77777777" w:rsidR="00766774" w:rsidRDefault="00766774" w:rsidP="00115F49">
      <w:r>
        <w:t>— </w:t>
      </w:r>
      <w:r w:rsidR="00115F49" w:rsidRPr="00115F49">
        <w:t>Il y a bien longtemps qu</w:t>
      </w:r>
      <w:r>
        <w:t>’</w:t>
      </w:r>
      <w:r w:rsidR="00115F49" w:rsidRPr="00115F49">
        <w:t>on n</w:t>
      </w:r>
      <w:r>
        <w:t>’</w:t>
      </w:r>
      <w:r w:rsidR="00115F49" w:rsidRPr="00115F49">
        <w:t>a plus parlé de la marche du monde</w:t>
      </w:r>
      <w:r>
        <w:t xml:space="preserve">, </w:t>
      </w:r>
      <w:r w:rsidR="00115F49" w:rsidRPr="00115F49">
        <w:t>hé</w:t>
      </w:r>
      <w:r>
        <w:t xml:space="preserve">, </w:t>
      </w:r>
      <w:r w:rsidR="00115F49" w:rsidRPr="00115F49">
        <w:t>ma vieille</w:t>
      </w:r>
      <w:r>
        <w:t xml:space="preserve"> ! </w:t>
      </w:r>
      <w:r w:rsidR="00115F49" w:rsidRPr="00115F49">
        <w:t>Pourtant il marche</w:t>
      </w:r>
      <w:r>
        <w:t xml:space="preserve">, </w:t>
      </w:r>
      <w:r w:rsidR="00115F49" w:rsidRPr="00115F49">
        <w:t>ajouta-t-il</w:t>
      </w:r>
      <w:r>
        <w:t xml:space="preserve">, </w:t>
      </w:r>
      <w:r w:rsidR="00115F49" w:rsidRPr="00115F49">
        <w:t>on pourrait même dire qu</w:t>
      </w:r>
      <w:r>
        <w:t>’</w:t>
      </w:r>
      <w:r w:rsidR="00115F49" w:rsidRPr="00115F49">
        <w:t>il court</w:t>
      </w:r>
      <w:r>
        <w:t> !</w:t>
      </w:r>
    </w:p>
    <w:p w14:paraId="517BFFA7" w14:textId="77777777" w:rsidR="00766774" w:rsidRDefault="00115F49" w:rsidP="00115F49">
      <w:r w:rsidRPr="00115F49">
        <w:t>Il était bel et bien allé à Saint-Baudille</w:t>
      </w:r>
      <w:r w:rsidR="00766774">
        <w:t xml:space="preserve"> ; </w:t>
      </w:r>
      <w:r w:rsidRPr="00115F49">
        <w:t>c</w:t>
      </w:r>
      <w:r w:rsidR="00766774">
        <w:t>’</w:t>
      </w:r>
      <w:r w:rsidRPr="00115F49">
        <w:t>était bel et bien pour les patentes</w:t>
      </w:r>
      <w:r w:rsidR="00766774">
        <w:t xml:space="preserve"> ; </w:t>
      </w:r>
      <w:r w:rsidRPr="00115F49">
        <w:t xml:space="preserve">Urbain et </w:t>
      </w:r>
      <w:r w:rsidR="00766774">
        <w:t>M</w:t>
      </w:r>
      <w:r w:rsidR="00766774" w:rsidRPr="00766774">
        <w:rPr>
          <w:vertAlign w:val="superscript"/>
        </w:rPr>
        <w:t>me</w:t>
      </w:r>
      <w:r w:rsidR="00766774">
        <w:t> </w:t>
      </w:r>
      <w:r w:rsidRPr="00115F49">
        <w:t>Tim étaient bel et bien nommés capitaines de louveterie</w:t>
      </w:r>
      <w:r w:rsidR="00766774">
        <w:t>.</w:t>
      </w:r>
    </w:p>
    <w:p w14:paraId="1D0B80F6" w14:textId="77777777" w:rsidR="00766774" w:rsidRDefault="00115F49" w:rsidP="00115F49">
      <w:r w:rsidRPr="00115F49">
        <w:t>Cette louveterie commençait à prendre pour nous une sacrée importance</w:t>
      </w:r>
      <w:r w:rsidR="00766774">
        <w:t xml:space="preserve">. </w:t>
      </w:r>
      <w:r w:rsidRPr="00115F49">
        <w:t>Ce ne fut qu</w:t>
      </w:r>
      <w:r w:rsidR="00766774">
        <w:t>’</w:t>
      </w:r>
      <w:r w:rsidRPr="00115F49">
        <w:t>un cri</w:t>
      </w:r>
      <w:r w:rsidR="00766774">
        <w:t xml:space="preserve"> – </w:t>
      </w:r>
      <w:r w:rsidRPr="00115F49">
        <w:t>intérieur</w:t>
      </w:r>
      <w:r w:rsidR="00766774">
        <w:t xml:space="preserve"> – </w:t>
      </w:r>
      <w:r w:rsidRPr="00115F49">
        <w:t>pour décider qu</w:t>
      </w:r>
      <w:r w:rsidR="00766774">
        <w:t>’</w:t>
      </w:r>
      <w:r w:rsidRPr="00115F49">
        <w:t xml:space="preserve">en tout cas </w:t>
      </w:r>
      <w:r w:rsidR="00766774">
        <w:t>M</w:t>
      </w:r>
      <w:r w:rsidR="00766774" w:rsidRPr="00766774">
        <w:rPr>
          <w:vertAlign w:val="superscript"/>
        </w:rPr>
        <w:t>me</w:t>
      </w:r>
      <w:r w:rsidR="00766774">
        <w:t> </w:t>
      </w:r>
      <w:r w:rsidRPr="00115F49">
        <w:t>Tim on l</w:t>
      </w:r>
      <w:r w:rsidR="00766774">
        <w:t>’</w:t>
      </w:r>
      <w:r w:rsidRPr="00115F49">
        <w:t>appellerait</w:t>
      </w:r>
      <w:r w:rsidRPr="00115F49">
        <w:rPr>
          <w:i/>
          <w:iCs/>
        </w:rPr>
        <w:t xml:space="preserve"> la Capitaine</w:t>
      </w:r>
      <w:r w:rsidR="00766774">
        <w:rPr>
          <w:i/>
          <w:iCs/>
        </w:rPr>
        <w:t xml:space="preserve">. </w:t>
      </w:r>
      <w:r w:rsidRPr="00115F49">
        <w:t>Urbain</w:t>
      </w:r>
      <w:r w:rsidR="00766774">
        <w:t xml:space="preserve">… </w:t>
      </w:r>
      <w:r w:rsidRPr="00115F49">
        <w:t>eh bien Urbain on verrait</w:t>
      </w:r>
      <w:r w:rsidR="00766774">
        <w:t xml:space="preserve">. </w:t>
      </w:r>
      <w:r w:rsidRPr="00115F49">
        <w:t>Ça dépendrait de sa faculté d</w:t>
      </w:r>
      <w:r w:rsidR="00766774">
        <w:t>’</w:t>
      </w:r>
      <w:r w:rsidRPr="00115F49">
        <w:t>explosion</w:t>
      </w:r>
      <w:r w:rsidR="00766774">
        <w:t xml:space="preserve">. </w:t>
      </w:r>
      <w:r w:rsidRPr="00115F49">
        <w:t>Il fallait qu</w:t>
      </w:r>
      <w:r w:rsidR="00766774">
        <w:t>’</w:t>
      </w:r>
      <w:r w:rsidRPr="00115F49">
        <w:t>on ait au moins le temps de voir son costume</w:t>
      </w:r>
      <w:r w:rsidR="00766774">
        <w:t>.</w:t>
      </w:r>
    </w:p>
    <w:p w14:paraId="5D5F284B" w14:textId="3ED39F79" w:rsidR="00766774" w:rsidRDefault="00115F49" w:rsidP="00115F49">
      <w:r w:rsidRPr="00115F49">
        <w:t>Mais</w:t>
      </w:r>
      <w:r w:rsidR="00766774">
        <w:t xml:space="preserve">, </w:t>
      </w:r>
      <w:r w:rsidRPr="00115F49">
        <w:t>pour si étrange que cela soit</w:t>
      </w:r>
      <w:r w:rsidR="00766774">
        <w:t xml:space="preserve">, </w:t>
      </w:r>
      <w:r w:rsidRPr="00115F49">
        <w:t>ceux qui avaient décidé la chose étaient de fameux connaisseurs en hommes</w:t>
      </w:r>
      <w:r w:rsidR="00766774">
        <w:t xml:space="preserve">. </w:t>
      </w:r>
      <w:r w:rsidRPr="00115F49">
        <w:t>Il semble qu</w:t>
      </w:r>
      <w:r w:rsidR="00766774">
        <w:t>’</w:t>
      </w:r>
      <w:r w:rsidRPr="00115F49">
        <w:t>Urbain n</w:t>
      </w:r>
      <w:r w:rsidR="00766774">
        <w:t>’</w:t>
      </w:r>
      <w:r w:rsidRPr="00115F49">
        <w:t>attendait que cette décision pour se solidifier</w:t>
      </w:r>
      <w:r w:rsidR="00766774">
        <w:t xml:space="preserve">. </w:t>
      </w:r>
      <w:r w:rsidRPr="00115F49">
        <w:t>Il se fit détacher le tailleur du 2</w:t>
      </w:r>
      <w:r w:rsidR="00766774" w:rsidRPr="00115F49">
        <w:t>8</w:t>
      </w:r>
      <w:r w:rsidR="00766774" w:rsidRPr="00766774">
        <w:rPr>
          <w:vertAlign w:val="superscript"/>
        </w:rPr>
        <w:t>e</w:t>
      </w:r>
      <w:r w:rsidRPr="00115F49">
        <w:t xml:space="preserve"> des chasseurs d</w:t>
      </w:r>
      <w:r w:rsidR="00766774">
        <w:t>’</w:t>
      </w:r>
      <w:r w:rsidRPr="00115F49">
        <w:t>Afrique qui vint à Saint-Baudille avec armes et bagages</w:t>
      </w:r>
      <w:r w:rsidR="00766774">
        <w:t xml:space="preserve">, </w:t>
      </w:r>
      <w:r w:rsidRPr="00115F49">
        <w:lastRenderedPageBreak/>
        <w:t>resta huit jours pendant lesquels il fit deux choses bien distinctes</w:t>
      </w:r>
      <w:r w:rsidR="00766774">
        <w:t xml:space="preserve"> : </w:t>
      </w:r>
      <w:r w:rsidRPr="00115F49">
        <w:t>il passa ses journées à tailler</w:t>
      </w:r>
      <w:r w:rsidR="00766774">
        <w:t xml:space="preserve">, </w:t>
      </w:r>
      <w:r w:rsidRPr="00115F49">
        <w:t>à coudre et ajuster l</w:t>
      </w:r>
      <w:r w:rsidR="00766774">
        <w:t>’</w:t>
      </w:r>
      <w:r w:rsidRPr="00115F49">
        <w:t>uniforme</w:t>
      </w:r>
      <w:r w:rsidR="00766774">
        <w:t xml:space="preserve"> ; </w:t>
      </w:r>
      <w:r w:rsidRPr="00115F49">
        <w:t>il passa ses soirées à apprendre le cor de chasse au fils d</w:t>
      </w:r>
      <w:r w:rsidR="00766774">
        <w:t>’</w:t>
      </w:r>
      <w:r w:rsidRPr="00115F49">
        <w:t>Onésiphore</w:t>
      </w:r>
      <w:r w:rsidR="00766774">
        <w:t xml:space="preserve">. </w:t>
      </w:r>
      <w:r w:rsidRPr="00115F49">
        <w:t>C</w:t>
      </w:r>
      <w:r w:rsidR="00766774">
        <w:t>’</w:t>
      </w:r>
      <w:r w:rsidRPr="00115F49">
        <w:t>était horrible à entendre</w:t>
      </w:r>
      <w:r w:rsidR="00766774">
        <w:t xml:space="preserve">. </w:t>
      </w:r>
      <w:r w:rsidRPr="00115F49">
        <w:t>Ils se mettaient sur les plus hautes terrasses et le vent d</w:t>
      </w:r>
      <w:r w:rsidR="00766774">
        <w:t>’</w:t>
      </w:r>
      <w:r w:rsidRPr="00115F49">
        <w:t>octobre portait vers nous les rots</w:t>
      </w:r>
      <w:r w:rsidR="00766774">
        <w:t xml:space="preserve">, </w:t>
      </w:r>
      <w:r w:rsidRPr="00115F49">
        <w:t>les pets et les soupirs à fendre l</w:t>
      </w:r>
      <w:r w:rsidR="00766774">
        <w:t>’</w:t>
      </w:r>
      <w:r w:rsidRPr="00115F49">
        <w:t>âme d</w:t>
      </w:r>
      <w:r w:rsidR="00766774">
        <w:t>’</w:t>
      </w:r>
      <w:r w:rsidRPr="00115F49">
        <w:t>un Jérémie essoufflé</w:t>
      </w:r>
      <w:r w:rsidR="00766774">
        <w:t xml:space="preserve">. </w:t>
      </w:r>
      <w:r w:rsidRPr="00115F49">
        <w:t>Ah</w:t>
      </w:r>
      <w:r w:rsidR="00766774">
        <w:t xml:space="preserve"> ! </w:t>
      </w:r>
      <w:r w:rsidRPr="00115F49">
        <w:t>On eut de ce côté-là pas mal de soucis pendant deux ou trois jours</w:t>
      </w:r>
      <w:r w:rsidR="00766774">
        <w:t xml:space="preserve"> ; </w:t>
      </w:r>
      <w:r w:rsidRPr="00115F49">
        <w:t>puis</w:t>
      </w:r>
      <w:r w:rsidR="00766774">
        <w:t xml:space="preserve">, </w:t>
      </w:r>
      <w:r w:rsidRPr="00115F49">
        <w:t>le quatrième</w:t>
      </w:r>
      <w:r w:rsidR="00766774">
        <w:t xml:space="preserve">, </w:t>
      </w:r>
      <w:r w:rsidRPr="00115F49">
        <w:t>le vent d</w:t>
      </w:r>
      <w:r w:rsidR="00766774">
        <w:t>’</w:t>
      </w:r>
      <w:r w:rsidRPr="00115F49">
        <w:t>octobre fut chargé comme d</w:t>
      </w:r>
      <w:r w:rsidR="00766774">
        <w:t>’</w:t>
      </w:r>
      <w:r w:rsidRPr="00115F49">
        <w:t>un miel et d</w:t>
      </w:r>
      <w:r w:rsidR="00766774">
        <w:t>’</w:t>
      </w:r>
      <w:r w:rsidRPr="00115F49">
        <w:t>un vin sombre et on entendit sonner de beaux enrouements modulés</w:t>
      </w:r>
      <w:r w:rsidR="00766774">
        <w:t xml:space="preserve">. </w:t>
      </w:r>
      <w:r w:rsidRPr="00115F49">
        <w:t>C</w:t>
      </w:r>
      <w:r w:rsidR="00766774">
        <w:t>’</w:t>
      </w:r>
      <w:r w:rsidRPr="00115F49">
        <w:t>est qu</w:t>
      </w:r>
      <w:r w:rsidR="00766774">
        <w:t>’</w:t>
      </w:r>
      <w:r w:rsidRPr="00115F49">
        <w:t>Onésiphore avait enfin cédé sa place à un Pierre</w:t>
      </w:r>
      <w:r w:rsidR="00711C28">
        <w:t xml:space="preserve"> </w:t>
      </w:r>
      <w:r w:rsidRPr="00115F49">
        <w:t>le</w:t>
      </w:r>
      <w:r w:rsidR="00711C28">
        <w:t xml:space="preserve"> </w:t>
      </w:r>
      <w:r w:rsidRPr="00115F49">
        <w:t xml:space="preserve">Brave de </w:t>
      </w:r>
      <w:proofErr w:type="spellStart"/>
      <w:r w:rsidRPr="00115F49">
        <w:t>Ponsonas</w:t>
      </w:r>
      <w:proofErr w:type="spellEnd"/>
      <w:r w:rsidR="00766774">
        <w:t xml:space="preserve">, </w:t>
      </w:r>
      <w:r w:rsidRPr="00115F49">
        <w:t>ancien cor de fanfare et qui connaissait tous les secrets de l</w:t>
      </w:r>
      <w:r w:rsidR="00766774">
        <w:t>’</w:t>
      </w:r>
      <w:r w:rsidRPr="00115F49">
        <w:t>instrument</w:t>
      </w:r>
      <w:r w:rsidR="00766774">
        <w:t>.</w:t>
      </w:r>
    </w:p>
    <w:p w14:paraId="2699B7AA" w14:textId="77777777" w:rsidR="00766774" w:rsidRDefault="00115F49" w:rsidP="00115F49">
      <w:r w:rsidRPr="00115F49">
        <w:t>Vous croyez peut-être qu</w:t>
      </w:r>
      <w:r w:rsidR="00766774">
        <w:t>’</w:t>
      </w:r>
      <w:r w:rsidRPr="00115F49">
        <w:t>avec ses deux pommes et demie de hauteur Urbain eut un uniforme rigolo</w:t>
      </w:r>
      <w:r w:rsidR="00766774">
        <w:t xml:space="preserve"> ? </w:t>
      </w:r>
      <w:r w:rsidRPr="00115F49">
        <w:t>Pas du tout</w:t>
      </w:r>
      <w:r w:rsidR="00766774">
        <w:t xml:space="preserve">. </w:t>
      </w:r>
      <w:r w:rsidRPr="00115F49">
        <w:t xml:space="preserve">Pensez à </w:t>
      </w:r>
      <w:r w:rsidR="00766774">
        <w:t>M</w:t>
      </w:r>
      <w:r w:rsidR="00766774" w:rsidRPr="00766774">
        <w:rPr>
          <w:vertAlign w:val="superscript"/>
        </w:rPr>
        <w:t>me</w:t>
      </w:r>
      <w:r w:rsidR="00766774">
        <w:t> </w:t>
      </w:r>
      <w:r w:rsidRPr="00115F49">
        <w:t>Tim</w:t>
      </w:r>
      <w:r w:rsidR="00766774">
        <w:t xml:space="preserve">. </w:t>
      </w:r>
      <w:r w:rsidRPr="00115F49">
        <w:t>Elle était là pour tout vérifier d</w:t>
      </w:r>
      <w:r w:rsidR="00766774">
        <w:t>’</w:t>
      </w:r>
      <w:r w:rsidRPr="00115F49">
        <w:t xml:space="preserve">un œil juste et </w:t>
      </w:r>
      <w:r w:rsidR="00766774">
        <w:t>M. </w:t>
      </w:r>
      <w:r w:rsidRPr="00115F49">
        <w:t>Tim fut habillé d</w:t>
      </w:r>
      <w:r w:rsidR="00766774">
        <w:t>’</w:t>
      </w:r>
      <w:r w:rsidRPr="00115F49">
        <w:t>une petite veste à la zouave qui fit bomber son peu de poitrine</w:t>
      </w:r>
      <w:r w:rsidR="00766774">
        <w:t xml:space="preserve">, </w:t>
      </w:r>
      <w:r w:rsidRPr="00115F49">
        <w:t>et de longs pantalons à sous-pieds</w:t>
      </w:r>
      <w:r w:rsidR="00766774">
        <w:t xml:space="preserve">, </w:t>
      </w:r>
      <w:r w:rsidRPr="00115F49">
        <w:t>très ajustés sur le mollet et sur les cuisses jusqu</w:t>
      </w:r>
      <w:r w:rsidR="00766774">
        <w:t>’</w:t>
      </w:r>
      <w:r w:rsidRPr="00115F49">
        <w:t>à une ceinture de cuir un peu haute</w:t>
      </w:r>
      <w:r w:rsidR="00766774">
        <w:t xml:space="preserve">. </w:t>
      </w:r>
      <w:r w:rsidRPr="00115F49">
        <w:t>Ce tout l</w:t>
      </w:r>
      <w:r w:rsidR="00766774">
        <w:t>’</w:t>
      </w:r>
      <w:r w:rsidRPr="00115F49">
        <w:t>allongeait et le faisait paraître plus grand que nature</w:t>
      </w:r>
      <w:r w:rsidR="00766774">
        <w:t xml:space="preserve">. </w:t>
      </w:r>
      <w:r w:rsidRPr="00115F49">
        <w:t>C</w:t>
      </w:r>
      <w:r w:rsidR="00766774">
        <w:t>’</w:t>
      </w:r>
      <w:r w:rsidRPr="00115F49">
        <w:t>était en drap d</w:t>
      </w:r>
      <w:r w:rsidR="00766774">
        <w:t>’</w:t>
      </w:r>
      <w:r w:rsidRPr="00115F49">
        <w:t>Elbeuf</w:t>
      </w:r>
      <w:r w:rsidR="00766774">
        <w:t xml:space="preserve">, </w:t>
      </w:r>
      <w:r w:rsidRPr="00115F49">
        <w:t>savonneux et fin</w:t>
      </w:r>
      <w:r w:rsidR="00766774">
        <w:t xml:space="preserve">, </w:t>
      </w:r>
      <w:r w:rsidRPr="00115F49">
        <w:t>de couleur feuille sèche</w:t>
      </w:r>
      <w:r w:rsidR="00766774">
        <w:t xml:space="preserve">. </w:t>
      </w:r>
      <w:r w:rsidRPr="00115F49">
        <w:t>La coiffure était un petit feutre tyrolien à plume de faisan</w:t>
      </w:r>
      <w:r w:rsidR="00766774">
        <w:t>.</w:t>
      </w:r>
    </w:p>
    <w:p w14:paraId="7227B63E" w14:textId="77777777" w:rsidR="00766774" w:rsidRDefault="00766774" w:rsidP="00115F49">
      <w:r>
        <w:t>— </w:t>
      </w:r>
      <w:r w:rsidR="00115F49" w:rsidRPr="00115F49">
        <w:t>Surtout</w:t>
      </w:r>
      <w:r>
        <w:t xml:space="preserve">, </w:t>
      </w:r>
      <w:r w:rsidR="00115F49" w:rsidRPr="00115F49">
        <w:t>pas de soulouque</w:t>
      </w:r>
      <w:r>
        <w:t xml:space="preserve">, </w:t>
      </w:r>
      <w:r w:rsidR="00115F49" w:rsidRPr="00115F49">
        <w:t xml:space="preserve">dit </w:t>
      </w:r>
      <w:r>
        <w:t>M</w:t>
      </w:r>
      <w:r w:rsidRPr="00766774">
        <w:rPr>
          <w:vertAlign w:val="superscript"/>
        </w:rPr>
        <w:t>me</w:t>
      </w:r>
      <w:r>
        <w:t> </w:t>
      </w:r>
      <w:r w:rsidR="00115F49" w:rsidRPr="00115F49">
        <w:t>Tim au tailleur du 2</w:t>
      </w:r>
      <w:r w:rsidRPr="00115F49">
        <w:t>8</w:t>
      </w:r>
      <w:r w:rsidRPr="00766774">
        <w:rPr>
          <w:vertAlign w:val="superscript"/>
        </w:rPr>
        <w:t>e</w:t>
      </w:r>
      <w:r w:rsidR="00115F49" w:rsidRPr="00115F49">
        <w:t xml:space="preserve"> qui voulait des brandebourgs</w:t>
      </w:r>
      <w:r>
        <w:t xml:space="preserve">, </w:t>
      </w:r>
      <w:r w:rsidR="00115F49" w:rsidRPr="00115F49">
        <w:t>des fourragères et des épaulettes</w:t>
      </w:r>
      <w:r>
        <w:t>.</w:t>
      </w:r>
    </w:p>
    <w:p w14:paraId="78875F48" w14:textId="77777777" w:rsidR="00766774" w:rsidRDefault="00115F49" w:rsidP="00115F49">
      <w:r w:rsidRPr="00115F49">
        <w:t>Elle ne voulut même pas que les trois galons du grade soient plus gros qu</w:t>
      </w:r>
      <w:r w:rsidR="00766774">
        <w:t>’</w:t>
      </w:r>
      <w:r w:rsidRPr="00115F49">
        <w:t>un crayon</w:t>
      </w:r>
      <w:r w:rsidR="00766774">
        <w:t>.</w:t>
      </w:r>
    </w:p>
    <w:p w14:paraId="7C5F499C" w14:textId="77777777" w:rsidR="00766774" w:rsidRDefault="00115F49" w:rsidP="00115F49">
      <w:r w:rsidRPr="00115F49">
        <w:t>Ce qu</w:t>
      </w:r>
      <w:r w:rsidR="00766774">
        <w:t>’</w:t>
      </w:r>
      <w:r w:rsidRPr="00115F49">
        <w:t>elle fit</w:t>
      </w:r>
      <w:r w:rsidR="00B8657F">
        <w:t>,</w:t>
      </w:r>
      <w:r w:rsidRPr="00115F49">
        <w:t xml:space="preserve"> était à la fois très bien et très pratique</w:t>
      </w:r>
      <w:r w:rsidR="00766774">
        <w:t xml:space="preserve">, </w:t>
      </w:r>
      <w:r w:rsidRPr="00115F49">
        <w:t>pour les taillis</w:t>
      </w:r>
      <w:r w:rsidR="00766774">
        <w:t xml:space="preserve">, </w:t>
      </w:r>
      <w:r w:rsidRPr="00115F49">
        <w:t>pour la montagne</w:t>
      </w:r>
      <w:r w:rsidR="00766774">
        <w:t xml:space="preserve">, </w:t>
      </w:r>
      <w:r w:rsidRPr="00115F49">
        <w:t>pour le cheval</w:t>
      </w:r>
      <w:r w:rsidR="00766774">
        <w:t xml:space="preserve">, </w:t>
      </w:r>
      <w:r w:rsidRPr="00115F49">
        <w:t>pour la pluie</w:t>
      </w:r>
      <w:r w:rsidR="00766774">
        <w:t xml:space="preserve">, </w:t>
      </w:r>
      <w:r w:rsidRPr="00115F49">
        <w:t>pour la neige</w:t>
      </w:r>
      <w:r w:rsidR="00766774">
        <w:t xml:space="preserve">, </w:t>
      </w:r>
      <w:r w:rsidRPr="00115F49">
        <w:t xml:space="preserve">car on pouvait mettre des guêtres ou </w:t>
      </w:r>
      <w:r w:rsidRPr="00115F49">
        <w:lastRenderedPageBreak/>
        <w:t>des bottes sur le pantalon et une pèlerine sur la veste</w:t>
      </w:r>
      <w:r w:rsidR="00766774">
        <w:t xml:space="preserve"> ; </w:t>
      </w:r>
      <w:r w:rsidRPr="00115F49">
        <w:t>et très bien pour la parade</w:t>
      </w:r>
      <w:r w:rsidR="00766774">
        <w:t xml:space="preserve">, </w:t>
      </w:r>
      <w:r w:rsidRPr="00115F49">
        <w:t>car il y avait le feutre tyrolien à plume de faisan qui</w:t>
      </w:r>
      <w:r w:rsidR="00766774">
        <w:t xml:space="preserve">, </w:t>
      </w:r>
      <w:r w:rsidRPr="00115F49">
        <w:t>immanquablement</w:t>
      </w:r>
      <w:r w:rsidR="00766774">
        <w:t xml:space="preserve">, </w:t>
      </w:r>
      <w:r w:rsidRPr="00115F49">
        <w:t>avantage toujours son homme</w:t>
      </w:r>
      <w:r w:rsidR="00766774">
        <w:t>.</w:t>
      </w:r>
    </w:p>
    <w:p w14:paraId="6E97DAA2" w14:textId="77777777" w:rsidR="00766774" w:rsidRDefault="00115F49" w:rsidP="00BE2118">
      <w:pPr>
        <w:pStyle w:val="NormalEspAvtGrand"/>
      </w:pPr>
      <w:r w:rsidRPr="00115F49">
        <w:t>Revinrent les temps noirs de neige</w:t>
      </w:r>
      <w:r w:rsidR="00766774">
        <w:t xml:space="preserve">, </w:t>
      </w:r>
      <w:r w:rsidRPr="00115F49">
        <w:t>et le froid</w:t>
      </w:r>
      <w:r w:rsidR="00766774">
        <w:t xml:space="preserve">, </w:t>
      </w:r>
      <w:r w:rsidRPr="00115F49">
        <w:t>et vaguement la peur</w:t>
      </w:r>
      <w:r w:rsidR="00766774">
        <w:t xml:space="preserve">. </w:t>
      </w:r>
      <w:r w:rsidRPr="00115F49">
        <w:t>Nous n</w:t>
      </w:r>
      <w:r w:rsidR="00766774">
        <w:t>’</w:t>
      </w:r>
      <w:r w:rsidRPr="00115F49">
        <w:t>en menions pas trop large</w:t>
      </w:r>
      <w:r w:rsidR="00766774">
        <w:t xml:space="preserve">. </w:t>
      </w:r>
      <w:r w:rsidRPr="00115F49">
        <w:t>On ne pouvait pas oublier tout de suite ces temps où nous avions été</w:t>
      </w:r>
      <w:r w:rsidR="00766774">
        <w:t xml:space="preserve">, </w:t>
      </w:r>
      <w:r w:rsidRPr="00115F49">
        <w:t>pour ainsi dire</w:t>
      </w:r>
      <w:r w:rsidR="00766774">
        <w:t xml:space="preserve">, </w:t>
      </w:r>
      <w:r w:rsidRPr="00115F49">
        <w:t>comme des moutons dans les claies pour</w:t>
      </w:r>
      <w:r w:rsidR="00766774" w:rsidRPr="00115F49">
        <w:t xml:space="preserve"> M</w:t>
      </w:r>
      <w:r w:rsidR="00766774">
        <w:t>.</w:t>
      </w:r>
      <w:r w:rsidR="00766774" w:rsidRPr="00115F49">
        <w:t>V</w:t>
      </w:r>
      <w:r w:rsidR="00766774">
        <w:t xml:space="preserve">. </w:t>
      </w:r>
      <w:r w:rsidRPr="00115F49">
        <w:t>C</w:t>
      </w:r>
      <w:r w:rsidR="00766774">
        <w:t>’</w:t>
      </w:r>
      <w:r w:rsidRPr="00115F49">
        <w:t>est à ce moment-là qu</w:t>
      </w:r>
      <w:r w:rsidR="00766774">
        <w:t>’</w:t>
      </w:r>
      <w:r w:rsidRPr="00115F49">
        <w:t>il fut très rassurant de voir de la lumière à la fenêtre de Langlois</w:t>
      </w:r>
      <w:r w:rsidR="00766774">
        <w:t>.</w:t>
      </w:r>
    </w:p>
    <w:p w14:paraId="52AB6785" w14:textId="77777777" w:rsidR="00766774" w:rsidRDefault="00115F49" w:rsidP="00115F49">
      <w:r w:rsidRPr="00115F49">
        <w:t>D</w:t>
      </w:r>
      <w:r w:rsidR="00766774">
        <w:t>’</w:t>
      </w:r>
      <w:r w:rsidRPr="00115F49">
        <w:t>ailleurs</w:t>
      </w:r>
      <w:r w:rsidR="00766774">
        <w:t xml:space="preserve">, </w:t>
      </w:r>
      <w:r w:rsidRPr="00115F49">
        <w:t>Langlois eut tout de suite du travail</w:t>
      </w:r>
      <w:r w:rsidR="00766774">
        <w:t xml:space="preserve">. </w:t>
      </w:r>
      <w:r w:rsidRPr="00115F49">
        <w:t>Il n</w:t>
      </w:r>
      <w:r w:rsidR="00766774">
        <w:t>’</w:t>
      </w:r>
      <w:r w:rsidRPr="00115F49">
        <w:t>était certes plus question</w:t>
      </w:r>
      <w:r w:rsidR="00766774">
        <w:t xml:space="preserve">, </w:t>
      </w:r>
      <w:r w:rsidRPr="00115F49">
        <w:t>dans ce travail-là</w:t>
      </w:r>
      <w:r w:rsidR="00766774">
        <w:t xml:space="preserve">, </w:t>
      </w:r>
      <w:r w:rsidRPr="00115F49">
        <w:t>de choses extraordinaires</w:t>
      </w:r>
      <w:r w:rsidR="00766774">
        <w:t xml:space="preserve"> ; </w:t>
      </w:r>
      <w:r w:rsidRPr="00115F49">
        <w:t>il était au contraire question de choses les plus ordinaires du monde</w:t>
      </w:r>
      <w:r w:rsidR="00766774">
        <w:t xml:space="preserve">. </w:t>
      </w:r>
      <w:r w:rsidRPr="00115F49">
        <w:t>Et de sa nouvelle compétence</w:t>
      </w:r>
      <w:r w:rsidR="00766774">
        <w:t>.</w:t>
      </w:r>
    </w:p>
    <w:p w14:paraId="14AF3E19" w14:textId="77777777" w:rsidR="00766774" w:rsidRDefault="00115F49" w:rsidP="00115F49">
      <w:r w:rsidRPr="00115F49">
        <w:t>Le temps avait particulièrement soigné</w:t>
      </w:r>
      <w:r w:rsidR="00766774">
        <w:t xml:space="preserve">, </w:t>
      </w:r>
      <w:r w:rsidRPr="00115F49">
        <w:t>cette année-là</w:t>
      </w:r>
      <w:r w:rsidR="00766774">
        <w:t xml:space="preserve">, </w:t>
      </w:r>
      <w:r w:rsidRPr="00115F49">
        <w:t>les parties ombreuses de notre territoire</w:t>
      </w:r>
      <w:r w:rsidR="00766774">
        <w:t xml:space="preserve">. </w:t>
      </w:r>
      <w:r w:rsidRPr="00115F49">
        <w:t>Les parages du Rousset et de la forêt de Lente</w:t>
      </w:r>
      <w:r w:rsidR="00766774">
        <w:t xml:space="preserve">, </w:t>
      </w:r>
      <w:r w:rsidRPr="00115F49">
        <w:t>les vallons obscurs de Bouvante et de Cordéac furent serrés comme dans un pressoir à vis par des gels qui écrabouillaient tout ce qu</w:t>
      </w:r>
      <w:r w:rsidR="00766774">
        <w:t>’</w:t>
      </w:r>
      <w:r w:rsidRPr="00115F49">
        <w:t>il y avait de vivant ou le faisaient gicler hors des frontières</w:t>
      </w:r>
      <w:r w:rsidR="00766774">
        <w:t xml:space="preserve">. </w:t>
      </w:r>
      <w:r w:rsidRPr="00115F49">
        <w:t>Les paysans d</w:t>
      </w:r>
      <w:r w:rsidR="00766774">
        <w:t>’</w:t>
      </w:r>
      <w:r w:rsidRPr="00115F49">
        <w:t>Avers signalèrent des loups</w:t>
      </w:r>
      <w:r w:rsidR="00766774">
        <w:t>.</w:t>
      </w:r>
    </w:p>
    <w:p w14:paraId="21EE0453" w14:textId="77777777" w:rsidR="00766774" w:rsidRDefault="00115F49" w:rsidP="00115F49">
      <w:r w:rsidRPr="00115F49">
        <w:t>Ils étaient d</w:t>
      </w:r>
      <w:r w:rsidR="00766774">
        <w:t>’</w:t>
      </w:r>
      <w:r w:rsidRPr="00115F49">
        <w:t>abord venus trotter sans bruit autour des maisons</w:t>
      </w:r>
      <w:r w:rsidR="00766774">
        <w:t xml:space="preserve">. </w:t>
      </w:r>
      <w:r w:rsidRPr="00115F49">
        <w:t>Ils enlevèrent une oie</w:t>
      </w:r>
      <w:r w:rsidR="00766774">
        <w:t xml:space="preserve">, </w:t>
      </w:r>
      <w:r w:rsidRPr="00115F49">
        <w:t>démolirent un clapier</w:t>
      </w:r>
      <w:r w:rsidR="00766774">
        <w:t xml:space="preserve">, </w:t>
      </w:r>
      <w:r w:rsidRPr="00115F49">
        <w:t>estropièrent une chèvre</w:t>
      </w:r>
      <w:r w:rsidR="00766774">
        <w:t xml:space="preserve">, </w:t>
      </w:r>
      <w:r w:rsidRPr="00115F49">
        <w:t>reniflèrent même les talons du piéton qui portait le courrier et enfin firent un peu de musique nocturne</w:t>
      </w:r>
      <w:r w:rsidR="00766774">
        <w:t xml:space="preserve">. </w:t>
      </w:r>
      <w:r w:rsidRPr="00115F49">
        <w:t>Les vaches et les chevaux dansèrent la sarabande dans les écuries</w:t>
      </w:r>
      <w:r w:rsidR="00766774">
        <w:t>.</w:t>
      </w:r>
    </w:p>
    <w:p w14:paraId="4328A351" w14:textId="77777777" w:rsidR="00766774" w:rsidRDefault="00115F49" w:rsidP="00115F49">
      <w:r w:rsidRPr="00115F49">
        <w:lastRenderedPageBreak/>
        <w:t>Puisqu</w:t>
      </w:r>
      <w:r w:rsidR="00766774">
        <w:t>’</w:t>
      </w:r>
      <w:r w:rsidRPr="00115F49">
        <w:t>on avait commandant et capitaine de louveterie</w:t>
      </w:r>
      <w:r w:rsidR="00766774">
        <w:t xml:space="preserve">, </w:t>
      </w:r>
      <w:r w:rsidRPr="00115F49">
        <w:t>à quoi bon endurer</w:t>
      </w:r>
      <w:r w:rsidR="00766774">
        <w:t> ?…</w:t>
      </w:r>
    </w:p>
    <w:p w14:paraId="090E38FD" w14:textId="77777777" w:rsidR="00766774" w:rsidRDefault="00766774" w:rsidP="00115F49">
      <w:r>
        <w:t>— </w:t>
      </w:r>
      <w:r w:rsidR="00115F49" w:rsidRPr="00115F49">
        <w:t>Certes</w:t>
      </w:r>
      <w:r>
        <w:t xml:space="preserve">, </w:t>
      </w:r>
      <w:r w:rsidR="00115F49" w:rsidRPr="00115F49">
        <w:t>dit Langlois</w:t>
      </w:r>
      <w:r>
        <w:t xml:space="preserve">, </w:t>
      </w:r>
      <w:r w:rsidR="00115F49" w:rsidRPr="00115F49">
        <w:t>et il en démolit trois ou quatre à la carabine</w:t>
      </w:r>
      <w:r>
        <w:t>.</w:t>
      </w:r>
    </w:p>
    <w:p w14:paraId="01ACFE3B" w14:textId="77777777" w:rsidR="00766774" w:rsidRDefault="00115F49" w:rsidP="00115F49">
      <w:r w:rsidRPr="00115F49">
        <w:t>C</w:t>
      </w:r>
      <w:r w:rsidR="00766774">
        <w:t>’</w:t>
      </w:r>
      <w:r w:rsidRPr="00115F49">
        <w:t>étaient des louvards de deux ans</w:t>
      </w:r>
      <w:r w:rsidR="00766774">
        <w:t xml:space="preserve">, </w:t>
      </w:r>
      <w:r w:rsidRPr="00115F49">
        <w:t>déjà râblés</w:t>
      </w:r>
      <w:r w:rsidR="00766774">
        <w:t xml:space="preserve">, </w:t>
      </w:r>
      <w:r w:rsidRPr="00115F49">
        <w:t>et qui avaient eu jusqu</w:t>
      </w:r>
      <w:r w:rsidR="00766774">
        <w:t>’</w:t>
      </w:r>
      <w:r w:rsidRPr="00115F49">
        <w:t>à présent tout à gogo dans leurs forêts de Golconde où personne ne leur disputait les gros lièvres blancs et les oies sauvages</w:t>
      </w:r>
      <w:r w:rsidR="00766774">
        <w:t xml:space="preserve">. </w:t>
      </w:r>
      <w:r w:rsidRPr="00115F49">
        <w:t>Ici</w:t>
      </w:r>
      <w:r w:rsidR="00766774">
        <w:t xml:space="preserve">, </w:t>
      </w:r>
      <w:r w:rsidRPr="00115F49">
        <w:t>évidemment</w:t>
      </w:r>
      <w:r w:rsidR="00766774">
        <w:t xml:space="preserve">, </w:t>
      </w:r>
      <w:r w:rsidRPr="00115F49">
        <w:t>c</w:t>
      </w:r>
      <w:r w:rsidR="00766774">
        <w:t>’</w:t>
      </w:r>
      <w:r w:rsidRPr="00115F49">
        <w:t>est un autre régime</w:t>
      </w:r>
      <w:r w:rsidR="00766774">
        <w:t xml:space="preserve"> : </w:t>
      </w:r>
      <w:r w:rsidRPr="00115F49">
        <w:t>nos oies ne sont pas sauvages et nous ne tenons pas à ce qu</w:t>
      </w:r>
      <w:r w:rsidR="00766774">
        <w:t>’</w:t>
      </w:r>
      <w:r w:rsidRPr="00115F49">
        <w:t>on fasse avec elles comme si elles l</w:t>
      </w:r>
      <w:r w:rsidR="00766774">
        <w:t>’</w:t>
      </w:r>
      <w:r w:rsidRPr="00115F49">
        <w:t>étaient</w:t>
      </w:r>
      <w:r w:rsidR="00766774">
        <w:t xml:space="preserve">. </w:t>
      </w:r>
      <w:r w:rsidRPr="00115F49">
        <w:t>Puis</w:t>
      </w:r>
      <w:r w:rsidR="00766774">
        <w:t xml:space="preserve">, </w:t>
      </w:r>
      <w:r w:rsidRPr="00115F49">
        <w:t>nous avons brebis</w:t>
      </w:r>
      <w:r w:rsidR="00766774">
        <w:t xml:space="preserve">, </w:t>
      </w:r>
      <w:r w:rsidRPr="00115F49">
        <w:t>cabris et veaux</w:t>
      </w:r>
      <w:r w:rsidR="00766774">
        <w:t xml:space="preserve">, </w:t>
      </w:r>
      <w:r w:rsidRPr="00115F49">
        <w:t>ce qui nous rend très susceptibles</w:t>
      </w:r>
      <w:r w:rsidR="00766774">
        <w:t>.</w:t>
      </w:r>
    </w:p>
    <w:p w14:paraId="64A1D960" w14:textId="77777777" w:rsidR="00766774" w:rsidRDefault="00115F49" w:rsidP="00115F49">
      <w:r w:rsidRPr="00115F49">
        <w:t>Les coups de carabine de Langlois le firent nettement comprendre</w:t>
      </w:r>
      <w:r w:rsidR="00766774">
        <w:t xml:space="preserve">. </w:t>
      </w:r>
      <w:r w:rsidRPr="00115F49">
        <w:t>Les louvards se le tinrent pour dit</w:t>
      </w:r>
      <w:r w:rsidR="00766774">
        <w:t xml:space="preserve">. </w:t>
      </w:r>
      <w:r w:rsidRPr="00115F49">
        <w:t>Ils étaient d</w:t>
      </w:r>
      <w:r w:rsidR="00766774">
        <w:t>’</w:t>
      </w:r>
      <w:r w:rsidRPr="00115F49">
        <w:t>ailleurs de taille à pister sur de longues distances</w:t>
      </w:r>
      <w:r w:rsidR="00766774">
        <w:t xml:space="preserve"> ; </w:t>
      </w:r>
      <w:r w:rsidRPr="00115F49">
        <w:t>ils se contentèrent</w:t>
      </w:r>
      <w:r w:rsidR="00766774">
        <w:t xml:space="preserve">, </w:t>
      </w:r>
      <w:r w:rsidRPr="00115F49">
        <w:t>au départ et au retour de leurs chasses</w:t>
      </w:r>
      <w:r w:rsidR="00766774">
        <w:t xml:space="preserve">, </w:t>
      </w:r>
      <w:r w:rsidRPr="00115F49">
        <w:t>de venir jusqu</w:t>
      </w:r>
      <w:r w:rsidR="00766774">
        <w:t>’</w:t>
      </w:r>
      <w:r w:rsidRPr="00115F49">
        <w:t>à la lisière des bois pour injurier longuement le village</w:t>
      </w:r>
      <w:r w:rsidR="00766774">
        <w:t>.</w:t>
      </w:r>
    </w:p>
    <w:p w14:paraId="301D1DB5" w14:textId="77777777" w:rsidR="00766774" w:rsidRDefault="00115F49" w:rsidP="00115F49">
      <w:r w:rsidRPr="00115F49">
        <w:t>Mais</w:t>
      </w:r>
      <w:r w:rsidR="00766774">
        <w:t xml:space="preserve">, </w:t>
      </w:r>
      <w:r w:rsidRPr="00115F49">
        <w:t>il n</w:t>
      </w:r>
      <w:r w:rsidR="00766774">
        <w:t>’</w:t>
      </w:r>
      <w:r w:rsidRPr="00115F49">
        <w:t>y avait pas que des louvards</w:t>
      </w:r>
      <w:r w:rsidR="00766774">
        <w:t>.</w:t>
      </w:r>
    </w:p>
    <w:p w14:paraId="68096D76" w14:textId="77777777" w:rsidR="00766774" w:rsidRDefault="00115F49" w:rsidP="00115F49">
      <w:r w:rsidRPr="00115F49">
        <w:t>Une nuit</w:t>
      </w:r>
      <w:r w:rsidR="00766774">
        <w:t xml:space="preserve">, </w:t>
      </w:r>
      <w:r w:rsidRPr="00115F49">
        <w:t>le sac de foin qui bouchait la lucarne de l</w:t>
      </w:r>
      <w:r w:rsidR="00766774">
        <w:t>’</w:t>
      </w:r>
      <w:r w:rsidRPr="00115F49">
        <w:t>écurie de Fulgence fut tiré</w:t>
      </w:r>
      <w:r w:rsidR="00766774">
        <w:t xml:space="preserve">, </w:t>
      </w:r>
      <w:r w:rsidRPr="00115F49">
        <w:t>émietté et</w:t>
      </w:r>
      <w:r w:rsidR="00766774">
        <w:t xml:space="preserve">, </w:t>
      </w:r>
      <w:r w:rsidRPr="00115F49">
        <w:t>au matin</w:t>
      </w:r>
      <w:r w:rsidR="00766774">
        <w:t xml:space="preserve">, </w:t>
      </w:r>
      <w:r w:rsidRPr="00115F49">
        <w:t>il y avait du joli</w:t>
      </w:r>
      <w:r w:rsidR="00766774">
        <w:t xml:space="preserve"> ! </w:t>
      </w:r>
      <w:r w:rsidRPr="00115F49">
        <w:t>Le cheval et la vache étaient égorgés et l</w:t>
      </w:r>
      <w:r w:rsidR="00766774">
        <w:t>’</w:t>
      </w:r>
      <w:r w:rsidRPr="00115F49">
        <w:t>on avait mangé un peu dans l</w:t>
      </w:r>
      <w:r w:rsidR="00766774">
        <w:t>’</w:t>
      </w:r>
      <w:r w:rsidRPr="00115F49">
        <w:t>un</w:t>
      </w:r>
      <w:r w:rsidR="00766774">
        <w:t xml:space="preserve">, </w:t>
      </w:r>
      <w:r w:rsidRPr="00115F49">
        <w:t>un peu dans l</w:t>
      </w:r>
      <w:r w:rsidR="00766774">
        <w:t>’</w:t>
      </w:r>
      <w:r w:rsidRPr="00115F49">
        <w:t>autre</w:t>
      </w:r>
      <w:r w:rsidR="00766774">
        <w:t xml:space="preserve">. </w:t>
      </w:r>
      <w:r w:rsidRPr="00115F49">
        <w:t>Treize brebis étaient éventrées</w:t>
      </w:r>
      <w:r w:rsidR="00766774">
        <w:t xml:space="preserve">, </w:t>
      </w:r>
      <w:r w:rsidRPr="00115F49">
        <w:t>semblait-il</w:t>
      </w:r>
      <w:r w:rsidR="00766774">
        <w:t xml:space="preserve">, </w:t>
      </w:r>
      <w:r w:rsidRPr="00115F49">
        <w:t>pour le plaisir de s</w:t>
      </w:r>
      <w:r w:rsidR="00766774">
        <w:t>’</w:t>
      </w:r>
      <w:r w:rsidRPr="00115F49">
        <w:t>agacer les dents dans la laine</w:t>
      </w:r>
      <w:r w:rsidR="00766774">
        <w:t xml:space="preserve">. </w:t>
      </w:r>
      <w:r w:rsidRPr="00115F49">
        <w:t>Une quatorzième avait été emportée</w:t>
      </w:r>
      <w:r w:rsidR="00766774">
        <w:t xml:space="preserve">. </w:t>
      </w:r>
      <w:r w:rsidRPr="00115F49">
        <w:t>Les blessures du cheval et de la vache dénotaient une puissante mâchoire et une sacrée décision</w:t>
      </w:r>
      <w:r w:rsidR="00766774">
        <w:t xml:space="preserve">. </w:t>
      </w:r>
      <w:r w:rsidRPr="00115F49">
        <w:t>Il ne s</w:t>
      </w:r>
      <w:r w:rsidR="00766774">
        <w:t>’</w:t>
      </w:r>
      <w:r w:rsidRPr="00115F49">
        <w:t>agissait plus de louvards</w:t>
      </w:r>
      <w:r w:rsidR="00766774">
        <w:t xml:space="preserve">. </w:t>
      </w:r>
      <w:r w:rsidRPr="00115F49">
        <w:t>On avait affaire à quelqu</w:t>
      </w:r>
      <w:r w:rsidR="00766774">
        <w:t>’</w:t>
      </w:r>
      <w:r w:rsidRPr="00115F49">
        <w:t>un qui ne s</w:t>
      </w:r>
      <w:r w:rsidR="00766774">
        <w:t>’</w:t>
      </w:r>
      <w:r w:rsidRPr="00115F49">
        <w:t>embarrassait pas de figurer ou non dans les fables de La Fontaine</w:t>
      </w:r>
      <w:r w:rsidR="00766774">
        <w:t xml:space="preserve">. </w:t>
      </w:r>
      <w:r w:rsidRPr="00115F49">
        <w:t>C</w:t>
      </w:r>
      <w:r w:rsidR="00766774">
        <w:t>’</w:t>
      </w:r>
      <w:r w:rsidRPr="00115F49">
        <w:t xml:space="preserve">était du </w:t>
      </w:r>
      <w:r w:rsidRPr="00115F49">
        <w:lastRenderedPageBreak/>
        <w:t>travail de vieux routier</w:t>
      </w:r>
      <w:r w:rsidR="00766774">
        <w:t xml:space="preserve">. </w:t>
      </w:r>
      <w:r w:rsidRPr="00115F49">
        <w:t>Et même de vieux routier qui a quelqu</w:t>
      </w:r>
      <w:r w:rsidR="00766774">
        <w:t>’</w:t>
      </w:r>
      <w:r w:rsidRPr="00115F49">
        <w:t>un à nourrir</w:t>
      </w:r>
      <w:r w:rsidR="00766774">
        <w:t>.</w:t>
      </w:r>
    </w:p>
    <w:p w14:paraId="4CB9375C" w14:textId="77777777" w:rsidR="00766774" w:rsidRDefault="00115F49" w:rsidP="00115F49">
      <w:r w:rsidRPr="00115F49">
        <w:t>Et</w:t>
      </w:r>
      <w:r w:rsidR="00766774">
        <w:t xml:space="preserve">, </w:t>
      </w:r>
      <w:r w:rsidRPr="00115F49">
        <w:t>si on jugeait du saut qu</w:t>
      </w:r>
      <w:r w:rsidR="00766774">
        <w:t>’</w:t>
      </w:r>
      <w:r w:rsidRPr="00115F49">
        <w:t>il avait dû faire</w:t>
      </w:r>
      <w:r w:rsidR="00766774">
        <w:t xml:space="preserve">, </w:t>
      </w:r>
      <w:r w:rsidRPr="00115F49">
        <w:t>brebis aux dents pour regrimper dans sa lucarne</w:t>
      </w:r>
      <w:r w:rsidR="00766774">
        <w:t xml:space="preserve">, </w:t>
      </w:r>
      <w:r w:rsidRPr="00115F49">
        <w:t>c</w:t>
      </w:r>
      <w:r w:rsidR="00766774">
        <w:t>’</w:t>
      </w:r>
      <w:r w:rsidRPr="00115F49">
        <w:t>était certainement un monsieur dont il fallait éviter les brisées au coin d</w:t>
      </w:r>
      <w:r w:rsidR="00766774">
        <w:t>’</w:t>
      </w:r>
      <w:r w:rsidRPr="00115F49">
        <w:t>un bois</w:t>
      </w:r>
      <w:r w:rsidR="00766774">
        <w:t>.</w:t>
      </w:r>
    </w:p>
    <w:p w14:paraId="788DA90C" w14:textId="77777777" w:rsidR="00766774" w:rsidRDefault="00115F49" w:rsidP="00115F49">
      <w:r w:rsidRPr="00115F49">
        <w:t>À noter que toute l</w:t>
      </w:r>
      <w:r w:rsidR="00766774">
        <w:t>’</w:t>
      </w:r>
      <w:r w:rsidRPr="00115F49">
        <w:t>affaire s</w:t>
      </w:r>
      <w:r w:rsidR="00766774">
        <w:t>’</w:t>
      </w:r>
      <w:r w:rsidRPr="00115F49">
        <w:t>était passée sans un bruit</w:t>
      </w:r>
      <w:r w:rsidR="00766774">
        <w:t xml:space="preserve">, </w:t>
      </w:r>
      <w:r w:rsidRPr="00115F49">
        <w:t>ce qui indiquait</w:t>
      </w:r>
      <w:r w:rsidR="00766774">
        <w:t xml:space="preserve">, </w:t>
      </w:r>
      <w:r w:rsidRPr="00115F49">
        <w:t>au surplus</w:t>
      </w:r>
      <w:r w:rsidR="00766774">
        <w:t xml:space="preserve">, </w:t>
      </w:r>
      <w:r w:rsidRPr="00115F49">
        <w:t>une prodigieuse confiance en soi</w:t>
      </w:r>
      <w:r w:rsidR="00766774">
        <w:t>.</w:t>
      </w:r>
    </w:p>
    <w:p w14:paraId="6D9B2F63" w14:textId="77777777" w:rsidR="00766774" w:rsidRDefault="00115F49" w:rsidP="00115F49">
      <w:r w:rsidRPr="00115F49">
        <w:t>Néanmoins</w:t>
      </w:r>
      <w:r w:rsidR="00766774">
        <w:t xml:space="preserve">, </w:t>
      </w:r>
      <w:r w:rsidRPr="00115F49">
        <w:t>Langlois pista tout seul pendant trois jours</w:t>
      </w:r>
      <w:r w:rsidR="00766774">
        <w:t> :</w:t>
      </w:r>
    </w:p>
    <w:p w14:paraId="7575D6E2" w14:textId="77777777" w:rsidR="00766774" w:rsidRDefault="00766774" w:rsidP="00115F49">
      <w:r>
        <w:t>— </w:t>
      </w:r>
      <w:r w:rsidR="00115F49" w:rsidRPr="00115F49">
        <w:t>Il est coquet</w:t>
      </w:r>
      <w:r>
        <w:t xml:space="preserve">, </w:t>
      </w:r>
      <w:r w:rsidR="00115F49" w:rsidRPr="00115F49">
        <w:t>dit-il finalement à Saucisse</w:t>
      </w:r>
      <w:r>
        <w:t xml:space="preserve">, </w:t>
      </w:r>
      <w:r w:rsidR="00115F49" w:rsidRPr="00115F49">
        <w:t>et il fuma quatre ou cinq pipes de file près du poêle</w:t>
      </w:r>
      <w:r>
        <w:t>.</w:t>
      </w:r>
    </w:p>
    <w:p w14:paraId="44C187EC" w14:textId="77777777" w:rsidR="00766774" w:rsidRDefault="00766774" w:rsidP="00115F49">
      <w:r>
        <w:t>— </w:t>
      </w:r>
      <w:r w:rsidR="00115F49" w:rsidRPr="00115F49">
        <w:t>Tu as une robe du dimanche</w:t>
      </w:r>
      <w:r>
        <w:t xml:space="preserve"> ? </w:t>
      </w:r>
      <w:r w:rsidR="00115F49" w:rsidRPr="00115F49">
        <w:t>demanda-t-il ensuite à Saucisse</w:t>
      </w:r>
      <w:r>
        <w:t>.</w:t>
      </w:r>
    </w:p>
    <w:p w14:paraId="4F885142" w14:textId="77777777" w:rsidR="00766774" w:rsidRDefault="00766774" w:rsidP="00115F49">
      <w:r>
        <w:t>— </w:t>
      </w:r>
      <w:r w:rsidR="00115F49" w:rsidRPr="00115F49">
        <w:t>Bien sûr</w:t>
      </w:r>
      <w:r>
        <w:t>.</w:t>
      </w:r>
    </w:p>
    <w:p w14:paraId="3BA239BA" w14:textId="77777777" w:rsidR="00766774" w:rsidRDefault="00766774" w:rsidP="00115F49">
      <w:r>
        <w:t>— </w:t>
      </w:r>
      <w:r w:rsidR="00115F49" w:rsidRPr="00115F49">
        <w:t>Montre un peu</w:t>
      </w:r>
      <w:r>
        <w:t>.</w:t>
      </w:r>
    </w:p>
    <w:p w14:paraId="216FC837" w14:textId="4609F44B" w:rsidR="00766774" w:rsidRDefault="00115F49" w:rsidP="00115F49">
      <w:r w:rsidRPr="00115F49">
        <w:t>C</w:t>
      </w:r>
      <w:r w:rsidR="00766774">
        <w:t>’</w:t>
      </w:r>
      <w:r w:rsidRPr="00115F49">
        <w:t>était déjà l</w:t>
      </w:r>
      <w:r w:rsidR="00766774">
        <w:t>’</w:t>
      </w:r>
      <w:r w:rsidRPr="00115F49">
        <w:t>époque où l</w:t>
      </w:r>
      <w:r w:rsidR="00766774">
        <w:t>’</w:t>
      </w:r>
      <w:r w:rsidRPr="00115F49">
        <w:t>on savait que chez</w:t>
      </w:r>
      <w:r w:rsidR="004C0BA8">
        <w:t xml:space="preserve"> </w:t>
      </w:r>
      <w:r w:rsidRPr="00115F49">
        <w:t>Langlois rien ne signifiait rien</w:t>
      </w:r>
      <w:r w:rsidR="00766774">
        <w:t xml:space="preserve">. </w:t>
      </w:r>
      <w:r w:rsidRPr="00115F49">
        <w:t>Elle le fit monter dans la chambre et elle ouvrit son coffre</w:t>
      </w:r>
      <w:r w:rsidR="00766774">
        <w:t xml:space="preserve">. </w:t>
      </w:r>
      <w:r w:rsidRPr="00115F49">
        <w:t>C</w:t>
      </w:r>
      <w:r w:rsidR="00766774">
        <w:t>’</w:t>
      </w:r>
      <w:r w:rsidRPr="00115F49">
        <w:t>était même une très belle robe du dimanche</w:t>
      </w:r>
      <w:r w:rsidR="00766774">
        <w:t xml:space="preserve">, </w:t>
      </w:r>
      <w:r w:rsidRPr="00115F49">
        <w:t>pas du tout pour ici</w:t>
      </w:r>
      <w:r w:rsidR="00766774">
        <w:t xml:space="preserve">, </w:t>
      </w:r>
      <w:r w:rsidRPr="00115F49">
        <w:t>ce qui fait qu</w:t>
      </w:r>
      <w:r w:rsidR="00766774">
        <w:t>’</w:t>
      </w:r>
      <w:r w:rsidRPr="00115F49">
        <w:t>on ne l</w:t>
      </w:r>
      <w:r w:rsidR="00766774">
        <w:t>’</w:t>
      </w:r>
      <w:r w:rsidRPr="00115F49">
        <w:t>avait jamais vue</w:t>
      </w:r>
      <w:r w:rsidR="00766774">
        <w:t xml:space="preserve">, </w:t>
      </w:r>
      <w:r w:rsidRPr="00115F49">
        <w:t>mais qui n</w:t>
      </w:r>
      <w:r w:rsidR="00766774">
        <w:t>’</w:t>
      </w:r>
      <w:r w:rsidRPr="00115F49">
        <w:t>aurait pas déparé les Tuileries</w:t>
      </w:r>
      <w:r w:rsidR="00766774">
        <w:t xml:space="preserve">, </w:t>
      </w:r>
      <w:r w:rsidRPr="00115F49">
        <w:t>si ce qu</w:t>
      </w:r>
      <w:r w:rsidR="00766774">
        <w:t>’</w:t>
      </w:r>
      <w:r w:rsidRPr="00115F49">
        <w:t>on dit est vrai</w:t>
      </w:r>
      <w:r w:rsidR="00766774">
        <w:t>.</w:t>
      </w:r>
    </w:p>
    <w:p w14:paraId="5860B208" w14:textId="77777777" w:rsidR="00766774" w:rsidRDefault="00766774" w:rsidP="00115F49">
      <w:r>
        <w:t>— </w:t>
      </w:r>
      <w:r w:rsidR="00115F49" w:rsidRPr="00115F49">
        <w:t>Parfait</w:t>
      </w:r>
      <w:r>
        <w:t xml:space="preserve"> ! </w:t>
      </w:r>
      <w:r w:rsidR="00115F49" w:rsidRPr="00115F49">
        <w:t>dit Langlois</w:t>
      </w:r>
      <w:r>
        <w:t>.</w:t>
      </w:r>
    </w:p>
    <w:p w14:paraId="109AC4C3" w14:textId="77777777" w:rsidR="00766774" w:rsidRDefault="00115F49" w:rsidP="00115F49">
      <w:r w:rsidRPr="00115F49">
        <w:t>Il commença par faire amener ici dare-dare le lieutenant et son piqueur et il les mit de garde à Avers</w:t>
      </w:r>
      <w:r w:rsidR="00766774">
        <w:t xml:space="preserve">. </w:t>
      </w:r>
      <w:r w:rsidRPr="00115F49">
        <w:t>Lui</w:t>
      </w:r>
      <w:r w:rsidR="00766774">
        <w:t xml:space="preserve">, </w:t>
      </w:r>
      <w:r w:rsidRPr="00115F49">
        <w:t>il s</w:t>
      </w:r>
      <w:r w:rsidR="00766774">
        <w:t>’</w:t>
      </w:r>
      <w:r w:rsidRPr="00115F49">
        <w:t>en alla chez Urbain</w:t>
      </w:r>
      <w:r w:rsidR="00766774">
        <w:t xml:space="preserve">. </w:t>
      </w:r>
      <w:r w:rsidRPr="00115F49">
        <w:t>Le soir même entre les terrasses de Saint-Baudille et les aires d</w:t>
      </w:r>
      <w:r w:rsidR="00766774">
        <w:t>’</w:t>
      </w:r>
      <w:r w:rsidRPr="00115F49">
        <w:t>Avers où le lieutenant avait son poste</w:t>
      </w:r>
      <w:r w:rsidR="00766774">
        <w:t xml:space="preserve">, </w:t>
      </w:r>
      <w:r w:rsidRPr="00115F49">
        <w:t>commença un dialogue de cor de chasse tout à fait magni</w:t>
      </w:r>
      <w:r w:rsidRPr="00115F49">
        <w:lastRenderedPageBreak/>
        <w:t>fique</w:t>
      </w:r>
      <w:r w:rsidR="00766774">
        <w:t xml:space="preserve">. </w:t>
      </w:r>
      <w:r w:rsidRPr="00115F49">
        <w:t>À certains moments</w:t>
      </w:r>
      <w:r w:rsidR="00766774">
        <w:t xml:space="preserve">, </w:t>
      </w:r>
      <w:r w:rsidRPr="00115F49">
        <w:t>le son s</w:t>
      </w:r>
      <w:r w:rsidR="00766774">
        <w:t>’</w:t>
      </w:r>
      <w:r w:rsidRPr="00115F49">
        <w:t>étranglait à vous donner la chair de poule</w:t>
      </w:r>
      <w:r w:rsidR="00766774">
        <w:t xml:space="preserve">, </w:t>
      </w:r>
      <w:r w:rsidRPr="00115F49">
        <w:t>même en sachant ce que c</w:t>
      </w:r>
      <w:r w:rsidR="00766774">
        <w:t>’</w:t>
      </w:r>
      <w:r w:rsidRPr="00115F49">
        <w:t>était</w:t>
      </w:r>
      <w:r w:rsidR="00766774">
        <w:t xml:space="preserve">, </w:t>
      </w:r>
      <w:r w:rsidRPr="00115F49">
        <w:t>tant il y avait dans cette musique de menaces ancestrales</w:t>
      </w:r>
      <w:r w:rsidR="00766774">
        <w:t>.</w:t>
      </w:r>
    </w:p>
    <w:p w14:paraId="1C7B16E1" w14:textId="77777777" w:rsidR="00766774" w:rsidRDefault="00115F49" w:rsidP="00115F49">
      <w:r w:rsidRPr="00115F49">
        <w:t>Belle invention ces cors de chasse</w:t>
      </w:r>
      <w:r w:rsidR="00766774">
        <w:t> !</w:t>
      </w:r>
    </w:p>
    <w:p w14:paraId="39296565" w14:textId="77777777" w:rsidR="00766774" w:rsidRDefault="00115F49" w:rsidP="00115F49">
      <w:r w:rsidRPr="00115F49">
        <w:t>Je dis bien car</w:t>
      </w:r>
      <w:r w:rsidR="00766774">
        <w:t xml:space="preserve">, </w:t>
      </w:r>
      <w:r w:rsidRPr="00115F49">
        <w:t>mieux que n</w:t>
      </w:r>
      <w:r w:rsidR="00766774">
        <w:t>’</w:t>
      </w:r>
      <w:r w:rsidRPr="00115F49">
        <w:t>auraient pu le faire les deux sentinelles</w:t>
      </w:r>
      <w:r w:rsidR="00766774">
        <w:t xml:space="preserve">, </w:t>
      </w:r>
      <w:r w:rsidRPr="00115F49">
        <w:t>ces fantasias épouvantèrent provisoirement les bois autour d</w:t>
      </w:r>
      <w:r w:rsidR="00766774">
        <w:t>’</w:t>
      </w:r>
      <w:r w:rsidRPr="00115F49">
        <w:t>Avers et Langlois eut le temps de faire ses affaires</w:t>
      </w:r>
      <w:r w:rsidR="00766774">
        <w:t>…</w:t>
      </w:r>
    </w:p>
    <w:p w14:paraId="04239B40" w14:textId="77777777" w:rsidR="00766774" w:rsidRDefault="00115F49" w:rsidP="00115F49">
      <w:r w:rsidRPr="00115F49">
        <w:t>J</w:t>
      </w:r>
      <w:r w:rsidR="00766774">
        <w:t>’</w:t>
      </w:r>
      <w:r w:rsidRPr="00115F49">
        <w:t>imagine que c</w:t>
      </w:r>
      <w:r w:rsidR="00766774">
        <w:t>’</w:t>
      </w:r>
      <w:r w:rsidRPr="00115F49">
        <w:t>est lui qui institua ces duos du soir</w:t>
      </w:r>
      <w:r w:rsidR="00766774">
        <w:t xml:space="preserve"> ; </w:t>
      </w:r>
      <w:r w:rsidRPr="00115F49">
        <w:t>ces appels nocturnes où il y avait tant d</w:t>
      </w:r>
      <w:r w:rsidR="00766774">
        <w:t>’</w:t>
      </w:r>
      <w:r w:rsidRPr="00115F49">
        <w:t>angoisse</w:t>
      </w:r>
      <w:r w:rsidR="00766774">
        <w:t xml:space="preserve"> ; </w:t>
      </w:r>
      <w:r w:rsidRPr="00115F49">
        <w:t>ces réponses où il y avait encore plus d</w:t>
      </w:r>
      <w:r w:rsidR="00766774">
        <w:t>’</w:t>
      </w:r>
      <w:r w:rsidRPr="00115F49">
        <w:t>angoisse</w:t>
      </w:r>
      <w:r w:rsidR="00766774">
        <w:t xml:space="preserve"> ; </w:t>
      </w:r>
      <w:r w:rsidRPr="00115F49">
        <w:t>ces dialogues de grandes voix amères qui discutaient lentement de désespoirs par-dessus les bois</w:t>
      </w:r>
      <w:r w:rsidR="00766774">
        <w:t xml:space="preserve"> ; </w:t>
      </w:r>
      <w:r w:rsidRPr="00115F49">
        <w:t>ces petites dianes de l</w:t>
      </w:r>
      <w:r w:rsidR="00766774">
        <w:t>’</w:t>
      </w:r>
      <w:r w:rsidRPr="00115F49">
        <w:t>aube où sautillait comme un timide trot de cavalier qui ne peut plus s</w:t>
      </w:r>
      <w:r w:rsidR="00766774">
        <w:t>’</w:t>
      </w:r>
      <w:r w:rsidRPr="00115F49">
        <w:t>échapper</w:t>
      </w:r>
      <w:r w:rsidR="00766774">
        <w:t xml:space="preserve">. </w:t>
      </w:r>
      <w:r w:rsidRPr="00115F49">
        <w:t>Tout ça finalement assez cocardier si on va au fond des choses</w:t>
      </w:r>
      <w:r w:rsidR="00766774">
        <w:t xml:space="preserve">. </w:t>
      </w:r>
      <w:r w:rsidRPr="00115F49">
        <w:t>Mais</w:t>
      </w:r>
      <w:r w:rsidR="00766774">
        <w:t xml:space="preserve">, </w:t>
      </w:r>
      <w:r w:rsidRPr="00115F49">
        <w:t>devant les loups dont je vous parle</w:t>
      </w:r>
      <w:r w:rsidR="00766774">
        <w:t xml:space="preserve">, </w:t>
      </w:r>
      <w:r w:rsidRPr="00115F49">
        <w:t>on n</w:t>
      </w:r>
      <w:r w:rsidR="00766774">
        <w:t>’</w:t>
      </w:r>
      <w:r w:rsidRPr="00115F49">
        <w:t>a guère le temps de couper les cheveux en quatre</w:t>
      </w:r>
      <w:r w:rsidR="00766774">
        <w:t>.</w:t>
      </w:r>
    </w:p>
    <w:p w14:paraId="6507ABA2" w14:textId="77777777" w:rsidR="00766774" w:rsidRDefault="00115F49" w:rsidP="00115F49">
      <w:r w:rsidRPr="00115F49">
        <w:t>Ce qui suivit</w:t>
      </w:r>
      <w:r w:rsidR="00766774">
        <w:t xml:space="preserve">, </w:t>
      </w:r>
      <w:r w:rsidRPr="00115F49">
        <w:t>évidemment</w:t>
      </w:r>
      <w:r w:rsidR="00766774">
        <w:t xml:space="preserve">, </w:t>
      </w:r>
      <w:r w:rsidRPr="00115F49">
        <w:t>fut du même ordre</w:t>
      </w:r>
      <w:r w:rsidR="00766774">
        <w:t xml:space="preserve">. </w:t>
      </w:r>
      <w:r w:rsidRPr="00115F49">
        <w:t>Mais</w:t>
      </w:r>
      <w:r w:rsidR="00766774">
        <w:t xml:space="preserve">, </w:t>
      </w:r>
      <w:r w:rsidRPr="00115F49">
        <w:t>n</w:t>
      </w:r>
      <w:r w:rsidR="00766774">
        <w:t>’</w:t>
      </w:r>
      <w:r w:rsidRPr="00115F49">
        <w:t>oubliez pas</w:t>
      </w:r>
      <w:r w:rsidR="00766774">
        <w:t xml:space="preserve">, </w:t>
      </w:r>
      <w:r w:rsidRPr="00115F49">
        <w:t>vous-mêmes</w:t>
      </w:r>
      <w:r w:rsidR="00766774">
        <w:t xml:space="preserve"> (</w:t>
      </w:r>
      <w:r w:rsidRPr="00115F49">
        <w:t>et cependant on ne peut pas dire que nous soyons mondains avec nos forêts</w:t>
      </w:r>
      <w:r w:rsidR="00766774">
        <w:t xml:space="preserve">, </w:t>
      </w:r>
      <w:r w:rsidRPr="00115F49">
        <w:t>nos montagnes</w:t>
      </w:r>
      <w:r w:rsidR="00766774">
        <w:t xml:space="preserve">, </w:t>
      </w:r>
      <w:r w:rsidRPr="00115F49">
        <w:t>notre bise qui vous fait pisser un nez comme une fontaine</w:t>
      </w:r>
      <w:r w:rsidR="00766774">
        <w:t xml:space="preserve">, </w:t>
      </w:r>
      <w:r w:rsidRPr="00115F49">
        <w:t>nos boues qui nous montent du jarret au genou et du genou à la tête</w:t>
      </w:r>
      <w:r w:rsidR="00766774">
        <w:t xml:space="preserve">) ; </w:t>
      </w:r>
      <w:r w:rsidRPr="00115F49">
        <w:t>nous-mêmes nous aimons beaucoup les cérémonies</w:t>
      </w:r>
      <w:r w:rsidR="00766774">
        <w:t xml:space="preserve">. </w:t>
      </w:r>
      <w:r w:rsidRPr="00115F49">
        <w:t>Et nous avons tout un cérémonial qu</w:t>
      </w:r>
      <w:r w:rsidR="00766774">
        <w:t>’</w:t>
      </w:r>
      <w:r w:rsidRPr="00115F49">
        <w:t>il ne faut pas s</w:t>
      </w:r>
      <w:r w:rsidR="00766774">
        <w:t>’</w:t>
      </w:r>
      <w:r w:rsidRPr="00115F49">
        <w:t>aviser d</w:t>
      </w:r>
      <w:r w:rsidR="00766774">
        <w:t>’</w:t>
      </w:r>
      <w:r w:rsidRPr="00115F49">
        <w:t>ignorer ou de négliger dans les occasions où notre vie le réclame</w:t>
      </w:r>
      <w:r w:rsidR="00766774">
        <w:t xml:space="preserve">. </w:t>
      </w:r>
      <w:r w:rsidRPr="00115F49">
        <w:t>Essayez d</w:t>
      </w:r>
      <w:r w:rsidR="00766774">
        <w:t>’</w:t>
      </w:r>
      <w:r w:rsidRPr="00115F49">
        <w:t>être un compère de baptême et de ne pas porter la canne à rubans</w:t>
      </w:r>
      <w:r w:rsidR="00766774">
        <w:t xml:space="preserve"> ! </w:t>
      </w:r>
      <w:r w:rsidRPr="00115F49">
        <w:t>Si vous êtes garçon d</w:t>
      </w:r>
      <w:r w:rsidR="00766774">
        <w:t>’</w:t>
      </w:r>
      <w:r w:rsidRPr="00115F49">
        <w:t>honneur</w:t>
      </w:r>
      <w:r w:rsidR="00766774">
        <w:t xml:space="preserve">, </w:t>
      </w:r>
      <w:r w:rsidRPr="00115F49">
        <w:t>négligez voir la tabatière de votre demoiselle</w:t>
      </w:r>
      <w:r w:rsidR="00766774">
        <w:t xml:space="preserve">. </w:t>
      </w:r>
      <w:r w:rsidRPr="00115F49">
        <w:t>Et</w:t>
      </w:r>
      <w:r w:rsidR="00766774">
        <w:t xml:space="preserve">, </w:t>
      </w:r>
      <w:r w:rsidRPr="00115F49">
        <w:t>moissonnez sans floquer le poitrail des chevaux des torches de paille obligatoires</w:t>
      </w:r>
      <w:r w:rsidR="00766774">
        <w:t xml:space="preserve"> ! </w:t>
      </w:r>
      <w:r w:rsidRPr="00115F49">
        <w:t>Et coupez du pain sans croiser la miche</w:t>
      </w:r>
      <w:r w:rsidR="00766774">
        <w:t xml:space="preserve"> ! </w:t>
      </w:r>
      <w:r w:rsidRPr="00115F49">
        <w:t>Et je vous en dirai jusqu</w:t>
      </w:r>
      <w:r w:rsidR="00766774">
        <w:t>’</w:t>
      </w:r>
      <w:r w:rsidRPr="00115F49">
        <w:t>à demain</w:t>
      </w:r>
      <w:r w:rsidR="00766774">
        <w:t xml:space="preserve">. </w:t>
      </w:r>
      <w:r w:rsidRPr="00115F49">
        <w:t>Alors</w:t>
      </w:r>
      <w:r w:rsidR="00766774">
        <w:t xml:space="preserve">, </w:t>
      </w:r>
      <w:r w:rsidRPr="00115F49">
        <w:t xml:space="preserve">pour ces </w:t>
      </w:r>
      <w:r w:rsidRPr="00115F49">
        <w:lastRenderedPageBreak/>
        <w:t>travaux mystérieux qu</w:t>
      </w:r>
      <w:r w:rsidR="00766774">
        <w:t>’</w:t>
      </w:r>
      <w:r w:rsidRPr="00115F49">
        <w:t>on fait dans les régions qui avoisinent les tristesses et la mort</w:t>
      </w:r>
      <w:r w:rsidR="00766774">
        <w:t xml:space="preserve">, </w:t>
      </w:r>
      <w:r w:rsidRPr="00115F49">
        <w:t>pourquoi n</w:t>
      </w:r>
      <w:r w:rsidR="00766774">
        <w:t>’</w:t>
      </w:r>
      <w:r w:rsidRPr="00115F49">
        <w:t>y aurait-il pas un cérémonial encore plus exigeant</w:t>
      </w:r>
      <w:r w:rsidR="00766774">
        <w:t xml:space="preserve"> ? </w:t>
      </w:r>
      <w:r w:rsidRPr="00115F49">
        <w:t>Et pourquoi</w:t>
      </w:r>
      <w:r w:rsidR="00766774">
        <w:t xml:space="preserve">, </w:t>
      </w:r>
      <w:r w:rsidRPr="00115F49">
        <w:t>après tout ce que je vous ai raconté</w:t>
      </w:r>
      <w:r w:rsidR="00766774">
        <w:t xml:space="preserve">, </w:t>
      </w:r>
      <w:r w:rsidRPr="00115F49">
        <w:t>n</w:t>
      </w:r>
      <w:r w:rsidR="00766774">
        <w:t>’</w:t>
      </w:r>
      <w:r w:rsidRPr="00115F49">
        <w:t>admettrez-vous pas que Langlois était qualifié pour le mettre en branle</w:t>
      </w:r>
      <w:r w:rsidR="00766774">
        <w:t> ?</w:t>
      </w:r>
    </w:p>
    <w:p w14:paraId="72504755" w14:textId="77777777" w:rsidR="00766774" w:rsidRDefault="00115F49" w:rsidP="00115F49">
      <w:r w:rsidRPr="00115F49">
        <w:t>Et il faut reconnaître que ce fut fait de main de maître</w:t>
      </w:r>
      <w:r w:rsidR="00766774">
        <w:t>.</w:t>
      </w:r>
    </w:p>
    <w:p w14:paraId="0CCD6DC9" w14:textId="150D4153" w:rsidR="00766774" w:rsidRDefault="00115F49" w:rsidP="00115F49">
      <w:r w:rsidRPr="00115F49">
        <w:t>Ce visage silencieux et froid</w:t>
      </w:r>
      <w:r w:rsidR="00766774">
        <w:t xml:space="preserve">, </w:t>
      </w:r>
      <w:r w:rsidRPr="00115F49">
        <w:t>ces yeux qui regardaient</w:t>
      </w:r>
      <w:r w:rsidR="00766774">
        <w:t xml:space="preserve">, </w:t>
      </w:r>
      <w:r w:rsidRPr="00115F49">
        <w:t>on ne savait quoi à travers les montagnes</w:t>
      </w:r>
      <w:r w:rsidR="00766774">
        <w:t xml:space="preserve">, </w:t>
      </w:r>
      <w:r w:rsidRPr="00115F49">
        <w:t>recouvraient sans doute la mécanique à calculer sans calcul</w:t>
      </w:r>
      <w:r w:rsidR="00766774">
        <w:t xml:space="preserve">. </w:t>
      </w:r>
      <w:r w:rsidRPr="00115F49">
        <w:t>Nous apprîmes dans la même heure que</w:t>
      </w:r>
      <w:r w:rsidR="00766774">
        <w:t xml:space="preserve">, </w:t>
      </w:r>
      <w:r w:rsidRPr="00115F49">
        <w:t>sous forme de prestation communale</w:t>
      </w:r>
      <w:r w:rsidR="00766774">
        <w:t xml:space="preserve">, </w:t>
      </w:r>
      <w:r w:rsidRPr="00115F49">
        <w:t>nous passions avec armes et bagages sous les ordres directs de Langlois pour une battue générale</w:t>
      </w:r>
      <w:r w:rsidR="00766774">
        <w:t xml:space="preserve"> ; </w:t>
      </w:r>
      <w:r w:rsidRPr="00115F49">
        <w:t>que le capitaine</w:t>
      </w:r>
      <w:r w:rsidR="00C60E26">
        <w:t>,</w:t>
      </w:r>
      <w:r w:rsidRPr="00115F49">
        <w:t xml:space="preserve"> et surtout la capitaine</w:t>
      </w:r>
      <w:r w:rsidR="00062CF6">
        <w:t>,</w:t>
      </w:r>
      <w:r w:rsidRPr="00115F49">
        <w:t xml:space="preserve"> seraient de la fête</w:t>
      </w:r>
      <w:r w:rsidR="00766774">
        <w:t xml:space="preserve">, </w:t>
      </w:r>
      <w:r w:rsidRPr="00115F49">
        <w:t>non pas du balcon</w:t>
      </w:r>
      <w:r w:rsidR="00766774">
        <w:t xml:space="preserve">, </w:t>
      </w:r>
      <w:r w:rsidRPr="00115F49">
        <w:t>mais dans les rangs</w:t>
      </w:r>
      <w:r w:rsidR="00766774">
        <w:t xml:space="preserve"> ; </w:t>
      </w:r>
      <w:r w:rsidRPr="00115F49">
        <w:t>que le fameux procureur royal</w:t>
      </w:r>
      <w:r w:rsidR="00766774">
        <w:t xml:space="preserve">, </w:t>
      </w:r>
      <w:r w:rsidRPr="00115F49">
        <w:t>invité par express</w:t>
      </w:r>
      <w:r w:rsidR="00766774">
        <w:t xml:space="preserve">, </w:t>
      </w:r>
      <w:r w:rsidRPr="00115F49">
        <w:t>avait tout quitté pour être des nôtres</w:t>
      </w:r>
      <w:r w:rsidR="00766774">
        <w:t xml:space="preserve">, </w:t>
      </w:r>
      <w:r w:rsidRPr="00115F49">
        <w:t>qu</w:t>
      </w:r>
      <w:r w:rsidR="00766774">
        <w:t>’</w:t>
      </w:r>
      <w:r w:rsidRPr="00115F49">
        <w:t>il était à une étape du village</w:t>
      </w:r>
      <w:r w:rsidR="00766774">
        <w:t xml:space="preserve">, </w:t>
      </w:r>
      <w:r w:rsidRPr="00115F49">
        <w:t>ayant couché</w:t>
      </w:r>
      <w:r w:rsidR="00766774">
        <w:t xml:space="preserve">, </w:t>
      </w:r>
      <w:r w:rsidRPr="00115F49">
        <w:t>la nuit d</w:t>
      </w:r>
      <w:r w:rsidR="00766774">
        <w:t>’</w:t>
      </w:r>
      <w:r w:rsidRPr="00115F49">
        <w:t>avant</w:t>
      </w:r>
      <w:r w:rsidR="00766774">
        <w:t xml:space="preserve">, </w:t>
      </w:r>
      <w:r w:rsidRPr="00115F49">
        <w:t>au Monétier</w:t>
      </w:r>
      <w:r w:rsidR="00766774">
        <w:t xml:space="preserve"> ; </w:t>
      </w:r>
      <w:r w:rsidRPr="00115F49">
        <w:t>que</w:t>
      </w:r>
      <w:r w:rsidR="00766774">
        <w:t xml:space="preserve">, </w:t>
      </w:r>
      <w:r w:rsidRPr="00115F49">
        <w:t>paraît-il</w:t>
      </w:r>
      <w:r w:rsidR="00766774">
        <w:t xml:space="preserve">, </w:t>
      </w:r>
      <w:r w:rsidRPr="00115F49">
        <w:t>il n</w:t>
      </w:r>
      <w:r w:rsidR="00766774">
        <w:t>’</w:t>
      </w:r>
      <w:r w:rsidRPr="00115F49">
        <w:t>avait jamais porté son ventre si vite</w:t>
      </w:r>
      <w:r w:rsidR="00766774">
        <w:t xml:space="preserve"> ; </w:t>
      </w:r>
      <w:r w:rsidRPr="00115F49">
        <w:t>que</w:t>
      </w:r>
      <w:r w:rsidR="00766774">
        <w:t xml:space="preserve">, </w:t>
      </w:r>
      <w:r w:rsidRPr="00115F49">
        <w:t>bien entendu</w:t>
      </w:r>
      <w:r w:rsidR="00766774">
        <w:t xml:space="preserve">, </w:t>
      </w:r>
      <w:r w:rsidRPr="00115F49">
        <w:t>il ne fallait pas s</w:t>
      </w:r>
      <w:r w:rsidR="00766774">
        <w:t>’</w:t>
      </w:r>
      <w:r w:rsidRPr="00115F49">
        <w:t>attendre à le voir rire</w:t>
      </w:r>
      <w:r w:rsidR="00766774">
        <w:t xml:space="preserve"> ; </w:t>
      </w:r>
      <w:r w:rsidRPr="00115F49">
        <w:t>qu</w:t>
      </w:r>
      <w:r w:rsidR="00766774">
        <w:t>’</w:t>
      </w:r>
      <w:r w:rsidRPr="00115F49">
        <w:t>il avait</w:t>
      </w:r>
      <w:r w:rsidR="00766774">
        <w:t xml:space="preserve">, </w:t>
      </w:r>
      <w:r w:rsidRPr="00115F49">
        <w:t>au contraire</w:t>
      </w:r>
      <w:r w:rsidR="00766774">
        <w:t xml:space="preserve">, </w:t>
      </w:r>
      <w:r w:rsidRPr="00115F49">
        <w:t>l</w:t>
      </w:r>
      <w:r w:rsidR="00766774">
        <w:t>’</w:t>
      </w:r>
      <w:r w:rsidRPr="00115F49">
        <w:t>air assez renfrogné</w:t>
      </w:r>
      <w:r w:rsidR="00766774">
        <w:t xml:space="preserve">, </w:t>
      </w:r>
      <w:r w:rsidRPr="00115F49">
        <w:t>mais que cette particularité</w:t>
      </w:r>
      <w:r w:rsidR="00766774">
        <w:t xml:space="preserve">, </w:t>
      </w:r>
      <w:r w:rsidRPr="00115F49">
        <w:t>inhérente à sa fonction</w:t>
      </w:r>
      <w:r w:rsidR="00766774">
        <w:t xml:space="preserve">, </w:t>
      </w:r>
      <w:r w:rsidRPr="00115F49">
        <w:t>ne devait pas nous inquiéter</w:t>
      </w:r>
      <w:r w:rsidR="00766774">
        <w:t>.</w:t>
      </w:r>
    </w:p>
    <w:p w14:paraId="3FF96CB2" w14:textId="77777777" w:rsidR="00766774" w:rsidRDefault="00115F49" w:rsidP="00115F49">
      <w:r w:rsidRPr="00115F49">
        <w:t>Ce n</w:t>
      </w:r>
      <w:r w:rsidR="00766774">
        <w:t>’</w:t>
      </w:r>
      <w:r w:rsidRPr="00115F49">
        <w:t>est pas tout</w:t>
      </w:r>
      <w:r w:rsidR="00766774">
        <w:t xml:space="preserve"> : </w:t>
      </w:r>
      <w:r w:rsidRPr="00115F49">
        <w:t>il y avait onze cors de chasse qui seraient disséminés dans des lignes de rabatteurs</w:t>
      </w:r>
      <w:r w:rsidR="00766774">
        <w:t xml:space="preserve"> ; </w:t>
      </w:r>
      <w:r w:rsidRPr="00115F49">
        <w:t>on disait merveille du costume de la capitaine</w:t>
      </w:r>
      <w:r w:rsidR="00766774">
        <w:t xml:space="preserve">. </w:t>
      </w:r>
      <w:r w:rsidRPr="00115F49">
        <w:t>Imaginez ce que cette femme pouvait être dans la neige</w:t>
      </w:r>
      <w:r w:rsidR="00766774">
        <w:t xml:space="preserve"> ! </w:t>
      </w:r>
      <w:r w:rsidRPr="00115F49">
        <w:t>Enfin</w:t>
      </w:r>
      <w:r w:rsidR="00766774">
        <w:t xml:space="preserve">, </w:t>
      </w:r>
      <w:r w:rsidRPr="00115F49">
        <w:t>pour le soir même</w:t>
      </w:r>
      <w:r w:rsidR="00766774">
        <w:t xml:space="preserve">, </w:t>
      </w:r>
      <w:r w:rsidRPr="00115F49">
        <w:t>nous étions convoqués dans la salle d</w:t>
      </w:r>
      <w:r w:rsidR="00766774">
        <w:t>’</w:t>
      </w:r>
      <w:r w:rsidRPr="00115F49">
        <w:t>école où Langlois en personne nous mettrait au courant du rôle que nous aurions à tenir</w:t>
      </w:r>
      <w:r w:rsidR="00766774">
        <w:t>.</w:t>
      </w:r>
    </w:p>
    <w:p w14:paraId="5ECBB6BD" w14:textId="77777777" w:rsidR="00766774" w:rsidRDefault="00115F49" w:rsidP="00115F49">
      <w:r w:rsidRPr="00115F49">
        <w:t>Dès six heures nous étions tous là</w:t>
      </w:r>
      <w:r w:rsidR="00766774">
        <w:t xml:space="preserve">, </w:t>
      </w:r>
      <w:r w:rsidRPr="00115F49">
        <w:t>quatre-vingts hommes</w:t>
      </w:r>
      <w:r w:rsidR="00766774">
        <w:t xml:space="preserve"> : </w:t>
      </w:r>
      <w:r w:rsidRPr="00115F49">
        <w:t>pères</w:t>
      </w:r>
      <w:r w:rsidR="00766774">
        <w:t xml:space="preserve">, </w:t>
      </w:r>
      <w:r w:rsidRPr="00115F49">
        <w:t>fils</w:t>
      </w:r>
      <w:r w:rsidR="00766774">
        <w:t xml:space="preserve">, </w:t>
      </w:r>
      <w:r w:rsidRPr="00115F49">
        <w:t>frères et grands-pères</w:t>
      </w:r>
      <w:r w:rsidR="00766774">
        <w:t xml:space="preserve">, </w:t>
      </w:r>
      <w:r w:rsidRPr="00115F49">
        <w:t>ravis d</w:t>
      </w:r>
      <w:r w:rsidR="00766774">
        <w:t>’</w:t>
      </w:r>
      <w:r w:rsidRPr="00115F49">
        <w:t>entendre notre Langlois se débrouiller dans tous nos lieux-dits</w:t>
      </w:r>
      <w:r w:rsidR="00766774">
        <w:t xml:space="preserve">, </w:t>
      </w:r>
      <w:r w:rsidRPr="00115F49">
        <w:t xml:space="preserve">nos </w:t>
      </w:r>
      <w:r w:rsidRPr="00115F49">
        <w:lastRenderedPageBreak/>
        <w:t>vallons</w:t>
      </w:r>
      <w:r w:rsidR="00766774">
        <w:t xml:space="preserve">, </w:t>
      </w:r>
      <w:r w:rsidRPr="00115F49">
        <w:t>nos crêtes</w:t>
      </w:r>
      <w:r w:rsidR="00766774">
        <w:t xml:space="preserve">, </w:t>
      </w:r>
      <w:r w:rsidRPr="00115F49">
        <w:t>nos haberts</w:t>
      </w:r>
      <w:r w:rsidR="00766774">
        <w:t xml:space="preserve">, </w:t>
      </w:r>
      <w:r w:rsidRPr="00115F49">
        <w:t>nos jas</w:t>
      </w:r>
      <w:r w:rsidR="00766774">
        <w:t xml:space="preserve">, </w:t>
      </w:r>
      <w:r w:rsidRPr="00115F49">
        <w:t>et nos pistes les plus secrètes</w:t>
      </w:r>
      <w:r w:rsidR="00766774">
        <w:t xml:space="preserve">. </w:t>
      </w:r>
      <w:r w:rsidRPr="00115F49">
        <w:t>Pas une erreur</w:t>
      </w:r>
      <w:r w:rsidR="00766774">
        <w:t xml:space="preserve">, </w:t>
      </w:r>
      <w:r w:rsidRPr="00115F49">
        <w:t>pas un mot de trop</w:t>
      </w:r>
      <w:r w:rsidR="00766774">
        <w:t xml:space="preserve">, </w:t>
      </w:r>
      <w:r w:rsidRPr="00115F49">
        <w:t>pas une forêt qui soit prise pour une autre</w:t>
      </w:r>
      <w:r w:rsidR="00766774">
        <w:t xml:space="preserve"> : </w:t>
      </w:r>
      <w:r w:rsidRPr="00115F49">
        <w:t>chaque chose à sa place</w:t>
      </w:r>
      <w:r w:rsidR="00766774">
        <w:t xml:space="preserve">, </w:t>
      </w:r>
      <w:r w:rsidRPr="00115F49">
        <w:t>chaque itinéraire balisé pire que pour une revue royale</w:t>
      </w:r>
      <w:r w:rsidR="00766774">
        <w:t xml:space="preserve">. </w:t>
      </w:r>
      <w:r w:rsidRPr="00115F49">
        <w:t>Les pas tracés d</w:t>
      </w:r>
      <w:r w:rsidR="00766774">
        <w:t>’</w:t>
      </w:r>
      <w:r w:rsidRPr="00115F49">
        <w:t>avance</w:t>
      </w:r>
      <w:r w:rsidR="00766774">
        <w:t xml:space="preserve">, </w:t>
      </w:r>
      <w:r w:rsidRPr="00115F49">
        <w:t>les repos indiqués</w:t>
      </w:r>
      <w:r w:rsidR="00766774">
        <w:t xml:space="preserve">, </w:t>
      </w:r>
      <w:r w:rsidRPr="00115F49">
        <w:t>les sonneries de cors marquées non seulement dans la minute</w:t>
      </w:r>
      <w:r w:rsidR="00766774">
        <w:t xml:space="preserve">, </w:t>
      </w:r>
      <w:r w:rsidRPr="00115F49">
        <w:t>mais dans l</w:t>
      </w:r>
      <w:r w:rsidR="00766774">
        <w:t>’</w:t>
      </w:r>
      <w:r w:rsidRPr="00115F49">
        <w:t>endroit où elles devaient éclater</w:t>
      </w:r>
      <w:r w:rsidR="00766774">
        <w:t>.</w:t>
      </w:r>
    </w:p>
    <w:p w14:paraId="482E54D7" w14:textId="77777777" w:rsidR="00766774" w:rsidRDefault="00115F49" w:rsidP="00115F49">
      <w:r w:rsidRPr="00115F49">
        <w:t>Et si nous avions cru que notre Langlois avait oublié nos noms</w:t>
      </w:r>
      <w:r w:rsidR="00766774">
        <w:t xml:space="preserve">, </w:t>
      </w:r>
      <w:r w:rsidRPr="00115F49">
        <w:t>ah</w:t>
      </w:r>
      <w:r w:rsidR="00766774">
        <w:t xml:space="preserve"> ! </w:t>
      </w:r>
      <w:r w:rsidRPr="00115F49">
        <w:t>je t</w:t>
      </w:r>
      <w:r w:rsidR="00766774">
        <w:t>’</w:t>
      </w:r>
      <w:r w:rsidRPr="00115F49">
        <w:t>en fiche</w:t>
      </w:r>
      <w:r w:rsidR="00766774">
        <w:t xml:space="preserve"> ! </w:t>
      </w:r>
      <w:r w:rsidRPr="00115F49">
        <w:t>Nos noms et notre parentage</w:t>
      </w:r>
      <w:r w:rsidR="00766774">
        <w:t xml:space="preserve"> (</w:t>
      </w:r>
      <w:r w:rsidRPr="00115F49">
        <w:t>auxquels nous tenons comme à la prunelle de nos yeux</w:t>
      </w:r>
      <w:r w:rsidR="00766774">
        <w:t xml:space="preserve">) </w:t>
      </w:r>
      <w:r w:rsidRPr="00115F49">
        <w:t>sus sur le bout du doigt</w:t>
      </w:r>
      <w:r w:rsidR="00766774">
        <w:t> !</w:t>
      </w:r>
    </w:p>
    <w:p w14:paraId="34799053" w14:textId="77777777" w:rsidR="00766774" w:rsidRDefault="00766774" w:rsidP="00115F49">
      <w:r>
        <w:t>« </w:t>
      </w:r>
      <w:r w:rsidR="00115F49" w:rsidRPr="00115F49">
        <w:t>Un tel</w:t>
      </w:r>
      <w:r>
        <w:t xml:space="preserve">, </w:t>
      </w:r>
      <w:r w:rsidR="00115F49" w:rsidRPr="00115F49">
        <w:t>fils d</w:t>
      </w:r>
      <w:r>
        <w:t>’</w:t>
      </w:r>
      <w:r w:rsidR="00115F49" w:rsidRPr="00115F49">
        <w:t>un tel</w:t>
      </w:r>
      <w:r>
        <w:t xml:space="preserve">, </w:t>
      </w:r>
      <w:r w:rsidR="00115F49" w:rsidRPr="00115F49">
        <w:t>père d</w:t>
      </w:r>
      <w:r>
        <w:t>’</w:t>
      </w:r>
      <w:r w:rsidR="00115F49" w:rsidRPr="00115F49">
        <w:t>un tel sera à tel endroit</w:t>
      </w:r>
      <w:r>
        <w:t xml:space="preserve">, </w:t>
      </w:r>
      <w:r w:rsidR="00115F49" w:rsidRPr="00115F49">
        <w:t>à tel moment</w:t>
      </w:r>
      <w:r>
        <w:t xml:space="preserve">. </w:t>
      </w:r>
      <w:r w:rsidR="00115F49" w:rsidRPr="00115F49">
        <w:t>Il aura à sa gauche Baculard</w:t>
      </w:r>
      <w:r>
        <w:t>. » (</w:t>
      </w:r>
      <w:r w:rsidR="00115F49" w:rsidRPr="00115F49">
        <w:t>Il précisait</w:t>
      </w:r>
      <w:r>
        <w:t xml:space="preserve"> : </w:t>
      </w:r>
      <w:r w:rsidR="00115F49" w:rsidRPr="00115F49">
        <w:t>le fils</w:t>
      </w:r>
      <w:r>
        <w:t xml:space="preserve">, </w:t>
      </w:r>
      <w:r w:rsidR="00115F49" w:rsidRPr="00115F49">
        <w:t>et il précisait encore</w:t>
      </w:r>
      <w:r>
        <w:t xml:space="preserve"> : </w:t>
      </w:r>
      <w:r w:rsidR="00115F49" w:rsidRPr="00115F49">
        <w:t>je dis le fils parce que je sais que le fils</w:t>
      </w:r>
      <w:r>
        <w:t>…)</w:t>
      </w:r>
    </w:p>
    <w:p w14:paraId="36A2A049" w14:textId="77777777" w:rsidR="00766774" w:rsidRDefault="00115F49" w:rsidP="00115F49">
      <w:r w:rsidRPr="00115F49">
        <w:t>Et alors</w:t>
      </w:r>
      <w:r w:rsidR="00766774">
        <w:t xml:space="preserve">, </w:t>
      </w:r>
      <w:r w:rsidRPr="00115F49">
        <w:t>c</w:t>
      </w:r>
      <w:r w:rsidR="00766774">
        <w:t>’</w:t>
      </w:r>
      <w:r w:rsidRPr="00115F49">
        <w:t>étaient non seulement le nom et le parentage mais les particularités de chacun</w:t>
      </w:r>
      <w:r w:rsidR="00766774">
        <w:t xml:space="preserve">, </w:t>
      </w:r>
      <w:r w:rsidRPr="00115F49">
        <w:t>les vertus les plus secrètes</w:t>
      </w:r>
      <w:r w:rsidR="00766774">
        <w:t>.</w:t>
      </w:r>
    </w:p>
    <w:p w14:paraId="17EBEC16" w14:textId="77777777" w:rsidR="00766774" w:rsidRDefault="00766774" w:rsidP="00115F49">
      <w:r>
        <w:t>— </w:t>
      </w:r>
      <w:r w:rsidR="00115F49" w:rsidRPr="00115F49">
        <w:t>Je dis le fils parce que je sais que le fils relève aisément tout seul un tonneau de piquette de cent vingt litres et</w:t>
      </w:r>
      <w:r>
        <w:t xml:space="preserve">, </w:t>
      </w:r>
      <w:r w:rsidR="00115F49" w:rsidRPr="00115F49">
        <w:t>à cet endroit-là</w:t>
      </w:r>
      <w:r>
        <w:t xml:space="preserve">, </w:t>
      </w:r>
      <w:r w:rsidR="00115F49" w:rsidRPr="00115F49">
        <w:t>j</w:t>
      </w:r>
      <w:r>
        <w:t>’</w:t>
      </w:r>
      <w:r w:rsidR="00115F49" w:rsidRPr="00115F49">
        <w:t>ai besoin d</w:t>
      </w:r>
      <w:r>
        <w:t>’</w:t>
      </w:r>
      <w:r w:rsidR="00115F49" w:rsidRPr="00115F49">
        <w:t>un homme qui ait les reins solides parce que</w:t>
      </w:r>
      <w:r>
        <w:t xml:space="preserve">… </w:t>
      </w:r>
      <w:r w:rsidR="00115F49" w:rsidRPr="00115F49">
        <w:t>et il expliquait pourquoi</w:t>
      </w:r>
      <w:r>
        <w:t>.</w:t>
      </w:r>
    </w:p>
    <w:p w14:paraId="50CCBA1E" w14:textId="77777777" w:rsidR="00766774" w:rsidRDefault="00115F49" w:rsidP="00115F49">
      <w:r w:rsidRPr="00115F49">
        <w:t>Vous parlez si le fils Baculard aurait raté sa place d</w:t>
      </w:r>
      <w:r w:rsidR="00766774">
        <w:t>’</w:t>
      </w:r>
      <w:r w:rsidRPr="00115F49">
        <w:t>un millimètre et d</w:t>
      </w:r>
      <w:r w:rsidR="00766774">
        <w:t>’</w:t>
      </w:r>
      <w:r w:rsidRPr="00115F49">
        <w:t>une seconde</w:t>
      </w:r>
      <w:r w:rsidR="00766774">
        <w:t xml:space="preserve">. </w:t>
      </w:r>
      <w:r w:rsidRPr="00115F49">
        <w:t>On aurait entendu voler une mouche</w:t>
      </w:r>
      <w:r w:rsidR="00766774">
        <w:t xml:space="preserve">. </w:t>
      </w:r>
      <w:r w:rsidRPr="00115F49">
        <w:t>On le buvait des yeux le Langlois</w:t>
      </w:r>
      <w:r w:rsidR="00766774">
        <w:t xml:space="preserve">. </w:t>
      </w:r>
      <w:r w:rsidRPr="00115F49">
        <w:t>Ça</w:t>
      </w:r>
      <w:r w:rsidR="00766774">
        <w:t xml:space="preserve">, </w:t>
      </w:r>
      <w:r w:rsidRPr="00115F49">
        <w:t>c</w:t>
      </w:r>
      <w:r w:rsidR="00766774">
        <w:t>’</w:t>
      </w:r>
      <w:r w:rsidRPr="00115F49">
        <w:t>était un homme</w:t>
      </w:r>
      <w:r w:rsidR="00766774">
        <w:t> !</w:t>
      </w:r>
    </w:p>
    <w:p w14:paraId="590CFE98" w14:textId="77777777" w:rsidR="00766774" w:rsidRDefault="00115F49" w:rsidP="00115F49">
      <w:r w:rsidRPr="00115F49">
        <w:t>Je ne crois pas qu</w:t>
      </w:r>
      <w:r w:rsidR="00766774">
        <w:t>’</w:t>
      </w:r>
      <w:r w:rsidRPr="00115F49">
        <w:t>on ait beaucoup dormi cette nuit-là</w:t>
      </w:r>
      <w:r w:rsidR="00766774">
        <w:t xml:space="preserve">. </w:t>
      </w:r>
      <w:r w:rsidRPr="00115F49">
        <w:t>On a rêvé</w:t>
      </w:r>
      <w:r w:rsidR="00766774">
        <w:t xml:space="preserve">, </w:t>
      </w:r>
      <w:r w:rsidRPr="00115F49">
        <w:t>les yeux ouverts</w:t>
      </w:r>
      <w:r w:rsidR="00766774">
        <w:t xml:space="preserve">, </w:t>
      </w:r>
      <w:r w:rsidRPr="00115F49">
        <w:t>de nos itinéraires qu</w:t>
      </w:r>
      <w:r w:rsidR="00766774">
        <w:t>’</w:t>
      </w:r>
      <w:r w:rsidRPr="00115F49">
        <w:t>il avait tracés avec tant de précision que nous en voyions</w:t>
      </w:r>
      <w:r w:rsidR="00766774">
        <w:t xml:space="preserve">, </w:t>
      </w:r>
      <w:r w:rsidRPr="00115F49">
        <w:t>comme s</w:t>
      </w:r>
      <w:r w:rsidR="00766774">
        <w:t>’</w:t>
      </w:r>
      <w:r w:rsidRPr="00115F49">
        <w:t>ils étaient là devant nous</w:t>
      </w:r>
      <w:r w:rsidR="00766774">
        <w:t xml:space="preserve">, </w:t>
      </w:r>
      <w:r w:rsidRPr="00115F49">
        <w:t>tous les détails</w:t>
      </w:r>
      <w:r w:rsidR="00766774">
        <w:t xml:space="preserve"> : </w:t>
      </w:r>
      <w:r w:rsidRPr="00115F49">
        <w:t>les cornes de bois</w:t>
      </w:r>
      <w:r w:rsidR="00766774">
        <w:t xml:space="preserve">, </w:t>
      </w:r>
      <w:r w:rsidRPr="00115F49">
        <w:t>les lisières</w:t>
      </w:r>
      <w:r w:rsidR="00766774">
        <w:t xml:space="preserve">, </w:t>
      </w:r>
      <w:r w:rsidRPr="00115F49">
        <w:t>les clairières</w:t>
      </w:r>
      <w:r w:rsidR="00766774">
        <w:t xml:space="preserve">, </w:t>
      </w:r>
      <w:r w:rsidRPr="00115F49">
        <w:t>les découverts</w:t>
      </w:r>
      <w:r w:rsidR="00766774">
        <w:t xml:space="preserve"> ; </w:t>
      </w:r>
      <w:r w:rsidRPr="00115F49">
        <w:t xml:space="preserve">on a rêvé les yeux </w:t>
      </w:r>
      <w:r w:rsidRPr="00115F49">
        <w:lastRenderedPageBreak/>
        <w:t>ouverts à cet homme qui nous connaissait comme sa poche et qui ne consentait jamais à nous sourire</w:t>
      </w:r>
      <w:r w:rsidR="00766774">
        <w:t>.</w:t>
      </w:r>
    </w:p>
    <w:p w14:paraId="628FE40F" w14:textId="77777777" w:rsidR="00766774" w:rsidRDefault="00115F49" w:rsidP="00115F49">
      <w:r w:rsidRPr="00115F49">
        <w:t>Au matin</w:t>
      </w:r>
      <w:r w:rsidR="00766774">
        <w:t xml:space="preserve"> : </w:t>
      </w:r>
      <w:r w:rsidRPr="00115F49">
        <w:t>sur pied</w:t>
      </w:r>
      <w:r w:rsidR="00766774">
        <w:t xml:space="preserve">, </w:t>
      </w:r>
      <w:r w:rsidRPr="00115F49">
        <w:t>astiqués</w:t>
      </w:r>
      <w:r w:rsidR="00766774">
        <w:t xml:space="preserve">, </w:t>
      </w:r>
      <w:r w:rsidRPr="00115F49">
        <w:t>recta</w:t>
      </w:r>
      <w:r w:rsidR="00766774">
        <w:t xml:space="preserve">. </w:t>
      </w:r>
      <w:r w:rsidRPr="00115F49">
        <w:t>Louis-Philippe serait venu à genoux nous demander un service</w:t>
      </w:r>
      <w:r w:rsidR="00766774">
        <w:t xml:space="preserve">, </w:t>
      </w:r>
      <w:r w:rsidRPr="00115F49">
        <w:t>on l</w:t>
      </w:r>
      <w:r w:rsidR="00766774">
        <w:t>’</w:t>
      </w:r>
      <w:r w:rsidRPr="00115F49">
        <w:t>aurait envoyé au bain</w:t>
      </w:r>
      <w:r w:rsidR="00766774">
        <w:t xml:space="preserve">. </w:t>
      </w:r>
      <w:r w:rsidRPr="00115F49">
        <w:t>Et comment</w:t>
      </w:r>
      <w:r w:rsidR="00766774">
        <w:t> !</w:t>
      </w:r>
    </w:p>
    <w:p w14:paraId="452D014B" w14:textId="388FC5F3" w:rsidR="00766774" w:rsidRDefault="00115F49" w:rsidP="00115F49">
      <w:r w:rsidRPr="00115F49">
        <w:t>On vit arriver un traîneau de Saint-Baudille</w:t>
      </w:r>
      <w:r w:rsidR="00766774">
        <w:t xml:space="preserve">. </w:t>
      </w:r>
      <w:r w:rsidRPr="00115F49">
        <w:t>Attelé à trois</w:t>
      </w:r>
      <w:r w:rsidR="00766774">
        <w:t xml:space="preserve"> ; </w:t>
      </w:r>
      <w:r w:rsidRPr="00115F49">
        <w:t>vide</w:t>
      </w:r>
      <w:r w:rsidR="00766774">
        <w:t xml:space="preserve"> ; </w:t>
      </w:r>
      <w:r w:rsidRPr="00115F49">
        <w:t>rempli d</w:t>
      </w:r>
      <w:r w:rsidR="00766774">
        <w:t>’</w:t>
      </w:r>
      <w:r w:rsidRPr="00115F49">
        <w:t xml:space="preserve">une simple couverture en chèvre du </w:t>
      </w:r>
      <w:r w:rsidR="003E31C5">
        <w:t>Thibet</w:t>
      </w:r>
      <w:r w:rsidR="00766774">
        <w:t xml:space="preserve">, </w:t>
      </w:r>
      <w:r w:rsidRPr="00115F49">
        <w:t>mais une couverture</w:t>
      </w:r>
      <w:r w:rsidR="00766774">
        <w:t xml:space="preserve">, </w:t>
      </w:r>
      <w:r w:rsidRPr="00115F49">
        <w:t>oh</w:t>
      </w:r>
      <w:r w:rsidR="00766774">
        <w:t xml:space="preserve"> ! </w:t>
      </w:r>
      <w:r w:rsidRPr="00115F49">
        <w:t>de quarante kilos</w:t>
      </w:r>
      <w:r w:rsidR="00766774">
        <w:t xml:space="preserve">, </w:t>
      </w:r>
      <w:r w:rsidRPr="00115F49">
        <w:t>à croire qu</w:t>
      </w:r>
      <w:r w:rsidR="00766774">
        <w:t>’</w:t>
      </w:r>
      <w:r w:rsidRPr="00115F49">
        <w:t>il transportait de la neige</w:t>
      </w:r>
      <w:r w:rsidR="00766774">
        <w:t xml:space="preserve">. </w:t>
      </w:r>
      <w:r w:rsidRPr="00115F49">
        <w:t>Des colliers</w:t>
      </w:r>
      <w:r w:rsidR="00766774">
        <w:t xml:space="preserve">, </w:t>
      </w:r>
      <w:r w:rsidRPr="00115F49">
        <w:t>des clochettes</w:t>
      </w:r>
      <w:r w:rsidR="00766774">
        <w:t xml:space="preserve">, </w:t>
      </w:r>
      <w:r w:rsidRPr="00115F49">
        <w:t>des houppes au frontal des chevaux</w:t>
      </w:r>
      <w:r w:rsidR="00766774">
        <w:t xml:space="preserve">. </w:t>
      </w:r>
      <w:r w:rsidRPr="00115F49">
        <w:t>Sur le siège</w:t>
      </w:r>
      <w:r w:rsidR="00766774">
        <w:t xml:space="preserve">, </w:t>
      </w:r>
      <w:r w:rsidRPr="00115F49">
        <w:t>Bouvard le cocher</w:t>
      </w:r>
      <w:r w:rsidR="00766774">
        <w:t xml:space="preserve">, </w:t>
      </w:r>
      <w:r w:rsidRPr="00115F49">
        <w:t>avec ses moustaches</w:t>
      </w:r>
      <w:r w:rsidR="00766774">
        <w:t xml:space="preserve">. </w:t>
      </w:r>
      <w:r w:rsidRPr="00115F49">
        <w:t>Un maître</w:t>
      </w:r>
      <w:r w:rsidR="00766774">
        <w:t xml:space="preserve"> ! </w:t>
      </w:r>
      <w:r w:rsidRPr="00115F49">
        <w:t>Un virage au grand trot à travers les tilleuls de la place</w:t>
      </w:r>
      <w:r w:rsidR="00766774">
        <w:t xml:space="preserve"> ; </w:t>
      </w:r>
      <w:r w:rsidRPr="00115F49">
        <w:t>un virage où les patins font un rond comme si on l</w:t>
      </w:r>
      <w:r w:rsidR="00766774">
        <w:t>’</w:t>
      </w:r>
      <w:r w:rsidRPr="00115F49">
        <w:t>avait tracé au compas</w:t>
      </w:r>
      <w:r w:rsidR="00766774">
        <w:t xml:space="preserve">. </w:t>
      </w:r>
      <w:r w:rsidRPr="00115F49">
        <w:t>Et pile</w:t>
      </w:r>
      <w:r w:rsidR="00766774">
        <w:t xml:space="preserve"> ! </w:t>
      </w:r>
      <w:r w:rsidRPr="00115F49">
        <w:t>Arrêt devant le Café de la route</w:t>
      </w:r>
      <w:r w:rsidR="00766774">
        <w:t>.</w:t>
      </w:r>
    </w:p>
    <w:p w14:paraId="6A977F06" w14:textId="77777777" w:rsidR="00766774" w:rsidRDefault="00115F49" w:rsidP="00115F49">
      <w:r w:rsidRPr="00115F49">
        <w:t>Alors</w:t>
      </w:r>
      <w:r w:rsidR="00766774">
        <w:t xml:space="preserve">, </w:t>
      </w:r>
      <w:r w:rsidRPr="00115F49">
        <w:t>qu</w:t>
      </w:r>
      <w:r w:rsidR="00766774">
        <w:t>’</w:t>
      </w:r>
      <w:r w:rsidRPr="00115F49">
        <w:t>est-ce qu</w:t>
      </w:r>
      <w:r w:rsidR="00766774">
        <w:t>’</w:t>
      </w:r>
      <w:r w:rsidRPr="00115F49">
        <w:t>on voit</w:t>
      </w:r>
      <w:r w:rsidR="00766774">
        <w:t xml:space="preserve"> ? </w:t>
      </w:r>
      <w:r w:rsidRPr="00115F49">
        <w:t>Saucisse</w:t>
      </w:r>
      <w:r w:rsidR="00766774">
        <w:t> !</w:t>
      </w:r>
    </w:p>
    <w:p w14:paraId="50F0EEC8" w14:textId="77777777" w:rsidR="00766774" w:rsidRDefault="00115F49" w:rsidP="00115F49">
      <w:r w:rsidRPr="00115F49">
        <w:t>Quel dommage qu</w:t>
      </w:r>
      <w:r w:rsidR="00766774">
        <w:t>’</w:t>
      </w:r>
      <w:r w:rsidRPr="00115F49">
        <w:t>à ce moment-là on ne se soit pas souvenu de son vrai nom</w:t>
      </w:r>
      <w:r w:rsidR="00766774">
        <w:t xml:space="preserve">, </w:t>
      </w:r>
      <w:r w:rsidRPr="00115F49">
        <w:t>car</w:t>
      </w:r>
      <w:r w:rsidR="00766774">
        <w:t xml:space="preserve">, </w:t>
      </w:r>
      <w:r w:rsidRPr="00115F49">
        <w:t>ce n</w:t>
      </w:r>
      <w:r w:rsidR="00766774">
        <w:t>’</w:t>
      </w:r>
      <w:r w:rsidRPr="00115F49">
        <w:t>était pas Saucisse</w:t>
      </w:r>
      <w:r w:rsidR="00766774">
        <w:t xml:space="preserve">, </w:t>
      </w:r>
      <w:r w:rsidRPr="00115F49">
        <w:t>oh</w:t>
      </w:r>
      <w:r w:rsidR="00766774">
        <w:t xml:space="preserve"> ! </w:t>
      </w:r>
      <w:r w:rsidRPr="00115F49">
        <w:t>pas du tout</w:t>
      </w:r>
      <w:r w:rsidR="00766774">
        <w:t> !</w:t>
      </w:r>
    </w:p>
    <w:p w14:paraId="4605542F" w14:textId="77777777" w:rsidR="00766774" w:rsidRDefault="00115F49" w:rsidP="00115F49">
      <w:r w:rsidRPr="00115F49">
        <w:t>Et comment appeler ça</w:t>
      </w:r>
      <w:r w:rsidR="00766774">
        <w:t xml:space="preserve"> ? </w:t>
      </w:r>
      <w:r w:rsidRPr="00115F49">
        <w:t>Il n</w:t>
      </w:r>
      <w:r w:rsidR="00766774">
        <w:t>’</w:t>
      </w:r>
      <w:r w:rsidRPr="00115F49">
        <w:t>y avait qu</w:t>
      </w:r>
      <w:r w:rsidR="00766774">
        <w:t>’</w:t>
      </w:r>
      <w:r w:rsidRPr="00115F49">
        <w:t xml:space="preserve">à dire </w:t>
      </w:r>
      <w:r w:rsidR="00766774">
        <w:t>« </w:t>
      </w:r>
      <w:r w:rsidRPr="00115F49">
        <w:t>Madame</w:t>
      </w:r>
      <w:r w:rsidR="00766774">
        <w:t> »</w:t>
      </w:r>
      <w:r w:rsidRPr="00115F49">
        <w:t xml:space="preserve"> puisqu</w:t>
      </w:r>
      <w:r w:rsidR="00766774">
        <w:t>’</w:t>
      </w:r>
      <w:r w:rsidRPr="00115F49">
        <w:t>on ne savait pas le nom</w:t>
      </w:r>
      <w:r w:rsidR="00766774">
        <w:t xml:space="preserve">. </w:t>
      </w:r>
      <w:r w:rsidRPr="00115F49">
        <w:t>Et c</w:t>
      </w:r>
      <w:r w:rsidR="00766774">
        <w:t>’</w:t>
      </w:r>
      <w:r w:rsidRPr="00115F49">
        <w:t>était une dame</w:t>
      </w:r>
      <w:r w:rsidR="00766774">
        <w:t xml:space="preserve">. </w:t>
      </w:r>
      <w:r w:rsidRPr="00115F49">
        <w:t>Ah</w:t>
      </w:r>
      <w:r w:rsidR="00766774">
        <w:t xml:space="preserve"> ! </w:t>
      </w:r>
      <w:r w:rsidRPr="00115F49">
        <w:t>Il ne s</w:t>
      </w:r>
      <w:r w:rsidR="00766774">
        <w:t>’</w:t>
      </w:r>
      <w:r w:rsidRPr="00115F49">
        <w:t>agissait plus de soixante ans</w:t>
      </w:r>
      <w:r w:rsidR="00766774">
        <w:t xml:space="preserve">, </w:t>
      </w:r>
      <w:r w:rsidRPr="00115F49">
        <w:t>ou de cinquante</w:t>
      </w:r>
      <w:r w:rsidR="00766774">
        <w:t xml:space="preserve">, </w:t>
      </w:r>
      <w:r w:rsidRPr="00115F49">
        <w:t>ou de soixante-dix</w:t>
      </w:r>
      <w:r w:rsidR="00766774">
        <w:t xml:space="preserve"> ; </w:t>
      </w:r>
      <w:r w:rsidRPr="00115F49">
        <w:t>ou de Café de la route</w:t>
      </w:r>
      <w:r w:rsidR="00766774">
        <w:t xml:space="preserve">, </w:t>
      </w:r>
      <w:r w:rsidRPr="00115F49">
        <w:t>ou de tout ce que vous voudrez</w:t>
      </w:r>
      <w:r w:rsidR="00766774">
        <w:t xml:space="preserve">. </w:t>
      </w:r>
      <w:r w:rsidRPr="00115F49">
        <w:t>Il était question d</w:t>
      </w:r>
      <w:r w:rsidR="00766774">
        <w:t>’</w:t>
      </w:r>
      <w:r w:rsidRPr="00115F49">
        <w:t>une chose à quoi nous sommes très sensibles</w:t>
      </w:r>
      <w:r w:rsidR="00766774">
        <w:t xml:space="preserve">. </w:t>
      </w:r>
      <w:r w:rsidRPr="00115F49">
        <w:t>Il était question de métier bien fait</w:t>
      </w:r>
      <w:r w:rsidR="00766774">
        <w:t>.</w:t>
      </w:r>
    </w:p>
    <w:p w14:paraId="557B6DA2" w14:textId="77777777" w:rsidR="00766774" w:rsidRDefault="00115F49" w:rsidP="00115F49">
      <w:r w:rsidRPr="00115F49">
        <w:t>Celle qui sortit du Café de la route était</w:t>
      </w:r>
      <w:r w:rsidR="00766774">
        <w:t xml:space="preserve">, </w:t>
      </w:r>
      <w:r w:rsidRPr="00115F49">
        <w:t>sans contestation possible</w:t>
      </w:r>
      <w:r w:rsidR="00766774">
        <w:t xml:space="preserve">, </w:t>
      </w:r>
      <w:r w:rsidRPr="00115F49">
        <w:t>un ouvrier de premier ordre dans son métier de femme</w:t>
      </w:r>
      <w:r w:rsidR="00766774">
        <w:t xml:space="preserve">. </w:t>
      </w:r>
      <w:r w:rsidRPr="00115F49">
        <w:t>Elles pouvaient toutes y venir</w:t>
      </w:r>
      <w:r w:rsidR="00766774">
        <w:t xml:space="preserve">, </w:t>
      </w:r>
      <w:r w:rsidRPr="00115F49">
        <w:t>et les reines</w:t>
      </w:r>
      <w:r w:rsidR="00766774">
        <w:t xml:space="preserve">, </w:t>
      </w:r>
      <w:r w:rsidRPr="00115F49">
        <w:t>et les archi-reines</w:t>
      </w:r>
      <w:r w:rsidR="00766774">
        <w:t xml:space="preserve">. </w:t>
      </w:r>
      <w:r w:rsidRPr="00115F49">
        <w:t>Il y avait au moins dix ans qu</w:t>
      </w:r>
      <w:r w:rsidR="00766774">
        <w:t>’</w:t>
      </w:r>
      <w:r w:rsidRPr="00115F49">
        <w:t>elle était parmi nous</w:t>
      </w:r>
      <w:r w:rsidR="00766774">
        <w:t xml:space="preserve">, </w:t>
      </w:r>
      <w:r w:rsidRPr="00115F49">
        <w:t>il y avait au moins dix ans qu</w:t>
      </w:r>
      <w:r w:rsidR="00766774">
        <w:t>’</w:t>
      </w:r>
      <w:r w:rsidRPr="00115F49">
        <w:t>on la voyait</w:t>
      </w:r>
      <w:r w:rsidR="00766774">
        <w:t xml:space="preserve"> : </w:t>
      </w:r>
      <w:r w:rsidRPr="00115F49">
        <w:t>énorme</w:t>
      </w:r>
      <w:r w:rsidR="00766774">
        <w:t xml:space="preserve">, </w:t>
      </w:r>
      <w:r w:rsidRPr="00115F49">
        <w:t>avachie</w:t>
      </w:r>
      <w:r w:rsidR="00766774">
        <w:t xml:space="preserve">, </w:t>
      </w:r>
      <w:r w:rsidRPr="00115F49">
        <w:t>et même avec un peu de barbe</w:t>
      </w:r>
      <w:r w:rsidR="00766774">
        <w:t xml:space="preserve"> ; </w:t>
      </w:r>
      <w:r w:rsidRPr="00115F49">
        <w:t xml:space="preserve">et avec son âge </w:t>
      </w:r>
      <w:r w:rsidRPr="00115F49">
        <w:lastRenderedPageBreak/>
        <w:t>bien compté</w:t>
      </w:r>
      <w:r w:rsidR="00766774">
        <w:t xml:space="preserve"> (</w:t>
      </w:r>
      <w:r w:rsidRPr="00115F49">
        <w:t>j</w:t>
      </w:r>
      <w:r w:rsidR="00766774">
        <w:t>’</w:t>
      </w:r>
      <w:r w:rsidRPr="00115F49">
        <w:t>oubliais son âge parce que je pensais à elle telle qu</w:t>
      </w:r>
      <w:r w:rsidR="00766774">
        <w:t>’</w:t>
      </w:r>
      <w:r w:rsidRPr="00115F49">
        <w:t>elle était quand elle nous apparut prête à monter dans le traîneau</w:t>
      </w:r>
      <w:r w:rsidR="00766774">
        <w:t xml:space="preserve">). </w:t>
      </w:r>
      <w:r w:rsidRPr="00115F49">
        <w:t>Non pas qu</w:t>
      </w:r>
      <w:r w:rsidR="00766774">
        <w:t>’</w:t>
      </w:r>
      <w:r w:rsidRPr="00115F49">
        <w:t>elle ait eu la bêtise de se déguiser en jeunesse</w:t>
      </w:r>
      <w:r w:rsidR="00766774">
        <w:t xml:space="preserve"> ; </w:t>
      </w:r>
      <w:r w:rsidRPr="00115F49">
        <w:t>je parle de métier bien fait</w:t>
      </w:r>
      <w:r w:rsidR="00766774">
        <w:t xml:space="preserve">. </w:t>
      </w:r>
      <w:r w:rsidRPr="00115F49">
        <w:t>Elle avait gardé son âge</w:t>
      </w:r>
      <w:r w:rsidR="00766774">
        <w:t xml:space="preserve">, </w:t>
      </w:r>
      <w:r w:rsidRPr="00115F49">
        <w:t>elle avait gardé ses épaisses rondeurs</w:t>
      </w:r>
      <w:r w:rsidR="00766774">
        <w:t xml:space="preserve"> ; </w:t>
      </w:r>
      <w:r w:rsidRPr="00115F49">
        <w:t>elle n</w:t>
      </w:r>
      <w:r w:rsidR="00766774">
        <w:t>’</w:t>
      </w:r>
      <w:r w:rsidRPr="00115F49">
        <w:t>avait pas essayé de se corseter à la martyre ni de truquer quoi que ce soit</w:t>
      </w:r>
      <w:r w:rsidR="00766774">
        <w:t xml:space="preserve">. </w:t>
      </w:r>
      <w:r w:rsidRPr="00115F49">
        <w:t>Elle avait simplement tiré profit de ce qu</w:t>
      </w:r>
      <w:r w:rsidR="00766774">
        <w:t>’</w:t>
      </w:r>
      <w:r w:rsidRPr="00115F49">
        <w:t>elle avait</w:t>
      </w:r>
      <w:r w:rsidR="00766774">
        <w:t xml:space="preserve">. </w:t>
      </w:r>
      <w:r w:rsidRPr="00115F49">
        <w:t>Ce qui est la marque des bons ouvriers</w:t>
      </w:r>
      <w:r w:rsidR="00766774">
        <w:t xml:space="preserve">. </w:t>
      </w:r>
      <w:r w:rsidRPr="00115F49">
        <w:t>Et quel profit</w:t>
      </w:r>
      <w:r w:rsidR="00766774">
        <w:t xml:space="preserve"> ! </w:t>
      </w:r>
      <w:r w:rsidRPr="00115F49">
        <w:t>Elle en était un tout petit peu goguenarde</w:t>
      </w:r>
      <w:r w:rsidR="00766774">
        <w:t xml:space="preserve"> ; </w:t>
      </w:r>
      <w:r w:rsidRPr="00115F49">
        <w:t>et c</w:t>
      </w:r>
      <w:r w:rsidR="00766774">
        <w:t>’</w:t>
      </w:r>
      <w:r w:rsidRPr="00115F49">
        <w:t>était bien</w:t>
      </w:r>
      <w:r w:rsidR="00766774">
        <w:t xml:space="preserve">, </w:t>
      </w:r>
      <w:r w:rsidRPr="00115F49">
        <w:t>dans cette solidité</w:t>
      </w:r>
      <w:r w:rsidR="00766774">
        <w:t xml:space="preserve">, </w:t>
      </w:r>
      <w:r w:rsidRPr="00115F49">
        <w:t>cette épaisseur</w:t>
      </w:r>
      <w:r w:rsidR="00766774">
        <w:t xml:space="preserve">, </w:t>
      </w:r>
      <w:r w:rsidRPr="00115F49">
        <w:t>cette lourdeur</w:t>
      </w:r>
      <w:r w:rsidR="00766774">
        <w:t xml:space="preserve">, </w:t>
      </w:r>
      <w:r w:rsidRPr="00115F49">
        <w:t>cette vieillesse</w:t>
      </w:r>
      <w:r w:rsidR="00766774">
        <w:t xml:space="preserve">, </w:t>
      </w:r>
      <w:r w:rsidRPr="00115F49">
        <w:t>cette éperdue tendresse des yeux et de la main gantée</w:t>
      </w:r>
      <w:r w:rsidR="00766774">
        <w:t xml:space="preserve">. </w:t>
      </w:r>
      <w:r w:rsidRPr="00115F49">
        <w:t>Naturellement</w:t>
      </w:r>
      <w:r w:rsidR="00766774">
        <w:t xml:space="preserve">, </w:t>
      </w:r>
      <w:r w:rsidRPr="00115F49">
        <w:t>robe à éblouir</w:t>
      </w:r>
      <w:r w:rsidR="00766774">
        <w:t xml:space="preserve"> : </w:t>
      </w:r>
      <w:r w:rsidRPr="00115F49">
        <w:t>moires</w:t>
      </w:r>
      <w:r w:rsidR="00766774">
        <w:t xml:space="preserve">, </w:t>
      </w:r>
      <w:r w:rsidRPr="00115F49">
        <w:t>jais</w:t>
      </w:r>
      <w:r w:rsidR="00766774">
        <w:t xml:space="preserve">, </w:t>
      </w:r>
      <w:r w:rsidRPr="00115F49">
        <w:t>satins</w:t>
      </w:r>
      <w:r w:rsidR="00766774">
        <w:t xml:space="preserve">, </w:t>
      </w:r>
      <w:r w:rsidRPr="00115F49">
        <w:t>dentelles</w:t>
      </w:r>
      <w:r w:rsidR="00766774">
        <w:t xml:space="preserve">, </w:t>
      </w:r>
      <w:r w:rsidRPr="00115F49">
        <w:t>et même</w:t>
      </w:r>
      <w:r w:rsidR="00766774">
        <w:t xml:space="preserve">, </w:t>
      </w:r>
      <w:r w:rsidRPr="00115F49">
        <w:t>malgré sa grosseur naturelle</w:t>
      </w:r>
      <w:r w:rsidR="00766774">
        <w:t xml:space="preserve">, </w:t>
      </w:r>
      <w:r w:rsidRPr="00115F49">
        <w:t>un soupçon de tournure qui lui donnait un petit air faisane</w:t>
      </w:r>
      <w:r w:rsidR="00766774">
        <w:t>.</w:t>
      </w:r>
    </w:p>
    <w:p w14:paraId="7B29C287" w14:textId="52900685" w:rsidR="00766774" w:rsidRDefault="00115F49" w:rsidP="00115F49">
      <w:r w:rsidRPr="00115F49">
        <w:t>Et c</w:t>
      </w:r>
      <w:r w:rsidR="00766774">
        <w:t>’</w:t>
      </w:r>
      <w:r w:rsidRPr="00115F49">
        <w:t>est ainsi qu</w:t>
      </w:r>
      <w:r w:rsidR="00766774">
        <w:t>’</w:t>
      </w:r>
      <w:r w:rsidRPr="00115F49">
        <w:t>elle monta</w:t>
      </w:r>
      <w:r w:rsidR="00766774">
        <w:t xml:space="preserve">, </w:t>
      </w:r>
      <w:r w:rsidRPr="00115F49">
        <w:t>d</w:t>
      </w:r>
      <w:r w:rsidR="00766774">
        <w:t>’</w:t>
      </w:r>
      <w:r w:rsidRPr="00115F49">
        <w:t>une façon très naturelle</w:t>
      </w:r>
      <w:r w:rsidR="00766774">
        <w:t xml:space="preserve">, </w:t>
      </w:r>
      <w:r w:rsidRPr="00115F49">
        <w:t xml:space="preserve">dans le traîneau que </w:t>
      </w:r>
      <w:r w:rsidR="00766774">
        <w:t>M</w:t>
      </w:r>
      <w:r w:rsidR="00766774" w:rsidRPr="00766774">
        <w:rPr>
          <w:vertAlign w:val="superscript"/>
        </w:rPr>
        <w:t>me</w:t>
      </w:r>
      <w:r w:rsidR="00766774">
        <w:t> </w:t>
      </w:r>
      <w:r w:rsidRPr="00115F49">
        <w:t>Tim lui avait envoyé</w:t>
      </w:r>
      <w:r w:rsidR="00766774">
        <w:t xml:space="preserve">. </w:t>
      </w:r>
      <w:r w:rsidRPr="00115F49">
        <w:t>Et Bouvard qui la connaissait d</w:t>
      </w:r>
      <w:r w:rsidR="00766774">
        <w:t>’</w:t>
      </w:r>
      <w:r w:rsidRPr="00115F49">
        <w:t>Ève et d</w:t>
      </w:r>
      <w:r w:rsidR="00766774">
        <w:t>’</w:t>
      </w:r>
      <w:r w:rsidRPr="00115F49">
        <w:t>Adam</w:t>
      </w:r>
      <w:r w:rsidR="00766774">
        <w:t xml:space="preserve">, </w:t>
      </w:r>
      <w:r w:rsidRPr="00115F49">
        <w:t>qui était un pilier du Café de la route</w:t>
      </w:r>
      <w:r w:rsidR="00766774">
        <w:t xml:space="preserve">, </w:t>
      </w:r>
      <w:r w:rsidRPr="00115F49">
        <w:t>à qui elle avait servi au moins deux mille marcs et cinq mille cafés</w:t>
      </w:r>
      <w:r w:rsidR="00766774">
        <w:t xml:space="preserve">, </w:t>
      </w:r>
      <w:r w:rsidRPr="00115F49">
        <w:t>avec qui elle avait joué aux cartes et juré en mesure</w:t>
      </w:r>
      <w:r w:rsidR="00766774">
        <w:t xml:space="preserve">, </w:t>
      </w:r>
      <w:r w:rsidRPr="00115F49">
        <w:t xml:space="preserve">Bouvard vint la recouvrir de la couverture en chèvre du </w:t>
      </w:r>
      <w:r w:rsidR="003E31C5">
        <w:t>Thibet</w:t>
      </w:r>
      <w:r w:rsidR="00766774">
        <w:t xml:space="preserve">. </w:t>
      </w:r>
      <w:r w:rsidRPr="00115F49">
        <w:t>Et</w:t>
      </w:r>
      <w:r w:rsidR="00766774">
        <w:t xml:space="preserve"> (</w:t>
      </w:r>
      <w:r w:rsidRPr="00115F49">
        <w:t>on la buvait des yeux</w:t>
      </w:r>
      <w:r w:rsidR="00766774">
        <w:t xml:space="preserve">, </w:t>
      </w:r>
      <w:r w:rsidRPr="00115F49">
        <w:t>vous comprenez</w:t>
      </w:r>
      <w:r w:rsidR="00766774">
        <w:t xml:space="preserve">) </w:t>
      </w:r>
      <w:r w:rsidRPr="00115F49">
        <w:t>elle ne fut pas indifférente comme quelqu</w:t>
      </w:r>
      <w:r w:rsidR="00766774">
        <w:t>’</w:t>
      </w:r>
      <w:r w:rsidRPr="00115F49">
        <w:t>un qui se serait forcé à l</w:t>
      </w:r>
      <w:r w:rsidR="00766774">
        <w:t>’</w:t>
      </w:r>
      <w:r w:rsidRPr="00115F49">
        <w:t>indifférence</w:t>
      </w:r>
      <w:r w:rsidR="00766774">
        <w:t xml:space="preserve"> ; </w:t>
      </w:r>
      <w:r w:rsidRPr="00115F49">
        <w:t>elle ne fut pas non plus familière comme une qui serait restée souillon en dedans</w:t>
      </w:r>
      <w:r w:rsidR="00766774">
        <w:t xml:space="preserve">, </w:t>
      </w:r>
      <w:r w:rsidRPr="00115F49">
        <w:t>non</w:t>
      </w:r>
      <w:r w:rsidR="00766774">
        <w:t xml:space="preserve">. </w:t>
      </w:r>
      <w:r w:rsidRPr="00115F49">
        <w:t>Savez-vous ce qu</w:t>
      </w:r>
      <w:r w:rsidR="00766774">
        <w:t>’</w:t>
      </w:r>
      <w:r w:rsidRPr="00115F49">
        <w:t>elle fit</w:t>
      </w:r>
      <w:r w:rsidR="00766774">
        <w:t xml:space="preserve"> ? </w:t>
      </w:r>
      <w:r w:rsidRPr="00115F49">
        <w:t>Eh bien</w:t>
      </w:r>
      <w:r w:rsidR="00766774">
        <w:t xml:space="preserve">, </w:t>
      </w:r>
      <w:r w:rsidRPr="00115F49">
        <w:t>elle fit un très beau sourire à son vieux copain Bouvard et</w:t>
      </w:r>
      <w:r w:rsidR="00766774">
        <w:t xml:space="preserve">, </w:t>
      </w:r>
      <w:r w:rsidRPr="00115F49">
        <w:t>pendant qu</w:t>
      </w:r>
      <w:r w:rsidR="00766774">
        <w:t>’</w:t>
      </w:r>
      <w:r w:rsidRPr="00115F49">
        <w:t xml:space="preserve">il la calfeutrait dans la chèvre du </w:t>
      </w:r>
      <w:r w:rsidR="003E31C5">
        <w:t>Thibet</w:t>
      </w:r>
      <w:r w:rsidR="00766774">
        <w:t xml:space="preserve">, </w:t>
      </w:r>
      <w:r w:rsidRPr="00115F49">
        <w:t>elle tapota très gentiment de sa main gantée les gros gants qui s</w:t>
      </w:r>
      <w:r w:rsidR="00766774">
        <w:t>’</w:t>
      </w:r>
      <w:r w:rsidRPr="00115F49">
        <w:t>affairaient autour d</w:t>
      </w:r>
      <w:r w:rsidR="00766774">
        <w:t>’</w:t>
      </w:r>
      <w:r w:rsidRPr="00115F49">
        <w:t>elle</w:t>
      </w:r>
      <w:r w:rsidR="00766774">
        <w:t>.</w:t>
      </w:r>
    </w:p>
    <w:p w14:paraId="0C18BDB7" w14:textId="77777777" w:rsidR="00766774" w:rsidRDefault="00115F49" w:rsidP="00115F49">
      <w:r w:rsidRPr="00115F49">
        <w:t>Puis</w:t>
      </w:r>
      <w:r w:rsidR="00766774">
        <w:t xml:space="preserve">, </w:t>
      </w:r>
      <w:r w:rsidRPr="00115F49">
        <w:t>on nous l</w:t>
      </w:r>
      <w:r w:rsidR="00766774">
        <w:t>’</w:t>
      </w:r>
      <w:r w:rsidRPr="00115F49">
        <w:t>emporta dans la descente</w:t>
      </w:r>
      <w:r w:rsidR="00766774">
        <w:t xml:space="preserve">, </w:t>
      </w:r>
      <w:r w:rsidRPr="00115F49">
        <w:t>vers Saint-Baudille</w:t>
      </w:r>
      <w:r w:rsidR="00766774">
        <w:t xml:space="preserve">. </w:t>
      </w:r>
      <w:r w:rsidRPr="00115F49">
        <w:t>Le jour se levait</w:t>
      </w:r>
      <w:r w:rsidR="00766774">
        <w:t xml:space="preserve">. </w:t>
      </w:r>
      <w:r w:rsidRPr="00115F49">
        <w:t>Car</w:t>
      </w:r>
      <w:r w:rsidR="00766774">
        <w:t xml:space="preserve">, </w:t>
      </w:r>
      <w:r w:rsidRPr="00115F49">
        <w:t>tout ceci se passait dans l</w:t>
      </w:r>
      <w:r w:rsidR="00766774">
        <w:t>’</w:t>
      </w:r>
      <w:r w:rsidRPr="00115F49">
        <w:t>aube fumeuse de sept heures du matin</w:t>
      </w:r>
      <w:r w:rsidR="00766774">
        <w:t xml:space="preserve">, </w:t>
      </w:r>
      <w:r w:rsidRPr="00115F49">
        <w:t>dans l</w:t>
      </w:r>
      <w:r w:rsidR="00766774">
        <w:t>’</w:t>
      </w:r>
      <w:r w:rsidRPr="00115F49">
        <w:t>odeur des feux de pignes que nos femmes allumaient aux âtres</w:t>
      </w:r>
      <w:r w:rsidR="00766774">
        <w:t xml:space="preserve">. </w:t>
      </w:r>
      <w:r w:rsidRPr="00115F49">
        <w:t xml:space="preserve">Nous </w:t>
      </w:r>
      <w:r w:rsidRPr="00115F49">
        <w:lastRenderedPageBreak/>
        <w:t>ne nous étions pas souciés de nos maisons</w:t>
      </w:r>
      <w:r w:rsidR="00766774">
        <w:t xml:space="preserve">, </w:t>
      </w:r>
      <w:r w:rsidRPr="00115F49">
        <w:t>ce matin-là</w:t>
      </w:r>
      <w:r w:rsidR="00766774">
        <w:t xml:space="preserve"> ; </w:t>
      </w:r>
      <w:r w:rsidRPr="00115F49">
        <w:t>nous n</w:t>
      </w:r>
      <w:r w:rsidR="00766774">
        <w:t>’</w:t>
      </w:r>
      <w:r w:rsidRPr="00115F49">
        <w:t>avions eu de pensées que pour nos itinéraires</w:t>
      </w:r>
      <w:r w:rsidR="00766774">
        <w:t xml:space="preserve">, </w:t>
      </w:r>
      <w:r w:rsidRPr="00115F49">
        <w:t>nos parentages tels que Langlois nous les avait récités et pour nos costumes qui</w:t>
      </w:r>
      <w:r w:rsidR="00766774">
        <w:t xml:space="preserve">, </w:t>
      </w:r>
      <w:r w:rsidRPr="00115F49">
        <w:t>je dois le dire</w:t>
      </w:r>
      <w:r w:rsidR="00766774">
        <w:t xml:space="preserve">, </w:t>
      </w:r>
      <w:r w:rsidRPr="00115F49">
        <w:t>étaient tous de dimanche malgré la balade en forêt qui se préparait</w:t>
      </w:r>
      <w:r w:rsidR="00766774">
        <w:t xml:space="preserve">. </w:t>
      </w:r>
      <w:r w:rsidRPr="00115F49">
        <w:t>Faut-il vous dire que nos dimanches sont de bure et de drap-cuir</w:t>
      </w:r>
      <w:r w:rsidR="00766774">
        <w:t xml:space="preserve"> ? </w:t>
      </w:r>
      <w:r w:rsidRPr="00115F49">
        <w:t>Ils peuvent très bien supporter les griffes de vingt forêts basses</w:t>
      </w:r>
      <w:r w:rsidR="00766774">
        <w:t>.</w:t>
      </w:r>
    </w:p>
    <w:p w14:paraId="2C32D4F2" w14:textId="77777777" w:rsidR="00766774" w:rsidRDefault="00115F49" w:rsidP="00115F49">
      <w:r w:rsidRPr="00115F49">
        <w:t>Jour vert</w:t>
      </w:r>
      <w:r w:rsidR="00766774">
        <w:t xml:space="preserve">, </w:t>
      </w:r>
      <w:r w:rsidRPr="00115F49">
        <w:t>pointe de bise</w:t>
      </w:r>
      <w:r w:rsidR="00766774">
        <w:t xml:space="preserve">, </w:t>
      </w:r>
      <w:r w:rsidRPr="00115F49">
        <w:t>temps de nord-ouest</w:t>
      </w:r>
      <w:r w:rsidR="00766774">
        <w:t xml:space="preserve">, </w:t>
      </w:r>
      <w:r w:rsidRPr="00115F49">
        <w:t>présages de ce qu</w:t>
      </w:r>
      <w:r w:rsidR="00766774">
        <w:t>’</w:t>
      </w:r>
      <w:r w:rsidRPr="00115F49">
        <w:t>on peut appeler ici</w:t>
      </w:r>
      <w:r w:rsidR="00766774">
        <w:t xml:space="preserve">, </w:t>
      </w:r>
      <w:r w:rsidRPr="00115F49">
        <w:t>en cette saison</w:t>
      </w:r>
      <w:r w:rsidR="00766774">
        <w:t xml:space="preserve">, </w:t>
      </w:r>
      <w:r w:rsidRPr="00115F49">
        <w:t>beau temps</w:t>
      </w:r>
      <w:r w:rsidR="00766774">
        <w:t xml:space="preserve">. </w:t>
      </w:r>
      <w:r w:rsidRPr="00115F49">
        <w:t>J</w:t>
      </w:r>
      <w:r w:rsidR="00766774">
        <w:t>’</w:t>
      </w:r>
      <w:r w:rsidRPr="00115F49">
        <w:t>entends dire ce que vous appelleriez</w:t>
      </w:r>
      <w:r w:rsidR="00766774">
        <w:t xml:space="preserve">, </w:t>
      </w:r>
      <w:r w:rsidRPr="00115F49">
        <w:t>vous</w:t>
      </w:r>
      <w:r w:rsidR="00766774">
        <w:t xml:space="preserve">, </w:t>
      </w:r>
      <w:r w:rsidRPr="00115F49">
        <w:t>à ne pas mettre un chien dehors</w:t>
      </w:r>
      <w:r w:rsidR="00766774">
        <w:t xml:space="preserve">. </w:t>
      </w:r>
      <w:r w:rsidRPr="00115F49">
        <w:t>Petit vent glacé</w:t>
      </w:r>
      <w:r w:rsidR="00766774">
        <w:t xml:space="preserve">, </w:t>
      </w:r>
      <w:r w:rsidRPr="00115F49">
        <w:t>donc neige franche dans les découverts</w:t>
      </w:r>
      <w:r w:rsidR="00766774">
        <w:t xml:space="preserve">, </w:t>
      </w:r>
      <w:r w:rsidRPr="00115F49">
        <w:t>neige molle dans les abris</w:t>
      </w:r>
      <w:r w:rsidR="00766774">
        <w:t xml:space="preserve">, </w:t>
      </w:r>
      <w:r w:rsidRPr="00115F49">
        <w:t>vallons</w:t>
      </w:r>
      <w:r w:rsidR="00766774">
        <w:t xml:space="preserve">, </w:t>
      </w:r>
      <w:r w:rsidRPr="00115F49">
        <w:t>combes et orées sud</w:t>
      </w:r>
      <w:r w:rsidR="00766774">
        <w:t xml:space="preserve">. </w:t>
      </w:r>
      <w:r w:rsidRPr="00115F49">
        <w:t>Visibilité moyenne</w:t>
      </w:r>
      <w:r w:rsidR="00766774">
        <w:t xml:space="preserve"> (</w:t>
      </w:r>
      <w:r w:rsidRPr="00115F49">
        <w:t>qu</w:t>
      </w:r>
      <w:r w:rsidR="00766774">
        <w:t>’</w:t>
      </w:r>
      <w:r w:rsidRPr="00115F49">
        <w:t>on appelle ici très clair</w:t>
      </w:r>
      <w:r w:rsidR="00766774">
        <w:t xml:space="preserve">), </w:t>
      </w:r>
      <w:r w:rsidRPr="00115F49">
        <w:t>le nuage palpite</w:t>
      </w:r>
      <w:r w:rsidR="00766774">
        <w:t xml:space="preserve">, </w:t>
      </w:r>
      <w:r w:rsidRPr="00115F49">
        <w:t>se soulève de cinq ou six mètres au-dessus de votre tête puis retombe à racler le sol</w:t>
      </w:r>
      <w:r w:rsidR="00766774">
        <w:t xml:space="preserve"> ; </w:t>
      </w:r>
      <w:r w:rsidRPr="00115F49">
        <w:t>dans l</w:t>
      </w:r>
      <w:r w:rsidR="00766774">
        <w:t>’</w:t>
      </w:r>
      <w:r w:rsidRPr="00115F49">
        <w:t>intervalle on a vu clair et</w:t>
      </w:r>
      <w:r w:rsidR="00766774">
        <w:t xml:space="preserve">, </w:t>
      </w:r>
      <w:r w:rsidRPr="00115F49">
        <w:t>quand il est retombé</w:t>
      </w:r>
      <w:r w:rsidR="00766774">
        <w:t xml:space="preserve">, </w:t>
      </w:r>
      <w:r w:rsidRPr="00115F49">
        <w:t>nous avons assez de sens</w:t>
      </w:r>
      <w:r w:rsidR="00766774">
        <w:t xml:space="preserve">, </w:t>
      </w:r>
      <w:r w:rsidRPr="00115F49">
        <w:t>nous autres</w:t>
      </w:r>
      <w:r w:rsidR="00766774">
        <w:t xml:space="preserve">, </w:t>
      </w:r>
      <w:r w:rsidRPr="00115F49">
        <w:t>pour continuer à imaginer qu</w:t>
      </w:r>
      <w:r w:rsidR="00766774">
        <w:t>’</w:t>
      </w:r>
      <w:r w:rsidRPr="00115F49">
        <w:t>on y voit clair</w:t>
      </w:r>
      <w:r w:rsidR="00766774">
        <w:t xml:space="preserve">. </w:t>
      </w:r>
      <w:r w:rsidRPr="00115F49">
        <w:t>Et je vous fais le pari que</w:t>
      </w:r>
      <w:r w:rsidR="00766774">
        <w:t xml:space="preserve">, </w:t>
      </w:r>
      <w:r w:rsidRPr="00115F49">
        <w:t>lorsque le nuage se soulève de nouveau je retrouve</w:t>
      </w:r>
      <w:r w:rsidR="00766774">
        <w:t xml:space="preserve">, </w:t>
      </w:r>
      <w:r w:rsidRPr="00115F49">
        <w:t>du premier coup d</w:t>
      </w:r>
      <w:r w:rsidR="00766774">
        <w:t>’</w:t>
      </w:r>
      <w:r w:rsidRPr="00115F49">
        <w:t>œil et à leur nouvelle place</w:t>
      </w:r>
      <w:r w:rsidR="00766774">
        <w:t xml:space="preserve">, </w:t>
      </w:r>
      <w:r w:rsidRPr="00115F49">
        <w:t>les choses</w:t>
      </w:r>
      <w:r w:rsidR="00766774">
        <w:t xml:space="preserve"> (</w:t>
      </w:r>
      <w:r w:rsidRPr="00115F49">
        <w:t>gens ou bêtes</w:t>
      </w:r>
      <w:r w:rsidR="00766774">
        <w:t xml:space="preserve">) </w:t>
      </w:r>
      <w:r w:rsidRPr="00115F49">
        <w:t>qui se sont déplacées sous le brouillard</w:t>
      </w:r>
      <w:r w:rsidR="00766774">
        <w:t xml:space="preserve">. </w:t>
      </w:r>
      <w:r w:rsidRPr="00115F49">
        <w:t>Affaire d</w:t>
      </w:r>
      <w:r w:rsidR="00766774">
        <w:t>’</w:t>
      </w:r>
      <w:r w:rsidRPr="00115F49">
        <w:t>habitude</w:t>
      </w:r>
      <w:r w:rsidR="00766774">
        <w:t xml:space="preserve">. </w:t>
      </w:r>
      <w:r w:rsidRPr="00115F49">
        <w:t>Ceci dit</w:t>
      </w:r>
      <w:r w:rsidR="00766774">
        <w:t xml:space="preserve">, </w:t>
      </w:r>
      <w:r w:rsidRPr="00115F49">
        <w:t>pour bien situer les choses et faire comprendre que</w:t>
      </w:r>
      <w:r w:rsidR="00766774">
        <w:t xml:space="preserve">, </w:t>
      </w:r>
      <w:r w:rsidRPr="00115F49">
        <w:t>pour des gens raisonnables</w:t>
      </w:r>
      <w:r w:rsidR="00766774">
        <w:t xml:space="preserve">, </w:t>
      </w:r>
      <w:r w:rsidRPr="00115F49">
        <w:t xml:space="preserve">la toilette de </w:t>
      </w:r>
      <w:r w:rsidR="00766774">
        <w:t>« </w:t>
      </w:r>
      <w:r w:rsidRPr="00115F49">
        <w:t>Celle du Café de la route</w:t>
      </w:r>
      <w:r w:rsidR="00766774">
        <w:t> »</w:t>
      </w:r>
      <w:r w:rsidRPr="00115F49">
        <w:t xml:space="preserve"> était sans raison</w:t>
      </w:r>
      <w:r w:rsidR="00766774">
        <w:t xml:space="preserve">. </w:t>
      </w:r>
      <w:r w:rsidRPr="00115F49">
        <w:t>Mais</w:t>
      </w:r>
      <w:r w:rsidR="00766774">
        <w:t xml:space="preserve">, </w:t>
      </w:r>
      <w:r w:rsidRPr="00115F49">
        <w:t>y a-t-il vraiment une raison</w:t>
      </w:r>
      <w:r w:rsidR="00766774">
        <w:t> ?</w:t>
      </w:r>
    </w:p>
    <w:p w14:paraId="35201BFC" w14:textId="77777777" w:rsidR="00766774" w:rsidRDefault="00115F49" w:rsidP="00115F49">
      <w:r w:rsidRPr="00115F49">
        <w:t>Y avait-il une raison pour ce que nous vîmes arriver ensuite</w:t>
      </w:r>
      <w:r w:rsidR="00766774">
        <w:t xml:space="preserve"> (</w:t>
      </w:r>
      <w:r w:rsidRPr="00115F49">
        <w:t>nous apprêtions des épieux et quelques-uns graissaient leurs bottes</w:t>
      </w:r>
      <w:r w:rsidR="00766774">
        <w:t xml:space="preserve">, </w:t>
      </w:r>
      <w:r w:rsidRPr="00115F49">
        <w:t>ce qui doit toujours se faire au froid</w:t>
      </w:r>
      <w:r w:rsidR="00766774">
        <w:t xml:space="preserve"> – </w:t>
      </w:r>
      <w:r w:rsidRPr="00115F49">
        <w:t>et non au chaud comme on croit</w:t>
      </w:r>
      <w:r w:rsidR="00766774">
        <w:t xml:space="preserve">. </w:t>
      </w:r>
      <w:r w:rsidRPr="00115F49">
        <w:t>En réalité</w:t>
      </w:r>
      <w:r w:rsidR="00766774">
        <w:t xml:space="preserve">, </w:t>
      </w:r>
      <w:r w:rsidRPr="00115F49">
        <w:t>nous attendions le mot d</w:t>
      </w:r>
      <w:r w:rsidR="00766774">
        <w:t>’</w:t>
      </w:r>
      <w:r w:rsidRPr="00115F49">
        <w:t>ordre</w:t>
      </w:r>
      <w:r w:rsidR="00766774">
        <w:t xml:space="preserve">, </w:t>
      </w:r>
      <w:r w:rsidRPr="00115F49">
        <w:t>non</w:t>
      </w:r>
      <w:r w:rsidR="00766774">
        <w:t xml:space="preserve">, </w:t>
      </w:r>
      <w:r w:rsidRPr="00115F49">
        <w:t>en réalité nous attendions Langlois</w:t>
      </w:r>
      <w:r w:rsidR="00766774">
        <w:t xml:space="preserve">). </w:t>
      </w:r>
      <w:r w:rsidRPr="00115F49">
        <w:t>Car</w:t>
      </w:r>
      <w:r w:rsidR="00766774">
        <w:t xml:space="preserve">, </w:t>
      </w:r>
      <w:r w:rsidRPr="00115F49">
        <w:t>ce qui arriva pendant que nous</w:t>
      </w:r>
      <w:r w:rsidR="00766774">
        <w:t xml:space="preserve">, </w:t>
      </w:r>
      <w:r w:rsidRPr="00115F49">
        <w:t>les quatre-vingt-trois d</w:t>
      </w:r>
      <w:r w:rsidR="00766774">
        <w:t>’</w:t>
      </w:r>
      <w:r w:rsidRPr="00115F49">
        <w:t>ici piétinions à sept heures du matin dans un dimanche insolite</w:t>
      </w:r>
      <w:r w:rsidR="00766774">
        <w:t xml:space="preserve">, </w:t>
      </w:r>
      <w:r w:rsidRPr="00115F49">
        <w:t>ce fut ce fameux procureur royal</w:t>
      </w:r>
      <w:r w:rsidR="00766774">
        <w:t xml:space="preserve">. </w:t>
      </w:r>
      <w:r w:rsidRPr="00115F49">
        <w:t>Celui-là</w:t>
      </w:r>
      <w:r w:rsidR="00766774">
        <w:t xml:space="preserve">, </w:t>
      </w:r>
      <w:r w:rsidRPr="00115F49">
        <w:t xml:space="preserve">croyez-vous aussi </w:t>
      </w:r>
      <w:r w:rsidRPr="00115F49">
        <w:lastRenderedPageBreak/>
        <w:t>qu</w:t>
      </w:r>
      <w:r w:rsidR="00766774">
        <w:t>’</w:t>
      </w:r>
      <w:r w:rsidRPr="00115F49">
        <w:t>il n</w:t>
      </w:r>
      <w:r w:rsidR="00766774">
        <w:t>’</w:t>
      </w:r>
      <w:r w:rsidRPr="00115F49">
        <w:t>y avait pas cinquante procès</w:t>
      </w:r>
      <w:r w:rsidR="00766774">
        <w:t xml:space="preserve"> (</w:t>
      </w:r>
      <w:r w:rsidRPr="00115F49">
        <w:t>au moins</w:t>
      </w:r>
      <w:r w:rsidR="00766774">
        <w:t xml:space="preserve">) </w:t>
      </w:r>
      <w:r w:rsidRPr="00115F49">
        <w:t>dans lesquels il aurait eu à dire raisonnablement son mot</w:t>
      </w:r>
      <w:r w:rsidR="00766774">
        <w:t xml:space="preserve">, </w:t>
      </w:r>
      <w:r w:rsidRPr="00115F49">
        <w:t>plutôt que d</w:t>
      </w:r>
      <w:r w:rsidR="00766774">
        <w:t>’</w:t>
      </w:r>
      <w:r w:rsidRPr="00115F49">
        <w:t>être là comme il était</w:t>
      </w:r>
      <w:r w:rsidR="00766774">
        <w:t xml:space="preserve"> ? </w:t>
      </w:r>
      <w:r w:rsidRPr="00115F49">
        <w:t>Les procès ne manquaient pas à cette époque</w:t>
      </w:r>
      <w:r w:rsidR="00766774">
        <w:t xml:space="preserve"> ; </w:t>
      </w:r>
      <w:r w:rsidRPr="00115F49">
        <w:t>et</w:t>
      </w:r>
      <w:r w:rsidR="00766774">
        <w:t xml:space="preserve">, </w:t>
      </w:r>
      <w:r w:rsidRPr="00115F49">
        <w:t>si sa réputation n</w:t>
      </w:r>
      <w:r w:rsidR="00766774">
        <w:t>’</w:t>
      </w:r>
      <w:r w:rsidRPr="00115F49">
        <w:t>était pas usurpée</w:t>
      </w:r>
      <w:r w:rsidR="00766774">
        <w:t xml:space="preserve">, </w:t>
      </w:r>
      <w:r w:rsidRPr="00115F49">
        <w:t>de ce procureur royal</w:t>
      </w:r>
      <w:r w:rsidR="00766774">
        <w:t xml:space="preserve">, </w:t>
      </w:r>
      <w:r w:rsidRPr="00115F49">
        <w:t>car il avait la réputation d</w:t>
      </w:r>
      <w:r w:rsidR="00766774">
        <w:t>’</w:t>
      </w:r>
      <w:r w:rsidRPr="00115F49">
        <w:t xml:space="preserve">être un </w:t>
      </w:r>
      <w:r w:rsidR="00766774">
        <w:t>« </w:t>
      </w:r>
      <w:r w:rsidRPr="00115F49">
        <w:rPr>
          <w:i/>
          <w:iCs/>
        </w:rPr>
        <w:t>profond connaisseur du cœur humain</w:t>
      </w:r>
      <w:r w:rsidR="00766774">
        <w:t> » (</w:t>
      </w:r>
      <w:r w:rsidRPr="00115F49">
        <w:t>comme disait la feuille</w:t>
      </w:r>
      <w:r w:rsidR="00766774">
        <w:t xml:space="preserve">), </w:t>
      </w:r>
      <w:r w:rsidR="00766774">
        <w:rPr>
          <w:i/>
          <w:iCs/>
        </w:rPr>
        <w:t>« </w:t>
      </w:r>
      <w:r w:rsidRPr="00115F49">
        <w:rPr>
          <w:i/>
          <w:iCs/>
        </w:rPr>
        <w:t>un amateur d</w:t>
      </w:r>
      <w:r w:rsidR="00766774">
        <w:rPr>
          <w:i/>
          <w:iCs/>
        </w:rPr>
        <w:t>’</w:t>
      </w:r>
      <w:r w:rsidRPr="00115F49">
        <w:rPr>
          <w:i/>
          <w:iCs/>
        </w:rPr>
        <w:t>âmes</w:t>
      </w:r>
      <w:r w:rsidR="00766774">
        <w:t> » (</w:t>
      </w:r>
      <w:r w:rsidRPr="00115F49">
        <w:t>nous avions retenu les mots</w:t>
      </w:r>
      <w:r w:rsidR="00766774">
        <w:t xml:space="preserve">) </w:t>
      </w:r>
      <w:r w:rsidRPr="00115F49">
        <w:t>si sa réputation n</w:t>
      </w:r>
      <w:r w:rsidR="00766774">
        <w:t>’</w:t>
      </w:r>
      <w:r w:rsidRPr="00115F49">
        <w:t>était pas usurpée</w:t>
      </w:r>
      <w:r w:rsidR="00766774">
        <w:t xml:space="preserve">, </w:t>
      </w:r>
      <w:r w:rsidRPr="00115F49">
        <w:t>c</w:t>
      </w:r>
      <w:r w:rsidR="00766774">
        <w:t>’</w:t>
      </w:r>
      <w:r w:rsidRPr="00115F49">
        <w:t>est dans ses procurements qu</w:t>
      </w:r>
      <w:r w:rsidR="00766774">
        <w:t>’</w:t>
      </w:r>
      <w:r w:rsidRPr="00115F49">
        <w:t>il aurait dû s</w:t>
      </w:r>
      <w:r w:rsidR="00766774">
        <w:t>’</w:t>
      </w:r>
      <w:r w:rsidRPr="00115F49">
        <w:t>apprêter à connaître profondément le cœur humain</w:t>
      </w:r>
      <w:r w:rsidR="00766774">
        <w:t xml:space="preserve">. </w:t>
      </w:r>
      <w:r w:rsidRPr="00115F49">
        <w:t>Et non pas ici</w:t>
      </w:r>
      <w:r w:rsidR="00766774">
        <w:t xml:space="preserve">. </w:t>
      </w:r>
      <w:r w:rsidRPr="00115F49">
        <w:t>Qu</w:t>
      </w:r>
      <w:r w:rsidR="00766774">
        <w:t>’</w:t>
      </w:r>
      <w:r w:rsidRPr="00115F49">
        <w:t>est-ce que c</w:t>
      </w:r>
      <w:r w:rsidR="00766774">
        <w:t>’</w:t>
      </w:r>
      <w:r w:rsidRPr="00115F49">
        <w:t>était ici</w:t>
      </w:r>
      <w:r w:rsidR="00766774">
        <w:t xml:space="preserve"> ? </w:t>
      </w:r>
      <w:r w:rsidRPr="00115F49">
        <w:t>Une battue au loup</w:t>
      </w:r>
      <w:r w:rsidR="00766774">
        <w:t xml:space="preserve">. </w:t>
      </w:r>
      <w:r w:rsidRPr="00115F49">
        <w:t>Un peu cocardière évidemment</w:t>
      </w:r>
      <w:r w:rsidR="00766774">
        <w:t xml:space="preserve">. </w:t>
      </w:r>
      <w:r w:rsidRPr="00115F49">
        <w:t>Et encore</w:t>
      </w:r>
      <w:r w:rsidR="00766774">
        <w:t xml:space="preserve">, </w:t>
      </w:r>
      <w:r w:rsidRPr="00115F49">
        <w:t>on en avait vu d</w:t>
      </w:r>
      <w:r w:rsidR="00766774">
        <w:t>’</w:t>
      </w:r>
      <w:r w:rsidRPr="00115F49">
        <w:t>autres</w:t>
      </w:r>
      <w:r w:rsidR="00766774">
        <w:t xml:space="preserve"> ! </w:t>
      </w:r>
      <w:r w:rsidRPr="00115F49">
        <w:t>Au lieu de quoi</w:t>
      </w:r>
      <w:r w:rsidR="00766774">
        <w:t xml:space="preserve">, </w:t>
      </w:r>
      <w:r w:rsidRPr="00115F49">
        <w:t>le voilà</w:t>
      </w:r>
      <w:r w:rsidR="00766774">
        <w:t xml:space="preserve"> ! </w:t>
      </w:r>
      <w:r w:rsidRPr="00115F49">
        <w:t>Il arrive</w:t>
      </w:r>
      <w:r w:rsidR="00766774">
        <w:t xml:space="preserve">. </w:t>
      </w:r>
      <w:r w:rsidRPr="00115F49">
        <w:t>Il est là</w:t>
      </w:r>
      <w:r w:rsidR="00766774">
        <w:t> !</w:t>
      </w:r>
    </w:p>
    <w:p w14:paraId="2BDE64BF" w14:textId="77777777" w:rsidR="00766774" w:rsidRDefault="00115F49" w:rsidP="00115F49">
      <w:r w:rsidRPr="00115F49">
        <w:t>Une histoire pour se sortir de sa voiture</w:t>
      </w:r>
      <w:r w:rsidR="00766774">
        <w:t xml:space="preserve"> ! </w:t>
      </w:r>
      <w:r w:rsidRPr="00115F49">
        <w:t>Enfin</w:t>
      </w:r>
      <w:r w:rsidR="00766774">
        <w:t xml:space="preserve">, </w:t>
      </w:r>
      <w:r w:rsidRPr="00115F49">
        <w:t>tout d</w:t>
      </w:r>
      <w:r w:rsidR="00766774">
        <w:t>’</w:t>
      </w:r>
      <w:r w:rsidRPr="00115F49">
        <w:t>un coup</w:t>
      </w:r>
      <w:r w:rsidR="00766774">
        <w:t xml:space="preserve">, </w:t>
      </w:r>
      <w:r w:rsidRPr="00115F49">
        <w:t>il en déboule</w:t>
      </w:r>
      <w:r w:rsidR="00766774">
        <w:t xml:space="preserve">, </w:t>
      </w:r>
      <w:r w:rsidRPr="00115F49">
        <w:t>et alors</w:t>
      </w:r>
      <w:r w:rsidR="00766774">
        <w:t xml:space="preserve">, </w:t>
      </w:r>
      <w:r w:rsidRPr="00115F49">
        <w:t>vous parlez d</w:t>
      </w:r>
      <w:r w:rsidR="00766774">
        <w:t>’</w:t>
      </w:r>
      <w:r w:rsidRPr="00115F49">
        <w:t>un ventre qu</w:t>
      </w:r>
      <w:r w:rsidR="00766774">
        <w:t>’</w:t>
      </w:r>
      <w:r w:rsidRPr="00115F49">
        <w:t>il portait comme un tambour</w:t>
      </w:r>
      <w:r w:rsidR="00766774">
        <w:t xml:space="preserve"> ! </w:t>
      </w:r>
      <w:r w:rsidRPr="00115F49">
        <w:t>On l</w:t>
      </w:r>
      <w:r w:rsidR="00766774">
        <w:t>’</w:t>
      </w:r>
      <w:r w:rsidRPr="00115F49">
        <w:t>aurait dit trois fois plus gros que d</w:t>
      </w:r>
      <w:r w:rsidR="00766774">
        <w:t>’</w:t>
      </w:r>
      <w:r w:rsidRPr="00115F49">
        <w:t>habitude</w:t>
      </w:r>
      <w:r w:rsidR="00766774">
        <w:t xml:space="preserve">, </w:t>
      </w:r>
      <w:r w:rsidRPr="00115F49">
        <w:t>car il l</w:t>
      </w:r>
      <w:r w:rsidR="00766774">
        <w:t>’</w:t>
      </w:r>
      <w:r w:rsidRPr="00115F49">
        <w:t>avait ceinturé d</w:t>
      </w:r>
      <w:r w:rsidR="00766774">
        <w:t>’</w:t>
      </w:r>
      <w:r w:rsidRPr="00115F49">
        <w:t>une cartouchière</w:t>
      </w:r>
      <w:r w:rsidR="00766774">
        <w:t xml:space="preserve"> ! </w:t>
      </w:r>
      <w:r w:rsidRPr="00115F49">
        <w:t>Centré d</w:t>
      </w:r>
      <w:r w:rsidR="00766774">
        <w:t>’</w:t>
      </w:r>
      <w:r w:rsidRPr="00115F49">
        <w:t>une boucle</w:t>
      </w:r>
      <w:r w:rsidR="00766774">
        <w:t xml:space="preserve"> !… </w:t>
      </w:r>
      <w:r w:rsidRPr="00115F49">
        <w:t>Sur des jambes guêtrées</w:t>
      </w:r>
      <w:r w:rsidR="00766774">
        <w:t xml:space="preserve"> !… </w:t>
      </w:r>
      <w:r w:rsidRPr="00115F49">
        <w:t>On ne peut pas vous dire ce que c</w:t>
      </w:r>
      <w:r w:rsidR="00766774">
        <w:t>’</w:t>
      </w:r>
      <w:r w:rsidRPr="00115F49">
        <w:t>était</w:t>
      </w:r>
      <w:r w:rsidR="00766774">
        <w:t xml:space="preserve">, </w:t>
      </w:r>
      <w:r w:rsidRPr="00115F49">
        <w:t>ces jambes</w:t>
      </w:r>
      <w:r w:rsidR="00766774">
        <w:t> !</w:t>
      </w:r>
    </w:p>
    <w:p w14:paraId="0DCBB0D5" w14:textId="77777777" w:rsidR="00766774" w:rsidRDefault="00115F49" w:rsidP="00115F49">
      <w:r w:rsidRPr="00115F49">
        <w:t>Eh bien</w:t>
      </w:r>
      <w:r w:rsidR="00766774">
        <w:t xml:space="preserve">, </w:t>
      </w:r>
      <w:r w:rsidRPr="00115F49">
        <w:t>il ne faut jurer de rien</w:t>
      </w:r>
      <w:r w:rsidR="00766774">
        <w:t xml:space="preserve">. </w:t>
      </w:r>
      <w:r w:rsidRPr="00115F49">
        <w:t>Ce n</w:t>
      </w:r>
      <w:r w:rsidR="00766774">
        <w:t>’</w:t>
      </w:r>
      <w:r w:rsidRPr="00115F49">
        <w:t>est pas nouveau</w:t>
      </w:r>
      <w:r w:rsidR="00766774">
        <w:t xml:space="preserve">, </w:t>
      </w:r>
      <w:r w:rsidRPr="00115F49">
        <w:t>mais je n</w:t>
      </w:r>
      <w:r w:rsidR="00766774">
        <w:t>’</w:t>
      </w:r>
      <w:r w:rsidRPr="00115F49">
        <w:t>ai jamais vu un homme plus solide que ce gros tas</w:t>
      </w:r>
      <w:r w:rsidR="00766774">
        <w:t xml:space="preserve">. </w:t>
      </w:r>
      <w:r w:rsidRPr="00115F49">
        <w:t>Et j</w:t>
      </w:r>
      <w:r w:rsidR="00766774">
        <w:t>’</w:t>
      </w:r>
      <w:r w:rsidRPr="00115F49">
        <w:t>en parle maintenant avec le souvenir de la chose passée</w:t>
      </w:r>
      <w:r w:rsidR="00766774">
        <w:t xml:space="preserve"> ; </w:t>
      </w:r>
      <w:r w:rsidRPr="00115F49">
        <w:t>ceux qui furent à côté de lui</w:t>
      </w:r>
      <w:r w:rsidR="00766774">
        <w:t xml:space="preserve">, </w:t>
      </w:r>
      <w:r w:rsidRPr="00115F49">
        <w:t>pendant la battue</w:t>
      </w:r>
      <w:r w:rsidR="00766774">
        <w:t xml:space="preserve">, </w:t>
      </w:r>
      <w:r w:rsidRPr="00115F49">
        <w:t>ne lui ont pas pris un pas d</w:t>
      </w:r>
      <w:r w:rsidR="00766774">
        <w:t>’</w:t>
      </w:r>
      <w:r w:rsidRPr="00115F49">
        <w:t>avance et tout ce qu</w:t>
      </w:r>
      <w:r w:rsidR="00766774">
        <w:t>’</w:t>
      </w:r>
      <w:r w:rsidRPr="00115F49">
        <w:t>ils ont fait</w:t>
      </w:r>
      <w:r w:rsidR="00766774">
        <w:t xml:space="preserve"> – </w:t>
      </w:r>
      <w:r w:rsidRPr="00115F49">
        <w:t>eux</w:t>
      </w:r>
      <w:r w:rsidR="00766774">
        <w:t xml:space="preserve">, </w:t>
      </w:r>
      <w:r w:rsidRPr="00115F49">
        <w:t>montagnards</w:t>
      </w:r>
      <w:r w:rsidR="00766774">
        <w:t xml:space="preserve"> –, </w:t>
      </w:r>
      <w:r w:rsidRPr="00115F49">
        <w:t>lui</w:t>
      </w:r>
      <w:r w:rsidR="00766774">
        <w:t xml:space="preserve">, </w:t>
      </w:r>
      <w:r w:rsidRPr="00115F49">
        <w:t>procureur royal</w:t>
      </w:r>
      <w:r w:rsidR="00766774">
        <w:t xml:space="preserve">, </w:t>
      </w:r>
      <w:r w:rsidRPr="00115F49">
        <w:t>il l</w:t>
      </w:r>
      <w:r w:rsidR="00766774">
        <w:t>’</w:t>
      </w:r>
      <w:r w:rsidRPr="00115F49">
        <w:t>a fait</w:t>
      </w:r>
      <w:r w:rsidR="00766774">
        <w:t xml:space="preserve">. </w:t>
      </w:r>
      <w:r w:rsidRPr="00115F49">
        <w:t>En même temps</w:t>
      </w:r>
      <w:r w:rsidR="00766774">
        <w:t xml:space="preserve">, </w:t>
      </w:r>
      <w:r w:rsidRPr="00115F49">
        <w:t>à la même vitesse</w:t>
      </w:r>
      <w:r w:rsidR="00766774">
        <w:t xml:space="preserve">, </w:t>
      </w:r>
      <w:r w:rsidRPr="00115F49">
        <w:t>pareil</w:t>
      </w:r>
      <w:r w:rsidR="00766774">
        <w:t xml:space="preserve">, </w:t>
      </w:r>
      <w:r w:rsidRPr="00115F49">
        <w:t>malgré son âge</w:t>
      </w:r>
      <w:r w:rsidR="00766774">
        <w:t xml:space="preserve">, </w:t>
      </w:r>
      <w:r w:rsidRPr="00115F49">
        <w:t>et vraisemblablement malgré cette</w:t>
      </w:r>
      <w:r w:rsidRPr="00115F49">
        <w:rPr>
          <w:i/>
          <w:iCs/>
        </w:rPr>
        <w:t xml:space="preserve"> bibliothèque </w:t>
      </w:r>
      <w:r w:rsidRPr="00115F49">
        <w:t>qu</w:t>
      </w:r>
      <w:r w:rsidR="00766774">
        <w:t>’</w:t>
      </w:r>
      <w:r w:rsidRPr="00115F49">
        <w:t>il portait dans ses yeux où</w:t>
      </w:r>
      <w:r w:rsidR="00766774">
        <w:t xml:space="preserve">, </w:t>
      </w:r>
      <w:r w:rsidRPr="00115F49">
        <w:t>le soir de ce jour-là</w:t>
      </w:r>
      <w:r w:rsidR="00766774">
        <w:t xml:space="preserve">, </w:t>
      </w:r>
      <w:r w:rsidRPr="00115F49">
        <w:t>j</w:t>
      </w:r>
      <w:r w:rsidR="00766774">
        <w:t>’</w:t>
      </w:r>
      <w:r w:rsidRPr="00115F49">
        <w:t>ai vu la profonde connaissance dont on parlait</w:t>
      </w:r>
      <w:r w:rsidR="00766774">
        <w:t xml:space="preserve">… </w:t>
      </w:r>
      <w:r w:rsidRPr="00115F49">
        <w:t>et la tristesse</w:t>
      </w:r>
      <w:r w:rsidR="00766774">
        <w:t> !…</w:t>
      </w:r>
    </w:p>
    <w:p w14:paraId="5A4B8CC1" w14:textId="77777777" w:rsidR="00766774" w:rsidRDefault="00115F49" w:rsidP="00115F49">
      <w:r w:rsidRPr="00115F49">
        <w:t>Pour le moment</w:t>
      </w:r>
      <w:r w:rsidR="00766774">
        <w:t xml:space="preserve">, </w:t>
      </w:r>
      <w:r w:rsidRPr="00115F49">
        <w:t>il n</w:t>
      </w:r>
      <w:r w:rsidR="00766774">
        <w:t>’</w:t>
      </w:r>
      <w:r w:rsidRPr="00115F49">
        <w:t>était pas triste</w:t>
      </w:r>
      <w:r w:rsidR="00766774">
        <w:t xml:space="preserve">, </w:t>
      </w:r>
      <w:r w:rsidRPr="00115F49">
        <w:t>il était grognon</w:t>
      </w:r>
      <w:r w:rsidR="00766774">
        <w:t xml:space="preserve">. </w:t>
      </w:r>
      <w:r w:rsidRPr="00115F49">
        <w:t>Mais Langlois devait le guetter de derrière ses rideaux car il fut en bas en même temps que lui</w:t>
      </w:r>
      <w:r w:rsidR="00766774">
        <w:t>.</w:t>
      </w:r>
    </w:p>
    <w:p w14:paraId="1F63BCDB" w14:textId="77777777" w:rsidR="00766774" w:rsidRDefault="00115F49" w:rsidP="00115F49">
      <w:r w:rsidRPr="00115F49">
        <w:lastRenderedPageBreak/>
        <w:t>Langlois</w:t>
      </w:r>
      <w:r w:rsidR="00766774">
        <w:t xml:space="preserve"> ? </w:t>
      </w:r>
      <w:r w:rsidRPr="00115F49">
        <w:t>Nous fîmes tous un pas en avant dans sa direction</w:t>
      </w:r>
      <w:r w:rsidR="00766774">
        <w:t xml:space="preserve">. </w:t>
      </w:r>
      <w:r w:rsidRPr="00115F49">
        <w:t>Et nous devions avoir des visages très interrogateurs</w:t>
      </w:r>
      <w:r w:rsidR="00766774">
        <w:t xml:space="preserve">, </w:t>
      </w:r>
      <w:r w:rsidRPr="00115F49">
        <w:t>sur la limite du plaisir et du déplaisir</w:t>
      </w:r>
      <w:r w:rsidR="00766774">
        <w:t xml:space="preserve">, </w:t>
      </w:r>
      <w:r w:rsidRPr="00115F49">
        <w:t>à cause de tout</w:t>
      </w:r>
      <w:r w:rsidR="00766774">
        <w:t xml:space="preserve">, </w:t>
      </w:r>
      <w:r w:rsidRPr="00115F49">
        <w:t>et du dimanche insolite</w:t>
      </w:r>
      <w:r w:rsidR="00766774">
        <w:t>.</w:t>
      </w:r>
    </w:p>
    <w:p w14:paraId="5050D0E2" w14:textId="77777777" w:rsidR="00766774" w:rsidRDefault="00115F49" w:rsidP="00115F49">
      <w:r w:rsidRPr="00115F49">
        <w:t>Très inquiétant</w:t>
      </w:r>
      <w:r w:rsidR="00766774">
        <w:t xml:space="preserve">, </w:t>
      </w:r>
      <w:r w:rsidRPr="00115F49">
        <w:t>un dimanche insolite</w:t>
      </w:r>
      <w:r w:rsidR="00766774">
        <w:t xml:space="preserve"> ! </w:t>
      </w:r>
      <w:r w:rsidRPr="00115F49">
        <w:t>À quoi se raccrocher quand il n</w:t>
      </w:r>
      <w:r w:rsidR="00766774">
        <w:t>’</w:t>
      </w:r>
      <w:r w:rsidRPr="00115F49">
        <w:t>y a plus l</w:t>
      </w:r>
      <w:r w:rsidR="00766774">
        <w:t>’</w:t>
      </w:r>
      <w:r w:rsidRPr="00115F49">
        <w:t>habitude</w:t>
      </w:r>
      <w:r w:rsidR="00766774">
        <w:t> ?</w:t>
      </w:r>
    </w:p>
    <w:p w14:paraId="476A5833" w14:textId="77777777" w:rsidR="00766774" w:rsidRDefault="00115F49" w:rsidP="00115F49">
      <w:r w:rsidRPr="00115F49">
        <w:t>Langlois</w:t>
      </w:r>
      <w:r w:rsidR="00766774">
        <w:t xml:space="preserve"> ? </w:t>
      </w:r>
      <w:r w:rsidRPr="00115F49">
        <w:t>Ah</w:t>
      </w:r>
      <w:r w:rsidR="00766774">
        <w:t xml:space="preserve"> ! </w:t>
      </w:r>
      <w:r w:rsidRPr="00115F49">
        <w:t>ça</w:t>
      </w:r>
      <w:r w:rsidR="00766774">
        <w:t xml:space="preserve">, </w:t>
      </w:r>
      <w:r w:rsidRPr="00115F49">
        <w:t>je dois dire que</w:t>
      </w:r>
      <w:r w:rsidR="00766774">
        <w:t xml:space="preserve">, </w:t>
      </w:r>
      <w:r w:rsidRPr="00115F49">
        <w:t>question de raccrocher</w:t>
      </w:r>
      <w:r w:rsidR="00766774">
        <w:t xml:space="preserve">, </w:t>
      </w:r>
      <w:r w:rsidRPr="00115F49">
        <w:t>c</w:t>
      </w:r>
      <w:r w:rsidR="00766774">
        <w:t>’</w:t>
      </w:r>
      <w:r w:rsidRPr="00115F49">
        <w:t>était un joli piton</w:t>
      </w:r>
      <w:r w:rsidR="00766774">
        <w:t xml:space="preserve"> ! </w:t>
      </w:r>
      <w:r w:rsidRPr="00115F49">
        <w:t>Nous voilà rassurés</w:t>
      </w:r>
      <w:r w:rsidR="00766774">
        <w:t xml:space="preserve"> : </w:t>
      </w:r>
      <w:r w:rsidRPr="00115F49">
        <w:t>un air calme</w:t>
      </w:r>
      <w:r w:rsidR="00766774">
        <w:t xml:space="preserve">, </w:t>
      </w:r>
      <w:r w:rsidRPr="00115F49">
        <w:t>comme s</w:t>
      </w:r>
      <w:r w:rsidR="00766774">
        <w:t>’</w:t>
      </w:r>
      <w:r w:rsidRPr="00115F49">
        <w:t>il savait où il allait</w:t>
      </w:r>
      <w:r w:rsidR="00766774">
        <w:t xml:space="preserve">. </w:t>
      </w:r>
      <w:r w:rsidRPr="00115F49">
        <w:t>Pas la plus petite trace d</w:t>
      </w:r>
      <w:r w:rsidR="00766774">
        <w:t>’</w:t>
      </w:r>
      <w:r w:rsidRPr="00115F49">
        <w:t>inquiétude</w:t>
      </w:r>
      <w:r w:rsidR="00766774">
        <w:t xml:space="preserve">. </w:t>
      </w:r>
      <w:r w:rsidRPr="00115F49">
        <w:t>À un point</w:t>
      </w:r>
      <w:r w:rsidR="00766774">
        <w:t xml:space="preserve"> (</w:t>
      </w:r>
      <w:r w:rsidRPr="00115F49">
        <w:t>ce fut visible comme le nez au milieu de la figure</w:t>
      </w:r>
      <w:r w:rsidR="00766774">
        <w:t xml:space="preserve">) </w:t>
      </w:r>
      <w:r w:rsidRPr="00115F49">
        <w:t>que le fameux procureur royal lui-même en fut interloqué</w:t>
      </w:r>
      <w:r w:rsidR="00766774">
        <w:t>.</w:t>
      </w:r>
    </w:p>
    <w:p w14:paraId="55C67E28" w14:textId="77777777" w:rsidR="00766774" w:rsidRDefault="00115F49" w:rsidP="00115F49">
      <w:r w:rsidRPr="00115F49">
        <w:t>On eut les traîneaux en un tour de main</w:t>
      </w:r>
      <w:r w:rsidR="00766774">
        <w:t xml:space="preserve">. </w:t>
      </w:r>
      <w:r w:rsidRPr="00115F49">
        <w:t>Ils étaient prêts</w:t>
      </w:r>
      <w:r w:rsidR="00766774">
        <w:t xml:space="preserve">. </w:t>
      </w:r>
      <w:r w:rsidRPr="00115F49">
        <w:t>Imaginez-vous que nous serions venus faire les flambards devant la porte d</w:t>
      </w:r>
      <w:r w:rsidR="00766774">
        <w:t>’</w:t>
      </w:r>
      <w:r w:rsidRPr="00115F49">
        <w:t xml:space="preserve">où devaient sortir </w:t>
      </w:r>
      <w:r w:rsidR="00766774">
        <w:t>« </w:t>
      </w:r>
      <w:r w:rsidRPr="00115F49">
        <w:rPr>
          <w:i/>
          <w:iCs/>
        </w:rPr>
        <w:t>l</w:t>
      </w:r>
      <w:r w:rsidR="00766774">
        <w:rPr>
          <w:i/>
          <w:iCs/>
        </w:rPr>
        <w:t>’</w:t>
      </w:r>
      <w:r w:rsidRPr="00115F49">
        <w:rPr>
          <w:i/>
          <w:iCs/>
        </w:rPr>
        <w:t>austère et le cassant</w:t>
      </w:r>
      <w:r w:rsidR="00766774">
        <w:t> » (</w:t>
      </w:r>
      <w:r w:rsidRPr="00115F49">
        <w:t>comme je vous l</w:t>
      </w:r>
      <w:r w:rsidR="00766774">
        <w:t>’</w:t>
      </w:r>
      <w:r w:rsidRPr="00115F49">
        <w:t>ai dit</w:t>
      </w:r>
      <w:r w:rsidR="00766774">
        <w:t xml:space="preserve">) </w:t>
      </w:r>
      <w:r w:rsidRPr="00115F49">
        <w:t>si les traîneaux n</w:t>
      </w:r>
      <w:r w:rsidR="00766774">
        <w:t>’</w:t>
      </w:r>
      <w:r w:rsidRPr="00115F49">
        <w:t>avaient pas été prêts à sortir au claquement de langue</w:t>
      </w:r>
      <w:r w:rsidR="00766774">
        <w:t xml:space="preserve"> ? </w:t>
      </w:r>
      <w:r w:rsidRPr="00115F49">
        <w:t>Il y en avait quinze attelés seulement à deux</w:t>
      </w:r>
      <w:r w:rsidR="00766774">
        <w:t xml:space="preserve">, </w:t>
      </w:r>
      <w:r w:rsidRPr="00115F49">
        <w:t>même à un</w:t>
      </w:r>
      <w:r w:rsidR="00766774">
        <w:t xml:space="preserve">, </w:t>
      </w:r>
      <w:r w:rsidRPr="00115F49">
        <w:t>et même quelques-uns attelés de bœufs</w:t>
      </w:r>
      <w:r w:rsidR="00766774">
        <w:t xml:space="preserve">. </w:t>
      </w:r>
      <w:r w:rsidRPr="00115F49">
        <w:t>Sans importance</w:t>
      </w:r>
      <w:r w:rsidR="00766774">
        <w:t xml:space="preserve"> : </w:t>
      </w:r>
      <w:r w:rsidRPr="00115F49">
        <w:t>nous allions au pas</w:t>
      </w:r>
      <w:r w:rsidR="00766774">
        <w:t xml:space="preserve">. </w:t>
      </w:r>
      <w:r w:rsidRPr="00115F49">
        <w:t>L</w:t>
      </w:r>
      <w:r w:rsidR="00766774">
        <w:t>’</w:t>
      </w:r>
      <w:r w:rsidRPr="00115F49">
        <w:t>attelage à trois et le galop</w:t>
      </w:r>
      <w:r w:rsidR="00766774">
        <w:t xml:space="preserve">, </w:t>
      </w:r>
      <w:r w:rsidRPr="00115F49">
        <w:t>c</w:t>
      </w:r>
      <w:r w:rsidR="00766774">
        <w:t>’</w:t>
      </w:r>
      <w:r w:rsidRPr="00115F49">
        <w:t>est pour les dames ou pour les fils d</w:t>
      </w:r>
      <w:r w:rsidR="00766774">
        <w:t>’</w:t>
      </w:r>
      <w:r w:rsidRPr="00115F49">
        <w:t>archevêques</w:t>
      </w:r>
      <w:r w:rsidR="00766774">
        <w:t xml:space="preserve">. </w:t>
      </w:r>
      <w:r w:rsidRPr="00115F49">
        <w:t>Nous autres</w:t>
      </w:r>
      <w:r w:rsidR="00766774">
        <w:t xml:space="preserve">, </w:t>
      </w:r>
      <w:r w:rsidRPr="00115F49">
        <w:t>nous avions du travail</w:t>
      </w:r>
      <w:r w:rsidR="00766774">
        <w:t>.</w:t>
      </w:r>
    </w:p>
    <w:p w14:paraId="3AE2B85F" w14:textId="77777777" w:rsidR="00766774" w:rsidRDefault="00115F49" w:rsidP="00115F49">
      <w:r w:rsidRPr="00115F49">
        <w:t>Comme il avait été dit dans la salle d</w:t>
      </w:r>
      <w:r w:rsidR="00766774">
        <w:t>’</w:t>
      </w:r>
      <w:r w:rsidRPr="00115F49">
        <w:t>école</w:t>
      </w:r>
      <w:r w:rsidR="00766774">
        <w:t xml:space="preserve">, </w:t>
      </w:r>
      <w:r w:rsidRPr="00115F49">
        <w:t>la veille au soir</w:t>
      </w:r>
      <w:r w:rsidR="00766774">
        <w:t xml:space="preserve">, </w:t>
      </w:r>
      <w:r w:rsidRPr="00115F49">
        <w:t>on commença à laisser des piquets qui devaient s</w:t>
      </w:r>
      <w:r w:rsidR="00766774">
        <w:t>’</w:t>
      </w:r>
      <w:r w:rsidRPr="00115F49">
        <w:t>écarter en tirailleurs au commandement à partir d</w:t>
      </w:r>
      <w:r w:rsidR="00766774">
        <w:t>’</w:t>
      </w:r>
      <w:r w:rsidRPr="00115F49">
        <w:t>un point situé à une lieue du village</w:t>
      </w:r>
      <w:r w:rsidR="00766774">
        <w:t xml:space="preserve">. </w:t>
      </w:r>
      <w:r w:rsidRPr="00115F49">
        <w:t>Ce point-là verrouillait trois vallons qu</w:t>
      </w:r>
      <w:r w:rsidR="00766774">
        <w:t>’</w:t>
      </w:r>
      <w:r w:rsidRPr="00115F49">
        <w:t>il faudrait ensuite remonter en battant les aires</w:t>
      </w:r>
      <w:r w:rsidR="00766774">
        <w:t xml:space="preserve">. </w:t>
      </w:r>
      <w:r w:rsidRPr="00115F49">
        <w:t>Chaque fois</w:t>
      </w:r>
      <w:r w:rsidR="00766774">
        <w:t xml:space="preserve">, </w:t>
      </w:r>
      <w:r w:rsidRPr="00115F49">
        <w:t>Langlois laissait des instructions précises</w:t>
      </w:r>
      <w:r w:rsidR="00766774">
        <w:t xml:space="preserve">, </w:t>
      </w:r>
      <w:r w:rsidRPr="00115F49">
        <w:t>rappelait</w:t>
      </w:r>
      <w:r w:rsidR="00766774">
        <w:t xml:space="preserve">, </w:t>
      </w:r>
      <w:r w:rsidRPr="00115F49">
        <w:t>en quelques mots plus chauds que l</w:t>
      </w:r>
      <w:r w:rsidR="00766774">
        <w:t>’</w:t>
      </w:r>
      <w:r w:rsidRPr="00115F49">
        <w:t>eau-de-vie</w:t>
      </w:r>
      <w:r w:rsidR="00766774">
        <w:t xml:space="preserve">, </w:t>
      </w:r>
      <w:r w:rsidRPr="00115F49">
        <w:t>les lieux-dits qu</w:t>
      </w:r>
      <w:r w:rsidR="00766774">
        <w:t>’</w:t>
      </w:r>
      <w:r w:rsidRPr="00115F49">
        <w:t>on atteindrait</w:t>
      </w:r>
      <w:r w:rsidR="00766774">
        <w:t xml:space="preserve">, </w:t>
      </w:r>
      <w:r w:rsidRPr="00115F49">
        <w:t>qu</w:t>
      </w:r>
      <w:r w:rsidR="00766774">
        <w:t>’</w:t>
      </w:r>
      <w:r w:rsidRPr="00115F49">
        <w:t>on dépasserait à telle heure</w:t>
      </w:r>
      <w:r w:rsidR="00766774">
        <w:t xml:space="preserve">, </w:t>
      </w:r>
      <w:r w:rsidRPr="00115F49">
        <w:lastRenderedPageBreak/>
        <w:t>puis à telle heure</w:t>
      </w:r>
      <w:r w:rsidR="00766774">
        <w:t xml:space="preserve">, </w:t>
      </w:r>
      <w:r w:rsidRPr="00115F49">
        <w:t>et il donnait l</w:t>
      </w:r>
      <w:r w:rsidR="00766774">
        <w:t>’</w:t>
      </w:r>
      <w:r w:rsidRPr="00115F49">
        <w:t>heure de son oignon</w:t>
      </w:r>
      <w:r w:rsidR="00766774">
        <w:t xml:space="preserve">. </w:t>
      </w:r>
      <w:r w:rsidRPr="00115F49">
        <w:t>Puis</w:t>
      </w:r>
      <w:r w:rsidR="00766774">
        <w:t xml:space="preserve">, </w:t>
      </w:r>
      <w:r w:rsidRPr="00115F49">
        <w:t>il faisait emmener avec nous l</w:t>
      </w:r>
      <w:r w:rsidR="00766774">
        <w:t>’</w:t>
      </w:r>
      <w:r w:rsidRPr="00115F49">
        <w:t>attelage vide</w:t>
      </w:r>
      <w:r w:rsidR="00766774">
        <w:t>.</w:t>
      </w:r>
    </w:p>
    <w:p w14:paraId="26C7E74F" w14:textId="77777777" w:rsidR="00766774" w:rsidRDefault="00115F49" w:rsidP="00115F49">
      <w:r w:rsidRPr="00115F49">
        <w:t>Ainsi</w:t>
      </w:r>
      <w:r w:rsidR="00766774">
        <w:t xml:space="preserve">, </w:t>
      </w:r>
      <w:r w:rsidRPr="00115F49">
        <w:t>jusqu</w:t>
      </w:r>
      <w:r w:rsidR="00766774">
        <w:t>’</w:t>
      </w:r>
      <w:r w:rsidRPr="00115F49">
        <w:t>à Saint-Baudille</w:t>
      </w:r>
      <w:r w:rsidR="00766774">
        <w:t xml:space="preserve">. </w:t>
      </w:r>
      <w:r w:rsidRPr="00115F49">
        <w:t>Mais il me laissa naturellement en route</w:t>
      </w:r>
      <w:r w:rsidR="00766774">
        <w:t xml:space="preserve">, </w:t>
      </w:r>
      <w:r w:rsidRPr="00115F49">
        <w:t>à ma place</w:t>
      </w:r>
      <w:r w:rsidR="00766774">
        <w:t xml:space="preserve">, </w:t>
      </w:r>
      <w:r w:rsidRPr="00115F49">
        <w:t>avec Romuald et Arnaud Firmin</w:t>
      </w:r>
      <w:r w:rsidR="00766774">
        <w:t xml:space="preserve">. </w:t>
      </w:r>
      <w:r w:rsidRPr="00115F49">
        <w:t>À cent mètres à notre gauche nous avions Félix Petit</w:t>
      </w:r>
      <w:r w:rsidR="00766774">
        <w:t xml:space="preserve">, </w:t>
      </w:r>
      <w:r w:rsidRPr="00115F49">
        <w:t>Bouscarle et Ravanel</w:t>
      </w:r>
      <w:r w:rsidR="00766774">
        <w:t xml:space="preserve"> (</w:t>
      </w:r>
      <w:r w:rsidRPr="00115F49">
        <w:t>le fils</w:t>
      </w:r>
      <w:r w:rsidR="00766774">
        <w:t xml:space="preserve">) ; </w:t>
      </w:r>
      <w:r w:rsidRPr="00115F49">
        <w:t>à cent mètres à notre droite nous vîmes qu</w:t>
      </w:r>
      <w:r w:rsidR="00766774">
        <w:t>’</w:t>
      </w:r>
      <w:r w:rsidRPr="00115F49">
        <w:t xml:space="preserve">on déchargea </w:t>
      </w:r>
      <w:r w:rsidR="00766774" w:rsidRPr="00115F49">
        <w:t>Frédéric</w:t>
      </w:r>
      <w:r w:rsidR="00766774">
        <w:t> </w:t>
      </w:r>
      <w:r w:rsidR="00766774" w:rsidRPr="00115F49">
        <w:t>II</w:t>
      </w:r>
      <w:r w:rsidR="00766774">
        <w:t xml:space="preserve">, </w:t>
      </w:r>
      <w:r w:rsidRPr="00115F49">
        <w:t>Ravanel le père et Moutte le fils</w:t>
      </w:r>
      <w:r w:rsidR="00766774">
        <w:t xml:space="preserve">. </w:t>
      </w:r>
      <w:r w:rsidRPr="00115F49">
        <w:t>Et devant nous s</w:t>
      </w:r>
      <w:r w:rsidR="00766774">
        <w:t>’</w:t>
      </w:r>
      <w:r w:rsidRPr="00115F49">
        <w:t>ouvrait le val de Chalamont</w:t>
      </w:r>
      <w:r w:rsidR="00766774">
        <w:t>.</w:t>
      </w:r>
    </w:p>
    <w:p w14:paraId="5E019086" w14:textId="77777777" w:rsidR="00766774" w:rsidRDefault="00115F49" w:rsidP="00BE2118">
      <w:pPr>
        <w:pStyle w:val="NormalEspAvtGrand"/>
      </w:pPr>
      <w:r w:rsidRPr="00115F49">
        <w:t>Où suis-je</w:t>
      </w:r>
      <w:r w:rsidR="00766774">
        <w:t xml:space="preserve"> ? </w:t>
      </w:r>
      <w:r w:rsidRPr="00115F49">
        <w:t>Qu</w:t>
      </w:r>
      <w:r w:rsidR="00766774">
        <w:t>’</w:t>
      </w:r>
      <w:r w:rsidRPr="00115F49">
        <w:t>est-ce qui m</w:t>
      </w:r>
      <w:r w:rsidR="00766774">
        <w:t>’</w:t>
      </w:r>
      <w:r w:rsidRPr="00115F49">
        <w:t>arrive</w:t>
      </w:r>
      <w:r w:rsidR="00766774">
        <w:t xml:space="preserve"> ? </w:t>
      </w:r>
      <w:r w:rsidRPr="00115F49">
        <w:t>C</w:t>
      </w:r>
      <w:r w:rsidR="00766774">
        <w:t>’</w:t>
      </w:r>
      <w:r w:rsidRPr="00115F49">
        <w:t>était un drôle de matin</w:t>
      </w:r>
      <w:r w:rsidR="00766774">
        <w:t xml:space="preserve">. </w:t>
      </w:r>
      <w:r w:rsidRPr="00115F49">
        <w:t>Tous</w:t>
      </w:r>
      <w:r w:rsidR="00766774">
        <w:t xml:space="preserve">, </w:t>
      </w:r>
      <w:r w:rsidRPr="00115F49">
        <w:t>plus ou moins</w:t>
      </w:r>
      <w:r w:rsidR="00766774">
        <w:t xml:space="preserve">, </w:t>
      </w:r>
      <w:r w:rsidRPr="00115F49">
        <w:t>nous nous étions souvent affrontés seuls contre les dessous de la solitude et les bauges</w:t>
      </w:r>
      <w:r w:rsidR="00766774">
        <w:t xml:space="preserve"> ; </w:t>
      </w:r>
      <w:r w:rsidRPr="00115F49">
        <w:t>les endroits où une bête sauvage quelconque défend le peu de chaleur qu</w:t>
      </w:r>
      <w:r w:rsidR="00766774">
        <w:t>’</w:t>
      </w:r>
      <w:r w:rsidRPr="00115F49">
        <w:t>elle a réussi à se faire</w:t>
      </w:r>
      <w:r w:rsidR="00766774">
        <w:t xml:space="preserve">, </w:t>
      </w:r>
      <w:r w:rsidRPr="00115F49">
        <w:t>en recroquevillant ses cuisses sous son ventre</w:t>
      </w:r>
      <w:r w:rsidR="00766774">
        <w:t xml:space="preserve">. </w:t>
      </w:r>
      <w:r w:rsidRPr="00115F49">
        <w:t>Ce n</w:t>
      </w:r>
      <w:r w:rsidR="00766774">
        <w:t>’</w:t>
      </w:r>
      <w:r w:rsidRPr="00115F49">
        <w:t>était pas la première fois qu</w:t>
      </w:r>
      <w:r w:rsidR="00766774">
        <w:t>’</w:t>
      </w:r>
      <w:r w:rsidRPr="00115F49">
        <w:t>on était en face des forêts d</w:t>
      </w:r>
      <w:r w:rsidR="00766774">
        <w:t>’</w:t>
      </w:r>
      <w:r w:rsidRPr="00115F49">
        <w:t>hiver et</w:t>
      </w:r>
      <w:r w:rsidR="00766774">
        <w:t xml:space="preserve">, </w:t>
      </w:r>
      <w:r w:rsidRPr="00115F49">
        <w:t>le val de Chalamont</w:t>
      </w:r>
      <w:r w:rsidR="00766774">
        <w:t xml:space="preserve">, </w:t>
      </w:r>
      <w:r w:rsidRPr="00115F49">
        <w:t>pour tout dire</w:t>
      </w:r>
      <w:r w:rsidR="00766774">
        <w:t xml:space="preserve">, </w:t>
      </w:r>
      <w:r w:rsidRPr="00115F49">
        <w:t>ce n</w:t>
      </w:r>
      <w:r w:rsidR="00766774">
        <w:t>’</w:t>
      </w:r>
      <w:r w:rsidRPr="00115F49">
        <w:t>était qu</w:t>
      </w:r>
      <w:r w:rsidR="00766774">
        <w:t>’</w:t>
      </w:r>
      <w:r w:rsidRPr="00115F49">
        <w:t>un val un peu plus touffu</w:t>
      </w:r>
      <w:r w:rsidR="00766774">
        <w:t xml:space="preserve">, </w:t>
      </w:r>
      <w:r w:rsidRPr="00115F49">
        <w:t>un peu plus noir</w:t>
      </w:r>
      <w:r w:rsidR="00766774">
        <w:t xml:space="preserve">, </w:t>
      </w:r>
      <w:r w:rsidRPr="00115F49">
        <w:t>un peu plus mal famé que les autres</w:t>
      </w:r>
      <w:r w:rsidR="00766774">
        <w:t>.</w:t>
      </w:r>
    </w:p>
    <w:p w14:paraId="7D1241D0" w14:textId="77777777" w:rsidR="00766774" w:rsidRDefault="00115F49" w:rsidP="00115F49">
      <w:r w:rsidRPr="00115F49">
        <w:t>Et après</w:t>
      </w:r>
      <w:r w:rsidR="00766774">
        <w:t xml:space="preserve"> ? </w:t>
      </w:r>
      <w:r w:rsidRPr="00115F49">
        <w:t>Qui n</w:t>
      </w:r>
      <w:r w:rsidR="00766774">
        <w:t>’</w:t>
      </w:r>
      <w:r w:rsidRPr="00115F49">
        <w:t>en a pas en lui-même</w:t>
      </w:r>
      <w:r w:rsidR="00766774">
        <w:t xml:space="preserve"> ? </w:t>
      </w:r>
      <w:r w:rsidRPr="00115F49">
        <w:t>Je veux dire</w:t>
      </w:r>
      <w:r w:rsidR="00766774">
        <w:t xml:space="preserve"> : </w:t>
      </w:r>
      <w:r w:rsidRPr="00115F49">
        <w:t>dans les nombreuses fois où déjà nous nous étions trouvés affrontés à ces paysages</w:t>
      </w:r>
      <w:r w:rsidR="00766774">
        <w:t xml:space="preserve">, </w:t>
      </w:r>
      <w:r w:rsidRPr="00115F49">
        <w:t>nous étions seuls en face d</w:t>
      </w:r>
      <w:r w:rsidR="00766774">
        <w:t>’</w:t>
      </w:r>
      <w:r w:rsidRPr="00115F49">
        <w:t>eux</w:t>
      </w:r>
      <w:r w:rsidR="00766774">
        <w:t xml:space="preserve">. </w:t>
      </w:r>
      <w:r w:rsidRPr="00115F49">
        <w:t>Et alors</w:t>
      </w:r>
      <w:r w:rsidR="00766774">
        <w:t xml:space="preserve">, </w:t>
      </w:r>
      <w:r w:rsidRPr="00115F49">
        <w:t>n</w:t>
      </w:r>
      <w:r w:rsidR="00766774">
        <w:t>’</w:t>
      </w:r>
      <w:r w:rsidRPr="00115F49">
        <w:t>est-ce pas</w:t>
      </w:r>
      <w:r w:rsidR="00766774">
        <w:t xml:space="preserve">, </w:t>
      </w:r>
      <w:r w:rsidRPr="00115F49">
        <w:t>quand on est seul</w:t>
      </w:r>
      <w:r w:rsidR="00766774">
        <w:t xml:space="preserve">, </w:t>
      </w:r>
      <w:r w:rsidRPr="00115F49">
        <w:t>on s</w:t>
      </w:r>
      <w:r w:rsidR="00766774">
        <w:t>’</w:t>
      </w:r>
      <w:r w:rsidRPr="00115F49">
        <w:t>arrange toujours avec soi-même</w:t>
      </w:r>
      <w:r w:rsidR="00766774">
        <w:t xml:space="preserve"> ; </w:t>
      </w:r>
      <w:r w:rsidRPr="00115F49">
        <w:t>on passe sur bien des choses</w:t>
      </w:r>
      <w:r w:rsidR="00766774">
        <w:t xml:space="preserve">. </w:t>
      </w:r>
      <w:r w:rsidRPr="00115F49">
        <w:t>Là</w:t>
      </w:r>
      <w:r w:rsidR="00766774">
        <w:t xml:space="preserve">, </w:t>
      </w:r>
      <w:r w:rsidRPr="00115F49">
        <w:t>c</w:t>
      </w:r>
      <w:r w:rsidR="00766774">
        <w:t>’</w:t>
      </w:r>
      <w:r w:rsidRPr="00115F49">
        <w:t>était bizarre ces groupes de trois ou quatre disséminés en lisière des bois</w:t>
      </w:r>
      <w:r w:rsidR="00766774">
        <w:t xml:space="preserve">, </w:t>
      </w:r>
      <w:r w:rsidRPr="00115F49">
        <w:t>très visibles</w:t>
      </w:r>
      <w:r w:rsidR="00766774">
        <w:t xml:space="preserve">, </w:t>
      </w:r>
      <w:r w:rsidRPr="00115F49">
        <w:t>à cent mètres les uns des autres sur la neige</w:t>
      </w:r>
      <w:r w:rsidR="00766774">
        <w:t xml:space="preserve">, </w:t>
      </w:r>
      <w:r w:rsidRPr="00115F49">
        <w:t>commandant toutes les issues</w:t>
      </w:r>
      <w:r w:rsidR="00766774">
        <w:t xml:space="preserve">. </w:t>
      </w:r>
      <w:r w:rsidRPr="00115F49">
        <w:t>On n</w:t>
      </w:r>
      <w:r w:rsidR="00766774">
        <w:t>’</w:t>
      </w:r>
      <w:r w:rsidRPr="00115F49">
        <w:t>avait plus assez d</w:t>
      </w:r>
      <w:r w:rsidR="00766774">
        <w:t>’</w:t>
      </w:r>
      <w:r w:rsidRPr="00115F49">
        <w:t>espace pour faire son mea-culpa</w:t>
      </w:r>
      <w:r w:rsidR="00766774">
        <w:t xml:space="preserve">. </w:t>
      </w:r>
      <w:r w:rsidRPr="00115F49">
        <w:t>Enfin</w:t>
      </w:r>
      <w:r w:rsidR="00766774">
        <w:t xml:space="preserve">, </w:t>
      </w:r>
      <w:r w:rsidRPr="00115F49">
        <w:t>quoi faire</w:t>
      </w:r>
      <w:r w:rsidR="00766774">
        <w:t xml:space="preserve"> ? </w:t>
      </w:r>
      <w:r w:rsidRPr="00115F49">
        <w:t>On fait une pipe</w:t>
      </w:r>
      <w:r w:rsidR="00766774">
        <w:t>.</w:t>
      </w:r>
    </w:p>
    <w:p w14:paraId="4073C04C" w14:textId="77777777" w:rsidR="00766774" w:rsidRDefault="00115F49" w:rsidP="00115F49">
      <w:r w:rsidRPr="00115F49">
        <w:lastRenderedPageBreak/>
        <w:t>Mettons qu</w:t>
      </w:r>
      <w:r w:rsidR="00766774">
        <w:t>’</w:t>
      </w:r>
      <w:r w:rsidRPr="00115F49">
        <w:t>on reste là une heure</w:t>
      </w:r>
      <w:r w:rsidR="00766774">
        <w:t xml:space="preserve">. </w:t>
      </w:r>
      <w:r w:rsidRPr="00115F49">
        <w:t>On voit arriver un porteur de cor</w:t>
      </w:r>
      <w:r w:rsidR="00766774">
        <w:t xml:space="preserve">. </w:t>
      </w:r>
      <w:r w:rsidRPr="00115F49">
        <w:t>On nous avait soignés</w:t>
      </w:r>
      <w:r w:rsidR="00766774">
        <w:t xml:space="preserve"> : </w:t>
      </w:r>
      <w:r w:rsidRPr="00115F49">
        <w:t>c</w:t>
      </w:r>
      <w:r w:rsidR="00766774">
        <w:t>’</w:t>
      </w:r>
      <w:r w:rsidRPr="00115F49">
        <w:t>est Pierre-le-Brave en personne</w:t>
      </w:r>
      <w:r w:rsidR="00766774">
        <w:t xml:space="preserve">. </w:t>
      </w:r>
      <w:r w:rsidRPr="00115F49">
        <w:t>On lui dit</w:t>
      </w:r>
      <w:r w:rsidR="00766774">
        <w:t> :</w:t>
      </w:r>
    </w:p>
    <w:p w14:paraId="33A507A4" w14:textId="77777777" w:rsidR="00766774" w:rsidRDefault="00766774" w:rsidP="00115F49">
      <w:r>
        <w:t>— </w:t>
      </w:r>
      <w:r w:rsidR="00115F49" w:rsidRPr="00115F49">
        <w:t>Dis donc</w:t>
      </w:r>
      <w:r>
        <w:t xml:space="preserve">, </w:t>
      </w:r>
      <w:r w:rsidR="00115F49" w:rsidRPr="00115F49">
        <w:t>on a compris que c</w:t>
      </w:r>
      <w:r>
        <w:t>’</w:t>
      </w:r>
      <w:r w:rsidR="00115F49" w:rsidRPr="00115F49">
        <w:t>était nous les plus beaux</w:t>
      </w:r>
      <w:r>
        <w:t> !</w:t>
      </w:r>
    </w:p>
    <w:p w14:paraId="5D22E4DC" w14:textId="77777777" w:rsidR="00766774" w:rsidRDefault="00115F49" w:rsidP="00115F49">
      <w:r w:rsidRPr="00115F49">
        <w:t>Il nous explique que nos trois groupes étaient le centre de l</w:t>
      </w:r>
      <w:r w:rsidR="00766774">
        <w:t>’</w:t>
      </w:r>
      <w:r w:rsidRPr="00115F49">
        <w:t>affaire et qu</w:t>
      </w:r>
      <w:r w:rsidR="00766774">
        <w:t>’</w:t>
      </w:r>
      <w:r w:rsidRPr="00115F49">
        <w:t>il ne s</w:t>
      </w:r>
      <w:r w:rsidR="00766774">
        <w:t>’</w:t>
      </w:r>
      <w:r w:rsidRPr="00115F49">
        <w:t>agissait pas de musique</w:t>
      </w:r>
      <w:r w:rsidR="00766774">
        <w:t>.</w:t>
      </w:r>
    </w:p>
    <w:p w14:paraId="1EB2B44D" w14:textId="77777777" w:rsidR="00766774" w:rsidRDefault="00766774" w:rsidP="00115F49">
      <w:r>
        <w:t>— </w:t>
      </w:r>
      <w:r w:rsidR="00115F49" w:rsidRPr="00115F49">
        <w:t>Ce machin-là</w:t>
      </w:r>
      <w:r>
        <w:t xml:space="preserve">, </w:t>
      </w:r>
      <w:r w:rsidR="00115F49" w:rsidRPr="00115F49">
        <w:t>dit-il en tapant sur son instrument</w:t>
      </w:r>
      <w:r>
        <w:t xml:space="preserve">, </w:t>
      </w:r>
      <w:r w:rsidR="00115F49" w:rsidRPr="00115F49">
        <w:t>aujourd</w:t>
      </w:r>
      <w:r>
        <w:t>’</w:t>
      </w:r>
      <w:r w:rsidR="00115F49" w:rsidRPr="00115F49">
        <w:t>hui c</w:t>
      </w:r>
      <w:r>
        <w:t>’</w:t>
      </w:r>
      <w:r w:rsidR="00115F49" w:rsidRPr="00115F49">
        <w:t>est un télégraphe</w:t>
      </w:r>
      <w:r>
        <w:t>.</w:t>
      </w:r>
    </w:p>
    <w:p w14:paraId="48BBA26C" w14:textId="77777777" w:rsidR="00766774" w:rsidRDefault="00115F49" w:rsidP="00115F49">
      <w:r w:rsidRPr="00115F49">
        <w:t>Va pour le télégraphe</w:t>
      </w:r>
      <w:r w:rsidR="00766774">
        <w:t xml:space="preserve">. </w:t>
      </w:r>
      <w:r w:rsidRPr="00115F49">
        <w:t>Il y avait</w:t>
      </w:r>
      <w:r w:rsidR="00766774">
        <w:t xml:space="preserve">, </w:t>
      </w:r>
      <w:r w:rsidRPr="00115F49">
        <w:t>paraît-il</w:t>
      </w:r>
      <w:r w:rsidR="00766774">
        <w:t xml:space="preserve">, </w:t>
      </w:r>
      <w:r w:rsidRPr="00115F49">
        <w:t>là-bas à côté de Langlois</w:t>
      </w:r>
      <w:r w:rsidR="00766774">
        <w:t xml:space="preserve">, </w:t>
      </w:r>
      <w:r w:rsidRPr="00115F49">
        <w:t>un autre corniste de métier qui savait faire</w:t>
      </w:r>
      <w:r w:rsidRPr="00115F49">
        <w:rPr>
          <w:i/>
          <w:iCs/>
        </w:rPr>
        <w:t xml:space="preserve"> parler le cuivre</w:t>
      </w:r>
      <w:r w:rsidR="00766774">
        <w:rPr>
          <w:i/>
          <w:iCs/>
        </w:rPr>
        <w:t xml:space="preserve">. </w:t>
      </w:r>
      <w:r w:rsidRPr="00115F49">
        <w:t>C</w:t>
      </w:r>
      <w:r w:rsidR="00766774">
        <w:t>’</w:t>
      </w:r>
      <w:r w:rsidRPr="00115F49">
        <w:t>est de cette façon-là que Langlois nous parlerait pour nous donner les ordres</w:t>
      </w:r>
      <w:r w:rsidR="00766774">
        <w:t xml:space="preserve">. </w:t>
      </w:r>
      <w:r w:rsidRPr="00115F49">
        <w:t>Nous aimions assez ça</w:t>
      </w:r>
      <w:r w:rsidR="00766774">
        <w:t xml:space="preserve">. </w:t>
      </w:r>
      <w:r w:rsidRPr="00115F49">
        <w:t>D</w:t>
      </w:r>
      <w:r w:rsidR="00766774">
        <w:t>’</w:t>
      </w:r>
      <w:r w:rsidRPr="00115F49">
        <w:t>autant qu</w:t>
      </w:r>
      <w:r w:rsidR="00766774">
        <w:t>’</w:t>
      </w:r>
      <w:r w:rsidRPr="00115F49">
        <w:t>il nous avait envoyé Pierre-le-Brave pour que nous puissions lui répondre</w:t>
      </w:r>
      <w:r w:rsidR="00766774">
        <w:t>.</w:t>
      </w:r>
    </w:p>
    <w:p w14:paraId="6152E8C4" w14:textId="77777777" w:rsidR="00766774" w:rsidRDefault="00766774" w:rsidP="00115F49">
      <w:r>
        <w:t>— </w:t>
      </w:r>
      <w:r w:rsidR="00115F49" w:rsidRPr="00115F49">
        <w:t>Tu nous joueras bien un peu quelques fantaisies</w:t>
      </w:r>
      <w:r>
        <w:t xml:space="preserve"> ? </w:t>
      </w:r>
      <w:r w:rsidR="00115F49" w:rsidRPr="00115F49">
        <w:t>dîmes-nous</w:t>
      </w:r>
      <w:r>
        <w:t>.</w:t>
      </w:r>
    </w:p>
    <w:p w14:paraId="44B897BF" w14:textId="77777777" w:rsidR="00766774" w:rsidRDefault="00766774" w:rsidP="00115F49">
      <w:r>
        <w:t>— </w:t>
      </w:r>
      <w:r w:rsidR="00115F49" w:rsidRPr="00115F49">
        <w:t>Si les choses en valent la peine</w:t>
      </w:r>
      <w:r>
        <w:t xml:space="preserve">, </w:t>
      </w:r>
      <w:r w:rsidR="00115F49" w:rsidRPr="00115F49">
        <w:t>dit-il</w:t>
      </w:r>
      <w:r>
        <w:t xml:space="preserve">, </w:t>
      </w:r>
      <w:r w:rsidR="00115F49" w:rsidRPr="00115F49">
        <w:t>pourquoi pas</w:t>
      </w:r>
      <w:r>
        <w:t> ?</w:t>
      </w:r>
    </w:p>
    <w:p w14:paraId="78A24D7B" w14:textId="77777777" w:rsidR="00115F49" w:rsidRPr="00115F49" w:rsidRDefault="00115F49" w:rsidP="00115F49">
      <w:r w:rsidRPr="00115F49">
        <w:t>Eh bien</w:t>
      </w:r>
      <w:r w:rsidR="00766774">
        <w:t xml:space="preserve">, </w:t>
      </w:r>
      <w:r w:rsidRPr="00115F49">
        <w:t>on allait s</w:t>
      </w:r>
      <w:r w:rsidR="00766774">
        <w:t>’</w:t>
      </w:r>
      <w:r w:rsidRPr="00115F49">
        <w:t>arranger pour que les choses en vaillent la peine</w:t>
      </w:r>
      <w:r w:rsidR="00766774">
        <w:t xml:space="preserve">. </w:t>
      </w:r>
      <w:r w:rsidRPr="00115F49">
        <w:t>Vous ne voyez pas notre Langlois</w:t>
      </w:r>
      <w:r w:rsidR="00766774">
        <w:t xml:space="preserve">, </w:t>
      </w:r>
      <w:r w:rsidRPr="00115F49">
        <w:t>là-bas</w:t>
      </w:r>
      <w:r w:rsidR="00766774">
        <w:t xml:space="preserve">, </w:t>
      </w:r>
      <w:r w:rsidRPr="00115F49">
        <w:t xml:space="preserve">quelque part à côté sans doute de </w:t>
      </w:r>
      <w:r w:rsidRPr="00115F49">
        <w:rPr>
          <w:i/>
          <w:iCs/>
        </w:rPr>
        <w:t>la capitaine</w:t>
      </w:r>
      <w:r w:rsidR="00766774">
        <w:t xml:space="preserve"> (</w:t>
      </w:r>
      <w:r w:rsidRPr="00115F49">
        <w:t>et tout d</w:t>
      </w:r>
      <w:r w:rsidR="00766774">
        <w:t>’</w:t>
      </w:r>
      <w:r w:rsidRPr="00115F49">
        <w:t>un coup nous pensâmes également à</w:t>
      </w:r>
      <w:r w:rsidR="00766774">
        <w:t xml:space="preserve">, </w:t>
      </w:r>
      <w:r w:rsidRPr="00115F49">
        <w:t>enfin</w:t>
      </w:r>
      <w:r w:rsidR="00766774">
        <w:t xml:space="preserve"> ! </w:t>
      </w:r>
      <w:r w:rsidRPr="00115F49">
        <w:t>à la darne du Café de la route</w:t>
      </w:r>
      <w:r w:rsidR="00766774">
        <w:t xml:space="preserve"> !… </w:t>
      </w:r>
      <w:r w:rsidRPr="00115F49">
        <w:t>Où était-elle</w:t>
      </w:r>
      <w:r w:rsidR="00766774">
        <w:t xml:space="preserve"> ? </w:t>
      </w:r>
      <w:r w:rsidRPr="00115F49">
        <w:t>Là-bas</w:t>
      </w:r>
      <w:r w:rsidR="00766774">
        <w:t xml:space="preserve"> ? </w:t>
      </w:r>
      <w:r w:rsidRPr="00115F49">
        <w:t>Avec le beau monde</w:t>
      </w:r>
      <w:r w:rsidR="00766774">
        <w:t xml:space="preserve"> ? </w:t>
      </w:r>
      <w:r w:rsidRPr="00115F49">
        <w:t>C</w:t>
      </w:r>
      <w:r w:rsidR="00766774">
        <w:t>’</w:t>
      </w:r>
      <w:r w:rsidRPr="00115F49">
        <w:t>était un mystère</w:t>
      </w:r>
      <w:r w:rsidR="00766774">
        <w:t xml:space="preserve">). </w:t>
      </w:r>
      <w:r w:rsidRPr="00115F49">
        <w:t>Mais</w:t>
      </w:r>
      <w:r w:rsidR="00F44F4D">
        <w:t>,</w:t>
      </w:r>
      <w:r w:rsidRPr="00115F49">
        <w:t xml:space="preserve"> pour en revenir</w:t>
      </w:r>
      <w:r w:rsidR="00766774">
        <w:t xml:space="preserve">, </w:t>
      </w:r>
      <w:r w:rsidRPr="00115F49">
        <w:t>vous ne voyez pas notre Langlois</w:t>
      </w:r>
      <w:r w:rsidR="00766774">
        <w:t xml:space="preserve">, </w:t>
      </w:r>
      <w:r w:rsidRPr="00115F49">
        <w:t>là-bas</w:t>
      </w:r>
      <w:r w:rsidR="00766774">
        <w:t xml:space="preserve">, </w:t>
      </w:r>
      <w:r w:rsidRPr="00115F49">
        <w:t>qui entend tout d</w:t>
      </w:r>
      <w:r w:rsidR="00766774">
        <w:t>’</w:t>
      </w:r>
      <w:r w:rsidRPr="00115F49">
        <w:t>un coup</w:t>
      </w:r>
      <w:r w:rsidR="00766774">
        <w:t xml:space="preserve">, </w:t>
      </w:r>
      <w:r w:rsidRPr="00115F49">
        <w:t>venant d</w:t>
      </w:r>
      <w:r w:rsidR="00766774">
        <w:t>’</w:t>
      </w:r>
      <w:r w:rsidRPr="00115F49">
        <w:t>ici</w:t>
      </w:r>
      <w:r w:rsidR="00766774">
        <w:t xml:space="preserve">, </w:t>
      </w:r>
      <w:r w:rsidRPr="00115F49">
        <w:t>une fanfare de qualité et qui se dit</w:t>
      </w:r>
      <w:r w:rsidR="00766774">
        <w:t> : « </w:t>
      </w:r>
      <w:r w:rsidRPr="00115F49">
        <w:t>Ah</w:t>
      </w:r>
      <w:r w:rsidR="00766774">
        <w:t xml:space="preserve"> ! </w:t>
      </w:r>
      <w:r w:rsidRPr="00115F49">
        <w:t>les salauds</w:t>
      </w:r>
      <w:r w:rsidR="00766774">
        <w:t> ! (</w:t>
      </w:r>
      <w:r w:rsidRPr="00115F49">
        <w:t>et en disant ça il nous voit</w:t>
      </w:r>
      <w:r w:rsidR="00766774">
        <w:t xml:space="preserve">, </w:t>
      </w:r>
      <w:r w:rsidRPr="00115F49">
        <w:t>il sait que c</w:t>
      </w:r>
      <w:r w:rsidR="00766774">
        <w:t>’</w:t>
      </w:r>
      <w:r w:rsidRPr="00115F49">
        <w:t>est nous</w:t>
      </w:r>
      <w:r w:rsidR="00766774">
        <w:t xml:space="preserve">) </w:t>
      </w:r>
      <w:r w:rsidRPr="00115F49">
        <w:t>ah</w:t>
      </w:r>
      <w:r w:rsidR="00766774">
        <w:t xml:space="preserve"> ! </w:t>
      </w:r>
      <w:r w:rsidRPr="00115F49">
        <w:t>les salauds</w:t>
      </w:r>
      <w:r w:rsidR="00766774">
        <w:t xml:space="preserve"> ! </w:t>
      </w:r>
      <w:r w:rsidRPr="00115F49">
        <w:t>Ça</w:t>
      </w:r>
      <w:r w:rsidR="00766774">
        <w:t xml:space="preserve">, </w:t>
      </w:r>
      <w:r w:rsidRPr="00115F49">
        <w:t>c</w:t>
      </w:r>
      <w:r w:rsidR="00766774">
        <w:t>’</w:t>
      </w:r>
      <w:r w:rsidRPr="00115F49">
        <w:t>est des hommes</w:t>
      </w:r>
      <w:r w:rsidR="00766774">
        <w:t> ! »</w:t>
      </w:r>
    </w:p>
    <w:p w14:paraId="05835263" w14:textId="77777777" w:rsidR="00766774" w:rsidRDefault="00115F49" w:rsidP="00115F49">
      <w:r w:rsidRPr="00115F49">
        <w:lastRenderedPageBreak/>
        <w:t>Pour le moment arriva</w:t>
      </w:r>
      <w:r w:rsidR="00766774">
        <w:t xml:space="preserve">, </w:t>
      </w:r>
      <w:r w:rsidRPr="00115F49">
        <w:t>du côté de Saint-Baudille</w:t>
      </w:r>
      <w:r w:rsidR="00766774">
        <w:t xml:space="preserve">, </w:t>
      </w:r>
      <w:r w:rsidRPr="00115F49">
        <w:t>comme un beuglement de veau enrhumé auquel Pierre-le-Brave répondit du pareil au même</w:t>
      </w:r>
      <w:r w:rsidR="00766774">
        <w:t>.</w:t>
      </w:r>
    </w:p>
    <w:p w14:paraId="19FC4641" w14:textId="77777777" w:rsidR="00766774" w:rsidRDefault="00766774" w:rsidP="00115F49">
      <w:r>
        <w:t>— </w:t>
      </w:r>
      <w:r w:rsidR="00115F49" w:rsidRPr="00115F49">
        <w:t>Eh bien</w:t>
      </w:r>
      <w:r>
        <w:t xml:space="preserve">, </w:t>
      </w:r>
      <w:r w:rsidR="00115F49" w:rsidRPr="00115F49">
        <w:t>voilà</w:t>
      </w:r>
      <w:r>
        <w:t xml:space="preserve">, </w:t>
      </w:r>
      <w:r w:rsidR="00115F49" w:rsidRPr="00115F49">
        <w:t>dit-il</w:t>
      </w:r>
      <w:r>
        <w:t xml:space="preserve">, </w:t>
      </w:r>
      <w:r w:rsidR="00115F49" w:rsidRPr="00115F49">
        <w:t>ça</w:t>
      </w:r>
      <w:r>
        <w:t xml:space="preserve">, </w:t>
      </w:r>
      <w:r w:rsidR="00115F49" w:rsidRPr="00115F49">
        <w:t xml:space="preserve">ça veut dire </w:t>
      </w:r>
      <w:r>
        <w:t>« </w:t>
      </w:r>
      <w:r w:rsidR="00115F49" w:rsidRPr="00115F49">
        <w:t>en avant</w:t>
      </w:r>
      <w:r>
        <w:t xml:space="preserve"> », </w:t>
      </w:r>
      <w:r w:rsidR="00115F49" w:rsidRPr="00115F49">
        <w:t>et j</w:t>
      </w:r>
      <w:r>
        <w:t>’</w:t>
      </w:r>
      <w:r w:rsidR="00115F49" w:rsidRPr="00115F49">
        <w:t xml:space="preserve">ai répondu </w:t>
      </w:r>
      <w:r>
        <w:t>« </w:t>
      </w:r>
      <w:r w:rsidR="00115F49" w:rsidRPr="00115F49">
        <w:t>d</w:t>
      </w:r>
      <w:r>
        <w:t>’</w:t>
      </w:r>
      <w:r w:rsidR="00115F49" w:rsidRPr="00115F49">
        <w:t>accord</w:t>
      </w:r>
      <w:r>
        <w:t> ».</w:t>
      </w:r>
    </w:p>
    <w:p w14:paraId="7E1FFE7B" w14:textId="77777777" w:rsidR="00766774" w:rsidRDefault="00115F49" w:rsidP="00115F49">
      <w:r w:rsidRPr="00115F49">
        <w:t>Alors</w:t>
      </w:r>
      <w:r w:rsidR="00766774">
        <w:t xml:space="preserve">, </w:t>
      </w:r>
      <w:r w:rsidRPr="00115F49">
        <w:t>on fit des signaux à bras aux groupes de gauche et de droite qui se demandaient ce que signifiaient ces soupirs de veaux</w:t>
      </w:r>
      <w:r w:rsidR="00766774">
        <w:t xml:space="preserve"> ; </w:t>
      </w:r>
      <w:r w:rsidRPr="00115F49">
        <w:t>et tout le monde se déploya en tirailleurs et on commença à monter vers le bois</w:t>
      </w:r>
      <w:r w:rsidR="00766774">
        <w:t>.</w:t>
      </w:r>
    </w:p>
    <w:p w14:paraId="2C72B0D7" w14:textId="77777777" w:rsidR="00766774" w:rsidRDefault="00115F49" w:rsidP="00115F49">
      <w:r w:rsidRPr="00115F49">
        <w:t>Avant d</w:t>
      </w:r>
      <w:r w:rsidR="00766774">
        <w:t>’</w:t>
      </w:r>
      <w:r w:rsidRPr="00115F49">
        <w:t>arriver à la lisière nous sortîmes tous de nos gibecières les grosses crécelles de bois avec lesquelles</w:t>
      </w:r>
      <w:r w:rsidR="00766774">
        <w:t xml:space="preserve">, </w:t>
      </w:r>
      <w:r w:rsidRPr="00115F49">
        <w:t>pendant le temps de Pâques</w:t>
      </w:r>
      <w:r w:rsidR="00766774">
        <w:t xml:space="preserve">, </w:t>
      </w:r>
      <w:r w:rsidRPr="00115F49">
        <w:t>on remplace les cloches</w:t>
      </w:r>
      <w:r w:rsidR="00766774">
        <w:t>.</w:t>
      </w:r>
    </w:p>
    <w:p w14:paraId="46F70132" w14:textId="77777777" w:rsidR="00766774" w:rsidRDefault="00115F49" w:rsidP="00115F49">
      <w:r w:rsidRPr="00115F49">
        <w:t>Encore une idée</w:t>
      </w:r>
      <w:r w:rsidR="00766774">
        <w:t xml:space="preserve">, </w:t>
      </w:r>
      <w:r w:rsidRPr="00115F49">
        <w:t>tenez</w:t>
      </w:r>
      <w:r w:rsidR="00766774">
        <w:t xml:space="preserve">, </w:t>
      </w:r>
      <w:r w:rsidRPr="00115F49">
        <w:t>qui m</w:t>
      </w:r>
      <w:r w:rsidR="00766774">
        <w:t>’</w:t>
      </w:r>
      <w:r w:rsidRPr="00115F49">
        <w:t>est venue</w:t>
      </w:r>
      <w:r w:rsidR="00766774">
        <w:t xml:space="preserve">. </w:t>
      </w:r>
      <w:r w:rsidRPr="00115F49">
        <w:t>On est entré dans le bois</w:t>
      </w:r>
      <w:r w:rsidR="00766774">
        <w:t xml:space="preserve">. </w:t>
      </w:r>
      <w:r w:rsidRPr="00115F49">
        <w:t>Silence et solennité</w:t>
      </w:r>
      <w:r w:rsidR="00766774">
        <w:t xml:space="preserve">. </w:t>
      </w:r>
      <w:r w:rsidRPr="00115F49">
        <w:t>Des indications fort claires que nous n</w:t>
      </w:r>
      <w:r w:rsidR="00766774">
        <w:t>’</w:t>
      </w:r>
      <w:r w:rsidRPr="00115F49">
        <w:t>avions rien à foutre dans un endroit pareil</w:t>
      </w:r>
      <w:r w:rsidR="00766774">
        <w:t xml:space="preserve">. </w:t>
      </w:r>
      <w:r w:rsidRPr="00115F49">
        <w:t>Et on venait pour quoi</w:t>
      </w:r>
      <w:r w:rsidR="00766774">
        <w:t> ?</w:t>
      </w:r>
    </w:p>
    <w:p w14:paraId="0CF5B3E2" w14:textId="77777777" w:rsidR="00766774" w:rsidRDefault="00115F49" w:rsidP="00115F49">
      <w:r w:rsidRPr="00115F49">
        <w:t>Je voyais Romuald</w:t>
      </w:r>
      <w:r w:rsidR="00766774">
        <w:t xml:space="preserve">, </w:t>
      </w:r>
      <w:r w:rsidRPr="00115F49">
        <w:t>Félix Petit</w:t>
      </w:r>
      <w:r w:rsidR="00766774">
        <w:t xml:space="preserve">, </w:t>
      </w:r>
      <w:r w:rsidRPr="00115F49">
        <w:t>un peu plus loin Ravanel père</w:t>
      </w:r>
      <w:r w:rsidR="00766774">
        <w:t xml:space="preserve">, </w:t>
      </w:r>
      <w:r w:rsidRPr="00115F49">
        <w:t>de l</w:t>
      </w:r>
      <w:r w:rsidR="00766774">
        <w:t>’</w:t>
      </w:r>
      <w:r w:rsidRPr="00115F49">
        <w:t>autre côté Ravanel fils</w:t>
      </w:r>
      <w:r w:rsidR="00766774">
        <w:t xml:space="preserve"> ; </w:t>
      </w:r>
      <w:r w:rsidRPr="00115F49">
        <w:t xml:space="preserve">des troncs de sapins givrés à la nielle et des feuillages grossis de neige me cachaient </w:t>
      </w:r>
      <w:r w:rsidR="00766774" w:rsidRPr="00115F49">
        <w:t>Frédéric</w:t>
      </w:r>
      <w:r w:rsidR="00766774">
        <w:t> </w:t>
      </w:r>
      <w:r w:rsidR="00766774" w:rsidRPr="00115F49">
        <w:t>II</w:t>
      </w:r>
      <w:r w:rsidR="00766774">
        <w:t xml:space="preserve"> ; </w:t>
      </w:r>
      <w:r w:rsidRPr="00115F49">
        <w:t>je pouvais imaginer dans le bois la longue file de tirailleurs et chacun faisait comme moi</w:t>
      </w:r>
      <w:r w:rsidR="00766774">
        <w:t xml:space="preserve">, </w:t>
      </w:r>
      <w:r w:rsidRPr="00115F49">
        <w:t>marchait à pas de serpent en guettant de droite et de gauche</w:t>
      </w:r>
      <w:r w:rsidR="00766774">
        <w:t xml:space="preserve">, </w:t>
      </w:r>
      <w:r w:rsidRPr="00115F49">
        <w:t>crécelle en main</w:t>
      </w:r>
      <w:r w:rsidR="00766774">
        <w:t xml:space="preserve">. </w:t>
      </w:r>
      <w:r w:rsidRPr="00115F49">
        <w:t>Pierre-le-Brave avait embouché son cor</w:t>
      </w:r>
      <w:r w:rsidR="00766774">
        <w:t xml:space="preserve">. </w:t>
      </w:r>
      <w:r w:rsidRPr="00115F49">
        <w:t>Et</w:t>
      </w:r>
      <w:r w:rsidR="00766774">
        <w:t xml:space="preserve">, </w:t>
      </w:r>
      <w:r w:rsidRPr="00115F49">
        <w:t>du lointain</w:t>
      </w:r>
      <w:r w:rsidR="00766774">
        <w:t xml:space="preserve">, </w:t>
      </w:r>
      <w:r w:rsidRPr="00115F49">
        <w:t>par-dessus la cime des arbres</w:t>
      </w:r>
      <w:r w:rsidR="00766774">
        <w:t xml:space="preserve">, </w:t>
      </w:r>
      <w:r w:rsidRPr="00115F49">
        <w:t>comme un oiseau</w:t>
      </w:r>
      <w:r w:rsidR="00766774">
        <w:t xml:space="preserve">, </w:t>
      </w:r>
      <w:r w:rsidRPr="00115F49">
        <w:t>arriva de nouveau sur nous le soupir de veau enrhumé</w:t>
      </w:r>
      <w:r w:rsidR="00766774">
        <w:t xml:space="preserve">. </w:t>
      </w:r>
      <w:r w:rsidRPr="00115F49">
        <w:t>Alors</w:t>
      </w:r>
      <w:r w:rsidR="00766774">
        <w:t xml:space="preserve">, </w:t>
      </w:r>
      <w:r w:rsidRPr="00115F49">
        <w:t>Pierre déclencha sa propre fanfare dans nos oreilles</w:t>
      </w:r>
      <w:r w:rsidR="00766774">
        <w:t xml:space="preserve">, </w:t>
      </w:r>
      <w:r w:rsidRPr="00115F49">
        <w:t>dans nos avenues</w:t>
      </w:r>
      <w:r w:rsidR="00766774">
        <w:t xml:space="preserve">, </w:t>
      </w:r>
      <w:r w:rsidRPr="00115F49">
        <w:t>dans l</w:t>
      </w:r>
      <w:r w:rsidR="00766774">
        <w:t>’</w:t>
      </w:r>
      <w:r w:rsidRPr="00115F49">
        <w:t>écho des arbres qui nous touchaient</w:t>
      </w:r>
      <w:r w:rsidR="00766774">
        <w:t xml:space="preserve">, </w:t>
      </w:r>
      <w:r w:rsidRPr="00115F49">
        <w:t>dans les profondeurs du vallon qui nous faisait face</w:t>
      </w:r>
      <w:r w:rsidR="00766774">
        <w:t xml:space="preserve">. </w:t>
      </w:r>
      <w:r w:rsidRPr="00115F49">
        <w:t>Et tous ensemble on commença à faire craquer nos grosses crécelles</w:t>
      </w:r>
      <w:r w:rsidR="00766774">
        <w:t xml:space="preserve">, </w:t>
      </w:r>
      <w:r w:rsidRPr="00115F49">
        <w:t>à écraser dans nos crécelles le silence et la solennité</w:t>
      </w:r>
      <w:r w:rsidR="00766774">
        <w:t>.</w:t>
      </w:r>
    </w:p>
    <w:p w14:paraId="49029AFA" w14:textId="77777777" w:rsidR="00766774" w:rsidRDefault="00115F49" w:rsidP="00115F49">
      <w:r w:rsidRPr="00115F49">
        <w:lastRenderedPageBreak/>
        <w:t>Et si je vous disais qu</w:t>
      </w:r>
      <w:r w:rsidR="00766774">
        <w:t>’</w:t>
      </w:r>
      <w:r w:rsidRPr="00115F49">
        <w:t>à ce moment-là on s</w:t>
      </w:r>
      <w:r w:rsidR="00766774">
        <w:t>’</w:t>
      </w:r>
      <w:r w:rsidRPr="00115F49">
        <w:t>est redressé comme des chevaux à qui on asticote la croupe</w:t>
      </w:r>
      <w:r w:rsidR="00766774">
        <w:t xml:space="preserve">. </w:t>
      </w:r>
      <w:r w:rsidRPr="00115F49">
        <w:t>Et qu</w:t>
      </w:r>
      <w:r w:rsidR="00766774">
        <w:t>’</w:t>
      </w:r>
      <w:r w:rsidRPr="00115F49">
        <w:t>on s</w:t>
      </w:r>
      <w:r w:rsidR="00766774">
        <w:t>’</w:t>
      </w:r>
      <w:r w:rsidRPr="00115F49">
        <w:t>est bourré en avant et que</w:t>
      </w:r>
      <w:r w:rsidR="00766774">
        <w:t xml:space="preserve">, </w:t>
      </w:r>
      <w:r w:rsidRPr="00115F49">
        <w:t>plus il y avait de bruit</w:t>
      </w:r>
      <w:r w:rsidR="00766774">
        <w:t xml:space="preserve">, </w:t>
      </w:r>
      <w:r w:rsidRPr="00115F49">
        <w:t>plus on voulait en faire</w:t>
      </w:r>
      <w:r w:rsidR="00766774">
        <w:t xml:space="preserve">, </w:t>
      </w:r>
      <w:r w:rsidRPr="00115F49">
        <w:t>et qu</w:t>
      </w:r>
      <w:r w:rsidR="00766774">
        <w:t>’</w:t>
      </w:r>
      <w:r w:rsidRPr="00115F49">
        <w:t>on aurait été capables</w:t>
      </w:r>
      <w:r w:rsidR="00766774">
        <w:t xml:space="preserve"> (</w:t>
      </w:r>
      <w:r w:rsidRPr="00115F49">
        <w:t>peut-être</w:t>
      </w:r>
      <w:r w:rsidR="00766774">
        <w:t xml:space="preserve">) </w:t>
      </w:r>
      <w:r w:rsidRPr="00115F49">
        <w:t>de déchirer un loup avec les dents</w:t>
      </w:r>
      <w:r w:rsidR="00766774">
        <w:t xml:space="preserve">. </w:t>
      </w:r>
      <w:r w:rsidRPr="00115F49">
        <w:t>En tout cas</w:t>
      </w:r>
      <w:r w:rsidR="00766774">
        <w:t xml:space="preserve">, </w:t>
      </w:r>
      <w:r w:rsidRPr="00115F49">
        <w:t>l</w:t>
      </w:r>
      <w:r w:rsidR="00766774">
        <w:t>’</w:t>
      </w:r>
      <w:r w:rsidRPr="00115F49">
        <w:t>envie y était</w:t>
      </w:r>
      <w:r w:rsidR="00766774">
        <w:t xml:space="preserve">. </w:t>
      </w:r>
      <w:r w:rsidRPr="00115F49">
        <w:t>Et pire que l</w:t>
      </w:r>
      <w:r w:rsidR="00766774">
        <w:t>’</w:t>
      </w:r>
      <w:r w:rsidRPr="00115F49">
        <w:t>envie</w:t>
      </w:r>
      <w:r w:rsidR="00766774">
        <w:t xml:space="preserve"> : </w:t>
      </w:r>
      <w:r w:rsidRPr="00115F49">
        <w:t>pendant que ce cor cornait</w:t>
      </w:r>
      <w:r w:rsidR="00766774">
        <w:t xml:space="preserve">, </w:t>
      </w:r>
      <w:r w:rsidRPr="00115F49">
        <w:t>que les crécelles craquaient</w:t>
      </w:r>
      <w:r w:rsidR="00766774">
        <w:t xml:space="preserve">, </w:t>
      </w:r>
      <w:r w:rsidRPr="00115F49">
        <w:t>qu</w:t>
      </w:r>
      <w:r w:rsidR="00766774">
        <w:t>’</w:t>
      </w:r>
      <w:r w:rsidRPr="00115F49">
        <w:t>on guettait les buissons là-bas devant pour voir si</w:t>
      </w:r>
      <w:r w:rsidR="00766774">
        <w:t xml:space="preserve">, </w:t>
      </w:r>
      <w:r w:rsidRPr="00115F49">
        <w:t>de l</w:t>
      </w:r>
      <w:r w:rsidR="00766774">
        <w:t>’</w:t>
      </w:r>
      <w:r w:rsidRPr="00115F49">
        <w:t>un d</w:t>
      </w:r>
      <w:r w:rsidR="00766774">
        <w:t>’</w:t>
      </w:r>
      <w:r w:rsidRPr="00115F49">
        <w:t>eux</w:t>
      </w:r>
      <w:r w:rsidR="00766774">
        <w:t xml:space="preserve">, </w:t>
      </w:r>
      <w:r w:rsidRPr="00115F49">
        <w:t>n</w:t>
      </w:r>
      <w:r w:rsidR="00766774">
        <w:t>’</w:t>
      </w:r>
      <w:r w:rsidRPr="00115F49">
        <w:t>allait pas jaillir le fuseau noir et rouge d</w:t>
      </w:r>
      <w:r w:rsidR="00766774">
        <w:t>’</w:t>
      </w:r>
      <w:r w:rsidRPr="00115F49">
        <w:t>un loup</w:t>
      </w:r>
      <w:r w:rsidR="00766774">
        <w:t xml:space="preserve">, </w:t>
      </w:r>
      <w:r w:rsidRPr="00115F49">
        <w:t>gueule ouverte</w:t>
      </w:r>
      <w:r w:rsidR="00766774">
        <w:t xml:space="preserve">. </w:t>
      </w:r>
      <w:r w:rsidRPr="00115F49">
        <w:t>Nous nous regardions furtivement les uns et les autres et</w:t>
      </w:r>
      <w:r w:rsidR="00766774">
        <w:t xml:space="preserve">, </w:t>
      </w:r>
      <w:r w:rsidRPr="00115F49">
        <w:t>si je ne sais pas de quelle qualité était mon regard</w:t>
      </w:r>
      <w:r w:rsidR="00766774">
        <w:t xml:space="preserve">, </w:t>
      </w:r>
      <w:r w:rsidRPr="00115F49">
        <w:t>je sais de quelle qualité était le regard des autres posé sur moi</w:t>
      </w:r>
      <w:r w:rsidR="00766774">
        <w:t xml:space="preserve">. </w:t>
      </w:r>
      <w:r w:rsidRPr="00115F49">
        <w:t>Oui</w:t>
      </w:r>
      <w:r w:rsidR="00766774">
        <w:t xml:space="preserve">, </w:t>
      </w:r>
      <w:r w:rsidRPr="00115F49">
        <w:t>sur moi</w:t>
      </w:r>
      <w:r w:rsidR="00766774">
        <w:t xml:space="preserve">. </w:t>
      </w:r>
      <w:r w:rsidRPr="00115F49">
        <w:t>Qui n</w:t>
      </w:r>
      <w:r w:rsidR="00766774">
        <w:t>’</w:t>
      </w:r>
      <w:r w:rsidRPr="00115F49">
        <w:t>ai jamais fait de mal à personne</w:t>
      </w:r>
      <w:r w:rsidR="00766774">
        <w:t>.</w:t>
      </w:r>
    </w:p>
    <w:p w14:paraId="0400334E" w14:textId="77777777" w:rsidR="00766774" w:rsidRDefault="00115F49" w:rsidP="00115F49">
      <w:r w:rsidRPr="00115F49">
        <w:t>Silence et solennité</w:t>
      </w:r>
      <w:r w:rsidR="00766774">
        <w:t xml:space="preserve"> ? </w:t>
      </w:r>
      <w:r w:rsidRPr="00115F49">
        <w:t>À y réfléchir</w:t>
      </w:r>
      <w:r w:rsidR="00766774">
        <w:t xml:space="preserve">, </w:t>
      </w:r>
      <w:r w:rsidRPr="00115F49">
        <w:t>hé</w:t>
      </w:r>
      <w:r w:rsidR="00766774">
        <w:t xml:space="preserve">, </w:t>
      </w:r>
      <w:r w:rsidRPr="00115F49">
        <w:t>la bêtise du fameux procureur royal</w:t>
      </w:r>
      <w:r w:rsidR="00766774">
        <w:t xml:space="preserve">, </w:t>
      </w:r>
      <w:r w:rsidRPr="00115F49">
        <w:t>ce qu</w:t>
      </w:r>
      <w:r w:rsidR="00766774">
        <w:t>’</w:t>
      </w:r>
      <w:r w:rsidRPr="00115F49">
        <w:t>avait entendu Saucisse</w:t>
      </w:r>
      <w:r w:rsidR="00766774">
        <w:t xml:space="preserve"> : </w:t>
      </w:r>
      <w:r w:rsidRPr="00115F49">
        <w:t>le machin sur la vérité</w:t>
      </w:r>
      <w:r w:rsidR="00766774">
        <w:t xml:space="preserve">, </w:t>
      </w:r>
      <w:r w:rsidRPr="00115F49">
        <w:t>c</w:t>
      </w:r>
      <w:r w:rsidR="00766774">
        <w:t>’</w:t>
      </w:r>
      <w:r w:rsidRPr="00115F49">
        <w:t>était pas si bête que ça</w:t>
      </w:r>
      <w:r w:rsidR="00766774">
        <w:t xml:space="preserve">. </w:t>
      </w:r>
      <w:r w:rsidRPr="00115F49">
        <w:t>Et ici c</w:t>
      </w:r>
      <w:r w:rsidR="00766774">
        <w:t>’</w:t>
      </w:r>
      <w:r w:rsidRPr="00115F49">
        <w:t>était peut-être silence et solennité avant que la vérité n</w:t>
      </w:r>
      <w:r w:rsidR="00766774">
        <w:t>’</w:t>
      </w:r>
      <w:r w:rsidRPr="00115F49">
        <w:t>éclate</w:t>
      </w:r>
      <w:r w:rsidR="00766774">
        <w:t>.</w:t>
      </w:r>
    </w:p>
    <w:p w14:paraId="16BCD995" w14:textId="77777777" w:rsidR="00766774" w:rsidRDefault="00115F49" w:rsidP="00115F49">
      <w:r w:rsidRPr="00115F49">
        <w:t>Si je vous disais que j</w:t>
      </w:r>
      <w:r w:rsidR="00766774">
        <w:t>’</w:t>
      </w:r>
      <w:r w:rsidRPr="00115F49">
        <w:t>ai pensé tout ça</w:t>
      </w:r>
      <w:r w:rsidR="00766774">
        <w:t xml:space="preserve"> ? </w:t>
      </w:r>
      <w:r w:rsidRPr="00115F49">
        <w:t>Bien sûr que non</w:t>
      </w:r>
      <w:r w:rsidR="00766774">
        <w:t xml:space="preserve"> : </w:t>
      </w:r>
      <w:r w:rsidRPr="00115F49">
        <w:t>ça vient à mesure</w:t>
      </w:r>
      <w:r w:rsidR="00766774">
        <w:t xml:space="preserve">. </w:t>
      </w:r>
      <w:r w:rsidRPr="00115F49">
        <w:t>D</w:t>
      </w:r>
      <w:r w:rsidR="00766774">
        <w:t>’</w:t>
      </w:r>
      <w:r w:rsidRPr="00115F49">
        <w:t>autant qu</w:t>
      </w:r>
      <w:r w:rsidR="00766774">
        <w:t>’</w:t>
      </w:r>
      <w:r w:rsidRPr="00115F49">
        <w:t>on n</w:t>
      </w:r>
      <w:r w:rsidR="00766774">
        <w:t>’</w:t>
      </w:r>
      <w:r w:rsidRPr="00115F49">
        <w:t>était pas là pour penser</w:t>
      </w:r>
      <w:r w:rsidR="00766774">
        <w:t>.</w:t>
      </w:r>
    </w:p>
    <w:p w14:paraId="65F3DCFA" w14:textId="77777777" w:rsidR="00766774" w:rsidRDefault="00115F49" w:rsidP="00115F49">
      <w:r w:rsidRPr="00115F49">
        <w:t>Le Chalamont</w:t>
      </w:r>
      <w:r w:rsidR="00766774">
        <w:t xml:space="preserve">, </w:t>
      </w:r>
      <w:r w:rsidRPr="00115F49">
        <w:t>rien qu</w:t>
      </w:r>
      <w:r w:rsidR="00766774">
        <w:t>’</w:t>
      </w:r>
      <w:r w:rsidRPr="00115F49">
        <w:t>aux abords déjà</w:t>
      </w:r>
      <w:r w:rsidR="00766774">
        <w:t xml:space="preserve">, </w:t>
      </w:r>
      <w:r w:rsidRPr="00115F49">
        <w:t>était sacrément touffu</w:t>
      </w:r>
      <w:r w:rsidR="00766774">
        <w:t xml:space="preserve">. </w:t>
      </w:r>
      <w:r w:rsidRPr="00115F49">
        <w:t>On avait beau dire qu</w:t>
      </w:r>
      <w:r w:rsidR="00766774">
        <w:t>’</w:t>
      </w:r>
      <w:r w:rsidRPr="00115F49">
        <w:t>avec la musique que nous menions le lascar</w:t>
      </w:r>
      <w:r w:rsidR="00766774">
        <w:t xml:space="preserve">, </w:t>
      </w:r>
      <w:r w:rsidRPr="00115F49">
        <w:t>ou les lascars</w:t>
      </w:r>
      <w:r w:rsidR="00766774">
        <w:t xml:space="preserve">, </w:t>
      </w:r>
      <w:r w:rsidRPr="00115F49">
        <w:t>avaient dû décamper de loin</w:t>
      </w:r>
      <w:r w:rsidR="00766774">
        <w:t xml:space="preserve"> ; </w:t>
      </w:r>
      <w:r w:rsidRPr="00115F49">
        <w:t>il fallait quand même se tenir à carreau</w:t>
      </w:r>
      <w:r w:rsidR="00766774">
        <w:t>.</w:t>
      </w:r>
    </w:p>
    <w:p w14:paraId="57715755" w14:textId="77777777" w:rsidR="00766774" w:rsidRDefault="00115F49" w:rsidP="00115F49">
      <w:r w:rsidRPr="00115F49">
        <w:t>On croit toujours que c</w:t>
      </w:r>
      <w:r w:rsidR="00766774">
        <w:t>’</w:t>
      </w:r>
      <w:r w:rsidRPr="00115F49">
        <w:t>est le renard qui est fin</w:t>
      </w:r>
      <w:r w:rsidR="00766774">
        <w:t xml:space="preserve">. </w:t>
      </w:r>
      <w:r w:rsidRPr="00115F49">
        <w:t>Les loups le sont</w:t>
      </w:r>
      <w:r w:rsidR="00766774">
        <w:t xml:space="preserve">. </w:t>
      </w:r>
      <w:r w:rsidRPr="00115F49">
        <w:t>La cruauté</w:t>
      </w:r>
      <w:r w:rsidR="00766774">
        <w:t xml:space="preserve">, </w:t>
      </w:r>
      <w:r w:rsidRPr="00115F49">
        <w:t>voyez-vous</w:t>
      </w:r>
      <w:r w:rsidR="00766774">
        <w:t xml:space="preserve">, </w:t>
      </w:r>
      <w:r w:rsidRPr="00115F49">
        <w:t>inspire</w:t>
      </w:r>
      <w:r w:rsidR="00766774">
        <w:t xml:space="preserve">. </w:t>
      </w:r>
      <w:r w:rsidRPr="00115F49">
        <w:t>Le loup qui est bien plus cruel que le renard est bien plus fin que lui</w:t>
      </w:r>
      <w:r w:rsidR="00766774">
        <w:t xml:space="preserve">. </w:t>
      </w:r>
      <w:r w:rsidRPr="00115F49">
        <w:t>Malice de renard ça s</w:t>
      </w:r>
      <w:r w:rsidR="00766774">
        <w:t>’</w:t>
      </w:r>
      <w:r w:rsidRPr="00115F49">
        <w:t>évente encore</w:t>
      </w:r>
      <w:r w:rsidR="00766774">
        <w:t xml:space="preserve">. </w:t>
      </w:r>
      <w:r w:rsidRPr="00115F49">
        <w:t>Malice de loup</w:t>
      </w:r>
      <w:r w:rsidR="00766774">
        <w:t xml:space="preserve"> !… </w:t>
      </w:r>
      <w:r w:rsidRPr="00115F49">
        <w:t xml:space="preserve">Chez nous on dit </w:t>
      </w:r>
      <w:r w:rsidR="00766774">
        <w:t>« </w:t>
      </w:r>
      <w:r w:rsidRPr="00115F49">
        <w:t>Malice de loup ça se gueule</w:t>
      </w:r>
      <w:r w:rsidR="00766774">
        <w:t> »</w:t>
      </w:r>
      <w:r w:rsidRPr="00115F49">
        <w:t xml:space="preserve"> voulant dire que c</w:t>
      </w:r>
      <w:r w:rsidR="00766774">
        <w:t>’</w:t>
      </w:r>
      <w:r w:rsidRPr="00115F49">
        <w:t>est si fin</w:t>
      </w:r>
      <w:r w:rsidR="00766774">
        <w:t xml:space="preserve">, </w:t>
      </w:r>
      <w:r w:rsidRPr="00115F49">
        <w:t>si droit</w:t>
      </w:r>
      <w:r w:rsidR="00766774">
        <w:t xml:space="preserve">, </w:t>
      </w:r>
      <w:r w:rsidRPr="00115F49">
        <w:t>si rapide et si prompt</w:t>
      </w:r>
      <w:r w:rsidR="00766774">
        <w:t xml:space="preserve"> (</w:t>
      </w:r>
      <w:r w:rsidRPr="00115F49">
        <w:t>si cruel aussi</w:t>
      </w:r>
      <w:r w:rsidR="00766774">
        <w:t xml:space="preserve">) </w:t>
      </w:r>
      <w:r w:rsidRPr="00115F49">
        <w:t>qu</w:t>
      </w:r>
      <w:r w:rsidR="00766774">
        <w:t>’</w:t>
      </w:r>
      <w:r w:rsidRPr="00115F49">
        <w:t>on hurle de surprise et d</w:t>
      </w:r>
      <w:r w:rsidR="00766774">
        <w:t>’</w:t>
      </w:r>
      <w:r w:rsidRPr="00115F49">
        <w:t>alarme</w:t>
      </w:r>
      <w:r w:rsidR="00766774">
        <w:t xml:space="preserve">, </w:t>
      </w:r>
      <w:r w:rsidRPr="00115F49">
        <w:t>et ça veut dire aussi qu</w:t>
      </w:r>
      <w:r w:rsidR="00766774">
        <w:t>’</w:t>
      </w:r>
      <w:r w:rsidRPr="00115F49">
        <w:t xml:space="preserve">on </w:t>
      </w:r>
      <w:r w:rsidRPr="00115F49">
        <w:lastRenderedPageBreak/>
        <w:t>hurle parce qu</w:t>
      </w:r>
      <w:r w:rsidR="00766774">
        <w:t>’</w:t>
      </w:r>
      <w:r w:rsidRPr="00115F49">
        <w:t>avant de pouvoir hurler pour autre chose</w:t>
      </w:r>
      <w:r w:rsidR="00766774">
        <w:t xml:space="preserve">, </w:t>
      </w:r>
      <w:r w:rsidRPr="00115F49">
        <w:t>généralement on a les dents dans la peau</w:t>
      </w:r>
      <w:r w:rsidR="00766774">
        <w:t xml:space="preserve">. </w:t>
      </w:r>
      <w:r w:rsidRPr="00115F49">
        <w:t>Des loups comme celui ou comme ceux qu</w:t>
      </w:r>
      <w:r w:rsidR="00766774">
        <w:t>’</w:t>
      </w:r>
      <w:r w:rsidRPr="00115F49">
        <w:t>on cherchait pouvaient très bien se dire</w:t>
      </w:r>
      <w:r w:rsidR="00766774">
        <w:t> : « </w:t>
      </w:r>
      <w:r w:rsidRPr="00115F49">
        <w:t>Ils croient que la peur va nous faire partir</w:t>
      </w:r>
      <w:r w:rsidR="00766774">
        <w:t xml:space="preserve">, </w:t>
      </w:r>
      <w:r w:rsidRPr="00115F49">
        <w:t>eh bien</w:t>
      </w:r>
      <w:r w:rsidR="00766774">
        <w:t xml:space="preserve">, </w:t>
      </w:r>
      <w:r w:rsidRPr="00115F49">
        <w:t>la peur va nous faire rester</w:t>
      </w:r>
      <w:r w:rsidR="00766774">
        <w:t>. »</w:t>
      </w:r>
      <w:r w:rsidRPr="00115F49">
        <w:t xml:space="preserve"> Et ne déboucher qu</w:t>
      </w:r>
      <w:r w:rsidR="00766774">
        <w:t>’</w:t>
      </w:r>
      <w:r w:rsidRPr="00115F49">
        <w:t>à trois pas de nous en nous en mettant plein la vue d</w:t>
      </w:r>
      <w:r w:rsidR="00766774">
        <w:t>’</w:t>
      </w:r>
      <w:r w:rsidRPr="00115F49">
        <w:t>un saut de carpe</w:t>
      </w:r>
      <w:r w:rsidR="00766774">
        <w:t xml:space="preserve">, </w:t>
      </w:r>
      <w:r w:rsidRPr="00115F49">
        <w:t>crever la ligne et foutre le camp</w:t>
      </w:r>
      <w:r w:rsidR="00766774">
        <w:t xml:space="preserve">. </w:t>
      </w:r>
      <w:r w:rsidRPr="00115F49">
        <w:t>Ça alors</w:t>
      </w:r>
      <w:r w:rsidR="00766774">
        <w:t xml:space="preserve">, </w:t>
      </w:r>
      <w:r w:rsidRPr="00115F49">
        <w:t>Langlois</w:t>
      </w:r>
      <w:r w:rsidR="00766774">
        <w:t> !…</w:t>
      </w:r>
    </w:p>
    <w:p w14:paraId="32304307" w14:textId="77777777" w:rsidR="00766774" w:rsidRDefault="00115F49" w:rsidP="00115F49">
      <w:r w:rsidRPr="00115F49">
        <w:t>Mais il n</w:t>
      </w:r>
      <w:r w:rsidR="00766774">
        <w:t>’</w:t>
      </w:r>
      <w:r w:rsidRPr="00115F49">
        <w:t>y avait pas beaucoup de risques</w:t>
      </w:r>
      <w:r w:rsidR="00766774">
        <w:t xml:space="preserve">. </w:t>
      </w:r>
      <w:r w:rsidRPr="00115F49">
        <w:t>On était de fameux grenadiers</w:t>
      </w:r>
      <w:r w:rsidR="00766774">
        <w:t>.</w:t>
      </w:r>
    </w:p>
    <w:p w14:paraId="008833A5" w14:textId="77777777" w:rsidR="00766774" w:rsidRDefault="00115F49" w:rsidP="00115F49">
      <w:r w:rsidRPr="00115F49">
        <w:t>Jusqu</w:t>
      </w:r>
      <w:r w:rsidR="00766774">
        <w:t>’</w:t>
      </w:r>
      <w:r w:rsidRPr="00115F49">
        <w:t>à midi ça va</w:t>
      </w:r>
      <w:r w:rsidR="00766774">
        <w:t xml:space="preserve"> ; </w:t>
      </w:r>
      <w:r w:rsidRPr="00115F49">
        <w:t>à peu près</w:t>
      </w:r>
      <w:r w:rsidR="00766774">
        <w:t xml:space="preserve"> ; </w:t>
      </w:r>
      <w:r w:rsidRPr="00115F49">
        <w:t>c</w:t>
      </w:r>
      <w:r w:rsidR="00766774">
        <w:t>’</w:t>
      </w:r>
      <w:r w:rsidRPr="00115F49">
        <w:t>est-à-dire qu</w:t>
      </w:r>
      <w:r w:rsidR="00766774">
        <w:t>’</w:t>
      </w:r>
      <w:r w:rsidRPr="00115F49">
        <w:t>on marche</w:t>
      </w:r>
      <w:r w:rsidR="00766774">
        <w:t xml:space="preserve">, </w:t>
      </w:r>
      <w:r w:rsidRPr="00115F49">
        <w:t>qu</w:t>
      </w:r>
      <w:r w:rsidR="00766774">
        <w:t>’</w:t>
      </w:r>
      <w:r w:rsidRPr="00115F49">
        <w:t>on fait aller les crécelles</w:t>
      </w:r>
      <w:r w:rsidR="00766774">
        <w:t xml:space="preserve">, </w:t>
      </w:r>
      <w:r w:rsidRPr="00115F49">
        <w:t>qu</w:t>
      </w:r>
      <w:r w:rsidR="00766774">
        <w:t>’</w:t>
      </w:r>
      <w:r w:rsidRPr="00115F49">
        <w:t>on ne voit rien</w:t>
      </w:r>
      <w:r w:rsidR="00766774">
        <w:t xml:space="preserve">. </w:t>
      </w:r>
      <w:r w:rsidRPr="00115F49">
        <w:t>De temps en temps</w:t>
      </w:r>
      <w:r w:rsidR="00766774">
        <w:t xml:space="preserve">, </w:t>
      </w:r>
      <w:r w:rsidRPr="00115F49">
        <w:t>par le dessus du bois</w:t>
      </w:r>
      <w:r w:rsidR="00766774">
        <w:t xml:space="preserve">, </w:t>
      </w:r>
      <w:r w:rsidRPr="00115F49">
        <w:t>nous arrive le soupir de ce veau enrhumé à qui là-bas Langlois caresse les narines</w:t>
      </w:r>
      <w:r w:rsidR="00766774">
        <w:t>.</w:t>
      </w:r>
    </w:p>
    <w:p w14:paraId="0431FB17" w14:textId="77777777" w:rsidR="00115F49" w:rsidRPr="00115F49" w:rsidRDefault="00115F49" w:rsidP="00115F49">
      <w:r w:rsidRPr="00115F49">
        <w:t>Et</w:t>
      </w:r>
      <w:r w:rsidR="00766774">
        <w:t xml:space="preserve">, </w:t>
      </w:r>
      <w:r w:rsidRPr="00115F49">
        <w:t>selon comment ce veau éternue ça veut dire</w:t>
      </w:r>
      <w:r w:rsidR="00766774">
        <w:t> : « </w:t>
      </w:r>
      <w:r w:rsidRPr="00115F49">
        <w:t>Est-ce que tout va bien</w:t>
      </w:r>
      <w:r w:rsidR="00766774">
        <w:t xml:space="preserve"> ? </w:t>
      </w:r>
      <w:r w:rsidRPr="00115F49">
        <w:t>Est-ce que vous n</w:t>
      </w:r>
      <w:r w:rsidR="00766774">
        <w:t>’</w:t>
      </w:r>
      <w:r w:rsidRPr="00115F49">
        <w:t>avez rien vu</w:t>
      </w:r>
      <w:r w:rsidR="00766774">
        <w:t xml:space="preserve"> ? </w:t>
      </w:r>
      <w:r w:rsidRPr="00115F49">
        <w:t>Est-ce que vous respectez l</w:t>
      </w:r>
      <w:r w:rsidR="00766774">
        <w:t>’</w:t>
      </w:r>
      <w:r w:rsidRPr="00115F49">
        <w:t>itinéraire</w:t>
      </w:r>
      <w:r w:rsidR="00766774">
        <w:t> ? »</w:t>
      </w:r>
    </w:p>
    <w:p w14:paraId="0C7A530A" w14:textId="77777777" w:rsidR="00766774" w:rsidRDefault="00115F49" w:rsidP="00115F49">
      <w:r w:rsidRPr="00115F49">
        <w:t>Et pour nous Pierre-le-Brave répond</w:t>
      </w:r>
      <w:r w:rsidR="00766774">
        <w:t> : « </w:t>
      </w:r>
      <w:r w:rsidRPr="00115F49">
        <w:t>Oui</w:t>
      </w:r>
      <w:r w:rsidR="00766774">
        <w:t xml:space="preserve">, </w:t>
      </w:r>
      <w:r w:rsidRPr="00115F49">
        <w:t>tout va bien</w:t>
      </w:r>
      <w:r w:rsidR="00766774">
        <w:t xml:space="preserve"> ; </w:t>
      </w:r>
      <w:r w:rsidRPr="00115F49">
        <w:t>non</w:t>
      </w:r>
      <w:r w:rsidR="00766774">
        <w:t xml:space="preserve">, </w:t>
      </w:r>
      <w:r w:rsidRPr="00115F49">
        <w:t>on n</w:t>
      </w:r>
      <w:r w:rsidR="00766774">
        <w:t>’</w:t>
      </w:r>
      <w:r w:rsidRPr="00115F49">
        <w:t>a rien vu</w:t>
      </w:r>
      <w:r w:rsidR="00766774">
        <w:t xml:space="preserve"> ; </w:t>
      </w:r>
      <w:r w:rsidRPr="00115F49">
        <w:t>oui</w:t>
      </w:r>
      <w:r w:rsidR="00766774">
        <w:t xml:space="preserve">, </w:t>
      </w:r>
      <w:r w:rsidRPr="00115F49">
        <w:t>on respecte l</w:t>
      </w:r>
      <w:r w:rsidR="00766774">
        <w:t>’</w:t>
      </w:r>
      <w:r w:rsidRPr="00115F49">
        <w:t>itinéraire</w:t>
      </w:r>
      <w:r w:rsidR="00766774">
        <w:t>. »</w:t>
      </w:r>
      <w:r w:rsidRPr="00115F49">
        <w:t xml:space="preserve"> Et nous entendons qu</w:t>
      </w:r>
      <w:r w:rsidR="00766774">
        <w:t>’</w:t>
      </w:r>
      <w:r w:rsidRPr="00115F49">
        <w:t>ici et là les autres correspondent de même</w:t>
      </w:r>
      <w:r w:rsidR="00766774">
        <w:t>.</w:t>
      </w:r>
    </w:p>
    <w:p w14:paraId="4BD04FA7" w14:textId="77777777" w:rsidR="00766774" w:rsidRDefault="00115F49" w:rsidP="00115F49">
      <w:r w:rsidRPr="00115F49">
        <w:t>À midi on casse un peu la croûte sur le pouce</w:t>
      </w:r>
      <w:r w:rsidR="00766774">
        <w:t xml:space="preserve">. </w:t>
      </w:r>
      <w:r w:rsidRPr="00115F49">
        <w:t>Pierre-le-Brave résume alors la situation d</w:t>
      </w:r>
      <w:r w:rsidR="00766774">
        <w:t>’</w:t>
      </w:r>
      <w:r w:rsidRPr="00115F49">
        <w:t>après les cornetages du matin</w:t>
      </w:r>
      <w:r w:rsidR="00766774">
        <w:t xml:space="preserve"> : </w:t>
      </w:r>
      <w:r w:rsidRPr="00115F49">
        <w:t>personne n</w:t>
      </w:r>
      <w:r w:rsidR="00766774">
        <w:t>’</w:t>
      </w:r>
      <w:r w:rsidRPr="00115F49">
        <w:t>a rien vu</w:t>
      </w:r>
      <w:r w:rsidR="00766774">
        <w:t xml:space="preserve"> ; </w:t>
      </w:r>
      <w:r w:rsidRPr="00115F49">
        <w:t>les bois sont vides</w:t>
      </w:r>
      <w:r w:rsidR="00766774">
        <w:t xml:space="preserve">. </w:t>
      </w:r>
      <w:r w:rsidRPr="00115F49">
        <w:t>Et on repart</w:t>
      </w:r>
      <w:r w:rsidR="00766774">
        <w:t>.</w:t>
      </w:r>
    </w:p>
    <w:p w14:paraId="118C89E7" w14:textId="77777777" w:rsidR="00766774" w:rsidRDefault="00115F49" w:rsidP="00115F49">
      <w:r w:rsidRPr="00115F49">
        <w:t>La lumière d</w:t>
      </w:r>
      <w:r w:rsidR="00766774">
        <w:t>’</w:t>
      </w:r>
      <w:r w:rsidRPr="00115F49">
        <w:t>après-midi vire vite au sombre et l</w:t>
      </w:r>
      <w:r w:rsidR="00766774">
        <w:t>’</w:t>
      </w:r>
      <w:r w:rsidRPr="00115F49">
        <w:t>on commence à voir ce qui n</w:t>
      </w:r>
      <w:r w:rsidR="00766774">
        <w:t>’</w:t>
      </w:r>
      <w:r w:rsidRPr="00115F49">
        <w:t>existe pas</w:t>
      </w:r>
      <w:r w:rsidR="00766774">
        <w:t xml:space="preserve">. </w:t>
      </w:r>
      <w:r w:rsidRPr="00115F49">
        <w:t>Vingt fois Pierre embouche son cor</w:t>
      </w:r>
      <w:r w:rsidR="00766774">
        <w:t xml:space="preserve"> ; </w:t>
      </w:r>
      <w:r w:rsidRPr="00115F49">
        <w:t>vingt fois on lui dit</w:t>
      </w:r>
      <w:r w:rsidR="00766774">
        <w:t xml:space="preserve"> : </w:t>
      </w:r>
      <w:r w:rsidRPr="00115F49">
        <w:t>au temps pour les crosses</w:t>
      </w:r>
      <w:r w:rsidR="00766774">
        <w:t xml:space="preserve">. </w:t>
      </w:r>
      <w:r w:rsidRPr="00115F49">
        <w:t>Rien de bon</w:t>
      </w:r>
      <w:r w:rsidR="00766774">
        <w:t xml:space="preserve">. </w:t>
      </w:r>
      <w:r w:rsidRPr="00115F49">
        <w:t>Nous étions au plus fourré de Chala</w:t>
      </w:r>
      <w:r w:rsidRPr="00115F49">
        <w:lastRenderedPageBreak/>
        <w:t>mont et c</w:t>
      </w:r>
      <w:r w:rsidR="00766774">
        <w:t>’</w:t>
      </w:r>
      <w:r w:rsidRPr="00115F49">
        <w:t>étaient seulement les taillis qui semblaient bondir les uns des autres</w:t>
      </w:r>
      <w:r w:rsidR="00766774">
        <w:t xml:space="preserve"> ; </w:t>
      </w:r>
      <w:r w:rsidRPr="00115F49">
        <w:t>on avait les yeux fatigués</w:t>
      </w:r>
      <w:r w:rsidR="00766774">
        <w:t>.</w:t>
      </w:r>
    </w:p>
    <w:p w14:paraId="57930C81" w14:textId="58A666CC" w:rsidR="00766774" w:rsidRDefault="00115F49" w:rsidP="00115F49">
      <w:r w:rsidRPr="00115F49">
        <w:t>Soudain</w:t>
      </w:r>
      <w:r w:rsidR="00766774">
        <w:t xml:space="preserve">, </w:t>
      </w:r>
      <w:r w:rsidRPr="00115F49">
        <w:t>ce fut précisément le contraire de ce à quoi on s</w:t>
      </w:r>
      <w:r w:rsidR="00766774">
        <w:t>’</w:t>
      </w:r>
      <w:r w:rsidRPr="00115F49">
        <w:t>était attendu</w:t>
      </w:r>
      <w:r w:rsidR="00766774">
        <w:t xml:space="preserve">. </w:t>
      </w:r>
      <w:r w:rsidRPr="00115F49">
        <w:t>Nous vîmes</w:t>
      </w:r>
      <w:r w:rsidR="00766774">
        <w:t xml:space="preserve">, </w:t>
      </w:r>
      <w:r w:rsidRPr="00115F49">
        <w:t>là-bas devant</w:t>
      </w:r>
      <w:r w:rsidR="00766774">
        <w:t xml:space="preserve">, </w:t>
      </w:r>
      <w:r w:rsidRPr="00115F49">
        <w:t>une esquive grise</w:t>
      </w:r>
      <w:r w:rsidR="00766774">
        <w:t xml:space="preserve">, </w:t>
      </w:r>
      <w:r w:rsidRPr="00115F49">
        <w:t>comme le balancement d</w:t>
      </w:r>
      <w:r w:rsidR="00766774">
        <w:t>’</w:t>
      </w:r>
      <w:r w:rsidRPr="00115F49">
        <w:t>une branche de sapin</w:t>
      </w:r>
      <w:r w:rsidR="00766774">
        <w:t xml:space="preserve">. </w:t>
      </w:r>
      <w:r w:rsidRPr="00115F49">
        <w:t>On n</w:t>
      </w:r>
      <w:r w:rsidR="00766774">
        <w:t>’</w:t>
      </w:r>
      <w:r w:rsidRPr="00115F49">
        <w:t xml:space="preserve">y </w:t>
      </w:r>
      <w:r w:rsidR="00640814" w:rsidRPr="00115F49">
        <w:t>f</w:t>
      </w:r>
      <w:r w:rsidR="00640814">
        <w:t>i</w:t>
      </w:r>
      <w:r w:rsidR="00640814" w:rsidRPr="00115F49">
        <w:t xml:space="preserve">t </w:t>
      </w:r>
      <w:r w:rsidRPr="00115F49">
        <w:t>pas attention</w:t>
      </w:r>
      <w:r w:rsidR="00766774">
        <w:t xml:space="preserve"> ; </w:t>
      </w:r>
      <w:r w:rsidRPr="00115F49">
        <w:t>on continua à avancer</w:t>
      </w:r>
      <w:r w:rsidR="00766774">
        <w:t xml:space="preserve">, </w:t>
      </w:r>
      <w:r w:rsidRPr="00115F49">
        <w:t>sans imaginer que cette fuite souple pouvait être autre chose que le geste endormi d</w:t>
      </w:r>
      <w:r w:rsidR="00766774">
        <w:t>’</w:t>
      </w:r>
      <w:r w:rsidRPr="00115F49">
        <w:t>un rameau qui se délivre de son poids de neige</w:t>
      </w:r>
      <w:r w:rsidR="00766774">
        <w:t xml:space="preserve">. </w:t>
      </w:r>
      <w:r w:rsidRPr="00115F49">
        <w:t>C</w:t>
      </w:r>
      <w:r w:rsidR="00766774">
        <w:t>’</w:t>
      </w:r>
      <w:r w:rsidRPr="00115F49">
        <w:t>est seulement quand on arriva sur des foulées fraîches</w:t>
      </w:r>
      <w:r w:rsidR="00766774">
        <w:t xml:space="preserve">, </w:t>
      </w:r>
      <w:r w:rsidRPr="00115F49">
        <w:t>profondes et terriblement grandes qu</w:t>
      </w:r>
      <w:r w:rsidR="00766774">
        <w:t>’</w:t>
      </w:r>
      <w:r w:rsidRPr="00115F49">
        <w:t>on se mit alors à imaginer sérieusement</w:t>
      </w:r>
      <w:r w:rsidR="00766774">
        <w:t>.</w:t>
      </w:r>
    </w:p>
    <w:p w14:paraId="3F53836F" w14:textId="77777777" w:rsidR="00766774" w:rsidRDefault="00766774" w:rsidP="00115F49">
      <w:r>
        <w:t>— </w:t>
      </w:r>
      <w:r w:rsidR="00115F49" w:rsidRPr="00115F49">
        <w:t>M</w:t>
      </w:r>
      <w:r>
        <w:t>’</w:t>
      </w:r>
      <w:r w:rsidR="00115F49" w:rsidRPr="00115F49">
        <w:t>est avis</w:t>
      </w:r>
      <w:r>
        <w:t xml:space="preserve">, </w:t>
      </w:r>
      <w:r w:rsidR="00115F49" w:rsidRPr="00115F49">
        <w:t>dit Pierre-le-Brave</w:t>
      </w:r>
      <w:r>
        <w:t xml:space="preserve">, </w:t>
      </w:r>
      <w:r w:rsidR="00115F49" w:rsidRPr="00115F49">
        <w:t>que je peux sonner la vue</w:t>
      </w:r>
      <w:r>
        <w:t xml:space="preserve">, </w:t>
      </w:r>
      <w:r w:rsidR="00115F49" w:rsidRPr="00115F49">
        <w:t>ce coup-ci</w:t>
      </w:r>
      <w:r>
        <w:t>.</w:t>
      </w:r>
    </w:p>
    <w:p w14:paraId="01E6199C" w14:textId="77777777" w:rsidR="00766774" w:rsidRDefault="00766774" w:rsidP="00115F49">
      <w:r>
        <w:t>— </w:t>
      </w:r>
      <w:r w:rsidR="00115F49" w:rsidRPr="00115F49">
        <w:t>C</w:t>
      </w:r>
      <w:r>
        <w:t>’</w:t>
      </w:r>
      <w:r w:rsidR="00115F49" w:rsidRPr="00115F49">
        <w:t>est pas qu</w:t>
      </w:r>
      <w:r>
        <w:t>’</w:t>
      </w:r>
      <w:r w:rsidR="00115F49" w:rsidRPr="00115F49">
        <w:t>on ait beaucoup vu</w:t>
      </w:r>
      <w:r>
        <w:t xml:space="preserve">, </w:t>
      </w:r>
      <w:r w:rsidR="00115F49" w:rsidRPr="00115F49">
        <w:t>dîmes-nous</w:t>
      </w:r>
      <w:r>
        <w:t xml:space="preserve">, </w:t>
      </w:r>
      <w:r w:rsidR="00115F49" w:rsidRPr="00115F49">
        <w:t>mais il y a ça</w:t>
      </w:r>
      <w:r>
        <w:t xml:space="preserve"> : </w:t>
      </w:r>
      <w:r w:rsidR="00115F49" w:rsidRPr="00115F49">
        <w:t>c</w:t>
      </w:r>
      <w:r>
        <w:t>’</w:t>
      </w:r>
      <w:r w:rsidR="00115F49" w:rsidRPr="00115F49">
        <w:t>étaient les foulées d</w:t>
      </w:r>
      <w:r>
        <w:t>’</w:t>
      </w:r>
      <w:r w:rsidR="00115F49" w:rsidRPr="00115F49">
        <w:t>un grand saut et</w:t>
      </w:r>
      <w:r>
        <w:t xml:space="preserve">, </w:t>
      </w:r>
      <w:r w:rsidR="00115F49" w:rsidRPr="00115F49">
        <w:t>là-bas devant</w:t>
      </w:r>
      <w:r>
        <w:t xml:space="preserve">, </w:t>
      </w:r>
      <w:r w:rsidR="00115F49" w:rsidRPr="00115F49">
        <w:t>des branches noires dans des buissons dont quelque chose ou quelqu</w:t>
      </w:r>
      <w:r>
        <w:t>’</w:t>
      </w:r>
      <w:r w:rsidR="00115F49" w:rsidRPr="00115F49">
        <w:t>un venait de secouer la neige</w:t>
      </w:r>
      <w:r>
        <w:t>.</w:t>
      </w:r>
    </w:p>
    <w:p w14:paraId="737138CE" w14:textId="77777777" w:rsidR="00766774" w:rsidRDefault="00115F49" w:rsidP="00115F49">
      <w:r w:rsidRPr="00115F49">
        <w:t>Alors</w:t>
      </w:r>
      <w:r w:rsidR="00766774">
        <w:t xml:space="preserve">, </w:t>
      </w:r>
      <w:r w:rsidRPr="00115F49">
        <w:t>Pierre-le-Brave se posta</w:t>
      </w:r>
      <w:r w:rsidR="00766774">
        <w:t xml:space="preserve"> (</w:t>
      </w:r>
      <w:r w:rsidRPr="00115F49">
        <w:t>ça valait le coup</w:t>
      </w:r>
      <w:r w:rsidR="00766774">
        <w:t xml:space="preserve">) </w:t>
      </w:r>
      <w:r w:rsidRPr="00115F49">
        <w:t>pour sonner une vue magnifique qu</w:t>
      </w:r>
      <w:r w:rsidR="00766774">
        <w:t>’</w:t>
      </w:r>
      <w:r w:rsidRPr="00115F49">
        <w:t>il répéta deux fois parce que le silence s</w:t>
      </w:r>
      <w:r w:rsidR="00766774">
        <w:t>’</w:t>
      </w:r>
      <w:r w:rsidRPr="00115F49">
        <w:t>était fait instantanément sur toute la ligne de tirailleurs</w:t>
      </w:r>
      <w:r w:rsidR="00766774">
        <w:t>.</w:t>
      </w:r>
    </w:p>
    <w:p w14:paraId="599D2D73" w14:textId="77777777" w:rsidR="00766774" w:rsidRDefault="00115F49" w:rsidP="00115F49">
      <w:r w:rsidRPr="00115F49">
        <w:t>Ça</w:t>
      </w:r>
      <w:r w:rsidR="00766774">
        <w:t xml:space="preserve">, </w:t>
      </w:r>
      <w:r w:rsidRPr="00115F49">
        <w:t>on peut dire que</w:t>
      </w:r>
      <w:r w:rsidR="00766774">
        <w:t xml:space="preserve">, </w:t>
      </w:r>
      <w:r w:rsidRPr="00115F49">
        <w:t>tout de suite après</w:t>
      </w:r>
      <w:r w:rsidR="00766774">
        <w:t xml:space="preserve">, </w:t>
      </w:r>
      <w:r w:rsidRPr="00115F49">
        <w:t>des ordres triomphants ne tardèrent pas à arriver</w:t>
      </w:r>
      <w:r w:rsidR="00766774">
        <w:t xml:space="preserve">. </w:t>
      </w:r>
      <w:r w:rsidRPr="00115F49">
        <w:t>Le copain qui cornait pour Langlois n</w:t>
      </w:r>
      <w:r w:rsidR="00766774">
        <w:t>’</w:t>
      </w:r>
      <w:r w:rsidRPr="00115F49">
        <w:t>avait pas sa langue dans sa poche</w:t>
      </w:r>
      <w:r w:rsidR="00766774">
        <w:t xml:space="preserve">. </w:t>
      </w:r>
      <w:r w:rsidRPr="00115F49">
        <w:t>Si jusqu</w:t>
      </w:r>
      <w:r w:rsidR="00766774">
        <w:t>’</w:t>
      </w:r>
      <w:r w:rsidRPr="00115F49">
        <w:t>à présent ç</w:t>
      </w:r>
      <w:r w:rsidR="00766774">
        <w:t>’</w:t>
      </w:r>
      <w:r w:rsidRPr="00115F49">
        <w:t>avaient été des soupirs de veau</w:t>
      </w:r>
      <w:r w:rsidR="00766774">
        <w:t xml:space="preserve">, </w:t>
      </w:r>
      <w:r w:rsidRPr="00115F49">
        <w:t>maintenant c</w:t>
      </w:r>
      <w:r w:rsidR="00766774">
        <w:t>’</w:t>
      </w:r>
      <w:r w:rsidRPr="00115F49">
        <w:t>était</w:t>
      </w:r>
      <w:r w:rsidR="00766774">
        <w:t xml:space="preserve">, </w:t>
      </w:r>
      <w:r w:rsidRPr="00115F49">
        <w:t>comment dirions-nous</w:t>
      </w:r>
      <w:r w:rsidR="00766774">
        <w:t xml:space="preserve">, </w:t>
      </w:r>
      <w:r w:rsidRPr="00115F49">
        <w:t>Bossuet en personne</w:t>
      </w:r>
      <w:r w:rsidR="00766774">
        <w:t xml:space="preserve"> ! </w:t>
      </w:r>
      <w:r w:rsidRPr="00115F49">
        <w:t>Bossuet général en chef</w:t>
      </w:r>
      <w:r w:rsidR="00766774">
        <w:t xml:space="preserve"> ! </w:t>
      </w:r>
      <w:r w:rsidRPr="00115F49">
        <w:t>Bossuet à Austerlitz</w:t>
      </w:r>
      <w:r w:rsidR="00766774">
        <w:t xml:space="preserve"> ! </w:t>
      </w:r>
      <w:r w:rsidRPr="00115F49">
        <w:t>Qu</w:t>
      </w:r>
      <w:r w:rsidR="00766774">
        <w:t>’</w:t>
      </w:r>
      <w:r w:rsidRPr="00115F49">
        <w:t>est-ce qu</w:t>
      </w:r>
      <w:r w:rsidR="00766774">
        <w:t>’</w:t>
      </w:r>
      <w:r w:rsidRPr="00115F49">
        <w:t>on nous passait comme félicitations avec la bouche de cuivre</w:t>
      </w:r>
      <w:r w:rsidR="00766774">
        <w:t xml:space="preserve"> ! </w:t>
      </w:r>
      <w:r w:rsidRPr="00115F49">
        <w:t>Et comme ordres</w:t>
      </w:r>
      <w:r w:rsidR="00766774">
        <w:t> !</w:t>
      </w:r>
    </w:p>
    <w:p w14:paraId="7DE573DC" w14:textId="77777777" w:rsidR="00766774" w:rsidRDefault="00115F49" w:rsidP="00115F49">
      <w:r w:rsidRPr="00115F49">
        <w:t>Pierre écouta attentivement</w:t>
      </w:r>
      <w:r w:rsidR="00766774">
        <w:t> :</w:t>
      </w:r>
    </w:p>
    <w:p w14:paraId="669AAC04" w14:textId="77777777" w:rsidR="00766774" w:rsidRDefault="00766774" w:rsidP="00115F49">
      <w:r>
        <w:lastRenderedPageBreak/>
        <w:t>— </w:t>
      </w:r>
      <w:r w:rsidR="00115F49" w:rsidRPr="00115F49">
        <w:t>Ça va</w:t>
      </w:r>
      <w:r>
        <w:t xml:space="preserve">, </w:t>
      </w:r>
      <w:r w:rsidR="00115F49" w:rsidRPr="00115F49">
        <w:t>mes petits lapins</w:t>
      </w:r>
      <w:r>
        <w:t xml:space="preserve">, </w:t>
      </w:r>
      <w:r w:rsidR="00115F49" w:rsidRPr="00115F49">
        <w:t>dit-il</w:t>
      </w:r>
      <w:r>
        <w:t xml:space="preserve">. </w:t>
      </w:r>
      <w:r w:rsidR="00115F49" w:rsidRPr="00115F49">
        <w:t>Pour les trois groupes qui dépendent de moi comme télégraphe</w:t>
      </w:r>
      <w:r>
        <w:t xml:space="preserve">, </w:t>
      </w:r>
      <w:r w:rsidR="00115F49" w:rsidRPr="00115F49">
        <w:t>conserver l</w:t>
      </w:r>
      <w:r>
        <w:t>’</w:t>
      </w:r>
      <w:r w:rsidR="00115F49" w:rsidRPr="00115F49">
        <w:t>itinéraire primitif et en avant</w:t>
      </w:r>
      <w:r>
        <w:t xml:space="preserve">. </w:t>
      </w:r>
      <w:r w:rsidR="00115F49" w:rsidRPr="00115F49">
        <w:t>Les autres groupes se rabattent sur nous</w:t>
      </w:r>
      <w:r>
        <w:t>.</w:t>
      </w:r>
    </w:p>
    <w:p w14:paraId="56C60146" w14:textId="77777777" w:rsidR="00766774" w:rsidRDefault="00115F49" w:rsidP="00115F49">
      <w:r w:rsidRPr="00115F49">
        <w:t>Il n</w:t>
      </w:r>
      <w:r w:rsidR="00766774">
        <w:t>’</w:t>
      </w:r>
      <w:r w:rsidRPr="00115F49">
        <w:t>y a pas à dire</w:t>
      </w:r>
      <w:r w:rsidR="00766774">
        <w:t xml:space="preserve">, </w:t>
      </w:r>
      <w:r w:rsidRPr="00115F49">
        <w:t>c</w:t>
      </w:r>
      <w:r w:rsidR="00766774">
        <w:t>’</w:t>
      </w:r>
      <w:r w:rsidRPr="00115F49">
        <w:t>était rudement bien monté</w:t>
      </w:r>
      <w:r w:rsidR="00766774">
        <w:t xml:space="preserve">. </w:t>
      </w:r>
      <w:r w:rsidRPr="00115F49">
        <w:t>On hucha la nouvelle au groupe de droite et au groupe de gauche qui devaient s</w:t>
      </w:r>
      <w:r w:rsidR="00766774">
        <w:t>’</w:t>
      </w:r>
      <w:r w:rsidRPr="00115F49">
        <w:t>enfoncer droit avec nous dans la véritable épaisseur de Chalamont</w:t>
      </w:r>
      <w:r w:rsidR="00766774">
        <w:t xml:space="preserve">. </w:t>
      </w:r>
      <w:r w:rsidRPr="00115F49">
        <w:t>Pierre répondit à Langlois</w:t>
      </w:r>
      <w:r w:rsidR="00766774">
        <w:t> : « </w:t>
      </w:r>
      <w:r w:rsidRPr="00115F49">
        <w:t>D</w:t>
      </w:r>
      <w:r w:rsidR="00766774">
        <w:t>’</w:t>
      </w:r>
      <w:r w:rsidRPr="00115F49">
        <w:t>accord</w:t>
      </w:r>
      <w:r w:rsidR="00766774">
        <w:t xml:space="preserve">, </w:t>
      </w:r>
      <w:r w:rsidRPr="00115F49">
        <w:t>ça marche</w:t>
      </w:r>
      <w:r w:rsidR="00766774">
        <w:t>. »</w:t>
      </w:r>
      <w:r w:rsidRPr="00115F49">
        <w:t xml:space="preserve"> Et on se mit en mesure de faire marcher</w:t>
      </w:r>
      <w:r w:rsidR="00766774">
        <w:t>.</w:t>
      </w:r>
    </w:p>
    <w:p w14:paraId="052BC2E2" w14:textId="77777777" w:rsidR="00766774" w:rsidRDefault="00115F49" w:rsidP="00115F49">
      <w:r w:rsidRPr="00115F49">
        <w:t>Marcher le monde</w:t>
      </w:r>
      <w:r w:rsidR="00766774">
        <w:t>.</w:t>
      </w:r>
    </w:p>
    <w:p w14:paraId="7AE01384" w14:textId="77777777" w:rsidR="00766774" w:rsidRDefault="00115F49" w:rsidP="00115F49">
      <w:r w:rsidRPr="00115F49">
        <w:t>C</w:t>
      </w:r>
      <w:r w:rsidR="00766774">
        <w:t>’</w:t>
      </w:r>
      <w:r w:rsidRPr="00115F49">
        <w:t>est plus difficile que ce qu</w:t>
      </w:r>
      <w:r w:rsidR="00766774">
        <w:t>’</w:t>
      </w:r>
      <w:r w:rsidRPr="00115F49">
        <w:t>on pense</w:t>
      </w:r>
      <w:r w:rsidR="00766774">
        <w:t xml:space="preserve">. </w:t>
      </w:r>
      <w:r w:rsidRPr="00115F49">
        <w:t>En tout cas</w:t>
      </w:r>
      <w:r w:rsidR="00766774">
        <w:t xml:space="preserve">, </w:t>
      </w:r>
      <w:r w:rsidRPr="00115F49">
        <w:t>ça réserve des surprises</w:t>
      </w:r>
      <w:r w:rsidR="00766774">
        <w:t>.</w:t>
      </w:r>
    </w:p>
    <w:p w14:paraId="0159B0BC" w14:textId="77777777" w:rsidR="00766774" w:rsidRDefault="00115F49" w:rsidP="00115F49">
      <w:r w:rsidRPr="00115F49">
        <w:t>On y voyait assez clair en nous-mêmes pour savoir que</w:t>
      </w:r>
      <w:r w:rsidR="00766774">
        <w:t xml:space="preserve">, </w:t>
      </w:r>
      <w:r w:rsidRPr="00115F49">
        <w:t>si on continuait à suivre pas à pas l</w:t>
      </w:r>
      <w:r w:rsidR="00766774">
        <w:t>’</w:t>
      </w:r>
      <w:r w:rsidRPr="00115F49">
        <w:t>itinéraire qui nous avait été tracé</w:t>
      </w:r>
      <w:r w:rsidR="00766774">
        <w:t xml:space="preserve">, </w:t>
      </w:r>
      <w:r w:rsidRPr="00115F49">
        <w:t>nous finirions par nous trouver face à face avec le fond de Chalamont</w:t>
      </w:r>
      <w:r w:rsidR="00766774">
        <w:t xml:space="preserve"> ; </w:t>
      </w:r>
      <w:r w:rsidRPr="00115F49">
        <w:t>c</w:t>
      </w:r>
      <w:r w:rsidR="00766774">
        <w:t>’</w:t>
      </w:r>
      <w:r w:rsidRPr="00115F49">
        <w:t>est-à-dire une falaise à pic</w:t>
      </w:r>
      <w:r w:rsidR="00766774">
        <w:t xml:space="preserve"> : </w:t>
      </w:r>
      <w:r w:rsidRPr="00115F49">
        <w:t>un mur</w:t>
      </w:r>
      <w:r w:rsidR="00766774">
        <w:t xml:space="preserve">. </w:t>
      </w:r>
      <w:r w:rsidRPr="00115F49">
        <w:t>Restait à savoir ce qui serait acculé contre le mur</w:t>
      </w:r>
      <w:r w:rsidR="00766774">
        <w:t xml:space="preserve"> : </w:t>
      </w:r>
      <w:r w:rsidRPr="00115F49">
        <w:t>dos au mur et face à nous</w:t>
      </w:r>
      <w:r w:rsidR="00766774">
        <w:t xml:space="preserve">. </w:t>
      </w:r>
      <w:r w:rsidRPr="00115F49">
        <w:t>Or</w:t>
      </w:r>
      <w:r w:rsidR="00766774">
        <w:t xml:space="preserve">, </w:t>
      </w:r>
      <w:r w:rsidRPr="00115F49">
        <w:t>si vraiment les autres se rabattaient comme le disait Pierre</w:t>
      </w:r>
      <w:r w:rsidR="00766774">
        <w:t xml:space="preserve">, </w:t>
      </w:r>
      <w:r w:rsidRPr="00115F49">
        <w:t>si la fraîcheur des foulées ne mentait pas</w:t>
      </w:r>
      <w:r w:rsidR="00766774">
        <w:t xml:space="preserve">, </w:t>
      </w:r>
      <w:r w:rsidRPr="00115F49">
        <w:t>si l</w:t>
      </w:r>
      <w:r w:rsidR="00766774">
        <w:t>’</w:t>
      </w:r>
      <w:r w:rsidRPr="00115F49">
        <w:t>esquive grise qu</w:t>
      </w:r>
      <w:r w:rsidR="00766774">
        <w:t>’</w:t>
      </w:r>
      <w:r w:rsidRPr="00115F49">
        <w:t>on avait aperçue venait d</w:t>
      </w:r>
      <w:r w:rsidR="00766774">
        <w:t>’</w:t>
      </w:r>
      <w:r w:rsidRPr="00115F49">
        <w:t>une chose réelle et non pas d</w:t>
      </w:r>
      <w:r w:rsidR="00766774">
        <w:t>’</w:t>
      </w:r>
      <w:r w:rsidRPr="00115F49">
        <w:t>une faiblesse de notre œil</w:t>
      </w:r>
      <w:r w:rsidR="00766774">
        <w:t xml:space="preserve">, </w:t>
      </w:r>
      <w:r w:rsidRPr="00115F49">
        <w:t>il était facile de dire à l</w:t>
      </w:r>
      <w:r w:rsidR="00766774">
        <w:t>’</w:t>
      </w:r>
      <w:r w:rsidRPr="00115F49">
        <w:t>avance ce que finalement nous allions trouver devant nous au fond de Chalamont</w:t>
      </w:r>
      <w:r w:rsidR="00766774">
        <w:t>.</w:t>
      </w:r>
    </w:p>
    <w:p w14:paraId="68DDC07C" w14:textId="77777777" w:rsidR="00766774" w:rsidRDefault="00115F49" w:rsidP="00115F49">
      <w:r w:rsidRPr="00115F49">
        <w:t>Et il était facile de prévoir en quel état cette chose</w:t>
      </w:r>
      <w:r w:rsidR="00766774">
        <w:t xml:space="preserve">, </w:t>
      </w:r>
      <w:r w:rsidRPr="00115F49">
        <w:t>cet animal</w:t>
      </w:r>
      <w:r w:rsidR="00766774">
        <w:t xml:space="preserve">, </w:t>
      </w:r>
      <w:r w:rsidRPr="00115F49">
        <w:t>cette personne serait</w:t>
      </w:r>
      <w:r w:rsidR="00766774">
        <w:t xml:space="preserve">. </w:t>
      </w:r>
      <w:r w:rsidRPr="00115F49">
        <w:t>Fanfares sur fanfares ces braiments qui tombaient du ciel</w:t>
      </w:r>
      <w:r w:rsidR="00766774">
        <w:t xml:space="preserve">, </w:t>
      </w:r>
      <w:r w:rsidRPr="00115F49">
        <w:t>venant de Saint-Baudille</w:t>
      </w:r>
      <w:r w:rsidR="00766774">
        <w:t xml:space="preserve"> ; </w:t>
      </w:r>
      <w:r w:rsidRPr="00115F49">
        <w:t>et</w:t>
      </w:r>
      <w:r w:rsidR="00766774">
        <w:t xml:space="preserve">, </w:t>
      </w:r>
      <w:r w:rsidRPr="00115F49">
        <w:t>en réponse</w:t>
      </w:r>
      <w:r w:rsidR="00766774">
        <w:t xml:space="preserve">, </w:t>
      </w:r>
      <w:r w:rsidRPr="00115F49">
        <w:t>le jaillissement sous bois de ces hoquets de cor</w:t>
      </w:r>
      <w:r w:rsidR="00766774">
        <w:t xml:space="preserve">, </w:t>
      </w:r>
      <w:r w:rsidRPr="00115F49">
        <w:t>le continuel craquement de nos crécelles</w:t>
      </w:r>
      <w:r w:rsidR="00766774">
        <w:t xml:space="preserve"> : </w:t>
      </w:r>
      <w:r w:rsidRPr="00115F49">
        <w:t>voilà ce que depuis des heures il avait dans les oreilles</w:t>
      </w:r>
      <w:r w:rsidR="00766774">
        <w:t>.</w:t>
      </w:r>
    </w:p>
    <w:p w14:paraId="1E2E4AFD" w14:textId="77777777" w:rsidR="00766774" w:rsidRDefault="00115F49" w:rsidP="00115F49">
      <w:r w:rsidRPr="00115F49">
        <w:lastRenderedPageBreak/>
        <w:t>Je vous ai dit ce que ces bruits faisaient dans les nôtres d</w:t>
      </w:r>
      <w:r w:rsidR="00766774">
        <w:t>’</w:t>
      </w:r>
      <w:r w:rsidRPr="00115F49">
        <w:t>oreilles</w:t>
      </w:r>
      <w:r w:rsidR="00766774">
        <w:t xml:space="preserve">, </w:t>
      </w:r>
      <w:r w:rsidRPr="00115F49">
        <w:t>mais il ne faut pas comparer les situations</w:t>
      </w:r>
      <w:r w:rsidR="00766774">
        <w:t xml:space="preserve">. </w:t>
      </w:r>
      <w:r w:rsidRPr="00115F49">
        <w:t>Nous n</w:t>
      </w:r>
      <w:r w:rsidR="00766774">
        <w:t>’</w:t>
      </w:r>
      <w:r w:rsidRPr="00115F49">
        <w:t>étions pas gibier</w:t>
      </w:r>
      <w:r w:rsidR="00766774">
        <w:t xml:space="preserve">, </w:t>
      </w:r>
      <w:r w:rsidRPr="00115F49">
        <w:t>au contraire</w:t>
      </w:r>
      <w:r w:rsidR="00766774">
        <w:t xml:space="preserve">. </w:t>
      </w:r>
      <w:r w:rsidRPr="00115F49">
        <w:t>Ce qui nous donnait élan devait lui donner colère</w:t>
      </w:r>
      <w:r w:rsidR="00766774">
        <w:t xml:space="preserve">. </w:t>
      </w:r>
      <w:r w:rsidRPr="00115F49">
        <w:t>Il devait être déjà</w:t>
      </w:r>
      <w:r w:rsidR="00766774">
        <w:t xml:space="preserve">, </w:t>
      </w:r>
      <w:r w:rsidRPr="00115F49">
        <w:t>non plus comme un loup</w:t>
      </w:r>
      <w:r w:rsidR="00766774">
        <w:t xml:space="preserve"> (</w:t>
      </w:r>
      <w:r w:rsidRPr="00115F49">
        <w:t>on voit des loups sur les images</w:t>
      </w:r>
      <w:r w:rsidR="00766774">
        <w:t xml:space="preserve"> ; </w:t>
      </w:r>
      <w:r w:rsidRPr="00115F49">
        <w:t>je me souviens même d</w:t>
      </w:r>
      <w:r w:rsidR="00766774">
        <w:t>’</w:t>
      </w:r>
      <w:r w:rsidRPr="00115F49">
        <w:t>une gravure de la</w:t>
      </w:r>
      <w:r w:rsidRPr="00115F49">
        <w:rPr>
          <w:i/>
          <w:iCs/>
        </w:rPr>
        <w:t xml:space="preserve"> Veillée</w:t>
      </w:r>
      <w:r w:rsidRPr="00115F49">
        <w:t xml:space="preserve"> à propos de Michel Strogoff</w:t>
      </w:r>
      <w:r w:rsidR="00766774">
        <w:t xml:space="preserve"> (</w:t>
      </w:r>
      <w:r w:rsidRPr="00115F49">
        <w:t>et Dieu sait si l</w:t>
      </w:r>
      <w:r w:rsidR="00766774">
        <w:t>’</w:t>
      </w:r>
      <w:r w:rsidRPr="00115F49">
        <w:t>artiste n</w:t>
      </w:r>
      <w:r w:rsidR="00766774">
        <w:t>’</w:t>
      </w:r>
      <w:r w:rsidRPr="00115F49">
        <w:t>a pas voulu les flatter</w:t>
      </w:r>
      <w:r w:rsidR="00766774">
        <w:t xml:space="preserve">), </w:t>
      </w:r>
      <w:r w:rsidRPr="00115F49">
        <w:t>eh bien</w:t>
      </w:r>
      <w:r w:rsidR="00766774">
        <w:t xml:space="preserve">, </w:t>
      </w:r>
      <w:r w:rsidRPr="00115F49">
        <w:t>malgré tout</w:t>
      </w:r>
      <w:r w:rsidR="00766774">
        <w:t xml:space="preserve">, </w:t>
      </w:r>
      <w:r w:rsidRPr="00115F49">
        <w:t>on sent que ce sont des bêtes avec lesquelles on peut s</w:t>
      </w:r>
      <w:r w:rsidR="00766774">
        <w:t>’</w:t>
      </w:r>
      <w:r w:rsidRPr="00115F49">
        <w:t>entendre</w:t>
      </w:r>
      <w:r w:rsidR="00766774">
        <w:t xml:space="preserve">, </w:t>
      </w:r>
      <w:r w:rsidRPr="00115F49">
        <w:t>sinon avec des paroles en tout cas avec des coups de fusil</w:t>
      </w:r>
      <w:r w:rsidR="00766774">
        <w:t xml:space="preserve">. </w:t>
      </w:r>
      <w:r w:rsidRPr="00115F49">
        <w:t>Et j</w:t>
      </w:r>
      <w:r w:rsidR="00766774">
        <w:t>’</w:t>
      </w:r>
      <w:r w:rsidRPr="00115F49">
        <w:t>en ai vu un</w:t>
      </w:r>
      <w:r w:rsidR="00766774">
        <w:t xml:space="preserve">, </w:t>
      </w:r>
      <w:r w:rsidRPr="00115F49">
        <w:t>un jour</w:t>
      </w:r>
      <w:r w:rsidR="00766774">
        <w:t xml:space="preserve">, </w:t>
      </w:r>
      <w:r w:rsidRPr="00115F49">
        <w:t>face à face</w:t>
      </w:r>
      <w:r w:rsidR="00766774">
        <w:t xml:space="preserve"> ; </w:t>
      </w:r>
      <w:r w:rsidRPr="00115F49">
        <w:t>il était seul et moi aussi</w:t>
      </w:r>
      <w:r w:rsidR="00766774">
        <w:t xml:space="preserve"> ; </w:t>
      </w:r>
      <w:r w:rsidRPr="00115F49">
        <w:t>eh bien</w:t>
      </w:r>
      <w:r w:rsidR="00766774">
        <w:t xml:space="preserve">, </w:t>
      </w:r>
      <w:r w:rsidRPr="00115F49">
        <w:t>on s</w:t>
      </w:r>
      <w:r w:rsidR="00766774">
        <w:t>’</w:t>
      </w:r>
      <w:r w:rsidRPr="00115F49">
        <w:t>est mis d</w:t>
      </w:r>
      <w:r w:rsidR="00766774">
        <w:t>’</w:t>
      </w:r>
      <w:r w:rsidRPr="00115F49">
        <w:t>accord sur une frousse commune</w:t>
      </w:r>
      <w:r w:rsidR="00766774">
        <w:t xml:space="preserve">. </w:t>
      </w:r>
      <w:r w:rsidRPr="00115F49">
        <w:t>Ça ne devait plus être un loup</w:t>
      </w:r>
      <w:r w:rsidR="00766774">
        <w:t xml:space="preserve">. </w:t>
      </w:r>
      <w:r w:rsidRPr="00115F49">
        <w:t>Savez-vous comment je me l</w:t>
      </w:r>
      <w:r w:rsidR="00766774">
        <w:t>’</w:t>
      </w:r>
      <w:r w:rsidRPr="00115F49">
        <w:t>imaginais</w:t>
      </w:r>
      <w:r w:rsidR="00766774">
        <w:t xml:space="preserve"> ? </w:t>
      </w:r>
      <w:r w:rsidRPr="00115F49">
        <w:t>Ça n</w:t>
      </w:r>
      <w:r w:rsidR="00766774">
        <w:t>’</w:t>
      </w:r>
      <w:r w:rsidRPr="00115F49">
        <w:t>a pas de sens commun</w:t>
      </w:r>
      <w:r w:rsidR="00766774">
        <w:t xml:space="preserve">. </w:t>
      </w:r>
      <w:r w:rsidRPr="00115F49">
        <w:t>Je me l</w:t>
      </w:r>
      <w:r w:rsidR="00766774">
        <w:t>’</w:t>
      </w:r>
      <w:r w:rsidRPr="00115F49">
        <w:t>imaginais comme une énorme oreille à vif</w:t>
      </w:r>
      <w:r w:rsidR="00766774">
        <w:t xml:space="preserve">, </w:t>
      </w:r>
      <w:r w:rsidRPr="00115F49">
        <w:t>où toute notre musique tournait en venin</w:t>
      </w:r>
      <w:r w:rsidR="00766774">
        <w:t xml:space="preserve">, </w:t>
      </w:r>
      <w:r w:rsidRPr="00115F49">
        <w:t>et ce venin elle ne le versait pas dans un loup</w:t>
      </w:r>
      <w:r w:rsidR="00766774">
        <w:t xml:space="preserve">. </w:t>
      </w:r>
      <w:r w:rsidRPr="00115F49">
        <w:t>Ah mais non</w:t>
      </w:r>
      <w:r w:rsidR="00766774">
        <w:t xml:space="preserve">, </w:t>
      </w:r>
      <w:r w:rsidRPr="00115F49">
        <w:t>j</w:t>
      </w:r>
      <w:r w:rsidR="00766774">
        <w:t>’</w:t>
      </w:r>
      <w:r w:rsidRPr="00115F49">
        <w:t>imaginais que cette oreille était comme un entonnoir embouché dans les queues d</w:t>
      </w:r>
      <w:r w:rsidR="00766774">
        <w:t>’</w:t>
      </w:r>
      <w:r w:rsidRPr="00115F49">
        <w:t>un paquet de mille vipères grosses comme le bras</w:t>
      </w:r>
      <w:r w:rsidR="00766774">
        <w:t xml:space="preserve">, </w:t>
      </w:r>
      <w:r w:rsidRPr="00115F49">
        <w:t>et que c</w:t>
      </w:r>
      <w:r w:rsidR="00766774">
        <w:t>’</w:t>
      </w:r>
      <w:r w:rsidRPr="00115F49">
        <w:t>est dans ces vipères que le venin était bourré comme le sang dans un boudin</w:t>
      </w:r>
      <w:r w:rsidR="00766774">
        <w:t xml:space="preserve">. </w:t>
      </w:r>
      <w:r w:rsidRPr="00115F49">
        <w:t>Voilà ce que j</w:t>
      </w:r>
      <w:r w:rsidR="00766774">
        <w:t>’</w:t>
      </w:r>
      <w:r w:rsidRPr="00115F49">
        <w:t>imaginais qu</w:t>
      </w:r>
      <w:r w:rsidR="00766774">
        <w:t>’</w:t>
      </w:r>
      <w:r w:rsidRPr="00115F49">
        <w:t>on allait finalement trouver au fond de Chalamont</w:t>
      </w:r>
      <w:r w:rsidR="00766774">
        <w:t>.</w:t>
      </w:r>
    </w:p>
    <w:p w14:paraId="70FF871A" w14:textId="77777777" w:rsidR="00115F49" w:rsidRPr="00115F49" w:rsidRDefault="00115F49" w:rsidP="00115F49">
      <w:r w:rsidRPr="00115F49">
        <w:t>En tout cas</w:t>
      </w:r>
      <w:r w:rsidR="00766774">
        <w:t xml:space="preserve">, </w:t>
      </w:r>
      <w:r w:rsidRPr="00115F49">
        <w:t>fond de Chalamont</w:t>
      </w:r>
      <w:r w:rsidR="00766774">
        <w:t xml:space="preserve">, </w:t>
      </w:r>
      <w:r w:rsidRPr="00115F49">
        <w:t>eh bien</w:t>
      </w:r>
      <w:r w:rsidR="00766774">
        <w:t xml:space="preserve">, </w:t>
      </w:r>
      <w:r w:rsidRPr="00115F49">
        <w:t>ça n</w:t>
      </w:r>
      <w:r w:rsidR="00766774">
        <w:t>’</w:t>
      </w:r>
      <w:r w:rsidRPr="00115F49">
        <w:t>avait pas l</w:t>
      </w:r>
      <w:r w:rsidR="00766774">
        <w:t>’</w:t>
      </w:r>
      <w:r w:rsidRPr="00115F49">
        <w:t>air de venir vite</w:t>
      </w:r>
      <w:r w:rsidR="00766774">
        <w:t xml:space="preserve">. </w:t>
      </w:r>
      <w:r w:rsidRPr="00115F49">
        <w:t>Il fallait maintenant faire très attention</w:t>
      </w:r>
      <w:r w:rsidR="00766774">
        <w:t xml:space="preserve">, </w:t>
      </w:r>
      <w:r w:rsidRPr="00115F49">
        <w:t>la ligne des tirailleurs s</w:t>
      </w:r>
      <w:r w:rsidR="00766774">
        <w:t>’</w:t>
      </w:r>
      <w:r w:rsidRPr="00115F49">
        <w:t>était resserrée sur nous</w:t>
      </w:r>
      <w:r w:rsidR="00766774">
        <w:t xml:space="preserve">. </w:t>
      </w:r>
      <w:r w:rsidRPr="00115F49">
        <w:t>Nous étions à dix mètres au plus les uns des autres</w:t>
      </w:r>
      <w:r w:rsidR="00766774">
        <w:t xml:space="preserve">. </w:t>
      </w:r>
      <w:r w:rsidRPr="00115F49">
        <w:t>Il fallait regarder tous les buissons comme si on cherchait des champignons</w:t>
      </w:r>
      <w:r w:rsidR="00766774">
        <w:t xml:space="preserve">. </w:t>
      </w:r>
      <w:r w:rsidRPr="00115F49">
        <w:t>Et surtout prendre un soin terrible de ne pas être forcés</w:t>
      </w:r>
      <w:r w:rsidR="00766774">
        <w:t xml:space="preserve">, </w:t>
      </w:r>
      <w:r w:rsidRPr="00115F49">
        <w:t>de ne pas le laisser traverser la ligne</w:t>
      </w:r>
      <w:r w:rsidR="00766774">
        <w:t xml:space="preserve">. </w:t>
      </w:r>
      <w:r w:rsidRPr="00115F49">
        <w:t>On avait reçu à ce sujet une bonne minute de beuglement de veau qui avait fait écarquiller les yeux à Pierre</w:t>
      </w:r>
      <w:r w:rsidR="00766774">
        <w:t> : « </w:t>
      </w:r>
      <w:r w:rsidRPr="00115F49">
        <w:t>Vrai</w:t>
      </w:r>
      <w:r w:rsidR="00766774">
        <w:t xml:space="preserve">, </w:t>
      </w:r>
      <w:r w:rsidRPr="00115F49">
        <w:t>avait-il dit</w:t>
      </w:r>
      <w:r w:rsidR="00766774">
        <w:t xml:space="preserve">, </w:t>
      </w:r>
      <w:r w:rsidRPr="00115F49">
        <w:t>je ne me souhaite pas que ça m</w:t>
      </w:r>
      <w:r w:rsidR="00766774">
        <w:t>’</w:t>
      </w:r>
      <w:r w:rsidRPr="00115F49">
        <w:t>arrive</w:t>
      </w:r>
      <w:r w:rsidR="00766774">
        <w:t>. »</w:t>
      </w:r>
    </w:p>
    <w:p w14:paraId="15EEDD52" w14:textId="77777777" w:rsidR="00766774" w:rsidRDefault="00115F49" w:rsidP="00115F49">
      <w:r w:rsidRPr="00115F49">
        <w:lastRenderedPageBreak/>
        <w:t>Tout ça est bien beau mais</w:t>
      </w:r>
      <w:r w:rsidR="00766774">
        <w:t xml:space="preserve">, </w:t>
      </w:r>
      <w:r w:rsidRPr="00115F49">
        <w:t>pas à pas on ne va pas au galop et</w:t>
      </w:r>
      <w:r w:rsidR="00766774">
        <w:t xml:space="preserve">, </w:t>
      </w:r>
      <w:r w:rsidRPr="00115F49">
        <w:t>avant d</w:t>
      </w:r>
      <w:r w:rsidR="00766774">
        <w:t>’</w:t>
      </w:r>
      <w:r w:rsidRPr="00115F49">
        <w:t>être au fond</w:t>
      </w:r>
      <w:r w:rsidR="00766774">
        <w:t xml:space="preserve">, </w:t>
      </w:r>
      <w:r w:rsidRPr="00115F49">
        <w:t>il nous restait bien encore au moins un kilomètre quand la nuit qui menaçait depuis déjà pas mal de temps tomba tout d</w:t>
      </w:r>
      <w:r w:rsidR="00766774">
        <w:t>’</w:t>
      </w:r>
      <w:r w:rsidRPr="00115F49">
        <w:t>un coup</w:t>
      </w:r>
      <w:r w:rsidR="00766774">
        <w:t>.</w:t>
      </w:r>
    </w:p>
    <w:p w14:paraId="07AD436C" w14:textId="77777777" w:rsidR="00766774" w:rsidRDefault="00115F49" w:rsidP="00115F49">
      <w:pPr>
        <w:rPr>
          <w:i/>
          <w:iCs/>
        </w:rPr>
      </w:pPr>
      <w:r w:rsidRPr="00115F49">
        <w:t>Hors des bois</w:t>
      </w:r>
      <w:r w:rsidR="00766774">
        <w:t xml:space="preserve">, </w:t>
      </w:r>
      <w:r w:rsidRPr="00115F49">
        <w:t>on pouvait peut-être encore y voir un peu mais ici c</w:t>
      </w:r>
      <w:r w:rsidR="00766774">
        <w:t>’</w:t>
      </w:r>
      <w:r w:rsidRPr="00115F49">
        <w:t>était fini</w:t>
      </w:r>
      <w:r w:rsidR="00766774">
        <w:t xml:space="preserve">. </w:t>
      </w:r>
      <w:r w:rsidRPr="00115F49">
        <w:t>Instant critique</w:t>
      </w:r>
      <w:r w:rsidR="00766774">
        <w:t xml:space="preserve">. </w:t>
      </w:r>
      <w:r w:rsidRPr="00115F49">
        <w:t>La réussite tenait à rien</w:t>
      </w:r>
      <w:r w:rsidR="00766774">
        <w:t xml:space="preserve">. </w:t>
      </w:r>
      <w:r w:rsidRPr="00115F49">
        <w:t>Seulement</w:t>
      </w:r>
      <w:r w:rsidR="00766774">
        <w:t xml:space="preserve">, </w:t>
      </w:r>
      <w:r w:rsidRPr="00115F49">
        <w:t>ce qu</w:t>
      </w:r>
      <w:r w:rsidR="00766774">
        <w:t>’</w:t>
      </w:r>
      <w:r w:rsidRPr="00115F49">
        <w:t>il faut bien dire</w:t>
      </w:r>
      <w:r w:rsidR="00766774">
        <w:t xml:space="preserve">, </w:t>
      </w:r>
      <w:r w:rsidRPr="00115F49">
        <w:t>c</w:t>
      </w:r>
      <w:r w:rsidR="00766774">
        <w:t>’</w:t>
      </w:r>
      <w:r w:rsidRPr="00115F49">
        <w:t>est qu</w:t>
      </w:r>
      <w:r w:rsidR="00766774">
        <w:t>’</w:t>
      </w:r>
      <w:r w:rsidRPr="00115F49">
        <w:t>on a autant d</w:t>
      </w:r>
      <w:r w:rsidR="00766774">
        <w:t>’</w:t>
      </w:r>
      <w:r w:rsidRPr="00115F49">
        <w:t>instinct que les bêtes</w:t>
      </w:r>
      <w:r w:rsidR="00766774">
        <w:t xml:space="preserve">. </w:t>
      </w:r>
      <w:r w:rsidRPr="00115F49">
        <w:t>Chalamont</w:t>
      </w:r>
      <w:r w:rsidR="00766774">
        <w:t xml:space="preserve">, </w:t>
      </w:r>
      <w:r w:rsidRPr="00115F49">
        <w:t>à l</w:t>
      </w:r>
      <w:r w:rsidR="00766774">
        <w:t>’</w:t>
      </w:r>
      <w:r w:rsidRPr="00115F49">
        <w:t>instant précis où la nuit tomba</w:t>
      </w:r>
      <w:r w:rsidR="00766774">
        <w:t xml:space="preserve">, </w:t>
      </w:r>
      <w:r w:rsidRPr="00115F49">
        <w:t>voilà exactement comment ça se présentait</w:t>
      </w:r>
      <w:r w:rsidR="00766774">
        <w:t xml:space="preserve">. </w:t>
      </w:r>
      <w:r w:rsidRPr="00115F49">
        <w:t>Je vous l</w:t>
      </w:r>
      <w:r w:rsidR="00766774">
        <w:t>’</w:t>
      </w:r>
      <w:r w:rsidRPr="00115F49">
        <w:t>explique rapidement</w:t>
      </w:r>
      <w:r w:rsidR="00766774">
        <w:t xml:space="preserve">. </w:t>
      </w:r>
      <w:r w:rsidRPr="00115F49">
        <w:t>Tenez</w:t>
      </w:r>
      <w:r w:rsidR="00766774">
        <w:t xml:space="preserve"> : </w:t>
      </w:r>
      <w:r w:rsidRPr="00115F49">
        <w:t>le papier à cigarettes que vous pliez là</w:t>
      </w:r>
      <w:r w:rsidR="00766774">
        <w:t xml:space="preserve">, </w:t>
      </w:r>
      <w:r w:rsidRPr="00115F49">
        <w:t>avant de mettre le tabac</w:t>
      </w:r>
      <w:r w:rsidR="00766774">
        <w:t xml:space="preserve">, </w:t>
      </w:r>
      <w:r w:rsidRPr="00115F49">
        <w:t>voilà ce que c</w:t>
      </w:r>
      <w:r w:rsidR="00766774">
        <w:t>’</w:t>
      </w:r>
      <w:r w:rsidRPr="00115F49">
        <w:t>était</w:t>
      </w:r>
      <w:r w:rsidR="00766774">
        <w:t xml:space="preserve"> : </w:t>
      </w:r>
      <w:r w:rsidRPr="00115F49">
        <w:t>une longue rigole étroite aux parois abruptes</w:t>
      </w:r>
      <w:r w:rsidR="00766774">
        <w:t xml:space="preserve">. </w:t>
      </w:r>
      <w:r w:rsidRPr="00115F49">
        <w:t>Sur ce bord-ci du papier à cigarettes</w:t>
      </w:r>
      <w:r w:rsidR="00766774">
        <w:t xml:space="preserve">, </w:t>
      </w:r>
      <w:r w:rsidRPr="00115F49">
        <w:t>toute une ligne de tirailleurs</w:t>
      </w:r>
      <w:r w:rsidR="00766774">
        <w:t xml:space="preserve">. </w:t>
      </w:r>
      <w:r w:rsidRPr="00115F49">
        <w:t>Sur ce bord-là toute une ligne de tirailleurs</w:t>
      </w:r>
      <w:r w:rsidR="00766774">
        <w:t xml:space="preserve"> ; </w:t>
      </w:r>
      <w:r w:rsidRPr="00115F49">
        <w:t>à l</w:t>
      </w:r>
      <w:r w:rsidR="00766774">
        <w:t>’</w:t>
      </w:r>
      <w:r w:rsidRPr="00115F49">
        <w:t>entrée de la rigole</w:t>
      </w:r>
      <w:r w:rsidR="00766774">
        <w:t xml:space="preserve">, </w:t>
      </w:r>
      <w:r w:rsidRPr="00115F49">
        <w:t>nous autres</w:t>
      </w:r>
      <w:r w:rsidR="00766774">
        <w:t xml:space="preserve"> : </w:t>
      </w:r>
      <w:r w:rsidRPr="00115F49">
        <w:t>Félix Petit</w:t>
      </w:r>
      <w:r w:rsidR="00766774">
        <w:t xml:space="preserve">, </w:t>
      </w:r>
      <w:r w:rsidRPr="00115F49">
        <w:t>Romuald</w:t>
      </w:r>
      <w:r w:rsidR="00766774">
        <w:t xml:space="preserve">, </w:t>
      </w:r>
      <w:r w:rsidRPr="00115F49">
        <w:t>les Ravanel</w:t>
      </w:r>
      <w:r w:rsidR="00766774">
        <w:t xml:space="preserve"> (</w:t>
      </w:r>
      <w:r w:rsidRPr="00115F49">
        <w:t>un venu de droite</w:t>
      </w:r>
      <w:r w:rsidR="00766774">
        <w:t xml:space="preserve">, </w:t>
      </w:r>
      <w:r w:rsidRPr="00115F49">
        <w:t>un venu de gauche</w:t>
      </w:r>
      <w:r w:rsidR="00766774">
        <w:t xml:space="preserve">), </w:t>
      </w:r>
      <w:r w:rsidR="00766774" w:rsidRPr="00115F49">
        <w:t>Frédéric</w:t>
      </w:r>
      <w:r w:rsidR="00766774">
        <w:t> </w:t>
      </w:r>
      <w:r w:rsidR="00766774" w:rsidRPr="00115F49">
        <w:t>II</w:t>
      </w:r>
      <w:r w:rsidR="00766774">
        <w:t xml:space="preserve">, </w:t>
      </w:r>
      <w:r w:rsidRPr="00115F49">
        <w:t>enfin</w:t>
      </w:r>
      <w:r w:rsidR="00766774">
        <w:t xml:space="preserve">, </w:t>
      </w:r>
      <w:r w:rsidRPr="00115F49">
        <w:t>une dizaine d</w:t>
      </w:r>
      <w:r w:rsidR="00766774">
        <w:t>’</w:t>
      </w:r>
      <w:r w:rsidRPr="00115F49">
        <w:t>hommes bouchant l</w:t>
      </w:r>
      <w:r w:rsidR="00766774">
        <w:t>’</w:t>
      </w:r>
      <w:r w:rsidRPr="00115F49">
        <w:t>entrée</w:t>
      </w:r>
      <w:r w:rsidR="00766774">
        <w:t xml:space="preserve">. </w:t>
      </w:r>
      <w:r w:rsidRPr="00115F49">
        <w:t>Au fond de la rigole</w:t>
      </w:r>
      <w:r w:rsidR="00766774">
        <w:t xml:space="preserve">, </w:t>
      </w:r>
      <w:r w:rsidRPr="00115F49">
        <w:t>de ce côté-ci de votre papier à cigarettes</w:t>
      </w:r>
      <w:r w:rsidR="00766774">
        <w:t xml:space="preserve">, </w:t>
      </w:r>
      <w:r w:rsidRPr="00115F49">
        <w:t>le fond de Chalamont</w:t>
      </w:r>
      <w:r w:rsidR="00766774">
        <w:t xml:space="preserve">, </w:t>
      </w:r>
      <w:r w:rsidRPr="00115F49">
        <w:t>la muraille</w:t>
      </w:r>
      <w:r w:rsidR="00766774">
        <w:t xml:space="preserve">. </w:t>
      </w:r>
      <w:r w:rsidRPr="00115F49">
        <w:t>Et</w:t>
      </w:r>
      <w:r w:rsidR="00766774">
        <w:t xml:space="preserve">, </w:t>
      </w:r>
      <w:r w:rsidRPr="00115F49">
        <w:t>dans votre papier à cigarettes</w:t>
      </w:r>
      <w:r w:rsidR="00766774">
        <w:t xml:space="preserve">, </w:t>
      </w:r>
      <w:r w:rsidRPr="00115F49">
        <w:t>pas encore tout à fait coincé mais n</w:t>
      </w:r>
      <w:r w:rsidR="00766774">
        <w:t>’</w:t>
      </w:r>
      <w:r w:rsidRPr="00115F49">
        <w:t>ayant plus beaucoup d</w:t>
      </w:r>
      <w:r w:rsidR="00766774">
        <w:t>’</w:t>
      </w:r>
      <w:r w:rsidRPr="00115F49">
        <w:t>espace pour se remuer entre la muraille et nous et ayant compris le coup</w:t>
      </w:r>
      <w:r w:rsidR="00766774">
        <w:t xml:space="preserve">, </w:t>
      </w:r>
      <w:r w:rsidRPr="00115F49">
        <w:t>notez bien</w:t>
      </w:r>
      <w:r w:rsidR="00766774">
        <w:t xml:space="preserve">, </w:t>
      </w:r>
      <w:r w:rsidRPr="00115F49">
        <w:t>ayant à cette heure compris le coup</w:t>
      </w:r>
      <w:r w:rsidR="00766774">
        <w:t xml:space="preserve">, </w:t>
      </w:r>
      <w:r w:rsidRPr="00115F49">
        <w:t>le</w:t>
      </w:r>
      <w:r w:rsidRPr="00115F49">
        <w:rPr>
          <w:i/>
          <w:iCs/>
        </w:rPr>
        <w:t xml:space="preserve"> Monsieur</w:t>
      </w:r>
      <w:r w:rsidR="00766774">
        <w:rPr>
          <w:i/>
          <w:iCs/>
        </w:rPr>
        <w:t> !</w:t>
      </w:r>
    </w:p>
    <w:p w14:paraId="1D00354B" w14:textId="77777777" w:rsidR="00766774" w:rsidRDefault="00115F49" w:rsidP="00115F49">
      <w:r w:rsidRPr="00115F49">
        <w:t>Ça semble gagné</w:t>
      </w:r>
      <w:r w:rsidR="00766774">
        <w:t xml:space="preserve"> (</w:t>
      </w:r>
      <w:r w:rsidRPr="00115F49">
        <w:t>Langlois avait tout combiné</w:t>
      </w:r>
      <w:r w:rsidR="00766774">
        <w:t xml:space="preserve">) </w:t>
      </w:r>
      <w:r w:rsidRPr="00115F49">
        <w:t>mais il y avait la nuit</w:t>
      </w:r>
      <w:r w:rsidR="00766774">
        <w:t>.</w:t>
      </w:r>
    </w:p>
    <w:p w14:paraId="2C09346C" w14:textId="77777777" w:rsidR="00766774" w:rsidRDefault="00115F49" w:rsidP="00115F49">
      <w:r w:rsidRPr="00115F49">
        <w:t>D</w:t>
      </w:r>
      <w:r w:rsidR="00766774">
        <w:t>’</w:t>
      </w:r>
      <w:r w:rsidRPr="00115F49">
        <w:t>instinct nous nous resserrons encore et on dit à Pierre-le-Brave</w:t>
      </w:r>
      <w:r w:rsidR="00766774">
        <w:t> :</w:t>
      </w:r>
    </w:p>
    <w:p w14:paraId="782CD338" w14:textId="77777777" w:rsidR="00766774" w:rsidRDefault="00766774" w:rsidP="00115F49">
      <w:r>
        <w:t>— </w:t>
      </w:r>
      <w:r w:rsidR="00115F49" w:rsidRPr="00115F49">
        <w:t>Signale</w:t>
      </w:r>
      <w:r>
        <w:t xml:space="preserve">, </w:t>
      </w:r>
      <w:r w:rsidR="00115F49" w:rsidRPr="00115F49">
        <w:t>vite</w:t>
      </w:r>
      <w:r>
        <w:t xml:space="preserve"> ; </w:t>
      </w:r>
      <w:r w:rsidR="00115F49" w:rsidRPr="00115F49">
        <w:t>vas-y</w:t>
      </w:r>
      <w:r>
        <w:t> !</w:t>
      </w:r>
    </w:p>
    <w:p w14:paraId="6AB01030" w14:textId="77777777" w:rsidR="00766774" w:rsidRDefault="00115F49" w:rsidP="00115F49">
      <w:r w:rsidRPr="00115F49">
        <w:t>Il le fait</w:t>
      </w:r>
      <w:r w:rsidR="00766774">
        <w:t xml:space="preserve">. </w:t>
      </w:r>
      <w:r w:rsidRPr="00115F49">
        <w:t>On répond</w:t>
      </w:r>
      <w:r w:rsidR="00766774">
        <w:t xml:space="preserve">. </w:t>
      </w:r>
      <w:r w:rsidRPr="00115F49">
        <w:t>Voilà ce qu</w:t>
      </w:r>
      <w:r w:rsidR="00766774">
        <w:t>’</w:t>
      </w:r>
      <w:r w:rsidRPr="00115F49">
        <w:t>il dit</w:t>
      </w:r>
      <w:r w:rsidR="00766774">
        <w:t xml:space="preserve">, </w:t>
      </w:r>
      <w:r w:rsidRPr="00115F49">
        <w:t>dit Pierre</w:t>
      </w:r>
      <w:r w:rsidR="00766774">
        <w:t xml:space="preserve"> : </w:t>
      </w:r>
      <w:r w:rsidRPr="00115F49">
        <w:t>il dit</w:t>
      </w:r>
      <w:r w:rsidR="00766774">
        <w:t> : « </w:t>
      </w:r>
      <w:r w:rsidRPr="00115F49">
        <w:t>Tenez bon</w:t>
      </w:r>
      <w:r w:rsidR="00766774">
        <w:t xml:space="preserve">, </w:t>
      </w:r>
      <w:r w:rsidRPr="00115F49">
        <w:t>j</w:t>
      </w:r>
      <w:r w:rsidR="00766774">
        <w:t>’</w:t>
      </w:r>
      <w:r w:rsidRPr="00115F49">
        <w:t>arrive</w:t>
      </w:r>
      <w:r w:rsidR="00766774">
        <w:t>. »</w:t>
      </w:r>
      <w:r w:rsidRPr="00115F49">
        <w:t xml:space="preserve"> Et je n</w:t>
      </w:r>
      <w:r w:rsidR="00766774">
        <w:t>’</w:t>
      </w:r>
      <w:r w:rsidRPr="00115F49">
        <w:t>ai pas tout compris mais je ne vous cache pas que si j</w:t>
      </w:r>
      <w:r w:rsidR="00766774">
        <w:t>’</w:t>
      </w:r>
      <w:r w:rsidRPr="00115F49">
        <w:t xml:space="preserve">en juge par la façon dont le copain se </w:t>
      </w:r>
      <w:r w:rsidRPr="00115F49">
        <w:lastRenderedPageBreak/>
        <w:t>dépêchait dans son cornet</w:t>
      </w:r>
      <w:r w:rsidR="00766774">
        <w:t xml:space="preserve">, </w:t>
      </w:r>
      <w:r w:rsidRPr="00115F49">
        <w:t>le commandant doit jubiler</w:t>
      </w:r>
      <w:r w:rsidR="00766774">
        <w:t xml:space="preserve"> : </w:t>
      </w:r>
      <w:r w:rsidRPr="00115F49">
        <w:t>jubiler et être en colère</w:t>
      </w:r>
      <w:r w:rsidR="00766774">
        <w:t xml:space="preserve">. </w:t>
      </w:r>
      <w:r w:rsidRPr="00115F49">
        <w:t>Il avait l</w:t>
      </w:r>
      <w:r w:rsidR="00766774">
        <w:t>’</w:t>
      </w:r>
      <w:r w:rsidRPr="00115F49">
        <w:t>air de nous promettre tellement de choses que je ne sais pas s</w:t>
      </w:r>
      <w:r w:rsidR="00766774">
        <w:t>’</w:t>
      </w:r>
      <w:r w:rsidRPr="00115F49">
        <w:t>il faut se réjouir ou serrer les fesses</w:t>
      </w:r>
      <w:r w:rsidR="00766774">
        <w:t>.</w:t>
      </w:r>
    </w:p>
    <w:p w14:paraId="7F6A0396" w14:textId="77777777" w:rsidR="00766774" w:rsidRDefault="00766774" w:rsidP="00115F49">
      <w:pPr>
        <w:rPr>
          <w:i/>
          <w:iCs/>
        </w:rPr>
      </w:pPr>
      <w:r>
        <w:t>— </w:t>
      </w:r>
      <w:r w:rsidR="00115F49" w:rsidRPr="00115F49">
        <w:t>En tout cas</w:t>
      </w:r>
      <w:r>
        <w:t xml:space="preserve">, </w:t>
      </w:r>
      <w:r w:rsidR="00115F49" w:rsidRPr="00115F49">
        <w:t>dîmes-nous</w:t>
      </w:r>
      <w:r>
        <w:t xml:space="preserve">, </w:t>
      </w:r>
      <w:r w:rsidR="00115F49" w:rsidRPr="00115F49">
        <w:t>si toi tu dois encore trompetter</w:t>
      </w:r>
      <w:r>
        <w:t xml:space="preserve">, </w:t>
      </w:r>
      <w:r w:rsidR="00115F49" w:rsidRPr="00115F49">
        <w:t>ne le fais plus en soufflant du côté de Chalamont</w:t>
      </w:r>
      <w:r>
        <w:t xml:space="preserve">. </w:t>
      </w:r>
      <w:r w:rsidR="00115F49" w:rsidRPr="00115F49">
        <w:t>Les échos y sautent et ce n</w:t>
      </w:r>
      <w:r>
        <w:t>’</w:t>
      </w:r>
      <w:r w:rsidR="00115F49" w:rsidRPr="00115F49">
        <w:t>est pas le moment d</w:t>
      </w:r>
      <w:r>
        <w:t>’</w:t>
      </w:r>
      <w:r w:rsidR="00115F49" w:rsidRPr="00115F49">
        <w:t>affoler le</w:t>
      </w:r>
      <w:r w:rsidR="00115F49" w:rsidRPr="00115F49">
        <w:rPr>
          <w:i/>
          <w:iCs/>
        </w:rPr>
        <w:t xml:space="preserve"> Monsieur</w:t>
      </w:r>
      <w:r>
        <w:rPr>
          <w:i/>
          <w:iCs/>
        </w:rPr>
        <w:t>.</w:t>
      </w:r>
    </w:p>
    <w:p w14:paraId="21187EE4" w14:textId="77777777" w:rsidR="00766774" w:rsidRDefault="00115F49" w:rsidP="00115F49">
      <w:r w:rsidRPr="00115F49">
        <w:t>On se mit même à modérer un tout petit peu le craquement des crécelles</w:t>
      </w:r>
      <w:r w:rsidR="00766774">
        <w:t>.</w:t>
      </w:r>
    </w:p>
    <w:p w14:paraId="43C8ABCC" w14:textId="77777777" w:rsidR="00766774" w:rsidRDefault="00115F49" w:rsidP="00115F49">
      <w:r w:rsidRPr="00115F49">
        <w:t>On marqua le pas ainsi peut-être vingt minutes</w:t>
      </w:r>
      <w:r w:rsidR="00766774">
        <w:t xml:space="preserve">. </w:t>
      </w:r>
      <w:r w:rsidRPr="00115F49">
        <w:t>Enfin</w:t>
      </w:r>
      <w:r w:rsidR="00766774">
        <w:t xml:space="preserve">, </w:t>
      </w:r>
      <w:r w:rsidRPr="00115F49">
        <w:t>au fond du bois on vit piqueter des pointes de feu</w:t>
      </w:r>
      <w:r w:rsidR="00766774">
        <w:t xml:space="preserve">. </w:t>
      </w:r>
      <w:r w:rsidRPr="00115F49">
        <w:t>On nous apportait des torches</w:t>
      </w:r>
      <w:r w:rsidR="00766774">
        <w:t> : « </w:t>
      </w:r>
      <w:r w:rsidRPr="00115F49">
        <w:t>Ça</w:t>
      </w:r>
      <w:r w:rsidR="00766774">
        <w:t xml:space="preserve">, </w:t>
      </w:r>
      <w:r w:rsidRPr="00115F49">
        <w:t>c</w:t>
      </w:r>
      <w:r w:rsidR="00766774">
        <w:t>’</w:t>
      </w:r>
      <w:r w:rsidRPr="00115F49">
        <w:t>est pas mal</w:t>
      </w:r>
      <w:r w:rsidR="00766774">
        <w:t xml:space="preserve"> », </w:t>
      </w:r>
      <w:r w:rsidRPr="00115F49">
        <w:t>dîmes-nous</w:t>
      </w:r>
      <w:r w:rsidR="00766774">
        <w:t xml:space="preserve">, </w:t>
      </w:r>
      <w:r w:rsidRPr="00115F49">
        <w:t>et on regarda en souriant du côté de la bête</w:t>
      </w:r>
      <w:r w:rsidR="00766774">
        <w:t>.</w:t>
      </w:r>
    </w:p>
    <w:p w14:paraId="04738914" w14:textId="77777777" w:rsidR="00766774" w:rsidRDefault="00115F49" w:rsidP="00115F49">
      <w:r w:rsidRPr="00115F49">
        <w:t>En effet</w:t>
      </w:r>
      <w:r w:rsidR="00766774">
        <w:t xml:space="preserve">, </w:t>
      </w:r>
      <w:r w:rsidRPr="00115F49">
        <w:t>des torches</w:t>
      </w:r>
      <w:r w:rsidR="00766774">
        <w:t xml:space="preserve">, </w:t>
      </w:r>
      <w:r w:rsidRPr="00115F49">
        <w:t xml:space="preserve">vous comprenez bien que le </w:t>
      </w:r>
      <w:r w:rsidRPr="00115F49">
        <w:rPr>
          <w:i/>
          <w:iCs/>
        </w:rPr>
        <w:t>Monsieur</w:t>
      </w:r>
      <w:r w:rsidRPr="00115F49">
        <w:t xml:space="preserve"> n</w:t>
      </w:r>
      <w:r w:rsidR="00766774">
        <w:t>’</w:t>
      </w:r>
      <w:r w:rsidRPr="00115F49">
        <w:t>oserait pas trop venir nous renifler les guêtres</w:t>
      </w:r>
      <w:r w:rsidR="00766774">
        <w:t xml:space="preserve">. </w:t>
      </w:r>
      <w:r w:rsidRPr="00115F49">
        <w:t>Des torches</w:t>
      </w:r>
      <w:r w:rsidR="00766774">
        <w:t xml:space="preserve">, </w:t>
      </w:r>
      <w:r w:rsidRPr="00115F49">
        <w:t>et il y en avait</w:t>
      </w:r>
      <w:r w:rsidR="00766774">
        <w:t xml:space="preserve"> ; </w:t>
      </w:r>
      <w:r w:rsidRPr="00115F49">
        <w:t>et d</w:t>
      </w:r>
      <w:r w:rsidR="00766774">
        <w:t>’</w:t>
      </w:r>
      <w:r w:rsidRPr="00115F49">
        <w:t>après le grouillement qu</w:t>
      </w:r>
      <w:r w:rsidR="00766774">
        <w:t>’</w:t>
      </w:r>
      <w:r w:rsidRPr="00115F49">
        <w:t>elles faisaient en venant vers nous à travers le bois</w:t>
      </w:r>
      <w:r w:rsidR="00766774">
        <w:t xml:space="preserve">, </w:t>
      </w:r>
      <w:r w:rsidRPr="00115F49">
        <w:t>elles se groupaient de notre côté</w:t>
      </w:r>
      <w:r w:rsidR="00766774">
        <w:t xml:space="preserve">. </w:t>
      </w:r>
      <w:r w:rsidRPr="00115F49">
        <w:t>Il s</w:t>
      </w:r>
      <w:r w:rsidR="00766774">
        <w:t>’</w:t>
      </w:r>
      <w:r w:rsidRPr="00115F49">
        <w:t>en détachait quelques-unes qui s</w:t>
      </w:r>
      <w:r w:rsidR="00766774">
        <w:t>’</w:t>
      </w:r>
      <w:r w:rsidRPr="00115F49">
        <w:t>en allaient vers le flanc droit et le flanc gauche</w:t>
      </w:r>
      <w:r w:rsidR="00766774">
        <w:t xml:space="preserve">, </w:t>
      </w:r>
      <w:r w:rsidRPr="00115F49">
        <w:t>mais le gros venait dans notre direction</w:t>
      </w:r>
      <w:r w:rsidR="00766774">
        <w:t>.</w:t>
      </w:r>
    </w:p>
    <w:p w14:paraId="478EB566" w14:textId="31518AA6" w:rsidR="00766774" w:rsidRDefault="00115F49" w:rsidP="00115F49">
      <w:r w:rsidRPr="00115F49">
        <w:t>C</w:t>
      </w:r>
      <w:r w:rsidR="00766774">
        <w:t>’</w:t>
      </w:r>
      <w:r w:rsidRPr="00115F49">
        <w:t>était juste</w:t>
      </w:r>
      <w:r w:rsidR="00766774">
        <w:t xml:space="preserve">. </w:t>
      </w:r>
      <w:r w:rsidRPr="00115F49">
        <w:t>Et juste aussi quand nous distinguâmes dans la lueur la dégaine de Langlois</w:t>
      </w:r>
      <w:r w:rsidR="00766774">
        <w:t xml:space="preserve">. </w:t>
      </w:r>
      <w:r w:rsidRPr="00115F49">
        <w:t>Faisait pas chaud mais il n</w:t>
      </w:r>
      <w:r w:rsidR="00766774">
        <w:t>’</w:t>
      </w:r>
      <w:r w:rsidRPr="00115F49">
        <w:t>avait toujours que son corseton de buffle</w:t>
      </w:r>
      <w:r w:rsidR="00766774">
        <w:t xml:space="preserve">. </w:t>
      </w:r>
      <w:r w:rsidRPr="00115F49">
        <w:t>À côté de lui</w:t>
      </w:r>
      <w:r w:rsidR="00766774">
        <w:t xml:space="preserve">, </w:t>
      </w:r>
      <w:r w:rsidRPr="00115F49">
        <w:t>l</w:t>
      </w:r>
      <w:r w:rsidR="00766774">
        <w:t>’</w:t>
      </w:r>
      <w:r w:rsidRPr="00115F49">
        <w:t>ombre importante c</w:t>
      </w:r>
      <w:r w:rsidR="00766774">
        <w:t>’</w:t>
      </w:r>
      <w:r w:rsidRPr="00115F49">
        <w:t>était sûrement le fameux procureur royal</w:t>
      </w:r>
      <w:r w:rsidR="00766774">
        <w:t>.</w:t>
      </w:r>
      <w:r w:rsidR="00F31638">
        <w:t xml:space="preserve"> </w:t>
      </w:r>
      <w:r w:rsidRPr="00115F49">
        <w:t>La flamme des torches éclaira comme deux casques de couleurs vives</w:t>
      </w:r>
      <w:r w:rsidR="00766774">
        <w:t xml:space="preserve"> : </w:t>
      </w:r>
      <w:r w:rsidRPr="00115F49">
        <w:t>un rouge et un vert</w:t>
      </w:r>
      <w:r w:rsidR="00766774">
        <w:t xml:space="preserve">. </w:t>
      </w:r>
      <w:r w:rsidRPr="00115F49">
        <w:t>On se dit</w:t>
      </w:r>
      <w:r w:rsidR="00766774">
        <w:t> : « </w:t>
      </w:r>
      <w:r w:rsidRPr="00115F49">
        <w:t>Est-ce qu</w:t>
      </w:r>
      <w:r w:rsidR="00766774">
        <w:t>’</w:t>
      </w:r>
      <w:r w:rsidRPr="00115F49">
        <w:t>il y aurait des soldats</w:t>
      </w:r>
      <w:r w:rsidR="00766774">
        <w:t> ? »</w:t>
      </w:r>
      <w:r w:rsidRPr="00115F49">
        <w:t xml:space="preserve"> D</w:t>
      </w:r>
      <w:r w:rsidR="00766774">
        <w:t>’</w:t>
      </w:r>
      <w:r w:rsidRPr="00115F49">
        <w:t>autant que maintenant que toute cette compagnie approchait dur</w:t>
      </w:r>
      <w:r w:rsidR="00766774">
        <w:t xml:space="preserve">, </w:t>
      </w:r>
      <w:r w:rsidRPr="00115F49">
        <w:t>il n</w:t>
      </w:r>
      <w:r w:rsidR="00766774">
        <w:t>’</w:t>
      </w:r>
      <w:r w:rsidRPr="00115F49">
        <w:t>y avait pas que ces deux casques de couleurs vives mais</w:t>
      </w:r>
      <w:r w:rsidR="00766774">
        <w:t xml:space="preserve">, </w:t>
      </w:r>
      <w:r w:rsidRPr="00115F49">
        <w:t xml:space="preserve">dessous ces deux </w:t>
      </w:r>
      <w:r w:rsidRPr="00115F49">
        <w:lastRenderedPageBreak/>
        <w:t>casques</w:t>
      </w:r>
      <w:r w:rsidR="00766774">
        <w:t xml:space="preserve">, </w:t>
      </w:r>
      <w:r w:rsidRPr="00115F49">
        <w:t>deux grands beaux corps très coloriés</w:t>
      </w:r>
      <w:r w:rsidR="00766774">
        <w:t xml:space="preserve">. </w:t>
      </w:r>
      <w:r w:rsidRPr="00115F49">
        <w:t>Des soldats</w:t>
      </w:r>
      <w:r w:rsidR="00766774">
        <w:t xml:space="preserve"> ? </w:t>
      </w:r>
      <w:r w:rsidRPr="00115F49">
        <w:t>Ça nous étonnait de la part de Langlois</w:t>
      </w:r>
      <w:r w:rsidR="00766774">
        <w:t xml:space="preserve">, </w:t>
      </w:r>
      <w:r w:rsidRPr="00115F49">
        <w:t>car des soldats</w:t>
      </w:r>
      <w:r w:rsidR="00766774">
        <w:t xml:space="preserve">, </w:t>
      </w:r>
      <w:r w:rsidRPr="00115F49">
        <w:t>pour quoi faire</w:t>
      </w:r>
      <w:r w:rsidR="00766774">
        <w:t xml:space="preserve"> ? </w:t>
      </w:r>
      <w:r w:rsidRPr="00115F49">
        <w:t>Mais pas du tout</w:t>
      </w:r>
      <w:r w:rsidR="00766774">
        <w:t xml:space="preserve">, </w:t>
      </w:r>
      <w:r w:rsidRPr="00115F49">
        <w:t>bien sûr</w:t>
      </w:r>
      <w:r w:rsidR="00766774">
        <w:t xml:space="preserve">. </w:t>
      </w:r>
      <w:r w:rsidRPr="00115F49">
        <w:t>Savez-vous ce que c</w:t>
      </w:r>
      <w:r w:rsidR="00766774">
        <w:t>’</w:t>
      </w:r>
      <w:r w:rsidRPr="00115F49">
        <w:t>était</w:t>
      </w:r>
      <w:r w:rsidR="00766774">
        <w:t xml:space="preserve"> ? </w:t>
      </w:r>
      <w:r w:rsidRPr="00115F49">
        <w:t>La capitaine</w:t>
      </w:r>
      <w:r w:rsidR="00766774">
        <w:t> : M</w:t>
      </w:r>
      <w:r w:rsidR="00766774" w:rsidRPr="00766774">
        <w:rPr>
          <w:vertAlign w:val="superscript"/>
        </w:rPr>
        <w:t>me</w:t>
      </w:r>
      <w:r w:rsidR="00766774">
        <w:t> </w:t>
      </w:r>
      <w:r w:rsidRPr="00115F49">
        <w:t>Tim</w:t>
      </w:r>
      <w:r w:rsidR="00766774">
        <w:t xml:space="preserve">, </w:t>
      </w:r>
      <w:r w:rsidRPr="00115F49">
        <w:t>le casque rouge</w:t>
      </w:r>
      <w:r w:rsidR="00766774">
        <w:t xml:space="preserve"> (</w:t>
      </w:r>
      <w:r w:rsidRPr="00115F49">
        <w:t>qui était une capeline de velours</w:t>
      </w:r>
      <w:r w:rsidR="00766774">
        <w:t xml:space="preserve">), </w:t>
      </w:r>
      <w:r w:rsidRPr="00115F49">
        <w:t>en voilà une</w:t>
      </w:r>
      <w:r w:rsidR="00766774">
        <w:t xml:space="preserve">. </w:t>
      </w:r>
      <w:r w:rsidRPr="00115F49">
        <w:t>Et l</w:t>
      </w:r>
      <w:r w:rsidR="00766774">
        <w:t>’</w:t>
      </w:r>
      <w:r w:rsidRPr="00115F49">
        <w:t>autre</w:t>
      </w:r>
      <w:r w:rsidR="00766774">
        <w:t xml:space="preserve">, </w:t>
      </w:r>
      <w:r w:rsidRPr="00115F49">
        <w:t>qu</w:t>
      </w:r>
      <w:r w:rsidR="00766774">
        <w:t>’</w:t>
      </w:r>
      <w:r w:rsidRPr="00115F49">
        <w:t>on ne reconnut pas tout de suite</w:t>
      </w:r>
      <w:r w:rsidR="00766774">
        <w:t xml:space="preserve">, </w:t>
      </w:r>
      <w:r w:rsidRPr="00115F49">
        <w:t>c</w:t>
      </w:r>
      <w:r w:rsidR="00766774">
        <w:t>’</w:t>
      </w:r>
      <w:r w:rsidRPr="00115F49">
        <w:t>était la dame de la route sous le capuchon vert d</w:t>
      </w:r>
      <w:r w:rsidR="00766774">
        <w:t>’</w:t>
      </w:r>
      <w:r w:rsidRPr="00115F49">
        <w:t xml:space="preserve">un beau manteau de </w:t>
      </w:r>
      <w:r w:rsidR="00766774">
        <w:t>M</w:t>
      </w:r>
      <w:r w:rsidR="00766774" w:rsidRPr="00766774">
        <w:rPr>
          <w:vertAlign w:val="superscript"/>
        </w:rPr>
        <w:t>me</w:t>
      </w:r>
      <w:r w:rsidR="00766774">
        <w:t> </w:t>
      </w:r>
      <w:r w:rsidRPr="00115F49">
        <w:t>Tim</w:t>
      </w:r>
      <w:r w:rsidR="00766774">
        <w:t>.</w:t>
      </w:r>
    </w:p>
    <w:p w14:paraId="48D1F547" w14:textId="77777777" w:rsidR="00766774" w:rsidRDefault="00115F49" w:rsidP="00115F49">
      <w:r w:rsidRPr="00115F49">
        <w:t>Voyez-vous</w:t>
      </w:r>
      <w:r w:rsidR="00766774">
        <w:t xml:space="preserve">, </w:t>
      </w:r>
      <w:r w:rsidRPr="00115F49">
        <w:t>Langlois mit beaucoup de cérémonie dans tout</w:t>
      </w:r>
      <w:r w:rsidR="00766774">
        <w:t xml:space="preserve">, </w:t>
      </w:r>
      <w:r w:rsidRPr="00115F49">
        <w:t>non seulement dans ce que je vous raconte mais dans tout</w:t>
      </w:r>
      <w:r w:rsidR="00766774">
        <w:t>.</w:t>
      </w:r>
    </w:p>
    <w:p w14:paraId="39BB7BDC" w14:textId="77777777" w:rsidR="00766774" w:rsidRDefault="00766774" w:rsidP="00115F49">
      <w:r>
        <w:t>— </w:t>
      </w:r>
      <w:r w:rsidR="00115F49" w:rsidRPr="00115F49">
        <w:t>Faites-moi une petite place</w:t>
      </w:r>
      <w:r>
        <w:t xml:space="preserve">, </w:t>
      </w:r>
      <w:r w:rsidR="00115F49" w:rsidRPr="00115F49">
        <w:t>dit-il</w:t>
      </w:r>
      <w:r>
        <w:t>.</w:t>
      </w:r>
    </w:p>
    <w:p w14:paraId="688B834E" w14:textId="77777777" w:rsidR="00115F49" w:rsidRPr="00115F49" w:rsidRDefault="00766774" w:rsidP="00115F49">
      <w:r>
        <w:t>« </w:t>
      </w:r>
      <w:r w:rsidR="00115F49" w:rsidRPr="00115F49">
        <w:t>Tu parles si on s</w:t>
      </w:r>
      <w:r>
        <w:t>’</w:t>
      </w:r>
      <w:r w:rsidR="00115F49" w:rsidRPr="00115F49">
        <w:t>écarta</w:t>
      </w:r>
      <w:r>
        <w:t xml:space="preserve">. </w:t>
      </w:r>
      <w:r w:rsidR="00115F49" w:rsidRPr="00115F49">
        <w:t>Et c</w:t>
      </w:r>
      <w:r>
        <w:t>’</w:t>
      </w:r>
      <w:r w:rsidR="00115F49" w:rsidRPr="00115F49">
        <w:t>est ainsi qu</w:t>
      </w:r>
      <w:r>
        <w:t>’</w:t>
      </w:r>
      <w:r w:rsidR="00115F49" w:rsidRPr="00115F49">
        <w:t>avec un soldat de plus</w:t>
      </w:r>
      <w:r>
        <w:t xml:space="preserve"> (</w:t>
      </w:r>
      <w:r w:rsidR="00115F49" w:rsidRPr="00115F49">
        <w:t>et des torches</w:t>
      </w:r>
      <w:r>
        <w:t xml:space="preserve"> ! </w:t>
      </w:r>
      <w:r w:rsidR="00115F49" w:rsidRPr="00115F49">
        <w:t>et des dames</w:t>
      </w:r>
      <w:r>
        <w:t xml:space="preserve"> !) </w:t>
      </w:r>
      <w:r w:rsidR="00115F49" w:rsidRPr="00115F49">
        <w:t>on s</w:t>
      </w:r>
      <w:r>
        <w:t>’</w:t>
      </w:r>
      <w:r w:rsidR="00115F49" w:rsidRPr="00115F49">
        <w:t>avança vers le fond de Chalamont</w:t>
      </w:r>
      <w:r>
        <w:t>. »</w:t>
      </w:r>
    </w:p>
    <w:p w14:paraId="4B39461D" w14:textId="77777777" w:rsidR="00766774" w:rsidRDefault="00115F49" w:rsidP="00115F49">
      <w:r w:rsidRPr="00115F49">
        <w:t>Les fusils que</w:t>
      </w:r>
      <w:r w:rsidR="00766774">
        <w:t xml:space="preserve">, </w:t>
      </w:r>
      <w:r w:rsidRPr="00115F49">
        <w:t>jusque-là</w:t>
      </w:r>
      <w:r w:rsidR="00766774">
        <w:t xml:space="preserve">, </w:t>
      </w:r>
      <w:r w:rsidRPr="00115F49">
        <w:t>on avait portés en bandoulière</w:t>
      </w:r>
      <w:r w:rsidR="00766774">
        <w:t xml:space="preserve">, </w:t>
      </w:r>
      <w:r w:rsidRPr="00115F49">
        <w:t>on les avait à la main maintenant</w:t>
      </w:r>
      <w:r w:rsidR="00766774">
        <w:t xml:space="preserve">. </w:t>
      </w:r>
      <w:r w:rsidRPr="00115F49">
        <w:t>Il ne s</w:t>
      </w:r>
      <w:r w:rsidR="00766774">
        <w:t>’</w:t>
      </w:r>
      <w:r w:rsidRPr="00115F49">
        <w:t>agissait plus de crécelles</w:t>
      </w:r>
      <w:r w:rsidR="00766774">
        <w:t xml:space="preserve">. </w:t>
      </w:r>
      <w:r w:rsidRPr="00115F49">
        <w:t>Il n</w:t>
      </w:r>
      <w:r w:rsidR="00766774">
        <w:t>’</w:t>
      </w:r>
      <w:r w:rsidRPr="00115F49">
        <w:t>y avait plus que le bruit de ces centaines de pas qui faisaient</w:t>
      </w:r>
      <w:r w:rsidR="00766774">
        <w:t xml:space="preserve">, </w:t>
      </w:r>
      <w:r w:rsidRPr="00115F49">
        <w:t>pas à pas</w:t>
      </w:r>
      <w:r w:rsidR="00766774">
        <w:t xml:space="preserve">, </w:t>
      </w:r>
      <w:r w:rsidRPr="00115F49">
        <w:t>des pas en avant et le volettement des flammes de torches qui claquaient au-dessus de nos têtes comme des oiseaux</w:t>
      </w:r>
      <w:r w:rsidR="00766774">
        <w:t xml:space="preserve">. </w:t>
      </w:r>
      <w:r w:rsidRPr="00115F49">
        <w:t>Et c</w:t>
      </w:r>
      <w:r w:rsidR="00766774">
        <w:t>’</w:t>
      </w:r>
      <w:r w:rsidRPr="00115F49">
        <w:t>était bien suffisant</w:t>
      </w:r>
      <w:r w:rsidR="00766774">
        <w:t xml:space="preserve">. </w:t>
      </w:r>
      <w:r w:rsidRPr="00115F49">
        <w:t>La bête avait dû</w:t>
      </w:r>
      <w:r w:rsidR="00766774">
        <w:t xml:space="preserve">, </w:t>
      </w:r>
      <w:r w:rsidRPr="00115F49">
        <w:t>déjà</w:t>
      </w:r>
      <w:r w:rsidR="00766774">
        <w:t xml:space="preserve">, </w:t>
      </w:r>
      <w:r w:rsidRPr="00115F49">
        <w:t>être allée frapper du nez contre la muraille de pierres</w:t>
      </w:r>
      <w:r w:rsidR="00766774">
        <w:t xml:space="preserve">, </w:t>
      </w:r>
      <w:r w:rsidRPr="00115F49">
        <w:t>là-bas au fond</w:t>
      </w:r>
      <w:r w:rsidR="00766774">
        <w:t xml:space="preserve">, </w:t>
      </w:r>
      <w:r w:rsidRPr="00115F49">
        <w:t>et elle avait dû déjà revenir se casser le nez sur la muraille de flammes et de bonshommes de notre côté</w:t>
      </w:r>
      <w:r w:rsidR="00766774">
        <w:t xml:space="preserve">. </w:t>
      </w:r>
      <w:r w:rsidRPr="00115F49">
        <w:t>Elle devait tourner devant nous comme un brin de bois dans un tourbillon d</w:t>
      </w:r>
      <w:r w:rsidR="00766774">
        <w:t>’</w:t>
      </w:r>
      <w:r w:rsidRPr="00115F49">
        <w:t>eau</w:t>
      </w:r>
      <w:r w:rsidR="00766774">
        <w:t xml:space="preserve">. </w:t>
      </w:r>
      <w:r w:rsidRPr="00115F49">
        <w:t>Ce n</w:t>
      </w:r>
      <w:r w:rsidR="00766774">
        <w:t>’</w:t>
      </w:r>
      <w:r w:rsidRPr="00115F49">
        <w:t>aurait pas été très malin de lui corner trop violemment aux oreilles qu</w:t>
      </w:r>
      <w:r w:rsidR="00766774">
        <w:t>’</w:t>
      </w:r>
      <w:r w:rsidRPr="00115F49">
        <w:t>on allait la tuer</w:t>
      </w:r>
      <w:r w:rsidR="00766774">
        <w:t xml:space="preserve">. </w:t>
      </w:r>
      <w:r w:rsidRPr="00115F49">
        <w:t>C</w:t>
      </w:r>
      <w:r w:rsidR="00766774">
        <w:t>’</w:t>
      </w:r>
      <w:r w:rsidRPr="00115F49">
        <w:t>est le cas de redire une fois de plus solennité et silence</w:t>
      </w:r>
      <w:r w:rsidR="00766774">
        <w:t> !</w:t>
      </w:r>
    </w:p>
    <w:p w14:paraId="6F43AD42" w14:textId="77777777" w:rsidR="00766774" w:rsidRDefault="00115F49" w:rsidP="00115F49">
      <w:r w:rsidRPr="00115F49">
        <w:t>Les traces</w:t>
      </w:r>
      <w:r w:rsidR="00766774">
        <w:t xml:space="preserve">, </w:t>
      </w:r>
      <w:r w:rsidRPr="00115F49">
        <w:t>bien entendu</w:t>
      </w:r>
      <w:r w:rsidR="00766774">
        <w:t xml:space="preserve">, </w:t>
      </w:r>
      <w:r w:rsidRPr="00115F49">
        <w:t>et très fraîches</w:t>
      </w:r>
      <w:r w:rsidR="00766774">
        <w:t xml:space="preserve">, </w:t>
      </w:r>
      <w:r w:rsidRPr="00115F49">
        <w:t>et tumultueuses</w:t>
      </w:r>
      <w:r w:rsidR="00766774">
        <w:t xml:space="preserve">, </w:t>
      </w:r>
      <w:r w:rsidRPr="00115F49">
        <w:t>il y en avait tant qu</w:t>
      </w:r>
      <w:r w:rsidR="00766774">
        <w:t>’</w:t>
      </w:r>
      <w:r w:rsidRPr="00115F49">
        <w:t>on voulait</w:t>
      </w:r>
      <w:r w:rsidR="00766774">
        <w:t xml:space="preserve">. </w:t>
      </w:r>
      <w:r w:rsidRPr="00115F49">
        <w:t xml:space="preserve">Il dansait une drôle </w:t>
      </w:r>
      <w:r w:rsidRPr="00115F49">
        <w:lastRenderedPageBreak/>
        <w:t>de sarabande devant nous</w:t>
      </w:r>
      <w:r w:rsidR="00766774">
        <w:t xml:space="preserve">. </w:t>
      </w:r>
      <w:r w:rsidRPr="00115F49">
        <w:t>Et sans bruit</w:t>
      </w:r>
      <w:r w:rsidR="00766774">
        <w:t xml:space="preserve">. </w:t>
      </w:r>
      <w:r w:rsidRPr="00115F49">
        <w:t>Nous</w:t>
      </w:r>
      <w:r w:rsidR="00766774">
        <w:t xml:space="preserve">, </w:t>
      </w:r>
      <w:r w:rsidRPr="00115F49">
        <w:t>nous faisions du bruit avec notre pas</w:t>
      </w:r>
      <w:r w:rsidR="00766774">
        <w:t xml:space="preserve">, </w:t>
      </w:r>
      <w:r w:rsidRPr="00115F49">
        <w:t>nos torches</w:t>
      </w:r>
      <w:r w:rsidR="00766774">
        <w:t xml:space="preserve"> ; </w:t>
      </w:r>
      <w:r w:rsidRPr="00115F49">
        <w:t>pas beaucoup</w:t>
      </w:r>
      <w:r w:rsidR="00766774">
        <w:t xml:space="preserve"> ; </w:t>
      </w:r>
      <w:r w:rsidRPr="00115F49">
        <w:t>très peu</w:t>
      </w:r>
      <w:r w:rsidR="00766774">
        <w:t xml:space="preserve">, </w:t>
      </w:r>
      <w:r w:rsidRPr="00115F49">
        <w:t>mais un peu</w:t>
      </w:r>
      <w:r w:rsidR="00766774">
        <w:t xml:space="preserve">. </w:t>
      </w:r>
      <w:r w:rsidRPr="00115F49">
        <w:t>Lui non</w:t>
      </w:r>
      <w:r w:rsidR="00766774">
        <w:t>.</w:t>
      </w:r>
    </w:p>
    <w:p w14:paraId="125ABE4E" w14:textId="77777777" w:rsidR="00766774" w:rsidRDefault="00766774" w:rsidP="00115F49">
      <w:r>
        <w:t>— </w:t>
      </w:r>
      <w:r w:rsidR="00115F49" w:rsidRPr="00115F49">
        <w:t>Halte</w:t>
      </w:r>
      <w:r>
        <w:t xml:space="preserve"> ! </w:t>
      </w:r>
      <w:r w:rsidR="00115F49" w:rsidRPr="00115F49">
        <w:t>dit Langlois</w:t>
      </w:r>
      <w:r>
        <w:t>.</w:t>
      </w:r>
    </w:p>
    <w:p w14:paraId="3E437D98" w14:textId="77777777" w:rsidR="00766774" w:rsidRDefault="00115F49" w:rsidP="00115F49">
      <w:r w:rsidRPr="00115F49">
        <w:t>Et il appela un nommé Curnier qui était jardinier chez les Tim</w:t>
      </w:r>
      <w:r w:rsidR="00766774">
        <w:t xml:space="preserve"> (</w:t>
      </w:r>
      <w:r w:rsidRPr="00115F49">
        <w:t>et</w:t>
      </w:r>
      <w:r w:rsidR="00766774">
        <w:t xml:space="preserve">, </w:t>
      </w:r>
      <w:r w:rsidRPr="00115F49">
        <w:t>en parlant de ça on n</w:t>
      </w:r>
      <w:r w:rsidR="00766774">
        <w:t>’</w:t>
      </w:r>
      <w:r w:rsidRPr="00115F49">
        <w:t>avait pas vu le père Tim</w:t>
      </w:r>
      <w:r w:rsidR="00766774">
        <w:t xml:space="preserve">, </w:t>
      </w:r>
      <w:r w:rsidRPr="00115F49">
        <w:t>le capitaine soi-disant</w:t>
      </w:r>
      <w:r w:rsidR="00766774">
        <w:t xml:space="preserve">). </w:t>
      </w:r>
      <w:r w:rsidRPr="00115F49">
        <w:t>On fit passer le nom de Curnier à voix basse</w:t>
      </w:r>
      <w:r w:rsidR="00766774">
        <w:t xml:space="preserve">, </w:t>
      </w:r>
      <w:r w:rsidRPr="00115F49">
        <w:t>le long de la ligne de tirailleurs</w:t>
      </w:r>
      <w:r w:rsidR="00766774">
        <w:t xml:space="preserve">. </w:t>
      </w:r>
      <w:r w:rsidRPr="00115F49">
        <w:t>Et</w:t>
      </w:r>
      <w:r w:rsidR="00766774">
        <w:t xml:space="preserve">, </w:t>
      </w:r>
      <w:r w:rsidRPr="00115F49">
        <w:t>en retour</w:t>
      </w:r>
      <w:r w:rsidR="00766774">
        <w:t xml:space="preserve">, </w:t>
      </w:r>
      <w:r w:rsidRPr="00115F49">
        <w:t>également à voix basse</w:t>
      </w:r>
      <w:r w:rsidR="00766774">
        <w:t xml:space="preserve">, </w:t>
      </w:r>
      <w:r w:rsidRPr="00115F49">
        <w:t>nous vint le mot qu</w:t>
      </w:r>
      <w:r w:rsidR="00766774">
        <w:t>’</w:t>
      </w:r>
      <w:r w:rsidRPr="00115F49">
        <w:t>il arrivait</w:t>
      </w:r>
      <w:r w:rsidR="00766774">
        <w:t xml:space="preserve">. </w:t>
      </w:r>
      <w:r w:rsidRPr="00115F49">
        <w:t>Il arriva</w:t>
      </w:r>
      <w:r w:rsidR="00766774">
        <w:t xml:space="preserve">. </w:t>
      </w:r>
      <w:r w:rsidRPr="00115F49">
        <w:t>Il tenait un gros chien en laisse</w:t>
      </w:r>
      <w:r w:rsidR="00766774">
        <w:t>.</w:t>
      </w:r>
    </w:p>
    <w:p w14:paraId="3E360018" w14:textId="77777777" w:rsidR="00766774" w:rsidRDefault="00115F49" w:rsidP="00115F49">
      <w:r w:rsidRPr="00115F49">
        <w:t>Si vous vous étonnez que nous n</w:t>
      </w:r>
      <w:r w:rsidR="00766774">
        <w:t>’</w:t>
      </w:r>
      <w:r w:rsidRPr="00115F49">
        <w:t>ayons pas mené les nôtres de chiens et que je ne vous aie même pas dit s</w:t>
      </w:r>
      <w:r w:rsidR="00766774">
        <w:t>’</w:t>
      </w:r>
      <w:r w:rsidRPr="00115F49">
        <w:t>ils étaient là ou non</w:t>
      </w:r>
      <w:r w:rsidR="00766774">
        <w:t xml:space="preserve">, </w:t>
      </w:r>
      <w:r w:rsidRPr="00115F49">
        <w:t>je vous dirai que</w:t>
      </w:r>
      <w:r w:rsidR="00766774">
        <w:t xml:space="preserve">, </w:t>
      </w:r>
      <w:r w:rsidRPr="00115F49">
        <w:t>nous</w:t>
      </w:r>
      <w:r w:rsidR="00766774">
        <w:t xml:space="preserve">, </w:t>
      </w:r>
      <w:r w:rsidRPr="00115F49">
        <w:t>nos chiens sont des chiens de berger ou des chiens de chasse</w:t>
      </w:r>
      <w:r w:rsidR="00766774">
        <w:t>.</w:t>
      </w:r>
    </w:p>
    <w:p w14:paraId="38AE6452" w14:textId="77777777" w:rsidR="00766774" w:rsidRDefault="00766774" w:rsidP="00115F49">
      <w:r>
        <w:t>— </w:t>
      </w:r>
      <w:r w:rsidR="00115F49" w:rsidRPr="00115F49">
        <w:t>Eh bien</w:t>
      </w:r>
      <w:r>
        <w:t xml:space="preserve">, </w:t>
      </w:r>
      <w:r w:rsidR="00115F49" w:rsidRPr="00115F49">
        <w:t>me direz-vous</w:t>
      </w:r>
      <w:r>
        <w:t xml:space="preserve">, </w:t>
      </w:r>
      <w:r w:rsidR="00115F49" w:rsidRPr="00115F49">
        <w:t>est-ce que ça n</w:t>
      </w:r>
      <w:r>
        <w:t>’</w:t>
      </w:r>
      <w:r w:rsidR="00115F49" w:rsidRPr="00115F49">
        <w:t>était pas une chasse</w:t>
      </w:r>
      <w:r>
        <w:t> ?</w:t>
      </w:r>
    </w:p>
    <w:p w14:paraId="154B8232" w14:textId="77777777" w:rsidR="00766774" w:rsidRDefault="00766774" w:rsidP="00115F49">
      <w:r>
        <w:t>— </w:t>
      </w:r>
      <w:r w:rsidR="00115F49" w:rsidRPr="00115F49">
        <w:t>Non</w:t>
      </w:r>
      <w:r>
        <w:t xml:space="preserve">, </w:t>
      </w:r>
      <w:r w:rsidR="00115F49" w:rsidRPr="00115F49">
        <w:t>monsieur</w:t>
      </w:r>
      <w:r>
        <w:t xml:space="preserve"> ! </w:t>
      </w:r>
      <w:r w:rsidR="00115F49" w:rsidRPr="00115F49">
        <w:t>Et</w:t>
      </w:r>
      <w:r>
        <w:t xml:space="preserve">, </w:t>
      </w:r>
      <w:r w:rsidR="00115F49" w:rsidRPr="00115F49">
        <w:t>pour vous le faire comprendre</w:t>
      </w:r>
      <w:r>
        <w:t xml:space="preserve">, </w:t>
      </w:r>
      <w:r w:rsidR="00115F49" w:rsidRPr="00115F49">
        <w:t>vous n</w:t>
      </w:r>
      <w:r>
        <w:t>’</w:t>
      </w:r>
      <w:r w:rsidR="00115F49" w:rsidRPr="00115F49">
        <w:t>avez qu</w:t>
      </w:r>
      <w:r>
        <w:t>’</w:t>
      </w:r>
      <w:r w:rsidR="00115F49" w:rsidRPr="00115F49">
        <w:t>à voir et entendre</w:t>
      </w:r>
      <w:r>
        <w:t xml:space="preserve">. </w:t>
      </w:r>
      <w:r w:rsidR="00115F49" w:rsidRPr="00115F49">
        <w:t>Regardez</w:t>
      </w:r>
      <w:r>
        <w:t xml:space="preserve"> : </w:t>
      </w:r>
      <w:r w:rsidR="00115F49" w:rsidRPr="00115F49">
        <w:t>au fond du val</w:t>
      </w:r>
      <w:r>
        <w:t xml:space="preserve">, </w:t>
      </w:r>
      <w:r w:rsidR="00115F49" w:rsidRPr="00115F49">
        <w:t>sans compter ceux qui bouclent les crêtes</w:t>
      </w:r>
      <w:r>
        <w:t xml:space="preserve">, </w:t>
      </w:r>
      <w:r w:rsidR="00115F49" w:rsidRPr="00115F49">
        <w:t>nous sommes plus de trente</w:t>
      </w:r>
      <w:r>
        <w:t xml:space="preserve">, </w:t>
      </w:r>
      <w:r w:rsidR="00115F49" w:rsidRPr="00115F49">
        <w:t>sans un mot</w:t>
      </w:r>
      <w:r>
        <w:t xml:space="preserve"> ; </w:t>
      </w:r>
      <w:r w:rsidR="00115F49" w:rsidRPr="00115F49">
        <w:t>nous ne bougeons qu</w:t>
      </w:r>
      <w:r>
        <w:t>’</w:t>
      </w:r>
      <w:r w:rsidR="00115F49" w:rsidRPr="00115F49">
        <w:t>après avoir regardé Langlois et vu comment il bouge</w:t>
      </w:r>
      <w:r>
        <w:t xml:space="preserve">. </w:t>
      </w:r>
      <w:r w:rsidR="00115F49" w:rsidRPr="00115F49">
        <w:t>Sans le bruit</w:t>
      </w:r>
      <w:r>
        <w:t xml:space="preserve">, </w:t>
      </w:r>
      <w:r w:rsidR="00115F49" w:rsidRPr="00115F49">
        <w:t>d</w:t>
      </w:r>
      <w:r>
        <w:t>’</w:t>
      </w:r>
      <w:r w:rsidR="00115F49" w:rsidRPr="00115F49">
        <w:t>ailleurs souple</w:t>
      </w:r>
      <w:r>
        <w:t xml:space="preserve">, </w:t>
      </w:r>
      <w:r w:rsidR="00115F49" w:rsidRPr="00115F49">
        <w:t>du grondement des torches</w:t>
      </w:r>
      <w:r>
        <w:t xml:space="preserve">, </w:t>
      </w:r>
      <w:r w:rsidR="00115F49" w:rsidRPr="00115F49">
        <w:t>on entendrait voler une mouche</w:t>
      </w:r>
      <w:r>
        <w:t xml:space="preserve">. </w:t>
      </w:r>
      <w:r w:rsidR="00115F49" w:rsidRPr="00115F49">
        <w:t>Curnier</w:t>
      </w:r>
      <w:r>
        <w:t xml:space="preserve">, </w:t>
      </w:r>
      <w:r w:rsidR="00115F49" w:rsidRPr="00115F49">
        <w:t>Langlois vient de le demander à voix basse</w:t>
      </w:r>
      <w:r>
        <w:t xml:space="preserve">. </w:t>
      </w:r>
      <w:r w:rsidR="00115F49" w:rsidRPr="00115F49">
        <w:t>Et on a fait dire à voix basse qu</w:t>
      </w:r>
      <w:r>
        <w:t>’</w:t>
      </w:r>
      <w:r w:rsidR="00115F49" w:rsidRPr="00115F49">
        <w:t>il arrivait</w:t>
      </w:r>
      <w:r>
        <w:t xml:space="preserve">. </w:t>
      </w:r>
      <w:r w:rsidR="00115F49" w:rsidRPr="00115F49">
        <w:t>Regardez</w:t>
      </w:r>
      <w:r>
        <w:t xml:space="preserve"> : </w:t>
      </w:r>
      <w:r w:rsidR="00115F49" w:rsidRPr="00115F49">
        <w:t>voilà la capitaine</w:t>
      </w:r>
      <w:r>
        <w:t xml:space="preserve">. </w:t>
      </w:r>
      <w:r w:rsidR="00115F49" w:rsidRPr="00115F49">
        <w:t>C</w:t>
      </w:r>
      <w:r>
        <w:t>’</w:t>
      </w:r>
      <w:r w:rsidR="00115F49" w:rsidRPr="00115F49">
        <w:t>est entendu</w:t>
      </w:r>
      <w:r>
        <w:t xml:space="preserve">, </w:t>
      </w:r>
      <w:r w:rsidR="00115F49" w:rsidRPr="00115F49">
        <w:t>du moment qu</w:t>
      </w:r>
      <w:r>
        <w:t>’</w:t>
      </w:r>
      <w:r w:rsidR="00115F49" w:rsidRPr="00115F49">
        <w:t>elle a accepté son grade elle a accepté d</w:t>
      </w:r>
      <w:r>
        <w:t>’</w:t>
      </w:r>
      <w:r w:rsidR="00115F49" w:rsidRPr="00115F49">
        <w:t>être là</w:t>
      </w:r>
      <w:r>
        <w:t xml:space="preserve">. </w:t>
      </w:r>
      <w:r w:rsidR="00115F49" w:rsidRPr="00115F49">
        <w:t>Mais</w:t>
      </w:r>
      <w:r>
        <w:t xml:space="preserve">, </w:t>
      </w:r>
      <w:r w:rsidR="00115F49" w:rsidRPr="00115F49">
        <w:t>comment est-elle là</w:t>
      </w:r>
      <w:r>
        <w:t xml:space="preserve"> ? </w:t>
      </w:r>
      <w:r w:rsidR="00115F49" w:rsidRPr="00115F49">
        <w:t>On avait parlé de costume mirobolant</w:t>
      </w:r>
      <w:r>
        <w:t xml:space="preserve">. </w:t>
      </w:r>
      <w:r w:rsidR="00115F49" w:rsidRPr="00115F49">
        <w:t>Ah</w:t>
      </w:r>
      <w:r>
        <w:t xml:space="preserve"> ! </w:t>
      </w:r>
      <w:r w:rsidR="00115F49" w:rsidRPr="00115F49">
        <w:t>ouiche</w:t>
      </w:r>
      <w:r>
        <w:t xml:space="preserve"> ! </w:t>
      </w:r>
      <w:r w:rsidR="00115F49" w:rsidRPr="00115F49">
        <w:t>Elle est là en femme</w:t>
      </w:r>
      <w:r>
        <w:t xml:space="preserve">. </w:t>
      </w:r>
      <w:r w:rsidR="00115F49" w:rsidRPr="00115F49">
        <w:t>Vous croyez qu</w:t>
      </w:r>
      <w:r>
        <w:t>’</w:t>
      </w:r>
      <w:r w:rsidR="00115F49" w:rsidRPr="00115F49">
        <w:t>on ne voit pas que</w:t>
      </w:r>
      <w:r>
        <w:t xml:space="preserve">, </w:t>
      </w:r>
      <w:r w:rsidR="00115F49" w:rsidRPr="00115F49">
        <w:t>dessous sa lourde mante de bure</w:t>
      </w:r>
      <w:r>
        <w:t xml:space="preserve">, </w:t>
      </w:r>
      <w:r w:rsidR="00115F49" w:rsidRPr="00115F49">
        <w:t>elle est en robe et non pas en uniforme et en bottes</w:t>
      </w:r>
      <w:r>
        <w:t xml:space="preserve"> ? </w:t>
      </w:r>
      <w:r w:rsidR="00115F49" w:rsidRPr="00115F49">
        <w:t>Nous le remarquons</w:t>
      </w:r>
      <w:r>
        <w:t xml:space="preserve">, </w:t>
      </w:r>
      <w:r w:rsidR="00115F49" w:rsidRPr="00115F49">
        <w:t>nous</w:t>
      </w:r>
      <w:r>
        <w:t xml:space="preserve">, </w:t>
      </w:r>
      <w:r w:rsidR="00115F49" w:rsidRPr="00115F49">
        <w:lastRenderedPageBreak/>
        <w:t>ça</w:t>
      </w:r>
      <w:r>
        <w:t xml:space="preserve"> ! </w:t>
      </w:r>
      <w:r w:rsidR="00115F49" w:rsidRPr="00115F49">
        <w:t>Et</w:t>
      </w:r>
      <w:r>
        <w:t xml:space="preserve">, </w:t>
      </w:r>
      <w:r w:rsidR="00115F49" w:rsidRPr="00115F49">
        <w:t>à côté d</w:t>
      </w:r>
      <w:r>
        <w:t>’</w:t>
      </w:r>
      <w:r w:rsidR="00115F49" w:rsidRPr="00115F49">
        <w:t>elle</w:t>
      </w:r>
      <w:r>
        <w:t xml:space="preserve">, </w:t>
      </w:r>
      <w:r w:rsidR="00115F49" w:rsidRPr="00115F49">
        <w:t>regardez</w:t>
      </w:r>
      <w:r>
        <w:t xml:space="preserve">, </w:t>
      </w:r>
      <w:r w:rsidR="00115F49" w:rsidRPr="00115F49">
        <w:t>qui est ici</w:t>
      </w:r>
      <w:r>
        <w:t xml:space="preserve"> ? </w:t>
      </w:r>
      <w:r w:rsidR="00115F49" w:rsidRPr="00115F49">
        <w:t>Je vous l</w:t>
      </w:r>
      <w:r>
        <w:t>’</w:t>
      </w:r>
      <w:r w:rsidR="00115F49" w:rsidRPr="00115F49">
        <w:t>ai dit</w:t>
      </w:r>
      <w:r>
        <w:t xml:space="preserve"> : </w:t>
      </w:r>
      <w:r w:rsidR="00115F49" w:rsidRPr="00115F49">
        <w:t>la dame du Café de la route à qui on a prêté un manteau</w:t>
      </w:r>
      <w:r>
        <w:t xml:space="preserve">. </w:t>
      </w:r>
      <w:r w:rsidR="00115F49" w:rsidRPr="00115F49">
        <w:t>Mais</w:t>
      </w:r>
      <w:r>
        <w:t xml:space="preserve">, </w:t>
      </w:r>
      <w:r w:rsidR="00115F49" w:rsidRPr="00115F49">
        <w:t>de ce manteau</w:t>
      </w:r>
      <w:r>
        <w:t xml:space="preserve">, </w:t>
      </w:r>
      <w:r w:rsidR="00115F49" w:rsidRPr="00115F49">
        <w:t>qu</w:t>
      </w:r>
      <w:r>
        <w:t>’</w:t>
      </w:r>
      <w:r w:rsidR="00115F49" w:rsidRPr="00115F49">
        <w:t>est-ce qui dépasse</w:t>
      </w:r>
      <w:r>
        <w:t xml:space="preserve"> ? </w:t>
      </w:r>
      <w:r w:rsidR="00115F49" w:rsidRPr="00115F49">
        <w:t>N</w:t>
      </w:r>
      <w:r>
        <w:t>’</w:t>
      </w:r>
      <w:r w:rsidR="00115F49" w:rsidRPr="00115F49">
        <w:t>est-ce pas la robe qu</w:t>
      </w:r>
      <w:r>
        <w:t>’</w:t>
      </w:r>
      <w:r w:rsidR="00115F49" w:rsidRPr="00115F49">
        <w:t>on lui a vue ce matin</w:t>
      </w:r>
      <w:r>
        <w:t xml:space="preserve"> ? </w:t>
      </w:r>
      <w:r w:rsidR="00115F49" w:rsidRPr="00115F49">
        <w:t>Ne croyez-vous pas que ce soit la première fois au monde que les fonds de Chalamont voient des femmes de cérémonie</w:t>
      </w:r>
      <w:r>
        <w:t xml:space="preserve"> ? </w:t>
      </w:r>
      <w:r w:rsidR="00115F49" w:rsidRPr="00115F49">
        <w:t>Et</w:t>
      </w:r>
      <w:r>
        <w:t xml:space="preserve">, </w:t>
      </w:r>
      <w:r w:rsidR="00115F49" w:rsidRPr="00115F49">
        <w:t>si nous vous disons</w:t>
      </w:r>
      <w:r>
        <w:t xml:space="preserve">, </w:t>
      </w:r>
      <w:r w:rsidR="00115F49" w:rsidRPr="00115F49">
        <w:t>nous</w:t>
      </w:r>
      <w:r>
        <w:t xml:space="preserve">, </w:t>
      </w:r>
      <w:r w:rsidR="00115F49" w:rsidRPr="00115F49">
        <w:t>que les chasses</w:t>
      </w:r>
      <w:r>
        <w:t xml:space="preserve">, </w:t>
      </w:r>
      <w:r w:rsidR="00115F49" w:rsidRPr="00115F49">
        <w:t>d</w:t>
      </w:r>
      <w:r>
        <w:t>’</w:t>
      </w:r>
      <w:r w:rsidR="00115F49" w:rsidRPr="00115F49">
        <w:t>ordinaire</w:t>
      </w:r>
      <w:r>
        <w:t xml:space="preserve">, </w:t>
      </w:r>
      <w:r w:rsidR="00115F49" w:rsidRPr="00115F49">
        <w:t>se passent très bien de fameux procureur royal</w:t>
      </w:r>
      <w:r>
        <w:t xml:space="preserve">, </w:t>
      </w:r>
      <w:r w:rsidR="00115F49" w:rsidRPr="00115F49">
        <w:t>est-ce que vous nous croirez</w:t>
      </w:r>
      <w:r>
        <w:t xml:space="preserve"> ? </w:t>
      </w:r>
      <w:r w:rsidR="00115F49" w:rsidRPr="00115F49">
        <w:t>Voilà pourquoi ce matin nous avons enfermé nos chiens</w:t>
      </w:r>
      <w:r>
        <w:t xml:space="preserve">. </w:t>
      </w:r>
      <w:r w:rsidR="00115F49" w:rsidRPr="00115F49">
        <w:t>Nos chiens et des crécelles</w:t>
      </w:r>
      <w:r>
        <w:t xml:space="preserve">, </w:t>
      </w:r>
      <w:r w:rsidR="00115F49" w:rsidRPr="00115F49">
        <w:t>ça n</w:t>
      </w:r>
      <w:r>
        <w:t>’</w:t>
      </w:r>
      <w:r w:rsidR="00115F49" w:rsidRPr="00115F49">
        <w:t>allait pas du tout ensemble</w:t>
      </w:r>
      <w:r>
        <w:t> !</w:t>
      </w:r>
    </w:p>
    <w:p w14:paraId="0CCE7AEE" w14:textId="77777777" w:rsidR="00115F49" w:rsidRPr="00115F49" w:rsidRDefault="00766774" w:rsidP="00115F49">
      <w:r>
        <w:t>« </w:t>
      </w:r>
      <w:r w:rsidR="00115F49" w:rsidRPr="00115F49">
        <w:t>Et d</w:t>
      </w:r>
      <w:r>
        <w:t>’</w:t>
      </w:r>
      <w:r w:rsidR="00115F49" w:rsidRPr="00115F49">
        <w:t>ailleurs</w:t>
      </w:r>
      <w:r>
        <w:t xml:space="preserve">, </w:t>
      </w:r>
      <w:r w:rsidR="00115F49" w:rsidRPr="00115F49">
        <w:t>vous allez voir</w:t>
      </w:r>
      <w:r>
        <w:t xml:space="preserve">. </w:t>
      </w:r>
      <w:r w:rsidR="00115F49" w:rsidRPr="00115F49">
        <w:t>Puisque Curnier en a un</w:t>
      </w:r>
      <w:r>
        <w:t xml:space="preserve">, </w:t>
      </w:r>
      <w:r w:rsidR="00115F49" w:rsidRPr="00115F49">
        <w:t>vous allez voir ce qu</w:t>
      </w:r>
      <w:r>
        <w:t>’</w:t>
      </w:r>
      <w:r w:rsidR="00115F49" w:rsidRPr="00115F49">
        <w:t>on va faire</w:t>
      </w:r>
      <w:r>
        <w:t xml:space="preserve"> ! </w:t>
      </w:r>
      <w:r w:rsidR="00115F49" w:rsidRPr="00115F49">
        <w:t>Et c</w:t>
      </w:r>
      <w:r>
        <w:t>’</w:t>
      </w:r>
      <w:r w:rsidR="00115F49" w:rsidRPr="00115F49">
        <w:t>est un chien beaucoup plus gros que les nôtres</w:t>
      </w:r>
      <w:r>
        <w:t xml:space="preserve">. </w:t>
      </w:r>
      <w:r w:rsidR="00115F49" w:rsidRPr="00115F49">
        <w:t>Au moins le double</w:t>
      </w:r>
      <w:r>
        <w:t xml:space="preserve">. </w:t>
      </w:r>
      <w:r w:rsidR="00115F49" w:rsidRPr="00115F49">
        <w:t>C</w:t>
      </w:r>
      <w:r>
        <w:t>’</w:t>
      </w:r>
      <w:r w:rsidR="00115F49" w:rsidRPr="00115F49">
        <w:t>est un chien dressé exprès</w:t>
      </w:r>
      <w:r>
        <w:t xml:space="preserve">, </w:t>
      </w:r>
      <w:r w:rsidR="00115F49" w:rsidRPr="00115F49">
        <w:t>c</w:t>
      </w:r>
      <w:r>
        <w:t>’</w:t>
      </w:r>
      <w:r w:rsidR="00115F49" w:rsidRPr="00115F49">
        <w:t>est un mastiff</w:t>
      </w:r>
      <w:r>
        <w:t xml:space="preserve">. </w:t>
      </w:r>
      <w:r w:rsidR="00115F49" w:rsidRPr="00115F49">
        <w:t>Il a un énorme collier à pointes pour lui protéger la gorge</w:t>
      </w:r>
      <w:r>
        <w:t xml:space="preserve">. </w:t>
      </w:r>
      <w:r w:rsidR="00115F49" w:rsidRPr="00115F49">
        <w:t>Il a des pectoraux comme un âne de meunier</w:t>
      </w:r>
      <w:r>
        <w:t xml:space="preserve">. </w:t>
      </w:r>
      <w:r w:rsidR="00115F49" w:rsidRPr="00115F49">
        <w:t>Il n</w:t>
      </w:r>
      <w:r>
        <w:t>’</w:t>
      </w:r>
      <w:r w:rsidR="00115F49" w:rsidRPr="00115F49">
        <w:t>a pas d</w:t>
      </w:r>
      <w:r>
        <w:t>’</w:t>
      </w:r>
      <w:r w:rsidR="00115F49" w:rsidRPr="00115F49">
        <w:t>oreilles</w:t>
      </w:r>
      <w:r>
        <w:t xml:space="preserve">. </w:t>
      </w:r>
      <w:r w:rsidR="00115F49" w:rsidRPr="00115F49">
        <w:t>Il a la tête ronde comme une courge</w:t>
      </w:r>
      <w:r>
        <w:t xml:space="preserve">. </w:t>
      </w:r>
      <w:r w:rsidR="00115F49" w:rsidRPr="00115F49">
        <w:t>Il marche à pas comptés comme le procureur</w:t>
      </w:r>
      <w:r>
        <w:t xml:space="preserve">. </w:t>
      </w:r>
      <w:r w:rsidR="00115F49" w:rsidRPr="00115F49">
        <w:t>Il a toute l</w:t>
      </w:r>
      <w:r>
        <w:t>’</w:t>
      </w:r>
      <w:r w:rsidR="00115F49" w:rsidRPr="00115F49">
        <w:t>épine dorsale en arête de poisson</w:t>
      </w:r>
      <w:r>
        <w:t xml:space="preserve">. </w:t>
      </w:r>
      <w:r w:rsidR="00115F49" w:rsidRPr="00115F49">
        <w:t>Il a la queue raide comme une tringle</w:t>
      </w:r>
      <w:r>
        <w:t xml:space="preserve">. </w:t>
      </w:r>
      <w:r w:rsidR="00115F49" w:rsidRPr="00115F49">
        <w:t>Il est superbe</w:t>
      </w:r>
      <w:r>
        <w:t> ! »</w:t>
      </w:r>
    </w:p>
    <w:p w14:paraId="684EA9DE" w14:textId="77777777" w:rsidR="00766774" w:rsidRDefault="00115F49" w:rsidP="00115F49">
      <w:r w:rsidRPr="00115F49">
        <w:t>Et c</w:t>
      </w:r>
      <w:r w:rsidR="00766774">
        <w:t>’</w:t>
      </w:r>
      <w:r w:rsidRPr="00115F49">
        <w:t>est ainsi</w:t>
      </w:r>
      <w:r w:rsidR="00766774">
        <w:t xml:space="preserve">, </w:t>
      </w:r>
      <w:r w:rsidRPr="00115F49">
        <w:t>une fois que Curnier l</w:t>
      </w:r>
      <w:r w:rsidR="00766774">
        <w:t>’</w:t>
      </w:r>
      <w:r w:rsidRPr="00115F49">
        <w:t>a détaché</w:t>
      </w:r>
      <w:r w:rsidR="00766774">
        <w:t xml:space="preserve">, </w:t>
      </w:r>
      <w:r w:rsidRPr="00115F49">
        <w:t>qu</w:t>
      </w:r>
      <w:r w:rsidR="00766774">
        <w:t>’</w:t>
      </w:r>
      <w:r w:rsidRPr="00115F49">
        <w:t>il entre dans les taillis devant nous sans manifester ni peur ni joie</w:t>
      </w:r>
      <w:r w:rsidR="00766774">
        <w:t>.</w:t>
      </w:r>
    </w:p>
    <w:p w14:paraId="2CD78656" w14:textId="77777777" w:rsidR="00766774" w:rsidRDefault="00115F49" w:rsidP="00115F49">
      <w:r w:rsidRPr="00115F49">
        <w:t>Nous lui laissons prendre un peu d</w:t>
      </w:r>
      <w:r w:rsidR="00766774">
        <w:t>’</w:t>
      </w:r>
      <w:r w:rsidRPr="00115F49">
        <w:t>avance</w:t>
      </w:r>
      <w:r w:rsidR="00766774">
        <w:t xml:space="preserve">, </w:t>
      </w:r>
      <w:r w:rsidRPr="00115F49">
        <w:t>puis</w:t>
      </w:r>
      <w:r w:rsidR="00766774">
        <w:t xml:space="preserve">, </w:t>
      </w:r>
      <w:r w:rsidRPr="00115F49">
        <w:t>nous nous mettons en marche</w:t>
      </w:r>
      <w:r w:rsidR="00766774">
        <w:t xml:space="preserve">, </w:t>
      </w:r>
      <w:r w:rsidRPr="00115F49">
        <w:t>à sa suite</w:t>
      </w:r>
      <w:r w:rsidR="00766774">
        <w:t xml:space="preserve">, </w:t>
      </w:r>
      <w:r w:rsidRPr="00115F49">
        <w:t>le plus silencieusement possible</w:t>
      </w:r>
      <w:r w:rsidR="00766774">
        <w:t>.</w:t>
      </w:r>
    </w:p>
    <w:p w14:paraId="63495F2A" w14:textId="77777777" w:rsidR="00766774" w:rsidRDefault="00115F49" w:rsidP="00115F49">
      <w:r w:rsidRPr="00115F49">
        <w:t>Nous arrivons au fond de Chalamont</w:t>
      </w:r>
      <w:r w:rsidR="00766774">
        <w:t xml:space="preserve">. </w:t>
      </w:r>
      <w:r w:rsidRPr="00115F49">
        <w:t>Les torches nous font voir</w:t>
      </w:r>
      <w:r w:rsidR="00766774">
        <w:t xml:space="preserve">, </w:t>
      </w:r>
      <w:r w:rsidRPr="00115F49">
        <w:t>par-dessus les derniers taillis</w:t>
      </w:r>
      <w:r w:rsidR="00766774">
        <w:t xml:space="preserve">, </w:t>
      </w:r>
      <w:r w:rsidRPr="00115F49">
        <w:t>la muraille tellement à pic que la neige n</w:t>
      </w:r>
      <w:r w:rsidR="00766774">
        <w:t>’</w:t>
      </w:r>
      <w:r w:rsidRPr="00115F49">
        <w:t>y tient dessus qu</w:t>
      </w:r>
      <w:r w:rsidR="00766774">
        <w:t>’</w:t>
      </w:r>
      <w:r w:rsidRPr="00115F49">
        <w:t>en girandoles</w:t>
      </w:r>
      <w:r w:rsidR="00766774">
        <w:t xml:space="preserve">. </w:t>
      </w:r>
      <w:r w:rsidRPr="00115F49">
        <w:t>Nous ne faisons absolument pas de bruit</w:t>
      </w:r>
      <w:r w:rsidR="00766774">
        <w:t xml:space="preserve">. </w:t>
      </w:r>
      <w:r w:rsidRPr="00115F49">
        <w:t>Rien ne fait de bruit</w:t>
      </w:r>
      <w:r w:rsidR="00766774">
        <w:t xml:space="preserve">, </w:t>
      </w:r>
      <w:r w:rsidRPr="00115F49">
        <w:t>sauf les torches</w:t>
      </w:r>
      <w:r w:rsidR="00766774">
        <w:t xml:space="preserve"> ; </w:t>
      </w:r>
      <w:r w:rsidRPr="00115F49">
        <w:t>un bruit d</w:t>
      </w:r>
      <w:r w:rsidR="00766774">
        <w:t>’</w:t>
      </w:r>
      <w:r w:rsidRPr="00115F49">
        <w:t>ailes</w:t>
      </w:r>
      <w:r w:rsidR="00766774">
        <w:t xml:space="preserve">, </w:t>
      </w:r>
      <w:r w:rsidRPr="00115F49">
        <w:t>une sorte de va-et-vient d</w:t>
      </w:r>
      <w:r w:rsidR="00766774">
        <w:t>’</w:t>
      </w:r>
      <w:r w:rsidRPr="00115F49">
        <w:t>oiseaux au-dessus de nos têtes</w:t>
      </w:r>
      <w:r w:rsidR="00766774">
        <w:t xml:space="preserve"> : </w:t>
      </w:r>
      <w:r w:rsidRPr="00115F49">
        <w:t>des colombes qui cher</w:t>
      </w:r>
      <w:r w:rsidRPr="00115F49">
        <w:lastRenderedPageBreak/>
        <w:t>chent à se poser</w:t>
      </w:r>
      <w:r w:rsidR="00766774">
        <w:t xml:space="preserve">, </w:t>
      </w:r>
      <w:r w:rsidRPr="00115F49">
        <w:t>on dirait</w:t>
      </w:r>
      <w:r w:rsidR="00766774">
        <w:t xml:space="preserve"> ; </w:t>
      </w:r>
      <w:r w:rsidRPr="00115F49">
        <w:t>les messagères d</w:t>
      </w:r>
      <w:r w:rsidR="00766774">
        <w:t>’</w:t>
      </w:r>
      <w:r w:rsidRPr="00115F49">
        <w:t>une arche de Noé bien plus populeuse que la première</w:t>
      </w:r>
      <w:r w:rsidR="00766774">
        <w:t xml:space="preserve">, </w:t>
      </w:r>
      <w:r w:rsidRPr="00115F49">
        <w:t>et qui cherche un Ararat quelconque</w:t>
      </w:r>
      <w:r w:rsidR="00766774">
        <w:t xml:space="preserve">, </w:t>
      </w:r>
      <w:r w:rsidRPr="00115F49">
        <w:t>avec tout un vol de pigeons ramiers</w:t>
      </w:r>
      <w:r w:rsidR="00766774">
        <w:t xml:space="preserve">. </w:t>
      </w:r>
      <w:r w:rsidRPr="00115F49">
        <w:t>C</w:t>
      </w:r>
      <w:r w:rsidR="00766774">
        <w:t>’</w:t>
      </w:r>
      <w:r w:rsidRPr="00115F49">
        <w:t>est le seul bruit du monde entier ici</w:t>
      </w:r>
      <w:r w:rsidR="00766774">
        <w:t>.</w:t>
      </w:r>
    </w:p>
    <w:p w14:paraId="10D4CADE" w14:textId="77777777" w:rsidR="00766774" w:rsidRDefault="00115F49" w:rsidP="00115F49">
      <w:r w:rsidRPr="00115F49">
        <w:t>Les foulées</w:t>
      </w:r>
      <w:r w:rsidR="00766774">
        <w:t xml:space="preserve">, </w:t>
      </w:r>
      <w:r w:rsidRPr="00115F49">
        <w:t>naturellement toujours d</w:t>
      </w:r>
      <w:r w:rsidR="00766774">
        <w:t>’</w:t>
      </w:r>
      <w:r w:rsidRPr="00115F49">
        <w:t>une fraîcheur exquise et si claires que tout le monde les voit</w:t>
      </w:r>
      <w:r w:rsidR="00766774">
        <w:t xml:space="preserve">, </w:t>
      </w:r>
      <w:r w:rsidRPr="00115F49">
        <w:t>ne dénotent aucune inquiétude</w:t>
      </w:r>
      <w:r w:rsidR="00766774">
        <w:t xml:space="preserve">. </w:t>
      </w:r>
      <w:r w:rsidRPr="00115F49">
        <w:t>Elles sont franches et sans retour</w:t>
      </w:r>
      <w:r w:rsidR="00766774">
        <w:t xml:space="preserve">. </w:t>
      </w:r>
      <w:r w:rsidRPr="00115F49">
        <w:t>Peut-être que le</w:t>
      </w:r>
      <w:r w:rsidRPr="00115F49">
        <w:rPr>
          <w:i/>
          <w:iCs/>
        </w:rPr>
        <w:t xml:space="preserve"> Monsieur </w:t>
      </w:r>
      <w:r w:rsidRPr="00115F49">
        <w:t>joue au plus fin</w:t>
      </w:r>
      <w:r w:rsidR="00766774">
        <w:t xml:space="preserve"> ? </w:t>
      </w:r>
      <w:r w:rsidRPr="00115F49">
        <w:t>Tout le monde y joue</w:t>
      </w:r>
      <w:r w:rsidR="00766774">
        <w:t xml:space="preserve"> : </w:t>
      </w:r>
      <w:r w:rsidRPr="00115F49">
        <w:t>Dieu lui-même</w:t>
      </w:r>
      <w:r w:rsidR="00766774">
        <w:t xml:space="preserve">. </w:t>
      </w:r>
      <w:r w:rsidRPr="00115F49">
        <w:t>Mais le</w:t>
      </w:r>
      <w:r w:rsidRPr="00115F49">
        <w:rPr>
          <w:i/>
          <w:iCs/>
        </w:rPr>
        <w:t xml:space="preserve"> Monsieur</w:t>
      </w:r>
      <w:r w:rsidRPr="00115F49">
        <w:t xml:space="preserve"> y joue avec un sacré estomac</w:t>
      </w:r>
      <w:r w:rsidR="00766774">
        <w:t xml:space="preserve">. </w:t>
      </w:r>
      <w:r w:rsidRPr="00115F49">
        <w:t>Qu</w:t>
      </w:r>
      <w:r w:rsidR="00766774">
        <w:t>’</w:t>
      </w:r>
      <w:r w:rsidRPr="00115F49">
        <w:t>est-ce qu</w:t>
      </w:r>
      <w:r w:rsidR="00766774">
        <w:t>’</w:t>
      </w:r>
      <w:r w:rsidRPr="00115F49">
        <w:t>il espère</w:t>
      </w:r>
      <w:r w:rsidR="00766774">
        <w:t xml:space="preserve"> ? </w:t>
      </w:r>
      <w:r w:rsidRPr="00115F49">
        <w:t>Qu</w:t>
      </w:r>
      <w:r w:rsidR="00766774">
        <w:t>’</w:t>
      </w:r>
      <w:r w:rsidRPr="00115F49">
        <w:t>une porte de sortie s</w:t>
      </w:r>
      <w:r w:rsidR="00766774">
        <w:t>’</w:t>
      </w:r>
      <w:r w:rsidRPr="00115F49">
        <w:t>ouvrira dans le mur</w:t>
      </w:r>
      <w:r w:rsidR="00766774">
        <w:t xml:space="preserve"> ? </w:t>
      </w:r>
      <w:r w:rsidRPr="00115F49">
        <w:t>À point nommé</w:t>
      </w:r>
      <w:r w:rsidR="00766774">
        <w:t xml:space="preserve"> ? </w:t>
      </w:r>
      <w:r w:rsidRPr="00115F49">
        <w:t>Et</w:t>
      </w:r>
      <w:r w:rsidR="00766774">
        <w:t xml:space="preserve">, </w:t>
      </w:r>
      <w:r w:rsidRPr="00115F49">
        <w:t>dites donc</w:t>
      </w:r>
      <w:r w:rsidR="00766774">
        <w:t xml:space="preserve">, </w:t>
      </w:r>
      <w:r w:rsidRPr="00115F49">
        <w:t>est-ce qu</w:t>
      </w:r>
      <w:r w:rsidR="00766774">
        <w:t>’</w:t>
      </w:r>
      <w:r w:rsidRPr="00115F49">
        <w:t>il ne serait pas beaucoup plus instruit que nous</w:t>
      </w:r>
      <w:r w:rsidR="00766774">
        <w:t xml:space="preserve"> ? </w:t>
      </w:r>
      <w:r w:rsidRPr="00115F49">
        <w:t>Est-ce que nous ne serions pas les dindons de la farce</w:t>
      </w:r>
      <w:r w:rsidR="00766774">
        <w:t xml:space="preserve">, </w:t>
      </w:r>
      <w:r w:rsidRPr="00115F49">
        <w:t>nous autres</w:t>
      </w:r>
      <w:r w:rsidR="00766774">
        <w:t xml:space="preserve">, </w:t>
      </w:r>
      <w:r w:rsidRPr="00115F49">
        <w:t>dans cette histoire</w:t>
      </w:r>
      <w:r w:rsidR="00766774">
        <w:t xml:space="preserve">, </w:t>
      </w:r>
      <w:r w:rsidRPr="00115F49">
        <w:t>avec nos cors et nos fanfreluches</w:t>
      </w:r>
      <w:r w:rsidR="00766774">
        <w:t xml:space="preserve"> ? </w:t>
      </w:r>
      <w:r w:rsidRPr="00115F49">
        <w:t>Et nos pas pelus et</w:t>
      </w:r>
      <w:r w:rsidR="00766774">
        <w:t xml:space="preserve"> (</w:t>
      </w:r>
      <w:r w:rsidRPr="00115F49">
        <w:t>pour nous on peut le dire</w:t>
      </w:r>
      <w:r w:rsidR="00766774">
        <w:t xml:space="preserve">) </w:t>
      </w:r>
      <w:r w:rsidRPr="00115F49">
        <w:t>notre angoisse</w:t>
      </w:r>
      <w:r w:rsidR="00766774">
        <w:t> ?</w:t>
      </w:r>
    </w:p>
    <w:p w14:paraId="4E775CBF" w14:textId="77777777" w:rsidR="00766774" w:rsidRDefault="00115F49" w:rsidP="00115F49">
      <w:r w:rsidRPr="00115F49">
        <w:t>Est-ce que</w:t>
      </w:r>
      <w:r w:rsidR="00766774">
        <w:t xml:space="preserve">, </w:t>
      </w:r>
      <w:r w:rsidRPr="00115F49">
        <w:t>par hasard</w:t>
      </w:r>
      <w:r w:rsidR="00766774">
        <w:t xml:space="preserve">, </w:t>
      </w:r>
      <w:r w:rsidRPr="00115F49">
        <w:t>le</w:t>
      </w:r>
      <w:r w:rsidRPr="00115F49">
        <w:rPr>
          <w:i/>
          <w:iCs/>
        </w:rPr>
        <w:t xml:space="preserve"> Monsieur</w:t>
      </w:r>
      <w:r w:rsidRPr="00115F49">
        <w:t xml:space="preserve"> n</w:t>
      </w:r>
      <w:r w:rsidR="00766774">
        <w:t>’</w:t>
      </w:r>
      <w:r w:rsidRPr="00115F49">
        <w:t>attendrait pas tout simplement la mort que nous lui apportons sur un plateau</w:t>
      </w:r>
      <w:r w:rsidR="00766774">
        <w:t xml:space="preserve"> ? </w:t>
      </w:r>
      <w:r w:rsidRPr="00115F49">
        <w:t>Ça</w:t>
      </w:r>
      <w:r w:rsidR="00766774">
        <w:t xml:space="preserve">, </w:t>
      </w:r>
      <w:r w:rsidRPr="00115F49">
        <w:t>comme porte</w:t>
      </w:r>
      <w:r w:rsidR="00766774">
        <w:t xml:space="preserve">, </w:t>
      </w:r>
      <w:r w:rsidRPr="00115F49">
        <w:t>vous avouerez que ça serait même un portail</w:t>
      </w:r>
      <w:r w:rsidR="00766774">
        <w:t xml:space="preserve">, </w:t>
      </w:r>
      <w:r w:rsidRPr="00115F49">
        <w:t>un arc de triomphe</w:t>
      </w:r>
      <w:r w:rsidR="00766774">
        <w:t xml:space="preserve"> ! </w:t>
      </w:r>
      <w:r w:rsidRPr="00115F49">
        <w:t>Et ça expliquerait pourquoi</w:t>
      </w:r>
      <w:r w:rsidR="00766774">
        <w:t xml:space="preserve">, </w:t>
      </w:r>
      <w:r w:rsidRPr="00115F49">
        <w:t>d</w:t>
      </w:r>
      <w:r w:rsidR="00766774">
        <w:t>’</w:t>
      </w:r>
      <w:r w:rsidRPr="00115F49">
        <w:t>après les foulées que nous suivons</w:t>
      </w:r>
      <w:r w:rsidR="00766774">
        <w:t xml:space="preserve">, </w:t>
      </w:r>
      <w:r w:rsidRPr="00115F49">
        <w:t>il est allé tout simplement se placer de lui-même au pied du mur</w:t>
      </w:r>
      <w:r w:rsidR="00766774">
        <w:t xml:space="preserve">, </w:t>
      </w:r>
      <w:r w:rsidRPr="00115F49">
        <w:t>sans esquiver</w:t>
      </w:r>
      <w:r w:rsidR="00766774">
        <w:t xml:space="preserve">, </w:t>
      </w:r>
      <w:r w:rsidRPr="00115F49">
        <w:t>ni de droite ni de gauche</w:t>
      </w:r>
      <w:r w:rsidR="00766774">
        <w:t>.</w:t>
      </w:r>
    </w:p>
    <w:p w14:paraId="542DEAC5" w14:textId="77777777" w:rsidR="00766774" w:rsidRDefault="00115F49" w:rsidP="00115F49">
      <w:r w:rsidRPr="00115F49">
        <w:t>Que ce soit ce que ça voudra</w:t>
      </w:r>
      <w:r w:rsidR="00766774">
        <w:t xml:space="preserve">, </w:t>
      </w:r>
      <w:r w:rsidRPr="00115F49">
        <w:t>nous avançons</w:t>
      </w:r>
      <w:r w:rsidR="00766774">
        <w:t xml:space="preserve">. </w:t>
      </w:r>
      <w:r w:rsidRPr="00115F49">
        <w:t>Et brusquement nous dépassons les derniers taillis</w:t>
      </w:r>
      <w:r w:rsidR="00766774">
        <w:t xml:space="preserve">. </w:t>
      </w:r>
      <w:r w:rsidRPr="00115F49">
        <w:t>Nous sommes devant cette aire nue qui va jusqu</w:t>
      </w:r>
      <w:r w:rsidR="00766774">
        <w:t>’</w:t>
      </w:r>
      <w:r w:rsidRPr="00115F49">
        <w:t>au pied du mur</w:t>
      </w:r>
      <w:r w:rsidR="00766774">
        <w:t>.</w:t>
      </w:r>
    </w:p>
    <w:p w14:paraId="00946A2D" w14:textId="77777777" w:rsidR="00766774" w:rsidRDefault="00115F49" w:rsidP="00115F49">
      <w:r w:rsidRPr="00115F49">
        <w:t>D</w:t>
      </w:r>
      <w:r w:rsidR="00766774">
        <w:t>’</w:t>
      </w:r>
      <w:r w:rsidRPr="00115F49">
        <w:t>abord</w:t>
      </w:r>
      <w:r w:rsidR="00766774">
        <w:t xml:space="preserve">, </w:t>
      </w:r>
      <w:r w:rsidRPr="00115F49">
        <w:t>nous ne voyons rien</w:t>
      </w:r>
      <w:r w:rsidR="00766774">
        <w:t xml:space="preserve">. </w:t>
      </w:r>
      <w:r w:rsidRPr="00115F49">
        <w:t>Langlois</w:t>
      </w:r>
      <w:r w:rsidR="00766774">
        <w:t xml:space="preserve">, </w:t>
      </w:r>
      <w:r w:rsidRPr="00115F49">
        <w:t>en trois pas rapides</w:t>
      </w:r>
      <w:r w:rsidR="00766774">
        <w:t xml:space="preserve">, </w:t>
      </w:r>
      <w:r w:rsidRPr="00115F49">
        <w:t>s</w:t>
      </w:r>
      <w:r w:rsidR="00766774">
        <w:t>’</w:t>
      </w:r>
      <w:r w:rsidRPr="00115F49">
        <w:t>est mis devant nous</w:t>
      </w:r>
      <w:r w:rsidR="00766774">
        <w:t xml:space="preserve">. </w:t>
      </w:r>
      <w:r w:rsidRPr="00115F49">
        <w:t>De ses bras étendus en croix et qu</w:t>
      </w:r>
      <w:r w:rsidR="00766774">
        <w:t>’</w:t>
      </w:r>
      <w:r w:rsidRPr="00115F49">
        <w:t>il agite lentement de haut en bas comme des ailes qu</w:t>
      </w:r>
      <w:r w:rsidR="00766774">
        <w:t>’</w:t>
      </w:r>
      <w:r w:rsidRPr="00115F49">
        <w:t>il essaie</w:t>
      </w:r>
      <w:r w:rsidR="00766774">
        <w:t xml:space="preserve">, </w:t>
      </w:r>
      <w:r w:rsidRPr="00115F49">
        <w:t>il nous fait signe</w:t>
      </w:r>
      <w:r w:rsidR="00766774">
        <w:t xml:space="preserve"> : </w:t>
      </w:r>
      <w:r w:rsidRPr="00115F49">
        <w:t>stop et</w:t>
      </w:r>
      <w:r w:rsidR="00766774">
        <w:t xml:space="preserve">, </w:t>
      </w:r>
      <w:r w:rsidRPr="00115F49">
        <w:t>tranquille</w:t>
      </w:r>
      <w:r w:rsidR="00766774">
        <w:t> !</w:t>
      </w:r>
    </w:p>
    <w:p w14:paraId="58B9F552" w14:textId="77777777" w:rsidR="00766774" w:rsidRDefault="00115F49" w:rsidP="00115F49">
      <w:r w:rsidRPr="00115F49">
        <w:lastRenderedPageBreak/>
        <w:t>Nous entendons craquer les pantalons des porteurs de torches qui traversent les taillis derrière nous</w:t>
      </w:r>
      <w:r w:rsidR="00766774">
        <w:t xml:space="preserve">. </w:t>
      </w:r>
      <w:r w:rsidRPr="00115F49">
        <w:t>La lumière monte</w:t>
      </w:r>
      <w:r w:rsidR="00766774">
        <w:t xml:space="preserve">. </w:t>
      </w:r>
      <w:r w:rsidRPr="00115F49">
        <w:t>Nous entendons crisser derrière nous</w:t>
      </w:r>
      <w:r w:rsidR="00766774">
        <w:t xml:space="preserve">, </w:t>
      </w:r>
      <w:r w:rsidRPr="00115F49">
        <w:t>dans les taillis</w:t>
      </w:r>
      <w:r w:rsidR="00766774">
        <w:t xml:space="preserve">, </w:t>
      </w:r>
      <w:r w:rsidRPr="00115F49">
        <w:t>les grosses ouatines de la capitaine et de Saucisse</w:t>
      </w:r>
      <w:r w:rsidR="00766774">
        <w:t>.</w:t>
      </w:r>
    </w:p>
    <w:p w14:paraId="710534BC" w14:textId="77777777" w:rsidR="00766774" w:rsidRDefault="00115F49" w:rsidP="00115F49">
      <w:r w:rsidRPr="00115F49">
        <w:t>Le voilà</w:t>
      </w:r>
      <w:r w:rsidR="00766774">
        <w:t xml:space="preserve">, </w:t>
      </w:r>
      <w:r w:rsidRPr="00115F49">
        <w:t>là-bas</w:t>
      </w:r>
      <w:r w:rsidR="00766774">
        <w:t xml:space="preserve"> ! </w:t>
      </w:r>
      <w:r w:rsidRPr="00115F49">
        <w:t>Nous le voyons</w:t>
      </w:r>
      <w:r w:rsidR="00766774">
        <w:t xml:space="preserve"> ! </w:t>
      </w:r>
      <w:r w:rsidRPr="00115F49">
        <w:t>Il est bien à l</w:t>
      </w:r>
      <w:r w:rsidR="00766774">
        <w:t>’</w:t>
      </w:r>
      <w:r w:rsidRPr="00115F49">
        <w:t>endroit où je craignais qu</w:t>
      </w:r>
      <w:r w:rsidR="00766774">
        <w:t>’</w:t>
      </w:r>
      <w:r w:rsidRPr="00115F49">
        <w:t>il soit</w:t>
      </w:r>
      <w:r w:rsidR="00766774">
        <w:t xml:space="preserve">. </w:t>
      </w:r>
      <w:r w:rsidRPr="00115F49">
        <w:t>À l</w:t>
      </w:r>
      <w:r w:rsidR="00766774">
        <w:t>’</w:t>
      </w:r>
      <w:r w:rsidRPr="00115F49">
        <w:t>endroit vers lequel</w:t>
      </w:r>
      <w:r w:rsidR="00766774">
        <w:t xml:space="preserve">, </w:t>
      </w:r>
      <w:r w:rsidRPr="00115F49">
        <w:t>depuis ce matin</w:t>
      </w:r>
      <w:r w:rsidR="00766774">
        <w:t xml:space="preserve">, </w:t>
      </w:r>
      <w:r w:rsidRPr="00115F49">
        <w:t>à grand renfort de fanfares</w:t>
      </w:r>
      <w:r w:rsidR="00766774">
        <w:t xml:space="preserve">, </w:t>
      </w:r>
      <w:r w:rsidRPr="00115F49">
        <w:t>de télégraphes et de cérémonies</w:t>
      </w:r>
      <w:r w:rsidR="00766774">
        <w:t xml:space="preserve">, </w:t>
      </w:r>
      <w:r w:rsidRPr="00115F49">
        <w:t>nous nous sommes efforcés de le pousser</w:t>
      </w:r>
      <w:r w:rsidR="00766774">
        <w:t>.</w:t>
      </w:r>
    </w:p>
    <w:p w14:paraId="6FC515D1" w14:textId="77777777" w:rsidR="00766774" w:rsidRDefault="00115F49" w:rsidP="00115F49">
      <w:r w:rsidRPr="00115F49">
        <w:t>Eh bien</w:t>
      </w:r>
      <w:r w:rsidR="00766774">
        <w:t xml:space="preserve">, </w:t>
      </w:r>
      <w:r w:rsidRPr="00115F49">
        <w:t>il y est</w:t>
      </w:r>
      <w:r w:rsidR="00766774">
        <w:t xml:space="preserve">. </w:t>
      </w:r>
      <w:r w:rsidRPr="00115F49">
        <w:t>Et</w:t>
      </w:r>
      <w:r w:rsidR="00766774">
        <w:t xml:space="preserve">, </w:t>
      </w:r>
      <w:r w:rsidRPr="00115F49">
        <w:t>si c</w:t>
      </w:r>
      <w:r w:rsidR="00766774">
        <w:t>’</w:t>
      </w:r>
      <w:r w:rsidRPr="00115F49">
        <w:t>était un endroit qu</w:t>
      </w:r>
      <w:r w:rsidR="00766774">
        <w:t>’</w:t>
      </w:r>
      <w:r w:rsidRPr="00115F49">
        <w:t>il ait choisi lui-même</w:t>
      </w:r>
      <w:r w:rsidR="00766774">
        <w:t xml:space="preserve">, </w:t>
      </w:r>
      <w:r w:rsidRPr="00115F49">
        <w:t>il n</w:t>
      </w:r>
      <w:r w:rsidR="00766774">
        <w:t>’</w:t>
      </w:r>
      <w:r w:rsidRPr="00115F49">
        <w:t>y serait pas plus tranquille</w:t>
      </w:r>
      <w:r w:rsidR="00766774">
        <w:t>.</w:t>
      </w:r>
    </w:p>
    <w:p w14:paraId="76E2E723" w14:textId="77777777" w:rsidR="00766774" w:rsidRDefault="00115F49" w:rsidP="00115F49">
      <w:r w:rsidRPr="00115F49">
        <w:t>Il est couché dans cet abri que l</w:t>
      </w:r>
      <w:r w:rsidR="00766774">
        <w:t>’</w:t>
      </w:r>
      <w:r w:rsidRPr="00115F49">
        <w:t>aplomb même du mur fait à sa base</w:t>
      </w:r>
      <w:r w:rsidR="00766774">
        <w:t xml:space="preserve">. </w:t>
      </w:r>
      <w:r w:rsidRPr="00115F49">
        <w:t>Il nous regarde</w:t>
      </w:r>
      <w:r w:rsidR="00766774">
        <w:t xml:space="preserve">. </w:t>
      </w:r>
      <w:r w:rsidRPr="00115F49">
        <w:t>Il cligne des yeux à cause des torches</w:t>
      </w:r>
      <w:r w:rsidR="00766774">
        <w:t xml:space="preserve"> ; </w:t>
      </w:r>
      <w:r w:rsidRPr="00115F49">
        <w:t>et</w:t>
      </w:r>
      <w:r w:rsidR="00766774">
        <w:t xml:space="preserve">, </w:t>
      </w:r>
      <w:r w:rsidRPr="00115F49">
        <w:t>tout ce qu</w:t>
      </w:r>
      <w:r w:rsidR="00766774">
        <w:t>’</w:t>
      </w:r>
      <w:r w:rsidRPr="00115F49">
        <w:t>il fait</w:t>
      </w:r>
      <w:r w:rsidR="00766774">
        <w:t xml:space="preserve">, </w:t>
      </w:r>
      <w:r w:rsidRPr="00115F49">
        <w:t>c</w:t>
      </w:r>
      <w:r w:rsidR="00766774">
        <w:t>’</w:t>
      </w:r>
      <w:r w:rsidRPr="00115F49">
        <w:t>est de coucher deux ou trois fois ses longues oreilles</w:t>
      </w:r>
      <w:r w:rsidR="00766774">
        <w:t>.</w:t>
      </w:r>
    </w:p>
    <w:p w14:paraId="79CA1F6D" w14:textId="77777777" w:rsidR="00766774" w:rsidRDefault="00115F49" w:rsidP="00115F49">
      <w:r w:rsidRPr="00115F49">
        <w:t>Sans Langlois</w:t>
      </w:r>
      <w:r w:rsidR="00766774">
        <w:t xml:space="preserve">, </w:t>
      </w:r>
      <w:r w:rsidRPr="00115F49">
        <w:t>quel beau massacre</w:t>
      </w:r>
      <w:r w:rsidR="00766774">
        <w:t xml:space="preserve"> ! </w:t>
      </w:r>
      <w:r w:rsidRPr="00115F49">
        <w:t>Au risque de nous fusiller les uns les autres</w:t>
      </w:r>
      <w:r w:rsidR="00766774">
        <w:t xml:space="preserve">. </w:t>
      </w:r>
      <w:r w:rsidRPr="00115F49">
        <w:t>Au risque même</w:t>
      </w:r>
      <w:r w:rsidR="00766774">
        <w:t xml:space="preserve">, </w:t>
      </w:r>
      <w:r w:rsidRPr="00115F49">
        <w:t>au milieu de la confusion des cris</w:t>
      </w:r>
      <w:r w:rsidR="00766774">
        <w:t xml:space="preserve">, </w:t>
      </w:r>
      <w:r w:rsidRPr="00115F49">
        <w:t>des coups</w:t>
      </w:r>
      <w:r w:rsidR="00766774">
        <w:t xml:space="preserve">, </w:t>
      </w:r>
      <w:r w:rsidRPr="00115F49">
        <w:t>des fumées et</w:t>
      </w:r>
      <w:r w:rsidR="00766774">
        <w:t xml:space="preserve"> (</w:t>
      </w:r>
      <w:r w:rsidRPr="00115F49">
        <w:t>nous nous serions certainement rués sur lui de toutes nos forces</w:t>
      </w:r>
      <w:r w:rsidR="00766774">
        <w:t xml:space="preserve">) </w:t>
      </w:r>
      <w:r w:rsidRPr="00115F49">
        <w:t>des couillonnades</w:t>
      </w:r>
      <w:r w:rsidR="00766774">
        <w:t xml:space="preserve">, </w:t>
      </w:r>
      <w:r w:rsidRPr="00115F49">
        <w:t>au risque même de lui permettre le saut de carpe qui l</w:t>
      </w:r>
      <w:r w:rsidR="00766774">
        <w:t>’</w:t>
      </w:r>
      <w:r w:rsidRPr="00115F49">
        <w:t>aurait fait retomber dans les vertes forêts</w:t>
      </w:r>
      <w:r w:rsidR="00766774">
        <w:t>.</w:t>
      </w:r>
    </w:p>
    <w:p w14:paraId="5A248039" w14:textId="77777777" w:rsidR="00766774" w:rsidRDefault="00766774" w:rsidP="00115F49">
      <w:r>
        <w:t>— </w:t>
      </w:r>
      <w:r w:rsidR="00115F49" w:rsidRPr="00115F49">
        <w:t>Paix</w:t>
      </w:r>
      <w:r>
        <w:t xml:space="preserve"> ! </w:t>
      </w:r>
      <w:r w:rsidR="00115F49" w:rsidRPr="00115F49">
        <w:t>dit Langlois</w:t>
      </w:r>
      <w:r>
        <w:t>.</w:t>
      </w:r>
    </w:p>
    <w:p w14:paraId="4557ECA3" w14:textId="77777777" w:rsidR="00766774" w:rsidRDefault="00115F49" w:rsidP="00115F49">
      <w:r w:rsidRPr="00115F49">
        <w:t>Et il resta devant nous</w:t>
      </w:r>
      <w:r w:rsidR="00766774">
        <w:t xml:space="preserve">, </w:t>
      </w:r>
      <w:r w:rsidRPr="00115F49">
        <w:t>bras étendus</w:t>
      </w:r>
      <w:r w:rsidR="00766774">
        <w:t xml:space="preserve">, </w:t>
      </w:r>
      <w:r w:rsidRPr="00115F49">
        <w:t>comme s</w:t>
      </w:r>
      <w:r w:rsidR="00766774">
        <w:t>’</w:t>
      </w:r>
      <w:r w:rsidRPr="00115F49">
        <w:t>il planait</w:t>
      </w:r>
      <w:r w:rsidR="00766774">
        <w:t>.</w:t>
      </w:r>
    </w:p>
    <w:p w14:paraId="591E1290" w14:textId="77777777" w:rsidR="00766774" w:rsidRDefault="00115F49" w:rsidP="00115F49">
      <w:r w:rsidRPr="00115F49">
        <w:t>Oh</w:t>
      </w:r>
      <w:r w:rsidR="00766774">
        <w:t xml:space="preserve"> ! </w:t>
      </w:r>
      <w:r w:rsidRPr="00115F49">
        <w:t>Paix</w:t>
      </w:r>
      <w:r w:rsidR="00766774">
        <w:t xml:space="preserve"> ! </w:t>
      </w:r>
      <w:r w:rsidRPr="00115F49">
        <w:t>Pendant que recommence à voltiger le va-et-vient des torches-colombes</w:t>
      </w:r>
      <w:r w:rsidR="00766774">
        <w:t>.</w:t>
      </w:r>
    </w:p>
    <w:p w14:paraId="71BB06FC" w14:textId="77777777" w:rsidR="00766774" w:rsidRDefault="00115F49" w:rsidP="00115F49">
      <w:r w:rsidRPr="00115F49">
        <w:t>Langlois s</w:t>
      </w:r>
      <w:r w:rsidR="00766774">
        <w:t>’</w:t>
      </w:r>
      <w:r w:rsidRPr="00115F49">
        <w:t>avance</w:t>
      </w:r>
      <w:r w:rsidR="00766774">
        <w:t xml:space="preserve">. </w:t>
      </w:r>
      <w:r w:rsidRPr="00115F49">
        <w:t>Nous n</w:t>
      </w:r>
      <w:r w:rsidR="00766774">
        <w:t>’</w:t>
      </w:r>
      <w:r w:rsidRPr="00115F49">
        <w:t>avons pas envie de le suivre</w:t>
      </w:r>
      <w:r w:rsidR="00766774">
        <w:t xml:space="preserve">. </w:t>
      </w:r>
      <w:r w:rsidRPr="00115F49">
        <w:t>Langlois s</w:t>
      </w:r>
      <w:r w:rsidR="00766774">
        <w:t>’</w:t>
      </w:r>
      <w:r w:rsidRPr="00115F49">
        <w:t>avance pas à pas</w:t>
      </w:r>
      <w:r w:rsidR="00766774">
        <w:t>.</w:t>
      </w:r>
    </w:p>
    <w:p w14:paraId="2F07E83C" w14:textId="77777777" w:rsidR="00766774" w:rsidRDefault="00115F49" w:rsidP="00115F49">
      <w:r w:rsidRPr="00115F49">
        <w:t>Au milieu de cette paix qui nous a brusquement endormis</w:t>
      </w:r>
      <w:r w:rsidR="00766774">
        <w:t xml:space="preserve">, </w:t>
      </w:r>
      <w:r w:rsidRPr="00115F49">
        <w:t>un fait nous éclaire sur l</w:t>
      </w:r>
      <w:r w:rsidR="00766774">
        <w:t>’</w:t>
      </w:r>
      <w:r w:rsidRPr="00115F49">
        <w:t xml:space="preserve">importance de ce petit moment </w:t>
      </w:r>
      <w:r w:rsidRPr="00115F49">
        <w:lastRenderedPageBreak/>
        <w:t>pendant lequel Langlois s</w:t>
      </w:r>
      <w:r w:rsidR="00766774">
        <w:t>’</w:t>
      </w:r>
      <w:r w:rsidRPr="00115F49">
        <w:t>avance lentement pas à pas</w:t>
      </w:r>
      <w:r w:rsidR="00766774">
        <w:t xml:space="preserve"> : </w:t>
      </w:r>
      <w:r w:rsidRPr="00115F49">
        <w:t>c</w:t>
      </w:r>
      <w:r w:rsidR="00766774">
        <w:t>’</w:t>
      </w:r>
      <w:r w:rsidRPr="00115F49">
        <w:t>est la légèreté aéronautique avec laquelle le fameux procureur royal fait traverser nos rangs à son ventre</w:t>
      </w:r>
      <w:r w:rsidR="00766774">
        <w:t>.</w:t>
      </w:r>
    </w:p>
    <w:p w14:paraId="5D6514D8" w14:textId="77777777" w:rsidR="00766774" w:rsidRDefault="00115F49" w:rsidP="00115F49">
      <w:r w:rsidRPr="00115F49">
        <w:t>Nous voyons aussi que</w:t>
      </w:r>
      <w:r w:rsidR="00766774">
        <w:t xml:space="preserve">, </w:t>
      </w:r>
      <w:r w:rsidRPr="00115F49">
        <w:t>devant les pattes croisées du loup</w:t>
      </w:r>
      <w:r w:rsidR="00766774">
        <w:t xml:space="preserve">, </w:t>
      </w:r>
      <w:r w:rsidRPr="00115F49">
        <w:t>il y a le chien de Curnier</w:t>
      </w:r>
      <w:r w:rsidR="00766774">
        <w:t xml:space="preserve">, </w:t>
      </w:r>
      <w:r w:rsidRPr="00115F49">
        <w:t>couché</w:t>
      </w:r>
      <w:r w:rsidR="00766774">
        <w:t xml:space="preserve">, </w:t>
      </w:r>
      <w:r w:rsidRPr="00115F49">
        <w:t>mort</w:t>
      </w:r>
      <w:r w:rsidR="00766774">
        <w:t xml:space="preserve">, </w:t>
      </w:r>
      <w:r w:rsidRPr="00115F49">
        <w:t>et que la neige est pleine de sang</w:t>
      </w:r>
      <w:r w:rsidR="00766774">
        <w:t>.</w:t>
      </w:r>
    </w:p>
    <w:p w14:paraId="09DD9483" w14:textId="77777777" w:rsidR="00766774" w:rsidRDefault="00115F49" w:rsidP="00115F49">
      <w:r w:rsidRPr="00115F49">
        <w:t>Il s</w:t>
      </w:r>
      <w:r w:rsidR="00766774">
        <w:t>’</w:t>
      </w:r>
      <w:r w:rsidRPr="00115F49">
        <w:t>en est passé des choses pendant le silence</w:t>
      </w:r>
      <w:r w:rsidR="00766774">
        <w:t> !</w:t>
      </w:r>
    </w:p>
    <w:p w14:paraId="14972A9A" w14:textId="77777777" w:rsidR="00766774" w:rsidRDefault="00115F49" w:rsidP="00115F49">
      <w:r w:rsidRPr="00115F49">
        <w:t>Langlois s</w:t>
      </w:r>
      <w:r w:rsidR="00766774">
        <w:t>’</w:t>
      </w:r>
      <w:r w:rsidRPr="00115F49">
        <w:t>avance</w:t>
      </w:r>
      <w:r w:rsidR="00766774">
        <w:t xml:space="preserve"> ; </w:t>
      </w:r>
      <w:r w:rsidRPr="00115F49">
        <w:t>le loup se dresse sur ses pattes</w:t>
      </w:r>
      <w:r w:rsidR="00766774">
        <w:t xml:space="preserve">. </w:t>
      </w:r>
      <w:r w:rsidRPr="00115F49">
        <w:t>Ils sont face à face à cinq pas</w:t>
      </w:r>
      <w:r w:rsidR="00766774">
        <w:t xml:space="preserve">. </w:t>
      </w:r>
      <w:r w:rsidRPr="00115F49">
        <w:t>Paix</w:t>
      </w:r>
      <w:r w:rsidR="00766774">
        <w:t> !</w:t>
      </w:r>
    </w:p>
    <w:p w14:paraId="064A1497" w14:textId="77777777" w:rsidR="00766774" w:rsidRDefault="00115F49" w:rsidP="00115F49">
      <w:r w:rsidRPr="00115F49">
        <w:t>Le loup regarde le sang du chien sur la neige</w:t>
      </w:r>
      <w:r w:rsidR="00766774">
        <w:t xml:space="preserve">. </w:t>
      </w:r>
      <w:r w:rsidRPr="00115F49">
        <w:t>Il a l</w:t>
      </w:r>
      <w:r w:rsidR="00766774">
        <w:t>’</w:t>
      </w:r>
      <w:r w:rsidRPr="00115F49">
        <w:t>air aussi endormi que nous</w:t>
      </w:r>
      <w:r w:rsidR="00766774">
        <w:t>.</w:t>
      </w:r>
    </w:p>
    <w:p w14:paraId="630492A3" w14:textId="77777777" w:rsidR="00766774" w:rsidRDefault="00115F49" w:rsidP="00115F49">
      <w:r w:rsidRPr="00115F49">
        <w:t>Langlois lui tira deux coups de pistolet dans le ventre</w:t>
      </w:r>
      <w:r w:rsidR="00766774">
        <w:t xml:space="preserve"> ; </w:t>
      </w:r>
      <w:r w:rsidRPr="00115F49">
        <w:t>des deux mains</w:t>
      </w:r>
      <w:r w:rsidR="00766774">
        <w:t xml:space="preserve"> ; </w:t>
      </w:r>
      <w:r w:rsidRPr="00115F49">
        <w:t>en même temps</w:t>
      </w:r>
      <w:r w:rsidR="00766774">
        <w:t>.</w:t>
      </w:r>
    </w:p>
    <w:p w14:paraId="417A5061" w14:textId="77777777" w:rsidR="00766774" w:rsidRDefault="00115F49" w:rsidP="00115F49">
      <w:r w:rsidRPr="00115F49">
        <w:t>Ainsi donc</w:t>
      </w:r>
      <w:r w:rsidR="00766774">
        <w:t xml:space="preserve">, </w:t>
      </w:r>
      <w:r w:rsidRPr="00115F49">
        <w:t>tout ça</w:t>
      </w:r>
      <w:r w:rsidR="00766774">
        <w:t xml:space="preserve">, </w:t>
      </w:r>
      <w:r w:rsidRPr="00115F49">
        <w:t>pour en arriver encore une fois à ces deux coups de pistolet tirés à la diable</w:t>
      </w:r>
      <w:r w:rsidR="00766774">
        <w:t xml:space="preserve">, </w:t>
      </w:r>
      <w:r w:rsidRPr="00115F49">
        <w:t>après un petit conciliabule muet entre l</w:t>
      </w:r>
      <w:r w:rsidR="00766774">
        <w:t>’</w:t>
      </w:r>
      <w:r w:rsidRPr="00115F49">
        <w:t>expéditeur et l</w:t>
      </w:r>
      <w:r w:rsidR="00766774">
        <w:t>’</w:t>
      </w:r>
      <w:r w:rsidRPr="00115F49">
        <w:t>encaisseur de mort subite</w:t>
      </w:r>
      <w:r w:rsidR="00766774">
        <w:t> !</w:t>
      </w:r>
    </w:p>
    <w:p w14:paraId="0C6A78ED" w14:textId="77777777" w:rsidR="00766774" w:rsidRDefault="00766774" w:rsidP="00BE2118">
      <w:pPr>
        <w:pStyle w:val="NormalEspAvtGrand"/>
      </w:pPr>
      <w:r>
        <w:t>— </w:t>
      </w:r>
      <w:r w:rsidR="00115F49" w:rsidRPr="00115F49">
        <w:t>Mais non</w:t>
      </w:r>
      <w:r>
        <w:t xml:space="preserve">, </w:t>
      </w:r>
      <w:r w:rsidR="00115F49" w:rsidRPr="00115F49">
        <w:t>mais non</w:t>
      </w:r>
      <w:r>
        <w:t xml:space="preserve">, </w:t>
      </w:r>
      <w:r w:rsidR="00115F49" w:rsidRPr="00115F49">
        <w:t>ne cherchez pas</w:t>
      </w:r>
      <w:r>
        <w:t xml:space="preserve"> ! </w:t>
      </w:r>
      <w:r w:rsidR="00115F49" w:rsidRPr="00115F49">
        <w:t>Mais taisez-vous</w:t>
      </w:r>
      <w:r>
        <w:t xml:space="preserve">, </w:t>
      </w:r>
      <w:r w:rsidR="00115F49" w:rsidRPr="00115F49">
        <w:t>je vous en prie</w:t>
      </w:r>
      <w:r>
        <w:t xml:space="preserve"> ! </w:t>
      </w:r>
      <w:r w:rsidR="00115F49" w:rsidRPr="00115F49">
        <w:t>cria Saucisse un beau jour</w:t>
      </w:r>
      <w:r>
        <w:t>.</w:t>
      </w:r>
    </w:p>
    <w:p w14:paraId="6BADCDD9" w14:textId="77777777" w:rsidR="00766774" w:rsidRDefault="00115F49" w:rsidP="00115F49">
      <w:r w:rsidRPr="00115F49">
        <w:t>Longtemps après</w:t>
      </w:r>
      <w:r w:rsidR="00766774">
        <w:t xml:space="preserve">, </w:t>
      </w:r>
      <w:r w:rsidRPr="00115F49">
        <w:t>très longtemps après</w:t>
      </w:r>
      <w:r w:rsidR="00766774">
        <w:t xml:space="preserve">, </w:t>
      </w:r>
      <w:r w:rsidRPr="00115F49">
        <w:t>au moins vingt ans après</w:t>
      </w:r>
      <w:r w:rsidR="00766774">
        <w:t>.</w:t>
      </w:r>
    </w:p>
    <w:p w14:paraId="05BEEF0D" w14:textId="77777777" w:rsidR="00766774" w:rsidRDefault="00115F49" w:rsidP="00115F49">
      <w:r w:rsidRPr="00115F49">
        <w:t>Elle n</w:t>
      </w:r>
      <w:r w:rsidR="00766774">
        <w:t>’</w:t>
      </w:r>
      <w:r w:rsidRPr="00115F49">
        <w:t>était plus au Café de la route</w:t>
      </w:r>
      <w:r w:rsidR="00766774">
        <w:t xml:space="preserve">. </w:t>
      </w:r>
      <w:r w:rsidRPr="00115F49">
        <w:t>C</w:t>
      </w:r>
      <w:r w:rsidR="00766774">
        <w:t>’</w:t>
      </w:r>
      <w:r w:rsidRPr="00115F49">
        <w:t>étaient déjà les Négrel qui avaient pris sa suite</w:t>
      </w:r>
      <w:r w:rsidR="00766774">
        <w:t xml:space="preserve"> (</w:t>
      </w:r>
      <w:r w:rsidRPr="00115F49">
        <w:t>et d</w:t>
      </w:r>
      <w:r w:rsidR="00766774">
        <w:t>’</w:t>
      </w:r>
      <w:r w:rsidRPr="00115F49">
        <w:t>ailleurs y donnaient de l</w:t>
      </w:r>
      <w:r w:rsidR="00766774">
        <w:t>’</w:t>
      </w:r>
      <w:r w:rsidRPr="00115F49">
        <w:t>extension</w:t>
      </w:r>
      <w:r w:rsidR="00766774">
        <w:t xml:space="preserve">). </w:t>
      </w:r>
      <w:r w:rsidRPr="00115F49">
        <w:t>Elle habitait au</w:t>
      </w:r>
      <w:r w:rsidRPr="00115F49">
        <w:rPr>
          <w:i/>
          <w:iCs/>
        </w:rPr>
        <w:t xml:space="preserve"> Bongalove</w:t>
      </w:r>
      <w:r w:rsidRPr="00115F49">
        <w:t xml:space="preserve"> avec Delphine</w:t>
      </w:r>
      <w:r w:rsidR="00766774">
        <w:t xml:space="preserve">. </w:t>
      </w:r>
      <w:r w:rsidRPr="00115F49">
        <w:t>Chien et chat</w:t>
      </w:r>
      <w:r w:rsidR="00766774">
        <w:t xml:space="preserve">. </w:t>
      </w:r>
      <w:r w:rsidRPr="00115F49">
        <w:t>On n</w:t>
      </w:r>
      <w:r w:rsidR="00766774">
        <w:t>’</w:t>
      </w:r>
      <w:r w:rsidRPr="00115F49">
        <w:t xml:space="preserve">a jamais su comment ces deux femmes ne se </w:t>
      </w:r>
      <w:r w:rsidRPr="00115F49">
        <w:lastRenderedPageBreak/>
        <w:t>sont pas étripaillées à n</w:t>
      </w:r>
      <w:r w:rsidR="00766774">
        <w:t>’</w:t>
      </w:r>
      <w:r w:rsidRPr="00115F49">
        <w:t>en pas laisser</w:t>
      </w:r>
      <w:r w:rsidR="00766774">
        <w:t xml:space="preserve">, </w:t>
      </w:r>
      <w:r w:rsidRPr="00115F49">
        <w:t>de l</w:t>
      </w:r>
      <w:r w:rsidR="00766774">
        <w:t>’</w:t>
      </w:r>
      <w:r w:rsidRPr="00115F49">
        <w:t>une et de l</w:t>
      </w:r>
      <w:r w:rsidR="00766774">
        <w:t>’</w:t>
      </w:r>
      <w:r w:rsidRPr="00115F49">
        <w:t>autre</w:t>
      </w:r>
      <w:r w:rsidR="00766774">
        <w:t xml:space="preserve">, </w:t>
      </w:r>
      <w:r w:rsidRPr="00115F49">
        <w:t>un bout entier gros comme l</w:t>
      </w:r>
      <w:r w:rsidR="00766774">
        <w:t>’</w:t>
      </w:r>
      <w:r w:rsidRPr="00115F49">
        <w:t>ongle</w:t>
      </w:r>
      <w:r w:rsidR="00766774">
        <w:t>.</w:t>
      </w:r>
    </w:p>
    <w:p w14:paraId="08E58AE3" w14:textId="56C0F22B" w:rsidR="00766774" w:rsidRDefault="00115F49" w:rsidP="00115F49">
      <w:r w:rsidRPr="00115F49">
        <w:t>Delphine</w:t>
      </w:r>
      <w:r w:rsidR="00766774">
        <w:t xml:space="preserve">… </w:t>
      </w:r>
      <w:r w:rsidRPr="00115F49">
        <w:t>Je m</w:t>
      </w:r>
      <w:r w:rsidR="00766774">
        <w:t>’</w:t>
      </w:r>
      <w:r w:rsidRPr="00115F49">
        <w:t>aperçois que j</w:t>
      </w:r>
      <w:r w:rsidR="00766774">
        <w:t>’</w:t>
      </w:r>
      <w:r w:rsidRPr="00115F49">
        <w:t>ai sauté tout d</w:t>
      </w:r>
      <w:r w:rsidR="00766774">
        <w:t>’</w:t>
      </w:r>
      <w:r w:rsidRPr="00115F49">
        <w:t>un coup un trop grand nombre d</w:t>
      </w:r>
      <w:r w:rsidR="00766774">
        <w:t>’</w:t>
      </w:r>
      <w:r w:rsidRPr="00115F49">
        <w:t>années</w:t>
      </w:r>
      <w:r w:rsidR="00766774">
        <w:t xml:space="preserve">. </w:t>
      </w:r>
      <w:r w:rsidRPr="00115F49">
        <w:t>Il faudra que je vous parle de Delphine</w:t>
      </w:r>
      <w:r w:rsidR="00766774">
        <w:t xml:space="preserve">, </w:t>
      </w:r>
      <w:r w:rsidRPr="00115F49">
        <w:t>naturellement</w:t>
      </w:r>
      <w:r w:rsidR="00766774">
        <w:t xml:space="preserve">. </w:t>
      </w:r>
      <w:r w:rsidRPr="00115F49">
        <w:t>Mais Saucisse</w:t>
      </w:r>
      <w:r w:rsidR="00766774">
        <w:t xml:space="preserve">, </w:t>
      </w:r>
      <w:r w:rsidRPr="00115F49">
        <w:t>en 6</w:t>
      </w:r>
      <w:r w:rsidR="00766774" w:rsidRPr="00115F49">
        <w:t>7</w:t>
      </w:r>
      <w:r w:rsidR="00766774">
        <w:t>,</w:t>
      </w:r>
      <w:r w:rsidR="008B0894">
        <w:t xml:space="preserve"> </w:t>
      </w:r>
      <w:r w:rsidR="00766774" w:rsidRPr="00115F49">
        <w:t>6</w:t>
      </w:r>
      <w:r w:rsidRPr="00115F49">
        <w:t>8</w:t>
      </w:r>
      <w:r w:rsidR="00766774">
        <w:t xml:space="preserve">, </w:t>
      </w:r>
      <w:r w:rsidRPr="00115F49">
        <w:t>qui est à peu près l</w:t>
      </w:r>
      <w:r w:rsidR="00766774">
        <w:t>’</w:t>
      </w:r>
      <w:r w:rsidRPr="00115F49">
        <w:t>époque où j</w:t>
      </w:r>
      <w:r w:rsidR="00766774">
        <w:t>’</w:t>
      </w:r>
      <w:r w:rsidRPr="00115F49">
        <w:t>arrive</w:t>
      </w:r>
      <w:r w:rsidR="00766774">
        <w:t xml:space="preserve">, </w:t>
      </w:r>
      <w:r w:rsidRPr="00115F49">
        <w:t>n</w:t>
      </w:r>
      <w:r w:rsidR="00766774">
        <w:t>’</w:t>
      </w:r>
      <w:r w:rsidRPr="00115F49">
        <w:t>était pas encore finie et n</w:t>
      </w:r>
      <w:r w:rsidR="00766774">
        <w:t>’</w:t>
      </w:r>
      <w:r w:rsidRPr="00115F49">
        <w:t>avait pas envie de finir</w:t>
      </w:r>
      <w:r w:rsidR="00766774">
        <w:t>.</w:t>
      </w:r>
    </w:p>
    <w:p w14:paraId="690DCCAD" w14:textId="77777777" w:rsidR="00766774" w:rsidRDefault="00115F49" w:rsidP="00115F49">
      <w:r w:rsidRPr="00115F49">
        <w:t>Certes</w:t>
      </w:r>
      <w:r w:rsidR="00766774">
        <w:t xml:space="preserve">, </w:t>
      </w:r>
      <w:r w:rsidRPr="00115F49">
        <w:t>elle n</w:t>
      </w:r>
      <w:r w:rsidR="00766774">
        <w:t>’</w:t>
      </w:r>
      <w:r w:rsidRPr="00115F49">
        <w:t>avait pas le même allant</w:t>
      </w:r>
      <w:r w:rsidR="00766774">
        <w:t xml:space="preserve">. </w:t>
      </w:r>
      <w:r w:rsidRPr="00115F49">
        <w:t>Il est fort probable qu</w:t>
      </w:r>
      <w:r w:rsidR="00766774">
        <w:t>’</w:t>
      </w:r>
      <w:r w:rsidRPr="00115F49">
        <w:t>elle n</w:t>
      </w:r>
      <w:r w:rsidR="00766774">
        <w:t>’</w:t>
      </w:r>
      <w:r w:rsidRPr="00115F49">
        <w:t>aurait plus eu la force d</w:t>
      </w:r>
      <w:r w:rsidR="00766774">
        <w:t>’</w:t>
      </w:r>
      <w:r w:rsidRPr="00115F49">
        <w:t>aller jusqu</w:t>
      </w:r>
      <w:r w:rsidR="00766774">
        <w:t>’</w:t>
      </w:r>
      <w:r w:rsidRPr="00115F49">
        <w:t>aux fonds de Chalamont</w:t>
      </w:r>
      <w:r w:rsidR="00766774">
        <w:t xml:space="preserve">. </w:t>
      </w:r>
      <w:r w:rsidRPr="00115F49">
        <w:t>Elle approchait de quatre-vingts</w:t>
      </w:r>
      <w:r w:rsidR="00766774">
        <w:t xml:space="preserve">, </w:t>
      </w:r>
      <w:r w:rsidRPr="00115F49">
        <w:t>mais</w:t>
      </w:r>
      <w:r w:rsidR="00766774">
        <w:t xml:space="preserve">, </w:t>
      </w:r>
      <w:r w:rsidRPr="00115F49">
        <w:t>croyez-moi</w:t>
      </w:r>
      <w:r w:rsidR="00766774">
        <w:t xml:space="preserve">, </w:t>
      </w:r>
      <w:r w:rsidRPr="00115F49">
        <w:t>elle s</w:t>
      </w:r>
      <w:r w:rsidR="00766774">
        <w:t>’</w:t>
      </w:r>
      <w:r w:rsidRPr="00115F49">
        <w:t>en approchait comme les chats de la braise</w:t>
      </w:r>
      <w:r w:rsidR="00766774">
        <w:t>.</w:t>
      </w:r>
    </w:p>
    <w:p w14:paraId="5171FB1D" w14:textId="77777777" w:rsidR="00766774" w:rsidRDefault="00115F49" w:rsidP="00115F49">
      <w:r w:rsidRPr="00115F49">
        <w:t>Pendant ces vingt ans elle avait subi tant de macérations successives</w:t>
      </w:r>
      <w:r w:rsidR="00766774">
        <w:t xml:space="preserve">, </w:t>
      </w:r>
      <w:r w:rsidRPr="00115F49">
        <w:t>elle avait été rouée de tant de coups et obligée de tant se forger entre des enclumes et des marteaux de toutes sortes qu</w:t>
      </w:r>
      <w:r w:rsidR="00766774">
        <w:t>’</w:t>
      </w:r>
      <w:r w:rsidRPr="00115F49">
        <w:t>elle avait perdu sa carrure</w:t>
      </w:r>
      <w:r w:rsidR="00766774">
        <w:t xml:space="preserve">, </w:t>
      </w:r>
      <w:r w:rsidRPr="00115F49">
        <w:t>ou</w:t>
      </w:r>
      <w:r w:rsidR="00766774">
        <w:t xml:space="preserve">, </w:t>
      </w:r>
      <w:r w:rsidRPr="00115F49">
        <w:t>plus exactement</w:t>
      </w:r>
      <w:r w:rsidR="00766774">
        <w:t xml:space="preserve">, </w:t>
      </w:r>
      <w:r w:rsidRPr="00115F49">
        <w:t>qu</w:t>
      </w:r>
      <w:r w:rsidR="00766774">
        <w:t>’</w:t>
      </w:r>
      <w:r w:rsidRPr="00115F49">
        <w:t>elle s</w:t>
      </w:r>
      <w:r w:rsidR="00766774">
        <w:t>’</w:t>
      </w:r>
      <w:r w:rsidRPr="00115F49">
        <w:t>était fait une carrure nouvelle mieux adaptée aux aigreurs</w:t>
      </w:r>
      <w:r w:rsidR="00766774">
        <w:t xml:space="preserve">, </w:t>
      </w:r>
      <w:r w:rsidRPr="00115F49">
        <w:t>aux fureurs et aux feux</w:t>
      </w:r>
      <w:r w:rsidR="00766774">
        <w:t>.</w:t>
      </w:r>
    </w:p>
    <w:p w14:paraId="1CBB6174" w14:textId="77777777" w:rsidR="00766774" w:rsidRDefault="00115F49" w:rsidP="00115F49">
      <w:r w:rsidRPr="00115F49">
        <w:t>Pour ceux qui l</w:t>
      </w:r>
      <w:r w:rsidR="00766774">
        <w:t>’</w:t>
      </w:r>
      <w:r w:rsidRPr="00115F49">
        <w:t>avaient perdue de vue et la retrouvaient</w:t>
      </w:r>
      <w:r w:rsidR="00766774">
        <w:t xml:space="preserve">, </w:t>
      </w:r>
      <w:r w:rsidRPr="00115F49">
        <w:t>certes</w:t>
      </w:r>
      <w:r w:rsidR="00766774">
        <w:t xml:space="preserve">, </w:t>
      </w:r>
      <w:r w:rsidRPr="00115F49">
        <w:t>il était impossible de reconnaître Saucisse dans cette lardoire bleue</w:t>
      </w:r>
      <w:r w:rsidR="00766774">
        <w:t xml:space="preserve">, </w:t>
      </w:r>
      <w:r w:rsidRPr="00115F49">
        <w:t>mais</w:t>
      </w:r>
      <w:r w:rsidR="00766774">
        <w:t xml:space="preserve">, </w:t>
      </w:r>
      <w:r w:rsidRPr="00115F49">
        <w:t>nous qui l</w:t>
      </w:r>
      <w:r w:rsidR="00766774">
        <w:t>’</w:t>
      </w:r>
      <w:r w:rsidRPr="00115F49">
        <w:t>avions suivie pas à pas</w:t>
      </w:r>
      <w:r w:rsidR="00766774">
        <w:t xml:space="preserve">, </w:t>
      </w:r>
      <w:r w:rsidRPr="00115F49">
        <w:t>nous savions bien pourquoi elle s</w:t>
      </w:r>
      <w:r w:rsidR="00766774">
        <w:t>’</w:t>
      </w:r>
      <w:r w:rsidRPr="00115F49">
        <w:t>était amincie</w:t>
      </w:r>
      <w:r w:rsidR="00766774">
        <w:t xml:space="preserve"> ; </w:t>
      </w:r>
      <w:r w:rsidRPr="00115F49">
        <w:t>de quoi elle s</w:t>
      </w:r>
      <w:r w:rsidR="00766774">
        <w:t>’</w:t>
      </w:r>
      <w:r w:rsidRPr="00115F49">
        <w:t>était aiguisée</w:t>
      </w:r>
      <w:r w:rsidR="00766774">
        <w:t xml:space="preserve"> ; </w:t>
      </w:r>
      <w:r w:rsidRPr="00115F49">
        <w:t>elle était mille fois plus reconnaissable qu</w:t>
      </w:r>
      <w:r w:rsidR="00766774">
        <w:t>’</w:t>
      </w:r>
      <w:r w:rsidRPr="00115F49">
        <w:t>avant</w:t>
      </w:r>
      <w:r w:rsidR="00766774">
        <w:t xml:space="preserve">. </w:t>
      </w:r>
      <w:r w:rsidRPr="00115F49">
        <w:t>Il nous semblait même que</w:t>
      </w:r>
      <w:r w:rsidR="00766774">
        <w:t xml:space="preserve">, </w:t>
      </w:r>
      <w:r w:rsidRPr="00115F49">
        <w:t>du temps du Café de la route</w:t>
      </w:r>
      <w:r w:rsidR="00766774">
        <w:t xml:space="preserve">, </w:t>
      </w:r>
      <w:r w:rsidRPr="00115F49">
        <w:t>on ne la connaissait pas du tout</w:t>
      </w:r>
      <w:r w:rsidR="00766774">
        <w:t xml:space="preserve">. </w:t>
      </w:r>
      <w:r w:rsidRPr="00115F49">
        <w:t>C</w:t>
      </w:r>
      <w:r w:rsidR="00766774">
        <w:t>’</w:t>
      </w:r>
      <w:r w:rsidRPr="00115F49">
        <w:t>est maintenant que ça valait la peine</w:t>
      </w:r>
      <w:r w:rsidR="00766774">
        <w:t xml:space="preserve">, </w:t>
      </w:r>
      <w:r w:rsidRPr="00115F49">
        <w:t>pendant qu</w:t>
      </w:r>
      <w:r w:rsidR="00766774">
        <w:t>’</w:t>
      </w:r>
      <w:r w:rsidRPr="00115F49">
        <w:t>elle approchait tout doucement de ses quatre-vingts comme de quelque chose d</w:t>
      </w:r>
      <w:r w:rsidR="00766774">
        <w:t>’</w:t>
      </w:r>
      <w:r w:rsidRPr="00115F49">
        <w:t>agréable</w:t>
      </w:r>
      <w:r w:rsidR="00766774">
        <w:t xml:space="preserve">, </w:t>
      </w:r>
      <w:r w:rsidRPr="00115F49">
        <w:t>mais qui brûle</w:t>
      </w:r>
      <w:r w:rsidR="00766774">
        <w:t>.</w:t>
      </w:r>
    </w:p>
    <w:p w14:paraId="5B96516B" w14:textId="77777777" w:rsidR="00766774" w:rsidRDefault="00115F49" w:rsidP="00115F49">
      <w:r w:rsidRPr="00115F49">
        <w:t>Il ne s</w:t>
      </w:r>
      <w:r w:rsidR="00766774">
        <w:t>’</w:t>
      </w:r>
      <w:r w:rsidRPr="00115F49">
        <w:t>agissait pas d</w:t>
      </w:r>
      <w:r w:rsidR="00766774">
        <w:t>’</w:t>
      </w:r>
      <w:r w:rsidRPr="00115F49">
        <w:t>avoir peur pour elle</w:t>
      </w:r>
      <w:r w:rsidR="00766774">
        <w:t xml:space="preserve">. </w:t>
      </w:r>
      <w:r w:rsidRPr="00115F49">
        <w:t>Les quarante ans de Delphine</w:t>
      </w:r>
      <w:r w:rsidR="00766774">
        <w:t xml:space="preserve">, </w:t>
      </w:r>
      <w:r w:rsidRPr="00115F49">
        <w:t>elle les dressait</w:t>
      </w:r>
      <w:r w:rsidR="00766774">
        <w:t xml:space="preserve"> ; </w:t>
      </w:r>
      <w:r w:rsidRPr="00115F49">
        <w:t>ils avaient beau être d</w:t>
      </w:r>
      <w:r w:rsidR="00766774">
        <w:t>’</w:t>
      </w:r>
      <w:r w:rsidRPr="00115F49">
        <w:t xml:space="preserve">une </w:t>
      </w:r>
      <w:r w:rsidRPr="00115F49">
        <w:lastRenderedPageBreak/>
        <w:t xml:space="preserve">verdeur à faire oublier les temps de la fraîcheur de </w:t>
      </w:r>
      <w:r w:rsidR="00766774">
        <w:t>M</w:t>
      </w:r>
      <w:r w:rsidR="00766774" w:rsidRPr="00766774">
        <w:rPr>
          <w:vertAlign w:val="superscript"/>
        </w:rPr>
        <w:t>me</w:t>
      </w:r>
      <w:r w:rsidR="00766774">
        <w:t> </w:t>
      </w:r>
      <w:r w:rsidRPr="00115F49">
        <w:t>Tim</w:t>
      </w:r>
      <w:r w:rsidR="00766774">
        <w:t xml:space="preserve">. </w:t>
      </w:r>
      <w:r w:rsidRPr="00115F49">
        <w:t>Elle avait besoin de se surveiller</w:t>
      </w:r>
      <w:r w:rsidR="00766774">
        <w:t xml:space="preserve">, </w:t>
      </w:r>
      <w:r w:rsidRPr="00115F49">
        <w:t>celle-là</w:t>
      </w:r>
      <w:r w:rsidR="00766774">
        <w:t xml:space="preserve"> ! </w:t>
      </w:r>
      <w:r w:rsidRPr="00115F49">
        <w:t>Delphine</w:t>
      </w:r>
      <w:r w:rsidR="00766774">
        <w:t xml:space="preserve">, </w:t>
      </w:r>
      <w:r w:rsidRPr="00115F49">
        <w:t>je veux dire</w:t>
      </w:r>
      <w:r w:rsidR="00766774">
        <w:t xml:space="preserve">, </w:t>
      </w:r>
      <w:r w:rsidRPr="00115F49">
        <w:t xml:space="preserve">car </w:t>
      </w:r>
      <w:r w:rsidR="00766774">
        <w:t>M</w:t>
      </w:r>
      <w:r w:rsidR="00766774" w:rsidRPr="00766774">
        <w:rPr>
          <w:vertAlign w:val="superscript"/>
        </w:rPr>
        <w:t>me</w:t>
      </w:r>
      <w:r w:rsidR="00766774">
        <w:t> </w:t>
      </w:r>
      <w:r w:rsidRPr="00115F49">
        <w:t>Tim</w:t>
      </w:r>
      <w:r w:rsidR="00766774">
        <w:t xml:space="preserve">… </w:t>
      </w:r>
      <w:r w:rsidRPr="00115F49">
        <w:t>C</w:t>
      </w:r>
      <w:r w:rsidR="00766774">
        <w:t>’</w:t>
      </w:r>
      <w:r w:rsidRPr="00115F49">
        <w:t>est formidable ce qu</w:t>
      </w:r>
      <w:r w:rsidR="00766774">
        <w:t>’</w:t>
      </w:r>
      <w:r w:rsidRPr="00115F49">
        <w:t>il peut s</w:t>
      </w:r>
      <w:r w:rsidR="00766774">
        <w:t>’</w:t>
      </w:r>
      <w:r w:rsidRPr="00115F49">
        <w:t>en passer des choses en vingt ans</w:t>
      </w:r>
      <w:r w:rsidR="00766774">
        <w:t xml:space="preserve"> ! </w:t>
      </w:r>
      <w:r w:rsidRPr="00115F49">
        <w:t>Oui</w:t>
      </w:r>
      <w:r w:rsidR="00766774">
        <w:t xml:space="preserve">, </w:t>
      </w:r>
      <w:r w:rsidRPr="00115F49">
        <w:t>Delphine avait besoin de se tenir à carreau</w:t>
      </w:r>
      <w:r w:rsidR="00766774">
        <w:t xml:space="preserve">, </w:t>
      </w:r>
      <w:r w:rsidRPr="00115F49">
        <w:t>et soigneusement</w:t>
      </w:r>
      <w:r w:rsidR="00766774">
        <w:t xml:space="preserve">, </w:t>
      </w:r>
      <w:r w:rsidRPr="00115F49">
        <w:t>et pour des choses difficiles à tenir en bride</w:t>
      </w:r>
      <w:r w:rsidR="00766774">
        <w:t>.</w:t>
      </w:r>
    </w:p>
    <w:p w14:paraId="30BE4B24" w14:textId="77777777" w:rsidR="00766774" w:rsidRDefault="00115F49" w:rsidP="00115F49">
      <w:r w:rsidRPr="00115F49">
        <w:t>Savez-vous ce qu</w:t>
      </w:r>
      <w:r w:rsidR="00766774">
        <w:t>’</w:t>
      </w:r>
      <w:r w:rsidRPr="00115F49">
        <w:t>elle faisait Saucisse</w:t>
      </w:r>
      <w:r w:rsidR="00766774">
        <w:t xml:space="preserve"> ? </w:t>
      </w:r>
      <w:r w:rsidRPr="00115F49">
        <w:t>À l</w:t>
      </w:r>
      <w:r w:rsidR="00766774">
        <w:t>’</w:t>
      </w:r>
      <w:r w:rsidRPr="00115F49">
        <w:t>époque du Café de la route elle avait un visage d</w:t>
      </w:r>
      <w:r w:rsidR="00766774">
        <w:t>’</w:t>
      </w:r>
      <w:r w:rsidRPr="00115F49">
        <w:t>homme</w:t>
      </w:r>
      <w:r w:rsidR="00766774">
        <w:t xml:space="preserve"> ; </w:t>
      </w:r>
      <w:r w:rsidRPr="00115F49">
        <w:t>maintenant elle avait un visage de notaire</w:t>
      </w:r>
      <w:r w:rsidR="00766774">
        <w:t xml:space="preserve">. </w:t>
      </w:r>
      <w:r w:rsidRPr="00115F49">
        <w:t>Et</w:t>
      </w:r>
      <w:r w:rsidR="00766774">
        <w:t xml:space="preserve">, </w:t>
      </w:r>
      <w:r w:rsidRPr="00115F49">
        <w:t>avec ce visage de notaire</w:t>
      </w:r>
      <w:r w:rsidR="00766774">
        <w:t xml:space="preserve">, </w:t>
      </w:r>
      <w:r w:rsidRPr="00115F49">
        <w:t>sur lequel éclatait comme un soleil la connaissance de toutes les lois dans tous leurs déclenchements les plus secrets</w:t>
      </w:r>
      <w:r w:rsidR="00766774">
        <w:t xml:space="preserve">, </w:t>
      </w:r>
      <w:r w:rsidRPr="00115F49">
        <w:t>elle guettait la marche des lois du temps dans Delphine</w:t>
      </w:r>
      <w:r w:rsidR="00766774">
        <w:t xml:space="preserve">. </w:t>
      </w:r>
      <w:r w:rsidRPr="00115F49">
        <w:t>L</w:t>
      </w:r>
      <w:r w:rsidR="00766774">
        <w:t>’</w:t>
      </w:r>
      <w:r w:rsidRPr="00115F49">
        <w:t>autre ne pouvait pas vivre dix secondes sans lire sur le visage du notaire l</w:t>
      </w:r>
      <w:r w:rsidR="00766774">
        <w:t>’</w:t>
      </w:r>
      <w:r w:rsidRPr="00115F49">
        <w:t>inscription obligatoire de la dépense de ces dix secondes et les conséquences légales et inéluctables de la dépense de ces dix secondes</w:t>
      </w:r>
      <w:r w:rsidR="00766774">
        <w:t xml:space="preserve">. </w:t>
      </w:r>
      <w:r w:rsidRPr="00115F49">
        <w:t>Riche de tout et même de ses quarante ans opulents et laiteux</w:t>
      </w:r>
      <w:r w:rsidR="00766774">
        <w:t xml:space="preserve">, </w:t>
      </w:r>
      <w:r w:rsidRPr="00115F49">
        <w:t>plus appétissants qu</w:t>
      </w:r>
      <w:r w:rsidR="00766774">
        <w:t>’</w:t>
      </w:r>
      <w:r w:rsidRPr="00115F49">
        <w:t>une jeunesse de sifflet</w:t>
      </w:r>
      <w:r w:rsidR="00766774">
        <w:t xml:space="preserve">, </w:t>
      </w:r>
      <w:r w:rsidRPr="00115F49">
        <w:t>Delphine</w:t>
      </w:r>
      <w:r w:rsidR="00766774">
        <w:t xml:space="preserve">, </w:t>
      </w:r>
      <w:r w:rsidRPr="00115F49">
        <w:t>par ce visage de comptable assermenté</w:t>
      </w:r>
      <w:r w:rsidR="00766774">
        <w:t xml:space="preserve">, </w:t>
      </w:r>
      <w:r w:rsidRPr="00115F49">
        <w:t>était à chaque instant obligée de connaître le solde qui lui restait en caisse</w:t>
      </w:r>
      <w:r w:rsidR="00766774">
        <w:t>.</w:t>
      </w:r>
    </w:p>
    <w:p w14:paraId="0F5572AE" w14:textId="77777777" w:rsidR="00766774" w:rsidRDefault="00115F49" w:rsidP="00115F49">
      <w:r w:rsidRPr="00115F49">
        <w:t>Nous les avons vues cent fois dans leur comédie</w:t>
      </w:r>
      <w:r w:rsidR="00766774">
        <w:t xml:space="preserve">. </w:t>
      </w:r>
      <w:r w:rsidRPr="00115F49">
        <w:t>Maintenant</w:t>
      </w:r>
      <w:r w:rsidR="00766774">
        <w:t xml:space="preserve">, </w:t>
      </w:r>
      <w:r w:rsidRPr="00115F49">
        <w:t>tout a disparu mais</w:t>
      </w:r>
      <w:r w:rsidR="00766774">
        <w:t xml:space="preserve">, </w:t>
      </w:r>
      <w:r w:rsidRPr="00115F49">
        <w:t>sur l</w:t>
      </w:r>
      <w:r w:rsidR="00766774">
        <w:t>’</w:t>
      </w:r>
      <w:r w:rsidRPr="00115F49">
        <w:t>aire qui domine de haut l</w:t>
      </w:r>
      <w:r w:rsidR="00766774">
        <w:t>’</w:t>
      </w:r>
      <w:r w:rsidRPr="00115F49">
        <w:t>entrelacement brumeux des vallées basses</w:t>
      </w:r>
      <w:r w:rsidR="00766774">
        <w:t xml:space="preserve">, </w:t>
      </w:r>
      <w:r w:rsidRPr="00115F49">
        <w:t>Langlois avait fait reproduire le labyrinthe de buis taillé dans lequel</w:t>
      </w:r>
      <w:r w:rsidR="00766774">
        <w:t xml:space="preserve">, </w:t>
      </w:r>
      <w:r w:rsidRPr="00115F49">
        <w:t>à Saint-Baudille</w:t>
      </w:r>
      <w:r w:rsidR="00766774">
        <w:t xml:space="preserve">, </w:t>
      </w:r>
      <w:r w:rsidRPr="00115F49">
        <w:t>il avait passé trois jours de promenades heureuses</w:t>
      </w:r>
      <w:r w:rsidR="00766774">
        <w:t>.</w:t>
      </w:r>
    </w:p>
    <w:p w14:paraId="5C1D4571" w14:textId="77777777" w:rsidR="00766774" w:rsidRDefault="00115F49" w:rsidP="00115F49">
      <w:r w:rsidRPr="00115F49">
        <w:t>Nous</w:t>
      </w:r>
      <w:r w:rsidR="00766774">
        <w:t xml:space="preserve">, </w:t>
      </w:r>
      <w:r w:rsidRPr="00115F49">
        <w:t>on a un flanc de coteau qui domine ce labyrinthe et</w:t>
      </w:r>
      <w:r w:rsidR="00766774">
        <w:t xml:space="preserve">, </w:t>
      </w:r>
      <w:r w:rsidRPr="00115F49">
        <w:t>à l</w:t>
      </w:r>
      <w:r w:rsidR="00766774">
        <w:t>’</w:t>
      </w:r>
      <w:r w:rsidRPr="00115F49">
        <w:t>arrière-saison</w:t>
      </w:r>
      <w:r w:rsidR="00766774">
        <w:t xml:space="preserve">, </w:t>
      </w:r>
      <w:r w:rsidRPr="00115F49">
        <w:t>c</w:t>
      </w:r>
      <w:r w:rsidR="00766774">
        <w:t>’</w:t>
      </w:r>
      <w:r w:rsidRPr="00115F49">
        <w:t>est un très bon endroit pour aller prendre le soleil</w:t>
      </w:r>
      <w:r w:rsidR="00766774">
        <w:t>.</w:t>
      </w:r>
    </w:p>
    <w:p w14:paraId="69FDDDC9" w14:textId="77777777" w:rsidR="00766774" w:rsidRDefault="00115F49" w:rsidP="00115F49">
      <w:r w:rsidRPr="00115F49">
        <w:t>À l</w:t>
      </w:r>
      <w:r w:rsidR="00766774">
        <w:t>’</w:t>
      </w:r>
      <w:r w:rsidRPr="00115F49">
        <w:t>époque de ces publications perpétuelles de bilan entre les deux femmes</w:t>
      </w:r>
      <w:r w:rsidR="00766774">
        <w:t xml:space="preserve">, </w:t>
      </w:r>
      <w:r w:rsidRPr="00115F49">
        <w:t>nous allions à quelques-uns</w:t>
      </w:r>
      <w:r w:rsidR="00766774">
        <w:t xml:space="preserve">, </w:t>
      </w:r>
      <w:r w:rsidRPr="00115F49">
        <w:t xml:space="preserve">très </w:t>
      </w:r>
      <w:r w:rsidRPr="00115F49">
        <w:lastRenderedPageBreak/>
        <w:t>souvent</w:t>
      </w:r>
      <w:r w:rsidR="00766774">
        <w:t xml:space="preserve">, </w:t>
      </w:r>
      <w:r w:rsidRPr="00115F49">
        <w:t>fumer des pipes dans les arnicas de ce flanc de coteau</w:t>
      </w:r>
      <w:r w:rsidR="00766774">
        <w:t>.</w:t>
      </w:r>
    </w:p>
    <w:p w14:paraId="4B324AC6" w14:textId="77777777" w:rsidR="00766774" w:rsidRDefault="00115F49" w:rsidP="00115F49">
      <w:pPr>
        <w:rPr>
          <w:i/>
          <w:iCs/>
        </w:rPr>
      </w:pPr>
      <w:r w:rsidRPr="00115F49">
        <w:t>Ce n</w:t>
      </w:r>
      <w:r w:rsidR="00766774">
        <w:t>’</w:t>
      </w:r>
      <w:r w:rsidRPr="00115F49">
        <w:t>était ni pour le soleil ni pour la belle vue</w:t>
      </w:r>
      <w:r w:rsidR="00766774">
        <w:t xml:space="preserve">. </w:t>
      </w:r>
      <w:r w:rsidRPr="00115F49">
        <w:t>C</w:t>
      </w:r>
      <w:r w:rsidR="00766774">
        <w:t>’</w:t>
      </w:r>
      <w:r w:rsidRPr="00115F49">
        <w:t>était parce que</w:t>
      </w:r>
      <w:r w:rsidR="00766774">
        <w:t xml:space="preserve">, </w:t>
      </w:r>
      <w:r w:rsidRPr="00115F49">
        <w:t>malgré tout ce qui était arrivé</w:t>
      </w:r>
      <w:r w:rsidR="00766774">
        <w:t xml:space="preserve">, </w:t>
      </w:r>
      <w:r w:rsidRPr="00115F49">
        <w:t>la vie continuait à cet endroit-là</w:t>
      </w:r>
      <w:r w:rsidR="00766774">
        <w:t xml:space="preserve">, </w:t>
      </w:r>
      <w:r w:rsidRPr="00115F49">
        <w:t>grâce à ces deux femmes</w:t>
      </w:r>
      <w:r w:rsidR="00766774">
        <w:t xml:space="preserve"> ; </w:t>
      </w:r>
      <w:r w:rsidRPr="00115F49">
        <w:t>et</w:t>
      </w:r>
      <w:r w:rsidR="00766774">
        <w:t xml:space="preserve">, </w:t>
      </w:r>
      <w:r w:rsidRPr="00115F49">
        <w:t>quelle que soit cette vie</w:t>
      </w:r>
      <w:r w:rsidR="00766774">
        <w:t xml:space="preserve">, </w:t>
      </w:r>
      <w:r w:rsidRPr="00115F49">
        <w:t>nous ne pouvions pas nous en défaire</w:t>
      </w:r>
      <w:r w:rsidR="00766774">
        <w:t xml:space="preserve">. </w:t>
      </w:r>
      <w:r w:rsidRPr="00115F49">
        <w:t>On avait l</w:t>
      </w:r>
      <w:r w:rsidR="00766774">
        <w:t>’</w:t>
      </w:r>
      <w:r w:rsidRPr="00115F49">
        <w:t>impression que</w:t>
      </w:r>
      <w:r w:rsidR="00766774">
        <w:t xml:space="preserve">, </w:t>
      </w:r>
      <w:r w:rsidRPr="00115F49">
        <w:t>peut-être un jour</w:t>
      </w:r>
      <w:r w:rsidR="00766774">
        <w:t xml:space="preserve">, </w:t>
      </w:r>
      <w:r w:rsidRPr="00115F49">
        <w:t>brusquement</w:t>
      </w:r>
      <w:r w:rsidR="00766774">
        <w:t xml:space="preserve">, </w:t>
      </w:r>
      <w:r w:rsidRPr="00115F49">
        <w:t>au détour de cinq minutes</w:t>
      </w:r>
      <w:r w:rsidR="00766774">
        <w:t xml:space="preserve">, </w:t>
      </w:r>
      <w:r w:rsidRPr="00115F49">
        <w:t>un éclat de rire</w:t>
      </w:r>
      <w:r w:rsidR="00766774">
        <w:t xml:space="preserve">, </w:t>
      </w:r>
      <w:r w:rsidRPr="00115F49">
        <w:t>une larme</w:t>
      </w:r>
      <w:r w:rsidR="00766774">
        <w:t xml:space="preserve">, </w:t>
      </w:r>
      <w:r w:rsidRPr="00115F49">
        <w:t>ou n</w:t>
      </w:r>
      <w:r w:rsidR="00766774">
        <w:t>’</w:t>
      </w:r>
      <w:r w:rsidRPr="00115F49">
        <w:t>importe quoi</w:t>
      </w:r>
      <w:r w:rsidR="00766774">
        <w:t xml:space="preserve">, </w:t>
      </w:r>
      <w:r w:rsidRPr="00115F49">
        <w:t>finirait par nous expliquer ce qui ne s</w:t>
      </w:r>
      <w:r w:rsidR="00766774">
        <w:t>’</w:t>
      </w:r>
      <w:r w:rsidRPr="00115F49">
        <w:t>était jamais expliqué</w:t>
      </w:r>
      <w:r w:rsidR="00766774">
        <w:t xml:space="preserve">. </w:t>
      </w:r>
      <w:r w:rsidRPr="00115F49">
        <w:t>On avait toujours les yeux fixés sur l</w:t>
      </w:r>
      <w:r w:rsidR="00766774">
        <w:t>’</w:t>
      </w:r>
      <w:r w:rsidRPr="00115F49">
        <w:t>emplacement où s</w:t>
      </w:r>
      <w:r w:rsidR="00766774">
        <w:t>’</w:t>
      </w:r>
      <w:r w:rsidRPr="00115F49">
        <w:t>était tenu Langlois</w:t>
      </w:r>
      <w:r w:rsidR="00766774">
        <w:t xml:space="preserve">, </w:t>
      </w:r>
      <w:r w:rsidRPr="00115F49">
        <w:t>et voilà pourquoi</w:t>
      </w:r>
      <w:r w:rsidR="00766774">
        <w:t xml:space="preserve">, </w:t>
      </w:r>
      <w:r w:rsidRPr="00115F49">
        <w:t>nous autres</w:t>
      </w:r>
      <w:r w:rsidR="00766774">
        <w:t xml:space="preserve">, </w:t>
      </w:r>
      <w:r w:rsidRPr="00115F49">
        <w:t>souvent</w:t>
      </w:r>
      <w:r w:rsidR="00766774">
        <w:t xml:space="preserve">, </w:t>
      </w:r>
      <w:r w:rsidRPr="00115F49">
        <w:t>nous allions fumer nos pipes sur ce flanc de coteau qui dominait le labyrinthe de buis du</w:t>
      </w:r>
      <w:r w:rsidRPr="00115F49">
        <w:rPr>
          <w:i/>
          <w:iCs/>
        </w:rPr>
        <w:t xml:space="preserve"> Bongalove</w:t>
      </w:r>
      <w:r w:rsidR="00766774">
        <w:rPr>
          <w:i/>
          <w:iCs/>
        </w:rPr>
        <w:t>.</w:t>
      </w:r>
    </w:p>
    <w:p w14:paraId="636B7734" w14:textId="77777777" w:rsidR="00766774" w:rsidRDefault="00115F49" w:rsidP="00115F49">
      <w:r w:rsidRPr="00115F49">
        <w:t>Delphine était assise à l</w:t>
      </w:r>
      <w:r w:rsidR="00766774">
        <w:t>’</w:t>
      </w:r>
      <w:r w:rsidRPr="00115F49">
        <w:t>endroit d</w:t>
      </w:r>
      <w:r w:rsidR="00766774">
        <w:t>’</w:t>
      </w:r>
      <w:r w:rsidRPr="00115F49">
        <w:t>où l</w:t>
      </w:r>
      <w:r w:rsidR="00766774">
        <w:t>’</w:t>
      </w:r>
      <w:r w:rsidRPr="00115F49">
        <w:t>on a une vue plongeante sur la route qui monte ici</w:t>
      </w:r>
      <w:r w:rsidR="00766774">
        <w:t xml:space="preserve">. </w:t>
      </w:r>
      <w:r w:rsidRPr="00115F49">
        <w:t>Nous savions que son intérêt était de ce côté</w:t>
      </w:r>
      <w:r w:rsidR="00766774">
        <w:t xml:space="preserve">. </w:t>
      </w:r>
      <w:r w:rsidRPr="00115F49">
        <w:t>Si c</w:t>
      </w:r>
      <w:r w:rsidR="00766774">
        <w:t>’</w:t>
      </w:r>
      <w:r w:rsidRPr="00115F49">
        <w:t>était le parapluie rouge du colporteur qu</w:t>
      </w:r>
      <w:r w:rsidR="00766774">
        <w:t>’</w:t>
      </w:r>
      <w:r w:rsidRPr="00115F49">
        <w:t>elle guettait</w:t>
      </w:r>
      <w:r w:rsidR="00766774">
        <w:t xml:space="preserve">, </w:t>
      </w:r>
      <w:r w:rsidRPr="00115F49">
        <w:t>nous le voyions aussi bien qu</w:t>
      </w:r>
      <w:r w:rsidR="00766774">
        <w:t>’</w:t>
      </w:r>
      <w:r w:rsidRPr="00115F49">
        <w:t>elle</w:t>
      </w:r>
      <w:r w:rsidR="00766774">
        <w:t xml:space="preserve">. </w:t>
      </w:r>
      <w:r w:rsidRPr="00115F49">
        <w:t>Il était en bas</w:t>
      </w:r>
      <w:r w:rsidR="00766774">
        <w:t xml:space="preserve">, </w:t>
      </w:r>
      <w:r w:rsidRPr="00115F49">
        <w:t>près de Monetier</w:t>
      </w:r>
      <w:r w:rsidR="00766774">
        <w:t xml:space="preserve">. </w:t>
      </w:r>
      <w:r w:rsidRPr="00115F49">
        <w:t>Il traversait les prés</w:t>
      </w:r>
      <w:r w:rsidR="00766774">
        <w:t xml:space="preserve">, </w:t>
      </w:r>
      <w:r w:rsidRPr="00115F49">
        <w:t>en direction du Moulin de Recourt</w:t>
      </w:r>
      <w:r w:rsidR="00766774">
        <w:t xml:space="preserve">. </w:t>
      </w:r>
      <w:r w:rsidRPr="00115F49">
        <w:t>Il s</w:t>
      </w:r>
      <w:r w:rsidR="00766774">
        <w:t>’</w:t>
      </w:r>
      <w:r w:rsidRPr="00115F49">
        <w:t>en fallait au moins de sept à huit jours avant qu</w:t>
      </w:r>
      <w:r w:rsidR="00766774">
        <w:t>’</w:t>
      </w:r>
      <w:r w:rsidRPr="00115F49">
        <w:t>il soit ici</w:t>
      </w:r>
      <w:r w:rsidR="00766774">
        <w:t>.</w:t>
      </w:r>
    </w:p>
    <w:p w14:paraId="2CC8E799" w14:textId="77777777" w:rsidR="00766774" w:rsidRDefault="00115F49" w:rsidP="00115F49">
      <w:r w:rsidRPr="00115F49">
        <w:t>Saucisse était parfaitement au courant de tout</w:t>
      </w:r>
      <w:r w:rsidR="00766774">
        <w:t xml:space="preserve">. </w:t>
      </w:r>
      <w:r w:rsidRPr="00115F49">
        <w:t>Ce n</w:t>
      </w:r>
      <w:r w:rsidR="00766774">
        <w:t>’</w:t>
      </w:r>
      <w:r w:rsidRPr="00115F49">
        <w:t>est pas à un vieux singe qu</w:t>
      </w:r>
      <w:r w:rsidR="00766774">
        <w:t>’</w:t>
      </w:r>
      <w:r w:rsidRPr="00115F49">
        <w:t>on apprend à faire la grimace</w:t>
      </w:r>
      <w:r w:rsidR="00766774">
        <w:t xml:space="preserve">. </w:t>
      </w:r>
      <w:r w:rsidRPr="00115F49">
        <w:t>Vous comprenez bien que</w:t>
      </w:r>
      <w:r w:rsidR="00766774">
        <w:t xml:space="preserve">, </w:t>
      </w:r>
      <w:r w:rsidRPr="00115F49">
        <w:t>billets doux passés en catimini</w:t>
      </w:r>
      <w:r w:rsidR="00766774">
        <w:t xml:space="preserve">, </w:t>
      </w:r>
      <w:r w:rsidRPr="00115F49">
        <w:t>c</w:t>
      </w:r>
      <w:r w:rsidR="00766774">
        <w:t>’</w:t>
      </w:r>
      <w:r w:rsidRPr="00115F49">
        <w:t>était une affaire dont Saucisse connaissait les us et coutumes</w:t>
      </w:r>
      <w:r w:rsidR="00766774">
        <w:t xml:space="preserve">. </w:t>
      </w:r>
      <w:r w:rsidRPr="00115F49">
        <w:t>Si elle avait voulu l</w:t>
      </w:r>
      <w:r w:rsidR="00766774">
        <w:t>’</w:t>
      </w:r>
      <w:r w:rsidRPr="00115F49">
        <w:t>interdire</w:t>
      </w:r>
      <w:r w:rsidR="00766774">
        <w:t xml:space="preserve">, </w:t>
      </w:r>
      <w:r w:rsidRPr="00115F49">
        <w:t>elle n</w:t>
      </w:r>
      <w:r w:rsidR="00766774">
        <w:t>’</w:t>
      </w:r>
      <w:r w:rsidRPr="00115F49">
        <w:t>avait pas à se casser la tête</w:t>
      </w:r>
      <w:r w:rsidR="00766774">
        <w:t xml:space="preserve">. </w:t>
      </w:r>
      <w:r w:rsidRPr="00115F49">
        <w:t>Il suffisait</w:t>
      </w:r>
      <w:r w:rsidR="00766774">
        <w:t xml:space="preserve">, </w:t>
      </w:r>
      <w:r w:rsidRPr="00115F49">
        <w:t>au jour dit</w:t>
      </w:r>
      <w:r w:rsidR="00766774">
        <w:t xml:space="preserve"> (</w:t>
      </w:r>
      <w:r w:rsidRPr="00115F49">
        <w:t>et il était facile de prévoir le jour dit avec ce parapluie rouge qu</w:t>
      </w:r>
      <w:r w:rsidR="00766774">
        <w:t>’</w:t>
      </w:r>
      <w:r w:rsidRPr="00115F49">
        <w:t>on voyait au-dessous de nous en train de monter sa petite lieue par jour</w:t>
      </w:r>
      <w:r w:rsidR="00766774">
        <w:t xml:space="preserve">), </w:t>
      </w:r>
      <w:r w:rsidRPr="00115F49">
        <w:t>d</w:t>
      </w:r>
      <w:r w:rsidR="00766774">
        <w:t>’</w:t>
      </w:r>
      <w:r w:rsidRPr="00115F49">
        <w:t>aller au jour dit à sa rencontre avec cinq sous au bout des doigts</w:t>
      </w:r>
      <w:r w:rsidR="00766774">
        <w:t xml:space="preserve">. </w:t>
      </w:r>
      <w:r w:rsidRPr="00115F49">
        <w:t>Pour cinq sous</w:t>
      </w:r>
      <w:r w:rsidR="00766774">
        <w:t xml:space="preserve">, </w:t>
      </w:r>
      <w:r w:rsidRPr="00115F49">
        <w:t>le marchand d</w:t>
      </w:r>
      <w:r w:rsidR="00766774">
        <w:t>’</w:t>
      </w:r>
      <w:r w:rsidRPr="00115F49">
        <w:t>images aurait tué père et mère</w:t>
      </w:r>
      <w:r w:rsidR="00766774">
        <w:t>.</w:t>
      </w:r>
    </w:p>
    <w:p w14:paraId="3269AD07" w14:textId="77777777" w:rsidR="00766774" w:rsidRDefault="00115F49" w:rsidP="00115F49">
      <w:r w:rsidRPr="00115F49">
        <w:lastRenderedPageBreak/>
        <w:t>Mais Saucisse se moquait du billet doux comme de sa première chaussette</w:t>
      </w:r>
      <w:r w:rsidR="00766774">
        <w:t xml:space="preserve">. </w:t>
      </w:r>
      <w:r w:rsidRPr="00115F49">
        <w:t>Delphine avait le droit de tout oublier</w:t>
      </w:r>
      <w:r w:rsidR="00766774">
        <w:t xml:space="preserve"> : </w:t>
      </w:r>
      <w:r w:rsidRPr="00115F49">
        <w:t>c</w:t>
      </w:r>
      <w:r w:rsidR="00766774">
        <w:t>’</w:t>
      </w:r>
      <w:r w:rsidRPr="00115F49">
        <w:t>était son affaire</w:t>
      </w:r>
      <w:r w:rsidR="00766774">
        <w:t xml:space="preserve">. </w:t>
      </w:r>
      <w:r w:rsidRPr="00115F49">
        <w:t>Restait à Saucisse le droit d</w:t>
      </w:r>
      <w:r w:rsidR="00766774">
        <w:t>’</w:t>
      </w:r>
      <w:r w:rsidRPr="00115F49">
        <w:t>expertiser le capital de Delphine</w:t>
      </w:r>
      <w:r w:rsidR="00766774">
        <w:t xml:space="preserve">. </w:t>
      </w:r>
      <w:r w:rsidRPr="00115F49">
        <w:t>Un chien regarde bien un évêque</w:t>
      </w:r>
      <w:r w:rsidR="00766774">
        <w:t> !</w:t>
      </w:r>
    </w:p>
    <w:p w14:paraId="1B1FB438" w14:textId="77777777" w:rsidR="00766774" w:rsidRDefault="00115F49" w:rsidP="00115F49">
      <w:r w:rsidRPr="00115F49">
        <w:t>Les séances que nous arbitrions de haut</w:t>
      </w:r>
      <w:r w:rsidR="00766774">
        <w:t xml:space="preserve">, </w:t>
      </w:r>
      <w:r w:rsidRPr="00115F49">
        <w:t>entre ces deux femmes assises</w:t>
      </w:r>
      <w:r w:rsidR="00766774">
        <w:t xml:space="preserve">, </w:t>
      </w:r>
      <w:r w:rsidRPr="00115F49">
        <w:t>étaient des combats à mort</w:t>
      </w:r>
      <w:r w:rsidR="00766774">
        <w:t xml:space="preserve">. </w:t>
      </w:r>
      <w:r w:rsidRPr="00115F49">
        <w:t>Delphine</w:t>
      </w:r>
      <w:r w:rsidR="00766774">
        <w:t xml:space="preserve">, </w:t>
      </w:r>
      <w:r w:rsidRPr="00115F49">
        <w:t>chaque fois</w:t>
      </w:r>
      <w:r w:rsidR="00766774">
        <w:t xml:space="preserve">, </w:t>
      </w:r>
      <w:r w:rsidRPr="00115F49">
        <w:t>était très soigneusement sous les armes</w:t>
      </w:r>
      <w:r w:rsidR="00766774">
        <w:t xml:space="preserve">. </w:t>
      </w:r>
      <w:r w:rsidRPr="00115F49">
        <w:t>Un beau décolleté carré à la corbeille de fruits</w:t>
      </w:r>
      <w:r w:rsidR="00766774">
        <w:t xml:space="preserve"> ; </w:t>
      </w:r>
      <w:r w:rsidRPr="00115F49">
        <w:t>bien plein</w:t>
      </w:r>
      <w:r w:rsidR="00766774">
        <w:t xml:space="preserve">, </w:t>
      </w:r>
      <w:r w:rsidRPr="00115F49">
        <w:t>qu</w:t>
      </w:r>
      <w:r w:rsidR="00766774">
        <w:t>’</w:t>
      </w:r>
      <w:r w:rsidRPr="00115F49">
        <w:t>avant de sortir elle devait baigner de lait</w:t>
      </w:r>
      <w:r w:rsidR="00766774">
        <w:t xml:space="preserve">, </w:t>
      </w:r>
      <w:r w:rsidRPr="00115F49">
        <w:t>pas possible</w:t>
      </w:r>
      <w:r w:rsidR="00766774">
        <w:t> ! (</w:t>
      </w:r>
      <w:r w:rsidRPr="00115F49">
        <w:t>Ça intéresse toujours les hommes</w:t>
      </w:r>
      <w:r w:rsidR="00766774">
        <w:t xml:space="preserve">, </w:t>
      </w:r>
      <w:r w:rsidRPr="00115F49">
        <w:t>ce découvert</w:t>
      </w:r>
      <w:r w:rsidR="00766774">
        <w:t xml:space="preserve"> ; </w:t>
      </w:r>
      <w:r w:rsidRPr="00115F49">
        <w:t>on n</w:t>
      </w:r>
      <w:r w:rsidR="00766774">
        <w:t>’</w:t>
      </w:r>
      <w:r w:rsidRPr="00115F49">
        <w:t>en perdait pas une</w:t>
      </w:r>
      <w:r w:rsidR="00766774">
        <w:t xml:space="preserve">.) </w:t>
      </w:r>
      <w:r w:rsidRPr="00115F49">
        <w:t xml:space="preserve">Des </w:t>
      </w:r>
      <w:r w:rsidR="00766774">
        <w:t>« </w:t>
      </w:r>
      <w:r w:rsidRPr="00115F49">
        <w:rPr>
          <w:i/>
          <w:iCs/>
        </w:rPr>
        <w:t>suivez-moi jeune homme</w:t>
      </w:r>
      <w:r w:rsidR="00766774">
        <w:t> »</w:t>
      </w:r>
      <w:r w:rsidRPr="00115F49">
        <w:t xml:space="preserve"> et de tout il n</w:t>
      </w:r>
      <w:r w:rsidR="00766774">
        <w:t>’</w:t>
      </w:r>
      <w:r w:rsidRPr="00115F49">
        <w:t>en manquait pas</w:t>
      </w:r>
      <w:r w:rsidR="00766774">
        <w:t xml:space="preserve"> : </w:t>
      </w:r>
      <w:r w:rsidRPr="00115F49">
        <w:t>taille fine et faux-cul</w:t>
      </w:r>
      <w:r w:rsidR="00766774">
        <w:t xml:space="preserve">, </w:t>
      </w:r>
      <w:r w:rsidRPr="00115F49">
        <w:t>couleur et poudre</w:t>
      </w:r>
      <w:r w:rsidR="00766774">
        <w:t xml:space="preserve">. </w:t>
      </w:r>
      <w:r w:rsidRPr="00115F49">
        <w:t>Parfum qu</w:t>
      </w:r>
      <w:r w:rsidR="00766774">
        <w:t>’</w:t>
      </w:r>
      <w:r w:rsidRPr="00115F49">
        <w:t>à travers nos pipes</w:t>
      </w:r>
      <w:r w:rsidR="00766774">
        <w:t xml:space="preserve"> (</w:t>
      </w:r>
      <w:r w:rsidRPr="00115F49">
        <w:t>c</w:t>
      </w:r>
      <w:r w:rsidR="00766774">
        <w:t>’</w:t>
      </w:r>
      <w:r w:rsidRPr="00115F49">
        <w:t>est tout dire</w:t>
      </w:r>
      <w:r w:rsidR="00766774">
        <w:t xml:space="preserve">) </w:t>
      </w:r>
      <w:r w:rsidRPr="00115F49">
        <w:t>nous pouvions renifler</w:t>
      </w:r>
      <w:r w:rsidR="00766774">
        <w:t>.</w:t>
      </w:r>
    </w:p>
    <w:p w14:paraId="2A51978B" w14:textId="77777777" w:rsidR="00766774" w:rsidRDefault="00115F49" w:rsidP="00115F49">
      <w:r w:rsidRPr="00115F49">
        <w:t>Saucisse</w:t>
      </w:r>
      <w:r w:rsidR="00766774">
        <w:t xml:space="preserve">, </w:t>
      </w:r>
      <w:r w:rsidRPr="00115F49">
        <w:t>je vous ai dit où étaient ses armes</w:t>
      </w:r>
      <w:r w:rsidR="00766774">
        <w:t xml:space="preserve">. </w:t>
      </w:r>
      <w:r w:rsidRPr="00115F49">
        <w:t>Elle s</w:t>
      </w:r>
      <w:r w:rsidR="00766774">
        <w:t>’</w:t>
      </w:r>
      <w:r w:rsidRPr="00115F49">
        <w:t>asseyait sur une pierre et elle regardait</w:t>
      </w:r>
      <w:r w:rsidR="00766774">
        <w:t xml:space="preserve">. </w:t>
      </w:r>
      <w:r w:rsidRPr="00115F49">
        <w:t>La jeune femme</w:t>
      </w:r>
      <w:r w:rsidR="00766774">
        <w:t xml:space="preserve">, </w:t>
      </w:r>
      <w:r w:rsidRPr="00115F49">
        <w:t>assise de trois quarts sur son banc</w:t>
      </w:r>
      <w:r w:rsidR="00766774">
        <w:t xml:space="preserve">, </w:t>
      </w:r>
      <w:r w:rsidRPr="00115F49">
        <w:t>penchée vers les fonds brumeux où circulait</w:t>
      </w:r>
      <w:r w:rsidR="00766774">
        <w:t xml:space="preserve"> (</w:t>
      </w:r>
      <w:r w:rsidRPr="00115F49">
        <w:t>lentement</w:t>
      </w:r>
      <w:r w:rsidR="00766774">
        <w:t xml:space="preserve">) </w:t>
      </w:r>
      <w:r w:rsidRPr="00115F49">
        <w:t>le parapluie rouge</w:t>
      </w:r>
      <w:r w:rsidR="00766774">
        <w:t xml:space="preserve">, </w:t>
      </w:r>
      <w:r w:rsidRPr="00115F49">
        <w:t>lui tournait le dos</w:t>
      </w:r>
      <w:r w:rsidR="00766774">
        <w:t xml:space="preserve">. </w:t>
      </w:r>
      <w:r w:rsidRPr="00115F49">
        <w:t>Saucisse</w:t>
      </w:r>
      <w:r w:rsidR="00766774">
        <w:t xml:space="preserve">, </w:t>
      </w:r>
      <w:r w:rsidRPr="00115F49">
        <w:t>imperturbable</w:t>
      </w:r>
      <w:r w:rsidR="00766774">
        <w:t xml:space="preserve">, </w:t>
      </w:r>
      <w:r w:rsidRPr="00115F49">
        <w:t>regardait fixement la nuque et le catogan de Delphine</w:t>
      </w:r>
      <w:r w:rsidR="00766774">
        <w:t xml:space="preserve">. </w:t>
      </w:r>
      <w:r w:rsidRPr="00115F49">
        <w:t>On voyait Delphine qui</w:t>
      </w:r>
      <w:r w:rsidR="00766774">
        <w:t xml:space="preserve">, </w:t>
      </w:r>
      <w:r w:rsidRPr="00115F49">
        <w:t>sans s</w:t>
      </w:r>
      <w:r w:rsidR="00766774">
        <w:t>’</w:t>
      </w:r>
      <w:r w:rsidRPr="00115F49">
        <w:t>interrompre de guetter</w:t>
      </w:r>
      <w:r w:rsidR="00766774">
        <w:t xml:space="preserve">, </w:t>
      </w:r>
      <w:r w:rsidRPr="00115F49">
        <w:t>passait une fois</w:t>
      </w:r>
      <w:r w:rsidR="00766774">
        <w:t xml:space="preserve">, </w:t>
      </w:r>
      <w:r w:rsidRPr="00115F49">
        <w:t>puis deux fois</w:t>
      </w:r>
      <w:r w:rsidR="00766774">
        <w:t xml:space="preserve">, </w:t>
      </w:r>
      <w:r w:rsidRPr="00115F49">
        <w:t>puis trois fois</w:t>
      </w:r>
      <w:r w:rsidR="00766774">
        <w:t xml:space="preserve"> (</w:t>
      </w:r>
      <w:r w:rsidRPr="00115F49">
        <w:t>et nerveusement</w:t>
      </w:r>
      <w:r w:rsidR="00766774">
        <w:t xml:space="preserve">) </w:t>
      </w:r>
      <w:r w:rsidRPr="00115F49">
        <w:t>sa main sur sa nuque</w:t>
      </w:r>
      <w:r w:rsidR="00766774">
        <w:t xml:space="preserve">. </w:t>
      </w:r>
      <w:r w:rsidRPr="00115F49">
        <w:t>À la fin</w:t>
      </w:r>
      <w:r w:rsidR="00766774">
        <w:t xml:space="preserve">, </w:t>
      </w:r>
      <w:r w:rsidRPr="00115F49">
        <w:t>elle se tournait vers Saucisse et demandait</w:t>
      </w:r>
      <w:r w:rsidR="00766774">
        <w:t> :</w:t>
      </w:r>
    </w:p>
    <w:p w14:paraId="172F891D" w14:textId="77777777" w:rsidR="00766774" w:rsidRDefault="00766774" w:rsidP="00115F49">
      <w:r>
        <w:t>— </w:t>
      </w:r>
      <w:r w:rsidR="00115F49" w:rsidRPr="00115F49">
        <w:t>Qu</w:t>
      </w:r>
      <w:r>
        <w:t>’</w:t>
      </w:r>
      <w:r w:rsidR="00115F49" w:rsidRPr="00115F49">
        <w:t>est-ce qu</w:t>
      </w:r>
      <w:r>
        <w:t>’</w:t>
      </w:r>
      <w:r w:rsidR="00115F49" w:rsidRPr="00115F49">
        <w:t>il y a</w:t>
      </w:r>
      <w:r>
        <w:t> ?</w:t>
      </w:r>
    </w:p>
    <w:p w14:paraId="15ABDA4E" w14:textId="77777777" w:rsidR="00766774" w:rsidRDefault="00766774" w:rsidP="00115F49">
      <w:r>
        <w:t>— </w:t>
      </w:r>
      <w:r w:rsidR="00115F49" w:rsidRPr="00115F49">
        <w:t>Rien</w:t>
      </w:r>
      <w:r>
        <w:t xml:space="preserve">, </w:t>
      </w:r>
      <w:r w:rsidR="00115F49" w:rsidRPr="00115F49">
        <w:t>disait Saucisse</w:t>
      </w:r>
      <w:r>
        <w:t>.</w:t>
      </w:r>
    </w:p>
    <w:p w14:paraId="7CE2A1B9" w14:textId="77777777" w:rsidR="00766774" w:rsidRDefault="00115F49" w:rsidP="00115F49">
      <w:r w:rsidRPr="00115F49">
        <w:t>Cela durait des heures</w:t>
      </w:r>
      <w:r w:rsidR="00766774">
        <w:t xml:space="preserve"> : </w:t>
      </w:r>
      <w:r w:rsidRPr="00115F49">
        <w:t>une fois</w:t>
      </w:r>
      <w:r w:rsidR="00766774">
        <w:t xml:space="preserve"> ; </w:t>
      </w:r>
      <w:r w:rsidRPr="00115F49">
        <w:t>deux fois</w:t>
      </w:r>
      <w:r w:rsidR="00766774">
        <w:t xml:space="preserve"> ; </w:t>
      </w:r>
      <w:r w:rsidRPr="00115F49">
        <w:t>trois fois</w:t>
      </w:r>
      <w:r w:rsidR="00766774">
        <w:t xml:space="preserve">. </w:t>
      </w:r>
      <w:r w:rsidRPr="00115F49">
        <w:t>Delphine fouillait dans sa poche</w:t>
      </w:r>
      <w:r w:rsidR="00766774">
        <w:t xml:space="preserve">, </w:t>
      </w:r>
      <w:r w:rsidRPr="00115F49">
        <w:t>sous ses jupes et tirait une glace devant laquelle elle se mettait à faire la poule</w:t>
      </w:r>
      <w:r w:rsidR="00766774">
        <w:t xml:space="preserve">, </w:t>
      </w:r>
      <w:r w:rsidRPr="00115F49">
        <w:t>tendant le cou</w:t>
      </w:r>
      <w:r w:rsidR="00766774">
        <w:t xml:space="preserve">, </w:t>
      </w:r>
      <w:r w:rsidRPr="00115F49">
        <w:t>tournant la tête</w:t>
      </w:r>
      <w:r w:rsidR="00766774">
        <w:t xml:space="preserve">, </w:t>
      </w:r>
      <w:r w:rsidRPr="00115F49">
        <w:t>renfourchant quelques pointes de cheveux sous des peignes</w:t>
      </w:r>
      <w:r w:rsidR="00766774">
        <w:t xml:space="preserve">, </w:t>
      </w:r>
      <w:r w:rsidRPr="00115F49">
        <w:t>chiquant des bouffettes</w:t>
      </w:r>
      <w:r w:rsidR="00766774">
        <w:t xml:space="preserve">, </w:t>
      </w:r>
      <w:r w:rsidRPr="00115F49">
        <w:t xml:space="preserve">touchant </w:t>
      </w:r>
      <w:r w:rsidRPr="00115F49">
        <w:lastRenderedPageBreak/>
        <w:t>ses lèvres</w:t>
      </w:r>
      <w:r w:rsidR="00766774">
        <w:t xml:space="preserve">, </w:t>
      </w:r>
      <w:r w:rsidRPr="00115F49">
        <w:t>ses yeux</w:t>
      </w:r>
      <w:r w:rsidR="00766774">
        <w:t xml:space="preserve">, </w:t>
      </w:r>
      <w:r w:rsidRPr="00115F49">
        <w:t>son menton du bout des doigts</w:t>
      </w:r>
      <w:r w:rsidR="00766774">
        <w:t xml:space="preserve">, </w:t>
      </w:r>
      <w:r w:rsidRPr="00115F49">
        <w:t>lissant le dessous de son menton du plat de la main</w:t>
      </w:r>
      <w:r w:rsidR="00766774">
        <w:t xml:space="preserve"> ; </w:t>
      </w:r>
      <w:r w:rsidRPr="00115F49">
        <w:t>approchant finalement le miroir pour regarder soigneusement le tour de ses yeux</w:t>
      </w:r>
      <w:r w:rsidR="00766774">
        <w:t xml:space="preserve">, </w:t>
      </w:r>
      <w:r w:rsidRPr="00115F49">
        <w:t>le coin de ses yeux</w:t>
      </w:r>
      <w:r w:rsidR="00766774">
        <w:t xml:space="preserve">, </w:t>
      </w:r>
      <w:r w:rsidRPr="00115F49">
        <w:t>son front qu</w:t>
      </w:r>
      <w:r w:rsidR="00766774">
        <w:t>’</w:t>
      </w:r>
      <w:r w:rsidRPr="00115F49">
        <w:t>elle s</w:t>
      </w:r>
      <w:r w:rsidR="00766774">
        <w:t>’</w:t>
      </w:r>
      <w:r w:rsidRPr="00115F49">
        <w:t>efforçait d</w:t>
      </w:r>
      <w:r w:rsidR="00766774">
        <w:t>’</w:t>
      </w:r>
      <w:r w:rsidRPr="00115F49">
        <w:t>aplanir</w:t>
      </w:r>
      <w:r w:rsidR="00766774">
        <w:t xml:space="preserve">. </w:t>
      </w:r>
      <w:r w:rsidRPr="00115F49">
        <w:t>Puis elle se penchait de nouveau pour chercher en bas le parapluie rouge qui</w:t>
      </w:r>
      <w:r w:rsidR="00766774">
        <w:t xml:space="preserve">, </w:t>
      </w:r>
      <w:r w:rsidRPr="00115F49">
        <w:t>de ce temps</w:t>
      </w:r>
      <w:r w:rsidR="00766774">
        <w:t xml:space="preserve">, </w:t>
      </w:r>
      <w:r w:rsidRPr="00115F49">
        <w:t>avait marché</w:t>
      </w:r>
      <w:r w:rsidR="00766774">
        <w:t xml:space="preserve">. </w:t>
      </w:r>
      <w:r w:rsidRPr="00115F49">
        <w:t>Il était derrière Recourt maintenant</w:t>
      </w:r>
      <w:r w:rsidR="00766774">
        <w:t>.</w:t>
      </w:r>
    </w:p>
    <w:p w14:paraId="1D6329AD" w14:textId="77777777" w:rsidR="00766774" w:rsidRDefault="00115F49" w:rsidP="00115F49">
      <w:r w:rsidRPr="00115F49">
        <w:t>Saucisse qui n</w:t>
      </w:r>
      <w:r w:rsidR="00766774">
        <w:t>’</w:t>
      </w:r>
      <w:r w:rsidRPr="00115F49">
        <w:t>avait pas bougé d</w:t>
      </w:r>
      <w:r w:rsidR="00766774">
        <w:t>’</w:t>
      </w:r>
      <w:r w:rsidRPr="00115F49">
        <w:t>un millimètre restait en position et fusillait la nuque</w:t>
      </w:r>
      <w:r w:rsidR="00766774">
        <w:t>.</w:t>
      </w:r>
    </w:p>
    <w:p w14:paraId="004281E2" w14:textId="77777777" w:rsidR="00766774" w:rsidRDefault="00766774" w:rsidP="00115F49">
      <w:r>
        <w:t>— </w:t>
      </w:r>
      <w:r w:rsidR="00115F49" w:rsidRPr="00115F49">
        <w:t>Qu</w:t>
      </w:r>
      <w:r>
        <w:t>’</w:t>
      </w:r>
      <w:r w:rsidR="00115F49" w:rsidRPr="00115F49">
        <w:t>est-ce qu</w:t>
      </w:r>
      <w:r>
        <w:t>’</w:t>
      </w:r>
      <w:r w:rsidR="00115F49" w:rsidRPr="00115F49">
        <w:t>il y a</w:t>
      </w:r>
      <w:r>
        <w:t xml:space="preserve"> ? </w:t>
      </w:r>
      <w:r w:rsidR="00115F49" w:rsidRPr="00115F49">
        <w:t>demandait Delphine se tournant d</w:t>
      </w:r>
      <w:r>
        <w:t>’</w:t>
      </w:r>
      <w:r w:rsidR="00115F49" w:rsidRPr="00115F49">
        <w:t>une pièce</w:t>
      </w:r>
      <w:r>
        <w:t>.</w:t>
      </w:r>
    </w:p>
    <w:p w14:paraId="127D58C7" w14:textId="77777777" w:rsidR="00766774" w:rsidRDefault="00766774" w:rsidP="00115F49">
      <w:r>
        <w:t>— </w:t>
      </w:r>
      <w:r w:rsidR="00115F49" w:rsidRPr="00115F49">
        <w:t>Rien</w:t>
      </w:r>
      <w:r>
        <w:t xml:space="preserve">, </w:t>
      </w:r>
      <w:r w:rsidR="00115F49" w:rsidRPr="00115F49">
        <w:t>disait Saucisse</w:t>
      </w:r>
      <w:r>
        <w:t>.</w:t>
      </w:r>
    </w:p>
    <w:p w14:paraId="6DC37B12" w14:textId="77777777" w:rsidR="00766774" w:rsidRDefault="00766774" w:rsidP="00115F49">
      <w:r>
        <w:t>— </w:t>
      </w:r>
      <w:r w:rsidR="00115F49" w:rsidRPr="00115F49">
        <w:t>Qu</w:t>
      </w:r>
      <w:r>
        <w:t>’</w:t>
      </w:r>
      <w:r w:rsidR="00115F49" w:rsidRPr="00115F49">
        <w:t>est-ce que tu regardes</w:t>
      </w:r>
      <w:r>
        <w:t xml:space="preserve"> ? </w:t>
      </w:r>
      <w:r w:rsidR="00115F49" w:rsidRPr="00115F49">
        <w:t>demandait Delphine</w:t>
      </w:r>
      <w:r>
        <w:t>.</w:t>
      </w:r>
    </w:p>
    <w:p w14:paraId="7F555342" w14:textId="77777777" w:rsidR="00766774" w:rsidRDefault="00766774" w:rsidP="00115F49">
      <w:r>
        <w:t>— </w:t>
      </w:r>
      <w:r w:rsidR="00115F49" w:rsidRPr="00115F49">
        <w:t>Toi</w:t>
      </w:r>
      <w:r>
        <w:t xml:space="preserve">, </w:t>
      </w:r>
      <w:r w:rsidR="00115F49" w:rsidRPr="00115F49">
        <w:t>répondait Saucisse</w:t>
      </w:r>
      <w:r>
        <w:t>. (</w:t>
      </w:r>
      <w:r w:rsidR="00115F49" w:rsidRPr="00115F49">
        <w:t>Pour qu</w:t>
      </w:r>
      <w:r>
        <w:t>’</w:t>
      </w:r>
      <w:r w:rsidR="00115F49" w:rsidRPr="00115F49">
        <w:t>il n</w:t>
      </w:r>
      <w:r>
        <w:t>’</w:t>
      </w:r>
      <w:r w:rsidR="00115F49" w:rsidRPr="00115F49">
        <w:t>y ait pas de malentendus sans doute</w:t>
      </w:r>
      <w:r>
        <w:t>.)</w:t>
      </w:r>
    </w:p>
    <w:p w14:paraId="076808C9" w14:textId="77777777" w:rsidR="00766774" w:rsidRDefault="00115F49" w:rsidP="00115F49">
      <w:r w:rsidRPr="00115F49">
        <w:t>On suivait le jeu une heure ou deux</w:t>
      </w:r>
      <w:r w:rsidR="00766774">
        <w:t xml:space="preserve">. </w:t>
      </w:r>
      <w:r w:rsidRPr="00115F49">
        <w:t>La corbeille de fruits et les gentillesses en recevaient de bons coups</w:t>
      </w:r>
      <w:r w:rsidR="00766774">
        <w:t xml:space="preserve">. </w:t>
      </w:r>
      <w:r w:rsidRPr="00115F49">
        <w:t>Si</w:t>
      </w:r>
      <w:r w:rsidR="00766774">
        <w:t xml:space="preserve">, </w:t>
      </w:r>
      <w:r w:rsidRPr="00115F49">
        <w:t>après s</w:t>
      </w:r>
      <w:r w:rsidR="00766774">
        <w:t>’</w:t>
      </w:r>
      <w:r w:rsidRPr="00115F49">
        <w:t>être regardée sur toutes les coutures</w:t>
      </w:r>
      <w:r w:rsidR="00766774">
        <w:t xml:space="preserve">, </w:t>
      </w:r>
      <w:r w:rsidRPr="00115F49">
        <w:t>Delphine ne replaçait pas vingt fois ses seins dans le corset elle ne les replaçait pas une</w:t>
      </w:r>
      <w:r w:rsidR="00766774">
        <w:t xml:space="preserve">. </w:t>
      </w:r>
      <w:r w:rsidRPr="00115F49">
        <w:t>On aurait dit qu</w:t>
      </w:r>
      <w:r w:rsidR="00766774">
        <w:t>’</w:t>
      </w:r>
      <w:r w:rsidRPr="00115F49">
        <w:t>elle jouait avec des petits chiens dans un corbeillon</w:t>
      </w:r>
      <w:r w:rsidR="00766774">
        <w:t xml:space="preserve">. </w:t>
      </w:r>
      <w:r w:rsidRPr="00115F49">
        <w:t>Et je t</w:t>
      </w:r>
      <w:r w:rsidR="00766774">
        <w:t>’</w:t>
      </w:r>
      <w:r w:rsidRPr="00115F49">
        <w:t>arrange</w:t>
      </w:r>
      <w:r w:rsidR="00766774">
        <w:t xml:space="preserve">, </w:t>
      </w:r>
      <w:r w:rsidRPr="00115F49">
        <w:t>et je te pomponne</w:t>
      </w:r>
      <w:r w:rsidR="00766774">
        <w:t xml:space="preserve">, </w:t>
      </w:r>
      <w:r w:rsidRPr="00115F49">
        <w:t>et je te fais mousser les dentelles autour</w:t>
      </w:r>
      <w:r w:rsidR="00766774">
        <w:t>.</w:t>
      </w:r>
    </w:p>
    <w:p w14:paraId="3D25B999" w14:textId="77777777" w:rsidR="00766774" w:rsidRDefault="00115F49" w:rsidP="00115F49">
      <w:r w:rsidRPr="00115F49">
        <w:t>Ce n</w:t>
      </w:r>
      <w:r w:rsidR="00766774">
        <w:t>’</w:t>
      </w:r>
      <w:r w:rsidRPr="00115F49">
        <w:t>est pas de cette façon qu</w:t>
      </w:r>
      <w:r w:rsidR="00766774">
        <w:t>’</w:t>
      </w:r>
      <w:r w:rsidRPr="00115F49">
        <w:t>on pouvait battre Saucisse</w:t>
      </w:r>
      <w:r w:rsidR="00766774">
        <w:t>.</w:t>
      </w:r>
    </w:p>
    <w:p w14:paraId="6B4DED5C" w14:textId="77777777" w:rsidR="00766774" w:rsidRDefault="00115F49" w:rsidP="00115F49">
      <w:r w:rsidRPr="00115F49">
        <w:t>Delphine savait très bien de quelle façon on pouvait la battre</w:t>
      </w:r>
      <w:r w:rsidR="00766774">
        <w:t xml:space="preserve">. </w:t>
      </w:r>
      <w:r w:rsidRPr="00115F49">
        <w:t>À la fin</w:t>
      </w:r>
      <w:r w:rsidR="00766774">
        <w:t xml:space="preserve">, </w:t>
      </w:r>
      <w:r w:rsidRPr="00115F49">
        <w:t>chaque fois</w:t>
      </w:r>
      <w:r w:rsidR="00766774">
        <w:t xml:space="preserve">, </w:t>
      </w:r>
      <w:r w:rsidRPr="00115F49">
        <w:t>c</w:t>
      </w:r>
      <w:r w:rsidR="00766774">
        <w:t>’</w:t>
      </w:r>
      <w:r w:rsidRPr="00115F49">
        <w:t>est le parti qu</w:t>
      </w:r>
      <w:r w:rsidR="00766774">
        <w:t>’</w:t>
      </w:r>
      <w:r w:rsidRPr="00115F49">
        <w:t>elle prenait</w:t>
      </w:r>
      <w:r w:rsidR="00766774">
        <w:t xml:space="preserve">. </w:t>
      </w:r>
      <w:r w:rsidRPr="00115F49">
        <w:t>Si elle le prenait si tard ce n</w:t>
      </w:r>
      <w:r w:rsidR="00766774">
        <w:t>’</w:t>
      </w:r>
      <w:r w:rsidRPr="00115F49">
        <w:t>était pas par bonté d</w:t>
      </w:r>
      <w:r w:rsidR="00766774">
        <w:t>’</w:t>
      </w:r>
      <w:r w:rsidRPr="00115F49">
        <w:t>âme</w:t>
      </w:r>
      <w:r w:rsidR="00766774">
        <w:t xml:space="preserve">. </w:t>
      </w:r>
      <w:r w:rsidRPr="00115F49">
        <w:t>C</w:t>
      </w:r>
      <w:r w:rsidR="00766774">
        <w:t>’</w:t>
      </w:r>
      <w:r w:rsidRPr="00115F49">
        <w:t>est parce qu</w:t>
      </w:r>
      <w:r w:rsidR="00766774">
        <w:t>’</w:t>
      </w:r>
      <w:r w:rsidRPr="00115F49">
        <w:t>il fallait se servir d</w:t>
      </w:r>
      <w:r w:rsidR="00766774">
        <w:t>’</w:t>
      </w:r>
      <w:r w:rsidRPr="00115F49">
        <w:t>une arme à deux tranchants</w:t>
      </w:r>
      <w:r w:rsidR="00766774">
        <w:t>.</w:t>
      </w:r>
    </w:p>
    <w:p w14:paraId="2797C6E7" w14:textId="77777777" w:rsidR="00766774" w:rsidRDefault="00115F49" w:rsidP="00115F49">
      <w:r w:rsidRPr="00115F49">
        <w:lastRenderedPageBreak/>
        <w:t>Elle se dressait soudain</w:t>
      </w:r>
      <w:r w:rsidR="00766774">
        <w:t xml:space="preserve"> (</w:t>
      </w:r>
      <w:r w:rsidRPr="00115F49">
        <w:t>mais quand elle avait perdu toute confiance en elle-même</w:t>
      </w:r>
      <w:r w:rsidR="00766774">
        <w:t xml:space="preserve">, </w:t>
      </w:r>
      <w:r w:rsidRPr="00115F49">
        <w:t>toute confiance dans les onguents</w:t>
      </w:r>
      <w:r w:rsidR="00766774">
        <w:t xml:space="preserve">, </w:t>
      </w:r>
      <w:r w:rsidRPr="00115F49">
        <w:t>les poudres et les parfums</w:t>
      </w:r>
      <w:r w:rsidR="00766774">
        <w:t xml:space="preserve">) </w:t>
      </w:r>
      <w:r w:rsidRPr="00115F49">
        <w:t>et elle criait</w:t>
      </w:r>
      <w:r w:rsidR="00766774">
        <w:t> :</w:t>
      </w:r>
    </w:p>
    <w:p w14:paraId="04B655BA" w14:textId="77777777" w:rsidR="00766774" w:rsidRDefault="00766774" w:rsidP="00115F49">
      <w:r>
        <w:t>— </w:t>
      </w:r>
      <w:r w:rsidR="00115F49" w:rsidRPr="00115F49">
        <w:t>Oh</w:t>
      </w:r>
      <w:r>
        <w:t xml:space="preserve"> ! </w:t>
      </w:r>
      <w:r w:rsidR="00115F49" w:rsidRPr="00115F49">
        <w:t>TON Langlois</w:t>
      </w:r>
      <w:r>
        <w:t> !…</w:t>
      </w:r>
    </w:p>
    <w:p w14:paraId="620370D3" w14:textId="43174F16" w:rsidR="00766774" w:rsidRDefault="00115F49" w:rsidP="00115F49">
      <w:r w:rsidRPr="00115F49">
        <w:t>Avant qu</w:t>
      </w:r>
      <w:r w:rsidR="00766774">
        <w:t>’</w:t>
      </w:r>
      <w:r w:rsidRPr="00115F49">
        <w:t>elle ne disparaisse à travers les buis</w:t>
      </w:r>
      <w:r w:rsidR="00A80A7C">
        <w:t xml:space="preserve">, </w:t>
      </w:r>
      <w:r w:rsidRPr="00115F49">
        <w:t>Saucisse avait juste le temps de lui répondre</w:t>
      </w:r>
      <w:r w:rsidR="00766774">
        <w:t> :</w:t>
      </w:r>
    </w:p>
    <w:p w14:paraId="390C2798" w14:textId="77777777" w:rsidR="00766774" w:rsidRDefault="00766774" w:rsidP="00115F49">
      <w:r>
        <w:t>— </w:t>
      </w:r>
      <w:r w:rsidR="00115F49" w:rsidRPr="00115F49">
        <w:t>Mais</w:t>
      </w:r>
      <w:r>
        <w:t xml:space="preserve">, </w:t>
      </w:r>
      <w:r w:rsidR="00115F49" w:rsidRPr="00115F49">
        <w:t>ce n</w:t>
      </w:r>
      <w:r>
        <w:t>’</w:t>
      </w:r>
      <w:r w:rsidR="00115F49" w:rsidRPr="00115F49">
        <w:t>était pas MON Langlois</w:t>
      </w:r>
      <w:r>
        <w:t> !…</w:t>
      </w:r>
    </w:p>
    <w:p w14:paraId="2257BD00" w14:textId="77777777" w:rsidR="00766774" w:rsidRDefault="00115F49" w:rsidP="00115F49">
      <w:r w:rsidRPr="00115F49">
        <w:t>On voyait ensuite que</w:t>
      </w:r>
      <w:r w:rsidR="00766774">
        <w:t xml:space="preserve">, </w:t>
      </w:r>
      <w:r w:rsidRPr="00115F49">
        <w:t>toute seule</w:t>
      </w:r>
      <w:r w:rsidR="00766774">
        <w:t xml:space="preserve">, </w:t>
      </w:r>
      <w:r w:rsidRPr="00115F49">
        <w:t>Saucisse continuait à se répéter cette phrase à voix basse</w:t>
      </w:r>
      <w:r w:rsidR="00766774">
        <w:t>.</w:t>
      </w:r>
    </w:p>
    <w:p w14:paraId="1AFA671E" w14:textId="77777777" w:rsidR="00766774" w:rsidRDefault="00115F49" w:rsidP="00115F49">
      <w:r w:rsidRPr="00115F49">
        <w:t>Alors</w:t>
      </w:r>
      <w:r w:rsidR="00766774">
        <w:t xml:space="preserve">, </w:t>
      </w:r>
      <w:r w:rsidRPr="00115F49">
        <w:t>nous quittions notre perchoir car c</w:t>
      </w:r>
      <w:r w:rsidR="00766774">
        <w:t>’</w:t>
      </w:r>
      <w:r w:rsidRPr="00115F49">
        <w:t>était le moment</w:t>
      </w:r>
      <w:r w:rsidR="00766774">
        <w:t xml:space="preserve">. </w:t>
      </w:r>
      <w:r w:rsidRPr="00115F49">
        <w:t>Vous pensez bien que ces petits affûts au-dessus du labyrinthe n</w:t>
      </w:r>
      <w:r w:rsidR="00766774">
        <w:t>’</w:t>
      </w:r>
      <w:r w:rsidRPr="00115F49">
        <w:t>étaient pas destinés à lorgner la corbeille de Delphine</w:t>
      </w:r>
      <w:r w:rsidR="00766774">
        <w:t xml:space="preserve">. </w:t>
      </w:r>
      <w:r w:rsidRPr="00115F49">
        <w:t>Admettez qu</w:t>
      </w:r>
      <w:r w:rsidR="00766774">
        <w:t>’</w:t>
      </w:r>
      <w:r w:rsidRPr="00115F49">
        <w:t>on en profite en passant mais on ne fignole pas dans ces histoires-là</w:t>
      </w:r>
      <w:r w:rsidR="00766774">
        <w:t xml:space="preserve">, </w:t>
      </w:r>
      <w:r w:rsidRPr="00115F49">
        <w:t>nous autres</w:t>
      </w:r>
      <w:r w:rsidR="00766774">
        <w:t xml:space="preserve">. </w:t>
      </w:r>
      <w:r w:rsidRPr="00115F49">
        <w:t>Ce qui importait</w:t>
      </w:r>
      <w:r w:rsidR="00766774">
        <w:t xml:space="preserve">, </w:t>
      </w:r>
      <w:r w:rsidRPr="00115F49">
        <w:t>voyez-vous</w:t>
      </w:r>
      <w:r w:rsidR="00766774">
        <w:t xml:space="preserve">, </w:t>
      </w:r>
      <w:r w:rsidRPr="00115F49">
        <w:t>c</w:t>
      </w:r>
      <w:r w:rsidR="00766774">
        <w:t>’</w:t>
      </w:r>
      <w:r w:rsidRPr="00115F49">
        <w:t>était de quoi il avait retourné dans tout ça</w:t>
      </w:r>
      <w:r w:rsidR="00766774">
        <w:t>.</w:t>
      </w:r>
    </w:p>
    <w:p w14:paraId="1352B3A2" w14:textId="77777777" w:rsidR="00766774" w:rsidRDefault="00115F49" w:rsidP="00115F49">
      <w:r w:rsidRPr="00115F49">
        <w:t>Nous les avions tous vus se dépêtrer</w:t>
      </w:r>
      <w:r w:rsidR="00766774">
        <w:t xml:space="preserve"> : </w:t>
      </w:r>
      <w:r w:rsidRPr="00115F49">
        <w:t>Langlois</w:t>
      </w:r>
      <w:r w:rsidR="00766774">
        <w:t xml:space="preserve">, </w:t>
      </w:r>
      <w:r w:rsidRPr="00115F49">
        <w:t>les Tim et les autres</w:t>
      </w:r>
      <w:r w:rsidR="00766774">
        <w:t xml:space="preserve"> ; </w:t>
      </w:r>
      <w:r w:rsidRPr="00115F49">
        <w:t>nous avions vu mourir Langlois</w:t>
      </w:r>
      <w:r w:rsidR="00766774">
        <w:t xml:space="preserve"> (</w:t>
      </w:r>
      <w:r w:rsidRPr="00115F49">
        <w:t>enfin</w:t>
      </w:r>
      <w:r w:rsidR="00766774">
        <w:t xml:space="preserve">, </w:t>
      </w:r>
      <w:r w:rsidRPr="00115F49">
        <w:t>si on ne l</w:t>
      </w:r>
      <w:r w:rsidR="00766774">
        <w:t>’</w:t>
      </w:r>
      <w:r w:rsidRPr="00115F49">
        <w:t>avait pas vu on l</w:t>
      </w:r>
      <w:r w:rsidR="00766774">
        <w:t>’</w:t>
      </w:r>
      <w:r w:rsidRPr="00115F49">
        <w:t>avait entendu</w:t>
      </w:r>
      <w:r w:rsidR="00766774">
        <w:t xml:space="preserve"> ; </w:t>
      </w:r>
      <w:r w:rsidRPr="00115F49">
        <w:t>si on n</w:t>
      </w:r>
      <w:r w:rsidR="00766774">
        <w:t>’</w:t>
      </w:r>
      <w:r w:rsidRPr="00115F49">
        <w:t>avait pas vu ce qui s</w:t>
      </w:r>
      <w:r w:rsidR="00766774">
        <w:t>’</w:t>
      </w:r>
      <w:r w:rsidRPr="00115F49">
        <w:t>appelle voir</w:t>
      </w:r>
      <w:r w:rsidR="00766774">
        <w:t xml:space="preserve">, </w:t>
      </w:r>
      <w:r w:rsidRPr="00115F49">
        <w:t>quoique la lueur ait été assez forte pour éclairer jusqu</w:t>
      </w:r>
      <w:r w:rsidR="00766774">
        <w:t>’</w:t>
      </w:r>
      <w:r w:rsidRPr="00115F49">
        <w:t>au sommet du Jocond</w:t>
      </w:r>
      <w:r w:rsidR="00766774">
        <w:t xml:space="preserve">, </w:t>
      </w:r>
      <w:r w:rsidRPr="00115F49">
        <w:t>tout le monde avait entendu</w:t>
      </w:r>
      <w:r w:rsidR="00766774">
        <w:t xml:space="preserve">) </w:t>
      </w:r>
      <w:r w:rsidRPr="00115F49">
        <w:t>et</w:t>
      </w:r>
      <w:r w:rsidR="00766774">
        <w:t xml:space="preserve">, </w:t>
      </w:r>
      <w:r w:rsidRPr="00115F49">
        <w:t>de quoi se dépêtraient-ils les uns et les autres avec leurs visages sur lesquels nous comprenions bien qu</w:t>
      </w:r>
      <w:r w:rsidR="00766774">
        <w:t>’</w:t>
      </w:r>
      <w:r w:rsidRPr="00115F49">
        <w:t>ils installaient pour nous des lueurs de joies artificielles</w:t>
      </w:r>
      <w:r w:rsidR="00766774">
        <w:t> ?</w:t>
      </w:r>
    </w:p>
    <w:p w14:paraId="66C1F723" w14:textId="77777777" w:rsidR="00766774" w:rsidRDefault="00115F49" w:rsidP="00115F49">
      <w:r w:rsidRPr="00115F49">
        <w:t>C</w:t>
      </w:r>
      <w:r w:rsidR="00766774">
        <w:t>’</w:t>
      </w:r>
      <w:r w:rsidRPr="00115F49">
        <w:t>est l</w:t>
      </w:r>
      <w:r w:rsidR="00766774">
        <w:t>’</w:t>
      </w:r>
      <w:r w:rsidRPr="00115F49">
        <w:t>époque où l</w:t>
      </w:r>
      <w:r w:rsidR="00766774">
        <w:t>’</w:t>
      </w:r>
      <w:r w:rsidRPr="00115F49">
        <w:t>on a commencé à profiter du désespoir de Saucisse ou</w:t>
      </w:r>
      <w:r w:rsidR="00766774">
        <w:t xml:space="preserve">, </w:t>
      </w:r>
      <w:r w:rsidRPr="00115F49">
        <w:t>plus exactement</w:t>
      </w:r>
      <w:r w:rsidR="00766774">
        <w:t xml:space="preserve">, </w:t>
      </w:r>
      <w:r w:rsidRPr="00115F49">
        <w:t>de la vieillesse qui lui enlevait la force de cacher son désespoir</w:t>
      </w:r>
      <w:r w:rsidR="00766774">
        <w:t>.</w:t>
      </w:r>
    </w:p>
    <w:p w14:paraId="3A32D6C7" w14:textId="77777777" w:rsidR="00115F49" w:rsidRPr="00115F49" w:rsidRDefault="00115F49" w:rsidP="00115F49">
      <w:r w:rsidRPr="00115F49">
        <w:lastRenderedPageBreak/>
        <w:t>D</w:t>
      </w:r>
      <w:r w:rsidR="00766774">
        <w:t>’</w:t>
      </w:r>
      <w:r w:rsidRPr="00115F49">
        <w:t>abord</w:t>
      </w:r>
      <w:r w:rsidR="00766774">
        <w:t xml:space="preserve">, </w:t>
      </w:r>
      <w:r w:rsidRPr="00115F49">
        <w:t>elle s</w:t>
      </w:r>
      <w:r w:rsidR="00766774">
        <w:t>’</w:t>
      </w:r>
      <w:r w:rsidRPr="00115F49">
        <w:t>est méfiée</w:t>
      </w:r>
      <w:r w:rsidR="00766774">
        <w:t xml:space="preserve">. </w:t>
      </w:r>
      <w:r w:rsidRPr="00115F49">
        <w:t>Puis</w:t>
      </w:r>
      <w:r w:rsidR="00766774">
        <w:t xml:space="preserve"> (</w:t>
      </w:r>
      <w:r w:rsidRPr="00115F49">
        <w:t>elle devait faire son bilan aussi souvent qu</w:t>
      </w:r>
      <w:r w:rsidR="00766774">
        <w:t>’</w:t>
      </w:r>
      <w:r w:rsidRPr="00115F49">
        <w:t>elle faisait celui de Delphine</w:t>
      </w:r>
      <w:r w:rsidR="00766774">
        <w:t xml:space="preserve">) </w:t>
      </w:r>
      <w:r w:rsidRPr="00115F49">
        <w:t>elle a dû se dire</w:t>
      </w:r>
      <w:r w:rsidR="00766774">
        <w:t> : « </w:t>
      </w:r>
      <w:r w:rsidRPr="00115F49">
        <w:t>À quoi bon</w:t>
      </w:r>
      <w:r w:rsidR="00766774">
        <w:t xml:space="preserve"> ? </w:t>
      </w:r>
      <w:r w:rsidRPr="00115F49">
        <w:t>Pour ce qui me reste à vivre</w:t>
      </w:r>
      <w:r w:rsidR="00766774">
        <w:t> ! »</w:t>
      </w:r>
    </w:p>
    <w:p w14:paraId="4B665AB2" w14:textId="77777777" w:rsidR="00766774" w:rsidRDefault="00115F49" w:rsidP="00115F49">
      <w:r w:rsidRPr="00115F49">
        <w:t>Enfin</w:t>
      </w:r>
      <w:r w:rsidR="00766774">
        <w:t xml:space="preserve">, </w:t>
      </w:r>
      <w:r w:rsidRPr="00115F49">
        <w:t>dans ce qui lui restait à vivre</w:t>
      </w:r>
      <w:r w:rsidR="00766774">
        <w:t xml:space="preserve">, </w:t>
      </w:r>
      <w:r w:rsidRPr="00115F49">
        <w:t>elle a dû se rendre compte qu</w:t>
      </w:r>
      <w:r w:rsidR="00766774">
        <w:t>’</w:t>
      </w:r>
      <w:r w:rsidRPr="00115F49">
        <w:t>en nous parlant elle s</w:t>
      </w:r>
      <w:r w:rsidR="00766774">
        <w:t>’</w:t>
      </w:r>
      <w:r w:rsidRPr="00115F49">
        <w:t>apaisait</w:t>
      </w:r>
      <w:r w:rsidR="00766774">
        <w:t>.</w:t>
      </w:r>
    </w:p>
    <w:p w14:paraId="30B246AA" w14:textId="77777777" w:rsidR="00766774" w:rsidRDefault="00115F49" w:rsidP="00115F49">
      <w:r w:rsidRPr="00115F49">
        <w:t>Nous quittions notre perchoir</w:t>
      </w:r>
      <w:r w:rsidR="00766774">
        <w:t xml:space="preserve">, </w:t>
      </w:r>
      <w:r w:rsidRPr="00115F49">
        <w:t>nous nous glissions jusque derrière la haie et nous l</w:t>
      </w:r>
      <w:r w:rsidR="00766774">
        <w:t>’</w:t>
      </w:r>
      <w:r w:rsidRPr="00115F49">
        <w:t>appelions</w:t>
      </w:r>
      <w:r w:rsidR="00766774">
        <w:t xml:space="preserve">. </w:t>
      </w:r>
      <w:r w:rsidRPr="00115F49">
        <w:t>Au début</w:t>
      </w:r>
      <w:r w:rsidR="00766774">
        <w:t xml:space="preserve">, </w:t>
      </w:r>
      <w:r w:rsidRPr="00115F49">
        <w:t>elle nous répondit sans bouger de sa place</w:t>
      </w:r>
      <w:r w:rsidR="00766774">
        <w:t xml:space="preserve">. </w:t>
      </w:r>
      <w:r w:rsidRPr="00115F49">
        <w:t>Puis</w:t>
      </w:r>
      <w:r w:rsidR="00766774">
        <w:t xml:space="preserve">, </w:t>
      </w:r>
      <w:r w:rsidRPr="00115F49">
        <w:t>elle vint jusqu</w:t>
      </w:r>
      <w:r w:rsidR="00766774">
        <w:t>’</w:t>
      </w:r>
      <w:r w:rsidRPr="00115F49">
        <w:t>à la barrière</w:t>
      </w:r>
      <w:r w:rsidR="00766774">
        <w:t xml:space="preserve">. </w:t>
      </w:r>
      <w:r w:rsidRPr="00115F49">
        <w:t>Enfin</w:t>
      </w:r>
      <w:r w:rsidR="00766774">
        <w:t xml:space="preserve">, </w:t>
      </w:r>
      <w:r w:rsidRPr="00115F49">
        <w:t>elle franchit la haie</w:t>
      </w:r>
      <w:r w:rsidR="00766774">
        <w:t xml:space="preserve">. </w:t>
      </w:r>
      <w:r w:rsidRPr="00115F49">
        <w:t>À un point que nous avions même fini par emporter pour elle une canne de réserve que nous lui donnions quand elle nous avait rejoints</w:t>
      </w:r>
      <w:r w:rsidR="00766774">
        <w:t>.</w:t>
      </w:r>
    </w:p>
    <w:p w14:paraId="424DC618" w14:textId="77777777" w:rsidR="00766774" w:rsidRDefault="00115F49" w:rsidP="00115F49">
      <w:r w:rsidRPr="00115F49">
        <w:t>Ainsi</w:t>
      </w:r>
      <w:r w:rsidR="00766774">
        <w:t xml:space="preserve">, </w:t>
      </w:r>
      <w:r w:rsidRPr="00115F49">
        <w:t>l</w:t>
      </w:r>
      <w:r w:rsidR="00766774">
        <w:t>’</w:t>
      </w:r>
      <w:r w:rsidRPr="00115F49">
        <w:t>accompagnant à quatre ou cinq</w:t>
      </w:r>
      <w:r w:rsidR="00766774">
        <w:t xml:space="preserve">, </w:t>
      </w:r>
      <w:r w:rsidRPr="00115F49">
        <w:t>on montait tout doucement jusqu</w:t>
      </w:r>
      <w:r w:rsidR="00766774">
        <w:t>’</w:t>
      </w:r>
      <w:r w:rsidRPr="00115F49">
        <w:t>au-dessus de l</w:t>
      </w:r>
      <w:r w:rsidR="00766774">
        <w:t>’</w:t>
      </w:r>
      <w:r w:rsidRPr="00115F49">
        <w:t>auberge de roulage</w:t>
      </w:r>
      <w:r w:rsidR="00766774">
        <w:t xml:space="preserve">, </w:t>
      </w:r>
      <w:r w:rsidRPr="00115F49">
        <w:t>dans un pré</w:t>
      </w:r>
      <w:r w:rsidR="00766774">
        <w:t xml:space="preserve">, </w:t>
      </w:r>
      <w:r w:rsidRPr="00115F49">
        <w:t>sous des pommiers</w:t>
      </w:r>
      <w:r w:rsidR="00766774">
        <w:t xml:space="preserve">. </w:t>
      </w:r>
      <w:r w:rsidRPr="00115F49">
        <w:t>Il y avait toujours un ou deux d</w:t>
      </w:r>
      <w:r w:rsidR="00766774">
        <w:t>’</w:t>
      </w:r>
      <w:r w:rsidRPr="00115F49">
        <w:t>entre nous qui étaient chargés vaguement de surveiller les vaches</w:t>
      </w:r>
      <w:r w:rsidR="00766774">
        <w:t xml:space="preserve">. </w:t>
      </w:r>
      <w:r w:rsidRPr="00115F49">
        <w:t>Mais</w:t>
      </w:r>
      <w:r w:rsidR="00766774">
        <w:t xml:space="preserve">, </w:t>
      </w:r>
      <w:r w:rsidRPr="00115F49">
        <w:t>cela n</w:t>
      </w:r>
      <w:r w:rsidR="00766774">
        <w:t>’</w:t>
      </w:r>
      <w:r w:rsidRPr="00115F49">
        <w:t>interrompait pas</w:t>
      </w:r>
      <w:r w:rsidR="00766774">
        <w:t xml:space="preserve"> ; </w:t>
      </w:r>
      <w:r w:rsidRPr="00115F49">
        <w:t>au contraire</w:t>
      </w:r>
      <w:r w:rsidR="00766774">
        <w:t xml:space="preserve">, </w:t>
      </w:r>
      <w:r w:rsidRPr="00115F49">
        <w:t>cela nous permettait d</w:t>
      </w:r>
      <w:r w:rsidR="00766774">
        <w:t>’</w:t>
      </w:r>
      <w:r w:rsidRPr="00115F49">
        <w:t>avoir le temps de réfléchir à ce qu</w:t>
      </w:r>
      <w:r w:rsidR="00766774">
        <w:t>’</w:t>
      </w:r>
      <w:r w:rsidRPr="00115F49">
        <w:t>elle disait</w:t>
      </w:r>
      <w:r w:rsidR="00766774">
        <w:t xml:space="preserve"> ; </w:t>
      </w:r>
      <w:r w:rsidRPr="00115F49">
        <w:t>car</w:t>
      </w:r>
      <w:r w:rsidR="00766774">
        <w:t xml:space="preserve">, </w:t>
      </w:r>
      <w:r w:rsidRPr="00115F49">
        <w:t>à peine si on avait besoin de la mettre en route et</w:t>
      </w:r>
      <w:r w:rsidR="00766774">
        <w:t xml:space="preserve">, </w:t>
      </w:r>
      <w:r w:rsidRPr="00115F49">
        <w:t>à nous</w:t>
      </w:r>
      <w:r w:rsidR="00766774">
        <w:t xml:space="preserve">, </w:t>
      </w:r>
      <w:r w:rsidRPr="00115F49">
        <w:t>il nous fallait de temps en temps du temps pour comprendre ce qu</w:t>
      </w:r>
      <w:r w:rsidR="00766774">
        <w:t>’</w:t>
      </w:r>
      <w:r w:rsidRPr="00115F49">
        <w:t>elle disait</w:t>
      </w:r>
      <w:r w:rsidR="00766774">
        <w:t xml:space="preserve">. </w:t>
      </w:r>
      <w:r w:rsidRPr="00115F49">
        <w:t>Ce n</w:t>
      </w:r>
      <w:r w:rsidR="00766774">
        <w:t>’</w:t>
      </w:r>
      <w:r w:rsidRPr="00115F49">
        <w:t>est qu</w:t>
      </w:r>
      <w:r w:rsidR="00766774">
        <w:t>’</w:t>
      </w:r>
      <w:r w:rsidRPr="00115F49">
        <w:t>après ces mûres réflexions que nous disions notre sentiment sur Langlois</w:t>
      </w:r>
      <w:r w:rsidR="00766774">
        <w:t>.</w:t>
      </w:r>
    </w:p>
    <w:p w14:paraId="3CB5547F" w14:textId="77777777" w:rsidR="00766774" w:rsidRDefault="00766774" w:rsidP="00BE2118">
      <w:pPr>
        <w:pStyle w:val="NormalEspAvtGrand"/>
      </w:pPr>
      <w:r>
        <w:t>— </w:t>
      </w:r>
      <w:r w:rsidR="00115F49" w:rsidRPr="00115F49">
        <w:t>Taisez-vous donc</w:t>
      </w:r>
      <w:r>
        <w:t xml:space="preserve">, </w:t>
      </w:r>
      <w:r w:rsidR="00115F49" w:rsidRPr="00115F49">
        <w:t>cria Saucisse</w:t>
      </w:r>
      <w:r>
        <w:t xml:space="preserve"> (</w:t>
      </w:r>
      <w:r w:rsidR="00115F49" w:rsidRPr="00115F49">
        <w:t>je dis qu</w:t>
      </w:r>
      <w:r>
        <w:t>’</w:t>
      </w:r>
      <w:r w:rsidR="00115F49" w:rsidRPr="00115F49">
        <w:t>elle cria parce qu</w:t>
      </w:r>
      <w:r>
        <w:t>’</w:t>
      </w:r>
      <w:r w:rsidR="00115F49" w:rsidRPr="00115F49">
        <w:t>elle avait une voix éraillée qui détonnait dans l</w:t>
      </w:r>
      <w:r>
        <w:t>’</w:t>
      </w:r>
      <w:r w:rsidR="00115F49" w:rsidRPr="00115F49">
        <w:t>aigu quand elle la forçait</w:t>
      </w:r>
      <w:r>
        <w:t xml:space="preserve">), </w:t>
      </w:r>
      <w:r w:rsidR="00115F49" w:rsidRPr="00115F49">
        <w:t>c</w:t>
      </w:r>
      <w:r>
        <w:t>’</w:t>
      </w:r>
      <w:r w:rsidR="00115F49" w:rsidRPr="00115F49">
        <w:t>était un homme comme les autres</w:t>
      </w:r>
      <w:r>
        <w:t> !</w:t>
      </w:r>
    </w:p>
    <w:p w14:paraId="13775472" w14:textId="77777777" w:rsidR="00766774" w:rsidRDefault="00766774" w:rsidP="00115F49">
      <w:r>
        <w:t>— </w:t>
      </w:r>
      <w:r w:rsidR="00115F49" w:rsidRPr="00115F49">
        <w:t>Eh bien</w:t>
      </w:r>
      <w:r>
        <w:t xml:space="preserve">, </w:t>
      </w:r>
      <w:r w:rsidR="00115F49" w:rsidRPr="00115F49">
        <w:t>il n</w:t>
      </w:r>
      <w:r>
        <w:t>’</w:t>
      </w:r>
      <w:r w:rsidR="00115F49" w:rsidRPr="00115F49">
        <w:t>en manquait donc pas des hommes comme les autres</w:t>
      </w:r>
      <w:r>
        <w:t xml:space="preserve">. </w:t>
      </w:r>
      <w:r w:rsidR="00115F49" w:rsidRPr="00115F49">
        <w:t>À croire alors que nous étions tous des hommes comme les autres au bout du compte</w:t>
      </w:r>
      <w:r>
        <w:t xml:space="preserve">. </w:t>
      </w:r>
      <w:r w:rsidR="00115F49" w:rsidRPr="00115F49">
        <w:t>Si c</w:t>
      </w:r>
      <w:r>
        <w:t>’</w:t>
      </w:r>
      <w:r w:rsidR="00115F49" w:rsidRPr="00115F49">
        <w:t xml:space="preserve">était ça </w:t>
      </w:r>
      <w:r w:rsidR="00115F49" w:rsidRPr="00115F49">
        <w:lastRenderedPageBreak/>
        <w:t>qu</w:t>
      </w:r>
      <w:r>
        <w:t>’</w:t>
      </w:r>
      <w:r w:rsidR="00115F49" w:rsidRPr="00115F49">
        <w:t>elle voulait dire</w:t>
      </w:r>
      <w:r>
        <w:t xml:space="preserve">, </w:t>
      </w:r>
      <w:r w:rsidR="00115F49" w:rsidRPr="00115F49">
        <w:t>qu</w:t>
      </w:r>
      <w:r>
        <w:t>’</w:t>
      </w:r>
      <w:r w:rsidR="00115F49" w:rsidRPr="00115F49">
        <w:t>elle le dise</w:t>
      </w:r>
      <w:r>
        <w:t xml:space="preserve"> ! </w:t>
      </w:r>
      <w:r w:rsidR="00115F49" w:rsidRPr="00115F49">
        <w:t>N</w:t>
      </w:r>
      <w:r>
        <w:t>’</w:t>
      </w:r>
      <w:r w:rsidR="00115F49" w:rsidRPr="00115F49">
        <w:t>avions-nous pas déjà entendu Langlois dire que</w:t>
      </w:r>
      <w:r w:rsidRPr="00115F49">
        <w:t xml:space="preserve"> M</w:t>
      </w:r>
      <w:r>
        <w:t>.</w:t>
      </w:r>
      <w:r w:rsidRPr="00115F49">
        <w:t>V</w:t>
      </w:r>
      <w:r>
        <w:t xml:space="preserve">. </w:t>
      </w:r>
      <w:r w:rsidR="00115F49" w:rsidRPr="00115F49">
        <w:t>était un homme comme les autres</w:t>
      </w:r>
      <w:r>
        <w:t> ?…</w:t>
      </w:r>
    </w:p>
    <w:p w14:paraId="63EF57C1" w14:textId="7041D54F" w:rsidR="00766774" w:rsidRDefault="00115F49" w:rsidP="00115F49">
      <w:r w:rsidRPr="00115F49">
        <w:t>Ce qu</w:t>
      </w:r>
      <w:r w:rsidR="00766774">
        <w:t>’</w:t>
      </w:r>
      <w:r w:rsidRPr="00115F49">
        <w:t>on arrivait pas à lui faire comprendre</w:t>
      </w:r>
      <w:r w:rsidR="00766774">
        <w:t xml:space="preserve">, </w:t>
      </w:r>
      <w:r w:rsidRPr="00115F49">
        <w:t>surtout</w:t>
      </w:r>
      <w:r w:rsidR="00766774">
        <w:t xml:space="preserve">, </w:t>
      </w:r>
      <w:r w:rsidRPr="00115F49">
        <w:t>c</w:t>
      </w:r>
      <w:r w:rsidR="00766774">
        <w:t>’</w:t>
      </w:r>
      <w:r w:rsidRPr="00115F49">
        <w:t>est que</w:t>
      </w:r>
      <w:r w:rsidR="00766774">
        <w:t xml:space="preserve">, </w:t>
      </w:r>
      <w:r w:rsidRPr="00115F49">
        <w:t>nous aussi nous aimions Langlois</w:t>
      </w:r>
      <w:r w:rsidR="00766774">
        <w:t xml:space="preserve">. </w:t>
      </w:r>
      <w:r w:rsidRPr="00115F49">
        <w:t>On ne lui tenait rigueur de rien</w:t>
      </w:r>
      <w:r w:rsidR="00766774">
        <w:t xml:space="preserve">, </w:t>
      </w:r>
      <w:r w:rsidRPr="00115F49">
        <w:t>au contraire</w:t>
      </w:r>
      <w:r w:rsidR="00766774">
        <w:t xml:space="preserve">. </w:t>
      </w:r>
      <w:r w:rsidRPr="00115F49">
        <w:t>Si on était là à la faire parler</w:t>
      </w:r>
      <w:r w:rsidR="00766774">
        <w:t xml:space="preserve">, </w:t>
      </w:r>
      <w:r w:rsidRPr="00115F49">
        <w:t>c</w:t>
      </w:r>
      <w:r w:rsidR="00766774">
        <w:t>’</w:t>
      </w:r>
      <w:r w:rsidRPr="00115F49">
        <w:t>est bien qu</w:t>
      </w:r>
      <w:r w:rsidR="00766774">
        <w:t>’</w:t>
      </w:r>
      <w:r w:rsidRPr="00115F49">
        <w:t xml:space="preserve">on avait toujours appétit </w:t>
      </w:r>
      <w:r w:rsidR="00AA473A">
        <w:t>de</w:t>
      </w:r>
      <w:r w:rsidR="00AA473A" w:rsidRPr="00115F49">
        <w:t xml:space="preserve"> </w:t>
      </w:r>
      <w:r w:rsidRPr="00115F49">
        <w:t>cet homme</w:t>
      </w:r>
      <w:r w:rsidR="00766774">
        <w:t xml:space="preserve"> ; </w:t>
      </w:r>
      <w:r w:rsidRPr="00115F49">
        <w:t>et qu</w:t>
      </w:r>
      <w:r w:rsidR="00766774">
        <w:t>’</w:t>
      </w:r>
      <w:r w:rsidRPr="00115F49">
        <w:t>on ne le tenait quitte de rien</w:t>
      </w:r>
      <w:r w:rsidR="00766774">
        <w:t xml:space="preserve">, </w:t>
      </w:r>
      <w:r w:rsidRPr="00115F49">
        <w:t>même pas de la mort</w:t>
      </w:r>
      <w:r w:rsidR="00766774">
        <w:t xml:space="preserve">, </w:t>
      </w:r>
      <w:r w:rsidRPr="00115F49">
        <w:t>à cause de cette connaissance des choses qu</w:t>
      </w:r>
      <w:r w:rsidR="00766774">
        <w:t>’</w:t>
      </w:r>
      <w:r w:rsidRPr="00115F49">
        <w:t>il avait paru avoir</w:t>
      </w:r>
      <w:r w:rsidR="00766774">
        <w:t>.</w:t>
      </w:r>
    </w:p>
    <w:p w14:paraId="700665BF" w14:textId="77777777" w:rsidR="00766774" w:rsidRDefault="00115F49" w:rsidP="00115F49">
      <w:r w:rsidRPr="00115F49">
        <w:t>Vous avouerez qu</w:t>
      </w:r>
      <w:r w:rsidR="00766774">
        <w:t>’</w:t>
      </w:r>
      <w:r w:rsidRPr="00115F49">
        <w:t>il y avait des mystères</w:t>
      </w:r>
      <w:r w:rsidR="00766774">
        <w:t> !</w:t>
      </w:r>
    </w:p>
    <w:p w14:paraId="407A3A09" w14:textId="77777777" w:rsidR="00766774" w:rsidRDefault="00115F49" w:rsidP="00115F49">
      <w:r w:rsidRPr="00115F49">
        <w:t>Admettons qu</w:t>
      </w:r>
      <w:r w:rsidR="00766774">
        <w:t>’</w:t>
      </w:r>
      <w:r w:rsidRPr="00115F49">
        <w:t>il n</w:t>
      </w:r>
      <w:r w:rsidR="00766774">
        <w:t>’</w:t>
      </w:r>
      <w:r w:rsidRPr="00115F49">
        <w:t>ait eu d</w:t>
      </w:r>
      <w:r w:rsidR="00766774">
        <w:t>’</w:t>
      </w:r>
      <w:r w:rsidRPr="00115F49">
        <w:t>explications à fournir à personne sur la façon dont il nous avait débarrassés</w:t>
      </w:r>
      <w:r w:rsidR="00766774">
        <w:t xml:space="preserve"> (</w:t>
      </w:r>
      <w:r w:rsidRPr="00115F49">
        <w:t>débarrassé le monde</w:t>
      </w:r>
      <w:r w:rsidR="00766774">
        <w:t xml:space="preserve">) </w:t>
      </w:r>
      <w:r w:rsidRPr="00115F49">
        <w:t>de</w:t>
      </w:r>
      <w:r w:rsidR="00766774" w:rsidRPr="00115F49">
        <w:t xml:space="preserve"> M</w:t>
      </w:r>
      <w:r w:rsidR="00766774">
        <w:t>.</w:t>
      </w:r>
      <w:r w:rsidR="00766774" w:rsidRPr="00115F49">
        <w:t>V</w:t>
      </w:r>
      <w:r w:rsidR="00766774">
        <w:t>.</w:t>
      </w:r>
    </w:p>
    <w:p w14:paraId="2C11499B" w14:textId="77777777" w:rsidR="00766774" w:rsidRDefault="00115F49" w:rsidP="00115F49">
      <w:r w:rsidRPr="00115F49">
        <w:t>Et encore</w:t>
      </w:r>
      <w:r w:rsidR="00766774">
        <w:t xml:space="preserve"> ! </w:t>
      </w:r>
      <w:r w:rsidRPr="00115F49">
        <w:t>Est-ce qu</w:t>
      </w:r>
      <w:r w:rsidR="00766774">
        <w:t>’</w:t>
      </w:r>
      <w:r w:rsidRPr="00115F49">
        <w:t>il n</w:t>
      </w:r>
      <w:r w:rsidR="00766774">
        <w:t>’</w:t>
      </w:r>
      <w:r w:rsidRPr="00115F49">
        <w:t>y a pas de tribunaux et un bourreau à Paris</w:t>
      </w:r>
      <w:r w:rsidR="00766774">
        <w:t> ?</w:t>
      </w:r>
    </w:p>
    <w:p w14:paraId="2E418D16" w14:textId="77777777" w:rsidR="00766774" w:rsidRDefault="00115F49" w:rsidP="00115F49">
      <w:r w:rsidRPr="00115F49">
        <w:t>Mais</w:t>
      </w:r>
      <w:r w:rsidR="00766774">
        <w:t xml:space="preserve">, </w:t>
      </w:r>
      <w:r w:rsidRPr="00115F49">
        <w:t>on aurait pu nous répondre à ce sujet que ce n</w:t>
      </w:r>
      <w:r w:rsidR="00766774">
        <w:t>’</w:t>
      </w:r>
      <w:r w:rsidRPr="00115F49">
        <w:t>était pas notre affaire</w:t>
      </w:r>
      <w:r w:rsidR="00766774">
        <w:t xml:space="preserve"> ; </w:t>
      </w:r>
      <w:r w:rsidRPr="00115F49">
        <w:t>que si c</w:t>
      </w:r>
      <w:r w:rsidR="00766774">
        <w:t>’</w:t>
      </w:r>
      <w:r w:rsidRPr="00115F49">
        <w:t>était l</w:t>
      </w:r>
      <w:r w:rsidR="00766774">
        <w:t>’</w:t>
      </w:r>
      <w:r w:rsidRPr="00115F49">
        <w:t>affaire de quelqu</w:t>
      </w:r>
      <w:r w:rsidR="00766774">
        <w:t>’</w:t>
      </w:r>
      <w:r w:rsidRPr="00115F49">
        <w:t>un c</w:t>
      </w:r>
      <w:r w:rsidR="00766774">
        <w:t>’</w:t>
      </w:r>
      <w:r w:rsidRPr="00115F49">
        <w:t>était celle de ce fameux procureur royal justement</w:t>
      </w:r>
      <w:r w:rsidR="00766774">
        <w:t xml:space="preserve"> ! </w:t>
      </w:r>
      <w:r w:rsidRPr="00115F49">
        <w:t>Et</w:t>
      </w:r>
      <w:r w:rsidR="00766774">
        <w:t xml:space="preserve">, </w:t>
      </w:r>
      <w:r w:rsidRPr="00115F49">
        <w:t>est-ce qu</w:t>
      </w:r>
      <w:r w:rsidR="00766774">
        <w:t>’</w:t>
      </w:r>
      <w:r w:rsidRPr="00115F49">
        <w:t>on n</w:t>
      </w:r>
      <w:r w:rsidR="00766774">
        <w:t>’</w:t>
      </w:r>
      <w:r w:rsidRPr="00115F49">
        <w:t>avait pas vu ce procureur royal être cul et chemise avec Langlois</w:t>
      </w:r>
      <w:r w:rsidR="00766774">
        <w:t xml:space="preserve"> ? </w:t>
      </w:r>
      <w:r w:rsidRPr="00115F49">
        <w:t>Est-ce qu</w:t>
      </w:r>
      <w:r w:rsidR="00766774">
        <w:t>’</w:t>
      </w:r>
      <w:r w:rsidRPr="00115F49">
        <w:t>à un moment ou à l</w:t>
      </w:r>
      <w:r w:rsidR="00766774">
        <w:t>’</w:t>
      </w:r>
      <w:r w:rsidRPr="00115F49">
        <w:t>autre on avait pu comprendre par exemple</w:t>
      </w:r>
      <w:r w:rsidR="00766774">
        <w:t xml:space="preserve">, </w:t>
      </w:r>
      <w:r w:rsidRPr="00115F49">
        <w:t>que le fameux procureur royal avait quelque chose à reprocher à Langlois</w:t>
      </w:r>
      <w:r w:rsidR="00766774">
        <w:t xml:space="preserve"> ? </w:t>
      </w:r>
      <w:r w:rsidRPr="00115F49">
        <w:t>Au contraire</w:t>
      </w:r>
      <w:r w:rsidR="00766774">
        <w:t xml:space="preserve">, </w:t>
      </w:r>
      <w:r w:rsidRPr="00115F49">
        <w:t>on pouvait même dire qu</w:t>
      </w:r>
      <w:r w:rsidR="00766774">
        <w:t>’</w:t>
      </w:r>
      <w:r w:rsidRPr="00115F49">
        <w:t>il le traitait comme son chouchou</w:t>
      </w:r>
      <w:r w:rsidR="00766774">
        <w:t xml:space="preserve">. </w:t>
      </w:r>
      <w:r w:rsidRPr="00115F49">
        <w:t>Et</w:t>
      </w:r>
      <w:r w:rsidR="00766774">
        <w:t xml:space="preserve">, </w:t>
      </w:r>
      <w:r w:rsidRPr="00115F49">
        <w:t>le soir de la célèbre battue au loup</w:t>
      </w:r>
      <w:r w:rsidR="00766774">
        <w:t xml:space="preserve">, </w:t>
      </w:r>
      <w:r w:rsidRPr="00115F49">
        <w:t>quand Langlois eut tiré ses deux coups de pistolet</w:t>
      </w:r>
      <w:r w:rsidR="00766774">
        <w:t xml:space="preserve"> (</w:t>
      </w:r>
      <w:r w:rsidRPr="00115F49">
        <w:t>comme d</w:t>
      </w:r>
      <w:r w:rsidR="00766774">
        <w:t>’</w:t>
      </w:r>
      <w:r w:rsidRPr="00115F49">
        <w:t>habitude il faut bien dire</w:t>
      </w:r>
      <w:r w:rsidR="00766774">
        <w:t xml:space="preserve"> ; </w:t>
      </w:r>
      <w:r w:rsidRPr="00115F49">
        <w:t>et à la diable</w:t>
      </w:r>
      <w:r w:rsidR="00766774">
        <w:t xml:space="preserve"> ; </w:t>
      </w:r>
      <w:r w:rsidRPr="00115F49">
        <w:t>ajustés</w:t>
      </w:r>
      <w:r w:rsidR="00766774">
        <w:t xml:space="preserve">, </w:t>
      </w:r>
      <w:r w:rsidRPr="00115F49">
        <w:t>mais à la diable</w:t>
      </w:r>
      <w:r w:rsidR="00766774">
        <w:t xml:space="preserve">) </w:t>
      </w:r>
      <w:r w:rsidRPr="00115F49">
        <w:t>est-ce que ce procureur royal</w:t>
      </w:r>
      <w:r w:rsidR="00766774">
        <w:t xml:space="preserve">, </w:t>
      </w:r>
      <w:r w:rsidRPr="00115F49">
        <w:t>malgré son ventre</w:t>
      </w:r>
      <w:r w:rsidR="00766774">
        <w:t xml:space="preserve">, </w:t>
      </w:r>
      <w:r w:rsidRPr="00115F49">
        <w:t>ne s</w:t>
      </w:r>
      <w:r w:rsidR="00766774">
        <w:t>’</w:t>
      </w:r>
      <w:r w:rsidRPr="00115F49">
        <w:t>était pas porté tout de suite à la hauteur de Langlois avec une légèreté aéronautique</w:t>
      </w:r>
      <w:r w:rsidR="00766774">
        <w:t> ?</w:t>
      </w:r>
    </w:p>
    <w:p w14:paraId="23CE4D4D" w14:textId="77777777" w:rsidR="00766774" w:rsidRDefault="00115F49" w:rsidP="00115F49">
      <w:r w:rsidRPr="00115F49">
        <w:lastRenderedPageBreak/>
        <w:t>Comme pour le protéger</w:t>
      </w:r>
      <w:r w:rsidR="00766774">
        <w:t xml:space="preserve"> (</w:t>
      </w:r>
      <w:r w:rsidRPr="00115F49">
        <w:t>de quoi</w:t>
      </w:r>
      <w:r w:rsidR="00766774">
        <w:t xml:space="preserve"> ?). </w:t>
      </w:r>
      <w:r w:rsidRPr="00115F49">
        <w:t>Plus que pour le protéger</w:t>
      </w:r>
      <w:r w:rsidR="00766774">
        <w:t xml:space="preserve"> : </w:t>
      </w:r>
      <w:r w:rsidRPr="00115F49">
        <w:t>pour être avec lui</w:t>
      </w:r>
      <w:r w:rsidR="00766774">
        <w:t>.</w:t>
      </w:r>
    </w:p>
    <w:p w14:paraId="3C784150" w14:textId="77777777" w:rsidR="00766774" w:rsidRDefault="00115F49" w:rsidP="00115F49">
      <w:pPr>
        <w:rPr>
          <w:i/>
          <w:iCs/>
        </w:rPr>
      </w:pPr>
      <w:r w:rsidRPr="00115F49">
        <w:t>Et</w:t>
      </w:r>
      <w:r w:rsidR="00766774">
        <w:t xml:space="preserve">, </w:t>
      </w:r>
      <w:r w:rsidRPr="00115F49">
        <w:t>puisqu</w:t>
      </w:r>
      <w:r w:rsidR="00766774">
        <w:t>’</w:t>
      </w:r>
      <w:r w:rsidRPr="00115F49">
        <w:t>on est sur ce procureur royal</w:t>
      </w:r>
      <w:r w:rsidR="00766774">
        <w:t xml:space="preserve">, </w:t>
      </w:r>
      <w:r w:rsidRPr="00115F49">
        <w:t>est-ce qu</w:t>
      </w:r>
      <w:r w:rsidR="00766774">
        <w:t>’</w:t>
      </w:r>
      <w:r w:rsidRPr="00115F49">
        <w:t>il était renommé</w:t>
      </w:r>
      <w:r w:rsidR="00766774">
        <w:t xml:space="preserve">, </w:t>
      </w:r>
      <w:r w:rsidRPr="00115F49">
        <w:t xml:space="preserve">oui ou non pour être un </w:t>
      </w:r>
      <w:r w:rsidR="00766774">
        <w:rPr>
          <w:i/>
          <w:iCs/>
        </w:rPr>
        <w:t>« </w:t>
      </w:r>
      <w:r w:rsidRPr="00115F49">
        <w:rPr>
          <w:i/>
          <w:iCs/>
        </w:rPr>
        <w:t>profond connaisseur des choses humaines</w:t>
      </w:r>
      <w:r w:rsidR="00766774">
        <w:t xml:space="preserve"> », </w:t>
      </w:r>
      <w:r w:rsidRPr="00115F49">
        <w:t xml:space="preserve">un </w:t>
      </w:r>
      <w:r w:rsidR="00766774">
        <w:t>« </w:t>
      </w:r>
      <w:r w:rsidRPr="00115F49">
        <w:rPr>
          <w:i/>
          <w:iCs/>
        </w:rPr>
        <w:t>amateur d</w:t>
      </w:r>
      <w:r w:rsidR="00766774">
        <w:rPr>
          <w:i/>
          <w:iCs/>
        </w:rPr>
        <w:t>’</w:t>
      </w:r>
      <w:r w:rsidRPr="00115F49">
        <w:rPr>
          <w:i/>
          <w:iCs/>
        </w:rPr>
        <w:t>âmes</w:t>
      </w:r>
      <w:r w:rsidR="00766774">
        <w:rPr>
          <w:i/>
          <w:iCs/>
        </w:rPr>
        <w:t> » ?</w:t>
      </w:r>
    </w:p>
    <w:p w14:paraId="6C6E78B2" w14:textId="77777777" w:rsidR="00766774" w:rsidRDefault="00115F49" w:rsidP="00115F49">
      <w:r w:rsidRPr="00115F49">
        <w:t>Est-ce qu</w:t>
      </w:r>
      <w:r w:rsidR="00766774">
        <w:t>’</w:t>
      </w:r>
      <w:r w:rsidRPr="00115F49">
        <w:t>il n</w:t>
      </w:r>
      <w:r w:rsidR="00766774">
        <w:t>’</w:t>
      </w:r>
      <w:r w:rsidRPr="00115F49">
        <w:t>y eut pas</w:t>
      </w:r>
      <w:r w:rsidR="00766774">
        <w:t xml:space="preserve">, </w:t>
      </w:r>
      <w:r w:rsidRPr="00115F49">
        <w:t>ce soir-là</w:t>
      </w:r>
      <w:r w:rsidR="00766774">
        <w:t xml:space="preserve">, </w:t>
      </w:r>
      <w:r w:rsidRPr="00115F49">
        <w:t>quand le loup fut tombé</w:t>
      </w:r>
      <w:r w:rsidR="00766774">
        <w:t xml:space="preserve">, </w:t>
      </w:r>
      <w:r w:rsidRPr="00115F49">
        <w:t>un échange de coups d</w:t>
      </w:r>
      <w:r w:rsidR="00766774">
        <w:t>’</w:t>
      </w:r>
      <w:r w:rsidRPr="00115F49">
        <w:t>œil entre le procureur et Langlois</w:t>
      </w:r>
      <w:r w:rsidR="00766774">
        <w:t> ?</w:t>
      </w:r>
    </w:p>
    <w:p w14:paraId="65192E50" w14:textId="77777777" w:rsidR="00766774" w:rsidRDefault="00115F49" w:rsidP="00115F49">
      <w:r w:rsidRPr="00115F49">
        <w:t>Et moi</w:t>
      </w:r>
      <w:r w:rsidR="00766774">
        <w:t xml:space="preserve">, </w:t>
      </w:r>
      <w:r w:rsidRPr="00115F49">
        <w:t>qui étais placé de façon à bien voir le regard de ce</w:t>
      </w:r>
      <w:r w:rsidRPr="00115F49">
        <w:rPr>
          <w:i/>
          <w:iCs/>
        </w:rPr>
        <w:t xml:space="preserve"> profond connaisseur des choses humaines</w:t>
      </w:r>
      <w:r w:rsidR="00766774">
        <w:rPr>
          <w:i/>
          <w:iCs/>
        </w:rPr>
        <w:t xml:space="preserve">, </w:t>
      </w:r>
      <w:r w:rsidRPr="00115F49">
        <w:t>est-ce que je n</w:t>
      </w:r>
      <w:r w:rsidR="00766774">
        <w:t>’</w:t>
      </w:r>
      <w:r w:rsidRPr="00115F49">
        <w:t>ai pas vu clairement</w:t>
      </w:r>
      <w:r w:rsidR="00766774">
        <w:t xml:space="preserve">, </w:t>
      </w:r>
      <w:r w:rsidRPr="00115F49">
        <w:t>dans ce regard</w:t>
      </w:r>
      <w:r w:rsidR="00766774">
        <w:t xml:space="preserve"> (</w:t>
      </w:r>
      <w:r w:rsidRPr="00115F49">
        <w:t>qui répondait au regard de Langlois</w:t>
      </w:r>
      <w:r w:rsidR="00766774">
        <w:t xml:space="preserve">) </w:t>
      </w:r>
      <w:r w:rsidRPr="00115F49">
        <w:t>une tristesse infinie</w:t>
      </w:r>
      <w:r w:rsidR="00766774">
        <w:t> ?</w:t>
      </w:r>
    </w:p>
    <w:p w14:paraId="12129166" w14:textId="77777777" w:rsidR="00766774" w:rsidRDefault="00115F49" w:rsidP="00115F49">
      <w:r w:rsidRPr="00115F49">
        <w:t>C</w:t>
      </w:r>
      <w:r w:rsidR="00766774">
        <w:t>’</w:t>
      </w:r>
      <w:r w:rsidRPr="00115F49">
        <w:t>était facile de dire</w:t>
      </w:r>
      <w:r w:rsidR="00766774">
        <w:t> : « </w:t>
      </w:r>
      <w:r w:rsidRPr="00115F49">
        <w:t>Taisez-vous</w:t>
      </w:r>
      <w:r w:rsidR="00766774">
        <w:t> ! »</w:t>
      </w:r>
      <w:r w:rsidRPr="00115F49">
        <w:t xml:space="preserve"> On aurait bien voulu se taire</w:t>
      </w:r>
      <w:r w:rsidR="00766774">
        <w:t xml:space="preserve">, </w:t>
      </w:r>
      <w:r w:rsidRPr="00115F49">
        <w:t>mais alors</w:t>
      </w:r>
      <w:r w:rsidR="00766774">
        <w:t xml:space="preserve">, </w:t>
      </w:r>
      <w:r w:rsidRPr="00115F49">
        <w:t>qu</w:t>
      </w:r>
      <w:r w:rsidR="00766774">
        <w:t>’</w:t>
      </w:r>
      <w:r w:rsidRPr="00115F49">
        <w:t>on puisse se taire</w:t>
      </w:r>
      <w:r w:rsidR="00766774">
        <w:t xml:space="preserve">. </w:t>
      </w:r>
      <w:r w:rsidRPr="00115F49">
        <w:t>C</w:t>
      </w:r>
      <w:r w:rsidR="00766774">
        <w:t>’</w:t>
      </w:r>
      <w:r w:rsidRPr="00115F49">
        <w:t>était tout ce qu</w:t>
      </w:r>
      <w:r w:rsidR="00766774">
        <w:t>’</w:t>
      </w:r>
      <w:r w:rsidRPr="00115F49">
        <w:t>on demandait</w:t>
      </w:r>
      <w:r w:rsidR="00766774">
        <w:t>.</w:t>
      </w:r>
    </w:p>
    <w:p w14:paraId="6D60C3D4" w14:textId="77777777" w:rsidR="00766774" w:rsidRDefault="00115F49" w:rsidP="00115F49">
      <w:r w:rsidRPr="00115F49">
        <w:t>C</w:t>
      </w:r>
      <w:r w:rsidR="00766774">
        <w:t>’</w:t>
      </w:r>
      <w:r w:rsidRPr="00115F49">
        <w:t xml:space="preserve">est comme </w:t>
      </w:r>
      <w:r w:rsidR="00766774">
        <w:t>M</w:t>
      </w:r>
      <w:r w:rsidR="00766774" w:rsidRPr="00766774">
        <w:rPr>
          <w:vertAlign w:val="superscript"/>
        </w:rPr>
        <w:t>me</w:t>
      </w:r>
      <w:r w:rsidR="00766774">
        <w:t> </w:t>
      </w:r>
      <w:r w:rsidRPr="00115F49">
        <w:t>Tim</w:t>
      </w:r>
      <w:r w:rsidR="00766774">
        <w:t xml:space="preserve"> ; </w:t>
      </w:r>
      <w:r w:rsidRPr="00115F49">
        <w:t>l</w:t>
      </w:r>
      <w:r w:rsidR="00766774">
        <w:t>’</w:t>
      </w:r>
      <w:r w:rsidRPr="00115F49">
        <w:t xml:space="preserve">amitié de Langlois et de </w:t>
      </w:r>
      <w:r w:rsidR="00766774">
        <w:t>M</w:t>
      </w:r>
      <w:r w:rsidR="00766774" w:rsidRPr="00766774">
        <w:rPr>
          <w:vertAlign w:val="superscript"/>
        </w:rPr>
        <w:t>me</w:t>
      </w:r>
      <w:r w:rsidR="00766774">
        <w:t> </w:t>
      </w:r>
      <w:r w:rsidRPr="00115F49">
        <w:t>Tim</w:t>
      </w:r>
      <w:r w:rsidR="00766774">
        <w:t xml:space="preserve">, </w:t>
      </w:r>
      <w:r w:rsidRPr="00115F49">
        <w:t>et c</w:t>
      </w:r>
      <w:r w:rsidR="00766774">
        <w:t>’</w:t>
      </w:r>
      <w:r w:rsidRPr="00115F49">
        <w:t>était bien de l</w:t>
      </w:r>
      <w:r w:rsidR="00766774">
        <w:t>’</w:t>
      </w:r>
      <w:r w:rsidRPr="00115F49">
        <w:t>amitié et pas autre chose</w:t>
      </w:r>
      <w:r w:rsidR="00766774">
        <w:t xml:space="preserve">. </w:t>
      </w:r>
      <w:r w:rsidRPr="00115F49">
        <w:t>Nous le savions bien</w:t>
      </w:r>
      <w:r w:rsidR="00766774">
        <w:t xml:space="preserve">, </w:t>
      </w:r>
      <w:r w:rsidRPr="00115F49">
        <w:t>quoique cette amitié</w:t>
      </w:r>
      <w:r w:rsidR="00766774">
        <w:t xml:space="preserve">, </w:t>
      </w:r>
      <w:r w:rsidRPr="00115F49">
        <w:t>avouez-le</w:t>
      </w:r>
      <w:r w:rsidR="00766774">
        <w:t xml:space="preserve">, </w:t>
      </w:r>
      <w:r w:rsidRPr="00115F49">
        <w:t>était bougrement exigeante</w:t>
      </w:r>
      <w:r w:rsidR="00766774">
        <w:t xml:space="preserve"> ! </w:t>
      </w:r>
      <w:r w:rsidRPr="00115F49">
        <w:t>L</w:t>
      </w:r>
      <w:r w:rsidR="00766774">
        <w:t>’</w:t>
      </w:r>
      <w:r w:rsidRPr="00115F49">
        <w:t>amitié qui avait commencé entre ces deux êtres dont l</w:t>
      </w:r>
      <w:r w:rsidR="00766774">
        <w:t>’</w:t>
      </w:r>
      <w:r w:rsidRPr="00115F49">
        <w:t>un</w:t>
      </w:r>
      <w:r w:rsidR="00766774">
        <w:t xml:space="preserve">, </w:t>
      </w:r>
      <w:r w:rsidRPr="00115F49">
        <w:t>quoique en marbre bleuté</w:t>
      </w:r>
      <w:r w:rsidR="00766774">
        <w:t xml:space="preserve">, </w:t>
      </w:r>
      <w:r w:rsidRPr="00115F49">
        <w:t>était fait de couvent</w:t>
      </w:r>
      <w:r w:rsidR="00766774">
        <w:t xml:space="preserve">, </w:t>
      </w:r>
      <w:r w:rsidRPr="00115F49">
        <w:t>de volcan et de glace</w:t>
      </w:r>
      <w:r w:rsidR="00766774">
        <w:t xml:space="preserve">, </w:t>
      </w:r>
      <w:r w:rsidRPr="00115F49">
        <w:t>et l</w:t>
      </w:r>
      <w:r w:rsidR="00766774">
        <w:t>’</w:t>
      </w:r>
      <w:r w:rsidRPr="00115F49">
        <w:t>autre on savait bien de quoi</w:t>
      </w:r>
      <w:r w:rsidR="00766774">
        <w:t xml:space="preserve"> ; </w:t>
      </w:r>
      <w:r w:rsidRPr="00115F49">
        <w:t>l</w:t>
      </w:r>
      <w:r w:rsidR="00766774">
        <w:t>’</w:t>
      </w:r>
      <w:r w:rsidRPr="00115F49">
        <w:t>amitié qui avait commencé entre ces deux êtres</w:t>
      </w:r>
      <w:r w:rsidR="00766774">
        <w:t xml:space="preserve">, </w:t>
      </w:r>
      <w:r w:rsidRPr="00115F49">
        <w:t>au lendemain de la battue au loup</w:t>
      </w:r>
      <w:r w:rsidR="00766774">
        <w:t xml:space="preserve">, </w:t>
      </w:r>
      <w:r w:rsidRPr="00115F49">
        <w:t>expliquez-la</w:t>
      </w:r>
      <w:r w:rsidR="00766774">
        <w:t xml:space="preserve"> ! </w:t>
      </w:r>
      <w:r w:rsidRPr="00115F49">
        <w:t>Dans sa brutalité</w:t>
      </w:r>
      <w:r w:rsidR="00766774">
        <w:t xml:space="preserve"> ! </w:t>
      </w:r>
      <w:r w:rsidRPr="00115F49">
        <w:t>Car elle éclata</w:t>
      </w:r>
      <w:r w:rsidR="00766774">
        <w:t xml:space="preserve">, </w:t>
      </w:r>
      <w:r w:rsidRPr="00115F49">
        <w:t>pourrait-on dire</w:t>
      </w:r>
      <w:r w:rsidR="00766774">
        <w:t>.</w:t>
      </w:r>
    </w:p>
    <w:p w14:paraId="34458AB0" w14:textId="77777777" w:rsidR="00766774" w:rsidRDefault="00115F49" w:rsidP="00115F49">
      <w:r w:rsidRPr="00115F49">
        <w:t xml:space="preserve">Il ne se passait pas un jour sans que </w:t>
      </w:r>
      <w:r w:rsidR="00766774">
        <w:t>M</w:t>
      </w:r>
      <w:r w:rsidR="00766774" w:rsidRPr="00766774">
        <w:rPr>
          <w:vertAlign w:val="superscript"/>
        </w:rPr>
        <w:t>me</w:t>
      </w:r>
      <w:r w:rsidR="00766774">
        <w:t> </w:t>
      </w:r>
      <w:r w:rsidRPr="00115F49">
        <w:t>Tim soit au village</w:t>
      </w:r>
      <w:r w:rsidR="00766774">
        <w:t xml:space="preserve">. </w:t>
      </w:r>
      <w:r w:rsidRPr="00115F49">
        <w:t>Et alors</w:t>
      </w:r>
      <w:r w:rsidR="00766774">
        <w:t xml:space="preserve">, </w:t>
      </w:r>
      <w:r w:rsidRPr="00115F49">
        <w:t>elle et Langlois se promenaient inlassablement de long en large sur la place des tilleuls</w:t>
      </w:r>
      <w:r w:rsidR="00766774">
        <w:t xml:space="preserve">, </w:t>
      </w:r>
      <w:r w:rsidRPr="00115F49">
        <w:t>parlant peu</w:t>
      </w:r>
      <w:r w:rsidR="00766774">
        <w:t xml:space="preserve">, </w:t>
      </w:r>
      <w:r w:rsidRPr="00115F49">
        <w:t>sans presque jamais se regarder en face</w:t>
      </w:r>
      <w:r w:rsidR="00766774">
        <w:t xml:space="preserve">, </w:t>
      </w:r>
      <w:r w:rsidRPr="00115F49">
        <w:t>restant de longs moments à marcher côte à côte en silence</w:t>
      </w:r>
      <w:r w:rsidR="00766774">
        <w:t xml:space="preserve">. </w:t>
      </w:r>
      <w:r w:rsidRPr="00115F49">
        <w:t>À moins que Langlois soit à Saint-Baudille</w:t>
      </w:r>
      <w:r w:rsidR="00766774">
        <w:t>.</w:t>
      </w:r>
    </w:p>
    <w:p w14:paraId="6AE6405A" w14:textId="77777777" w:rsidR="00766774" w:rsidRDefault="00766774" w:rsidP="00115F49">
      <w:r>
        <w:lastRenderedPageBreak/>
        <w:t>— </w:t>
      </w:r>
      <w:r w:rsidR="00115F49" w:rsidRPr="00115F49">
        <w:t>Et toi</w:t>
      </w:r>
      <w:r>
        <w:t xml:space="preserve">, </w:t>
      </w:r>
      <w:r w:rsidR="00115F49" w:rsidRPr="00115F49">
        <w:t>à partir de ce moment-là</w:t>
      </w:r>
      <w:r>
        <w:t xml:space="preserve">, </w:t>
      </w:r>
      <w:r w:rsidR="00115F49" w:rsidRPr="00115F49">
        <w:t>combien de fois l</w:t>
      </w:r>
      <w:r>
        <w:t>’</w:t>
      </w:r>
      <w:r w:rsidR="00115F49" w:rsidRPr="00115F49">
        <w:t>as-tu mise ta belle robe</w:t>
      </w:r>
      <w:r>
        <w:t xml:space="preserve"> ? </w:t>
      </w:r>
      <w:r w:rsidR="00115F49" w:rsidRPr="00115F49">
        <w:t>Soit pour aller à Saint-Baudille le rejoindre</w:t>
      </w:r>
      <w:r>
        <w:t xml:space="preserve"> (</w:t>
      </w:r>
      <w:r w:rsidR="00115F49" w:rsidRPr="00115F49">
        <w:t>les rejoindre</w:t>
      </w:r>
      <w:r>
        <w:t xml:space="preserve">), </w:t>
      </w:r>
      <w:r w:rsidR="00115F49" w:rsidRPr="00115F49">
        <w:t>soit pour faire la troisième muette dans la promenade sous les tilleuls</w:t>
      </w:r>
      <w:r>
        <w:t> ?</w:t>
      </w:r>
    </w:p>
    <w:p w14:paraId="1E3FA24D" w14:textId="77777777" w:rsidR="00766774" w:rsidRDefault="00766774" w:rsidP="00115F49">
      <w:r>
        <w:t>— </w:t>
      </w:r>
      <w:r w:rsidR="00115F49" w:rsidRPr="00115F49">
        <w:t>Midi à quatorze heures</w:t>
      </w:r>
      <w:r>
        <w:t xml:space="preserve">, </w:t>
      </w:r>
      <w:r w:rsidR="00115F49" w:rsidRPr="00115F49">
        <w:t>disait Saucisse</w:t>
      </w:r>
      <w:r>
        <w:t xml:space="preserve">. </w:t>
      </w:r>
      <w:r w:rsidR="00115F49" w:rsidRPr="00115F49">
        <w:t>Qu</w:t>
      </w:r>
      <w:r>
        <w:t>’</w:t>
      </w:r>
      <w:r w:rsidR="00115F49" w:rsidRPr="00115F49">
        <w:t>est-ce qu</w:t>
      </w:r>
      <w:r>
        <w:t>’</w:t>
      </w:r>
      <w:r w:rsidR="00115F49" w:rsidRPr="00115F49">
        <w:t>il y avait d</w:t>
      </w:r>
      <w:r>
        <w:t>’</w:t>
      </w:r>
      <w:r w:rsidR="00115F49" w:rsidRPr="00115F49">
        <w:t>extraordinaire que Langlois aime à parler de la marche du monde</w:t>
      </w:r>
      <w:r>
        <w:t xml:space="preserve"> ? </w:t>
      </w:r>
      <w:r w:rsidR="00115F49" w:rsidRPr="00115F49">
        <w:t>Nous l</w:t>
      </w:r>
      <w:r>
        <w:t>’</w:t>
      </w:r>
      <w:r w:rsidR="00115F49" w:rsidRPr="00115F49">
        <w:t>avons fait bien avant de nous promener sous les tilleuls</w:t>
      </w:r>
      <w:r>
        <w:t xml:space="preserve">. </w:t>
      </w:r>
      <w:r w:rsidR="00115F49" w:rsidRPr="00115F49">
        <w:t>Ce n</w:t>
      </w:r>
      <w:r>
        <w:t>’</w:t>
      </w:r>
      <w:r w:rsidR="00115F49" w:rsidRPr="00115F49">
        <w:t>était qu</w:t>
      </w:r>
      <w:r>
        <w:t>’</w:t>
      </w:r>
      <w:r w:rsidR="00115F49" w:rsidRPr="00115F49">
        <w:t>une continuation</w:t>
      </w:r>
      <w:r>
        <w:t xml:space="preserve">. </w:t>
      </w:r>
      <w:r w:rsidR="00115F49" w:rsidRPr="00115F49">
        <w:t>On a commencé à en parler le premier soir qu</w:t>
      </w:r>
      <w:r>
        <w:t>’</w:t>
      </w:r>
      <w:r w:rsidR="00115F49" w:rsidRPr="00115F49">
        <w:t>il est arrivé</w:t>
      </w:r>
      <w:r>
        <w:t xml:space="preserve">. </w:t>
      </w:r>
      <w:r w:rsidR="00115F49" w:rsidRPr="00115F49">
        <w:t>Il n</w:t>
      </w:r>
      <w:r>
        <w:t>’</w:t>
      </w:r>
      <w:r w:rsidR="00115F49" w:rsidRPr="00115F49">
        <w:t>avait pas encore sorti sa pipe de son havresac</w:t>
      </w:r>
      <w:r>
        <w:t xml:space="preserve">. </w:t>
      </w:r>
      <w:r w:rsidR="00115F49" w:rsidRPr="00115F49">
        <w:t>J</w:t>
      </w:r>
      <w:r>
        <w:t>’</w:t>
      </w:r>
      <w:r w:rsidR="00115F49" w:rsidRPr="00115F49">
        <w:t>ai vécu</w:t>
      </w:r>
      <w:r>
        <w:t xml:space="preserve">, </w:t>
      </w:r>
      <w:r w:rsidR="00115F49" w:rsidRPr="00115F49">
        <w:t>moi</w:t>
      </w:r>
      <w:r>
        <w:t xml:space="preserve">. </w:t>
      </w:r>
      <w:r w:rsidR="00115F49" w:rsidRPr="00115F49">
        <w:t>J</w:t>
      </w:r>
      <w:r>
        <w:t>’</w:t>
      </w:r>
      <w:r w:rsidR="00115F49" w:rsidRPr="00115F49">
        <w:t>en ai vu des vertes et des pas mûres</w:t>
      </w:r>
      <w:r>
        <w:t xml:space="preserve">. </w:t>
      </w:r>
      <w:r w:rsidR="00115F49" w:rsidRPr="00115F49">
        <w:t>Je le sais que tout irait sur des roulettes</w:t>
      </w:r>
      <w:r>
        <w:t xml:space="preserve">, </w:t>
      </w:r>
      <w:r w:rsidR="00115F49" w:rsidRPr="00115F49">
        <w:t>s</w:t>
      </w:r>
      <w:r>
        <w:t>’</w:t>
      </w:r>
      <w:r w:rsidR="00115F49" w:rsidRPr="00115F49">
        <w:t>il y avait des roulettes</w:t>
      </w:r>
      <w:r>
        <w:t xml:space="preserve">. </w:t>
      </w:r>
      <w:r w:rsidR="00115F49" w:rsidRPr="00115F49">
        <w:t>Mais il n</w:t>
      </w:r>
      <w:r>
        <w:t>’</w:t>
      </w:r>
      <w:r w:rsidR="00115F49" w:rsidRPr="00115F49">
        <w:t>y a pas de roulettes</w:t>
      </w:r>
      <w:r>
        <w:t xml:space="preserve">. </w:t>
      </w:r>
      <w:r w:rsidR="00115F49" w:rsidRPr="00115F49">
        <w:t>À l</w:t>
      </w:r>
      <w:r>
        <w:t>’</w:t>
      </w:r>
      <w:r w:rsidR="00115F49" w:rsidRPr="00115F49">
        <w:t>endroit où il devrait y avoir des roulettes il y a des boulons</w:t>
      </w:r>
      <w:r>
        <w:t xml:space="preserve">. </w:t>
      </w:r>
      <w:r w:rsidR="00115F49" w:rsidRPr="00115F49">
        <w:t>Il aimait parler avec ceux qui ne sont pas tombés de la dernière pluie</w:t>
      </w:r>
      <w:r>
        <w:t xml:space="preserve">. </w:t>
      </w:r>
      <w:r w:rsidR="00115F49" w:rsidRPr="00115F49">
        <w:t xml:space="preserve">Et </w:t>
      </w:r>
      <w:r>
        <w:t>M</w:t>
      </w:r>
      <w:r w:rsidRPr="00766774">
        <w:rPr>
          <w:vertAlign w:val="superscript"/>
        </w:rPr>
        <w:t>me</w:t>
      </w:r>
      <w:r>
        <w:t> </w:t>
      </w:r>
      <w:r w:rsidR="00115F49" w:rsidRPr="00115F49">
        <w:t>Tim n</w:t>
      </w:r>
      <w:r>
        <w:t>’</w:t>
      </w:r>
      <w:r w:rsidR="00115F49" w:rsidRPr="00115F49">
        <w:t>est pas tombée de la dernière pluie</w:t>
      </w:r>
      <w:r>
        <w:t xml:space="preserve">. </w:t>
      </w:r>
      <w:r w:rsidR="00115F49" w:rsidRPr="00115F49">
        <w:t>Et qu</w:t>
      </w:r>
      <w:r>
        <w:t>’</w:t>
      </w:r>
      <w:r w:rsidR="00115F49" w:rsidRPr="00115F49">
        <w:t>est-ce qu</w:t>
      </w:r>
      <w:r>
        <w:t>’</w:t>
      </w:r>
      <w:r w:rsidR="00115F49" w:rsidRPr="00115F49">
        <w:t>il y a d</w:t>
      </w:r>
      <w:r>
        <w:t>’</w:t>
      </w:r>
      <w:r w:rsidR="00115F49" w:rsidRPr="00115F49">
        <w:t>extraordinaire que je me mette propre pour aller avec ces gens-là</w:t>
      </w:r>
      <w:r>
        <w:t xml:space="preserve"> ? </w:t>
      </w:r>
      <w:r w:rsidR="00115F49" w:rsidRPr="00115F49">
        <w:t>Est-ce qu</w:t>
      </w:r>
      <w:r>
        <w:t>’</w:t>
      </w:r>
      <w:r w:rsidR="00115F49" w:rsidRPr="00115F49">
        <w:t>il n</w:t>
      </w:r>
      <w:r>
        <w:t>’</w:t>
      </w:r>
      <w:r w:rsidR="00115F49" w:rsidRPr="00115F49">
        <w:t>était pas propre</w:t>
      </w:r>
      <w:r>
        <w:t xml:space="preserve">, </w:t>
      </w:r>
      <w:r w:rsidR="00115F49" w:rsidRPr="00115F49">
        <w:t>lui</w:t>
      </w:r>
      <w:r>
        <w:t xml:space="preserve"> ? </w:t>
      </w:r>
      <w:r w:rsidR="00115F49" w:rsidRPr="00115F49">
        <w:t xml:space="preserve">Est-ce que </w:t>
      </w:r>
      <w:r>
        <w:t>M</w:t>
      </w:r>
      <w:r w:rsidRPr="00766774">
        <w:rPr>
          <w:vertAlign w:val="superscript"/>
        </w:rPr>
        <w:t>me</w:t>
      </w:r>
      <w:r>
        <w:t> </w:t>
      </w:r>
      <w:r w:rsidR="00115F49" w:rsidRPr="00115F49">
        <w:t>Tim ne l</w:t>
      </w:r>
      <w:r>
        <w:t>’</w:t>
      </w:r>
      <w:r w:rsidR="00115F49" w:rsidRPr="00115F49">
        <w:t>était pas</w:t>
      </w:r>
      <w:r>
        <w:t xml:space="preserve"> ? </w:t>
      </w:r>
      <w:r w:rsidR="00115F49" w:rsidRPr="00115F49">
        <w:t>Vous auriez voulu que je sois comme une tenancière</w:t>
      </w:r>
      <w:r>
        <w:t> ?</w:t>
      </w:r>
    </w:p>
    <w:p w14:paraId="0A422324" w14:textId="77777777" w:rsidR="00766774" w:rsidRDefault="00115F49" w:rsidP="00115F49">
      <w:r w:rsidRPr="00115F49">
        <w:t>Le matin de la battue au loup je vous vois encore</w:t>
      </w:r>
      <w:r w:rsidR="00766774">
        <w:t xml:space="preserve">. </w:t>
      </w:r>
      <w:r w:rsidRPr="00115F49">
        <w:t>Vous ouvriez des yeux comme des soucoupes</w:t>
      </w:r>
      <w:r w:rsidR="00766774">
        <w:t xml:space="preserve">. </w:t>
      </w:r>
      <w:r w:rsidRPr="00115F49">
        <w:t>Il y avait de quoi rire</w:t>
      </w:r>
      <w:r w:rsidR="00766774">
        <w:t xml:space="preserve"> ! </w:t>
      </w:r>
      <w:r w:rsidRPr="00115F49">
        <w:t>Ne cherchez pas midi à quatorze heures</w:t>
      </w:r>
      <w:r w:rsidR="00766774">
        <w:t>.</w:t>
      </w:r>
    </w:p>
    <w:p w14:paraId="264AD447" w14:textId="77777777" w:rsidR="00115F49" w:rsidRPr="00115F49" w:rsidRDefault="00115F49" w:rsidP="00115F49">
      <w:r w:rsidRPr="00115F49">
        <w:t>Il m</w:t>
      </w:r>
      <w:r w:rsidR="00766774">
        <w:t>’</w:t>
      </w:r>
      <w:r w:rsidRPr="00115F49">
        <w:t>avait dit</w:t>
      </w:r>
      <w:r w:rsidR="00766774">
        <w:t> : « </w:t>
      </w:r>
      <w:r w:rsidRPr="00115F49">
        <w:t>Si tu peux te faire belle</w:t>
      </w:r>
      <w:r w:rsidR="00766774">
        <w:t xml:space="preserve">, </w:t>
      </w:r>
      <w:r w:rsidRPr="00115F49">
        <w:t>je t</w:t>
      </w:r>
      <w:r w:rsidR="00766774">
        <w:t>’</w:t>
      </w:r>
      <w:r w:rsidRPr="00115F49">
        <w:t>invite</w:t>
      </w:r>
      <w:r w:rsidR="00766774">
        <w:t>. »</w:t>
      </w:r>
    </w:p>
    <w:p w14:paraId="1FBE641D" w14:textId="77777777" w:rsidR="00115F49" w:rsidRPr="00115F49" w:rsidRDefault="00115F49" w:rsidP="00115F49">
      <w:r w:rsidRPr="00115F49">
        <w:t>Je m</w:t>
      </w:r>
      <w:r w:rsidR="00766774">
        <w:t>’</w:t>
      </w:r>
      <w:r w:rsidRPr="00115F49">
        <w:t>étais faite belle</w:t>
      </w:r>
      <w:r w:rsidR="00766774">
        <w:t xml:space="preserve">. </w:t>
      </w:r>
      <w:r w:rsidRPr="00115F49">
        <w:t>Le traîneau</w:t>
      </w:r>
      <w:r w:rsidR="00766774">
        <w:t> ? M</w:t>
      </w:r>
      <w:r w:rsidR="00766774" w:rsidRPr="00766774">
        <w:rPr>
          <w:vertAlign w:val="superscript"/>
        </w:rPr>
        <w:t>me</w:t>
      </w:r>
      <w:r w:rsidR="00766774">
        <w:t> </w:t>
      </w:r>
      <w:r w:rsidRPr="00115F49">
        <w:t>Tim l</w:t>
      </w:r>
      <w:r w:rsidR="00766774">
        <w:t>’</w:t>
      </w:r>
      <w:r w:rsidRPr="00115F49">
        <w:t>aurait envoyé à Jacques</w:t>
      </w:r>
      <w:r w:rsidR="00766774">
        <w:t xml:space="preserve">, </w:t>
      </w:r>
      <w:r w:rsidRPr="00115F49">
        <w:t>Pierre ou Paul si Langlois lui avait dit</w:t>
      </w:r>
      <w:r w:rsidR="00766774">
        <w:t> : « </w:t>
      </w:r>
      <w:r w:rsidRPr="00115F49">
        <w:t>Envoyez le traîneau à Jacques</w:t>
      </w:r>
      <w:r w:rsidR="00766774">
        <w:t xml:space="preserve">, </w:t>
      </w:r>
      <w:r w:rsidRPr="00115F49">
        <w:t>Pierre ou Paul</w:t>
      </w:r>
      <w:r w:rsidR="00766774">
        <w:t>. »</w:t>
      </w:r>
    </w:p>
    <w:p w14:paraId="6613687A" w14:textId="28A11B21" w:rsidR="00766774" w:rsidRDefault="00115F49" w:rsidP="00115F49">
      <w:r w:rsidRPr="00115F49">
        <w:t>Oui</w:t>
      </w:r>
      <w:r w:rsidR="00766774">
        <w:t xml:space="preserve">, </w:t>
      </w:r>
      <w:r w:rsidRPr="00115F49">
        <w:t>je suis allée souvent à Saint-Baudille les rejoindre en effet</w:t>
      </w:r>
      <w:r w:rsidR="00766774">
        <w:t xml:space="preserve">. </w:t>
      </w:r>
      <w:r w:rsidRPr="00115F49">
        <w:t>Et ils n</w:t>
      </w:r>
      <w:r w:rsidR="00766774">
        <w:t>’</w:t>
      </w:r>
      <w:r w:rsidRPr="00115F49">
        <w:t xml:space="preserve">ont peut-être pas fait deux promenades sur la </w:t>
      </w:r>
      <w:r w:rsidR="00ED3E5C">
        <w:t>P</w:t>
      </w:r>
      <w:r w:rsidR="00ED3E5C" w:rsidRPr="00115F49">
        <w:t xml:space="preserve">lace </w:t>
      </w:r>
      <w:r w:rsidRPr="00115F49">
        <w:t>des tilleuls sans que j</w:t>
      </w:r>
      <w:r w:rsidR="00766774">
        <w:t>’</w:t>
      </w:r>
      <w:r w:rsidRPr="00115F49">
        <w:t>y sois</w:t>
      </w:r>
      <w:r w:rsidR="00766774">
        <w:t xml:space="preserve"> ; </w:t>
      </w:r>
      <w:r w:rsidRPr="00115F49">
        <w:t>c</w:t>
      </w:r>
      <w:r w:rsidR="00766774">
        <w:t>’</w:t>
      </w:r>
      <w:r w:rsidRPr="00115F49">
        <w:t>est exact</w:t>
      </w:r>
      <w:r w:rsidR="00766774">
        <w:t xml:space="preserve">. </w:t>
      </w:r>
      <w:r w:rsidRPr="00115F49">
        <w:t>C</w:t>
      </w:r>
      <w:r w:rsidR="00766774">
        <w:t>’</w:t>
      </w:r>
      <w:r w:rsidRPr="00115F49">
        <w:t xml:space="preserve">est tout </w:t>
      </w:r>
      <w:r w:rsidRPr="00115F49">
        <w:lastRenderedPageBreak/>
        <w:t>simplement que</w:t>
      </w:r>
      <w:r w:rsidR="00766774">
        <w:t xml:space="preserve">, </w:t>
      </w:r>
      <w:r w:rsidRPr="00115F49">
        <w:t>quand on commence à parler de la marche du monde</w:t>
      </w:r>
      <w:r w:rsidR="00766774">
        <w:t xml:space="preserve">, </w:t>
      </w:r>
      <w:r w:rsidRPr="00115F49">
        <w:t>on n</w:t>
      </w:r>
      <w:r w:rsidR="00766774">
        <w:t>’</w:t>
      </w:r>
      <w:r w:rsidRPr="00115F49">
        <w:t>a jamais fini d</w:t>
      </w:r>
      <w:r w:rsidR="00766774">
        <w:t>’</w:t>
      </w:r>
      <w:r w:rsidRPr="00115F49">
        <w:t>en parler</w:t>
      </w:r>
      <w:r w:rsidR="00766774">
        <w:t>.</w:t>
      </w:r>
    </w:p>
    <w:p w14:paraId="119BF627" w14:textId="77777777" w:rsidR="00766774" w:rsidRDefault="00766774" w:rsidP="00115F49">
      <w:r>
        <w:t>— </w:t>
      </w:r>
      <w:r w:rsidR="00115F49" w:rsidRPr="00115F49">
        <w:t>Pourquoi brusquement après la chasse au loup</w:t>
      </w:r>
      <w:r>
        <w:t> ?</w:t>
      </w:r>
    </w:p>
    <w:p w14:paraId="273EE3E0" w14:textId="77777777" w:rsidR="00766774" w:rsidRDefault="00766774" w:rsidP="00115F49">
      <w:r>
        <w:t>— </w:t>
      </w:r>
      <w:r w:rsidR="00115F49" w:rsidRPr="00115F49">
        <w:t>Ah</w:t>
      </w:r>
      <w:r>
        <w:t xml:space="preserve"> ! </w:t>
      </w:r>
      <w:r w:rsidR="00115F49" w:rsidRPr="00115F49">
        <w:t>Eh bien</w:t>
      </w:r>
      <w:r>
        <w:t xml:space="preserve">, </w:t>
      </w:r>
      <w:r w:rsidR="00115F49" w:rsidRPr="00115F49">
        <w:t>vous vous êtes rendu compte que c</w:t>
      </w:r>
      <w:r>
        <w:t>’</w:t>
      </w:r>
      <w:r w:rsidR="00115F49" w:rsidRPr="00115F49">
        <w:t>était quand même quelque chose d</w:t>
      </w:r>
      <w:r>
        <w:t>’</w:t>
      </w:r>
      <w:r w:rsidR="00115F49" w:rsidRPr="00115F49">
        <w:t>extraordinaire</w:t>
      </w:r>
      <w:r>
        <w:t xml:space="preserve">. </w:t>
      </w:r>
      <w:r w:rsidR="00115F49" w:rsidRPr="00115F49">
        <w:t>Ça nous avait frappées</w:t>
      </w:r>
      <w:r>
        <w:t>, M</w:t>
      </w:r>
      <w:r w:rsidRPr="00766774">
        <w:rPr>
          <w:vertAlign w:val="superscript"/>
        </w:rPr>
        <w:t>me</w:t>
      </w:r>
      <w:r>
        <w:t> </w:t>
      </w:r>
      <w:r w:rsidR="00115F49" w:rsidRPr="00115F49">
        <w:t>Tim et moi</w:t>
      </w:r>
      <w:r>
        <w:t xml:space="preserve">. </w:t>
      </w:r>
      <w:r w:rsidR="00115F49" w:rsidRPr="00115F49">
        <w:t>Les amitiés naissent souvent de ça</w:t>
      </w:r>
      <w:r>
        <w:t xml:space="preserve">. </w:t>
      </w:r>
      <w:r w:rsidR="00115F49" w:rsidRPr="00115F49">
        <w:t>Ce qui vous étonne peut-être c</w:t>
      </w:r>
      <w:r>
        <w:t>’</w:t>
      </w:r>
      <w:r w:rsidR="00115F49" w:rsidRPr="00115F49">
        <w:t>est que</w:t>
      </w:r>
      <w:r>
        <w:t xml:space="preserve">, </w:t>
      </w:r>
      <w:r w:rsidR="00115F49" w:rsidRPr="00115F49">
        <w:t>quand vous m</w:t>
      </w:r>
      <w:r>
        <w:t>’</w:t>
      </w:r>
      <w:r w:rsidR="00115F49" w:rsidRPr="00115F49">
        <w:t>avez vue dans Chalamont</w:t>
      </w:r>
      <w:r>
        <w:t xml:space="preserve">, </w:t>
      </w:r>
      <w:r w:rsidR="00115F49" w:rsidRPr="00115F49">
        <w:t>je portais une ouatine que m</w:t>
      </w:r>
      <w:r>
        <w:t>’</w:t>
      </w:r>
      <w:r w:rsidR="00115F49" w:rsidRPr="00115F49">
        <w:t xml:space="preserve">avait prêtée </w:t>
      </w:r>
      <w:r>
        <w:t>M</w:t>
      </w:r>
      <w:r w:rsidRPr="00766774">
        <w:rPr>
          <w:vertAlign w:val="superscript"/>
        </w:rPr>
        <w:t>me</w:t>
      </w:r>
      <w:r>
        <w:t> </w:t>
      </w:r>
      <w:r w:rsidR="00115F49" w:rsidRPr="00115F49">
        <w:t>Tim</w:t>
      </w:r>
      <w:r>
        <w:t xml:space="preserve">. </w:t>
      </w:r>
      <w:r w:rsidR="00115F49" w:rsidRPr="00115F49">
        <w:t>C</w:t>
      </w:r>
      <w:r>
        <w:t>’</w:t>
      </w:r>
      <w:r w:rsidR="00115F49" w:rsidRPr="00115F49">
        <w:t>est ça</w:t>
      </w:r>
      <w:r>
        <w:t xml:space="preserve"> ? </w:t>
      </w:r>
      <w:r w:rsidR="00115F49" w:rsidRPr="00115F49">
        <w:t>C</w:t>
      </w:r>
      <w:r>
        <w:t>’</w:t>
      </w:r>
      <w:r w:rsidR="00115F49" w:rsidRPr="00115F49">
        <w:t>est peu de chose</w:t>
      </w:r>
      <w:r>
        <w:t xml:space="preserve">. </w:t>
      </w:r>
      <w:r w:rsidR="00115F49" w:rsidRPr="00115F49">
        <w:t>Vous m</w:t>
      </w:r>
      <w:r>
        <w:t>’</w:t>
      </w:r>
      <w:r w:rsidR="00115F49" w:rsidRPr="00115F49">
        <w:t>avez vue vous servir des verres</w:t>
      </w:r>
      <w:r>
        <w:t xml:space="preserve">, </w:t>
      </w:r>
      <w:r w:rsidR="00115F49" w:rsidRPr="00115F49">
        <w:t>trinquer à l</w:t>
      </w:r>
      <w:r>
        <w:t>’</w:t>
      </w:r>
      <w:r w:rsidR="00115F49" w:rsidRPr="00115F49">
        <w:t>occasion et faire le quatrième quand il manque</w:t>
      </w:r>
      <w:r>
        <w:t xml:space="preserve">. </w:t>
      </w:r>
      <w:r w:rsidR="00115F49" w:rsidRPr="00115F49">
        <w:t>Mais ça n</w:t>
      </w:r>
      <w:r>
        <w:t>’</w:t>
      </w:r>
      <w:r w:rsidR="00115F49" w:rsidRPr="00115F49">
        <w:t>était pas sous ce jour-là que j</w:t>
      </w:r>
      <w:r>
        <w:t>’</w:t>
      </w:r>
      <w:r w:rsidR="00115F49" w:rsidRPr="00115F49">
        <w:t xml:space="preserve">avais mon utilité chez </w:t>
      </w:r>
      <w:r>
        <w:t>M</w:t>
      </w:r>
      <w:r w:rsidRPr="00766774">
        <w:rPr>
          <w:vertAlign w:val="superscript"/>
        </w:rPr>
        <w:t>me</w:t>
      </w:r>
      <w:r>
        <w:t> </w:t>
      </w:r>
      <w:r w:rsidR="00115F49" w:rsidRPr="00115F49">
        <w:t>Tim</w:t>
      </w:r>
      <w:r>
        <w:t xml:space="preserve">. </w:t>
      </w:r>
      <w:r w:rsidR="00115F49" w:rsidRPr="00115F49">
        <w:t>Dans la marche du monde</w:t>
      </w:r>
      <w:r>
        <w:t xml:space="preserve">, </w:t>
      </w:r>
      <w:r w:rsidR="00115F49" w:rsidRPr="00115F49">
        <w:t>il y a pas mal de choses qui ne vont pas toutes seules</w:t>
      </w:r>
      <w:r>
        <w:t xml:space="preserve"> : </w:t>
      </w:r>
      <w:r w:rsidR="00115F49" w:rsidRPr="00115F49">
        <w:t>tout</w:t>
      </w:r>
      <w:r>
        <w:t xml:space="preserve">, </w:t>
      </w:r>
      <w:r w:rsidR="00115F49" w:rsidRPr="00115F49">
        <w:t>pourrait-on dire</w:t>
      </w:r>
      <w:r>
        <w:t xml:space="preserve">. </w:t>
      </w:r>
      <w:r w:rsidR="00115F49" w:rsidRPr="00115F49">
        <w:t>On aime bien savoir pourquoi</w:t>
      </w:r>
      <w:r>
        <w:t xml:space="preserve">. </w:t>
      </w:r>
      <w:r w:rsidR="00115F49" w:rsidRPr="00115F49">
        <w:t>J</w:t>
      </w:r>
      <w:r>
        <w:t>’</w:t>
      </w:r>
      <w:r w:rsidR="00115F49" w:rsidRPr="00115F49">
        <w:t>étais tout à fait incapable de dire pourquoi mais j</w:t>
      </w:r>
      <w:r>
        <w:t>’</w:t>
      </w:r>
      <w:r w:rsidR="00115F49" w:rsidRPr="00115F49">
        <w:t>étais fort capable de dire ce que j</w:t>
      </w:r>
      <w:r>
        <w:t>’</w:t>
      </w:r>
      <w:r w:rsidR="00115F49" w:rsidRPr="00115F49">
        <w:t>avais constaté quand certaines choses ne marchaient pas pour moi</w:t>
      </w:r>
      <w:r>
        <w:t xml:space="preserve">. </w:t>
      </w:r>
      <w:r w:rsidR="00115F49" w:rsidRPr="00115F49">
        <w:t>On n</w:t>
      </w:r>
      <w:r>
        <w:t>’</w:t>
      </w:r>
      <w:r w:rsidR="00115F49" w:rsidRPr="00115F49">
        <w:t>apprend pas tout dans les couvents</w:t>
      </w:r>
      <w:r>
        <w:t xml:space="preserve">, </w:t>
      </w:r>
      <w:r w:rsidR="00115F49" w:rsidRPr="00115F49">
        <w:t>même avec des volcans à la porte</w:t>
      </w:r>
      <w:r>
        <w:t xml:space="preserve">. </w:t>
      </w:r>
      <w:r w:rsidR="00115F49" w:rsidRPr="00115F49">
        <w:t>Je n</w:t>
      </w:r>
      <w:r>
        <w:t>’</w:t>
      </w:r>
      <w:r w:rsidR="00115F49" w:rsidRPr="00115F49">
        <w:t>ai jamais eu de volcan à ma porte mais je sais très bien ce que c</w:t>
      </w:r>
      <w:r>
        <w:t>’</w:t>
      </w:r>
      <w:r w:rsidR="00115F49" w:rsidRPr="00115F49">
        <w:t>est qu</w:t>
      </w:r>
      <w:r>
        <w:t>’</w:t>
      </w:r>
      <w:r w:rsidR="00115F49" w:rsidRPr="00115F49">
        <w:t>un dimanche après-midi dans une ville de garnison</w:t>
      </w:r>
      <w:r>
        <w:t>. M</w:t>
      </w:r>
      <w:r w:rsidRPr="00766774">
        <w:rPr>
          <w:vertAlign w:val="superscript"/>
        </w:rPr>
        <w:t>me</w:t>
      </w:r>
      <w:r>
        <w:t> </w:t>
      </w:r>
      <w:r w:rsidR="00115F49" w:rsidRPr="00115F49">
        <w:t>Tim trouvait que mon point de vue éclairait fort les choses</w:t>
      </w:r>
      <w:r>
        <w:t xml:space="preserve">. </w:t>
      </w:r>
      <w:r w:rsidR="00115F49" w:rsidRPr="00115F49">
        <w:t>Cet échange de points de vue mène assez loin</w:t>
      </w:r>
      <w:r>
        <w:t xml:space="preserve">. </w:t>
      </w:r>
      <w:r w:rsidR="00115F49" w:rsidRPr="00115F49">
        <w:t>Je parle des femmes</w:t>
      </w:r>
      <w:r>
        <w:t xml:space="preserve">. </w:t>
      </w:r>
      <w:r w:rsidR="00115F49" w:rsidRPr="00115F49">
        <w:t>Il mène facilement jusqu</w:t>
      </w:r>
      <w:r>
        <w:t>’</w:t>
      </w:r>
      <w:r w:rsidR="00115F49" w:rsidRPr="00115F49">
        <w:t>à prêter une ouatine</w:t>
      </w:r>
      <w:r>
        <w:t xml:space="preserve">. </w:t>
      </w:r>
      <w:r w:rsidR="00115F49" w:rsidRPr="00115F49">
        <w:t>Et</w:t>
      </w:r>
      <w:r>
        <w:t xml:space="preserve">, </w:t>
      </w:r>
      <w:r w:rsidR="00115F49" w:rsidRPr="00115F49">
        <w:t>pourquoi étions-nous à Chalamont</w:t>
      </w:r>
      <w:r>
        <w:t xml:space="preserve"> ? </w:t>
      </w:r>
      <w:r w:rsidR="00115F49" w:rsidRPr="00115F49">
        <w:t>voulez-vous peut-être demander</w:t>
      </w:r>
      <w:r>
        <w:t xml:space="preserve">. </w:t>
      </w:r>
      <w:r w:rsidR="00115F49" w:rsidRPr="00115F49">
        <w:t>Et non pas à Saint-Baudille</w:t>
      </w:r>
      <w:r>
        <w:t xml:space="preserve">, </w:t>
      </w:r>
      <w:r w:rsidR="00115F49" w:rsidRPr="00115F49">
        <w:t>bien au chaud dans le salon</w:t>
      </w:r>
      <w:r>
        <w:t xml:space="preserve">, </w:t>
      </w:r>
      <w:r w:rsidR="00115F49" w:rsidRPr="00115F49">
        <w:t>à siroter l</w:t>
      </w:r>
      <w:r>
        <w:t>’</w:t>
      </w:r>
      <w:r w:rsidR="00115F49" w:rsidRPr="00115F49">
        <w:t>eau-de-vie de cerise</w:t>
      </w:r>
      <w:r>
        <w:t xml:space="preserve"> ? </w:t>
      </w:r>
      <w:r w:rsidR="00115F49" w:rsidRPr="00115F49">
        <w:t>Eh bien</w:t>
      </w:r>
      <w:r>
        <w:t xml:space="preserve">, </w:t>
      </w:r>
      <w:r w:rsidR="00115F49" w:rsidRPr="00115F49">
        <w:t>tout simplement parce que nous tenions beaucoup à voir de quelle façon le monde marchait au fond de Chalamont</w:t>
      </w:r>
      <w:r>
        <w:t xml:space="preserve">. </w:t>
      </w:r>
      <w:r w:rsidR="00115F49" w:rsidRPr="00115F49">
        <w:t>Vous n</w:t>
      </w:r>
      <w:r>
        <w:t>’</w:t>
      </w:r>
      <w:r w:rsidR="00115F49" w:rsidRPr="00115F49">
        <w:t>allez pas me dire que Chalamont ne fait pas partie du monde</w:t>
      </w:r>
      <w:r>
        <w:t xml:space="preserve"> ? </w:t>
      </w:r>
      <w:r w:rsidR="00115F49" w:rsidRPr="00115F49">
        <w:t>Alors</w:t>
      </w:r>
      <w:r>
        <w:t xml:space="preserve">, </w:t>
      </w:r>
      <w:r w:rsidR="00115F49" w:rsidRPr="00115F49">
        <w:t>on a bien le droit</w:t>
      </w:r>
      <w:r>
        <w:t xml:space="preserve">. </w:t>
      </w:r>
      <w:r w:rsidR="00115F49" w:rsidRPr="00115F49">
        <w:t>Si on s</w:t>
      </w:r>
      <w:r>
        <w:t>’</w:t>
      </w:r>
      <w:r w:rsidR="00115F49" w:rsidRPr="00115F49">
        <w:t>intéresse</w:t>
      </w:r>
      <w:r>
        <w:t>.</w:t>
      </w:r>
    </w:p>
    <w:p w14:paraId="32B8DA93" w14:textId="77777777" w:rsidR="00766774" w:rsidRDefault="00766774" w:rsidP="00115F49">
      <w:r>
        <w:lastRenderedPageBreak/>
        <w:t>— </w:t>
      </w:r>
      <w:r w:rsidR="00115F49" w:rsidRPr="00115F49">
        <w:t>Et le procureur</w:t>
      </w:r>
      <w:r>
        <w:t xml:space="preserve"> ? </w:t>
      </w:r>
      <w:r w:rsidR="00115F49" w:rsidRPr="00115F49">
        <w:t>disions-nous</w:t>
      </w:r>
      <w:r>
        <w:t>.</w:t>
      </w:r>
    </w:p>
    <w:p w14:paraId="78A5F6D7" w14:textId="77777777" w:rsidR="00766774" w:rsidRDefault="00766774" w:rsidP="00115F49">
      <w:r>
        <w:t>— </w:t>
      </w:r>
      <w:r w:rsidR="00115F49" w:rsidRPr="00115F49">
        <w:t>C</w:t>
      </w:r>
      <w:r>
        <w:t>’</w:t>
      </w:r>
      <w:r w:rsidR="00115F49" w:rsidRPr="00115F49">
        <w:t>était aussi un amateur</w:t>
      </w:r>
      <w:r>
        <w:t xml:space="preserve">, </w:t>
      </w:r>
      <w:r w:rsidR="00115F49" w:rsidRPr="00115F49">
        <w:t>disait-elle</w:t>
      </w:r>
      <w:r>
        <w:t xml:space="preserve">, </w:t>
      </w:r>
      <w:r w:rsidR="00115F49" w:rsidRPr="00115F49">
        <w:t>de la marche du monde au fond de Chalamont</w:t>
      </w:r>
      <w:r>
        <w:t xml:space="preserve">. </w:t>
      </w:r>
      <w:r w:rsidR="00115F49" w:rsidRPr="00115F49">
        <w:t>Le comportement des âmes qu</w:t>
      </w:r>
      <w:r>
        <w:t>’</w:t>
      </w:r>
      <w:r w:rsidR="00115F49" w:rsidRPr="00115F49">
        <w:t>on rencontre</w:t>
      </w:r>
      <w:r>
        <w:t xml:space="preserve">, </w:t>
      </w:r>
      <w:r w:rsidR="00115F49" w:rsidRPr="00115F49">
        <w:t>même au fond des couvents</w:t>
      </w:r>
      <w:r>
        <w:t xml:space="preserve">, </w:t>
      </w:r>
      <w:r w:rsidR="00115F49" w:rsidRPr="00115F49">
        <w:t>des salons</w:t>
      </w:r>
      <w:r>
        <w:t xml:space="preserve">, </w:t>
      </w:r>
      <w:r w:rsidR="00115F49" w:rsidRPr="00115F49">
        <w:t>des villes de garnison et des familles n</w:t>
      </w:r>
      <w:r>
        <w:t>’</w:t>
      </w:r>
      <w:r w:rsidR="00115F49" w:rsidRPr="00115F49">
        <w:t>apprend pas grand-chose si on ignore comment se comportent les âmes qu</w:t>
      </w:r>
      <w:r>
        <w:t>’</w:t>
      </w:r>
      <w:r w:rsidR="00115F49" w:rsidRPr="00115F49">
        <w:t>on rencontre au fond de Chalamont</w:t>
      </w:r>
      <w:r>
        <w:t>.</w:t>
      </w:r>
    </w:p>
    <w:p w14:paraId="11FB9437" w14:textId="77777777" w:rsidR="00766774" w:rsidRDefault="00115F49" w:rsidP="00115F49">
      <w:r w:rsidRPr="00115F49">
        <w:t>Nous disions</w:t>
      </w:r>
      <w:r w:rsidR="00766774">
        <w:t> : « </w:t>
      </w:r>
      <w:r w:rsidRPr="00115F49">
        <w:t>D</w:t>
      </w:r>
      <w:r w:rsidR="00766774">
        <w:t>’</w:t>
      </w:r>
      <w:r w:rsidRPr="00115F49">
        <w:t>accord</w:t>
      </w:r>
      <w:r w:rsidR="00766774">
        <w:t xml:space="preserve">. </w:t>
      </w:r>
      <w:r w:rsidRPr="00115F49">
        <w:t>Entendu</w:t>
      </w:r>
      <w:r w:rsidR="00766774">
        <w:t xml:space="preserve">, </w:t>
      </w:r>
      <w:r w:rsidRPr="00115F49">
        <w:t>mais alors</w:t>
      </w:r>
      <w:r w:rsidR="00766774">
        <w:t xml:space="preserve">, </w:t>
      </w:r>
      <w:r w:rsidRPr="00115F49">
        <w:t>tu vas nous expliquer quelque chose</w:t>
      </w:r>
      <w:r w:rsidR="00766774">
        <w:t xml:space="preserve">. </w:t>
      </w:r>
      <w:r w:rsidRPr="00115F49">
        <w:t>D</w:t>
      </w:r>
      <w:r w:rsidR="00766774">
        <w:t>’</w:t>
      </w:r>
      <w:r w:rsidRPr="00115F49">
        <w:t>où vient que Langlois avait perdu sa belle humeur</w:t>
      </w:r>
      <w:r w:rsidR="00766774">
        <w:t> ? »</w:t>
      </w:r>
      <w:r w:rsidRPr="00115F49">
        <w:t xml:space="preserve"> Elle se souvenait bien du jour où on l</w:t>
      </w:r>
      <w:r w:rsidR="00766774">
        <w:t>’</w:t>
      </w:r>
      <w:r w:rsidRPr="00115F49">
        <w:t>avait vu pour la première fois</w:t>
      </w:r>
      <w:r w:rsidR="00766774">
        <w:t xml:space="preserve">. </w:t>
      </w:r>
      <w:r w:rsidRPr="00115F49">
        <w:t>Admettons que nous ayons été dans des circonstances particulières ce soir-là et qu</w:t>
      </w:r>
      <w:r w:rsidR="00766774">
        <w:t>’</w:t>
      </w:r>
      <w:r w:rsidRPr="00115F49">
        <w:t>on l</w:t>
      </w:r>
      <w:r w:rsidR="00766774">
        <w:t>’</w:t>
      </w:r>
      <w:r w:rsidRPr="00115F49">
        <w:t>ait accueilli comme le Messie</w:t>
      </w:r>
      <w:r w:rsidR="00766774">
        <w:t xml:space="preserve">. </w:t>
      </w:r>
      <w:r w:rsidRPr="00115F49">
        <w:t>Mais</w:t>
      </w:r>
      <w:r w:rsidR="00766774">
        <w:t xml:space="preserve">, </w:t>
      </w:r>
      <w:r w:rsidRPr="00115F49">
        <w:t>est-ce qu</w:t>
      </w:r>
      <w:r w:rsidR="00766774">
        <w:t>’</w:t>
      </w:r>
      <w:r w:rsidRPr="00115F49">
        <w:t>on s</w:t>
      </w:r>
      <w:r w:rsidR="00766774">
        <w:t>’</w:t>
      </w:r>
      <w:r w:rsidRPr="00115F49">
        <w:t>était trompé ou bien est-ce qu</w:t>
      </w:r>
      <w:r w:rsidR="00766774">
        <w:t>’</w:t>
      </w:r>
      <w:r w:rsidRPr="00115F49">
        <w:t>il était vraiment bon vivant comme il nous avait semblé qu</w:t>
      </w:r>
      <w:r w:rsidR="00766774">
        <w:t>’</w:t>
      </w:r>
      <w:r w:rsidRPr="00115F49">
        <w:t>il était</w:t>
      </w:r>
      <w:r w:rsidR="00766774">
        <w:t xml:space="preserve"> ? </w:t>
      </w:r>
      <w:r w:rsidRPr="00115F49">
        <w:t>Et</w:t>
      </w:r>
      <w:r w:rsidR="00766774">
        <w:t xml:space="preserve">, </w:t>
      </w:r>
      <w:r w:rsidRPr="00115F49">
        <w:t>quand il revint chez nous</w:t>
      </w:r>
      <w:r w:rsidR="00766774">
        <w:t xml:space="preserve">, </w:t>
      </w:r>
      <w:r w:rsidRPr="00115F49">
        <w:t>avec son chapeau tromblon</w:t>
      </w:r>
      <w:r w:rsidR="00766774">
        <w:t xml:space="preserve">, </w:t>
      </w:r>
      <w:r w:rsidRPr="00115F49">
        <w:t>le moins qu</w:t>
      </w:r>
      <w:r w:rsidR="00766774">
        <w:t>’</w:t>
      </w:r>
      <w:r w:rsidRPr="00115F49">
        <w:t>on puisse dire c</w:t>
      </w:r>
      <w:r w:rsidR="00766774">
        <w:t>’</w:t>
      </w:r>
      <w:r w:rsidRPr="00115F49">
        <w:t>est qu</w:t>
      </w:r>
      <w:r w:rsidR="00766774">
        <w:t>’</w:t>
      </w:r>
      <w:r w:rsidRPr="00115F49">
        <w:t>il engendrait la mélancolie</w:t>
      </w:r>
      <w:r w:rsidR="00766774">
        <w:t>.</w:t>
      </w:r>
    </w:p>
    <w:p w14:paraId="7B71AA10" w14:textId="77777777" w:rsidR="00766774" w:rsidRDefault="00766774" w:rsidP="00115F49">
      <w:r>
        <w:t>— </w:t>
      </w:r>
      <w:r w:rsidR="00115F49" w:rsidRPr="00115F49">
        <w:t>C</w:t>
      </w:r>
      <w:r>
        <w:t>’</w:t>
      </w:r>
      <w:r w:rsidR="00115F49" w:rsidRPr="00115F49">
        <w:t>était un bon garçon</w:t>
      </w:r>
      <w:r>
        <w:t xml:space="preserve">, </w:t>
      </w:r>
      <w:r w:rsidR="00115F49" w:rsidRPr="00115F49">
        <w:t>disait-elle</w:t>
      </w:r>
      <w:r>
        <w:t xml:space="preserve">. </w:t>
      </w:r>
      <w:r w:rsidR="00115F49" w:rsidRPr="00115F49">
        <w:t>Il n</w:t>
      </w:r>
      <w:r>
        <w:t>’</w:t>
      </w:r>
      <w:r w:rsidR="00115F49" w:rsidRPr="00115F49">
        <w:t>engendrait pas du tout la mélancolie</w:t>
      </w:r>
      <w:r>
        <w:t xml:space="preserve">. </w:t>
      </w:r>
      <w:r w:rsidR="00115F49" w:rsidRPr="00115F49">
        <w:t>Quand il est arrivé ici pour la première fois</w:t>
      </w:r>
      <w:r>
        <w:t xml:space="preserve">, </w:t>
      </w:r>
      <w:r w:rsidR="00115F49" w:rsidRPr="00115F49">
        <w:t>il fallait être désorienté comme vous pour croire qu</w:t>
      </w:r>
      <w:r>
        <w:t>’</w:t>
      </w:r>
      <w:r w:rsidR="00115F49" w:rsidRPr="00115F49">
        <w:t>il était résumé avec sa pipe en terre et ses bottes</w:t>
      </w:r>
      <w:r>
        <w:t xml:space="preserve">. </w:t>
      </w:r>
      <w:r w:rsidR="00115F49" w:rsidRPr="00115F49">
        <w:t>D</w:t>
      </w:r>
      <w:r>
        <w:t>’</w:t>
      </w:r>
      <w:r w:rsidR="00115F49" w:rsidRPr="00115F49">
        <w:t>ailleurs</w:t>
      </w:r>
      <w:r>
        <w:t xml:space="preserve">, </w:t>
      </w:r>
      <w:r w:rsidR="00115F49" w:rsidRPr="00115F49">
        <w:t>il vous l</w:t>
      </w:r>
      <w:r>
        <w:t>’</w:t>
      </w:r>
      <w:r w:rsidR="00115F49" w:rsidRPr="00115F49">
        <w:t>a fait voir</w:t>
      </w:r>
      <w:r>
        <w:t xml:space="preserve">. </w:t>
      </w:r>
      <w:r w:rsidR="00115F49" w:rsidRPr="00115F49">
        <w:t>Avec des états de service comme les siens on ne s</w:t>
      </w:r>
      <w:r>
        <w:t>’</w:t>
      </w:r>
      <w:r w:rsidR="00115F49" w:rsidRPr="00115F49">
        <w:t>amuse pas à rire</w:t>
      </w:r>
      <w:r>
        <w:t xml:space="preserve">. </w:t>
      </w:r>
      <w:r w:rsidR="00115F49" w:rsidRPr="00115F49">
        <w:t>Il a fait l</w:t>
      </w:r>
      <w:r>
        <w:t>’</w:t>
      </w:r>
      <w:r w:rsidR="00115F49" w:rsidRPr="00115F49">
        <w:t>Algérie</w:t>
      </w:r>
      <w:r>
        <w:t xml:space="preserve">. </w:t>
      </w:r>
      <w:r w:rsidR="00115F49" w:rsidRPr="00115F49">
        <w:t>Il était à Oran avec Desmichels et à la Macta avec Trézel et il disait que ce n</w:t>
      </w:r>
      <w:r>
        <w:t>’</w:t>
      </w:r>
      <w:r w:rsidR="00115F49" w:rsidRPr="00115F49">
        <w:t>était pas de la peau de lapin que de se faire foutre la frottée par des arbis déguisés en femmes</w:t>
      </w:r>
      <w:r>
        <w:t xml:space="preserve">. </w:t>
      </w:r>
      <w:r w:rsidR="00115F49" w:rsidRPr="00115F49">
        <w:t>Ceux qui étaient là et qui s</w:t>
      </w:r>
      <w:r>
        <w:t>’</w:t>
      </w:r>
      <w:r w:rsidR="00115F49" w:rsidRPr="00115F49">
        <w:t>en sont tirés</w:t>
      </w:r>
      <w:r>
        <w:t xml:space="preserve">, </w:t>
      </w:r>
      <w:r w:rsidR="00115F49" w:rsidRPr="00115F49">
        <w:t>il fallait qu</w:t>
      </w:r>
      <w:r>
        <w:t>’</w:t>
      </w:r>
      <w:r w:rsidR="00115F49" w:rsidRPr="00115F49">
        <w:t>ils en aient dans le ventre</w:t>
      </w:r>
      <w:r>
        <w:t xml:space="preserve">. </w:t>
      </w:r>
      <w:r w:rsidR="00115F49" w:rsidRPr="00115F49">
        <w:t>D</w:t>
      </w:r>
      <w:r>
        <w:t>’</w:t>
      </w:r>
      <w:r w:rsidR="00115F49" w:rsidRPr="00115F49">
        <w:t>abord</w:t>
      </w:r>
      <w:r>
        <w:t xml:space="preserve">. </w:t>
      </w:r>
      <w:r w:rsidR="00115F49" w:rsidRPr="00115F49">
        <w:t>Ensuite</w:t>
      </w:r>
      <w:r>
        <w:t xml:space="preserve">, </w:t>
      </w:r>
      <w:r w:rsidR="00115F49" w:rsidRPr="00115F49">
        <w:t>ils se sont fait la réflexion que c</w:t>
      </w:r>
      <w:r>
        <w:t>’</w:t>
      </w:r>
      <w:r w:rsidR="00115F49" w:rsidRPr="00115F49">
        <w:t>était déjà très bien d</w:t>
      </w:r>
      <w:r>
        <w:t>’</w:t>
      </w:r>
      <w:r w:rsidR="00115F49" w:rsidRPr="00115F49">
        <w:t>être vivants sans encore réclamer d</w:t>
      </w:r>
      <w:r>
        <w:t>’</w:t>
      </w:r>
      <w:r w:rsidR="00115F49" w:rsidRPr="00115F49">
        <w:t xml:space="preserve">être des </w:t>
      </w:r>
      <w:r>
        <w:t>« </w:t>
      </w:r>
      <w:r w:rsidR="00115F49" w:rsidRPr="00115F49">
        <w:rPr>
          <w:i/>
          <w:iCs/>
        </w:rPr>
        <w:t>bons vivants</w:t>
      </w:r>
      <w:r>
        <w:t xml:space="preserve"> ». </w:t>
      </w:r>
      <w:r w:rsidR="00115F49" w:rsidRPr="00115F49">
        <w:t>Après ils se sont rendu compte que tout ne s</w:t>
      </w:r>
      <w:r>
        <w:t>’</w:t>
      </w:r>
      <w:r w:rsidR="00115F49" w:rsidRPr="00115F49">
        <w:t>arrangeait pas avec une assiette de soupe</w:t>
      </w:r>
      <w:r>
        <w:t xml:space="preserve"> (</w:t>
      </w:r>
      <w:r w:rsidR="00115F49" w:rsidRPr="00115F49">
        <w:t>et ça alors</w:t>
      </w:r>
      <w:r>
        <w:t xml:space="preserve">, </w:t>
      </w:r>
      <w:r w:rsidR="00115F49" w:rsidRPr="00115F49">
        <w:t xml:space="preserve">je </w:t>
      </w:r>
      <w:r w:rsidR="00115F49" w:rsidRPr="00115F49">
        <w:lastRenderedPageBreak/>
        <w:t>peux vous dire que je n</w:t>
      </w:r>
      <w:r>
        <w:t>’</w:t>
      </w:r>
      <w:r w:rsidR="00115F49" w:rsidRPr="00115F49">
        <w:t>avais pas eu besoin du général Bugeaud pour l</w:t>
      </w:r>
      <w:r>
        <w:t>’</w:t>
      </w:r>
      <w:r w:rsidR="00115F49" w:rsidRPr="00115F49">
        <w:t>apprendre</w:t>
      </w:r>
      <w:r>
        <w:t xml:space="preserve">. </w:t>
      </w:r>
      <w:r w:rsidR="00115F49" w:rsidRPr="00115F49">
        <w:t>Il est vrai que moi</w:t>
      </w:r>
      <w:r>
        <w:t xml:space="preserve">, </w:t>
      </w:r>
      <w:r w:rsidR="00115F49" w:rsidRPr="00115F49">
        <w:t>je travaillais sans tambours ni trompettes</w:t>
      </w:r>
      <w:r>
        <w:t xml:space="preserve">. </w:t>
      </w:r>
      <w:r w:rsidR="00115F49" w:rsidRPr="00115F49">
        <w:t>Et ça y fait</w:t>
      </w:r>
      <w:r>
        <w:t xml:space="preserve">). </w:t>
      </w:r>
      <w:r w:rsidR="00115F49" w:rsidRPr="00115F49">
        <w:t>Total</w:t>
      </w:r>
      <w:r>
        <w:t xml:space="preserve">, </w:t>
      </w:r>
      <w:r w:rsidR="00115F49" w:rsidRPr="00115F49">
        <w:t>il pesait le pour et le contre</w:t>
      </w:r>
      <w:r>
        <w:t xml:space="preserve">. </w:t>
      </w:r>
      <w:r w:rsidR="00115F49" w:rsidRPr="00115F49">
        <w:t>La pipe et les bottes</w:t>
      </w:r>
      <w:r>
        <w:t xml:space="preserve">, </w:t>
      </w:r>
      <w:r w:rsidR="00115F49" w:rsidRPr="00115F49">
        <w:t>c</w:t>
      </w:r>
      <w:r>
        <w:t>’</w:t>
      </w:r>
      <w:r w:rsidR="00115F49" w:rsidRPr="00115F49">
        <w:t>était du décor</w:t>
      </w:r>
      <w:r>
        <w:t xml:space="preserve">. </w:t>
      </w:r>
      <w:r w:rsidR="00115F49" w:rsidRPr="00115F49">
        <w:t>Et les trois médailles</w:t>
      </w:r>
      <w:r>
        <w:t xml:space="preserve">, </w:t>
      </w:r>
      <w:r w:rsidR="00115F49" w:rsidRPr="00115F49">
        <w:t>c</w:t>
      </w:r>
      <w:r>
        <w:t>’</w:t>
      </w:r>
      <w:r w:rsidR="00115F49" w:rsidRPr="00115F49">
        <w:t>était du décor</w:t>
      </w:r>
      <w:r>
        <w:t xml:space="preserve">. </w:t>
      </w:r>
      <w:r w:rsidR="00115F49" w:rsidRPr="00115F49">
        <w:t>Ce qui n</w:t>
      </w:r>
      <w:r>
        <w:t>’</w:t>
      </w:r>
      <w:r w:rsidR="00115F49" w:rsidRPr="00115F49">
        <w:t>était pas du décor c</w:t>
      </w:r>
      <w:r>
        <w:t>’</w:t>
      </w:r>
      <w:r w:rsidR="00115F49" w:rsidRPr="00115F49">
        <w:t>est quand il avait installé ses sentinelles</w:t>
      </w:r>
      <w:r>
        <w:t xml:space="preserve">, </w:t>
      </w:r>
      <w:r w:rsidR="00115F49" w:rsidRPr="00115F49">
        <w:t>qu</w:t>
      </w:r>
      <w:r>
        <w:t>’</w:t>
      </w:r>
      <w:r w:rsidR="00115F49" w:rsidRPr="00115F49">
        <w:t>il vous avait bouclés dans vos maisons</w:t>
      </w:r>
      <w:r>
        <w:t xml:space="preserve">, </w:t>
      </w:r>
      <w:r w:rsidR="00115F49" w:rsidRPr="00115F49">
        <w:t>qu</w:t>
      </w:r>
      <w:r>
        <w:t>’</w:t>
      </w:r>
      <w:r w:rsidR="00115F49" w:rsidRPr="00115F49">
        <w:t>il avait organisé ses patrouilles</w:t>
      </w:r>
      <w:r>
        <w:t xml:space="preserve">, </w:t>
      </w:r>
      <w:r w:rsidR="00115F49" w:rsidRPr="00115F49">
        <w:t>qu</w:t>
      </w:r>
      <w:r>
        <w:t>’</w:t>
      </w:r>
      <w:r w:rsidR="00115F49" w:rsidRPr="00115F49">
        <w:t>il revenait chez moi et qu</w:t>
      </w:r>
      <w:r>
        <w:t>’</w:t>
      </w:r>
      <w:r w:rsidR="00115F49" w:rsidRPr="00115F49">
        <w:t>il me disait</w:t>
      </w:r>
      <w:r>
        <w:t> :</w:t>
      </w:r>
    </w:p>
    <w:p w14:paraId="52962ED5" w14:textId="77777777" w:rsidR="00766774" w:rsidRDefault="00766774" w:rsidP="00115F49">
      <w:r>
        <w:t>— </w:t>
      </w:r>
      <w:r w:rsidR="00115F49" w:rsidRPr="00115F49">
        <w:t>Assieds-toi</w:t>
      </w:r>
      <w:r>
        <w:t xml:space="preserve">, </w:t>
      </w:r>
      <w:r w:rsidR="00115F49" w:rsidRPr="00115F49">
        <w:t>on va parler de la marche du monde</w:t>
      </w:r>
      <w:r>
        <w:t>.</w:t>
      </w:r>
    </w:p>
    <w:p w14:paraId="668F8781" w14:textId="77777777" w:rsidR="00766774" w:rsidRDefault="00115F49" w:rsidP="00115F49">
      <w:pPr>
        <w:rPr>
          <w:i/>
          <w:iCs/>
        </w:rPr>
      </w:pPr>
      <w:r w:rsidRPr="00115F49">
        <w:t>Car</w:t>
      </w:r>
      <w:r w:rsidR="00766774">
        <w:t xml:space="preserve">, </w:t>
      </w:r>
      <w:r w:rsidRPr="00115F49">
        <w:t>disait-il</w:t>
      </w:r>
      <w:r w:rsidR="00766774">
        <w:t xml:space="preserve">, </w:t>
      </w:r>
      <w:r w:rsidRPr="00115F49">
        <w:t>rien ne se fait par l</w:t>
      </w:r>
      <w:r w:rsidR="00766774">
        <w:t>’</w:t>
      </w:r>
      <w:r w:rsidRPr="00115F49">
        <w:t>opération du Saint-Esprit</w:t>
      </w:r>
      <w:r w:rsidR="00766774">
        <w:t xml:space="preserve">. </w:t>
      </w:r>
      <w:r w:rsidRPr="00115F49">
        <w:t>Si les gens disparaissent</w:t>
      </w:r>
      <w:r w:rsidR="00766774">
        <w:t xml:space="preserve">, </w:t>
      </w:r>
      <w:r w:rsidRPr="00115F49">
        <w:t>c</w:t>
      </w:r>
      <w:r w:rsidR="00766774">
        <w:t>’</w:t>
      </w:r>
      <w:r w:rsidRPr="00115F49">
        <w:t>est que quelqu</w:t>
      </w:r>
      <w:r w:rsidR="00766774">
        <w:t>’</w:t>
      </w:r>
      <w:r w:rsidRPr="00115F49">
        <w:t>un les fait disparaître</w:t>
      </w:r>
      <w:r w:rsidR="00766774">
        <w:t xml:space="preserve">. </w:t>
      </w:r>
      <w:r w:rsidRPr="00115F49">
        <w:t>S</w:t>
      </w:r>
      <w:r w:rsidR="00766774">
        <w:t>’</w:t>
      </w:r>
      <w:r w:rsidRPr="00115F49">
        <w:t>il les fait disparaître</w:t>
      </w:r>
      <w:r w:rsidR="00766774">
        <w:t xml:space="preserve">, </w:t>
      </w:r>
      <w:r w:rsidRPr="00115F49">
        <w:t>c</w:t>
      </w:r>
      <w:r w:rsidR="00766774">
        <w:t>’</w:t>
      </w:r>
      <w:r w:rsidRPr="00115F49">
        <w:t>est qu</w:t>
      </w:r>
      <w:r w:rsidR="00766774">
        <w:t>’</w:t>
      </w:r>
      <w:r w:rsidRPr="00115F49">
        <w:t>il y a une raison pour qu</w:t>
      </w:r>
      <w:r w:rsidR="00766774">
        <w:t>’</w:t>
      </w:r>
      <w:r w:rsidRPr="00115F49">
        <w:t>il les fasse disparaître</w:t>
      </w:r>
      <w:r w:rsidR="00766774">
        <w:t xml:space="preserve">. </w:t>
      </w:r>
      <w:r w:rsidRPr="00115F49">
        <w:rPr>
          <w:i/>
          <w:iCs/>
        </w:rPr>
        <w:t>Il semble qu</w:t>
      </w:r>
      <w:r w:rsidR="00766774">
        <w:rPr>
          <w:i/>
          <w:iCs/>
        </w:rPr>
        <w:t>’</w:t>
      </w:r>
      <w:r w:rsidRPr="00115F49">
        <w:rPr>
          <w:i/>
          <w:iCs/>
        </w:rPr>
        <w:t>il n</w:t>
      </w:r>
      <w:r w:rsidR="00766774">
        <w:rPr>
          <w:i/>
          <w:iCs/>
        </w:rPr>
        <w:t>’</w:t>
      </w:r>
      <w:r w:rsidRPr="00115F49">
        <w:rPr>
          <w:i/>
          <w:iCs/>
        </w:rPr>
        <w:t>y a pas de raison pour nous mais il y a une raison pour lui</w:t>
      </w:r>
      <w:r w:rsidR="00766774">
        <w:rPr>
          <w:i/>
          <w:iCs/>
        </w:rPr>
        <w:t xml:space="preserve">. </w:t>
      </w:r>
      <w:r w:rsidRPr="00115F49">
        <w:rPr>
          <w:i/>
          <w:iCs/>
        </w:rPr>
        <w:t>Et</w:t>
      </w:r>
      <w:r w:rsidR="00766774">
        <w:rPr>
          <w:i/>
          <w:iCs/>
        </w:rPr>
        <w:t xml:space="preserve">, </w:t>
      </w:r>
      <w:r w:rsidRPr="00115F49">
        <w:rPr>
          <w:i/>
          <w:iCs/>
        </w:rPr>
        <w:t>s</w:t>
      </w:r>
      <w:r w:rsidR="00766774">
        <w:rPr>
          <w:i/>
          <w:iCs/>
        </w:rPr>
        <w:t>’</w:t>
      </w:r>
      <w:r w:rsidRPr="00115F49">
        <w:rPr>
          <w:i/>
          <w:iCs/>
        </w:rPr>
        <w:t>il y a une raison pour lui</w:t>
      </w:r>
      <w:r w:rsidR="00766774">
        <w:rPr>
          <w:i/>
          <w:iCs/>
        </w:rPr>
        <w:t xml:space="preserve">, </w:t>
      </w:r>
      <w:r w:rsidRPr="00115F49">
        <w:rPr>
          <w:i/>
          <w:iCs/>
        </w:rPr>
        <w:t>nous devons pouvoir la comprendre</w:t>
      </w:r>
      <w:r w:rsidR="00766774">
        <w:rPr>
          <w:i/>
          <w:iCs/>
        </w:rPr>
        <w:t xml:space="preserve">. </w:t>
      </w:r>
      <w:r w:rsidRPr="00115F49">
        <w:rPr>
          <w:i/>
          <w:iCs/>
        </w:rPr>
        <w:t>Je ne crois pas</w:t>
      </w:r>
      <w:r w:rsidR="00766774">
        <w:rPr>
          <w:i/>
          <w:iCs/>
        </w:rPr>
        <w:t xml:space="preserve">, </w:t>
      </w:r>
      <w:r w:rsidRPr="00115F49">
        <w:rPr>
          <w:i/>
          <w:iCs/>
        </w:rPr>
        <w:t>moi</w:t>
      </w:r>
      <w:r w:rsidR="00766774">
        <w:rPr>
          <w:i/>
          <w:iCs/>
        </w:rPr>
        <w:t xml:space="preserve">, </w:t>
      </w:r>
      <w:r w:rsidRPr="00115F49">
        <w:rPr>
          <w:i/>
          <w:iCs/>
        </w:rPr>
        <w:t>qu</w:t>
      </w:r>
      <w:r w:rsidR="00766774">
        <w:rPr>
          <w:i/>
          <w:iCs/>
        </w:rPr>
        <w:t>’</w:t>
      </w:r>
      <w:r w:rsidRPr="00115F49">
        <w:rPr>
          <w:i/>
          <w:iCs/>
        </w:rPr>
        <w:t>un homme puisse être différent des autres hommes au point d</w:t>
      </w:r>
      <w:r w:rsidR="00766774">
        <w:rPr>
          <w:i/>
          <w:iCs/>
        </w:rPr>
        <w:t>’</w:t>
      </w:r>
      <w:r w:rsidRPr="00115F49">
        <w:rPr>
          <w:i/>
          <w:iCs/>
        </w:rPr>
        <w:t>avoir des raisons totalement incompréhensibles</w:t>
      </w:r>
      <w:r w:rsidR="00766774">
        <w:rPr>
          <w:i/>
          <w:iCs/>
        </w:rPr>
        <w:t xml:space="preserve">. </w:t>
      </w:r>
      <w:r w:rsidRPr="00115F49">
        <w:rPr>
          <w:i/>
          <w:iCs/>
        </w:rPr>
        <w:t>Il n</w:t>
      </w:r>
      <w:r w:rsidR="00766774">
        <w:rPr>
          <w:i/>
          <w:iCs/>
        </w:rPr>
        <w:t>’</w:t>
      </w:r>
      <w:r w:rsidRPr="00115F49">
        <w:rPr>
          <w:i/>
          <w:iCs/>
        </w:rPr>
        <w:t>y a pas d</w:t>
      </w:r>
      <w:r w:rsidR="00766774">
        <w:rPr>
          <w:i/>
          <w:iCs/>
        </w:rPr>
        <w:t>’</w:t>
      </w:r>
      <w:r w:rsidRPr="00115F49">
        <w:rPr>
          <w:i/>
          <w:iCs/>
        </w:rPr>
        <w:t>étrangers</w:t>
      </w:r>
      <w:r w:rsidR="00766774">
        <w:rPr>
          <w:i/>
          <w:iCs/>
        </w:rPr>
        <w:t xml:space="preserve">. </w:t>
      </w:r>
      <w:r w:rsidRPr="00115F49">
        <w:rPr>
          <w:i/>
          <w:iCs/>
        </w:rPr>
        <w:t>Il n</w:t>
      </w:r>
      <w:r w:rsidR="00766774">
        <w:rPr>
          <w:i/>
          <w:iCs/>
        </w:rPr>
        <w:t>’</w:t>
      </w:r>
      <w:r w:rsidRPr="00115F49">
        <w:rPr>
          <w:i/>
          <w:iCs/>
        </w:rPr>
        <w:t>y a pas d</w:t>
      </w:r>
      <w:r w:rsidR="00766774">
        <w:rPr>
          <w:i/>
          <w:iCs/>
        </w:rPr>
        <w:t>’</w:t>
      </w:r>
      <w:r w:rsidRPr="00115F49">
        <w:rPr>
          <w:i/>
          <w:iCs/>
        </w:rPr>
        <w:t>étrangers</w:t>
      </w:r>
      <w:r w:rsidR="00766774">
        <w:rPr>
          <w:i/>
          <w:iCs/>
        </w:rPr>
        <w:t xml:space="preserve"> ; </w:t>
      </w:r>
      <w:r w:rsidRPr="00115F49">
        <w:rPr>
          <w:i/>
          <w:iCs/>
        </w:rPr>
        <w:t>comprends-tu ça</w:t>
      </w:r>
      <w:r w:rsidR="00766774">
        <w:rPr>
          <w:i/>
          <w:iCs/>
        </w:rPr>
        <w:t xml:space="preserve">, </w:t>
      </w:r>
      <w:r w:rsidRPr="00115F49">
        <w:rPr>
          <w:i/>
          <w:iCs/>
        </w:rPr>
        <w:t>ma vieille</w:t>
      </w:r>
      <w:r w:rsidR="00766774">
        <w:rPr>
          <w:i/>
          <w:iCs/>
        </w:rPr>
        <w:t> ?</w:t>
      </w:r>
    </w:p>
    <w:p w14:paraId="2B4E4FCF" w14:textId="77777777" w:rsidR="00766774" w:rsidRDefault="00115F49" w:rsidP="00115F49">
      <w:r w:rsidRPr="00115F49">
        <w:t>Tu parles si je comprenais</w:t>
      </w:r>
      <w:r w:rsidR="00766774">
        <w:t xml:space="preserve"> ! </w:t>
      </w:r>
      <w:r w:rsidRPr="00115F49">
        <w:t>J</w:t>
      </w:r>
      <w:r w:rsidR="00766774">
        <w:t>’</w:t>
      </w:r>
      <w:r w:rsidRPr="00115F49">
        <w:t>ai gagné ma vie en touchant des deux épaules</w:t>
      </w:r>
      <w:r w:rsidR="00766774">
        <w:t xml:space="preserve">. </w:t>
      </w:r>
      <w:r w:rsidRPr="00115F49">
        <w:t>Jamais debout</w:t>
      </w:r>
      <w:r w:rsidR="00766774">
        <w:t xml:space="preserve">. </w:t>
      </w:r>
      <w:r w:rsidRPr="00115F49">
        <w:t>S</w:t>
      </w:r>
      <w:r w:rsidR="00766774">
        <w:t>’</w:t>
      </w:r>
      <w:r w:rsidRPr="00115F49">
        <w:t>il y avait eu des étrangers et si quelqu</w:t>
      </w:r>
      <w:r w:rsidR="00766774">
        <w:t>’</w:t>
      </w:r>
      <w:r w:rsidRPr="00115F49">
        <w:t>un avait des chances de les rencontrer c</w:t>
      </w:r>
      <w:r w:rsidR="00766774">
        <w:t>’</w:t>
      </w:r>
      <w:r w:rsidRPr="00115F49">
        <w:t>était moi</w:t>
      </w:r>
      <w:r w:rsidR="00766774">
        <w:t>.</w:t>
      </w:r>
    </w:p>
    <w:p w14:paraId="765879E9" w14:textId="77777777" w:rsidR="00766774" w:rsidRDefault="00766774" w:rsidP="00115F49">
      <w:r>
        <w:t>— </w:t>
      </w:r>
      <w:r w:rsidR="00115F49" w:rsidRPr="00115F49">
        <w:t>Et c</w:t>
      </w:r>
      <w:r>
        <w:t>’</w:t>
      </w:r>
      <w:r w:rsidR="00115F49" w:rsidRPr="00115F49">
        <w:t>est pourquoi je te le demande</w:t>
      </w:r>
      <w:r>
        <w:t xml:space="preserve">, </w:t>
      </w:r>
      <w:r w:rsidR="00115F49" w:rsidRPr="00115F49">
        <w:t>ma vieille</w:t>
      </w:r>
      <w:r>
        <w:t xml:space="preserve">, </w:t>
      </w:r>
      <w:r w:rsidR="00115F49" w:rsidRPr="00115F49">
        <w:t>disait Langlois</w:t>
      </w:r>
      <w:r>
        <w:t>.</w:t>
      </w:r>
    </w:p>
    <w:p w14:paraId="3B49C4F3" w14:textId="77777777" w:rsidR="00766774" w:rsidRDefault="00115F49" w:rsidP="00115F49">
      <w:pPr>
        <w:rPr>
          <w:i/>
          <w:iCs/>
        </w:rPr>
      </w:pPr>
      <w:r w:rsidRPr="00115F49">
        <w:t>Il y avait des fois où il était sentimental</w:t>
      </w:r>
      <w:r w:rsidRPr="00115F49">
        <w:rPr>
          <w:i/>
          <w:iCs/>
        </w:rPr>
        <w:t xml:space="preserve"> comme Job</w:t>
      </w:r>
      <w:r w:rsidR="00766774">
        <w:rPr>
          <w:i/>
          <w:iCs/>
        </w:rPr>
        <w:t>.</w:t>
      </w:r>
    </w:p>
    <w:p w14:paraId="181567EF" w14:textId="77777777" w:rsidR="00766774" w:rsidRDefault="00115F49" w:rsidP="00115F49">
      <w:r w:rsidRPr="00115F49">
        <w:t>Je n</w:t>
      </w:r>
      <w:r w:rsidR="00766774">
        <w:t>’</w:t>
      </w:r>
      <w:r w:rsidRPr="00115F49">
        <w:t>aimais pas beaucoup me souvenir de mes états de service</w:t>
      </w:r>
      <w:r w:rsidR="00766774">
        <w:t xml:space="preserve"> ; </w:t>
      </w:r>
      <w:r w:rsidRPr="00115F49">
        <w:t>en face de lui j</w:t>
      </w:r>
      <w:r w:rsidR="00766774">
        <w:t>’</w:t>
      </w:r>
      <w:r w:rsidRPr="00115F49">
        <w:t>avais envie de jurer tout ce que je savais</w:t>
      </w:r>
      <w:r w:rsidR="00766774">
        <w:t xml:space="preserve">. </w:t>
      </w:r>
      <w:r w:rsidRPr="00115F49">
        <w:t>C</w:t>
      </w:r>
      <w:r w:rsidR="00766774">
        <w:t>’</w:t>
      </w:r>
      <w:r w:rsidRPr="00115F49">
        <w:t>est pourquoi une fois je lui ai répondu</w:t>
      </w:r>
      <w:r w:rsidR="00766774">
        <w:t> :</w:t>
      </w:r>
    </w:p>
    <w:p w14:paraId="08410482" w14:textId="77777777" w:rsidR="00766774" w:rsidRDefault="00766774" w:rsidP="00115F49">
      <w:r>
        <w:lastRenderedPageBreak/>
        <w:t>— </w:t>
      </w:r>
      <w:r w:rsidR="00115F49" w:rsidRPr="00115F49">
        <w:t>Tu dis que rien ne se fait par l</w:t>
      </w:r>
      <w:r>
        <w:t>’</w:t>
      </w:r>
      <w:r w:rsidR="00115F49" w:rsidRPr="00115F49">
        <w:t>opération du Saint-Esprit et moi je dis que peut-être tout se fait par l</w:t>
      </w:r>
      <w:r>
        <w:t>’</w:t>
      </w:r>
      <w:r w:rsidR="00115F49" w:rsidRPr="00115F49">
        <w:t>opération du Saint-Esprit précisément</w:t>
      </w:r>
      <w:r>
        <w:t>.</w:t>
      </w:r>
    </w:p>
    <w:p w14:paraId="4156AA0C" w14:textId="77777777" w:rsidR="00766774" w:rsidRDefault="00115F49" w:rsidP="00115F49">
      <w:r w:rsidRPr="00115F49">
        <w:t>J</w:t>
      </w:r>
      <w:r w:rsidR="00766774">
        <w:t>’</w:t>
      </w:r>
      <w:r w:rsidRPr="00115F49">
        <w:t>avais dit ça en l</w:t>
      </w:r>
      <w:r w:rsidR="00766774">
        <w:t>’</w:t>
      </w:r>
      <w:r w:rsidRPr="00115F49">
        <w:t>air</w:t>
      </w:r>
      <w:r w:rsidR="00766774">
        <w:t xml:space="preserve">, </w:t>
      </w:r>
      <w:r w:rsidRPr="00115F49">
        <w:t>pour me débarrasser de mille autres images</w:t>
      </w:r>
      <w:r w:rsidR="00766774">
        <w:t xml:space="preserve">, </w:t>
      </w:r>
      <w:r w:rsidRPr="00115F49">
        <w:t>mais il fut cloué</w:t>
      </w:r>
      <w:r w:rsidR="00766774">
        <w:t xml:space="preserve">. </w:t>
      </w:r>
      <w:r w:rsidRPr="00115F49">
        <w:t>Je me demande pourquoi</w:t>
      </w:r>
      <w:r w:rsidR="00766774">
        <w:t> !</w:t>
      </w:r>
    </w:p>
    <w:p w14:paraId="34C65864" w14:textId="77777777" w:rsidR="00766774" w:rsidRDefault="00766774" w:rsidP="00115F49">
      <w:r>
        <w:t>— </w:t>
      </w:r>
      <w:r w:rsidR="00115F49" w:rsidRPr="00115F49">
        <w:t>Peut-être</w:t>
      </w:r>
      <w:r>
        <w:t xml:space="preserve">, </w:t>
      </w:r>
      <w:r w:rsidR="00115F49" w:rsidRPr="00115F49">
        <w:t>dit-il</w:t>
      </w:r>
      <w:r>
        <w:t xml:space="preserve">, </w:t>
      </w:r>
      <w:r w:rsidR="00115F49" w:rsidRPr="00115F49">
        <w:t>et ça ne serait pas gai</w:t>
      </w:r>
      <w:r>
        <w:t>.</w:t>
      </w:r>
    </w:p>
    <w:p w14:paraId="3839B97D" w14:textId="77777777" w:rsidR="00115F49" w:rsidRPr="00115F49" w:rsidRDefault="00115F49" w:rsidP="00115F49">
      <w:r w:rsidRPr="00115F49">
        <w:t>Au bout d</w:t>
      </w:r>
      <w:r w:rsidR="00766774">
        <w:t>’</w:t>
      </w:r>
      <w:r w:rsidRPr="00115F49">
        <w:t>un moment il ajouta</w:t>
      </w:r>
      <w:r w:rsidR="00766774">
        <w:t> : « </w:t>
      </w:r>
      <w:r w:rsidRPr="00115F49">
        <w:t>Et si tout ou rien c</w:t>
      </w:r>
      <w:r w:rsidR="00766774">
        <w:t>’</w:t>
      </w:r>
      <w:r w:rsidRPr="00115F49">
        <w:t>est pareil</w:t>
      </w:r>
      <w:r w:rsidR="00766774">
        <w:t xml:space="preserve">, </w:t>
      </w:r>
      <w:r w:rsidRPr="00115F49">
        <w:t>comme tu dis</w:t>
      </w:r>
      <w:r w:rsidR="00766774">
        <w:t xml:space="preserve">, </w:t>
      </w:r>
      <w:r w:rsidRPr="00115F49">
        <w:t>c</w:t>
      </w:r>
      <w:r w:rsidR="00766774">
        <w:t>’</w:t>
      </w:r>
      <w:r w:rsidRPr="00115F49">
        <w:t>est encore moins gai</w:t>
      </w:r>
      <w:r w:rsidR="00766774">
        <w:t>. »</w:t>
      </w:r>
    </w:p>
    <w:p w14:paraId="198DBCFD" w14:textId="77777777" w:rsidR="00766774" w:rsidRDefault="00115F49" w:rsidP="00115F49">
      <w:r w:rsidRPr="00115F49">
        <w:t>Je n</w:t>
      </w:r>
      <w:r w:rsidR="00766774">
        <w:t>’</w:t>
      </w:r>
      <w:r w:rsidRPr="00115F49">
        <w:t>ai pas été étonnée de le voir revenir avec son gibus à envoyer tout le monde au bain</w:t>
      </w:r>
      <w:r w:rsidR="00766774">
        <w:t>.</w:t>
      </w:r>
    </w:p>
    <w:p w14:paraId="6D9801CF" w14:textId="77777777" w:rsidR="00766774" w:rsidRDefault="00115F49" w:rsidP="00115F49">
      <w:r w:rsidRPr="00115F49">
        <w:t>Il y a beaucoup de choses que vous ne savez pas</w:t>
      </w:r>
      <w:r w:rsidR="00766774">
        <w:t xml:space="preserve">. </w:t>
      </w:r>
      <w:r w:rsidRPr="00115F49">
        <w:t>Battue au loup</w:t>
      </w:r>
      <w:r w:rsidR="00766774">
        <w:t xml:space="preserve">, </w:t>
      </w:r>
      <w:r w:rsidRPr="00115F49">
        <w:t>d</w:t>
      </w:r>
      <w:r w:rsidR="00766774">
        <w:t>’</w:t>
      </w:r>
      <w:r w:rsidRPr="00115F49">
        <w:t>accord</w:t>
      </w:r>
      <w:r w:rsidR="00766774">
        <w:t xml:space="preserve">. </w:t>
      </w:r>
      <w:r w:rsidRPr="00115F49">
        <w:t>C</w:t>
      </w:r>
      <w:r w:rsidR="00766774">
        <w:t>’</w:t>
      </w:r>
      <w:r w:rsidRPr="00115F49">
        <w:t>était beau à voir mais les grands combats ne se font pas sur les théâtres</w:t>
      </w:r>
      <w:r w:rsidR="00766774">
        <w:t>.</w:t>
      </w:r>
    </w:p>
    <w:p w14:paraId="7B8A6279" w14:textId="77777777" w:rsidR="00766774" w:rsidRDefault="00115F49" w:rsidP="00115F49">
      <w:r w:rsidRPr="00115F49">
        <w:t>Il s</w:t>
      </w:r>
      <w:r w:rsidR="00766774">
        <w:t>’</w:t>
      </w:r>
      <w:r w:rsidRPr="00115F49">
        <w:t xml:space="preserve">était déjà trouvé au fond de Chalamont avec ses gendarmes et </w:t>
      </w:r>
      <w:r w:rsidR="00766774" w:rsidRPr="00115F49">
        <w:t>Frédéric</w:t>
      </w:r>
      <w:r w:rsidR="00766774">
        <w:t> </w:t>
      </w:r>
      <w:r w:rsidR="00766774" w:rsidRPr="00115F49">
        <w:t>II</w:t>
      </w:r>
      <w:r w:rsidR="00766774">
        <w:t xml:space="preserve">. </w:t>
      </w:r>
      <w:r w:rsidRPr="00115F49">
        <w:t>Il avait été obligé d</w:t>
      </w:r>
      <w:r w:rsidR="00766774">
        <w:t>’</w:t>
      </w:r>
      <w:r w:rsidRPr="00115F49">
        <w:t>improviser sa chansonnette</w:t>
      </w:r>
      <w:r w:rsidR="00766774">
        <w:t xml:space="preserve">. </w:t>
      </w:r>
      <w:r w:rsidRPr="00115F49">
        <w:t>Et</w:t>
      </w:r>
      <w:r w:rsidR="00766774">
        <w:t xml:space="preserve">, </w:t>
      </w:r>
      <w:r w:rsidRPr="00115F49">
        <w:t>à mon avis c</w:t>
      </w:r>
      <w:r w:rsidR="00766774">
        <w:t>’</w:t>
      </w:r>
      <w:r w:rsidRPr="00115F49">
        <w:t>était pas trop mal pour quelqu</w:t>
      </w:r>
      <w:r w:rsidR="00766774">
        <w:t>’</w:t>
      </w:r>
      <w:r w:rsidRPr="00115F49">
        <w:t>un qui</w:t>
      </w:r>
      <w:r w:rsidR="00766774">
        <w:t xml:space="preserve">, </w:t>
      </w:r>
      <w:r w:rsidRPr="00115F49">
        <w:t>à ce moment</w:t>
      </w:r>
      <w:r w:rsidR="00766774">
        <w:t xml:space="preserve">, </w:t>
      </w:r>
      <w:r w:rsidRPr="00115F49">
        <w:t>ne disposait que de l</w:t>
      </w:r>
      <w:r w:rsidR="00766774">
        <w:t>’</w:t>
      </w:r>
      <w:r w:rsidRPr="00115F49">
        <w:t>expérience de ses propres états de service</w:t>
      </w:r>
      <w:r w:rsidR="00766774">
        <w:t xml:space="preserve">. </w:t>
      </w:r>
      <w:r w:rsidRPr="00115F49">
        <w:t>Ce n</w:t>
      </w:r>
      <w:r w:rsidR="00766774">
        <w:t>’</w:t>
      </w:r>
      <w:r w:rsidRPr="00115F49">
        <w:t>est pas avec quelques mots en l</w:t>
      </w:r>
      <w:r w:rsidR="00766774">
        <w:t>’</w:t>
      </w:r>
      <w:r w:rsidRPr="00115F49">
        <w:t>air que j</w:t>
      </w:r>
      <w:r w:rsidR="00766774">
        <w:t>’</w:t>
      </w:r>
      <w:r w:rsidRPr="00115F49">
        <w:t>avais pu beaucoup l</w:t>
      </w:r>
      <w:r w:rsidR="00766774">
        <w:t>’</w:t>
      </w:r>
      <w:r w:rsidRPr="00115F49">
        <w:t>aider</w:t>
      </w:r>
      <w:r w:rsidR="00766774">
        <w:t>.</w:t>
      </w:r>
    </w:p>
    <w:p w14:paraId="06F0BAF7" w14:textId="77777777" w:rsidR="00766774" w:rsidRDefault="00115F49" w:rsidP="00115F49">
      <w:r w:rsidRPr="00115F49">
        <w:t>Pour vivre la vie que j</w:t>
      </w:r>
      <w:r w:rsidR="00766774">
        <w:t>’</w:t>
      </w:r>
      <w:r w:rsidRPr="00115F49">
        <w:t>ai vécue</w:t>
      </w:r>
      <w:r w:rsidR="00766774">
        <w:t xml:space="preserve">, </w:t>
      </w:r>
      <w:r w:rsidRPr="00115F49">
        <w:t>il faut en prendre son parti</w:t>
      </w:r>
      <w:r w:rsidR="00766774">
        <w:t xml:space="preserve">. </w:t>
      </w:r>
      <w:r w:rsidRPr="00115F49">
        <w:t>Pour vivre n</w:t>
      </w:r>
      <w:r w:rsidR="00766774">
        <w:t>’</w:t>
      </w:r>
      <w:r w:rsidRPr="00115F49">
        <w:t>importe quelle vie</w:t>
      </w:r>
      <w:r w:rsidR="00766774">
        <w:t xml:space="preserve">, </w:t>
      </w:r>
      <w:r w:rsidRPr="00115F49">
        <w:t>il faut en prendre son parti</w:t>
      </w:r>
      <w:r w:rsidR="00766774">
        <w:t xml:space="preserve">. </w:t>
      </w:r>
      <w:r w:rsidRPr="00115F49">
        <w:t>Nous avons beaucoup discuté d</w:t>
      </w:r>
      <w:r w:rsidR="00766774">
        <w:t>’</w:t>
      </w:r>
      <w:r w:rsidRPr="00115F49">
        <w:t xml:space="preserve">états de service avec </w:t>
      </w:r>
      <w:r w:rsidR="00766774">
        <w:t>M</w:t>
      </w:r>
      <w:r w:rsidR="00766774" w:rsidRPr="00766774">
        <w:rPr>
          <w:vertAlign w:val="superscript"/>
        </w:rPr>
        <w:t>me</w:t>
      </w:r>
      <w:r w:rsidR="00766774">
        <w:t> </w:t>
      </w:r>
      <w:r w:rsidRPr="00115F49">
        <w:t>Tim et le procureur</w:t>
      </w:r>
      <w:r w:rsidR="00766774">
        <w:t xml:space="preserve"> (</w:t>
      </w:r>
      <w:r w:rsidRPr="00115F49">
        <w:t>voilà ce que nous faisions</w:t>
      </w:r>
      <w:r w:rsidR="00766774">
        <w:t xml:space="preserve">) </w:t>
      </w:r>
      <w:r w:rsidRPr="00115F49">
        <w:t xml:space="preserve">et </w:t>
      </w:r>
      <w:r w:rsidR="00766774">
        <w:t>M</w:t>
      </w:r>
      <w:r w:rsidR="00766774" w:rsidRPr="00766774">
        <w:rPr>
          <w:vertAlign w:val="superscript"/>
        </w:rPr>
        <w:t>me</w:t>
      </w:r>
      <w:r w:rsidR="00766774">
        <w:t> </w:t>
      </w:r>
      <w:r w:rsidRPr="00115F49">
        <w:t>Tim et le procureur en avaient pris leur parti</w:t>
      </w:r>
      <w:r w:rsidR="00766774">
        <w:t xml:space="preserve">, </w:t>
      </w:r>
      <w:r w:rsidRPr="00115F49">
        <w:t>chacun en ce qui les concernait</w:t>
      </w:r>
      <w:r w:rsidR="00766774">
        <w:t xml:space="preserve">, </w:t>
      </w:r>
      <w:r w:rsidRPr="00115F49">
        <w:t>mais le soir de la battue au loup j</w:t>
      </w:r>
      <w:r w:rsidR="00766774">
        <w:t>’</w:t>
      </w:r>
      <w:r w:rsidRPr="00115F49">
        <w:t>ai vu que Langlois n</w:t>
      </w:r>
      <w:r w:rsidR="00766774">
        <w:t>’</w:t>
      </w:r>
      <w:r w:rsidRPr="00115F49">
        <w:t>en prenait pas son parti quand il en fut encore réduit à cette improvisation qui consistait à tirer très vite deux coups de pistolet à la fois</w:t>
      </w:r>
      <w:r w:rsidR="00766774">
        <w:t>.</w:t>
      </w:r>
    </w:p>
    <w:p w14:paraId="5C4144B6" w14:textId="77777777" w:rsidR="00766774" w:rsidRDefault="00115F49" w:rsidP="00115F49">
      <w:r w:rsidRPr="00115F49">
        <w:t>Il se rendait bien compte que ça n</w:t>
      </w:r>
      <w:r w:rsidR="00766774">
        <w:t>’</w:t>
      </w:r>
      <w:r w:rsidRPr="00115F49">
        <w:t>était pas une solution</w:t>
      </w:r>
      <w:r w:rsidR="00766774">
        <w:t>.</w:t>
      </w:r>
    </w:p>
    <w:p w14:paraId="4EF5CFAF" w14:textId="77777777" w:rsidR="00766774" w:rsidRDefault="00115F49" w:rsidP="00115F49">
      <w:r w:rsidRPr="00115F49">
        <w:lastRenderedPageBreak/>
        <w:t>Cinq mois après</w:t>
      </w:r>
      <w:r w:rsidR="00766774">
        <w:t xml:space="preserve">, </w:t>
      </w:r>
      <w:r w:rsidRPr="00115F49">
        <w:t>un soir</w:t>
      </w:r>
      <w:r w:rsidR="00766774">
        <w:t xml:space="preserve">, </w:t>
      </w:r>
      <w:r w:rsidRPr="00115F49">
        <w:t>il m</w:t>
      </w:r>
      <w:r w:rsidR="00766774">
        <w:t>’</w:t>
      </w:r>
      <w:r w:rsidRPr="00115F49">
        <w:t>a dit</w:t>
      </w:r>
      <w:r w:rsidR="00766774">
        <w:t> : « </w:t>
      </w:r>
      <w:r w:rsidRPr="00115F49">
        <w:t>Tiens-toi prête pour demain</w:t>
      </w:r>
      <w:r w:rsidR="00766774">
        <w:t>. »</w:t>
      </w:r>
      <w:r w:rsidRPr="00115F49">
        <w:t xml:space="preserve"> C</w:t>
      </w:r>
      <w:r w:rsidR="00766774">
        <w:t>’</w:t>
      </w:r>
      <w:r w:rsidRPr="00115F49">
        <w:t>est le jour où vous nous avez vus partir en boggey</w:t>
      </w:r>
      <w:r w:rsidR="00766774">
        <w:t> : M</w:t>
      </w:r>
      <w:r w:rsidR="00766774" w:rsidRPr="00766774">
        <w:rPr>
          <w:vertAlign w:val="superscript"/>
        </w:rPr>
        <w:t>me</w:t>
      </w:r>
      <w:r w:rsidR="00766774">
        <w:t> </w:t>
      </w:r>
      <w:r w:rsidRPr="00115F49">
        <w:t>Tim</w:t>
      </w:r>
      <w:r w:rsidR="00766774">
        <w:t xml:space="preserve">, </w:t>
      </w:r>
      <w:r w:rsidRPr="00115F49">
        <w:t>lui et moi</w:t>
      </w:r>
      <w:r w:rsidR="00766774">
        <w:t xml:space="preserve">. </w:t>
      </w:r>
      <w:r w:rsidRPr="00115F49">
        <w:t>Il m</w:t>
      </w:r>
      <w:r w:rsidR="00766774">
        <w:t>’</w:t>
      </w:r>
      <w:r w:rsidRPr="00115F49">
        <w:t>avait prévenue la veille de la façon que je vous dis</w:t>
      </w:r>
      <w:r w:rsidR="00766774">
        <w:t>.</w:t>
      </w:r>
    </w:p>
    <w:p w14:paraId="472D570C" w14:textId="77777777" w:rsidR="00766774" w:rsidRDefault="00115F49" w:rsidP="00115F49">
      <w:r w:rsidRPr="00115F49">
        <w:t>C</w:t>
      </w:r>
      <w:r w:rsidR="00766774">
        <w:t>’</w:t>
      </w:r>
      <w:r w:rsidRPr="00115F49">
        <w:t>était le printemps</w:t>
      </w:r>
      <w:r w:rsidR="00766774">
        <w:t xml:space="preserve">. </w:t>
      </w:r>
      <w:r w:rsidRPr="00115F49">
        <w:t>Il pleuvait</w:t>
      </w:r>
      <w:r w:rsidR="00766774">
        <w:t xml:space="preserve">. </w:t>
      </w:r>
      <w:r w:rsidRPr="00115F49">
        <w:t>C</w:t>
      </w:r>
      <w:r w:rsidR="00766774">
        <w:t>’</w:t>
      </w:r>
      <w:r w:rsidRPr="00115F49">
        <w:t>est lui qui conduisait</w:t>
      </w:r>
      <w:r w:rsidR="00766774">
        <w:t>, M</w:t>
      </w:r>
      <w:r w:rsidR="00766774" w:rsidRPr="00766774">
        <w:rPr>
          <w:vertAlign w:val="superscript"/>
        </w:rPr>
        <w:t>me</w:t>
      </w:r>
      <w:r w:rsidR="00766774">
        <w:t> </w:t>
      </w:r>
      <w:r w:rsidRPr="00115F49">
        <w:t xml:space="preserve">Tim assise à côté de lui et moi à côté de </w:t>
      </w:r>
      <w:r w:rsidR="00766774">
        <w:t>M</w:t>
      </w:r>
      <w:r w:rsidR="00766774" w:rsidRPr="00766774">
        <w:rPr>
          <w:vertAlign w:val="superscript"/>
        </w:rPr>
        <w:t>me</w:t>
      </w:r>
      <w:r w:rsidR="00766774">
        <w:t> </w:t>
      </w:r>
      <w:r w:rsidRPr="00115F49">
        <w:t>Tim</w:t>
      </w:r>
      <w:r w:rsidR="00766774">
        <w:t xml:space="preserve">. </w:t>
      </w:r>
      <w:r w:rsidRPr="00115F49">
        <w:t>Tous les trois sur la même banquette</w:t>
      </w:r>
      <w:r w:rsidR="00766774">
        <w:t xml:space="preserve">, </w:t>
      </w:r>
      <w:r w:rsidRPr="00115F49">
        <w:t>face à la route</w:t>
      </w:r>
      <w:r w:rsidR="00766774">
        <w:t xml:space="preserve">. </w:t>
      </w:r>
      <w:r w:rsidRPr="00115F49">
        <w:t>Nous avions relevé la capote et bouclé le tablier de cuir sur nos jambes</w:t>
      </w:r>
      <w:r w:rsidR="00766774">
        <w:t xml:space="preserve">. </w:t>
      </w:r>
      <w:r w:rsidRPr="00115F49">
        <w:t>Je ne savais pas où il nous menait</w:t>
      </w:r>
      <w:r w:rsidR="00766774">
        <w:t xml:space="preserve">. </w:t>
      </w:r>
      <w:r w:rsidRPr="00115F49">
        <w:t xml:space="preserve">Je croyais que </w:t>
      </w:r>
      <w:r w:rsidR="00766774">
        <w:t>M</w:t>
      </w:r>
      <w:r w:rsidR="00766774" w:rsidRPr="00766774">
        <w:rPr>
          <w:vertAlign w:val="superscript"/>
        </w:rPr>
        <w:t>me</w:t>
      </w:r>
      <w:r w:rsidR="00766774">
        <w:t> </w:t>
      </w:r>
      <w:r w:rsidRPr="00115F49">
        <w:t>Tim le savait</w:t>
      </w:r>
      <w:r w:rsidR="00766774">
        <w:t xml:space="preserve">. </w:t>
      </w:r>
      <w:r w:rsidRPr="00115F49">
        <w:t>Mais quand</w:t>
      </w:r>
      <w:r w:rsidR="00766774">
        <w:t xml:space="preserve">, </w:t>
      </w:r>
      <w:r w:rsidRPr="00115F49">
        <w:t>après Clelles</w:t>
      </w:r>
      <w:r w:rsidR="00766774">
        <w:t xml:space="preserve">, </w:t>
      </w:r>
      <w:r w:rsidRPr="00115F49">
        <w:t>nous avons pris la première traverse à gauche vers les bois</w:t>
      </w:r>
      <w:r w:rsidR="00766774">
        <w:t xml:space="preserve">, </w:t>
      </w:r>
      <w:r w:rsidRPr="00115F49">
        <w:t>elle m</w:t>
      </w:r>
      <w:r w:rsidR="00766774">
        <w:t>’</w:t>
      </w:r>
      <w:r w:rsidRPr="00115F49">
        <w:t>a regardée d</w:t>
      </w:r>
      <w:r w:rsidR="00766774">
        <w:t>’</w:t>
      </w:r>
      <w:r w:rsidRPr="00115F49">
        <w:t>un air interrogateur</w:t>
      </w:r>
      <w:r w:rsidR="00766774">
        <w:t xml:space="preserve">. </w:t>
      </w:r>
      <w:r w:rsidRPr="00115F49">
        <w:t>Je lui ai fait comprendre que moi non plus</w:t>
      </w:r>
      <w:r w:rsidR="00766774">
        <w:t>.</w:t>
      </w:r>
    </w:p>
    <w:p w14:paraId="31714578" w14:textId="77777777" w:rsidR="00766774" w:rsidRDefault="00115F49" w:rsidP="00115F49">
      <w:r w:rsidRPr="00115F49">
        <w:t>Deux lieues à travers des arbres qui frottaient la capote et dans des ornières qui nous pilaient les uns contre les autres</w:t>
      </w:r>
      <w:r w:rsidR="00766774">
        <w:t xml:space="preserve">. </w:t>
      </w:r>
      <w:r w:rsidRPr="00115F49">
        <w:t>On a débouché sur la route forestière</w:t>
      </w:r>
      <w:r w:rsidR="00766774">
        <w:t xml:space="preserve">. </w:t>
      </w:r>
      <w:r w:rsidRPr="00115F49">
        <w:t>On a pris du côté de Menet</w:t>
      </w:r>
      <w:r w:rsidR="00766774">
        <w:t xml:space="preserve">. </w:t>
      </w:r>
      <w:r w:rsidRPr="00115F49">
        <w:t>J</w:t>
      </w:r>
      <w:r w:rsidR="00766774">
        <w:t>’</w:t>
      </w:r>
      <w:r w:rsidRPr="00115F49">
        <w:t>ai compris que la traverse que nous venions de passer avait servi à éviter Chichiliane</w:t>
      </w:r>
      <w:r w:rsidR="00766774">
        <w:t>.</w:t>
      </w:r>
    </w:p>
    <w:p w14:paraId="6182EBD3" w14:textId="77777777" w:rsidR="00766774" w:rsidRDefault="00115F49" w:rsidP="00115F49">
      <w:r w:rsidRPr="00115F49">
        <w:t>Et nous montons</w:t>
      </w:r>
      <w:r w:rsidR="00766774">
        <w:t xml:space="preserve">. </w:t>
      </w:r>
      <w:r w:rsidRPr="00115F49">
        <w:t>Au pas</w:t>
      </w:r>
      <w:r w:rsidR="00766774">
        <w:t xml:space="preserve">. </w:t>
      </w:r>
      <w:r w:rsidRPr="00115F49">
        <w:t>J</w:t>
      </w:r>
      <w:r w:rsidR="00766774">
        <w:t>’</w:t>
      </w:r>
      <w:r w:rsidRPr="00115F49">
        <w:t>avoue que</w:t>
      </w:r>
      <w:r w:rsidR="00766774">
        <w:t xml:space="preserve">, </w:t>
      </w:r>
      <w:r w:rsidRPr="00115F49">
        <w:t>dans la petite pluie fine</w:t>
      </w:r>
      <w:r w:rsidR="00766774">
        <w:t xml:space="preserve">, </w:t>
      </w:r>
      <w:r w:rsidRPr="00115F49">
        <w:t>serrés tous les trois l</w:t>
      </w:r>
      <w:r w:rsidR="00766774">
        <w:t>’</w:t>
      </w:r>
      <w:r w:rsidRPr="00115F49">
        <w:t>un contre l</w:t>
      </w:r>
      <w:r w:rsidR="00766774">
        <w:t>’</w:t>
      </w:r>
      <w:r w:rsidRPr="00115F49">
        <w:t>autre</w:t>
      </w:r>
      <w:r w:rsidR="00766774">
        <w:t xml:space="preserve">, </w:t>
      </w:r>
      <w:r w:rsidRPr="00115F49">
        <w:t>le souffle des odeurs fraîches et surtout pas un mot</w:t>
      </w:r>
      <w:r w:rsidR="00766774">
        <w:t xml:space="preserve">, </w:t>
      </w:r>
      <w:r w:rsidRPr="00115F49">
        <w:t>c</w:t>
      </w:r>
      <w:r w:rsidR="00766774">
        <w:t>’</w:t>
      </w:r>
      <w:r w:rsidRPr="00115F49">
        <w:t>était exquis</w:t>
      </w:r>
      <w:r w:rsidR="00766774">
        <w:t>.</w:t>
      </w:r>
    </w:p>
    <w:p w14:paraId="769DF8AE" w14:textId="77777777" w:rsidR="00766774" w:rsidRDefault="00115F49" w:rsidP="00115F49">
      <w:r w:rsidRPr="00115F49">
        <w:t>Nous arrivons au col</w:t>
      </w:r>
      <w:r w:rsidR="00766774">
        <w:t xml:space="preserve">. </w:t>
      </w:r>
      <w:r w:rsidRPr="00115F49">
        <w:t>Nous passons du côté du Diois</w:t>
      </w:r>
      <w:r w:rsidR="00766774">
        <w:t xml:space="preserve">. </w:t>
      </w:r>
      <w:r w:rsidRPr="00115F49">
        <w:t>Il ne pleuvait plus</w:t>
      </w:r>
      <w:r w:rsidR="00766774">
        <w:t xml:space="preserve">. </w:t>
      </w:r>
      <w:r w:rsidRPr="00115F49">
        <w:t>Les nuages étaient en paille hachée</w:t>
      </w:r>
      <w:r w:rsidR="00766774">
        <w:t xml:space="preserve">. </w:t>
      </w:r>
      <w:r w:rsidRPr="00115F49">
        <w:t>Je me dis</w:t>
      </w:r>
      <w:r w:rsidR="00766774">
        <w:t> : « </w:t>
      </w:r>
      <w:r w:rsidRPr="00115F49">
        <w:t>Ça n</w:t>
      </w:r>
      <w:r w:rsidR="00766774">
        <w:t>’</w:t>
      </w:r>
      <w:r w:rsidRPr="00115F49">
        <w:t>est plus pareil</w:t>
      </w:r>
      <w:r w:rsidR="00766774">
        <w:t>. »</w:t>
      </w:r>
      <w:r w:rsidRPr="00115F49">
        <w:t xml:space="preserve"> En effet</w:t>
      </w:r>
      <w:r w:rsidR="00766774">
        <w:t xml:space="preserve">, </w:t>
      </w:r>
      <w:r w:rsidRPr="00115F49">
        <w:t>ça ne l</w:t>
      </w:r>
      <w:r w:rsidR="00766774">
        <w:t>’</w:t>
      </w:r>
      <w:r w:rsidRPr="00115F49">
        <w:t>était plus</w:t>
      </w:r>
      <w:r w:rsidR="00766774">
        <w:t xml:space="preserve">. </w:t>
      </w:r>
      <w:r w:rsidRPr="00115F49">
        <w:t>Nous descendions</w:t>
      </w:r>
      <w:r w:rsidR="00766774">
        <w:t xml:space="preserve">. </w:t>
      </w:r>
      <w:r w:rsidRPr="00115F49">
        <w:t>Au bout d</w:t>
      </w:r>
      <w:r w:rsidR="00766774">
        <w:t>’</w:t>
      </w:r>
      <w:r w:rsidRPr="00115F49">
        <w:t>une heure les montagnes avaient repris leur place en l</w:t>
      </w:r>
      <w:r w:rsidR="00766774">
        <w:t>’</w:t>
      </w:r>
      <w:r w:rsidRPr="00115F49">
        <w:t>air et nous</w:t>
      </w:r>
      <w:r w:rsidR="00766774">
        <w:t xml:space="preserve">, </w:t>
      </w:r>
      <w:r w:rsidRPr="00115F49">
        <w:t>en bas</w:t>
      </w:r>
      <w:r w:rsidR="00766774">
        <w:t xml:space="preserve">, </w:t>
      </w:r>
      <w:r w:rsidRPr="00115F49">
        <w:t>à nous faufiler entre</w:t>
      </w:r>
      <w:r w:rsidR="00766774">
        <w:t xml:space="preserve">, </w:t>
      </w:r>
      <w:r w:rsidRPr="00115F49">
        <w:t>jusqu</w:t>
      </w:r>
      <w:r w:rsidR="00766774">
        <w:t>’</w:t>
      </w:r>
      <w:r w:rsidRPr="00115F49">
        <w:t>au village</w:t>
      </w:r>
      <w:r w:rsidR="00766774">
        <w:t>.</w:t>
      </w:r>
    </w:p>
    <w:p w14:paraId="255A3528" w14:textId="77777777" w:rsidR="00766774" w:rsidRDefault="00115F49" w:rsidP="00115F49">
      <w:r w:rsidRPr="00115F49">
        <w:t>Il arrête devant l</w:t>
      </w:r>
      <w:r w:rsidR="00766774">
        <w:t>’</w:t>
      </w:r>
      <w:r w:rsidRPr="00115F49">
        <w:t>auberge</w:t>
      </w:r>
      <w:r w:rsidR="00766774">
        <w:t xml:space="preserve">. </w:t>
      </w:r>
      <w:r w:rsidRPr="00115F49">
        <w:t>Nous nous serions fait tuer</w:t>
      </w:r>
      <w:r w:rsidR="00766774">
        <w:t>, M</w:t>
      </w:r>
      <w:r w:rsidR="00766774" w:rsidRPr="00766774">
        <w:rPr>
          <w:vertAlign w:val="superscript"/>
        </w:rPr>
        <w:t>me</w:t>
      </w:r>
      <w:r w:rsidR="00766774">
        <w:t> </w:t>
      </w:r>
      <w:r w:rsidRPr="00115F49">
        <w:t>Tim et moi</w:t>
      </w:r>
      <w:r w:rsidR="00766774">
        <w:t xml:space="preserve">, </w:t>
      </w:r>
      <w:r w:rsidRPr="00115F49">
        <w:t>plutôt que de dire un mot</w:t>
      </w:r>
      <w:r w:rsidR="00766774">
        <w:t xml:space="preserve">. </w:t>
      </w:r>
      <w:r w:rsidRPr="00115F49">
        <w:t>D</w:t>
      </w:r>
      <w:r w:rsidR="00766774">
        <w:t>’</w:t>
      </w:r>
      <w:r w:rsidRPr="00115F49">
        <w:t>un clin d</w:t>
      </w:r>
      <w:r w:rsidR="00766774">
        <w:t>’</w:t>
      </w:r>
      <w:r w:rsidRPr="00115F49">
        <w:t>œil nous nous sommes regardées et nous l</w:t>
      </w:r>
      <w:r w:rsidR="00766774">
        <w:t>’</w:t>
      </w:r>
      <w:r w:rsidRPr="00115F49">
        <w:t>avons regardé</w:t>
      </w:r>
      <w:r w:rsidR="00766774">
        <w:t xml:space="preserve">. </w:t>
      </w:r>
      <w:r w:rsidRPr="00115F49">
        <w:t xml:space="preserve">Du même mouvement nous avons pris nos petits sacs à main </w:t>
      </w:r>
      <w:r w:rsidRPr="00115F49">
        <w:lastRenderedPageBreak/>
        <w:t>pendant qu</w:t>
      </w:r>
      <w:r w:rsidR="00766774">
        <w:t>’</w:t>
      </w:r>
      <w:r w:rsidRPr="00115F49">
        <w:t>il débouclait le tablier</w:t>
      </w:r>
      <w:r w:rsidR="00766774">
        <w:t xml:space="preserve">. </w:t>
      </w:r>
      <w:r w:rsidRPr="00115F49">
        <w:t>Et nous avons mis pied à terre</w:t>
      </w:r>
      <w:r w:rsidR="00766774">
        <w:t>.</w:t>
      </w:r>
    </w:p>
    <w:p w14:paraId="10B60272" w14:textId="77777777" w:rsidR="00766774" w:rsidRDefault="00115F49" w:rsidP="00115F49">
      <w:r w:rsidRPr="00115F49">
        <w:t>C</w:t>
      </w:r>
      <w:r w:rsidR="00766774">
        <w:t>’</w:t>
      </w:r>
      <w:r w:rsidRPr="00115F49">
        <w:t>était un bel homme</w:t>
      </w:r>
      <w:r w:rsidR="00766774">
        <w:t xml:space="preserve">, </w:t>
      </w:r>
      <w:r w:rsidRPr="00115F49">
        <w:t>vous savez</w:t>
      </w:r>
      <w:r w:rsidR="00766774">
        <w:t xml:space="preserve"> ! </w:t>
      </w:r>
      <w:r w:rsidRPr="00115F49">
        <w:t>Peut-être pas un de ceux qui plaisent aux filles</w:t>
      </w:r>
      <w:r w:rsidR="00766774">
        <w:t xml:space="preserve"> : </w:t>
      </w:r>
      <w:r w:rsidRPr="00115F49">
        <w:t>un de ceux auxquels pensent les femmes</w:t>
      </w:r>
      <w:r w:rsidR="00766774">
        <w:t xml:space="preserve">. </w:t>
      </w:r>
      <w:r w:rsidRPr="00115F49">
        <w:t>Il ne faisait pas beaucoup de courbettes mais la main qu</w:t>
      </w:r>
      <w:r w:rsidR="00766774">
        <w:t>’</w:t>
      </w:r>
      <w:r w:rsidRPr="00115F49">
        <w:t>il tendait était ferme</w:t>
      </w:r>
      <w:r w:rsidR="00766774">
        <w:t xml:space="preserve">. </w:t>
      </w:r>
      <w:r w:rsidRPr="00115F49">
        <w:t>Et</w:t>
      </w:r>
      <w:r w:rsidR="00766774">
        <w:t xml:space="preserve">, </w:t>
      </w:r>
      <w:r w:rsidRPr="00115F49">
        <w:t>j</w:t>
      </w:r>
      <w:r w:rsidR="00766774">
        <w:t>’</w:t>
      </w:r>
      <w:r w:rsidRPr="00115F49">
        <w:t>aimais beaucoup qu</w:t>
      </w:r>
      <w:r w:rsidR="00766774">
        <w:t>’</w:t>
      </w:r>
      <w:r w:rsidRPr="00115F49">
        <w:t>il soit préoccupé de plus que moi</w:t>
      </w:r>
      <w:r w:rsidR="00766774">
        <w:t xml:space="preserve">, </w:t>
      </w:r>
      <w:r w:rsidRPr="00115F49">
        <w:t>comme on le voyait à ses yeux</w:t>
      </w:r>
      <w:r w:rsidR="00766774">
        <w:t xml:space="preserve">. </w:t>
      </w:r>
      <w:r w:rsidRPr="00115F49">
        <w:t>Mais que</w:t>
      </w:r>
      <w:r w:rsidR="00766774">
        <w:t xml:space="preserve">, </w:t>
      </w:r>
      <w:r w:rsidRPr="00115F49">
        <w:t>malgré tout</w:t>
      </w:r>
      <w:r w:rsidR="00766774">
        <w:t xml:space="preserve">, </w:t>
      </w:r>
      <w:r w:rsidRPr="00115F49">
        <w:t>il consente à nous prêter son bras et son épaule pour descendre de voiture donnait à ce bras et à cette épaule une valeur sans prix</w:t>
      </w:r>
      <w:r w:rsidR="00766774">
        <w:t xml:space="preserve">. </w:t>
      </w:r>
      <w:r w:rsidRPr="00115F49">
        <w:t>C</w:t>
      </w:r>
      <w:r w:rsidR="00766774">
        <w:t>’</w:t>
      </w:r>
      <w:r w:rsidRPr="00115F49">
        <w:t>était aussi l</w:t>
      </w:r>
      <w:r w:rsidR="00766774">
        <w:t>’</w:t>
      </w:r>
      <w:r w:rsidRPr="00115F49">
        <w:t xml:space="preserve">opinion de </w:t>
      </w:r>
      <w:r w:rsidR="00766774">
        <w:t>M</w:t>
      </w:r>
      <w:r w:rsidR="00766774" w:rsidRPr="00766774">
        <w:rPr>
          <w:vertAlign w:val="superscript"/>
        </w:rPr>
        <w:t>me</w:t>
      </w:r>
      <w:r w:rsidR="00766774">
        <w:t> </w:t>
      </w:r>
      <w:r w:rsidRPr="00115F49">
        <w:t>Tim</w:t>
      </w:r>
      <w:r w:rsidR="00766774">
        <w:t>.</w:t>
      </w:r>
    </w:p>
    <w:p w14:paraId="31888AC2" w14:textId="77777777" w:rsidR="00766774" w:rsidRDefault="00115F49" w:rsidP="00115F49">
      <w:r w:rsidRPr="00115F49">
        <w:t>Que je meure sur place si ce jour-là je n</w:t>
      </w:r>
      <w:r w:rsidR="00766774">
        <w:t>’</w:t>
      </w:r>
      <w:r w:rsidRPr="00115F49">
        <w:t>ai pas pensé la première</w:t>
      </w:r>
      <w:r w:rsidR="00766774">
        <w:t> : « </w:t>
      </w:r>
      <w:r w:rsidRPr="00115F49">
        <w:t>C</w:t>
      </w:r>
      <w:r w:rsidR="00766774">
        <w:t>’</w:t>
      </w:r>
      <w:r w:rsidRPr="00115F49">
        <w:t>est dommage</w:t>
      </w:r>
      <w:r w:rsidR="00766774">
        <w:t> ! »</w:t>
      </w:r>
      <w:r w:rsidRPr="00115F49">
        <w:t xml:space="preserve"> De quoi</w:t>
      </w:r>
      <w:r w:rsidR="00766774">
        <w:t xml:space="preserve"> ? </w:t>
      </w:r>
      <w:r w:rsidRPr="00115F49">
        <w:t>Je ne savais pas</w:t>
      </w:r>
      <w:r w:rsidR="00766774">
        <w:t xml:space="preserve">. </w:t>
      </w:r>
      <w:r w:rsidRPr="00115F49">
        <w:t>Je savais seulement que c</w:t>
      </w:r>
      <w:r w:rsidR="00766774">
        <w:t>’</w:t>
      </w:r>
      <w:r w:rsidRPr="00115F49">
        <w:t>était dommage</w:t>
      </w:r>
      <w:r w:rsidR="00766774">
        <w:t>.</w:t>
      </w:r>
    </w:p>
    <w:p w14:paraId="5E4008EB" w14:textId="77777777" w:rsidR="00766774" w:rsidRDefault="00115F49" w:rsidP="00115F49">
      <w:r w:rsidRPr="00115F49">
        <w:t>Et je suis sûre de l</w:t>
      </w:r>
      <w:r w:rsidR="00766774">
        <w:t>’</w:t>
      </w:r>
      <w:r w:rsidRPr="00115F49">
        <w:t>avoir pensé la première car</w:t>
      </w:r>
      <w:r w:rsidR="00766774">
        <w:t xml:space="preserve">, </w:t>
      </w:r>
      <w:r w:rsidRPr="00115F49">
        <w:t>au moment où je le pensais</w:t>
      </w:r>
      <w:r w:rsidR="00766774">
        <w:t>, M</w:t>
      </w:r>
      <w:r w:rsidR="00766774" w:rsidRPr="00766774">
        <w:rPr>
          <w:vertAlign w:val="superscript"/>
        </w:rPr>
        <w:t>me</w:t>
      </w:r>
      <w:r w:rsidR="00766774">
        <w:t> </w:t>
      </w:r>
      <w:r w:rsidRPr="00115F49">
        <w:t>Tim n</w:t>
      </w:r>
      <w:r w:rsidR="00766774">
        <w:t>’</w:t>
      </w:r>
      <w:r w:rsidRPr="00115F49">
        <w:t>y pensait certainement pas encore puisqu</w:t>
      </w:r>
      <w:r w:rsidR="00766774">
        <w:t>’</w:t>
      </w:r>
      <w:r w:rsidRPr="00115F49">
        <w:t>elle demanda si on allait manger</w:t>
      </w:r>
      <w:r w:rsidR="00766774">
        <w:t xml:space="preserve">. </w:t>
      </w:r>
      <w:r w:rsidRPr="00115F49">
        <w:t>C</w:t>
      </w:r>
      <w:r w:rsidR="00766774">
        <w:t>’</w:t>
      </w:r>
      <w:r w:rsidRPr="00115F49">
        <w:t>étaient les premiers mots qu</w:t>
      </w:r>
      <w:r w:rsidR="00766774">
        <w:t>’</w:t>
      </w:r>
      <w:r w:rsidRPr="00115F49">
        <w:t>un de nous trois prononçait depuis le départ du matin</w:t>
      </w:r>
      <w:r w:rsidR="00766774">
        <w:t>.</w:t>
      </w:r>
    </w:p>
    <w:p w14:paraId="59A31468" w14:textId="77777777" w:rsidR="00115F49" w:rsidRPr="00115F49" w:rsidRDefault="00115F49" w:rsidP="00115F49">
      <w:r w:rsidRPr="00115F49">
        <w:t xml:space="preserve">Je suis sûre que </w:t>
      </w:r>
      <w:r w:rsidR="00766774">
        <w:t>M</w:t>
      </w:r>
      <w:r w:rsidR="00766774" w:rsidRPr="00766774">
        <w:rPr>
          <w:vertAlign w:val="superscript"/>
        </w:rPr>
        <w:t>me</w:t>
      </w:r>
      <w:r w:rsidR="00766774">
        <w:t> </w:t>
      </w:r>
      <w:r w:rsidRPr="00115F49">
        <w:t>Tim s</w:t>
      </w:r>
      <w:r w:rsidR="00766774">
        <w:t>’</w:t>
      </w:r>
      <w:r w:rsidRPr="00115F49">
        <w:t>est forcée pour les faire sortir et qu</w:t>
      </w:r>
      <w:r w:rsidR="00766774">
        <w:t>’</w:t>
      </w:r>
      <w:r w:rsidRPr="00115F49">
        <w:t>elle a dû se dire</w:t>
      </w:r>
      <w:r w:rsidR="00766774">
        <w:t> : « </w:t>
      </w:r>
      <w:r w:rsidRPr="00115F49">
        <w:t>C</w:t>
      </w:r>
      <w:r w:rsidR="00766774">
        <w:t>’</w:t>
      </w:r>
      <w:r w:rsidRPr="00115F49">
        <w:t>est moi qui aurai le plus d</w:t>
      </w:r>
      <w:r w:rsidR="00766774">
        <w:t>’</w:t>
      </w:r>
      <w:r w:rsidRPr="00115F49">
        <w:t>audace</w:t>
      </w:r>
      <w:r w:rsidR="00766774">
        <w:t>. »</w:t>
      </w:r>
    </w:p>
    <w:p w14:paraId="6052CF58" w14:textId="77777777" w:rsidR="00115F49" w:rsidRPr="00115F49" w:rsidRDefault="00115F49" w:rsidP="00115F49">
      <w:r w:rsidRPr="00115F49">
        <w:t>Non</w:t>
      </w:r>
      <w:r w:rsidR="00766774">
        <w:t xml:space="preserve">, </w:t>
      </w:r>
      <w:r w:rsidRPr="00115F49">
        <w:t>c</w:t>
      </w:r>
      <w:r w:rsidR="00766774">
        <w:t>’</w:t>
      </w:r>
      <w:r w:rsidRPr="00115F49">
        <w:t>était moi qui ne disais rien mais qui pensais</w:t>
      </w:r>
      <w:r w:rsidR="00766774">
        <w:t> : « </w:t>
      </w:r>
      <w:r w:rsidRPr="00115F49">
        <w:t>C</w:t>
      </w:r>
      <w:r w:rsidR="00766774">
        <w:t>’</w:t>
      </w:r>
      <w:r w:rsidRPr="00115F49">
        <w:t>est dommage</w:t>
      </w:r>
      <w:r w:rsidR="00766774">
        <w:t> ! »</w:t>
      </w:r>
    </w:p>
    <w:p w14:paraId="63E93C95" w14:textId="77777777" w:rsidR="00766774" w:rsidRDefault="00115F49" w:rsidP="00115F49">
      <w:r w:rsidRPr="00115F49">
        <w:t>Nous allions presque toujours du même pas</w:t>
      </w:r>
      <w:r w:rsidR="00766774">
        <w:t>, M</w:t>
      </w:r>
      <w:r w:rsidR="00766774" w:rsidRPr="00766774">
        <w:rPr>
          <w:vertAlign w:val="superscript"/>
        </w:rPr>
        <w:t>me</w:t>
      </w:r>
      <w:r w:rsidR="00766774">
        <w:t> </w:t>
      </w:r>
      <w:r w:rsidRPr="00115F49">
        <w:t>Tim et moi</w:t>
      </w:r>
      <w:r w:rsidR="00766774">
        <w:t xml:space="preserve">, </w:t>
      </w:r>
      <w:r w:rsidRPr="00115F49">
        <w:t>mais dans quelques occasions</w:t>
      </w:r>
      <w:r w:rsidR="00766774">
        <w:t xml:space="preserve">, </w:t>
      </w:r>
      <w:r w:rsidRPr="00115F49">
        <w:t>dans celle-là notamment</w:t>
      </w:r>
      <w:r w:rsidR="00766774">
        <w:t xml:space="preserve">, </w:t>
      </w:r>
      <w:r w:rsidRPr="00115F49">
        <w:t>je passais devant</w:t>
      </w:r>
      <w:r w:rsidR="00766774">
        <w:t xml:space="preserve"> ; </w:t>
      </w:r>
      <w:r w:rsidRPr="00115F49">
        <w:t>j</w:t>
      </w:r>
      <w:r w:rsidR="00766774">
        <w:t>’</w:t>
      </w:r>
      <w:r w:rsidRPr="00115F49">
        <w:t>étais partie du rang</w:t>
      </w:r>
      <w:r w:rsidR="00766774">
        <w:t xml:space="preserve">, </w:t>
      </w:r>
      <w:r w:rsidRPr="00115F49">
        <w:t>comprenez-vous</w:t>
      </w:r>
      <w:r w:rsidR="00766774">
        <w:t> ?</w:t>
      </w:r>
    </w:p>
    <w:p w14:paraId="05C60343" w14:textId="77777777" w:rsidR="00766774" w:rsidRDefault="00115F49" w:rsidP="00115F49">
      <w:r w:rsidRPr="00115F49">
        <w:lastRenderedPageBreak/>
        <w:t>C</w:t>
      </w:r>
      <w:r w:rsidR="00766774">
        <w:t>’</w:t>
      </w:r>
      <w:r w:rsidRPr="00115F49">
        <w:t>est à table que</w:t>
      </w:r>
      <w:r w:rsidR="00766774">
        <w:t xml:space="preserve">, </w:t>
      </w:r>
      <w:r w:rsidRPr="00115F49">
        <w:t>pour la seule fois de ma vie</w:t>
      </w:r>
      <w:r w:rsidR="00766774">
        <w:t xml:space="preserve">, </w:t>
      </w:r>
      <w:r w:rsidRPr="00115F49">
        <w:t>j</w:t>
      </w:r>
      <w:r w:rsidR="00766774">
        <w:t>’</w:t>
      </w:r>
      <w:r w:rsidRPr="00115F49">
        <w:t>ai vu un visage souffreteux à Langlois</w:t>
      </w:r>
      <w:r w:rsidR="00766774">
        <w:t xml:space="preserve">. </w:t>
      </w:r>
      <w:r w:rsidRPr="00115F49">
        <w:t>Et savez-vous pour quoi faire</w:t>
      </w:r>
      <w:r w:rsidR="00766774">
        <w:t xml:space="preserve"> ? </w:t>
      </w:r>
      <w:r w:rsidRPr="00115F49">
        <w:t>Pour nous dire cette chose idiote</w:t>
      </w:r>
      <w:r w:rsidR="00766774">
        <w:t> :</w:t>
      </w:r>
    </w:p>
    <w:p w14:paraId="1877E0BB" w14:textId="56642B6D" w:rsidR="00983C89" w:rsidRDefault="00766774" w:rsidP="00115F49">
      <w:r>
        <w:t>— </w:t>
      </w:r>
      <w:r w:rsidR="00115F49" w:rsidRPr="00115F49">
        <w:t>Est-ce que vous n</w:t>
      </w:r>
      <w:r>
        <w:t>’</w:t>
      </w:r>
      <w:r w:rsidR="00115F49" w:rsidRPr="00115F49">
        <w:t>auriez pas besoin d</w:t>
      </w:r>
      <w:r>
        <w:t>’</w:t>
      </w:r>
      <w:r w:rsidR="00115F49" w:rsidRPr="00115F49">
        <w:t>une bonne brodeuse</w:t>
      </w:r>
      <w:r>
        <w:t> ? (</w:t>
      </w:r>
      <w:r w:rsidR="00115F49" w:rsidRPr="00115F49">
        <w:t>Et il ajouta</w:t>
      </w:r>
      <w:r>
        <w:t xml:space="preserve">, </w:t>
      </w:r>
      <w:r w:rsidR="00115F49" w:rsidRPr="00115F49">
        <w:t>mais alors bête comme une oie</w:t>
      </w:r>
      <w:r w:rsidR="008B0894">
        <w:t>.</w:t>
      </w:r>
      <w:r>
        <w:t xml:space="preserve">) </w:t>
      </w:r>
      <w:r w:rsidR="00115F49" w:rsidRPr="00115F49">
        <w:t>Elle fait de la dentelle aussi</w:t>
      </w:r>
      <w:r>
        <w:t xml:space="preserve">. </w:t>
      </w:r>
      <w:r w:rsidR="00115F49" w:rsidRPr="00115F49">
        <w:t>Il y a dans ce village une femme</w:t>
      </w:r>
      <w:r>
        <w:t xml:space="preserve">, </w:t>
      </w:r>
      <w:r w:rsidR="00115F49" w:rsidRPr="00115F49">
        <w:t>très forte</w:t>
      </w:r>
      <w:r w:rsidR="008B0894">
        <w:t>…</w:t>
      </w:r>
    </w:p>
    <w:p w14:paraId="49F53309" w14:textId="77777777" w:rsidR="00766774" w:rsidRDefault="00115F49" w:rsidP="00115F49">
      <w:r w:rsidRPr="00115F49">
        <w:t>Pauvre Langlois</w:t>
      </w:r>
      <w:r w:rsidR="00766774">
        <w:t xml:space="preserve"> ! </w:t>
      </w:r>
      <w:r w:rsidRPr="00115F49">
        <w:t xml:space="preserve">À </w:t>
      </w:r>
      <w:r w:rsidR="00766774">
        <w:t>M</w:t>
      </w:r>
      <w:r w:rsidR="00766774" w:rsidRPr="00766774">
        <w:rPr>
          <w:vertAlign w:val="superscript"/>
        </w:rPr>
        <w:t>me</w:t>
      </w:r>
      <w:r w:rsidR="00766774">
        <w:t> </w:t>
      </w:r>
      <w:r w:rsidRPr="00115F49">
        <w:t>Tim et à moi</w:t>
      </w:r>
      <w:r w:rsidR="00766774">
        <w:t xml:space="preserve"> ! </w:t>
      </w:r>
      <w:r w:rsidRPr="00115F49">
        <w:t>Qui savions nos leçons sur le bout du doigt</w:t>
      </w:r>
      <w:r w:rsidR="00766774">
        <w:t xml:space="preserve"> ! </w:t>
      </w:r>
      <w:r w:rsidRPr="00115F49">
        <w:t>Nous avons eu aussitôt la même voix étonnée</w:t>
      </w:r>
      <w:r w:rsidR="00766774">
        <w:t xml:space="preserve">, </w:t>
      </w:r>
      <w:r w:rsidRPr="00115F49">
        <w:t>ravie pour dire</w:t>
      </w:r>
      <w:r w:rsidR="00766774">
        <w:t> :</w:t>
      </w:r>
    </w:p>
    <w:p w14:paraId="5EB3B696" w14:textId="77777777" w:rsidR="00766774" w:rsidRDefault="00766774" w:rsidP="00115F49">
      <w:r>
        <w:t>— </w:t>
      </w:r>
      <w:r w:rsidR="00115F49" w:rsidRPr="00115F49">
        <w:t>Mais si</w:t>
      </w:r>
      <w:r>
        <w:t xml:space="preserve"> ! </w:t>
      </w:r>
      <w:r w:rsidR="00115F49" w:rsidRPr="00115F49">
        <w:t>à croire que</w:t>
      </w:r>
      <w:r>
        <w:t xml:space="preserve">, </w:t>
      </w:r>
      <w:r w:rsidR="00115F49" w:rsidRPr="00115F49">
        <w:t>sans brodeuse</w:t>
      </w:r>
      <w:r>
        <w:t xml:space="preserve">, </w:t>
      </w:r>
      <w:r w:rsidR="00115F49" w:rsidRPr="00115F49">
        <w:t>notre vie avait été jusqu</w:t>
      </w:r>
      <w:r>
        <w:t>’</w:t>
      </w:r>
      <w:r w:rsidR="00115F49" w:rsidRPr="00115F49">
        <w:t>ici un phénomène de cirque</w:t>
      </w:r>
      <w:r>
        <w:t>.</w:t>
      </w:r>
    </w:p>
    <w:p w14:paraId="2F707BEC" w14:textId="77777777" w:rsidR="00766774" w:rsidRDefault="00115F49" w:rsidP="00115F49">
      <w:r w:rsidRPr="00115F49">
        <w:t xml:space="preserve">Et je regardais </w:t>
      </w:r>
      <w:r w:rsidR="00766774">
        <w:t>M</w:t>
      </w:r>
      <w:r w:rsidR="00766774" w:rsidRPr="00766774">
        <w:rPr>
          <w:vertAlign w:val="superscript"/>
        </w:rPr>
        <w:t>me</w:t>
      </w:r>
      <w:r w:rsidR="00766774">
        <w:t> </w:t>
      </w:r>
      <w:r w:rsidRPr="00115F49">
        <w:t>Tim</w:t>
      </w:r>
      <w:r w:rsidR="00766774">
        <w:t xml:space="preserve"> : </w:t>
      </w:r>
      <w:r w:rsidRPr="00115F49">
        <w:t>candide comme une première communiante</w:t>
      </w:r>
      <w:r w:rsidR="00766774">
        <w:t xml:space="preserve">. </w:t>
      </w:r>
      <w:r w:rsidRPr="00115F49">
        <w:t>Je devais être pareille</w:t>
      </w:r>
      <w:r w:rsidR="00766774">
        <w:t xml:space="preserve">. </w:t>
      </w:r>
      <w:r w:rsidRPr="00115F49">
        <w:t>Peut-être même mieux</w:t>
      </w:r>
      <w:r w:rsidR="00766774">
        <w:t>.</w:t>
      </w:r>
    </w:p>
    <w:p w14:paraId="094EE800" w14:textId="77777777" w:rsidR="00766774" w:rsidRDefault="00115F49" w:rsidP="00115F49">
      <w:r w:rsidRPr="00115F49">
        <w:t>Voilà mon Langlois</w:t>
      </w:r>
      <w:r w:rsidR="00766774">
        <w:t> ! (</w:t>
      </w:r>
      <w:r w:rsidRPr="00115F49">
        <w:t>Ce n</w:t>
      </w:r>
      <w:r w:rsidR="00766774">
        <w:t>’</w:t>
      </w:r>
      <w:r w:rsidRPr="00115F49">
        <w:t>était pas mon Langlois</w:t>
      </w:r>
      <w:r w:rsidR="00766774">
        <w:t xml:space="preserve">, </w:t>
      </w:r>
      <w:r w:rsidRPr="00115F49">
        <w:t>c</w:t>
      </w:r>
      <w:r w:rsidR="00766774">
        <w:t>’</w:t>
      </w:r>
      <w:r w:rsidRPr="00115F49">
        <w:t>est cette vache de Delphine qui dit ça</w:t>
      </w:r>
      <w:r w:rsidR="00766774">
        <w:t xml:space="preserve">. </w:t>
      </w:r>
      <w:r w:rsidRPr="00115F49">
        <w:t>Ce n</w:t>
      </w:r>
      <w:r w:rsidR="00766774">
        <w:t>’</w:t>
      </w:r>
      <w:r w:rsidRPr="00115F49">
        <w:t>a pas été mon Langlois</w:t>
      </w:r>
      <w:r w:rsidR="00766774">
        <w:t xml:space="preserve">. </w:t>
      </w:r>
      <w:r w:rsidRPr="00115F49">
        <w:t>Je suis née vingt ans trop tôt</w:t>
      </w:r>
      <w:r w:rsidR="00766774">
        <w:t xml:space="preserve">. </w:t>
      </w:r>
      <w:r w:rsidRPr="00115F49">
        <w:t>Si j</w:t>
      </w:r>
      <w:r w:rsidR="00766774">
        <w:t>’</w:t>
      </w:r>
      <w:r w:rsidRPr="00115F49">
        <w:t>étais née vingt ans plus tard il serait encore vivant</w:t>
      </w:r>
      <w:r w:rsidR="00766774">
        <w:t xml:space="preserve">.) </w:t>
      </w:r>
      <w:r w:rsidRPr="00115F49">
        <w:t>Voilà notre Langlois rassuré et même joli cœur</w:t>
      </w:r>
      <w:r w:rsidR="00766774">
        <w:t xml:space="preserve"> (</w:t>
      </w:r>
      <w:r w:rsidRPr="00115F49">
        <w:t>et je me disais</w:t>
      </w:r>
      <w:r w:rsidR="00766774">
        <w:t> : « </w:t>
      </w:r>
      <w:r w:rsidRPr="00115F49">
        <w:t>Va toujours</w:t>
      </w:r>
      <w:r w:rsidR="00766774">
        <w:t xml:space="preserve">, </w:t>
      </w:r>
      <w:r w:rsidRPr="00115F49">
        <w:t>tu ne te forceras jamais plus que ce que je me force</w:t>
      </w:r>
      <w:r w:rsidR="00766774">
        <w:t xml:space="preserve"> ») </w:t>
      </w:r>
      <w:r w:rsidRPr="00115F49">
        <w:t>qui nous explique</w:t>
      </w:r>
      <w:r w:rsidR="00766774">
        <w:t xml:space="preserve"> : </w:t>
      </w:r>
      <w:r w:rsidRPr="00115F49">
        <w:t>il y avait ici une brodeuse</w:t>
      </w:r>
      <w:r w:rsidR="00766774">
        <w:t xml:space="preserve"> ; </w:t>
      </w:r>
      <w:r w:rsidRPr="00115F49">
        <w:t>une dentellière</w:t>
      </w:r>
      <w:r w:rsidR="00766774">
        <w:t xml:space="preserve"> ; </w:t>
      </w:r>
      <w:r w:rsidRPr="00115F49">
        <w:t>une fée</w:t>
      </w:r>
      <w:r w:rsidR="00766774">
        <w:t xml:space="preserve"> – </w:t>
      </w:r>
      <w:r w:rsidRPr="00115F49">
        <w:t>ce fut son mot</w:t>
      </w:r>
      <w:r w:rsidR="00766774">
        <w:t xml:space="preserve">. </w:t>
      </w:r>
      <w:r w:rsidR="00983C89">
        <w:t xml:space="preserve">– </w:t>
      </w:r>
      <w:r w:rsidRPr="00115F49">
        <w:t>Il regarda l</w:t>
      </w:r>
      <w:r w:rsidR="00766774">
        <w:t>’</w:t>
      </w:r>
      <w:r w:rsidRPr="00115F49">
        <w:t>effet qu</w:t>
      </w:r>
      <w:r w:rsidR="00766774">
        <w:t>’</w:t>
      </w:r>
      <w:r w:rsidRPr="00115F49">
        <w:t>il produisait</w:t>
      </w:r>
      <w:r w:rsidR="00766774">
        <w:t xml:space="preserve">. </w:t>
      </w:r>
      <w:r w:rsidRPr="00115F49">
        <w:t>Pauvre Langlois</w:t>
      </w:r>
      <w:r w:rsidR="00766774">
        <w:t> ! M</w:t>
      </w:r>
      <w:r w:rsidR="00766774" w:rsidRPr="00766774">
        <w:rPr>
          <w:vertAlign w:val="superscript"/>
        </w:rPr>
        <w:t>me</w:t>
      </w:r>
      <w:r w:rsidR="00766774">
        <w:t> </w:t>
      </w:r>
      <w:r w:rsidRPr="00115F49">
        <w:t>Tim et moi</w:t>
      </w:r>
      <w:r w:rsidR="00766774">
        <w:t xml:space="preserve"> ! </w:t>
      </w:r>
      <w:r w:rsidRPr="00115F49">
        <w:t>Il produisit l</w:t>
      </w:r>
      <w:r w:rsidR="00766774">
        <w:t>’</w:t>
      </w:r>
      <w:r w:rsidRPr="00115F49">
        <w:t>effet de l</w:t>
      </w:r>
      <w:r w:rsidR="00766774">
        <w:t>’</w:t>
      </w:r>
      <w:r w:rsidRPr="00115F49">
        <w:t>eau sur des fleurs vous pensez bien</w:t>
      </w:r>
      <w:r w:rsidR="00766774">
        <w:t xml:space="preserve">. </w:t>
      </w:r>
      <w:r w:rsidRPr="00115F49">
        <w:t>Il avait dû le tourner et le retourner ce mot</w:t>
      </w:r>
      <w:r w:rsidR="00766774">
        <w:t xml:space="preserve">. </w:t>
      </w:r>
      <w:r w:rsidRPr="00115F49">
        <w:t>Et</w:t>
      </w:r>
      <w:r w:rsidR="00766774">
        <w:t xml:space="preserve">, </w:t>
      </w:r>
      <w:r w:rsidRPr="00115F49">
        <w:t>où était-il allé le chercher</w:t>
      </w:r>
      <w:r w:rsidR="00766774">
        <w:t xml:space="preserve"> ? </w:t>
      </w:r>
      <w:r w:rsidRPr="00115F49">
        <w:t>Cette fée élevait son petit garçon et était recommandée par les conseils de fabrique plus encore pour sa conduite exemplaire que pour son habileté manuelle</w:t>
      </w:r>
      <w:r w:rsidR="00766774">
        <w:t>.</w:t>
      </w:r>
    </w:p>
    <w:p w14:paraId="3327049E" w14:textId="77777777" w:rsidR="00766774" w:rsidRDefault="00115F49" w:rsidP="00115F49">
      <w:r w:rsidRPr="00115F49">
        <w:lastRenderedPageBreak/>
        <w:t>Je n</w:t>
      </w:r>
      <w:r w:rsidR="00766774">
        <w:t>’</w:t>
      </w:r>
      <w:r w:rsidRPr="00115F49">
        <w:t>ai jamais été recommandée par aucun conseil de fabrique</w:t>
      </w:r>
      <w:r w:rsidR="00766774">
        <w:t xml:space="preserve"> ; </w:t>
      </w:r>
      <w:r w:rsidRPr="00115F49">
        <w:t>il est vrai que je n</w:t>
      </w:r>
      <w:r w:rsidR="00766774">
        <w:t>’</w:t>
      </w:r>
      <w:r w:rsidRPr="00115F49">
        <w:t>ai pas élevé de petit garçon et ma conduite a été loin d</w:t>
      </w:r>
      <w:r w:rsidR="00766774">
        <w:t>’</w:t>
      </w:r>
      <w:r w:rsidRPr="00115F49">
        <w:t>être exemplaire mais</w:t>
      </w:r>
      <w:r w:rsidR="00766774">
        <w:t xml:space="preserve">, </w:t>
      </w:r>
      <w:r w:rsidRPr="00115F49">
        <w:t>tout en pompant la sauce de mon bœuf en daube avec de la mie de pain</w:t>
      </w:r>
      <w:r w:rsidR="00766774">
        <w:t xml:space="preserve">, </w:t>
      </w:r>
      <w:r w:rsidRPr="00115F49">
        <w:t>j</w:t>
      </w:r>
      <w:r w:rsidR="00766774">
        <w:t>’</w:t>
      </w:r>
      <w:r w:rsidRPr="00115F49">
        <w:t>ai trouvé et j</w:t>
      </w:r>
      <w:r w:rsidR="00766774">
        <w:t>’</w:t>
      </w:r>
      <w:r w:rsidRPr="00115F49">
        <w:t>ai prononcé le plus naturellement du monde les mots qu</w:t>
      </w:r>
      <w:r w:rsidR="00766774">
        <w:t>’</w:t>
      </w:r>
      <w:r w:rsidRPr="00115F49">
        <w:t>il fallait pour que Langlois ne s</w:t>
      </w:r>
      <w:r w:rsidR="00766774">
        <w:t>’</w:t>
      </w:r>
      <w:r w:rsidRPr="00115F49">
        <w:t>emberlificote pas plus longtemps dans d</w:t>
      </w:r>
      <w:r w:rsidR="00766774">
        <w:t>’</w:t>
      </w:r>
      <w:r w:rsidRPr="00115F49">
        <w:t>autres mots qui n</w:t>
      </w:r>
      <w:r w:rsidR="00766774">
        <w:t>’</w:t>
      </w:r>
      <w:r w:rsidRPr="00115F49">
        <w:t>avaient rien à faire avec nous et pour lui faire comprendre que nous étions ses amies aussi bien ici que chez nous</w:t>
      </w:r>
      <w:r w:rsidR="00766774">
        <w:t xml:space="preserve">. </w:t>
      </w:r>
      <w:r w:rsidRPr="00115F49">
        <w:t>Et que les fées aillent se faire refaire</w:t>
      </w:r>
      <w:r w:rsidR="00766774">
        <w:t xml:space="preserve"> ! </w:t>
      </w:r>
      <w:r w:rsidRPr="00115F49">
        <w:t>N</w:t>
      </w:r>
      <w:r w:rsidR="00766774">
        <w:t>’</w:t>
      </w:r>
      <w:r w:rsidRPr="00115F49">
        <w:t>est-ce pas vrai</w:t>
      </w:r>
      <w:r w:rsidR="00766774">
        <w:t xml:space="preserve"> ? </w:t>
      </w:r>
      <w:r w:rsidRPr="00115F49">
        <w:t>Avec des amies on ne doit pas avoir besoin de tourner autour du pot</w:t>
      </w:r>
      <w:r w:rsidR="00766774">
        <w:t>.</w:t>
      </w:r>
    </w:p>
    <w:p w14:paraId="7AE8F936" w14:textId="77777777" w:rsidR="00766774" w:rsidRDefault="00766774" w:rsidP="00115F49">
      <w:r>
        <w:t>M</w:t>
      </w:r>
      <w:r w:rsidRPr="00766774">
        <w:rPr>
          <w:vertAlign w:val="superscript"/>
        </w:rPr>
        <w:t>me</w:t>
      </w:r>
      <w:r>
        <w:t> </w:t>
      </w:r>
      <w:r w:rsidR="00115F49" w:rsidRPr="00115F49">
        <w:t>Tim me caressa tout doucement la mitaine</w:t>
      </w:r>
      <w:r>
        <w:t xml:space="preserve">. </w:t>
      </w:r>
      <w:r w:rsidR="00115F49" w:rsidRPr="00115F49">
        <w:t>Je n</w:t>
      </w:r>
      <w:r>
        <w:t>’</w:t>
      </w:r>
      <w:r w:rsidR="00115F49" w:rsidRPr="00115F49">
        <w:t>avais pas élevé la voix</w:t>
      </w:r>
      <w:r>
        <w:t xml:space="preserve">. </w:t>
      </w:r>
      <w:r w:rsidR="00115F49" w:rsidRPr="00115F49">
        <w:t>J</w:t>
      </w:r>
      <w:r>
        <w:t>’</w:t>
      </w:r>
      <w:r w:rsidR="00115F49" w:rsidRPr="00115F49">
        <w:t>avais dit ce que j</w:t>
      </w:r>
      <w:r>
        <w:t>’</w:t>
      </w:r>
      <w:r w:rsidR="00115F49" w:rsidRPr="00115F49">
        <w:t>avais à dire</w:t>
      </w:r>
      <w:r>
        <w:t xml:space="preserve">. </w:t>
      </w:r>
      <w:r w:rsidR="00115F49" w:rsidRPr="00115F49">
        <w:t>Il m</w:t>
      </w:r>
      <w:r>
        <w:t>’</w:t>
      </w:r>
      <w:r w:rsidR="00115F49" w:rsidRPr="00115F49">
        <w:t>embêtait avec son air souffreteux</w:t>
      </w:r>
      <w:r>
        <w:t xml:space="preserve">. </w:t>
      </w:r>
      <w:r w:rsidR="00115F49" w:rsidRPr="00115F49">
        <w:t>Ce n</w:t>
      </w:r>
      <w:r>
        <w:t>’</w:t>
      </w:r>
      <w:r w:rsidR="00115F49" w:rsidRPr="00115F49">
        <w:t>était pas un air pour lui</w:t>
      </w:r>
      <w:r>
        <w:t xml:space="preserve">. </w:t>
      </w:r>
      <w:r w:rsidR="00115F49" w:rsidRPr="00115F49">
        <w:t>Si on avait attelé le boggey</w:t>
      </w:r>
      <w:r>
        <w:t xml:space="preserve">, </w:t>
      </w:r>
      <w:r w:rsidR="00115F49" w:rsidRPr="00115F49">
        <w:t xml:space="preserve">si </w:t>
      </w:r>
      <w:r>
        <w:t>M</w:t>
      </w:r>
      <w:r w:rsidRPr="00766774">
        <w:rPr>
          <w:vertAlign w:val="superscript"/>
        </w:rPr>
        <w:t>me</w:t>
      </w:r>
      <w:r>
        <w:t> </w:t>
      </w:r>
      <w:r w:rsidR="00115F49" w:rsidRPr="00115F49">
        <w:t>Tim était venue seule</w:t>
      </w:r>
      <w:r>
        <w:t xml:space="preserve"> – </w:t>
      </w:r>
      <w:r w:rsidR="00115F49" w:rsidRPr="00115F49">
        <w:t>et elle avait peur des chevaux de Saint-Baudille</w:t>
      </w:r>
      <w:r>
        <w:t xml:space="preserve"> – </w:t>
      </w:r>
      <w:r w:rsidR="00115F49" w:rsidRPr="00115F49">
        <w:t>jusque chez nous et si tous les trois nous étions venus jusqu</w:t>
      </w:r>
      <w:r>
        <w:t>’</w:t>
      </w:r>
      <w:r w:rsidR="00115F49" w:rsidRPr="00115F49">
        <w:t>ici à travers la pluie</w:t>
      </w:r>
      <w:r>
        <w:t xml:space="preserve">, </w:t>
      </w:r>
      <w:r w:rsidR="00115F49" w:rsidRPr="00115F49">
        <w:t>les hauts et les bas</w:t>
      </w:r>
      <w:r>
        <w:t xml:space="preserve">, </w:t>
      </w:r>
      <w:r w:rsidR="00115F49" w:rsidRPr="00115F49">
        <w:t>ce n</w:t>
      </w:r>
      <w:r>
        <w:t>’</w:t>
      </w:r>
      <w:r w:rsidR="00115F49" w:rsidRPr="00115F49">
        <w:t>était pas pour le voir timide</w:t>
      </w:r>
      <w:r>
        <w:t xml:space="preserve">. </w:t>
      </w:r>
      <w:r w:rsidR="00115F49" w:rsidRPr="00115F49">
        <w:t>Il n</w:t>
      </w:r>
      <w:r>
        <w:t>’</w:t>
      </w:r>
      <w:r w:rsidR="00115F49" w:rsidRPr="00115F49">
        <w:t>avait qu</w:t>
      </w:r>
      <w:r>
        <w:t>’</w:t>
      </w:r>
      <w:r w:rsidR="00115F49" w:rsidRPr="00115F49">
        <w:t>à dire franchement ce qu</w:t>
      </w:r>
      <w:r>
        <w:t>’</w:t>
      </w:r>
      <w:r w:rsidR="00115F49" w:rsidRPr="00115F49">
        <w:t>il voulait</w:t>
      </w:r>
      <w:r>
        <w:t xml:space="preserve">, </w:t>
      </w:r>
      <w:r w:rsidR="00115F49" w:rsidRPr="00115F49">
        <w:t>comme toujours</w:t>
      </w:r>
      <w:r>
        <w:t xml:space="preserve">. </w:t>
      </w:r>
      <w:r w:rsidR="00115F49" w:rsidRPr="00115F49">
        <w:t>C</w:t>
      </w:r>
      <w:r>
        <w:t>’</w:t>
      </w:r>
      <w:r w:rsidR="00115F49" w:rsidRPr="00115F49">
        <w:t>est comme ça qu</w:t>
      </w:r>
      <w:r>
        <w:t>’</w:t>
      </w:r>
      <w:r w:rsidR="00115F49" w:rsidRPr="00115F49">
        <w:t>on l</w:t>
      </w:r>
      <w:r>
        <w:t>’</w:t>
      </w:r>
      <w:r w:rsidR="00115F49" w:rsidRPr="00115F49">
        <w:t>aimait</w:t>
      </w:r>
      <w:r>
        <w:t>.</w:t>
      </w:r>
    </w:p>
    <w:p w14:paraId="56AD8853" w14:textId="77777777" w:rsidR="00766774" w:rsidRDefault="00115F49" w:rsidP="00115F49">
      <w:r w:rsidRPr="00115F49">
        <w:t>Il le dit</w:t>
      </w:r>
      <w:r w:rsidR="00766774">
        <w:t xml:space="preserve">. </w:t>
      </w:r>
      <w:r w:rsidRPr="00115F49">
        <w:t>Je crois qu</w:t>
      </w:r>
      <w:r w:rsidR="00766774">
        <w:t>’</w:t>
      </w:r>
      <w:r w:rsidRPr="00115F49">
        <w:t>il ne fallait jamais défier Langlois</w:t>
      </w:r>
      <w:r w:rsidR="00766774">
        <w:t xml:space="preserve">. </w:t>
      </w:r>
      <w:r w:rsidRPr="00115F49">
        <w:t>Au surplus</w:t>
      </w:r>
      <w:r w:rsidR="00766774">
        <w:t xml:space="preserve">, </w:t>
      </w:r>
      <w:r w:rsidRPr="00115F49">
        <w:t>il nous fit comprendre carrément</w:t>
      </w:r>
      <w:r w:rsidR="00766774">
        <w:t xml:space="preserve"> – </w:t>
      </w:r>
      <w:r w:rsidRPr="00115F49">
        <w:t>surtout à moi</w:t>
      </w:r>
      <w:r w:rsidR="00766774">
        <w:t xml:space="preserve">, </w:t>
      </w:r>
      <w:r w:rsidRPr="00115F49">
        <w:t>et avec un sourire rouge qui m</w:t>
      </w:r>
      <w:r w:rsidR="00766774">
        <w:t>’</w:t>
      </w:r>
      <w:r w:rsidRPr="00115F49">
        <w:t>était spécialement destiné</w:t>
      </w:r>
      <w:r w:rsidR="00766774">
        <w:t xml:space="preserve"> – </w:t>
      </w:r>
      <w:r w:rsidRPr="00115F49">
        <w:t>que ça n</w:t>
      </w:r>
      <w:r w:rsidR="00766774">
        <w:t>’</w:t>
      </w:r>
      <w:r w:rsidRPr="00115F49">
        <w:t>était pas pour nous ménager s</w:t>
      </w:r>
      <w:r w:rsidR="00766774">
        <w:t>’</w:t>
      </w:r>
      <w:r w:rsidRPr="00115F49">
        <w:t>il y avait mis des formes</w:t>
      </w:r>
      <w:r w:rsidR="00766774">
        <w:t xml:space="preserve">. </w:t>
      </w:r>
      <w:r w:rsidRPr="00115F49">
        <w:t>C</w:t>
      </w:r>
      <w:r w:rsidR="00766774">
        <w:t>’</w:t>
      </w:r>
      <w:r w:rsidRPr="00115F49">
        <w:t>était parce que lui-même au dernier moment hésitait</w:t>
      </w:r>
      <w:r w:rsidR="00766774">
        <w:t xml:space="preserve">. </w:t>
      </w:r>
      <w:r w:rsidRPr="00115F49">
        <w:t>Maintenant qu</w:t>
      </w:r>
      <w:r w:rsidR="00766774">
        <w:t>’</w:t>
      </w:r>
      <w:r w:rsidRPr="00115F49">
        <w:t>il n</w:t>
      </w:r>
      <w:r w:rsidR="00766774">
        <w:t>’</w:t>
      </w:r>
      <w:r w:rsidRPr="00115F49">
        <w:t>hésitait plus</w:t>
      </w:r>
      <w:r w:rsidR="00766774">
        <w:t xml:space="preserve">, </w:t>
      </w:r>
      <w:r w:rsidRPr="00115F49">
        <w:t>voilà de quoi il s</w:t>
      </w:r>
      <w:r w:rsidR="00766774">
        <w:t>’</w:t>
      </w:r>
      <w:r w:rsidRPr="00115F49">
        <w:t>agissait</w:t>
      </w:r>
      <w:r w:rsidR="00766774">
        <w:t>.</w:t>
      </w:r>
    </w:p>
    <w:p w14:paraId="5A53ADCB" w14:textId="77777777" w:rsidR="00766774" w:rsidRDefault="00115F49" w:rsidP="00115F49">
      <w:r w:rsidRPr="00115F49">
        <w:t>Une femme était venue se fixer dans ce village</w:t>
      </w:r>
      <w:r w:rsidR="00766774">
        <w:t xml:space="preserve"> : </w:t>
      </w:r>
      <w:r w:rsidRPr="00115F49">
        <w:t>pour des raisons qu</w:t>
      </w:r>
      <w:r w:rsidR="00766774">
        <w:t>’</w:t>
      </w:r>
      <w:r w:rsidRPr="00115F49">
        <w:t>il jugeait inutile de nous apprendre</w:t>
      </w:r>
      <w:r w:rsidR="00766774">
        <w:t xml:space="preserve">. </w:t>
      </w:r>
      <w:r w:rsidRPr="00115F49">
        <w:t>Il suffisait de nous dire qu</w:t>
      </w:r>
      <w:r w:rsidR="00766774">
        <w:t>’</w:t>
      </w:r>
      <w:r w:rsidRPr="00115F49">
        <w:t>elle n</w:t>
      </w:r>
      <w:r w:rsidR="00766774">
        <w:t>’</w:t>
      </w:r>
      <w:r w:rsidRPr="00115F49">
        <w:t>était pas d</w:t>
      </w:r>
      <w:r w:rsidR="00766774">
        <w:t>’</w:t>
      </w:r>
      <w:r w:rsidRPr="00115F49">
        <w:t>ici</w:t>
      </w:r>
      <w:r w:rsidR="00766774">
        <w:t xml:space="preserve"> ; </w:t>
      </w:r>
      <w:r w:rsidRPr="00115F49">
        <w:t>qu</w:t>
      </w:r>
      <w:r w:rsidR="00766774">
        <w:t>’</w:t>
      </w:r>
      <w:r w:rsidRPr="00115F49">
        <w:t>elle avait été obligée de venir ici pour des raisons que nous n</w:t>
      </w:r>
      <w:r w:rsidR="00766774">
        <w:t>’</w:t>
      </w:r>
      <w:r w:rsidRPr="00115F49">
        <w:t>avions pas besoin de connaître</w:t>
      </w:r>
      <w:r w:rsidR="00766774">
        <w:t xml:space="preserve">. </w:t>
      </w:r>
      <w:r w:rsidRPr="00115F49">
        <w:t>Non pas qu</w:t>
      </w:r>
      <w:r w:rsidR="00766774">
        <w:t>’</w:t>
      </w:r>
      <w:r w:rsidRPr="00115F49">
        <w:t xml:space="preserve">il ait le moindre doute à notre sujet </w:t>
      </w:r>
      <w:r w:rsidRPr="00115F49">
        <w:lastRenderedPageBreak/>
        <w:t>mais au contraire pour que nous ayons ainsi toute la liberté d</w:t>
      </w:r>
      <w:r w:rsidR="00766774">
        <w:t>’</w:t>
      </w:r>
      <w:r w:rsidRPr="00115F49">
        <w:t>esprit nécessaire pour faire ce qu</w:t>
      </w:r>
      <w:r w:rsidR="00766774">
        <w:t>’</w:t>
      </w:r>
      <w:r w:rsidRPr="00115F49">
        <w:t>il désirait que nous fassions</w:t>
      </w:r>
      <w:r w:rsidR="00766774">
        <w:t>.</w:t>
      </w:r>
    </w:p>
    <w:p w14:paraId="573F3630" w14:textId="77777777" w:rsidR="00766774" w:rsidRDefault="00115F49" w:rsidP="00115F49">
      <w:r w:rsidRPr="00115F49">
        <w:t>Il voulait entrer chez cette femme</w:t>
      </w:r>
      <w:r w:rsidR="00766774">
        <w:t xml:space="preserve">, </w:t>
      </w:r>
      <w:r w:rsidRPr="00115F49">
        <w:t>mais</w:t>
      </w:r>
      <w:r w:rsidR="00766774">
        <w:t xml:space="preserve">, </w:t>
      </w:r>
      <w:r w:rsidRPr="00115F49">
        <w:t>entrer pour ainsi dire comme un homme invisible</w:t>
      </w:r>
      <w:r w:rsidR="00766774">
        <w:t xml:space="preserve">. </w:t>
      </w:r>
      <w:r w:rsidRPr="00115F49">
        <w:t>Sans quoi il n</w:t>
      </w:r>
      <w:r w:rsidR="00766774">
        <w:t>’</w:t>
      </w:r>
      <w:r w:rsidRPr="00115F49">
        <w:t>aurait pas eu besoin de nous</w:t>
      </w:r>
      <w:r w:rsidR="00766774">
        <w:t xml:space="preserve">. </w:t>
      </w:r>
      <w:r w:rsidRPr="00115F49">
        <w:t>Il lui aurait suffi</w:t>
      </w:r>
      <w:r w:rsidR="00766774">
        <w:t xml:space="preserve"> (</w:t>
      </w:r>
      <w:r w:rsidRPr="00115F49">
        <w:t>comme il disait</w:t>
      </w:r>
      <w:r w:rsidR="00766774">
        <w:t xml:space="preserve">) </w:t>
      </w:r>
      <w:r w:rsidRPr="00115F49">
        <w:t>de frapper à sa porte</w:t>
      </w:r>
      <w:r w:rsidR="00766774">
        <w:t xml:space="preserve">, </w:t>
      </w:r>
      <w:r w:rsidRPr="00115F49">
        <w:t xml:space="preserve">de lui dire </w:t>
      </w:r>
      <w:r w:rsidR="00766774">
        <w:t>« </w:t>
      </w:r>
      <w:r w:rsidRPr="00115F49">
        <w:t>Bonjour</w:t>
      </w:r>
      <w:r w:rsidR="00766774">
        <w:t xml:space="preserve">, </w:t>
      </w:r>
      <w:r w:rsidRPr="00115F49">
        <w:t>madame</w:t>
      </w:r>
      <w:r w:rsidR="00766774">
        <w:t xml:space="preserve"> », </w:t>
      </w:r>
      <w:r w:rsidRPr="00115F49">
        <w:t>de lui demander n</w:t>
      </w:r>
      <w:r w:rsidR="00766774">
        <w:t>’</w:t>
      </w:r>
      <w:r w:rsidRPr="00115F49">
        <w:t>importe quoi</w:t>
      </w:r>
      <w:r w:rsidR="00766774">
        <w:t xml:space="preserve">, </w:t>
      </w:r>
      <w:r w:rsidRPr="00115F49">
        <w:t>à la suite de quoi il entrait et</w:t>
      </w:r>
      <w:r w:rsidR="00766774">
        <w:t xml:space="preserve">, </w:t>
      </w:r>
      <w:r w:rsidRPr="00115F49">
        <w:t>s</w:t>
      </w:r>
      <w:r w:rsidR="00766774">
        <w:t>’</w:t>
      </w:r>
      <w:r w:rsidRPr="00115F49">
        <w:t>il avait suffi d</w:t>
      </w:r>
      <w:r w:rsidR="00766774">
        <w:t>’</w:t>
      </w:r>
      <w:r w:rsidRPr="00115F49">
        <w:t>entrer</w:t>
      </w:r>
      <w:r w:rsidR="00766774">
        <w:t xml:space="preserve">, </w:t>
      </w:r>
      <w:r w:rsidRPr="00115F49">
        <w:t>c</w:t>
      </w:r>
      <w:r w:rsidR="00766774">
        <w:t>’</w:t>
      </w:r>
      <w:r w:rsidRPr="00115F49">
        <w:t>était fait</w:t>
      </w:r>
      <w:r w:rsidR="00766774">
        <w:t>.</w:t>
      </w:r>
    </w:p>
    <w:p w14:paraId="2F0EA96E" w14:textId="77777777" w:rsidR="00766774" w:rsidRDefault="00115F49" w:rsidP="00115F49">
      <w:r w:rsidRPr="00115F49">
        <w:t>Il n</w:t>
      </w:r>
      <w:r w:rsidR="00766774">
        <w:t>’</w:t>
      </w:r>
      <w:r w:rsidRPr="00115F49">
        <w:t>était pas question de ça</w:t>
      </w:r>
      <w:r w:rsidR="00766774">
        <w:t>.</w:t>
      </w:r>
    </w:p>
    <w:p w14:paraId="60869A34" w14:textId="77777777" w:rsidR="00766774" w:rsidRDefault="00115F49" w:rsidP="00115F49">
      <w:r w:rsidRPr="00115F49">
        <w:t>Il voulait entrer</w:t>
      </w:r>
      <w:r w:rsidR="00766774">
        <w:t xml:space="preserve"> – </w:t>
      </w:r>
      <w:r w:rsidRPr="00115F49">
        <w:t>il lui suffisait</w:t>
      </w:r>
      <w:r w:rsidR="00766774">
        <w:t xml:space="preserve">, </w:t>
      </w:r>
      <w:r w:rsidRPr="00115F49">
        <w:t>pensait-il</w:t>
      </w:r>
      <w:r w:rsidR="00766774">
        <w:t xml:space="preserve">, </w:t>
      </w:r>
      <w:r w:rsidRPr="00115F49">
        <w:t>d</w:t>
      </w:r>
      <w:r w:rsidR="00766774">
        <w:t>’</w:t>
      </w:r>
      <w:r w:rsidRPr="00115F49">
        <w:t>entrer dans la pièce où elle recevait tout le monde</w:t>
      </w:r>
      <w:r w:rsidR="00766774">
        <w:t xml:space="preserve">. </w:t>
      </w:r>
      <w:r w:rsidRPr="00115F49">
        <w:t>Il n</w:t>
      </w:r>
      <w:r w:rsidR="00766774">
        <w:t>’</w:t>
      </w:r>
      <w:r w:rsidRPr="00115F49">
        <w:t>avait pas besoin</w:t>
      </w:r>
      <w:r w:rsidR="00766774">
        <w:t xml:space="preserve">, </w:t>
      </w:r>
      <w:r w:rsidRPr="00115F49">
        <w:t>pensait-il</w:t>
      </w:r>
      <w:r w:rsidR="00766774">
        <w:t xml:space="preserve">, </w:t>
      </w:r>
      <w:r w:rsidRPr="00115F49">
        <w:t>de voir les autres pièces</w:t>
      </w:r>
      <w:r w:rsidR="00766774">
        <w:t xml:space="preserve">, </w:t>
      </w:r>
      <w:r w:rsidRPr="00115F49">
        <w:t>les chambres ou n</w:t>
      </w:r>
      <w:r w:rsidR="00766774">
        <w:t>’</w:t>
      </w:r>
      <w:r w:rsidRPr="00115F49">
        <w:t>importe quoi</w:t>
      </w:r>
      <w:r w:rsidR="00766774">
        <w:t xml:space="preserve">. </w:t>
      </w:r>
      <w:r w:rsidR="009D3F66">
        <w:t xml:space="preserve">– </w:t>
      </w:r>
      <w:r w:rsidRPr="00115F49">
        <w:t>Il voulait donc entrer chez cette femme et avoir la permission de rester là</w:t>
      </w:r>
      <w:r w:rsidR="00766774">
        <w:t xml:space="preserve">, </w:t>
      </w:r>
      <w:r w:rsidRPr="00115F49">
        <w:t>assis</w:t>
      </w:r>
      <w:r w:rsidR="00766774">
        <w:t xml:space="preserve">, </w:t>
      </w:r>
      <w:r w:rsidRPr="00115F49">
        <w:t>autant que possible ignoré ou oublié</w:t>
      </w:r>
      <w:r w:rsidR="00766774">
        <w:t>.</w:t>
      </w:r>
    </w:p>
    <w:p w14:paraId="26D6B467" w14:textId="77777777" w:rsidR="00766774" w:rsidRDefault="00115F49" w:rsidP="00115F49">
      <w:r w:rsidRPr="00115F49">
        <w:t>Il voulait simplement prendre l</w:t>
      </w:r>
      <w:r w:rsidR="00766774">
        <w:t>’</w:t>
      </w:r>
      <w:r w:rsidRPr="00115F49">
        <w:t>air de la maison</w:t>
      </w:r>
      <w:r w:rsidR="00766774">
        <w:t xml:space="preserve">, </w:t>
      </w:r>
      <w:r w:rsidRPr="00115F49">
        <w:t>c</w:t>
      </w:r>
      <w:r w:rsidR="00766774">
        <w:t>’</w:t>
      </w:r>
      <w:r w:rsidRPr="00115F49">
        <w:t>est-à-dire avoir le temps de tout regarder autour de soi</w:t>
      </w:r>
      <w:r w:rsidR="00766774">
        <w:t xml:space="preserve">. </w:t>
      </w:r>
      <w:r w:rsidRPr="00115F49">
        <w:t>Se mettre dans la peau</w:t>
      </w:r>
      <w:r w:rsidR="00766774">
        <w:t xml:space="preserve">. </w:t>
      </w:r>
      <w:r w:rsidRPr="00115F49">
        <w:t>Il avait cherché</w:t>
      </w:r>
      <w:r w:rsidR="00766774">
        <w:t xml:space="preserve"> ; </w:t>
      </w:r>
      <w:r w:rsidRPr="00115F49">
        <w:t>il avait combiné</w:t>
      </w:r>
      <w:r w:rsidR="00766774">
        <w:t xml:space="preserve"> ; </w:t>
      </w:r>
      <w:r w:rsidRPr="00115F49">
        <w:t>il y pensait depuis longtemps</w:t>
      </w:r>
      <w:r w:rsidR="00766774">
        <w:t xml:space="preserve"> ; </w:t>
      </w:r>
      <w:r w:rsidRPr="00115F49">
        <w:t>voilà ce qu</w:t>
      </w:r>
      <w:r w:rsidR="00766774">
        <w:t>’</w:t>
      </w:r>
      <w:r w:rsidRPr="00115F49">
        <w:t>il avait trouvé</w:t>
      </w:r>
      <w:r w:rsidR="00766774">
        <w:t>.</w:t>
      </w:r>
    </w:p>
    <w:p w14:paraId="15D3A265" w14:textId="77777777" w:rsidR="00766774" w:rsidRDefault="00115F49" w:rsidP="00115F49">
      <w:r w:rsidRPr="00115F49">
        <w:t>Il était exact que cette femme avait une habileté extraordinaire</w:t>
      </w:r>
      <w:r w:rsidR="00766774">
        <w:t xml:space="preserve">. </w:t>
      </w:r>
      <w:r w:rsidRPr="00115F49">
        <w:t>Elle gagnait sa vie et celle de son enfant</w:t>
      </w:r>
      <w:r w:rsidR="00766774">
        <w:t xml:space="preserve"> (</w:t>
      </w:r>
      <w:r w:rsidRPr="00115F49">
        <w:t>enfin</w:t>
      </w:r>
      <w:r w:rsidR="00766774">
        <w:t xml:space="preserve">, </w:t>
      </w:r>
      <w:r w:rsidRPr="00115F49">
        <w:t>tout au moins depuis qu</w:t>
      </w:r>
      <w:r w:rsidR="00766774">
        <w:t>’</w:t>
      </w:r>
      <w:r w:rsidRPr="00115F49">
        <w:t>elle était fixée dans ce village</w:t>
      </w:r>
      <w:r w:rsidR="00766774">
        <w:t xml:space="preserve">) </w:t>
      </w:r>
      <w:r w:rsidRPr="00115F49">
        <w:t>en faisant des travaux de broderies et de dentelles</w:t>
      </w:r>
      <w:r w:rsidR="00766774">
        <w:t xml:space="preserve">. </w:t>
      </w:r>
      <w:r w:rsidRPr="00115F49">
        <w:t>Le couvent des Minimes et ces messieurs en général</w:t>
      </w:r>
      <w:r w:rsidR="00766774">
        <w:t xml:space="preserve">, </w:t>
      </w:r>
      <w:r w:rsidRPr="00115F49">
        <w:t>ces dames aussi d</w:t>
      </w:r>
      <w:r w:rsidR="00766774">
        <w:t>’</w:t>
      </w:r>
      <w:r w:rsidRPr="00115F49">
        <w:t>ailleurs</w:t>
      </w:r>
      <w:r w:rsidR="00766774">
        <w:t xml:space="preserve">, </w:t>
      </w:r>
      <w:r w:rsidRPr="00115F49">
        <w:t>lui procuraient du travail à exécuter sur des trousseaux de mariage</w:t>
      </w:r>
      <w:r w:rsidR="00766774">
        <w:t xml:space="preserve">. </w:t>
      </w:r>
      <w:r w:rsidRPr="00115F49">
        <w:t>Donc</w:t>
      </w:r>
      <w:r w:rsidR="00766774">
        <w:t xml:space="preserve">, </w:t>
      </w:r>
      <w:r w:rsidRPr="00115F49">
        <w:t>voilà une entrée en matière</w:t>
      </w:r>
      <w:r w:rsidR="00766774">
        <w:t>.</w:t>
      </w:r>
    </w:p>
    <w:p w14:paraId="7309C166" w14:textId="77777777" w:rsidR="00766774" w:rsidRDefault="00115F49" w:rsidP="00115F49">
      <w:r w:rsidRPr="00115F49">
        <w:t>Il voulait que</w:t>
      </w:r>
      <w:r w:rsidR="00766774">
        <w:t xml:space="preserve">, </w:t>
      </w:r>
      <w:r w:rsidRPr="00115F49">
        <w:t>tous les trois</w:t>
      </w:r>
      <w:r w:rsidR="00766774">
        <w:t> : M</w:t>
      </w:r>
      <w:r w:rsidR="00766774" w:rsidRPr="00766774">
        <w:rPr>
          <w:vertAlign w:val="superscript"/>
        </w:rPr>
        <w:t>me</w:t>
      </w:r>
      <w:r w:rsidR="00766774">
        <w:t> </w:t>
      </w:r>
      <w:r w:rsidRPr="00115F49">
        <w:t>Tim</w:t>
      </w:r>
      <w:r w:rsidR="00766774">
        <w:t xml:space="preserve">, </w:t>
      </w:r>
      <w:r w:rsidRPr="00115F49">
        <w:t>lui et moi</w:t>
      </w:r>
      <w:r w:rsidR="00766774">
        <w:t xml:space="preserve">, </w:t>
      </w:r>
      <w:r w:rsidRPr="00115F49">
        <w:t>nous allions frapper à la porte de cette femme</w:t>
      </w:r>
      <w:r w:rsidR="00766774">
        <w:t xml:space="preserve">. </w:t>
      </w:r>
      <w:r w:rsidRPr="00115F49">
        <w:t>Nous serions censément</w:t>
      </w:r>
      <w:r w:rsidR="00766774">
        <w:t> : M</w:t>
      </w:r>
      <w:r w:rsidR="00766774" w:rsidRPr="00766774">
        <w:rPr>
          <w:vertAlign w:val="superscript"/>
        </w:rPr>
        <w:t>me</w:t>
      </w:r>
      <w:r w:rsidR="00766774">
        <w:t> </w:t>
      </w:r>
      <w:r w:rsidRPr="00115F49">
        <w:t>Tim une dame qui a une fille à marier</w:t>
      </w:r>
      <w:r w:rsidR="00766774">
        <w:t xml:space="preserve"> ; </w:t>
      </w:r>
      <w:r w:rsidRPr="00115F49">
        <w:t xml:space="preserve">lui </w:t>
      </w:r>
      <w:r w:rsidRPr="00115F49">
        <w:lastRenderedPageBreak/>
        <w:t>Langlois serait par exemple un ami de la famille</w:t>
      </w:r>
      <w:r w:rsidR="00766774">
        <w:t xml:space="preserve"> ; </w:t>
      </w:r>
      <w:r w:rsidRPr="00115F49">
        <w:t>on le présenterait rondement</w:t>
      </w:r>
      <w:r w:rsidR="00766774">
        <w:t xml:space="preserve">, </w:t>
      </w:r>
      <w:r w:rsidRPr="00115F49">
        <w:t>sans insister</w:t>
      </w:r>
      <w:r w:rsidR="00766774">
        <w:t xml:space="preserve">, </w:t>
      </w:r>
      <w:r w:rsidRPr="00115F49">
        <w:t>de façon qu</w:t>
      </w:r>
      <w:r w:rsidR="00766774">
        <w:t>’</w:t>
      </w:r>
      <w:r w:rsidRPr="00115F49">
        <w:t>il soit présenté mais comme quelqu</w:t>
      </w:r>
      <w:r w:rsidR="00766774">
        <w:t>’</w:t>
      </w:r>
      <w:r w:rsidRPr="00115F49">
        <w:t>un sans grande importance</w:t>
      </w:r>
      <w:r w:rsidR="00766774">
        <w:t xml:space="preserve"> ; </w:t>
      </w:r>
      <w:r w:rsidRPr="00115F49">
        <w:t>moi je serais</w:t>
      </w:r>
      <w:r w:rsidR="00766774">
        <w:t xml:space="preserve">, </w:t>
      </w:r>
      <w:r w:rsidRPr="00115F49">
        <w:t>mettons une amie également</w:t>
      </w:r>
      <w:r w:rsidR="00766774">
        <w:t xml:space="preserve">, </w:t>
      </w:r>
      <w:r w:rsidRPr="00115F49">
        <w:t>ou une tante</w:t>
      </w:r>
      <w:r w:rsidR="00766774">
        <w:t xml:space="preserve">, </w:t>
      </w:r>
      <w:r w:rsidRPr="00115F49">
        <w:t xml:space="preserve">si </w:t>
      </w:r>
      <w:r w:rsidR="00766774">
        <w:t>M</w:t>
      </w:r>
      <w:r w:rsidR="00766774" w:rsidRPr="00766774">
        <w:rPr>
          <w:vertAlign w:val="superscript"/>
        </w:rPr>
        <w:t>me</w:t>
      </w:r>
      <w:r w:rsidR="00766774">
        <w:t> </w:t>
      </w:r>
      <w:r w:rsidRPr="00115F49">
        <w:t>Tim n</w:t>
      </w:r>
      <w:r w:rsidR="00766774">
        <w:t>’</w:t>
      </w:r>
      <w:r w:rsidRPr="00115F49">
        <w:t>y voyait pas d</w:t>
      </w:r>
      <w:r w:rsidR="00766774">
        <w:t>’</w:t>
      </w:r>
      <w:r w:rsidRPr="00115F49">
        <w:t>inconvénient</w:t>
      </w:r>
      <w:r w:rsidR="00766774">
        <w:t xml:space="preserve">. </w:t>
      </w:r>
      <w:r w:rsidRPr="00115F49">
        <w:t>On le ferait asseoir dans un coin en lui disant</w:t>
      </w:r>
      <w:r w:rsidR="00766774">
        <w:t> : « </w:t>
      </w:r>
      <w:r w:rsidRPr="00115F49">
        <w:t>Prenez patience</w:t>
      </w:r>
      <w:r w:rsidR="00766774">
        <w:t xml:space="preserve">, </w:t>
      </w:r>
      <w:r w:rsidRPr="00115F49">
        <w:t>nous allons parler de choses qui n</w:t>
      </w:r>
      <w:r w:rsidR="00766774">
        <w:t>’</w:t>
      </w:r>
      <w:r w:rsidRPr="00115F49">
        <w:t>intéressent pas les hommes</w:t>
      </w:r>
      <w:r w:rsidR="00766774">
        <w:t xml:space="preserve"> » ; </w:t>
      </w:r>
      <w:r w:rsidRPr="00115F49">
        <w:t>et nous</w:t>
      </w:r>
      <w:r w:rsidR="00766774">
        <w:t>, M</w:t>
      </w:r>
      <w:r w:rsidR="00766774" w:rsidRPr="00766774">
        <w:rPr>
          <w:vertAlign w:val="superscript"/>
        </w:rPr>
        <w:t>me</w:t>
      </w:r>
      <w:r w:rsidR="00766774">
        <w:t> </w:t>
      </w:r>
      <w:r w:rsidRPr="00115F49">
        <w:t>Tim et moi</w:t>
      </w:r>
      <w:r w:rsidR="00766774">
        <w:t xml:space="preserve">, </w:t>
      </w:r>
      <w:r w:rsidRPr="00115F49">
        <w:t>nous examinerions d</w:t>
      </w:r>
      <w:r w:rsidR="00766774">
        <w:t>’</w:t>
      </w:r>
      <w:r w:rsidRPr="00115F49">
        <w:t>abord le travail de cette femme</w:t>
      </w:r>
      <w:r w:rsidR="00766774">
        <w:t xml:space="preserve">, </w:t>
      </w:r>
      <w:r w:rsidRPr="00115F49">
        <w:t>puis</w:t>
      </w:r>
      <w:r w:rsidR="00766774">
        <w:t xml:space="preserve">, </w:t>
      </w:r>
      <w:r w:rsidRPr="00115F49">
        <w:t>nous lui passerions une commande</w:t>
      </w:r>
      <w:r w:rsidR="00766774">
        <w:t xml:space="preserve">. </w:t>
      </w:r>
      <w:r w:rsidRPr="00115F49">
        <w:t>Une commande véritable</w:t>
      </w:r>
      <w:r w:rsidR="00766774">
        <w:t xml:space="preserve"> ; </w:t>
      </w:r>
      <w:r w:rsidRPr="00115F49">
        <w:t>c</w:t>
      </w:r>
      <w:r w:rsidR="00766774">
        <w:t>’</w:t>
      </w:r>
      <w:r w:rsidRPr="00115F49">
        <w:t>est-à-dire qu</w:t>
      </w:r>
      <w:r w:rsidR="00766774">
        <w:t>’</w:t>
      </w:r>
      <w:r w:rsidRPr="00115F49">
        <w:t>il était tellement important que cette femme ne se doute pas de la supercherie</w:t>
      </w:r>
      <w:r w:rsidR="00766774">
        <w:t xml:space="preserve"> (</w:t>
      </w:r>
      <w:r w:rsidRPr="00115F49">
        <w:t>c</w:t>
      </w:r>
      <w:r w:rsidR="00766774">
        <w:t>’</w:t>
      </w:r>
      <w:r w:rsidRPr="00115F49">
        <w:t>est une question d</w:t>
      </w:r>
      <w:r w:rsidR="00766774">
        <w:t>’</w:t>
      </w:r>
      <w:r w:rsidRPr="00115F49">
        <w:t>humanité très grave à laquelle je tiens beaucoup</w:t>
      </w:r>
      <w:r w:rsidR="00766774">
        <w:t xml:space="preserve">, </w:t>
      </w:r>
      <w:r w:rsidRPr="00115F49">
        <w:t>dit Langlois</w:t>
      </w:r>
      <w:r w:rsidR="00766774">
        <w:t xml:space="preserve">, </w:t>
      </w:r>
      <w:r w:rsidRPr="00115F49">
        <w:t>et il ajouta</w:t>
      </w:r>
      <w:r w:rsidR="00766774">
        <w:t> : « </w:t>
      </w:r>
      <w:r w:rsidRPr="00115F49">
        <w:t>Si je savais qu</w:t>
      </w:r>
      <w:r w:rsidR="00766774">
        <w:t>’</w:t>
      </w:r>
      <w:r w:rsidRPr="00115F49">
        <w:t>un jour elle puisse douter de quoi que ce soit au sujet de notre visite</w:t>
      </w:r>
      <w:r w:rsidR="00766774">
        <w:t xml:space="preserve">, </w:t>
      </w:r>
      <w:r w:rsidRPr="00115F49">
        <w:t>je ne dormirais jamais plus la nuit parce que j</w:t>
      </w:r>
      <w:r w:rsidR="00766774">
        <w:t>’</w:t>
      </w:r>
      <w:r w:rsidRPr="00115F49">
        <w:t>imaginerais constamment cette femme éperdue en train de fuir à travers le monde</w:t>
      </w:r>
      <w:r w:rsidR="00766774">
        <w:t xml:space="preserve">, </w:t>
      </w:r>
      <w:r w:rsidRPr="00115F49">
        <w:t>alors que je ne lui veux que du bien</w:t>
      </w:r>
      <w:r w:rsidR="00766774">
        <w:t xml:space="preserve"> »), </w:t>
      </w:r>
      <w:r w:rsidRPr="00115F49">
        <w:t>c</w:t>
      </w:r>
      <w:r w:rsidR="00766774">
        <w:t>’</w:t>
      </w:r>
      <w:r w:rsidRPr="00115F49">
        <w:t>était donc tellement important qu</w:t>
      </w:r>
      <w:r w:rsidR="00766774">
        <w:t>’</w:t>
      </w:r>
      <w:r w:rsidRPr="00115F49">
        <w:t>il fallait lui commander un vrai travail dont on prendrait livraison en temps opportun</w:t>
      </w:r>
      <w:r w:rsidR="00766774">
        <w:t xml:space="preserve"> (</w:t>
      </w:r>
      <w:r w:rsidRPr="00115F49">
        <w:t>cela lui ménageait d</w:t>
      </w:r>
      <w:r w:rsidR="00766774">
        <w:t>’</w:t>
      </w:r>
      <w:r w:rsidRPr="00115F49">
        <w:t>ailleurs ainsi la possibilité d</w:t>
      </w:r>
      <w:r w:rsidR="00766774">
        <w:t>’</w:t>
      </w:r>
      <w:r w:rsidRPr="00115F49">
        <w:t>une deuxième visite au cas où il la jugerait nécessaire</w:t>
      </w:r>
      <w:r w:rsidR="00766774">
        <w:t xml:space="preserve">), </w:t>
      </w:r>
      <w:r w:rsidRPr="00115F49">
        <w:t>un vrai travail qu</w:t>
      </w:r>
      <w:r w:rsidR="00766774">
        <w:t>’</w:t>
      </w:r>
      <w:r w:rsidRPr="00115F49">
        <w:t>on paierait</w:t>
      </w:r>
      <w:r w:rsidR="00766774">
        <w:t>.</w:t>
      </w:r>
    </w:p>
    <w:p w14:paraId="584D558C" w14:textId="77777777" w:rsidR="00766774" w:rsidRDefault="00115F49" w:rsidP="00115F49">
      <w:r w:rsidRPr="00115F49">
        <w:t xml:space="preserve">À </w:t>
      </w:r>
      <w:r w:rsidR="00766774">
        <w:t>M</w:t>
      </w:r>
      <w:r w:rsidR="00766774" w:rsidRPr="00766774">
        <w:rPr>
          <w:vertAlign w:val="superscript"/>
        </w:rPr>
        <w:t>me</w:t>
      </w:r>
      <w:r w:rsidR="00766774">
        <w:t> </w:t>
      </w:r>
      <w:r w:rsidRPr="00115F49">
        <w:t>Tim et à moi</w:t>
      </w:r>
      <w:r w:rsidR="00766774">
        <w:t xml:space="preserve">, </w:t>
      </w:r>
      <w:r w:rsidRPr="00115F49">
        <w:t>dit-il</w:t>
      </w:r>
      <w:r w:rsidR="00766774">
        <w:t xml:space="preserve">, </w:t>
      </w:r>
      <w:r w:rsidRPr="00115F49">
        <w:t>de voir si nous avions vraiment besoin de dentelles</w:t>
      </w:r>
      <w:r w:rsidR="00766774">
        <w:t xml:space="preserve">. </w:t>
      </w:r>
      <w:r w:rsidRPr="00115F49">
        <w:t>Il ne savait pas</w:t>
      </w:r>
      <w:r w:rsidR="00766774">
        <w:t>.</w:t>
      </w:r>
    </w:p>
    <w:p w14:paraId="29D7C07D" w14:textId="77777777" w:rsidR="00766774" w:rsidRDefault="00766774" w:rsidP="00115F49">
      <w:r>
        <w:t>— </w:t>
      </w:r>
      <w:r w:rsidR="00115F49" w:rsidRPr="00115F49">
        <w:t>On a toujours besoin de dentelles</w:t>
      </w:r>
      <w:r>
        <w:t xml:space="preserve">, </w:t>
      </w:r>
      <w:r w:rsidR="00115F49" w:rsidRPr="00115F49">
        <w:t xml:space="preserve">dit </w:t>
      </w:r>
      <w:r>
        <w:t>M</w:t>
      </w:r>
      <w:r w:rsidRPr="00766774">
        <w:rPr>
          <w:vertAlign w:val="superscript"/>
        </w:rPr>
        <w:t>me</w:t>
      </w:r>
      <w:r>
        <w:t> </w:t>
      </w:r>
      <w:r w:rsidR="00115F49" w:rsidRPr="00115F49">
        <w:t>Tim</w:t>
      </w:r>
      <w:r>
        <w:t>.</w:t>
      </w:r>
    </w:p>
    <w:p w14:paraId="55005313" w14:textId="77777777" w:rsidR="00766774" w:rsidRDefault="00766774" w:rsidP="00115F49">
      <w:r>
        <w:t>— </w:t>
      </w:r>
      <w:r w:rsidR="00115F49" w:rsidRPr="00115F49">
        <w:t>Mais</w:t>
      </w:r>
      <w:r>
        <w:t xml:space="preserve">, </w:t>
      </w:r>
      <w:r w:rsidR="00115F49" w:rsidRPr="00115F49">
        <w:t>en aurait-on besoin au point de pouvoir rester par exemple une bonne heure chez cette femme</w:t>
      </w:r>
      <w:r>
        <w:t> ?</w:t>
      </w:r>
    </w:p>
    <w:p w14:paraId="087FEDAD" w14:textId="77777777" w:rsidR="00766774" w:rsidRDefault="00766774" w:rsidP="00115F49">
      <w:r>
        <w:t>— </w:t>
      </w:r>
      <w:r w:rsidR="00115F49" w:rsidRPr="00115F49">
        <w:t>Au point d</w:t>
      </w:r>
      <w:r>
        <w:t>’</w:t>
      </w:r>
      <w:r w:rsidR="00115F49" w:rsidRPr="00115F49">
        <w:t>y rester une semaine</w:t>
      </w:r>
      <w:r>
        <w:t xml:space="preserve">, </w:t>
      </w:r>
      <w:r w:rsidR="00115F49" w:rsidRPr="00115F49">
        <w:t xml:space="preserve">dit </w:t>
      </w:r>
      <w:r>
        <w:t>M</w:t>
      </w:r>
      <w:r w:rsidRPr="00766774">
        <w:rPr>
          <w:vertAlign w:val="superscript"/>
        </w:rPr>
        <w:t>me</w:t>
      </w:r>
      <w:r>
        <w:t> </w:t>
      </w:r>
      <w:r w:rsidR="00115F49" w:rsidRPr="00115F49">
        <w:t>Tim</w:t>
      </w:r>
      <w:r>
        <w:t>.</w:t>
      </w:r>
    </w:p>
    <w:p w14:paraId="2ECDBD4C" w14:textId="77777777" w:rsidR="00766774" w:rsidRDefault="00115F49" w:rsidP="00115F49">
      <w:r w:rsidRPr="00115F49">
        <w:lastRenderedPageBreak/>
        <w:t>Elle m</w:t>
      </w:r>
      <w:r w:rsidR="00766774">
        <w:t>’</w:t>
      </w:r>
      <w:r w:rsidRPr="00115F49">
        <w:t>avait volé les mots de la bouche</w:t>
      </w:r>
      <w:r w:rsidR="00766774">
        <w:t xml:space="preserve"> ; </w:t>
      </w:r>
      <w:r w:rsidRPr="00115F49">
        <w:t>et elle s</w:t>
      </w:r>
      <w:r w:rsidR="00766774">
        <w:t>’</w:t>
      </w:r>
      <w:r w:rsidRPr="00115F49">
        <w:t>en rendit compte car elle continua à me caresser gentiment la mitaine</w:t>
      </w:r>
      <w:r w:rsidR="00766774">
        <w:t>.</w:t>
      </w:r>
    </w:p>
    <w:p w14:paraId="25E3CFF9" w14:textId="77777777" w:rsidR="00766774" w:rsidRDefault="00115F49" w:rsidP="00115F49">
      <w:r w:rsidRPr="00115F49">
        <w:t>Alors</w:t>
      </w:r>
      <w:r w:rsidR="00766774">
        <w:t xml:space="preserve">, </w:t>
      </w:r>
      <w:r w:rsidRPr="00115F49">
        <w:t>c</w:t>
      </w:r>
      <w:r w:rsidR="00766774">
        <w:t>’</w:t>
      </w:r>
      <w:r w:rsidRPr="00115F49">
        <w:t>était parfait</w:t>
      </w:r>
      <w:r w:rsidR="00766774">
        <w:t xml:space="preserve">. </w:t>
      </w:r>
      <w:r w:rsidRPr="00115F49">
        <w:t>Et je tirai la conclusion</w:t>
      </w:r>
      <w:r w:rsidR="00766774">
        <w:t> : « </w:t>
      </w:r>
      <w:r w:rsidRPr="00115F49">
        <w:t>Qu</w:t>
      </w:r>
      <w:r w:rsidR="00766774">
        <w:t>’</w:t>
      </w:r>
      <w:r w:rsidRPr="00115F49">
        <w:t>est-ce qui peut ne pas être parfait avec nous</w:t>
      </w:r>
      <w:r w:rsidR="00766774">
        <w:t> ? »</w:t>
      </w:r>
      <w:r w:rsidRPr="00115F49">
        <w:t xml:space="preserve"> dis-je</w:t>
      </w:r>
      <w:r w:rsidR="00766774">
        <w:t xml:space="preserve">. </w:t>
      </w:r>
      <w:r w:rsidRPr="00115F49">
        <w:t>Langlois me regarda avec beaucoup de reconnaissance</w:t>
      </w:r>
      <w:r w:rsidR="00766774">
        <w:t>.</w:t>
      </w:r>
    </w:p>
    <w:p w14:paraId="2FAE4240" w14:textId="77777777" w:rsidR="00766774" w:rsidRDefault="00115F49" w:rsidP="00115F49">
      <w:r w:rsidRPr="00115F49">
        <w:t>La femme habitait dans la partie vieille du village</w:t>
      </w:r>
      <w:r w:rsidR="00766774">
        <w:t xml:space="preserve">. </w:t>
      </w:r>
      <w:r w:rsidRPr="00115F49">
        <w:t>En bas</w:t>
      </w:r>
      <w:r w:rsidR="00766774">
        <w:t xml:space="preserve">, </w:t>
      </w:r>
      <w:r w:rsidRPr="00115F49">
        <w:t>près de l</w:t>
      </w:r>
      <w:r w:rsidR="00766774">
        <w:t>’</w:t>
      </w:r>
      <w:r w:rsidRPr="00115F49">
        <w:t>auberge</w:t>
      </w:r>
      <w:r w:rsidR="00766774">
        <w:t xml:space="preserve">, </w:t>
      </w:r>
      <w:r w:rsidRPr="00115F49">
        <w:t>il y avait des maisons chics</w:t>
      </w:r>
      <w:r w:rsidR="00766774">
        <w:t xml:space="preserve">. </w:t>
      </w:r>
      <w:r w:rsidRPr="00115F49">
        <w:t>J</w:t>
      </w:r>
      <w:r w:rsidR="00766774">
        <w:t>’</w:t>
      </w:r>
      <w:r w:rsidRPr="00115F49">
        <w:t>avoue que la ruelle que nous suivions n</w:t>
      </w:r>
      <w:r w:rsidR="00766774">
        <w:t>’</w:t>
      </w:r>
      <w:r w:rsidRPr="00115F49">
        <w:t>était pas très engageante</w:t>
      </w:r>
      <w:r w:rsidR="00766774">
        <w:t xml:space="preserve">. </w:t>
      </w:r>
      <w:r w:rsidRPr="00115F49">
        <w:t>Il y habitait des carriers d</w:t>
      </w:r>
      <w:r w:rsidR="00766774">
        <w:t>’</w:t>
      </w:r>
      <w:r w:rsidRPr="00115F49">
        <w:t>ocre et la poussière rouge qu</w:t>
      </w:r>
      <w:r w:rsidR="00766774">
        <w:t>’</w:t>
      </w:r>
      <w:r w:rsidRPr="00115F49">
        <w:t>ils charriaient dans les semelles de leurs souliers ensanglantait les suintements d</w:t>
      </w:r>
      <w:r w:rsidR="00766774">
        <w:t>’</w:t>
      </w:r>
      <w:r w:rsidRPr="00115F49">
        <w:t>éviers</w:t>
      </w:r>
      <w:r w:rsidR="00766774">
        <w:t>.</w:t>
      </w:r>
    </w:p>
    <w:p w14:paraId="4B304CF8" w14:textId="77777777" w:rsidR="00766774" w:rsidRDefault="00766774" w:rsidP="00115F49">
      <w:r>
        <w:t>(</w:t>
      </w:r>
      <w:r w:rsidR="00115F49" w:rsidRPr="00115F49">
        <w:t>Ces villages du versant du Diois ne sont plus du tout pareils aux nôtres</w:t>
      </w:r>
      <w:r>
        <w:t xml:space="preserve">. </w:t>
      </w:r>
      <w:r w:rsidR="00115F49" w:rsidRPr="00115F49">
        <w:t>C</w:t>
      </w:r>
      <w:r>
        <w:t>’</w:t>
      </w:r>
      <w:r w:rsidR="00115F49" w:rsidRPr="00115F49">
        <w:t>est le jour et la nuit</w:t>
      </w:r>
      <w:r>
        <w:t xml:space="preserve">. </w:t>
      </w:r>
      <w:r w:rsidR="00115F49" w:rsidRPr="00115F49">
        <w:t>Chez nous tout est fait pour la vache et pour la scierie</w:t>
      </w:r>
      <w:r>
        <w:t xml:space="preserve">. </w:t>
      </w:r>
      <w:r w:rsidR="00115F49" w:rsidRPr="00115F49">
        <w:t>Ici c</w:t>
      </w:r>
      <w:r>
        <w:t>’</w:t>
      </w:r>
      <w:r w:rsidR="00115F49" w:rsidRPr="00115F49">
        <w:t>est tout de suite tout pour la noblesse et l</w:t>
      </w:r>
      <w:r>
        <w:t>’</w:t>
      </w:r>
      <w:r w:rsidR="00115F49" w:rsidRPr="00115F49">
        <w:t>histoire</w:t>
      </w:r>
      <w:r>
        <w:t xml:space="preserve">. </w:t>
      </w:r>
      <w:r w:rsidR="00115F49" w:rsidRPr="00115F49">
        <w:t>Histoire</w:t>
      </w:r>
      <w:r>
        <w:t xml:space="preserve">, </w:t>
      </w:r>
      <w:r w:rsidR="00115F49" w:rsidRPr="00115F49">
        <w:t>je veux dire histoire de France bien entendu</w:t>
      </w:r>
      <w:r>
        <w:t xml:space="preserve">, </w:t>
      </w:r>
      <w:r w:rsidR="00115F49" w:rsidRPr="00115F49">
        <w:t>mais aussi fourrer son nez dans ce qui ne vous regarde pas</w:t>
      </w:r>
      <w:r>
        <w:t xml:space="preserve">. </w:t>
      </w:r>
      <w:r w:rsidR="00115F49" w:rsidRPr="00115F49">
        <w:t>Il y a presque toujours de vieux châteaux dans ces villages et les maisons sont serrées contre</w:t>
      </w:r>
      <w:r>
        <w:t xml:space="preserve">, </w:t>
      </w:r>
      <w:r w:rsidR="00115F49" w:rsidRPr="00115F49">
        <w:t>même en ruine</w:t>
      </w:r>
      <w:r>
        <w:t>.)</w:t>
      </w:r>
    </w:p>
    <w:p w14:paraId="17059705" w14:textId="77777777" w:rsidR="00766774" w:rsidRDefault="00115F49" w:rsidP="00115F49">
      <w:r w:rsidRPr="00115F49">
        <w:t>Je me disais</w:t>
      </w:r>
      <w:r w:rsidR="00766774">
        <w:t xml:space="preserve"> : </w:t>
      </w:r>
      <w:r w:rsidRPr="00115F49">
        <w:t>il n</w:t>
      </w:r>
      <w:r w:rsidR="00766774">
        <w:t>’</w:t>
      </w:r>
      <w:r w:rsidRPr="00115F49">
        <w:t>est pas possible qu</w:t>
      </w:r>
      <w:r w:rsidR="00766774">
        <w:t>’</w:t>
      </w:r>
      <w:r w:rsidRPr="00115F49">
        <w:t>une femme tant soit peu propre puisse habiter dans ces endroits</w:t>
      </w:r>
      <w:r w:rsidR="00766774">
        <w:t xml:space="preserve">. </w:t>
      </w:r>
      <w:r w:rsidRPr="00115F49">
        <w:t>Les maisons étaient en lambeaux noirâtres mais</w:t>
      </w:r>
      <w:r w:rsidR="00766774">
        <w:t xml:space="preserve">, </w:t>
      </w:r>
      <w:r w:rsidRPr="00115F49">
        <w:t>nous montions par ces ruelles à une sorte de coteau sur lequel</w:t>
      </w:r>
      <w:r w:rsidR="00766774">
        <w:t xml:space="preserve">, </w:t>
      </w:r>
      <w:r w:rsidRPr="00115F49">
        <w:t>par des échappées entre les maisons écroulées</w:t>
      </w:r>
      <w:r w:rsidR="00766774">
        <w:t xml:space="preserve">, </w:t>
      </w:r>
      <w:r w:rsidRPr="00115F49">
        <w:t>on voyait se dresser les ruines de quelque chose qui avait dû être important</w:t>
      </w:r>
      <w:r w:rsidR="00766774">
        <w:t>.</w:t>
      </w:r>
    </w:p>
    <w:p w14:paraId="4C7F54E3" w14:textId="77777777" w:rsidR="00766774" w:rsidRDefault="00115F49" w:rsidP="00115F49">
      <w:r w:rsidRPr="00115F49">
        <w:t>À mesure que nous montions</w:t>
      </w:r>
      <w:r w:rsidR="00766774">
        <w:t xml:space="preserve">, </w:t>
      </w:r>
      <w:r w:rsidRPr="00115F49">
        <w:t>l</w:t>
      </w:r>
      <w:r w:rsidR="00766774">
        <w:t>’</w:t>
      </w:r>
      <w:r w:rsidRPr="00115F49">
        <w:t>endroit devenait</w:t>
      </w:r>
      <w:r w:rsidR="00766774">
        <w:t xml:space="preserve">, </w:t>
      </w:r>
      <w:r w:rsidRPr="00115F49">
        <w:t>sinon plus correct</w:t>
      </w:r>
      <w:r w:rsidR="00766774">
        <w:t xml:space="preserve">, </w:t>
      </w:r>
      <w:r w:rsidRPr="00115F49">
        <w:t>en tout cas plus aimable</w:t>
      </w:r>
      <w:r w:rsidR="00766774">
        <w:t xml:space="preserve">. </w:t>
      </w:r>
      <w:r w:rsidRPr="00115F49">
        <w:t>Il y avait de l</w:t>
      </w:r>
      <w:r w:rsidR="00766774">
        <w:t>’</w:t>
      </w:r>
      <w:r w:rsidRPr="00115F49">
        <w:t>herbe dans la rue et</w:t>
      </w:r>
      <w:r w:rsidR="00766774">
        <w:t xml:space="preserve">, </w:t>
      </w:r>
      <w:r w:rsidRPr="00115F49">
        <w:t>à travers les décombres des maisons franchement écrabouillées</w:t>
      </w:r>
      <w:r w:rsidR="00766774">
        <w:t xml:space="preserve">, </w:t>
      </w:r>
      <w:r w:rsidRPr="00115F49">
        <w:t>on voyait en bas une belle petite val</w:t>
      </w:r>
      <w:r w:rsidRPr="00115F49">
        <w:lastRenderedPageBreak/>
        <w:t>lée avec un ruisseau</w:t>
      </w:r>
      <w:r w:rsidR="00766774">
        <w:t xml:space="preserve">, </w:t>
      </w:r>
      <w:r w:rsidRPr="00115F49">
        <w:t>des aulnes</w:t>
      </w:r>
      <w:r w:rsidR="00766774">
        <w:t xml:space="preserve">, </w:t>
      </w:r>
      <w:r w:rsidRPr="00115F49">
        <w:t>une route bordée de peupliers</w:t>
      </w:r>
      <w:r w:rsidR="00766774">
        <w:t xml:space="preserve">, </w:t>
      </w:r>
      <w:r w:rsidRPr="00115F49">
        <w:t>un petit marais</w:t>
      </w:r>
      <w:r w:rsidR="00766774">
        <w:t xml:space="preserve">, </w:t>
      </w:r>
      <w:r w:rsidRPr="00115F49">
        <w:t>des roseaux bruns</w:t>
      </w:r>
      <w:r w:rsidR="00766774">
        <w:t xml:space="preserve">, </w:t>
      </w:r>
      <w:r w:rsidRPr="00115F49">
        <w:t>un moulin</w:t>
      </w:r>
      <w:r w:rsidR="00766774">
        <w:t xml:space="preserve">, </w:t>
      </w:r>
      <w:r w:rsidRPr="00115F49">
        <w:t>des saules et même une toute petite ferme méridionale blanche</w:t>
      </w:r>
      <w:r w:rsidR="00766774">
        <w:t xml:space="preserve">, </w:t>
      </w:r>
      <w:r w:rsidRPr="00115F49">
        <w:t>des platanes</w:t>
      </w:r>
      <w:r w:rsidR="00766774">
        <w:t xml:space="preserve">, </w:t>
      </w:r>
      <w:r w:rsidRPr="00115F49">
        <w:t>et probablement un mûrier</w:t>
      </w:r>
      <w:r w:rsidR="00766774">
        <w:t xml:space="preserve">. </w:t>
      </w:r>
      <w:r w:rsidRPr="00115F49">
        <w:t>Et la petite vallée s</w:t>
      </w:r>
      <w:r w:rsidR="00766774">
        <w:t>’</w:t>
      </w:r>
      <w:r w:rsidRPr="00115F49">
        <w:t>en allait comme ça vers le sud</w:t>
      </w:r>
      <w:r w:rsidR="00766774">
        <w:t xml:space="preserve">, </w:t>
      </w:r>
      <w:r w:rsidRPr="00115F49">
        <w:t>avec tout ce que je vous dis</w:t>
      </w:r>
      <w:r w:rsidR="00766774">
        <w:t xml:space="preserve">, </w:t>
      </w:r>
      <w:r w:rsidRPr="00115F49">
        <w:t>qui peu à peu dans l</w:t>
      </w:r>
      <w:r w:rsidR="00766774">
        <w:t>’</w:t>
      </w:r>
      <w:r w:rsidRPr="00115F49">
        <w:t>éloignement se rapetissait</w:t>
      </w:r>
      <w:r w:rsidR="00766774">
        <w:t xml:space="preserve">, </w:t>
      </w:r>
      <w:r w:rsidRPr="00115F49">
        <w:t>se fondait en une sorte de couleur d</w:t>
      </w:r>
      <w:r w:rsidR="00766774">
        <w:t>’</w:t>
      </w:r>
      <w:r w:rsidRPr="00115F49">
        <w:t>omelette aux herbes</w:t>
      </w:r>
      <w:r w:rsidR="00766774">
        <w:t>.</w:t>
      </w:r>
    </w:p>
    <w:p w14:paraId="4BE85989" w14:textId="77777777" w:rsidR="00766774" w:rsidRDefault="00115F49" w:rsidP="00115F49">
      <w:r w:rsidRPr="00115F49">
        <w:t>Et cinquante pas plus haut</w:t>
      </w:r>
      <w:r w:rsidR="00766774">
        <w:t xml:space="preserve">, </w:t>
      </w:r>
      <w:r w:rsidRPr="00115F49">
        <w:t>en face cette vue reposante</w:t>
      </w:r>
      <w:r w:rsidR="00766774">
        <w:t xml:space="preserve">, </w:t>
      </w:r>
      <w:r w:rsidRPr="00115F49">
        <w:t>il y avait une maison</w:t>
      </w:r>
      <w:r w:rsidR="00766774">
        <w:t xml:space="preserve">, </w:t>
      </w:r>
      <w:r w:rsidRPr="00115F49">
        <w:t>entière</w:t>
      </w:r>
      <w:r w:rsidR="00766774">
        <w:t xml:space="preserve">, </w:t>
      </w:r>
      <w:r w:rsidRPr="00115F49">
        <w:t>bien conservée et très propre</w:t>
      </w:r>
      <w:r w:rsidR="00766774">
        <w:t xml:space="preserve">. </w:t>
      </w:r>
      <w:r w:rsidRPr="00115F49">
        <w:t>Ses fenêtres de rez-de-chaussée étaient protégées de bonnes et belles grilles de fer</w:t>
      </w:r>
      <w:r w:rsidR="00766774">
        <w:t xml:space="preserve">, </w:t>
      </w:r>
      <w:r w:rsidRPr="00115F49">
        <w:t>bombées en ventres</w:t>
      </w:r>
      <w:r w:rsidR="00766774">
        <w:t xml:space="preserve">, </w:t>
      </w:r>
      <w:r w:rsidRPr="00115F49">
        <w:t>comme je les aime</w:t>
      </w:r>
      <w:r w:rsidR="00766774">
        <w:t>.</w:t>
      </w:r>
    </w:p>
    <w:p w14:paraId="2BBFCB24" w14:textId="5181877B" w:rsidR="00766774" w:rsidRDefault="00115F49" w:rsidP="00115F49">
      <w:r w:rsidRPr="00115F49">
        <w:t>J</w:t>
      </w:r>
      <w:r w:rsidR="00766774">
        <w:t>’</w:t>
      </w:r>
      <w:r w:rsidRPr="00115F49">
        <w:t>ai toujours eu envie de grilles semblables à mes fenêtres</w:t>
      </w:r>
      <w:r w:rsidR="00766774">
        <w:t xml:space="preserve">. </w:t>
      </w:r>
      <w:r w:rsidRPr="00115F49">
        <w:t>J</w:t>
      </w:r>
      <w:r w:rsidR="00766774">
        <w:t>’</w:t>
      </w:r>
      <w:r w:rsidRPr="00115F49">
        <w:t>ai toujours rêvé d</w:t>
      </w:r>
      <w:r w:rsidR="00766774">
        <w:t>’</w:t>
      </w:r>
      <w:r w:rsidRPr="00115F49">
        <w:t>habiter une maison dont les fenêtres seraient protégées par des grilles bombées</w:t>
      </w:r>
      <w:r w:rsidR="00766774">
        <w:t xml:space="preserve">. </w:t>
      </w:r>
      <w:r w:rsidRPr="00115F49">
        <w:t>Cherchez pourquoi</w:t>
      </w:r>
      <w:r w:rsidR="00766774">
        <w:t xml:space="preserve"> ? </w:t>
      </w:r>
      <w:r w:rsidRPr="00115F49">
        <w:t>Sans doute la même idée qu</w:t>
      </w:r>
      <w:r w:rsidR="00766774">
        <w:t>’</w:t>
      </w:r>
      <w:r w:rsidRPr="00115F49">
        <w:t>avait eue cette femme</w:t>
      </w:r>
      <w:r w:rsidR="00766774">
        <w:t xml:space="preserve">. </w:t>
      </w:r>
      <w:r w:rsidRPr="00115F49">
        <w:t>Car sûrement elle habitait là</w:t>
      </w:r>
      <w:r w:rsidR="00766774">
        <w:t xml:space="preserve">. </w:t>
      </w:r>
      <w:r w:rsidRPr="00115F49">
        <w:t>Une idée de femme seule</w:t>
      </w:r>
      <w:r w:rsidR="00766774">
        <w:t xml:space="preserve"> ; </w:t>
      </w:r>
      <w:r w:rsidRPr="00115F49">
        <w:t>une idée de femme qui a charge d</w:t>
      </w:r>
      <w:r w:rsidR="00766774">
        <w:t>’</w:t>
      </w:r>
      <w:r w:rsidRPr="00115F49">
        <w:t>âme</w:t>
      </w:r>
      <w:r w:rsidR="00766774">
        <w:t xml:space="preserve"> : </w:t>
      </w:r>
      <w:r w:rsidRPr="00115F49">
        <w:t>un petit garçon</w:t>
      </w:r>
      <w:r w:rsidR="00766774">
        <w:t xml:space="preserve">, </w:t>
      </w:r>
      <w:r w:rsidRPr="00115F49">
        <w:t>ou soi-même</w:t>
      </w:r>
      <w:r w:rsidR="00766774">
        <w:t xml:space="preserve">, </w:t>
      </w:r>
      <w:proofErr w:type="gramStart"/>
      <w:r w:rsidRPr="00115F49">
        <w:t>des fois</w:t>
      </w:r>
      <w:proofErr w:type="gramEnd"/>
      <w:r w:rsidRPr="00115F49">
        <w:t xml:space="preserve"> ça suff</w:t>
      </w:r>
      <w:r w:rsidR="005F744E">
        <w:t>i</w:t>
      </w:r>
      <w:r w:rsidRPr="00115F49">
        <w:t>t comme charge</w:t>
      </w:r>
      <w:r w:rsidR="00766774">
        <w:t>.</w:t>
      </w:r>
    </w:p>
    <w:p w14:paraId="77E0ECE8" w14:textId="77777777" w:rsidR="00766774" w:rsidRDefault="00115F49" w:rsidP="00115F49">
      <w:r w:rsidRPr="00115F49">
        <w:t>En effet</w:t>
      </w:r>
      <w:r w:rsidR="00766774">
        <w:t xml:space="preserve">, </w:t>
      </w:r>
      <w:r w:rsidRPr="00115F49">
        <w:t>elle habitait là</w:t>
      </w:r>
      <w:r w:rsidR="00766774">
        <w:t>.</w:t>
      </w:r>
    </w:p>
    <w:p w14:paraId="0AED6F67" w14:textId="77777777" w:rsidR="00766774" w:rsidRDefault="00115F49" w:rsidP="00115F49">
      <w:r w:rsidRPr="00115F49">
        <w:t>J</w:t>
      </w:r>
      <w:r w:rsidR="00766774">
        <w:t>’</w:t>
      </w:r>
      <w:r w:rsidRPr="00115F49">
        <w:t>étais naturellement toute disposée à trouver la fée abominable</w:t>
      </w:r>
      <w:r w:rsidR="00766774">
        <w:t xml:space="preserve">. </w:t>
      </w:r>
      <w:r w:rsidRPr="00115F49">
        <w:t>Sans doute quelque souris blanche de sacristie</w:t>
      </w:r>
      <w:r w:rsidR="00766774">
        <w:t xml:space="preserve"> (</w:t>
      </w:r>
      <w:r w:rsidRPr="00115F49">
        <w:t>sans pouvoir m</w:t>
      </w:r>
      <w:r w:rsidR="00766774">
        <w:t>’</w:t>
      </w:r>
      <w:r w:rsidRPr="00115F49">
        <w:t>expliquer alors le désir de Langlois</w:t>
      </w:r>
      <w:r w:rsidR="00766774">
        <w:t xml:space="preserve">). </w:t>
      </w:r>
      <w:r w:rsidRPr="00115F49">
        <w:t>Mais</w:t>
      </w:r>
      <w:r w:rsidR="00766774">
        <w:t xml:space="preserve">, </w:t>
      </w:r>
      <w:r w:rsidRPr="00115F49">
        <w:t>pas du tout</w:t>
      </w:r>
      <w:r w:rsidR="00766774">
        <w:t>.</w:t>
      </w:r>
    </w:p>
    <w:p w14:paraId="51D78447" w14:textId="77777777" w:rsidR="00766774" w:rsidRDefault="00115F49" w:rsidP="00115F49">
      <w:r w:rsidRPr="00115F49">
        <w:t>C</w:t>
      </w:r>
      <w:r w:rsidR="00766774">
        <w:t>’</w:t>
      </w:r>
      <w:r w:rsidRPr="00115F49">
        <w:t>était une femme d</w:t>
      </w:r>
      <w:r w:rsidR="00766774">
        <w:t>’</w:t>
      </w:r>
      <w:r w:rsidRPr="00115F49">
        <w:t>un certain âge</w:t>
      </w:r>
      <w:r w:rsidR="00766774">
        <w:t xml:space="preserve">, </w:t>
      </w:r>
      <w:r w:rsidRPr="00115F49">
        <w:t>entièrement grise sauf ses vêtements qui étaient noirs et ses yeux qui étaient du bleu le plus bleu</w:t>
      </w:r>
      <w:r w:rsidR="00766774">
        <w:t xml:space="preserve"> ! </w:t>
      </w:r>
      <w:r w:rsidRPr="00115F49">
        <w:t>Quoiqu</w:t>
      </w:r>
      <w:r w:rsidR="00766774">
        <w:t>’</w:t>
      </w:r>
      <w:r w:rsidRPr="00115F49">
        <w:t>ils soient si bleus</w:t>
      </w:r>
      <w:r w:rsidR="00766774">
        <w:t xml:space="preserve">, </w:t>
      </w:r>
      <w:r w:rsidRPr="00115F49">
        <w:t>ils ne donnaient pas du tout cette impression de jeunesse que donnent les yeux bleus aux vieux visages</w:t>
      </w:r>
      <w:r w:rsidR="00766774">
        <w:t xml:space="preserve">, </w:t>
      </w:r>
      <w:r w:rsidRPr="00115F49">
        <w:t>ou aux visages fripés</w:t>
      </w:r>
      <w:r w:rsidR="00766774">
        <w:t xml:space="preserve">, </w:t>
      </w:r>
      <w:r w:rsidRPr="00115F49">
        <w:t>ou aux visages fatigués</w:t>
      </w:r>
      <w:r w:rsidR="00766774">
        <w:t xml:space="preserve">. </w:t>
      </w:r>
      <w:r w:rsidRPr="00115F49">
        <w:t>Comment était son visage</w:t>
      </w:r>
      <w:r w:rsidR="00766774">
        <w:t xml:space="preserve"> ? </w:t>
      </w:r>
      <w:r w:rsidRPr="00115F49">
        <w:t xml:space="preserve">Je crois </w:t>
      </w:r>
      <w:r w:rsidRPr="00115F49">
        <w:lastRenderedPageBreak/>
        <w:t>pouvoir dire qu</w:t>
      </w:r>
      <w:r w:rsidR="00766774">
        <w:t>’</w:t>
      </w:r>
      <w:r w:rsidRPr="00115F49">
        <w:t>il était inquiet si on comprend une inquiétude qui fatigue</w:t>
      </w:r>
      <w:r w:rsidR="00766774">
        <w:t xml:space="preserve">, </w:t>
      </w:r>
      <w:r w:rsidRPr="00115F49">
        <w:t>qui use et qui vieillit</w:t>
      </w:r>
      <w:r w:rsidR="00766774">
        <w:t>.</w:t>
      </w:r>
    </w:p>
    <w:p w14:paraId="53FA8B08" w14:textId="77777777" w:rsidR="00766774" w:rsidRDefault="00115F49" w:rsidP="00115F49">
      <w:r w:rsidRPr="00115F49">
        <w:t>En ouvrant sa porte</w:t>
      </w:r>
      <w:r w:rsidR="00766774">
        <w:t xml:space="preserve">, </w:t>
      </w:r>
      <w:r w:rsidRPr="00115F49">
        <w:t>après notre coup de heurtoir</w:t>
      </w:r>
      <w:r w:rsidR="00766774">
        <w:t xml:space="preserve">, </w:t>
      </w:r>
      <w:r w:rsidRPr="00115F49">
        <w:t>elle n</w:t>
      </w:r>
      <w:r w:rsidR="00766774">
        <w:t>’</w:t>
      </w:r>
      <w:r w:rsidRPr="00115F49">
        <w:t>avait d</w:t>
      </w:r>
      <w:r w:rsidR="00766774">
        <w:t>’</w:t>
      </w:r>
      <w:r w:rsidRPr="00115F49">
        <w:t xml:space="preserve">abord aperçu que </w:t>
      </w:r>
      <w:r w:rsidR="00766774">
        <w:t>M</w:t>
      </w:r>
      <w:r w:rsidR="00766774" w:rsidRPr="00766774">
        <w:rPr>
          <w:vertAlign w:val="superscript"/>
        </w:rPr>
        <w:t>me</w:t>
      </w:r>
      <w:r w:rsidR="00766774">
        <w:t> </w:t>
      </w:r>
      <w:r w:rsidRPr="00115F49">
        <w:t>Tim et moi</w:t>
      </w:r>
      <w:r w:rsidR="00766774">
        <w:t xml:space="preserve"> ; </w:t>
      </w:r>
      <w:r w:rsidRPr="00115F49">
        <w:t>elle nous dit fort gentiment d</w:t>
      </w:r>
      <w:r w:rsidR="00766774">
        <w:t>’</w:t>
      </w:r>
      <w:r w:rsidRPr="00115F49">
        <w:t>entrer</w:t>
      </w:r>
      <w:r w:rsidR="00766774">
        <w:t xml:space="preserve">. </w:t>
      </w:r>
      <w:r w:rsidRPr="00115F49">
        <w:t>Alors</w:t>
      </w:r>
      <w:r w:rsidR="00766774">
        <w:t xml:space="preserve">, </w:t>
      </w:r>
      <w:r w:rsidRPr="00115F49">
        <w:t>Langlois qui s</w:t>
      </w:r>
      <w:r w:rsidR="00766774">
        <w:t>’</w:t>
      </w:r>
      <w:r w:rsidRPr="00115F49">
        <w:t>était tenu de côté se montra et il me parut que cette femme hésitait et même qu</w:t>
      </w:r>
      <w:r w:rsidR="00766774">
        <w:t>’</w:t>
      </w:r>
      <w:r w:rsidRPr="00115F49">
        <w:t>elle restait en travers de la porte</w:t>
      </w:r>
      <w:r w:rsidR="00766774">
        <w:t xml:space="preserve">, </w:t>
      </w:r>
      <w:r w:rsidRPr="00115F49">
        <w:t>mais enfin elle s</w:t>
      </w:r>
      <w:r w:rsidR="00766774">
        <w:t>’</w:t>
      </w:r>
      <w:r w:rsidRPr="00115F49">
        <w:t>effaça et nous invita tous les trois à poursuivre vers une autre porte ouverte qui prenait dans le corridor</w:t>
      </w:r>
      <w:r w:rsidR="00766774">
        <w:t>.</w:t>
      </w:r>
    </w:p>
    <w:p w14:paraId="4DB499AE" w14:textId="77777777" w:rsidR="00766774" w:rsidRDefault="00766774" w:rsidP="00115F49">
      <w:r>
        <w:t>M</w:t>
      </w:r>
      <w:r w:rsidRPr="00766774">
        <w:rPr>
          <w:vertAlign w:val="superscript"/>
        </w:rPr>
        <w:t>me</w:t>
      </w:r>
      <w:r>
        <w:t> </w:t>
      </w:r>
      <w:r w:rsidR="00115F49" w:rsidRPr="00115F49">
        <w:t>Tim avait pris l</w:t>
      </w:r>
      <w:r>
        <w:t>’</w:t>
      </w:r>
      <w:r w:rsidR="00115F49" w:rsidRPr="00115F49">
        <w:t>initiative et touchait déjà quelques mots de l</w:t>
      </w:r>
      <w:r>
        <w:t>’</w:t>
      </w:r>
      <w:r w:rsidR="00115F49" w:rsidRPr="00115F49">
        <w:t>affaire pendant que nous parcourions le couloir</w:t>
      </w:r>
      <w:r>
        <w:t xml:space="preserve">. </w:t>
      </w:r>
      <w:r w:rsidR="00115F49" w:rsidRPr="00115F49">
        <w:t>La femme nous fit entrer dans une pièce qui nous parut à la fois obscure</w:t>
      </w:r>
      <w:r>
        <w:t xml:space="preserve">, </w:t>
      </w:r>
      <w:r w:rsidR="00115F49" w:rsidRPr="00115F49">
        <w:t>sur le moment</w:t>
      </w:r>
      <w:r>
        <w:t xml:space="preserve">, </w:t>
      </w:r>
      <w:r w:rsidR="00115F49" w:rsidRPr="00115F49">
        <w:t>et immense puisque la fenêtre</w:t>
      </w:r>
      <w:r>
        <w:t xml:space="preserve"> – </w:t>
      </w:r>
      <w:r w:rsidR="00115F49" w:rsidRPr="00115F49">
        <w:t>une de celles aux grilles bombées</w:t>
      </w:r>
      <w:r>
        <w:t xml:space="preserve"> – </w:t>
      </w:r>
      <w:r w:rsidR="00115F49" w:rsidRPr="00115F49">
        <w:t>ne réussissait pas à l</w:t>
      </w:r>
      <w:r>
        <w:t>’</w:t>
      </w:r>
      <w:r w:rsidR="00115F49" w:rsidRPr="00115F49">
        <w:t>éclairer tout entière</w:t>
      </w:r>
      <w:r>
        <w:t>.</w:t>
      </w:r>
    </w:p>
    <w:p w14:paraId="24789802" w14:textId="77777777" w:rsidR="00766774" w:rsidRDefault="00115F49" w:rsidP="00115F49">
      <w:r w:rsidRPr="00115F49">
        <w:t>On ne voyait que cette fenêtre pleine de la petite vallée dont je vous ai parlé</w:t>
      </w:r>
      <w:r w:rsidR="00766774">
        <w:t xml:space="preserve">. </w:t>
      </w:r>
      <w:r w:rsidRPr="00115F49">
        <w:t>La femme s</w:t>
      </w:r>
      <w:r w:rsidR="00766774">
        <w:t>’</w:t>
      </w:r>
      <w:r w:rsidRPr="00115F49">
        <w:t>excusa du peu de lumière et nous guida vers cette fenêtre où riait le ciel de paille hachée</w:t>
      </w:r>
      <w:r w:rsidR="00766774">
        <w:t>.</w:t>
      </w:r>
    </w:p>
    <w:p w14:paraId="416C3881" w14:textId="77777777" w:rsidR="00766774" w:rsidRDefault="00115F49" w:rsidP="00115F49">
      <w:r w:rsidRPr="00115F49">
        <w:t>Elle éclairait quelques mètres carrés dans lesquels on voyait alors un très beau fauteuil de tapisserie très fraîche</w:t>
      </w:r>
      <w:r w:rsidR="00766774">
        <w:t xml:space="preserve"> ; </w:t>
      </w:r>
      <w:r w:rsidRPr="00115F49">
        <w:t>une table de jeu d</w:t>
      </w:r>
      <w:r w:rsidR="00766774">
        <w:t>’</w:t>
      </w:r>
      <w:r w:rsidRPr="00115F49">
        <w:t>un luxe inouï en marqueterie d</w:t>
      </w:r>
      <w:r w:rsidR="00766774">
        <w:t>’</w:t>
      </w:r>
      <w:r w:rsidRPr="00115F49">
        <w:t>ivoire et d</w:t>
      </w:r>
      <w:r w:rsidR="00766774">
        <w:t>’</w:t>
      </w:r>
      <w:r w:rsidRPr="00115F49">
        <w:t>ébène</w:t>
      </w:r>
      <w:r w:rsidR="00766774">
        <w:t xml:space="preserve"> ; </w:t>
      </w:r>
      <w:r w:rsidRPr="00115F49">
        <w:t>une chaise galbée avec des pieds soignés comme des crosses de violons et enfin</w:t>
      </w:r>
      <w:r w:rsidR="00766774">
        <w:t xml:space="preserve">, </w:t>
      </w:r>
      <w:r w:rsidRPr="00115F49">
        <w:t>bien au milieu de la clarté</w:t>
      </w:r>
      <w:r w:rsidR="00766774">
        <w:t xml:space="preserve">, </w:t>
      </w:r>
      <w:r w:rsidRPr="00115F49">
        <w:t xml:space="preserve">une </w:t>
      </w:r>
      <w:r w:rsidR="00766774">
        <w:t>« </w:t>
      </w:r>
      <w:r w:rsidRPr="00115F49">
        <w:t>travailleuse</w:t>
      </w:r>
      <w:r w:rsidR="00766774">
        <w:t> »</w:t>
      </w:r>
      <w:r w:rsidRPr="00115F49">
        <w:t xml:space="preserve"> chargée de tout un bouillonné de toiles en œuvre sur lequel était posée une paire de grosses lunettes à monture d</w:t>
      </w:r>
      <w:r w:rsidR="00766774">
        <w:t>’</w:t>
      </w:r>
      <w:r w:rsidRPr="00115F49">
        <w:t>acier</w:t>
      </w:r>
      <w:r w:rsidR="00766774">
        <w:t>.</w:t>
      </w:r>
    </w:p>
    <w:p w14:paraId="6FC0740B" w14:textId="77777777" w:rsidR="00766774" w:rsidRDefault="00115F49" w:rsidP="00115F49">
      <w:r w:rsidRPr="00115F49">
        <w:t>J</w:t>
      </w:r>
      <w:r w:rsidR="00766774">
        <w:t>’</w:t>
      </w:r>
      <w:r w:rsidRPr="00115F49">
        <w:t xml:space="preserve">entendais parler </w:t>
      </w:r>
      <w:r w:rsidR="00766774">
        <w:t>M</w:t>
      </w:r>
      <w:r w:rsidR="00766774" w:rsidRPr="00766774">
        <w:rPr>
          <w:vertAlign w:val="superscript"/>
        </w:rPr>
        <w:t>me</w:t>
      </w:r>
      <w:r w:rsidR="00766774">
        <w:t> </w:t>
      </w:r>
      <w:r w:rsidRPr="00115F49">
        <w:t>Tim</w:t>
      </w:r>
      <w:r w:rsidR="00766774">
        <w:t xml:space="preserve">. </w:t>
      </w:r>
      <w:r w:rsidRPr="00115F49">
        <w:t>J</w:t>
      </w:r>
      <w:r w:rsidR="00766774">
        <w:t>’</w:t>
      </w:r>
      <w:r w:rsidRPr="00115F49">
        <w:t>aurais été bien empêchée de répéter ce qu</w:t>
      </w:r>
      <w:r w:rsidR="00766774">
        <w:t>’</w:t>
      </w:r>
      <w:r w:rsidRPr="00115F49">
        <w:t>elle disait</w:t>
      </w:r>
      <w:r w:rsidR="00766774">
        <w:t xml:space="preserve">. </w:t>
      </w:r>
      <w:r w:rsidRPr="00115F49">
        <w:t>Je me demandais ce que Langlois venait chercher là</w:t>
      </w:r>
      <w:r w:rsidR="00766774">
        <w:t xml:space="preserve">. </w:t>
      </w:r>
      <w:r w:rsidRPr="00115F49">
        <w:t>Et j</w:t>
      </w:r>
      <w:r w:rsidR="00766774">
        <w:t>’</w:t>
      </w:r>
      <w:r w:rsidRPr="00115F49">
        <w:t xml:space="preserve">essayais de regarder un peu à </w:t>
      </w:r>
      <w:r w:rsidRPr="00115F49">
        <w:lastRenderedPageBreak/>
        <w:t>droite et à gauche</w:t>
      </w:r>
      <w:r w:rsidR="00766774">
        <w:t xml:space="preserve">. </w:t>
      </w:r>
      <w:r w:rsidRPr="00115F49">
        <w:t>Sans commettre d</w:t>
      </w:r>
      <w:r w:rsidR="00766774">
        <w:t>’</w:t>
      </w:r>
      <w:r w:rsidRPr="00115F49">
        <w:t>imprudence</w:t>
      </w:r>
      <w:r w:rsidR="00766774">
        <w:t xml:space="preserve">. </w:t>
      </w:r>
      <w:r w:rsidRPr="00115F49">
        <w:t>La curiosité me soûlait un tout petit peu</w:t>
      </w:r>
      <w:r w:rsidR="00766774">
        <w:t>.</w:t>
      </w:r>
    </w:p>
    <w:p w14:paraId="4530B944" w14:textId="77777777" w:rsidR="00766774" w:rsidRDefault="00115F49" w:rsidP="00115F49">
      <w:r w:rsidRPr="00115F49">
        <w:t>J</w:t>
      </w:r>
      <w:r w:rsidR="00766774">
        <w:t>’</w:t>
      </w:r>
      <w:r w:rsidRPr="00115F49">
        <w:t>imagine qu</w:t>
      </w:r>
      <w:r w:rsidR="00766774">
        <w:t>’</w:t>
      </w:r>
      <w:r w:rsidRPr="00115F49">
        <w:t xml:space="preserve">elle devait également soûler </w:t>
      </w:r>
      <w:r w:rsidR="00766774">
        <w:t>M</w:t>
      </w:r>
      <w:r w:rsidR="00766774" w:rsidRPr="00766774">
        <w:rPr>
          <w:vertAlign w:val="superscript"/>
        </w:rPr>
        <w:t>me</w:t>
      </w:r>
      <w:r w:rsidR="00766774">
        <w:t> </w:t>
      </w:r>
      <w:r w:rsidRPr="00115F49">
        <w:t>Tim car elle ne s</w:t>
      </w:r>
      <w:r w:rsidR="00766774">
        <w:t>’</w:t>
      </w:r>
      <w:r w:rsidRPr="00115F49">
        <w:t>arrêtait pas de parler</w:t>
      </w:r>
      <w:r w:rsidR="00766774">
        <w:t xml:space="preserve">, </w:t>
      </w:r>
      <w:r w:rsidRPr="00115F49">
        <w:t>comme un ivrogne qui veut aller</w:t>
      </w:r>
      <w:r w:rsidR="00766774">
        <w:t xml:space="preserve">, </w:t>
      </w:r>
      <w:r w:rsidRPr="00115F49">
        <w:t>ne s</w:t>
      </w:r>
      <w:r w:rsidR="00766774">
        <w:t>’</w:t>
      </w:r>
      <w:r w:rsidRPr="00115F49">
        <w:t>arrête pas de marcher de peur de tomber et même parfois se met à courir</w:t>
      </w:r>
      <w:r w:rsidR="00766774">
        <w:t xml:space="preserve">. </w:t>
      </w:r>
      <w:r w:rsidRPr="00115F49">
        <w:t>C</w:t>
      </w:r>
      <w:r w:rsidR="00766774">
        <w:t>’</w:t>
      </w:r>
      <w:r w:rsidRPr="00115F49">
        <w:t>est alors qu</w:t>
      </w:r>
      <w:r w:rsidR="00766774">
        <w:t>’</w:t>
      </w:r>
      <w:r w:rsidRPr="00115F49">
        <w:t>il tombe d</w:t>
      </w:r>
      <w:r w:rsidR="00766774">
        <w:t>’</w:t>
      </w:r>
      <w:r w:rsidRPr="00115F49">
        <w:t>ailleurs</w:t>
      </w:r>
      <w:r w:rsidR="00766774">
        <w:t xml:space="preserve"> ; </w:t>
      </w:r>
      <w:r w:rsidRPr="00115F49">
        <w:t>et</w:t>
      </w:r>
      <w:r w:rsidR="00766774">
        <w:t xml:space="preserve">, </w:t>
      </w:r>
      <w:r w:rsidRPr="00115F49">
        <w:t>tout en étant soûle j</w:t>
      </w:r>
      <w:r w:rsidR="00766774">
        <w:t>’</w:t>
      </w:r>
      <w:r w:rsidRPr="00115F49">
        <w:t xml:space="preserve">avais très peur de voir tomber </w:t>
      </w:r>
      <w:r w:rsidR="00766774">
        <w:t>M</w:t>
      </w:r>
      <w:r w:rsidR="00766774" w:rsidRPr="00766774">
        <w:rPr>
          <w:vertAlign w:val="superscript"/>
        </w:rPr>
        <w:t>me</w:t>
      </w:r>
      <w:r w:rsidR="00766774">
        <w:t> </w:t>
      </w:r>
      <w:r w:rsidRPr="00115F49">
        <w:t>Tim</w:t>
      </w:r>
      <w:r w:rsidR="00766774">
        <w:t xml:space="preserve"> ; </w:t>
      </w:r>
      <w:r w:rsidRPr="00115F49">
        <w:t>et je me disais</w:t>
      </w:r>
      <w:r w:rsidR="00766774">
        <w:t xml:space="preserve"> : </w:t>
      </w:r>
      <w:r w:rsidRPr="00115F49">
        <w:t>elle parle trop vite et elle en dit trop</w:t>
      </w:r>
      <w:r w:rsidR="00766774">
        <w:t>.</w:t>
      </w:r>
    </w:p>
    <w:p w14:paraId="79403580" w14:textId="77777777" w:rsidR="00766774" w:rsidRDefault="00115F49" w:rsidP="00115F49">
      <w:r w:rsidRPr="00115F49">
        <w:t>Ce devait être aussi l</w:t>
      </w:r>
      <w:r w:rsidR="00766774">
        <w:t>’</w:t>
      </w:r>
      <w:r w:rsidRPr="00115F49">
        <w:t>opinion de Langlois car il toussa</w:t>
      </w:r>
      <w:r w:rsidR="00766774">
        <w:t>.</w:t>
      </w:r>
    </w:p>
    <w:p w14:paraId="2F515A80" w14:textId="77777777" w:rsidR="00766774" w:rsidRDefault="00115F49" w:rsidP="00115F49">
      <w:r w:rsidRPr="00115F49">
        <w:t>Ce devait être aussi l</w:t>
      </w:r>
      <w:r w:rsidR="00766774">
        <w:t>’</w:t>
      </w:r>
      <w:r w:rsidRPr="00115F49">
        <w:t xml:space="preserve">opinion de la femme car elle ne cessait de faire aller son regard de </w:t>
      </w:r>
      <w:r w:rsidR="00766774">
        <w:t>M</w:t>
      </w:r>
      <w:r w:rsidR="00766774" w:rsidRPr="00766774">
        <w:rPr>
          <w:vertAlign w:val="superscript"/>
        </w:rPr>
        <w:t>me</w:t>
      </w:r>
      <w:r w:rsidR="00766774">
        <w:t> </w:t>
      </w:r>
      <w:r w:rsidRPr="00115F49">
        <w:t>Tim à moi</w:t>
      </w:r>
      <w:r w:rsidR="00766774">
        <w:t xml:space="preserve">, </w:t>
      </w:r>
      <w:r w:rsidRPr="00115F49">
        <w:t>de moi à Langlois</w:t>
      </w:r>
      <w:r w:rsidR="00766774">
        <w:t xml:space="preserve">, </w:t>
      </w:r>
      <w:r w:rsidRPr="00115F49">
        <w:t xml:space="preserve">de Langlois à </w:t>
      </w:r>
      <w:r w:rsidR="00766774">
        <w:t>M</w:t>
      </w:r>
      <w:r w:rsidR="00766774" w:rsidRPr="00766774">
        <w:rPr>
          <w:vertAlign w:val="superscript"/>
        </w:rPr>
        <w:t>me</w:t>
      </w:r>
      <w:r w:rsidR="00766774">
        <w:t> </w:t>
      </w:r>
      <w:r w:rsidRPr="00115F49">
        <w:t>Tim</w:t>
      </w:r>
      <w:r w:rsidR="00766774">
        <w:t>.</w:t>
      </w:r>
    </w:p>
    <w:p w14:paraId="5F09A2A9" w14:textId="77777777" w:rsidR="00766774" w:rsidRDefault="00115F49" w:rsidP="00115F49">
      <w:r w:rsidRPr="00115F49">
        <w:t>Enfin</w:t>
      </w:r>
      <w:r w:rsidR="00766774">
        <w:t xml:space="preserve">, </w:t>
      </w:r>
      <w:r w:rsidRPr="00115F49">
        <w:t>j</w:t>
      </w:r>
      <w:r w:rsidR="00766774">
        <w:t>’</w:t>
      </w:r>
      <w:r w:rsidRPr="00115F49">
        <w:t xml:space="preserve">entendis un peu moins la voix de </w:t>
      </w:r>
      <w:r w:rsidR="00766774">
        <w:t>M</w:t>
      </w:r>
      <w:r w:rsidR="00766774" w:rsidRPr="00766774">
        <w:rPr>
          <w:vertAlign w:val="superscript"/>
        </w:rPr>
        <w:t>me</w:t>
      </w:r>
      <w:r w:rsidR="00766774">
        <w:t> </w:t>
      </w:r>
      <w:r w:rsidRPr="00115F49">
        <w:t>Tim</w:t>
      </w:r>
      <w:r w:rsidR="00766774">
        <w:t xml:space="preserve">. </w:t>
      </w:r>
      <w:r w:rsidRPr="00115F49">
        <w:t>Je me dis</w:t>
      </w:r>
      <w:r w:rsidR="00766774">
        <w:t xml:space="preserve"> : </w:t>
      </w:r>
      <w:r w:rsidRPr="00115F49">
        <w:t>ça y est</w:t>
      </w:r>
      <w:r w:rsidR="00766774">
        <w:t xml:space="preserve">, </w:t>
      </w:r>
      <w:r w:rsidRPr="00115F49">
        <w:t>c</w:t>
      </w:r>
      <w:r w:rsidR="00766774">
        <w:t>’</w:t>
      </w:r>
      <w:r w:rsidRPr="00115F49">
        <w:t>est raté</w:t>
      </w:r>
      <w:r w:rsidR="00766774">
        <w:t xml:space="preserve">. </w:t>
      </w:r>
      <w:r w:rsidRPr="00115F49">
        <w:t>Je regardais obstinément dans un coin d</w:t>
      </w:r>
      <w:r w:rsidR="00766774">
        <w:t>’</w:t>
      </w:r>
      <w:r w:rsidRPr="00115F49">
        <w:t>ombre</w:t>
      </w:r>
      <w:r w:rsidR="00766774">
        <w:t xml:space="preserve">. </w:t>
      </w:r>
      <w:r w:rsidRPr="00115F49">
        <w:t>Je ne voulais pas être en face du regard bleu quand il comprendrait que les grilles bombées ne protègent pas de tout</w:t>
      </w:r>
      <w:r w:rsidR="00766774">
        <w:t>.</w:t>
      </w:r>
    </w:p>
    <w:p w14:paraId="0FB21626" w14:textId="77777777" w:rsidR="00766774" w:rsidRDefault="00115F49" w:rsidP="00115F49">
      <w:r w:rsidRPr="00115F49">
        <w:t>Et j</w:t>
      </w:r>
      <w:r w:rsidR="00766774">
        <w:t>’</w:t>
      </w:r>
      <w:r w:rsidRPr="00115F49">
        <w:t xml:space="preserve">entendis la voix de la femme qui répondait posément à des questions posées et fort précises de </w:t>
      </w:r>
      <w:r w:rsidR="00766774">
        <w:t>M</w:t>
      </w:r>
      <w:r w:rsidR="00766774" w:rsidRPr="00766774">
        <w:rPr>
          <w:vertAlign w:val="superscript"/>
        </w:rPr>
        <w:t>me</w:t>
      </w:r>
      <w:r w:rsidR="00766774">
        <w:t> </w:t>
      </w:r>
      <w:r w:rsidRPr="00115F49">
        <w:t>Tim</w:t>
      </w:r>
      <w:r w:rsidR="00766774">
        <w:t>.</w:t>
      </w:r>
    </w:p>
    <w:p w14:paraId="3E0860BC" w14:textId="77777777" w:rsidR="00766774" w:rsidRDefault="00115F49" w:rsidP="00115F49">
      <w:r w:rsidRPr="00115F49">
        <w:t>Et je m</w:t>
      </w:r>
      <w:r w:rsidR="00766774">
        <w:t>’</w:t>
      </w:r>
      <w:r w:rsidRPr="00115F49">
        <w:t xml:space="preserve">aperçus que </w:t>
      </w:r>
      <w:r w:rsidR="00766774">
        <w:t>M</w:t>
      </w:r>
      <w:r w:rsidR="00766774" w:rsidRPr="00766774">
        <w:rPr>
          <w:vertAlign w:val="superscript"/>
        </w:rPr>
        <w:t>me</w:t>
      </w:r>
      <w:r w:rsidR="00766774">
        <w:t> </w:t>
      </w:r>
      <w:r w:rsidRPr="00115F49">
        <w:t>Tim avait réussi le tour de force de ressembler trait pour trait à une grosse bourgeoise de petite ville et même de village</w:t>
      </w:r>
      <w:r w:rsidR="00766774">
        <w:t xml:space="preserve">. </w:t>
      </w:r>
      <w:r w:rsidRPr="00115F49">
        <w:t>La femme était rassurée</w:t>
      </w:r>
      <w:r w:rsidR="00766774">
        <w:t xml:space="preserve">. </w:t>
      </w:r>
      <w:r w:rsidRPr="00115F49">
        <w:t>Elle parlait de qualité de fil</w:t>
      </w:r>
      <w:r w:rsidR="00766774">
        <w:t xml:space="preserve">. </w:t>
      </w:r>
      <w:r w:rsidRPr="00115F49">
        <w:t>Elle avait mis ses lunettes et</w:t>
      </w:r>
      <w:r w:rsidR="00766774">
        <w:t xml:space="preserve">, </w:t>
      </w:r>
      <w:r w:rsidRPr="00115F49">
        <w:t>dans le jour de la fenêtre</w:t>
      </w:r>
      <w:r w:rsidR="00766774">
        <w:t xml:space="preserve">, </w:t>
      </w:r>
      <w:r w:rsidRPr="00115F49">
        <w:t xml:space="preserve">elle démontrait à </w:t>
      </w:r>
      <w:r w:rsidR="00766774">
        <w:t>M</w:t>
      </w:r>
      <w:r w:rsidR="00766774" w:rsidRPr="00766774">
        <w:rPr>
          <w:vertAlign w:val="superscript"/>
        </w:rPr>
        <w:t>me</w:t>
      </w:r>
      <w:r w:rsidR="00766774">
        <w:t> </w:t>
      </w:r>
      <w:r w:rsidRPr="00115F49">
        <w:t>Tim que son fil était pratiquement inusable</w:t>
      </w:r>
      <w:r w:rsidR="00766774">
        <w:t xml:space="preserve">. </w:t>
      </w:r>
      <w:r w:rsidRPr="00115F49">
        <w:t>Nous étions sauvés</w:t>
      </w:r>
      <w:r w:rsidR="00766774">
        <w:t>.</w:t>
      </w:r>
    </w:p>
    <w:p w14:paraId="6273D739" w14:textId="77777777" w:rsidR="00766774" w:rsidRDefault="00115F49" w:rsidP="00115F49">
      <w:r w:rsidRPr="00115F49">
        <w:t>Je regardai Langlois</w:t>
      </w:r>
      <w:r w:rsidR="00766774">
        <w:t xml:space="preserve"> : </w:t>
      </w:r>
      <w:r w:rsidRPr="00115F49">
        <w:t>il était blanc comme un linge</w:t>
      </w:r>
      <w:r w:rsidR="00766774">
        <w:t>.</w:t>
      </w:r>
    </w:p>
    <w:p w14:paraId="11149820" w14:textId="77777777" w:rsidR="00766774" w:rsidRDefault="00115F49" w:rsidP="00115F49">
      <w:r w:rsidRPr="00115F49">
        <w:t xml:space="preserve">Ce fut </w:t>
      </w:r>
      <w:r w:rsidR="00766774">
        <w:t>M</w:t>
      </w:r>
      <w:r w:rsidR="00766774" w:rsidRPr="00766774">
        <w:rPr>
          <w:vertAlign w:val="superscript"/>
        </w:rPr>
        <w:t>me</w:t>
      </w:r>
      <w:r w:rsidR="00766774">
        <w:t> </w:t>
      </w:r>
      <w:r w:rsidRPr="00115F49">
        <w:t>Tim qui nous dit très sèchement</w:t>
      </w:r>
      <w:r w:rsidR="00766774">
        <w:t> :</w:t>
      </w:r>
    </w:p>
    <w:p w14:paraId="5E1CC51C" w14:textId="77777777" w:rsidR="00766774" w:rsidRDefault="00766774" w:rsidP="00115F49">
      <w:r>
        <w:lastRenderedPageBreak/>
        <w:t>— </w:t>
      </w:r>
      <w:r w:rsidR="00115F49" w:rsidRPr="00115F49">
        <w:t>Asseyez-vous donc tous les deux</w:t>
      </w:r>
      <w:r>
        <w:t>.</w:t>
      </w:r>
    </w:p>
    <w:p w14:paraId="10C2B9F0" w14:textId="77777777" w:rsidR="00766774" w:rsidRDefault="00115F49" w:rsidP="00115F49">
      <w:r w:rsidRPr="00115F49">
        <w:t>Exactement comme l</w:t>
      </w:r>
      <w:r w:rsidR="00766774">
        <w:t>’</w:t>
      </w:r>
      <w:r w:rsidRPr="00115F49">
        <w:t>aurait fait une bourgeoise pleine de ses sous</w:t>
      </w:r>
      <w:r w:rsidR="00766774">
        <w:t xml:space="preserve">, </w:t>
      </w:r>
      <w:r w:rsidRPr="00115F49">
        <w:t>qui est chez elle partout et encore plus chez une lingère qu</w:t>
      </w:r>
      <w:r w:rsidR="00766774">
        <w:t>’</w:t>
      </w:r>
      <w:r w:rsidRPr="00115F49">
        <w:t>elle prend à son service</w:t>
      </w:r>
      <w:r w:rsidR="00766774">
        <w:t>.</w:t>
      </w:r>
    </w:p>
    <w:p w14:paraId="1963DBD8" w14:textId="77777777" w:rsidR="00766774" w:rsidRDefault="00115F49" w:rsidP="00115F49">
      <w:r w:rsidRPr="00115F49">
        <w:t>Ah</w:t>
      </w:r>
      <w:r w:rsidR="00766774">
        <w:t xml:space="preserve"> ! </w:t>
      </w:r>
      <w:r w:rsidRPr="00115F49">
        <w:t xml:space="preserve">je dois dire que </w:t>
      </w:r>
      <w:r w:rsidR="00766774">
        <w:t>M</w:t>
      </w:r>
      <w:r w:rsidR="00766774" w:rsidRPr="00766774">
        <w:rPr>
          <w:vertAlign w:val="superscript"/>
        </w:rPr>
        <w:t>me</w:t>
      </w:r>
      <w:r w:rsidR="00766774">
        <w:t> </w:t>
      </w:r>
      <w:r w:rsidRPr="00115F49">
        <w:t>Tim était belle comme le jour</w:t>
      </w:r>
      <w:r w:rsidR="00766774">
        <w:t> !</w:t>
      </w:r>
    </w:p>
    <w:p w14:paraId="26F5B507" w14:textId="77777777" w:rsidR="00766774" w:rsidRDefault="00115F49" w:rsidP="00115F49">
      <w:r w:rsidRPr="00115F49">
        <w:t>Que pouvait faire la petite femme grise à part de montrer soigneusement que ses soies étaient de parfaite qualité et que son travail n</w:t>
      </w:r>
      <w:r w:rsidR="00766774">
        <w:t>’</w:t>
      </w:r>
      <w:r w:rsidRPr="00115F49">
        <w:t>admettait pas le plus petit écart dans les piqûres d</w:t>
      </w:r>
      <w:r w:rsidR="00766774">
        <w:t>’</w:t>
      </w:r>
      <w:r w:rsidRPr="00115F49">
        <w:t>aiguilles</w:t>
      </w:r>
      <w:r w:rsidR="00766774">
        <w:t xml:space="preserve"> ? </w:t>
      </w:r>
      <w:r w:rsidRPr="00115F49">
        <w:t>Ce qu</w:t>
      </w:r>
      <w:r w:rsidR="00766774">
        <w:t>’</w:t>
      </w:r>
      <w:r w:rsidRPr="00115F49">
        <w:t>elle montrait avec un affairement de fourmi</w:t>
      </w:r>
      <w:r w:rsidR="00766774">
        <w:t xml:space="preserve">, </w:t>
      </w:r>
      <w:r w:rsidRPr="00115F49">
        <w:t xml:space="preserve">obligeant </w:t>
      </w:r>
      <w:r w:rsidR="00766774">
        <w:t>M</w:t>
      </w:r>
      <w:r w:rsidR="00766774" w:rsidRPr="00766774">
        <w:rPr>
          <w:vertAlign w:val="superscript"/>
        </w:rPr>
        <w:t>me</w:t>
      </w:r>
      <w:r w:rsidR="00766774">
        <w:t> </w:t>
      </w:r>
      <w:r w:rsidRPr="00115F49">
        <w:t>Tim à aller se coller avec elle contre les carreaux de la fenêtre pour examiner les points</w:t>
      </w:r>
      <w:r w:rsidR="00766774">
        <w:t xml:space="preserve">. </w:t>
      </w:r>
      <w:r w:rsidRPr="00115F49">
        <w:t xml:space="preserve">Ce que </w:t>
      </w:r>
      <w:r w:rsidR="00766774">
        <w:t>M</w:t>
      </w:r>
      <w:r w:rsidR="00766774" w:rsidRPr="00766774">
        <w:rPr>
          <w:vertAlign w:val="superscript"/>
        </w:rPr>
        <w:t>me</w:t>
      </w:r>
      <w:r w:rsidR="00766774">
        <w:t> </w:t>
      </w:r>
      <w:r w:rsidRPr="00115F49">
        <w:t>Tim faisait en poussant de petits grognements fort grotesques pour ceux qui la connaissaient</w:t>
      </w:r>
      <w:r w:rsidR="00766774">
        <w:t xml:space="preserve">, </w:t>
      </w:r>
      <w:r w:rsidRPr="00115F49">
        <w:t>connaissaient son âme pleine d</w:t>
      </w:r>
      <w:r w:rsidR="00766774">
        <w:t>’</w:t>
      </w:r>
      <w:r w:rsidRPr="00115F49">
        <w:t>étangs et de verveines</w:t>
      </w:r>
      <w:r w:rsidR="00766774">
        <w:t xml:space="preserve">, </w:t>
      </w:r>
      <w:r w:rsidRPr="00115F49">
        <w:t>et sa tête pleine d</w:t>
      </w:r>
      <w:r w:rsidR="00766774">
        <w:t>’</w:t>
      </w:r>
      <w:r w:rsidRPr="00115F49">
        <w:t>oiseaux sauvages</w:t>
      </w:r>
      <w:r w:rsidR="00766774">
        <w:t>.</w:t>
      </w:r>
    </w:p>
    <w:p w14:paraId="3B2E92ED" w14:textId="77777777" w:rsidR="00766774" w:rsidRDefault="00766774" w:rsidP="00115F49">
      <w:r>
        <w:t>— </w:t>
      </w:r>
      <w:r w:rsidR="00115F49" w:rsidRPr="00115F49">
        <w:t>Me permettez-vous</w:t>
      </w:r>
      <w:r>
        <w:t xml:space="preserve">, </w:t>
      </w:r>
      <w:r w:rsidR="00115F49" w:rsidRPr="00115F49">
        <w:t>ma bonne</w:t>
      </w:r>
      <w:r>
        <w:t xml:space="preserve"> ? </w:t>
      </w:r>
      <w:r w:rsidR="00115F49" w:rsidRPr="00115F49">
        <w:t xml:space="preserve">dit </w:t>
      </w:r>
      <w:r>
        <w:t>M</w:t>
      </w:r>
      <w:r w:rsidRPr="00766774">
        <w:rPr>
          <w:vertAlign w:val="superscript"/>
        </w:rPr>
        <w:t>me</w:t>
      </w:r>
      <w:r>
        <w:t> </w:t>
      </w:r>
      <w:r w:rsidR="00115F49" w:rsidRPr="00115F49">
        <w:t>Tim</w:t>
      </w:r>
      <w:r>
        <w:t xml:space="preserve">, </w:t>
      </w:r>
      <w:r w:rsidR="00115F49" w:rsidRPr="00115F49">
        <w:t>et</w:t>
      </w:r>
      <w:r>
        <w:t xml:space="preserve">, </w:t>
      </w:r>
      <w:r w:rsidR="00115F49" w:rsidRPr="00115F49">
        <w:t>comme son importante position bourgeoise le lui permettait suffisamment</w:t>
      </w:r>
      <w:r>
        <w:t xml:space="preserve">, </w:t>
      </w:r>
      <w:r w:rsidR="00115F49" w:rsidRPr="00115F49">
        <w:t>elle prit un siège près de la travailleuse sans attendre d</w:t>
      </w:r>
      <w:r>
        <w:t>’</w:t>
      </w:r>
      <w:r w:rsidR="00115F49" w:rsidRPr="00115F49">
        <w:t>autre permission</w:t>
      </w:r>
      <w:r>
        <w:t>.</w:t>
      </w:r>
    </w:p>
    <w:p w14:paraId="04C76F95" w14:textId="77777777" w:rsidR="00766774" w:rsidRDefault="00766774" w:rsidP="00115F49">
      <w:r>
        <w:t>— </w:t>
      </w:r>
      <w:r w:rsidR="00115F49" w:rsidRPr="00115F49">
        <w:t>Venez donc un peu voir ici</w:t>
      </w:r>
      <w:r>
        <w:t xml:space="preserve">, </w:t>
      </w:r>
      <w:r w:rsidR="00115F49" w:rsidRPr="00115F49">
        <w:t>me dit-elle alors</w:t>
      </w:r>
      <w:r>
        <w:t>.</w:t>
      </w:r>
    </w:p>
    <w:p w14:paraId="721066AA" w14:textId="77777777" w:rsidR="00766774" w:rsidRDefault="00115F49" w:rsidP="00115F49">
      <w:r w:rsidRPr="00115F49">
        <w:t>Elle m</w:t>
      </w:r>
      <w:r w:rsidR="00766774">
        <w:t>’</w:t>
      </w:r>
      <w:r w:rsidRPr="00115F49">
        <w:t>avoua par la suite qu</w:t>
      </w:r>
      <w:r w:rsidR="00766774">
        <w:t>’</w:t>
      </w:r>
      <w:r w:rsidRPr="00115F49">
        <w:t>elle n</w:t>
      </w:r>
      <w:r w:rsidR="00766774">
        <w:t>’</w:t>
      </w:r>
      <w:r w:rsidRPr="00115F49">
        <w:t>avait pas du tout besoin de moi</w:t>
      </w:r>
      <w:r w:rsidR="00766774">
        <w:t xml:space="preserve">, </w:t>
      </w:r>
      <w:r w:rsidRPr="00115F49">
        <w:t>qu</w:t>
      </w:r>
      <w:r w:rsidR="00766774">
        <w:t>’</w:t>
      </w:r>
      <w:r w:rsidRPr="00115F49">
        <w:t>elle se chargeait fort bien de continuer la comédie</w:t>
      </w:r>
      <w:r w:rsidR="00766774">
        <w:t xml:space="preserve">, </w:t>
      </w:r>
      <w:r w:rsidRPr="00115F49">
        <w:t>que d</w:t>
      </w:r>
      <w:r w:rsidR="00766774">
        <w:t>’</w:t>
      </w:r>
      <w:r w:rsidRPr="00115F49">
        <w:t>ailleurs</w:t>
      </w:r>
      <w:r w:rsidR="00766774">
        <w:t xml:space="preserve">, </w:t>
      </w:r>
      <w:r w:rsidRPr="00115F49">
        <w:t>déjà à ce moment-là</w:t>
      </w:r>
      <w:r w:rsidR="00766774">
        <w:t xml:space="preserve">, </w:t>
      </w:r>
      <w:r w:rsidRPr="00115F49">
        <w:t>ce n</w:t>
      </w:r>
      <w:r w:rsidR="00766774">
        <w:t>’</w:t>
      </w:r>
      <w:r w:rsidRPr="00115F49">
        <w:t>était plus de la comédie</w:t>
      </w:r>
      <w:r w:rsidR="00766774">
        <w:t xml:space="preserve">. </w:t>
      </w:r>
      <w:r w:rsidRPr="00115F49">
        <w:t>Elle avait vu le travail de cette femme et c</w:t>
      </w:r>
      <w:r w:rsidR="00766774">
        <w:t>’</w:t>
      </w:r>
      <w:r w:rsidRPr="00115F49">
        <w:t>était un travail tout à fait remarquable</w:t>
      </w:r>
      <w:r w:rsidR="00766774">
        <w:t xml:space="preserve">. </w:t>
      </w:r>
      <w:r w:rsidRPr="00115F49">
        <w:t>Elle avait vu aussi les doigts de la brodeuse comme rongés par un acide</w:t>
      </w:r>
      <w:r w:rsidR="00766774">
        <w:t xml:space="preserve"> ; </w:t>
      </w:r>
      <w:r w:rsidRPr="00115F49">
        <w:t>elle avait vu</w:t>
      </w:r>
      <w:r w:rsidR="00766774">
        <w:t xml:space="preserve">, </w:t>
      </w:r>
      <w:r w:rsidRPr="00115F49">
        <w:t>à travers les verres des lunettes</w:t>
      </w:r>
      <w:r w:rsidR="00766774">
        <w:t xml:space="preserve">, </w:t>
      </w:r>
      <w:r w:rsidRPr="00115F49">
        <w:t>les yeux bleus bordés de rouge</w:t>
      </w:r>
      <w:r w:rsidR="00766774">
        <w:t>. « </w:t>
      </w:r>
      <w:r w:rsidRPr="00115F49">
        <w:t>Et</w:t>
      </w:r>
      <w:r w:rsidR="00766774">
        <w:t xml:space="preserve">, </w:t>
      </w:r>
      <w:r w:rsidRPr="00115F49">
        <w:t>ajouta-t-elle</w:t>
      </w:r>
      <w:r w:rsidR="00766774">
        <w:t xml:space="preserve">, </w:t>
      </w:r>
      <w:r w:rsidRPr="00115F49">
        <w:t>je ne suis pas sentimentale</w:t>
      </w:r>
      <w:r w:rsidR="00766774">
        <w:t xml:space="preserve">, </w:t>
      </w:r>
      <w:r w:rsidRPr="00115F49">
        <w:t>pas comme une grisette en tout cas</w:t>
      </w:r>
      <w:r w:rsidR="00766774">
        <w:t xml:space="preserve"> ; </w:t>
      </w:r>
      <w:r w:rsidRPr="00115F49">
        <w:t>mes sentiments</w:t>
      </w:r>
      <w:r w:rsidR="00766774">
        <w:t xml:space="preserve">, </w:t>
      </w:r>
      <w:r w:rsidRPr="00115F49">
        <w:t>s</w:t>
      </w:r>
      <w:r w:rsidR="00766774">
        <w:t>’</w:t>
      </w:r>
      <w:r w:rsidRPr="00115F49">
        <w:t>ils sont impérieux</w:t>
      </w:r>
      <w:r w:rsidR="00766774">
        <w:t xml:space="preserve">, </w:t>
      </w:r>
      <w:r w:rsidRPr="00115F49">
        <w:t>ont une voix assez sauvage</w:t>
      </w:r>
      <w:r w:rsidR="00766774">
        <w:t xml:space="preserve"> ; </w:t>
      </w:r>
      <w:r w:rsidRPr="00115F49">
        <w:t>j</w:t>
      </w:r>
      <w:r w:rsidR="00766774">
        <w:t>’</w:t>
      </w:r>
      <w:r w:rsidRPr="00115F49">
        <w:t xml:space="preserve">aurais pu </w:t>
      </w:r>
      <w:r w:rsidRPr="00115F49">
        <w:lastRenderedPageBreak/>
        <w:t>voir des doigts usés et des yeux rougis sans cesser d</w:t>
      </w:r>
      <w:r w:rsidR="00766774">
        <w:t>’</w:t>
      </w:r>
      <w:r w:rsidRPr="00115F49">
        <w:t>être parfaitement indifférente</w:t>
      </w:r>
      <w:r w:rsidR="00766774">
        <w:t xml:space="preserve">. </w:t>
      </w:r>
      <w:r w:rsidRPr="00115F49">
        <w:t>Je sais combien il est facile d</w:t>
      </w:r>
      <w:r w:rsidR="00766774">
        <w:t>’</w:t>
      </w:r>
      <w:r w:rsidRPr="00115F49">
        <w:t>avoir les doigts usés et les yeux rougis et néanmoins ne pas valoir un liard</w:t>
      </w:r>
      <w:r w:rsidR="00766774">
        <w:t xml:space="preserve">. </w:t>
      </w:r>
      <w:r w:rsidRPr="00115F49">
        <w:t>Et c</w:t>
      </w:r>
      <w:r w:rsidR="00766774">
        <w:t>’</w:t>
      </w:r>
      <w:r w:rsidRPr="00115F49">
        <w:t>est même souvent parce qu</w:t>
      </w:r>
      <w:r w:rsidR="00766774">
        <w:t>’</w:t>
      </w:r>
      <w:r w:rsidRPr="00115F49">
        <w:t>on ne vaut pas un liard qu</w:t>
      </w:r>
      <w:r w:rsidR="00766774">
        <w:t>’</w:t>
      </w:r>
      <w:r w:rsidRPr="00115F49">
        <w:t>on a les doigts usés et les yeux rougis</w:t>
      </w:r>
      <w:r w:rsidR="00766774">
        <w:t xml:space="preserve">. </w:t>
      </w:r>
      <w:r w:rsidRPr="00115F49">
        <w:t>Mais</w:t>
      </w:r>
      <w:r w:rsidR="00766774">
        <w:t xml:space="preserve">, </w:t>
      </w:r>
      <w:r w:rsidRPr="00115F49">
        <w:t>ce que je vis</w:t>
      </w:r>
      <w:r w:rsidR="00766774">
        <w:t xml:space="preserve">, </w:t>
      </w:r>
      <w:r w:rsidRPr="00115F49">
        <w:t>surtout dans cette femme</w:t>
      </w:r>
      <w:r w:rsidR="00766774">
        <w:t xml:space="preserve">, </w:t>
      </w:r>
      <w:r w:rsidRPr="00115F49">
        <w:t>c</w:t>
      </w:r>
      <w:r w:rsidR="00766774">
        <w:t>’</w:t>
      </w:r>
      <w:r w:rsidRPr="00115F49">
        <w:t>est le halètement de biche poursuivie qui se calmait peu à peu à mesure que je parlais</w:t>
      </w:r>
      <w:r w:rsidR="00766774">
        <w:t xml:space="preserve">, </w:t>
      </w:r>
      <w:r w:rsidRPr="00115F49">
        <w:t>à mesure que je m</w:t>
      </w:r>
      <w:r w:rsidR="00766774">
        <w:t>’</w:t>
      </w:r>
      <w:r w:rsidRPr="00115F49">
        <w:t>intéressais à son travail</w:t>
      </w:r>
      <w:r w:rsidR="00766774">
        <w:t xml:space="preserve">, </w:t>
      </w:r>
      <w:r w:rsidRPr="00115F49">
        <w:t>à mesure que j</w:t>
      </w:r>
      <w:r w:rsidR="00766774">
        <w:t>’</w:t>
      </w:r>
      <w:r w:rsidRPr="00115F49">
        <w:t>arrivais peu à peu à la persuader que c</w:t>
      </w:r>
      <w:r w:rsidR="00766774">
        <w:t>’</w:t>
      </w:r>
      <w:r w:rsidRPr="00115F49">
        <w:t>était bien pour lui commander du travail que j</w:t>
      </w:r>
      <w:r w:rsidR="00766774">
        <w:t>’</w:t>
      </w:r>
      <w:r w:rsidRPr="00115F49">
        <w:t>étais entrée chez elle</w:t>
      </w:r>
      <w:r w:rsidR="00766774">
        <w:t>.</w:t>
      </w:r>
    </w:p>
    <w:p w14:paraId="7A3F8928" w14:textId="77777777" w:rsidR="00115F49" w:rsidRPr="00115F49" w:rsidRDefault="00766774" w:rsidP="00115F49">
      <w:r>
        <w:t>« </w:t>
      </w:r>
      <w:r w:rsidR="00115F49" w:rsidRPr="00115F49">
        <w:t>J</w:t>
      </w:r>
      <w:r>
        <w:t>’</w:t>
      </w:r>
      <w:r w:rsidR="00115F49" w:rsidRPr="00115F49">
        <w:t>avoue</w:t>
      </w:r>
      <w:r>
        <w:t xml:space="preserve"> (</w:t>
      </w:r>
      <w:r w:rsidR="00115F49" w:rsidRPr="00115F49">
        <w:t xml:space="preserve">continua </w:t>
      </w:r>
      <w:r>
        <w:t>M</w:t>
      </w:r>
      <w:r w:rsidRPr="00766774">
        <w:rPr>
          <w:vertAlign w:val="superscript"/>
        </w:rPr>
        <w:t>me</w:t>
      </w:r>
      <w:r>
        <w:t> </w:t>
      </w:r>
      <w:r w:rsidR="00115F49" w:rsidRPr="00115F49">
        <w:t>Tim</w:t>
      </w:r>
      <w:r>
        <w:t xml:space="preserve">) </w:t>
      </w:r>
      <w:r w:rsidR="00115F49" w:rsidRPr="00115F49">
        <w:t>que je sacrifierais volontiers ma vie pour rassurer une biche ou pour rassurer un léopard</w:t>
      </w:r>
      <w:r>
        <w:t xml:space="preserve">. </w:t>
      </w:r>
      <w:r w:rsidR="00115F49" w:rsidRPr="00115F49">
        <w:t>J</w:t>
      </w:r>
      <w:r>
        <w:t>’</w:t>
      </w:r>
      <w:r w:rsidR="00115F49" w:rsidRPr="00115F49">
        <w:t>aime rassurer</w:t>
      </w:r>
      <w:r>
        <w:t xml:space="preserve">. </w:t>
      </w:r>
      <w:r w:rsidR="00115F49" w:rsidRPr="00115F49">
        <w:t>Ce n</w:t>
      </w:r>
      <w:r>
        <w:t>’</w:t>
      </w:r>
      <w:r w:rsidR="00115F49" w:rsidRPr="00115F49">
        <w:t>était donc plus de la comédie</w:t>
      </w:r>
      <w:r>
        <w:t xml:space="preserve">. </w:t>
      </w:r>
      <w:r w:rsidR="00115F49" w:rsidRPr="00115F49">
        <w:t>Je rassurais la biche très franchement et en y mettant tout mon cœur</w:t>
      </w:r>
      <w:r>
        <w:t xml:space="preserve">. </w:t>
      </w:r>
      <w:r w:rsidR="00115F49" w:rsidRPr="00115F49">
        <w:t>C</w:t>
      </w:r>
      <w:r>
        <w:t>’</w:t>
      </w:r>
      <w:r w:rsidR="00115F49" w:rsidRPr="00115F49">
        <w:t>est d</w:t>
      </w:r>
      <w:r>
        <w:t>’</w:t>
      </w:r>
      <w:r w:rsidR="00115F49" w:rsidRPr="00115F49">
        <w:t>ailleurs pourquoi j</w:t>
      </w:r>
      <w:r>
        <w:t>’</w:t>
      </w:r>
      <w:r w:rsidR="00115F49" w:rsidRPr="00115F49">
        <w:t>y réussissais si bien</w:t>
      </w:r>
      <w:r>
        <w:t xml:space="preserve">. </w:t>
      </w:r>
      <w:r w:rsidR="00115F49" w:rsidRPr="00115F49">
        <w:t>Non</w:t>
      </w:r>
      <w:r>
        <w:t xml:space="preserve">, </w:t>
      </w:r>
      <w:r w:rsidR="00115F49" w:rsidRPr="00115F49">
        <w:t>je vous ai appelée près de moi parce qu</w:t>
      </w:r>
      <w:r>
        <w:t>’</w:t>
      </w:r>
      <w:r w:rsidR="00115F49" w:rsidRPr="00115F49">
        <w:t>au fond vous n</w:t>
      </w:r>
      <w:r>
        <w:t>’</w:t>
      </w:r>
      <w:r w:rsidR="00115F49" w:rsidRPr="00115F49">
        <w:t>aviez pas plus de droits que moi d</w:t>
      </w:r>
      <w:r>
        <w:t>’</w:t>
      </w:r>
      <w:r w:rsidR="00115F49" w:rsidRPr="00115F49">
        <w:t>être éclairée sur ce que Langlois venait faire ici</w:t>
      </w:r>
      <w:r>
        <w:t xml:space="preserve">. </w:t>
      </w:r>
      <w:r w:rsidR="00115F49" w:rsidRPr="00115F49">
        <w:t>Du moment que vous ne vous occupiez pas de la femme</w:t>
      </w:r>
      <w:r>
        <w:t xml:space="preserve">, </w:t>
      </w:r>
      <w:r w:rsidR="00115F49" w:rsidRPr="00115F49">
        <w:t>vous pouviez vous occuper de Langlois</w:t>
      </w:r>
      <w:r>
        <w:t xml:space="preserve">. </w:t>
      </w:r>
      <w:r w:rsidR="00115F49" w:rsidRPr="00115F49">
        <w:t>Vous ne vous en priviez pas d</w:t>
      </w:r>
      <w:r>
        <w:t>’</w:t>
      </w:r>
      <w:r w:rsidR="00115F49" w:rsidRPr="00115F49">
        <w:t>ailleurs</w:t>
      </w:r>
      <w:r>
        <w:t xml:space="preserve">, </w:t>
      </w:r>
      <w:r w:rsidR="00115F49" w:rsidRPr="00115F49">
        <w:t>comme je m</w:t>
      </w:r>
      <w:r>
        <w:t>’</w:t>
      </w:r>
      <w:r w:rsidR="00115F49" w:rsidRPr="00115F49">
        <w:t>en apercevais du coin de l</w:t>
      </w:r>
      <w:r>
        <w:t>’</w:t>
      </w:r>
      <w:r w:rsidR="00115F49" w:rsidRPr="00115F49">
        <w:t>œil</w:t>
      </w:r>
      <w:r>
        <w:t xml:space="preserve">. </w:t>
      </w:r>
      <w:r w:rsidR="00115F49" w:rsidRPr="00115F49">
        <w:t>Et</w:t>
      </w:r>
      <w:r>
        <w:t xml:space="preserve">, </w:t>
      </w:r>
      <w:r w:rsidR="00115F49" w:rsidRPr="00115F49">
        <w:t>eussiez-vous découvert quelque chose</w:t>
      </w:r>
      <w:r>
        <w:t xml:space="preserve">, </w:t>
      </w:r>
      <w:r w:rsidR="00115F49" w:rsidRPr="00115F49">
        <w:t>vous ne m</w:t>
      </w:r>
      <w:r>
        <w:t>’</w:t>
      </w:r>
      <w:r w:rsidR="00115F49" w:rsidRPr="00115F49">
        <w:t>en auriez pas touché un mot</w:t>
      </w:r>
      <w:r>
        <w:t>. »</w:t>
      </w:r>
    </w:p>
    <w:p w14:paraId="727DB80B" w14:textId="77777777" w:rsidR="00766774" w:rsidRDefault="00115F49" w:rsidP="00115F49">
      <w:r w:rsidRPr="00115F49">
        <w:t>Ça c</w:t>
      </w:r>
      <w:r w:rsidR="00766774">
        <w:t>’</w:t>
      </w:r>
      <w:r w:rsidRPr="00115F49">
        <w:t>est vrai</w:t>
      </w:r>
      <w:r w:rsidR="00766774">
        <w:t xml:space="preserve">. </w:t>
      </w:r>
      <w:r w:rsidRPr="00115F49">
        <w:t>Mais elle se trompait</w:t>
      </w:r>
      <w:r w:rsidR="00766774">
        <w:t xml:space="preserve">. </w:t>
      </w:r>
      <w:r w:rsidRPr="00115F49">
        <w:t>Je surveillais bien en effet Langlois et j</w:t>
      </w:r>
      <w:r w:rsidR="00766774">
        <w:t>’</w:t>
      </w:r>
      <w:r w:rsidRPr="00115F49">
        <w:t>écarquillais mes yeux sur les ombres de cette grande pièce sombre</w:t>
      </w:r>
      <w:r w:rsidR="00766774">
        <w:t xml:space="preserve">, </w:t>
      </w:r>
      <w:r w:rsidRPr="00115F49">
        <w:t>au fond desquelles commençaient à apparaître des formes vagues et des éclairs d</w:t>
      </w:r>
      <w:r w:rsidR="00766774">
        <w:t>’</w:t>
      </w:r>
      <w:r w:rsidRPr="00115F49">
        <w:t>or</w:t>
      </w:r>
      <w:r w:rsidR="00766774">
        <w:t xml:space="preserve">, </w:t>
      </w:r>
      <w:r w:rsidRPr="00115F49">
        <w:t>mais je pensais à tout autre chose</w:t>
      </w:r>
      <w:r w:rsidR="00766774">
        <w:t>.</w:t>
      </w:r>
    </w:p>
    <w:p w14:paraId="5C0A6938" w14:textId="77777777" w:rsidR="00766774" w:rsidRDefault="00115F49" w:rsidP="00115F49">
      <w:r w:rsidRPr="00115F49">
        <w:t>Savez-vous à quoi</w:t>
      </w:r>
      <w:r w:rsidR="00766774">
        <w:t xml:space="preserve"> ? </w:t>
      </w:r>
      <w:r w:rsidRPr="00115F49">
        <w:t>Eh bien</w:t>
      </w:r>
      <w:r w:rsidR="00766774">
        <w:t xml:space="preserve">, </w:t>
      </w:r>
      <w:r w:rsidRPr="00115F49">
        <w:t>j</w:t>
      </w:r>
      <w:r w:rsidR="00766774">
        <w:t>’</w:t>
      </w:r>
      <w:r w:rsidRPr="00115F49">
        <w:t>étais jalouse</w:t>
      </w:r>
      <w:r w:rsidR="00766774">
        <w:t xml:space="preserve">. </w:t>
      </w:r>
      <w:r w:rsidRPr="00115F49">
        <w:t>Oh</w:t>
      </w:r>
      <w:r w:rsidR="00766774">
        <w:t xml:space="preserve"> ! </w:t>
      </w:r>
      <w:r w:rsidRPr="00115F49">
        <w:t>Ça m</w:t>
      </w:r>
      <w:r w:rsidR="00766774">
        <w:t>’</w:t>
      </w:r>
      <w:r w:rsidRPr="00115F49">
        <w:t>arrivait souvent</w:t>
      </w:r>
      <w:r w:rsidR="00766774">
        <w:t xml:space="preserve"> – </w:t>
      </w:r>
      <w:r w:rsidRPr="00115F49">
        <w:t xml:space="preserve">jalouse de </w:t>
      </w:r>
      <w:r w:rsidR="00766774">
        <w:t>M</w:t>
      </w:r>
      <w:r w:rsidR="00766774" w:rsidRPr="00766774">
        <w:rPr>
          <w:vertAlign w:val="superscript"/>
        </w:rPr>
        <w:t>me</w:t>
      </w:r>
      <w:r w:rsidR="00766774">
        <w:t> </w:t>
      </w:r>
      <w:r w:rsidRPr="00115F49">
        <w:t>Tim qui se rendait si utile</w:t>
      </w:r>
      <w:r w:rsidR="00766774">
        <w:t xml:space="preserve">, </w:t>
      </w:r>
      <w:r w:rsidRPr="00115F49">
        <w:t>qui rendait un si grand service à Langlois</w:t>
      </w:r>
      <w:r w:rsidR="00766774">
        <w:t xml:space="preserve">. </w:t>
      </w:r>
      <w:r w:rsidRPr="00115F49">
        <w:t>J</w:t>
      </w:r>
      <w:r w:rsidR="00766774">
        <w:t>’</w:t>
      </w:r>
      <w:r w:rsidRPr="00115F49">
        <w:t>aurais voulu que ce soit moi qui le lui rende ou</w:t>
      </w:r>
      <w:r w:rsidR="00766774">
        <w:t xml:space="preserve">, </w:t>
      </w:r>
      <w:r w:rsidRPr="00115F49">
        <w:t>tout au moins partici</w:t>
      </w:r>
      <w:r w:rsidRPr="00115F49">
        <w:lastRenderedPageBreak/>
        <w:t>per</w:t>
      </w:r>
      <w:r w:rsidR="00766774">
        <w:t xml:space="preserve">. </w:t>
      </w:r>
      <w:r w:rsidRPr="00115F49">
        <w:t>C</w:t>
      </w:r>
      <w:r w:rsidR="00766774">
        <w:t>’</w:t>
      </w:r>
      <w:r w:rsidRPr="00115F49">
        <w:t>est pourquoi quand elle me dit</w:t>
      </w:r>
      <w:r w:rsidR="00766774">
        <w:t> : « </w:t>
      </w:r>
      <w:r w:rsidRPr="00115F49">
        <w:t>Venez donc un peu voir ici</w:t>
      </w:r>
      <w:r w:rsidR="00766774">
        <w:t xml:space="preserve"> », </w:t>
      </w:r>
      <w:r w:rsidRPr="00115F49">
        <w:t>je m</w:t>
      </w:r>
      <w:r w:rsidR="00766774">
        <w:t>’</w:t>
      </w:r>
      <w:r w:rsidRPr="00115F49">
        <w:t>approchai au contraire bien volontiers</w:t>
      </w:r>
      <w:r w:rsidR="00766774">
        <w:t>.</w:t>
      </w:r>
    </w:p>
    <w:p w14:paraId="1673607D" w14:textId="77777777" w:rsidR="00766774" w:rsidRDefault="00115F49" w:rsidP="00115F49">
      <w:r w:rsidRPr="00115F49">
        <w:t>Langlois</w:t>
      </w:r>
      <w:r w:rsidR="00766774">
        <w:t xml:space="preserve">, </w:t>
      </w:r>
      <w:r w:rsidRPr="00115F49">
        <w:t>après avoir été blême</w:t>
      </w:r>
      <w:r w:rsidR="00766774">
        <w:t xml:space="preserve">, </w:t>
      </w:r>
      <w:r w:rsidRPr="00115F49">
        <w:t>avait légèrement détourné la tête pour se recouvrir le visage d</w:t>
      </w:r>
      <w:r w:rsidR="00766774">
        <w:t>’</w:t>
      </w:r>
      <w:r w:rsidRPr="00115F49">
        <w:t>ombre et dissimuler son contentement</w:t>
      </w:r>
      <w:r w:rsidR="00766774">
        <w:t xml:space="preserve">. </w:t>
      </w:r>
      <w:r w:rsidRPr="00115F49">
        <w:t>Il ne pouvait rien me dissimuler</w:t>
      </w:r>
      <w:r w:rsidR="00766774">
        <w:t xml:space="preserve">. </w:t>
      </w:r>
      <w:r w:rsidRPr="00115F49">
        <w:t>Je voyais encore le coin de sa bouche et la patte d</w:t>
      </w:r>
      <w:r w:rsidR="00766774">
        <w:t>’</w:t>
      </w:r>
      <w:r w:rsidRPr="00115F49">
        <w:t>oie de son œil gauche</w:t>
      </w:r>
      <w:r w:rsidR="00766774">
        <w:t xml:space="preserve">. </w:t>
      </w:r>
      <w:r w:rsidRPr="00115F49">
        <w:t>Ça me suffisait</w:t>
      </w:r>
      <w:r w:rsidR="00766774">
        <w:t xml:space="preserve">. </w:t>
      </w:r>
      <w:r w:rsidRPr="00115F49">
        <w:t>J</w:t>
      </w:r>
      <w:r w:rsidR="00766774">
        <w:t>’</w:t>
      </w:r>
      <w:r w:rsidRPr="00115F49">
        <w:t>étais sentimentale moi aussi</w:t>
      </w:r>
      <w:r w:rsidR="00766774">
        <w:t xml:space="preserve">. </w:t>
      </w:r>
      <w:r w:rsidRPr="00115F49">
        <w:t>C</w:t>
      </w:r>
      <w:r w:rsidR="00766774">
        <w:t>’</w:t>
      </w:r>
      <w:r w:rsidRPr="00115F49">
        <w:t>est ça qui me rendait jalouse</w:t>
      </w:r>
      <w:r w:rsidR="00766774">
        <w:t xml:space="preserve">. </w:t>
      </w:r>
      <w:r w:rsidRPr="00115F49">
        <w:t>Il avait ensuite trouvé un fauteuil près de lui et il s</w:t>
      </w:r>
      <w:r w:rsidR="00766774">
        <w:t>’</w:t>
      </w:r>
      <w:r w:rsidRPr="00115F49">
        <w:t>était assis</w:t>
      </w:r>
      <w:r w:rsidR="00766774">
        <w:t>.</w:t>
      </w:r>
    </w:p>
    <w:p w14:paraId="63495866" w14:textId="77777777" w:rsidR="00766774" w:rsidRDefault="00115F49" w:rsidP="00115F49">
      <w:r w:rsidRPr="00115F49">
        <w:t>Mon rôle était facile</w:t>
      </w:r>
      <w:r w:rsidR="00766774">
        <w:t xml:space="preserve">. </w:t>
      </w:r>
      <w:r w:rsidRPr="00115F49">
        <w:t>Je ne suis pas bête moi non plus</w:t>
      </w:r>
      <w:r w:rsidR="00766774">
        <w:t xml:space="preserve">. </w:t>
      </w:r>
      <w:r w:rsidRPr="00115F49">
        <w:t>Il me suffisait d</w:t>
      </w:r>
      <w:r w:rsidR="00766774">
        <w:t>’</w:t>
      </w:r>
      <w:r w:rsidRPr="00115F49">
        <w:t xml:space="preserve">approuver </w:t>
      </w:r>
      <w:r w:rsidR="00766774">
        <w:t>M</w:t>
      </w:r>
      <w:r w:rsidR="00766774" w:rsidRPr="00766774">
        <w:rPr>
          <w:vertAlign w:val="superscript"/>
        </w:rPr>
        <w:t>me</w:t>
      </w:r>
      <w:r w:rsidR="00766774">
        <w:t> </w:t>
      </w:r>
      <w:r w:rsidRPr="00115F49">
        <w:t>Tim</w:t>
      </w:r>
      <w:r w:rsidR="00766774">
        <w:t xml:space="preserve">, </w:t>
      </w:r>
      <w:r w:rsidRPr="00115F49">
        <w:t>de surenchérir un tout petit peu même parfois</w:t>
      </w:r>
      <w:r w:rsidR="00766774">
        <w:t xml:space="preserve">. </w:t>
      </w:r>
      <w:r w:rsidRPr="00115F49">
        <w:t>Puis</w:t>
      </w:r>
      <w:r w:rsidR="00766774">
        <w:t xml:space="preserve">, </w:t>
      </w:r>
      <w:r w:rsidRPr="00115F49">
        <w:t>de façon détournée</w:t>
      </w:r>
      <w:r w:rsidR="00766774">
        <w:t xml:space="preserve"> (</w:t>
      </w:r>
      <w:r w:rsidRPr="00115F49">
        <w:t xml:space="preserve">comme si je ne me reconnaissais pas qualité pour prendre de front </w:t>
      </w:r>
      <w:r w:rsidR="00766774">
        <w:t>M</w:t>
      </w:r>
      <w:r w:rsidR="00766774" w:rsidRPr="00766774">
        <w:rPr>
          <w:vertAlign w:val="superscript"/>
        </w:rPr>
        <w:t>me</w:t>
      </w:r>
      <w:r w:rsidR="00766774">
        <w:t> </w:t>
      </w:r>
      <w:r w:rsidRPr="00115F49">
        <w:t>Tim</w:t>
      </w:r>
      <w:r w:rsidR="00766774">
        <w:t xml:space="preserve">) </w:t>
      </w:r>
      <w:r w:rsidRPr="00115F49">
        <w:t>mais détournée si habilement que la brodeuse devait pouvoir se rendre compte du détour</w:t>
      </w:r>
      <w:r w:rsidR="00766774">
        <w:t xml:space="preserve"> (</w:t>
      </w:r>
      <w:r w:rsidRPr="00115F49">
        <w:t>comme si</w:t>
      </w:r>
      <w:r w:rsidR="00766774">
        <w:t xml:space="preserve">, </w:t>
      </w:r>
      <w:r w:rsidRPr="00115F49">
        <w:t>malgré ma position subalterne j</w:t>
      </w:r>
      <w:r w:rsidR="00766774">
        <w:t>’</w:t>
      </w:r>
      <w:r w:rsidRPr="00115F49">
        <w:t>avais assez de goût cependant pour ne pouvoir retenir mon admiration devant ce beau travail</w:t>
      </w:r>
      <w:r w:rsidR="00766774">
        <w:t>)</w:t>
      </w:r>
      <w:r w:rsidR="00245B23">
        <w:t>,</w:t>
      </w:r>
      <w:r w:rsidR="00766774">
        <w:t xml:space="preserve"> (</w:t>
      </w:r>
      <w:r w:rsidRPr="00115F49">
        <w:t>ce qui est toujours le cas pour les positions subalternes</w:t>
      </w:r>
      <w:r w:rsidR="00766774">
        <w:t xml:space="preserve"> : </w:t>
      </w:r>
      <w:r w:rsidRPr="00115F49">
        <w:t>cousines pauvres</w:t>
      </w:r>
      <w:r w:rsidR="00766774">
        <w:t xml:space="preserve">, </w:t>
      </w:r>
      <w:r w:rsidRPr="00115F49">
        <w:t>cadettes déshéritées</w:t>
      </w:r>
      <w:r w:rsidR="00766774">
        <w:t xml:space="preserve">) </w:t>
      </w:r>
      <w:r w:rsidRPr="00115F49">
        <w:t>je devais abonder vaguement dans le sens de la brodeuse</w:t>
      </w:r>
      <w:r w:rsidR="00766774">
        <w:t xml:space="preserve">. </w:t>
      </w:r>
      <w:r w:rsidRPr="00115F49">
        <w:t>Vous voyez que moi aussi je connaissais la musique</w:t>
      </w:r>
      <w:r w:rsidR="00766774">
        <w:t xml:space="preserve">. </w:t>
      </w:r>
      <w:r w:rsidRPr="00115F49">
        <w:t>Je le fis très bien</w:t>
      </w:r>
      <w:r w:rsidR="00766774">
        <w:t xml:space="preserve">. </w:t>
      </w:r>
      <w:r w:rsidRPr="00115F49">
        <w:t>Je vous l</w:t>
      </w:r>
      <w:r w:rsidR="00766774">
        <w:t>’</w:t>
      </w:r>
      <w:r w:rsidRPr="00115F49">
        <w:t>ai dit</w:t>
      </w:r>
      <w:r w:rsidR="00766774">
        <w:t xml:space="preserve"> : </w:t>
      </w:r>
      <w:r w:rsidRPr="00115F49">
        <w:t>c</w:t>
      </w:r>
      <w:r w:rsidR="00766774">
        <w:t>’</w:t>
      </w:r>
      <w:r w:rsidRPr="00115F49">
        <w:t>était très facile</w:t>
      </w:r>
      <w:r w:rsidR="00766774">
        <w:t>.</w:t>
      </w:r>
    </w:p>
    <w:p w14:paraId="0FD13BB7" w14:textId="77777777" w:rsidR="00766774" w:rsidRDefault="00115F49" w:rsidP="00115F49">
      <w:r w:rsidRPr="00115F49">
        <w:t>Si facile que je le faisais machinalement et que j</w:t>
      </w:r>
      <w:r w:rsidR="00766774">
        <w:t>’</w:t>
      </w:r>
      <w:r w:rsidRPr="00115F49">
        <w:t>avais loisir de voir Langlois et la grande chambre qui</w:t>
      </w:r>
      <w:r w:rsidR="00766774">
        <w:t xml:space="preserve">, </w:t>
      </w:r>
      <w:r w:rsidRPr="00115F49">
        <w:t>maintenant</w:t>
      </w:r>
      <w:r w:rsidR="00766774">
        <w:t xml:space="preserve">, </w:t>
      </w:r>
      <w:r w:rsidRPr="00115F49">
        <w:t>sortait de l</w:t>
      </w:r>
      <w:r w:rsidR="00766774">
        <w:t>’</w:t>
      </w:r>
      <w:r w:rsidRPr="00115F49">
        <w:t>ombre</w:t>
      </w:r>
      <w:r w:rsidR="00766774">
        <w:t>.</w:t>
      </w:r>
    </w:p>
    <w:p w14:paraId="68EC9C37" w14:textId="77777777" w:rsidR="00766774" w:rsidRDefault="00115F49" w:rsidP="00115F49">
      <w:r w:rsidRPr="00115F49">
        <w:t>Je n</w:t>
      </w:r>
      <w:r w:rsidR="00766774">
        <w:t>’</w:t>
      </w:r>
      <w:r w:rsidRPr="00115F49">
        <w:t>en vis d</w:t>
      </w:r>
      <w:r w:rsidR="00766774">
        <w:t>’</w:t>
      </w:r>
      <w:r w:rsidRPr="00115F49">
        <w:t>abord que des dorures</w:t>
      </w:r>
      <w:r w:rsidR="00766774">
        <w:t>.</w:t>
      </w:r>
    </w:p>
    <w:p w14:paraId="5831E7C9" w14:textId="77777777" w:rsidR="00766774" w:rsidRDefault="00115F49" w:rsidP="00115F49">
      <w:r w:rsidRPr="00115F49">
        <w:t>Des fils d</w:t>
      </w:r>
      <w:r w:rsidR="00766774">
        <w:t>’</w:t>
      </w:r>
      <w:r w:rsidRPr="00115F49">
        <w:t>or</w:t>
      </w:r>
      <w:r w:rsidR="00766774">
        <w:t xml:space="preserve">, </w:t>
      </w:r>
      <w:r w:rsidRPr="00115F49">
        <w:t>des feuillages d</w:t>
      </w:r>
      <w:r w:rsidR="00766774">
        <w:t>’</w:t>
      </w:r>
      <w:r w:rsidRPr="00115F49">
        <w:t>or dont les uns étaient des reflets sur des galbes de meubles et les autres les rameaux de grands cadres à portraits</w:t>
      </w:r>
      <w:r w:rsidR="00766774">
        <w:t xml:space="preserve">, </w:t>
      </w:r>
      <w:r w:rsidRPr="00115F49">
        <w:t>finirent par placer autour de moi les trois murs qui manquaient encore</w:t>
      </w:r>
      <w:r w:rsidR="00766774">
        <w:t xml:space="preserve">. </w:t>
      </w:r>
      <w:r w:rsidRPr="00115F49">
        <w:t xml:space="preserve">Contre le mur </w:t>
      </w:r>
      <w:r w:rsidRPr="00115F49">
        <w:lastRenderedPageBreak/>
        <w:t>opposé à la fenêtre</w:t>
      </w:r>
      <w:r w:rsidR="00766774">
        <w:t xml:space="preserve">, </w:t>
      </w:r>
      <w:r w:rsidRPr="00115F49">
        <w:t>mais éloigné au moins de vingt pas</w:t>
      </w:r>
      <w:r w:rsidR="00766774">
        <w:t xml:space="preserve"> (</w:t>
      </w:r>
      <w:r w:rsidRPr="00115F49">
        <w:t>nous apprîmes par la suite que cette maison était l</w:t>
      </w:r>
      <w:r w:rsidR="00766774">
        <w:t>’</w:t>
      </w:r>
      <w:r w:rsidRPr="00115F49">
        <w:t>ancienne hôtellerie du vieux couvent dont nous avions vu les ruines dominer le coteau</w:t>
      </w:r>
      <w:r w:rsidR="00766774">
        <w:t xml:space="preserve">) </w:t>
      </w:r>
      <w:r w:rsidRPr="00115F49">
        <w:t>je pouvais distinguer maintenant une très grande bergère au dossier en larges feuilles de trèfle</w:t>
      </w:r>
      <w:r w:rsidR="00766774">
        <w:t xml:space="preserve">, </w:t>
      </w:r>
      <w:r w:rsidRPr="00115F49">
        <w:t>à côté d</w:t>
      </w:r>
      <w:r w:rsidR="00766774">
        <w:t>’</w:t>
      </w:r>
      <w:r w:rsidRPr="00115F49">
        <w:t>un coffre de mariage très ventru auquel</w:t>
      </w:r>
      <w:r w:rsidR="00766774">
        <w:t xml:space="preserve">, </w:t>
      </w:r>
      <w:r w:rsidRPr="00115F49">
        <w:t>un peu plus tard</w:t>
      </w:r>
      <w:r w:rsidR="00766774">
        <w:t xml:space="preserve">, </w:t>
      </w:r>
      <w:r w:rsidRPr="00115F49">
        <w:t>le soleil qui perça enfin vers le soir le ciel de paille hachée</w:t>
      </w:r>
      <w:r w:rsidR="00766774">
        <w:t xml:space="preserve">, </w:t>
      </w:r>
      <w:r w:rsidRPr="00115F49">
        <w:t>fit apparaître des pieds en pattes de lion et des pectoraux de grands feuillages profondément taillés</w:t>
      </w:r>
      <w:r w:rsidR="00766774">
        <w:t xml:space="preserve">. </w:t>
      </w:r>
      <w:r w:rsidRPr="00115F49">
        <w:t>Au-dessus</w:t>
      </w:r>
      <w:r w:rsidR="00766774">
        <w:t xml:space="preserve">, </w:t>
      </w:r>
      <w:r w:rsidRPr="00115F49">
        <w:t>il y avait un portrait ovale dont le cadre luisant</w:t>
      </w:r>
      <w:r w:rsidR="00766774">
        <w:t xml:space="preserve">, </w:t>
      </w:r>
      <w:r w:rsidRPr="00115F49">
        <w:t>fluide comme un rameau d</w:t>
      </w:r>
      <w:r w:rsidR="00766774">
        <w:t>’</w:t>
      </w:r>
      <w:r w:rsidRPr="00115F49">
        <w:t>osier</w:t>
      </w:r>
      <w:r w:rsidR="00766774">
        <w:t xml:space="preserve">, </w:t>
      </w:r>
      <w:r w:rsidRPr="00115F49">
        <w:t>contenait du rose</w:t>
      </w:r>
      <w:r w:rsidR="00766774">
        <w:t xml:space="preserve">, </w:t>
      </w:r>
      <w:r w:rsidRPr="00115F49">
        <w:t>du vert tendre et du bleu</w:t>
      </w:r>
      <w:r w:rsidR="00766774">
        <w:t xml:space="preserve">, </w:t>
      </w:r>
      <w:r w:rsidRPr="00115F49">
        <w:t>en forme vaguement de jeune fille</w:t>
      </w:r>
      <w:r w:rsidR="00766774">
        <w:t xml:space="preserve">. </w:t>
      </w:r>
      <w:r w:rsidRPr="00115F49">
        <w:t>Contre un des murs perpendiculaires au mur percé de la fenêtre et dans lequel était la porte par laquelle nous étions entrés</w:t>
      </w:r>
      <w:r w:rsidR="00766774">
        <w:t xml:space="preserve">, </w:t>
      </w:r>
      <w:r w:rsidRPr="00115F49">
        <w:t>il y avait une haute armoire paysanne</w:t>
      </w:r>
      <w:r w:rsidR="00766774">
        <w:t xml:space="preserve">, </w:t>
      </w:r>
      <w:r w:rsidRPr="00115F49">
        <w:t>non pas installée en belle place comme l</w:t>
      </w:r>
      <w:r w:rsidR="00766774">
        <w:t>’</w:t>
      </w:r>
      <w:r w:rsidRPr="00115F49">
        <w:t>on fait d</w:t>
      </w:r>
      <w:r w:rsidR="00766774">
        <w:t>’</w:t>
      </w:r>
      <w:r w:rsidRPr="00115F49">
        <w:t>ordinaire</w:t>
      </w:r>
      <w:r w:rsidR="00766774">
        <w:t xml:space="preserve">, </w:t>
      </w:r>
      <w:r w:rsidRPr="00115F49">
        <w:t>mais rencoignée de telle façon qu</w:t>
      </w:r>
      <w:r w:rsidR="00766774">
        <w:t>’</w:t>
      </w:r>
      <w:r w:rsidRPr="00115F49">
        <w:t>elle avait pu permettre d</w:t>
      </w:r>
      <w:r w:rsidR="00766774">
        <w:t>’</w:t>
      </w:r>
      <w:r w:rsidRPr="00115F49">
        <w:t>aligner à côté d</w:t>
      </w:r>
      <w:r w:rsidR="00766774">
        <w:t>’</w:t>
      </w:r>
      <w:r w:rsidRPr="00115F49">
        <w:t>elle un buffet et une crédence</w:t>
      </w:r>
      <w:r w:rsidR="00766774">
        <w:t xml:space="preserve"> ; </w:t>
      </w:r>
      <w:r w:rsidRPr="00115F49">
        <w:t>comme à l</w:t>
      </w:r>
      <w:r w:rsidR="00766774">
        <w:t>’</w:t>
      </w:r>
      <w:r w:rsidRPr="00115F49">
        <w:t>encan</w:t>
      </w:r>
      <w:r w:rsidR="00766774">
        <w:t xml:space="preserve">. </w:t>
      </w:r>
      <w:r w:rsidRPr="00115F49">
        <w:t>L</w:t>
      </w:r>
      <w:r w:rsidR="00766774">
        <w:t>’</w:t>
      </w:r>
      <w:r w:rsidRPr="00115F49">
        <w:t>ensemble de la pièce faisait également un peu garde-meuble</w:t>
      </w:r>
      <w:r w:rsidR="00766774">
        <w:t>.</w:t>
      </w:r>
    </w:p>
    <w:p w14:paraId="0D95E2E3" w14:textId="77777777" w:rsidR="00766774" w:rsidRDefault="00115F49" w:rsidP="00115F49">
      <w:r w:rsidRPr="00115F49">
        <w:t>En dehors de la travailleuse chargée de toile en travail près de laquelle nous étions</w:t>
      </w:r>
      <w:r w:rsidR="00766774">
        <w:t xml:space="preserve">, </w:t>
      </w:r>
      <w:r w:rsidRPr="00115F49">
        <w:t>de la somptueuse table de jeu marquetée</w:t>
      </w:r>
      <w:r w:rsidR="00766774">
        <w:t xml:space="preserve">, </w:t>
      </w:r>
      <w:r w:rsidRPr="00115F49">
        <w:t>du fauteuil de tapisserie</w:t>
      </w:r>
      <w:r w:rsidR="00766774">
        <w:t xml:space="preserve">, </w:t>
      </w:r>
      <w:r w:rsidRPr="00115F49">
        <w:t>de la chaise fignolée comme un instrument de musique</w:t>
      </w:r>
      <w:r w:rsidR="00766774">
        <w:t xml:space="preserve">, </w:t>
      </w:r>
      <w:r w:rsidRPr="00115F49">
        <w:t>il y avait</w:t>
      </w:r>
      <w:r w:rsidR="00766774">
        <w:t xml:space="preserve">, </w:t>
      </w:r>
      <w:r w:rsidRPr="00115F49">
        <w:t>dans l</w:t>
      </w:r>
      <w:r w:rsidR="00766774">
        <w:t>’</w:t>
      </w:r>
      <w:r w:rsidRPr="00115F49">
        <w:t>ordre</w:t>
      </w:r>
      <w:r w:rsidR="00766774">
        <w:t xml:space="preserve">, </w:t>
      </w:r>
      <w:r w:rsidRPr="00115F49">
        <w:t>s</w:t>
      </w:r>
      <w:r w:rsidR="00766774">
        <w:t>’</w:t>
      </w:r>
      <w:r w:rsidRPr="00115F49">
        <w:t>éloignant dans l</w:t>
      </w:r>
      <w:r w:rsidR="00766774">
        <w:t>’</w:t>
      </w:r>
      <w:r w:rsidRPr="00115F49">
        <w:t>ombre</w:t>
      </w:r>
      <w:r w:rsidR="00766774">
        <w:t xml:space="preserve"> : </w:t>
      </w:r>
      <w:r w:rsidRPr="00115F49">
        <w:t>une lourde table ronde sculptée</w:t>
      </w:r>
      <w:r w:rsidR="00766774">
        <w:t xml:space="preserve">, </w:t>
      </w:r>
      <w:r w:rsidRPr="00115F49">
        <w:t>un tabouret de piano</w:t>
      </w:r>
      <w:r w:rsidR="00766774">
        <w:t xml:space="preserve">, </w:t>
      </w:r>
      <w:r w:rsidRPr="00115F49">
        <w:t>un fauteuil crapaud</w:t>
      </w:r>
      <w:r w:rsidR="00766774">
        <w:t xml:space="preserve">, </w:t>
      </w:r>
      <w:r w:rsidRPr="00115F49">
        <w:t>un petit canapé bas</w:t>
      </w:r>
      <w:r w:rsidR="00766774">
        <w:t xml:space="preserve">, </w:t>
      </w:r>
      <w:r w:rsidRPr="00115F49">
        <w:t>une méridienne et quelques objets noyés trop loin de la fenêtre sur lesquels je ne pouvais pas mettre de nom</w:t>
      </w:r>
      <w:r w:rsidR="00766774">
        <w:t>.</w:t>
      </w:r>
    </w:p>
    <w:p w14:paraId="4A2DE246" w14:textId="77777777" w:rsidR="00766774" w:rsidRDefault="00115F49" w:rsidP="00115F49">
      <w:r w:rsidRPr="00115F49">
        <w:t>Je ne regardais que par furtifs coups d</w:t>
      </w:r>
      <w:r w:rsidR="00766774">
        <w:t>’</w:t>
      </w:r>
      <w:r w:rsidRPr="00115F49">
        <w:t>œil et je mis plus d</w:t>
      </w:r>
      <w:r w:rsidR="00766774">
        <w:t>’</w:t>
      </w:r>
      <w:r w:rsidRPr="00115F49">
        <w:t>une heure à inventorier ce que je vous dis en cinq minutes</w:t>
      </w:r>
      <w:r w:rsidR="00766774">
        <w:t xml:space="preserve"> ; </w:t>
      </w:r>
      <w:r w:rsidRPr="00115F49">
        <w:t>me rendant de plus en plus compte</w:t>
      </w:r>
      <w:r w:rsidR="00766774">
        <w:t xml:space="preserve">, </w:t>
      </w:r>
      <w:r w:rsidRPr="00115F49">
        <w:t>au fur et à mesure</w:t>
      </w:r>
      <w:r w:rsidR="00766774">
        <w:t xml:space="preserve">, </w:t>
      </w:r>
      <w:r w:rsidRPr="00115F49">
        <w:t>qu</w:t>
      </w:r>
      <w:r w:rsidR="00766774">
        <w:t>’</w:t>
      </w:r>
      <w:r w:rsidRPr="00115F49">
        <w:t>on avait dû entasser là ce qui ailleurs était sans aucun doute l</w:t>
      </w:r>
      <w:r w:rsidR="00766774">
        <w:t>’</w:t>
      </w:r>
      <w:r w:rsidRPr="00115F49">
        <w:t>ameublement de toute une maison</w:t>
      </w:r>
      <w:r w:rsidR="00766774">
        <w:t>.</w:t>
      </w:r>
    </w:p>
    <w:p w14:paraId="5D4E8007" w14:textId="77777777" w:rsidR="00766774" w:rsidRDefault="00115F49" w:rsidP="00115F49">
      <w:r w:rsidRPr="00115F49">
        <w:lastRenderedPageBreak/>
        <w:t>Cela sentait la fuite d</w:t>
      </w:r>
      <w:r w:rsidR="00766774">
        <w:t>’</w:t>
      </w:r>
      <w:r w:rsidRPr="00115F49">
        <w:t>Égypte et la fourmilière</w:t>
      </w:r>
      <w:r w:rsidR="00766774">
        <w:t xml:space="preserve">. </w:t>
      </w:r>
      <w:r w:rsidRPr="00115F49">
        <w:t>Ajoutez l</w:t>
      </w:r>
      <w:r w:rsidR="00766774">
        <w:t>’</w:t>
      </w:r>
      <w:r w:rsidRPr="00115F49">
        <w:t>inquiétude de la femme grise</w:t>
      </w:r>
      <w:r w:rsidR="00766774">
        <w:t xml:space="preserve">, </w:t>
      </w:r>
      <w:r w:rsidRPr="00115F49">
        <w:t>les grilles bombées des fenêtres</w:t>
      </w:r>
      <w:r w:rsidR="00766774">
        <w:t xml:space="preserve"> : </w:t>
      </w:r>
      <w:r w:rsidRPr="00115F49">
        <w:t>c</w:t>
      </w:r>
      <w:r w:rsidR="00766774">
        <w:t>’</w:t>
      </w:r>
      <w:r w:rsidRPr="00115F49">
        <w:t>étaient sûrement des débris de fortune emportés et resserrés</w:t>
      </w:r>
      <w:r w:rsidR="00766774">
        <w:t>.</w:t>
      </w:r>
    </w:p>
    <w:p w14:paraId="27927C43" w14:textId="77777777" w:rsidR="00766774" w:rsidRDefault="00115F49" w:rsidP="00115F49">
      <w:r w:rsidRPr="00115F49">
        <w:t>Presque entièrement dans l</w:t>
      </w:r>
      <w:r w:rsidR="00766774">
        <w:t>’</w:t>
      </w:r>
      <w:r w:rsidRPr="00115F49">
        <w:t>ombre</w:t>
      </w:r>
      <w:r w:rsidR="00766774">
        <w:t xml:space="preserve">, </w:t>
      </w:r>
      <w:r w:rsidRPr="00115F49">
        <w:t>au milieu des objets à formes imprécises</w:t>
      </w:r>
      <w:r w:rsidR="00766774">
        <w:t xml:space="preserve">, </w:t>
      </w:r>
      <w:r w:rsidRPr="00115F49">
        <w:t>je voyais l</w:t>
      </w:r>
      <w:r w:rsidR="00766774">
        <w:t>’</w:t>
      </w:r>
      <w:r w:rsidRPr="00115F49">
        <w:t>épaule de Langlois</w:t>
      </w:r>
      <w:r w:rsidR="00766774">
        <w:t xml:space="preserve">. </w:t>
      </w:r>
      <w:r w:rsidRPr="00115F49">
        <w:t>Il était assis profondément dans un fauteuil à oreillettes</w:t>
      </w:r>
      <w:r w:rsidR="00766774">
        <w:t xml:space="preserve">. </w:t>
      </w:r>
      <w:r w:rsidRPr="00115F49">
        <w:t>Sans le drap clair de sa redingote</w:t>
      </w:r>
      <w:r w:rsidR="00766774">
        <w:t xml:space="preserve">, </w:t>
      </w:r>
      <w:r w:rsidRPr="00115F49">
        <w:t>je n</w:t>
      </w:r>
      <w:r w:rsidR="00766774">
        <w:t>’</w:t>
      </w:r>
      <w:r w:rsidRPr="00115F49">
        <w:t>aurais même pas pu reconnaître son épaule</w:t>
      </w:r>
      <w:r w:rsidR="00766774">
        <w:t>.</w:t>
      </w:r>
    </w:p>
    <w:p w14:paraId="39B5E983" w14:textId="77777777" w:rsidR="00766774" w:rsidRDefault="00115F49" w:rsidP="00115F49">
      <w:r w:rsidRPr="00115F49">
        <w:t>Je pris pour prétexte l</w:t>
      </w:r>
      <w:r w:rsidR="00766774">
        <w:t>’</w:t>
      </w:r>
      <w:r w:rsidRPr="00115F49">
        <w:t>examen d</w:t>
      </w:r>
      <w:r w:rsidR="00766774">
        <w:t>’</w:t>
      </w:r>
      <w:r w:rsidRPr="00115F49">
        <w:t>un tablier de satin bouillonné et orné de volants de dentelle qui</w:t>
      </w:r>
      <w:r w:rsidR="00766774">
        <w:t xml:space="preserve">, </w:t>
      </w:r>
      <w:r w:rsidRPr="00115F49">
        <w:t>d</w:t>
      </w:r>
      <w:r w:rsidR="00766774">
        <w:t>’</w:t>
      </w:r>
      <w:r w:rsidRPr="00115F49">
        <w:t>après la femme grise</w:t>
      </w:r>
      <w:r w:rsidR="00766774">
        <w:t xml:space="preserve">, </w:t>
      </w:r>
      <w:r w:rsidRPr="00115F49">
        <w:t>devait accompagner une toilette de visite en cachemire prune</w:t>
      </w:r>
      <w:r w:rsidR="00766774">
        <w:t xml:space="preserve">, </w:t>
      </w:r>
      <w:r w:rsidRPr="00115F49">
        <w:t>pour changer de place et tâcher d</w:t>
      </w:r>
      <w:r w:rsidR="00766774">
        <w:t>’</w:t>
      </w:r>
      <w:r w:rsidRPr="00115F49">
        <w:t>apercevoir un peu mieux Langlois</w:t>
      </w:r>
      <w:r w:rsidR="00766774">
        <w:t>.</w:t>
      </w:r>
    </w:p>
    <w:p w14:paraId="12CC11E5" w14:textId="77777777" w:rsidR="00766774" w:rsidRDefault="00115F49" w:rsidP="00115F49">
      <w:r w:rsidRPr="00115F49">
        <w:t>Il s</w:t>
      </w:r>
      <w:r w:rsidR="00766774">
        <w:t>’</w:t>
      </w:r>
      <w:r w:rsidRPr="00115F49">
        <w:t>était enfoncé le plus possible dans le fauteuil</w:t>
      </w:r>
      <w:r w:rsidR="00766774">
        <w:t xml:space="preserve">. </w:t>
      </w:r>
      <w:r w:rsidRPr="00115F49">
        <w:t>Je pus apercevoir</w:t>
      </w:r>
      <w:r w:rsidR="00766774">
        <w:t xml:space="preserve">, </w:t>
      </w:r>
      <w:r w:rsidRPr="00115F49">
        <w:t>plus noire que l</w:t>
      </w:r>
      <w:r w:rsidR="00766774">
        <w:t>’</w:t>
      </w:r>
      <w:r w:rsidRPr="00115F49">
        <w:t>ombre</w:t>
      </w:r>
      <w:r w:rsidR="00766774">
        <w:t xml:space="preserve">, </w:t>
      </w:r>
      <w:r w:rsidRPr="00115F49">
        <w:t>l</w:t>
      </w:r>
      <w:r w:rsidR="00766774">
        <w:t>’</w:t>
      </w:r>
      <w:r w:rsidRPr="00115F49">
        <w:t>aile de corbeau d</w:t>
      </w:r>
      <w:r w:rsidR="00766774">
        <w:t>’</w:t>
      </w:r>
      <w:r w:rsidRPr="00115F49">
        <w:t>une de ses tempes</w:t>
      </w:r>
      <w:r w:rsidR="00766774">
        <w:t>.</w:t>
      </w:r>
    </w:p>
    <w:p w14:paraId="39D746B9" w14:textId="77777777" w:rsidR="00766774" w:rsidRDefault="00115F49" w:rsidP="00115F49">
      <w:r w:rsidRPr="00115F49">
        <w:t>Il faisait face à la partie la plus obscure de la pièce</w:t>
      </w:r>
      <w:r w:rsidR="00766774">
        <w:t xml:space="preserve">. </w:t>
      </w:r>
      <w:r w:rsidRPr="00115F49">
        <w:t>Il ne bougeait pas</w:t>
      </w:r>
      <w:r w:rsidR="00766774">
        <w:t>.</w:t>
      </w:r>
    </w:p>
    <w:p w14:paraId="12C0FA75" w14:textId="77777777" w:rsidR="00766774" w:rsidRDefault="00115F49" w:rsidP="00115F49">
      <w:r w:rsidRPr="00115F49">
        <w:t>Je plaçai le tablier devant moi de telle façon qu</w:t>
      </w:r>
      <w:r w:rsidR="00766774">
        <w:t>’</w:t>
      </w:r>
      <w:r w:rsidRPr="00115F49">
        <w:t>en manifestant une admiration profonde et un peu prolongée</w:t>
      </w:r>
      <w:r w:rsidR="00766774">
        <w:t xml:space="preserve">, </w:t>
      </w:r>
      <w:r w:rsidRPr="00115F49">
        <w:t>je pus me rendre compte que la peau de la tempe de Langlois était lisse et sans un pli</w:t>
      </w:r>
      <w:r w:rsidR="00766774">
        <w:t xml:space="preserve"> : </w:t>
      </w:r>
      <w:r w:rsidRPr="00115F49">
        <w:t>c</w:t>
      </w:r>
      <w:r w:rsidR="00766774">
        <w:t>’</w:t>
      </w:r>
      <w:r w:rsidRPr="00115F49">
        <w:t>est qu</w:t>
      </w:r>
      <w:r w:rsidR="00766774">
        <w:t>’</w:t>
      </w:r>
      <w:r w:rsidRPr="00115F49">
        <w:t>il était en contemplation</w:t>
      </w:r>
      <w:r w:rsidR="00766774">
        <w:t>.</w:t>
      </w:r>
    </w:p>
    <w:p w14:paraId="1055066A" w14:textId="77777777" w:rsidR="00766774" w:rsidRDefault="00115F49" w:rsidP="00115F49">
      <w:r w:rsidRPr="00115F49">
        <w:t>Il ne me fut pas possible de voir tout de suite ce qu</w:t>
      </w:r>
      <w:r w:rsidR="00766774">
        <w:t>’</w:t>
      </w:r>
      <w:r w:rsidRPr="00115F49">
        <w:t>il regardait</w:t>
      </w:r>
      <w:r w:rsidR="00766774">
        <w:t>.</w:t>
      </w:r>
    </w:p>
    <w:p w14:paraId="28E3D4EB" w14:textId="77777777" w:rsidR="00766774" w:rsidRDefault="00115F49" w:rsidP="00115F49">
      <w:r w:rsidRPr="00115F49">
        <w:t>Nous en étions</w:t>
      </w:r>
      <w:r w:rsidR="00766774">
        <w:t>, M</w:t>
      </w:r>
      <w:r w:rsidR="00766774" w:rsidRPr="00766774">
        <w:rPr>
          <w:vertAlign w:val="superscript"/>
        </w:rPr>
        <w:t>me</w:t>
      </w:r>
      <w:r w:rsidR="00766774">
        <w:t> </w:t>
      </w:r>
      <w:r w:rsidRPr="00115F49">
        <w:t>Tim et moi</w:t>
      </w:r>
      <w:r w:rsidR="00766774">
        <w:t xml:space="preserve">, </w:t>
      </w:r>
      <w:r w:rsidRPr="00115F49">
        <w:t>à une pelisse d</w:t>
      </w:r>
      <w:r w:rsidR="00766774">
        <w:t>’</w:t>
      </w:r>
      <w:r w:rsidRPr="00115F49">
        <w:t>enfant aux soutaches et broderies</w:t>
      </w:r>
      <w:r w:rsidR="00766774">
        <w:t xml:space="preserve">, </w:t>
      </w:r>
      <w:r w:rsidRPr="00115F49">
        <w:t>ouatée et piquée de plumes frisées</w:t>
      </w:r>
      <w:r w:rsidR="00766774">
        <w:t xml:space="preserve">, </w:t>
      </w:r>
      <w:r w:rsidRPr="00115F49">
        <w:t>ce qui était l</w:t>
      </w:r>
      <w:r w:rsidR="00766774">
        <w:t>’</w:t>
      </w:r>
      <w:r w:rsidRPr="00115F49">
        <w:t>engouement de l</w:t>
      </w:r>
      <w:r w:rsidR="00766774">
        <w:t>’</w:t>
      </w:r>
      <w:r w:rsidRPr="00115F49">
        <w:t>époque et faisait trembler d</w:t>
      </w:r>
      <w:r w:rsidR="00766774">
        <w:t>’</w:t>
      </w:r>
      <w:r w:rsidRPr="00115F49">
        <w:t>appréhension et de désir la femme grise</w:t>
      </w:r>
      <w:r w:rsidR="00766774">
        <w:t xml:space="preserve">. </w:t>
      </w:r>
      <w:r w:rsidRPr="00115F49">
        <w:t>On n</w:t>
      </w:r>
      <w:r w:rsidR="00766774">
        <w:t>’</w:t>
      </w:r>
      <w:r w:rsidRPr="00115F49">
        <w:t xml:space="preserve">avait </w:t>
      </w:r>
      <w:r w:rsidRPr="00115F49">
        <w:lastRenderedPageBreak/>
        <w:t>jamais entrepris tel travail chez une ouvrière de la campagne</w:t>
      </w:r>
      <w:r w:rsidR="00766774">
        <w:t xml:space="preserve">, </w:t>
      </w:r>
      <w:r w:rsidRPr="00115F49">
        <w:t xml:space="preserve">mais </w:t>
      </w:r>
      <w:r w:rsidR="00766774">
        <w:t>M</w:t>
      </w:r>
      <w:r w:rsidR="00766774" w:rsidRPr="00766774">
        <w:rPr>
          <w:vertAlign w:val="superscript"/>
        </w:rPr>
        <w:t>me</w:t>
      </w:r>
      <w:r w:rsidR="00766774">
        <w:t> </w:t>
      </w:r>
      <w:r w:rsidRPr="00115F49">
        <w:t>Tim lui disait qu</w:t>
      </w:r>
      <w:r w:rsidR="00766774">
        <w:t>’</w:t>
      </w:r>
      <w:r w:rsidRPr="00115F49">
        <w:t>elle en était capable</w:t>
      </w:r>
      <w:r w:rsidR="00766774">
        <w:t xml:space="preserve">. </w:t>
      </w:r>
      <w:r w:rsidRPr="00115F49">
        <w:t xml:space="preserve">Et </w:t>
      </w:r>
      <w:r w:rsidR="00766774">
        <w:t>M</w:t>
      </w:r>
      <w:r w:rsidR="00766774" w:rsidRPr="00766774">
        <w:rPr>
          <w:vertAlign w:val="superscript"/>
        </w:rPr>
        <w:t>me</w:t>
      </w:r>
      <w:r w:rsidR="00766774">
        <w:t> </w:t>
      </w:r>
      <w:r w:rsidRPr="00115F49">
        <w:t>Tim disait qu</w:t>
      </w:r>
      <w:r w:rsidR="00766774">
        <w:t>’</w:t>
      </w:r>
      <w:r w:rsidRPr="00115F49">
        <w:t>elle était disposée pour sa part à payer les fournitures et à accepter tous les risques</w:t>
      </w:r>
      <w:r w:rsidR="00766774">
        <w:t xml:space="preserve">. </w:t>
      </w:r>
      <w:r w:rsidRPr="00115F49">
        <w:t>Et les mains de la femme grise tremblaient parce qu</w:t>
      </w:r>
      <w:r w:rsidR="00766774">
        <w:t>’</w:t>
      </w:r>
      <w:r w:rsidRPr="00115F49">
        <w:t>alors c</w:t>
      </w:r>
      <w:r w:rsidR="00766774">
        <w:t>’</w:t>
      </w:r>
      <w:r w:rsidRPr="00115F49">
        <w:t>était une très riche commande</w:t>
      </w:r>
      <w:r w:rsidR="00766774">
        <w:t>.</w:t>
      </w:r>
    </w:p>
    <w:p w14:paraId="476C0EFE" w14:textId="77777777" w:rsidR="00766774" w:rsidRDefault="00115F49" w:rsidP="00115F49">
      <w:r w:rsidRPr="00115F49">
        <w:t>Langlois regardait un portrait accroché sur le mur le plus sombre</w:t>
      </w:r>
      <w:r w:rsidR="00766774">
        <w:t>.</w:t>
      </w:r>
    </w:p>
    <w:p w14:paraId="1787F507" w14:textId="77777777" w:rsidR="00766774" w:rsidRDefault="00115F49" w:rsidP="00115F49">
      <w:r w:rsidRPr="00115F49">
        <w:t>Je dis un portrait à cause de la forme des berges d</w:t>
      </w:r>
      <w:r w:rsidR="00766774">
        <w:t>’</w:t>
      </w:r>
      <w:r w:rsidRPr="00115F49">
        <w:t>or de son cadre</w:t>
      </w:r>
      <w:r w:rsidR="00766774">
        <w:t xml:space="preserve"> : </w:t>
      </w:r>
      <w:r w:rsidRPr="00115F49">
        <w:t>rectangle étroit</w:t>
      </w:r>
      <w:r w:rsidR="00766774">
        <w:t xml:space="preserve">, </w:t>
      </w:r>
      <w:r w:rsidRPr="00115F49">
        <w:t>debout comme un homme</w:t>
      </w:r>
      <w:r w:rsidR="00766774">
        <w:t xml:space="preserve">. </w:t>
      </w:r>
      <w:r w:rsidRPr="00115F49">
        <w:t>Homme ou femme</w:t>
      </w:r>
      <w:r w:rsidR="00766774">
        <w:t xml:space="preserve">, </w:t>
      </w:r>
      <w:r w:rsidRPr="00115F49">
        <w:t>c</w:t>
      </w:r>
      <w:r w:rsidR="00766774">
        <w:t>’</w:t>
      </w:r>
      <w:r w:rsidRPr="00115F49">
        <w:t>était certainement quelqu</w:t>
      </w:r>
      <w:r w:rsidR="00766774">
        <w:t>’</w:t>
      </w:r>
      <w:r w:rsidRPr="00115F49">
        <w:t>un de debout dans l</w:t>
      </w:r>
      <w:r w:rsidR="00766774">
        <w:t>’</w:t>
      </w:r>
      <w:r w:rsidRPr="00115F49">
        <w:t>ombre</w:t>
      </w:r>
      <w:r w:rsidR="00766774">
        <w:t xml:space="preserve"> ; </w:t>
      </w:r>
      <w:r w:rsidRPr="00115F49">
        <w:t>en pied</w:t>
      </w:r>
      <w:r w:rsidR="00766774">
        <w:t xml:space="preserve">, </w:t>
      </w:r>
      <w:r w:rsidRPr="00115F49">
        <w:t>presque grandeur naturelle</w:t>
      </w:r>
      <w:r w:rsidR="00766774">
        <w:t xml:space="preserve">. </w:t>
      </w:r>
      <w:r w:rsidRPr="00115F49">
        <w:t>La lumière de la fenêtre reflétée par le bois poli de la grande table ronde jetait quelques lueurs mais j</w:t>
      </w:r>
      <w:r w:rsidR="00766774">
        <w:t>’</w:t>
      </w:r>
      <w:r w:rsidRPr="00115F49">
        <w:t>étais trop loin et trop éblouie par la blancheur du linge que nous examinions pour distinguer autre chose que de vagues formes brumeuses qui devaient être des mains</w:t>
      </w:r>
      <w:r w:rsidR="00766774">
        <w:t xml:space="preserve">, </w:t>
      </w:r>
      <w:r w:rsidRPr="00115F49">
        <w:t>et enfin conclure</w:t>
      </w:r>
      <w:r w:rsidR="00766774">
        <w:t xml:space="preserve">, </w:t>
      </w:r>
      <w:r w:rsidRPr="00115F49">
        <w:t>par l</w:t>
      </w:r>
      <w:r w:rsidR="00766774">
        <w:t>’</w:t>
      </w:r>
      <w:r w:rsidRPr="00115F49">
        <w:t>ensemble du corps de bitume</w:t>
      </w:r>
      <w:r w:rsidR="00766774">
        <w:t xml:space="preserve">, </w:t>
      </w:r>
      <w:r w:rsidRPr="00115F49">
        <w:t>que ce devait être le portrait d</w:t>
      </w:r>
      <w:r w:rsidR="00766774">
        <w:t>’</w:t>
      </w:r>
      <w:r w:rsidRPr="00115F49">
        <w:t>un homme</w:t>
      </w:r>
      <w:r w:rsidR="00766774">
        <w:t>.</w:t>
      </w:r>
    </w:p>
    <w:p w14:paraId="55CFBD59" w14:textId="77777777" w:rsidR="00766774" w:rsidRDefault="00115F49" w:rsidP="00115F49">
      <w:r w:rsidRPr="00115F49">
        <w:t>De l</w:t>
      </w:r>
      <w:r w:rsidR="00766774">
        <w:t>’</w:t>
      </w:r>
      <w:r w:rsidRPr="00115F49">
        <w:t>endroit où il était</w:t>
      </w:r>
      <w:r w:rsidR="00766774">
        <w:t xml:space="preserve">, </w:t>
      </w:r>
      <w:r w:rsidRPr="00115F49">
        <w:t>et surtout après la précaution qu</w:t>
      </w:r>
      <w:r w:rsidR="00766774">
        <w:t>’</w:t>
      </w:r>
      <w:r w:rsidRPr="00115F49">
        <w:t>il avait prise de s</w:t>
      </w:r>
      <w:r w:rsidR="00766774">
        <w:t>’</w:t>
      </w:r>
      <w:r w:rsidRPr="00115F49">
        <w:t>abriter derrière les oreillettes du fauteuil</w:t>
      </w:r>
      <w:r w:rsidR="00766774">
        <w:t xml:space="preserve">, </w:t>
      </w:r>
      <w:r w:rsidRPr="00115F49">
        <w:t>Langlois avait dû suffisamment habituer ses yeux à l</w:t>
      </w:r>
      <w:r w:rsidR="00766774">
        <w:t>’</w:t>
      </w:r>
      <w:r w:rsidRPr="00115F49">
        <w:t>obscurité pour pouvoir distinguer sans doute comment ces mains s</w:t>
      </w:r>
      <w:r w:rsidR="00766774">
        <w:t>’</w:t>
      </w:r>
      <w:r w:rsidRPr="00115F49">
        <w:t>emmanchaient sur un corps</w:t>
      </w:r>
      <w:r w:rsidR="00766774">
        <w:t xml:space="preserve">, </w:t>
      </w:r>
      <w:r w:rsidRPr="00115F49">
        <w:t>comment ce corps se dressait</w:t>
      </w:r>
      <w:r w:rsidR="00766774">
        <w:t xml:space="preserve">, </w:t>
      </w:r>
      <w:r w:rsidRPr="00115F49">
        <w:t>et peut-être même était-il arrivé à voir le visage que ce corps portait là-haut où moi je ne voyais rien</w:t>
      </w:r>
      <w:r w:rsidR="00766774">
        <w:t xml:space="preserve">, </w:t>
      </w:r>
      <w:r w:rsidRPr="00115F49">
        <w:t>où l</w:t>
      </w:r>
      <w:r w:rsidR="00766774">
        <w:t>’</w:t>
      </w:r>
      <w:r w:rsidRPr="00115F49">
        <w:t>instinct me disait d</w:t>
      </w:r>
      <w:r w:rsidR="00766774">
        <w:t>’</w:t>
      </w:r>
      <w:r w:rsidRPr="00115F49">
        <w:t>ailleurs qu</w:t>
      </w:r>
      <w:r w:rsidR="00766774">
        <w:t>’</w:t>
      </w:r>
      <w:r w:rsidRPr="00115F49">
        <w:t>il ne fallait pas regarder</w:t>
      </w:r>
      <w:r w:rsidR="00766774">
        <w:t>.</w:t>
      </w:r>
    </w:p>
    <w:p w14:paraId="1D9FD4D4" w14:textId="77777777" w:rsidR="00766774" w:rsidRDefault="00115F49" w:rsidP="00115F49">
      <w:r w:rsidRPr="00115F49">
        <w:t>C</w:t>
      </w:r>
      <w:r w:rsidR="00766774">
        <w:t>’</w:t>
      </w:r>
      <w:r w:rsidRPr="00115F49">
        <w:t>était entendu pour la pelisse d</w:t>
      </w:r>
      <w:r w:rsidR="00766774">
        <w:t>’</w:t>
      </w:r>
      <w:r w:rsidRPr="00115F49">
        <w:t>enfant</w:t>
      </w:r>
      <w:r w:rsidR="00766774">
        <w:t>.</w:t>
      </w:r>
    </w:p>
    <w:p w14:paraId="17B48629" w14:textId="77777777" w:rsidR="00766774" w:rsidRDefault="00766774" w:rsidP="00115F49">
      <w:r>
        <w:t>M</w:t>
      </w:r>
      <w:r w:rsidRPr="00766774">
        <w:rPr>
          <w:vertAlign w:val="superscript"/>
        </w:rPr>
        <w:t>me</w:t>
      </w:r>
      <w:r>
        <w:t> </w:t>
      </w:r>
      <w:r w:rsidR="00115F49" w:rsidRPr="00115F49">
        <w:t>Tim resta un temps inappréciable</w:t>
      </w:r>
      <w:r>
        <w:t xml:space="preserve">, </w:t>
      </w:r>
      <w:r w:rsidR="00115F49" w:rsidRPr="00115F49">
        <w:t>peut-être deux secondes</w:t>
      </w:r>
      <w:r>
        <w:t xml:space="preserve">, </w:t>
      </w:r>
      <w:r w:rsidR="00115F49" w:rsidRPr="00115F49">
        <w:t>suspendue en l</w:t>
      </w:r>
      <w:r>
        <w:t>’</w:t>
      </w:r>
      <w:r w:rsidR="00115F49" w:rsidRPr="00115F49">
        <w:t>air</w:t>
      </w:r>
      <w:r>
        <w:t xml:space="preserve">, </w:t>
      </w:r>
      <w:r w:rsidR="00115F49" w:rsidRPr="00115F49">
        <w:t>dans le silence</w:t>
      </w:r>
      <w:r>
        <w:t xml:space="preserve">. </w:t>
      </w:r>
      <w:r w:rsidR="00115F49" w:rsidRPr="00115F49">
        <w:t>Depuis beaucoup plus d</w:t>
      </w:r>
      <w:r>
        <w:t>’</w:t>
      </w:r>
      <w:r w:rsidR="00115F49" w:rsidRPr="00115F49">
        <w:t>une heure elle fournissait un effort très fatigant</w:t>
      </w:r>
      <w:r>
        <w:t>.</w:t>
      </w:r>
    </w:p>
    <w:p w14:paraId="1BF0ADB4" w14:textId="1D5E42DA" w:rsidR="00766774" w:rsidRDefault="00115F49" w:rsidP="00115F49">
      <w:r w:rsidRPr="00115F49">
        <w:lastRenderedPageBreak/>
        <w:t>Je compris combien Langlois avait été amical en</w:t>
      </w:r>
      <w:r w:rsidRPr="00115F49">
        <w:rPr>
          <w:i/>
          <w:iCs/>
        </w:rPr>
        <w:t xml:space="preserve"> tournant autour du pot</w:t>
      </w:r>
      <w:r w:rsidR="00766774">
        <w:rPr>
          <w:i/>
          <w:iCs/>
        </w:rPr>
        <w:t xml:space="preserve">. </w:t>
      </w:r>
      <w:r w:rsidRPr="00115F49">
        <w:t>Cet homme connaissait tous les mystères de la tendre amitié</w:t>
      </w:r>
      <w:r w:rsidR="00766774">
        <w:t xml:space="preserve">. </w:t>
      </w:r>
      <w:r w:rsidRPr="00115F49">
        <w:t>Combien</w:t>
      </w:r>
      <w:r w:rsidR="00B72B1E">
        <w:t xml:space="preserve"> </w:t>
      </w:r>
      <w:r w:rsidR="00766774">
        <w:t>M</w:t>
      </w:r>
      <w:r w:rsidR="00766774" w:rsidRPr="00766774">
        <w:rPr>
          <w:vertAlign w:val="superscript"/>
        </w:rPr>
        <w:t>me</w:t>
      </w:r>
      <w:r w:rsidR="00766774">
        <w:t> </w:t>
      </w:r>
      <w:r w:rsidRPr="00115F49">
        <w:t>Tim et moi aurions eu de fatigues</w:t>
      </w:r>
      <w:r w:rsidR="00766774">
        <w:t xml:space="preserve">, </w:t>
      </w:r>
      <w:r w:rsidRPr="00115F49">
        <w:t>de remords et de peurs évités si nous avions accepté d</w:t>
      </w:r>
      <w:r w:rsidR="00766774">
        <w:t>’</w:t>
      </w:r>
      <w:r w:rsidRPr="00115F49">
        <w:t>être parfaitement naïves et de bien vouloir commander des dentelles sans chercher à comprendre</w:t>
      </w:r>
      <w:r w:rsidR="00766774">
        <w:t>.</w:t>
      </w:r>
    </w:p>
    <w:p w14:paraId="7B448437" w14:textId="77777777" w:rsidR="00766774" w:rsidRDefault="00115F49" w:rsidP="00115F49">
      <w:r w:rsidRPr="00115F49">
        <w:t>Ce que je vous dis là</w:t>
      </w:r>
      <w:r w:rsidR="00766774">
        <w:t xml:space="preserve"> – </w:t>
      </w:r>
      <w:r w:rsidRPr="00115F49">
        <w:t>encore une fois</w:t>
      </w:r>
      <w:r w:rsidR="00766774">
        <w:t xml:space="preserve"> – </w:t>
      </w:r>
      <w:r w:rsidRPr="00115F49">
        <w:t xml:space="preserve">dura le temps du silence fatigué de </w:t>
      </w:r>
      <w:r w:rsidR="00766774">
        <w:t>M</w:t>
      </w:r>
      <w:r w:rsidR="00766774" w:rsidRPr="00766774">
        <w:rPr>
          <w:vertAlign w:val="superscript"/>
        </w:rPr>
        <w:t>me</w:t>
      </w:r>
      <w:r w:rsidR="00766774">
        <w:t> </w:t>
      </w:r>
      <w:r w:rsidRPr="00115F49">
        <w:t>Tim</w:t>
      </w:r>
      <w:r w:rsidR="00766774">
        <w:t xml:space="preserve">. </w:t>
      </w:r>
      <w:r w:rsidRPr="00115F49">
        <w:t>Le temps de cligner de l</w:t>
      </w:r>
      <w:r w:rsidR="00766774">
        <w:t>’</w:t>
      </w:r>
      <w:r w:rsidRPr="00115F49">
        <w:t>œil</w:t>
      </w:r>
      <w:r w:rsidR="00766774">
        <w:t xml:space="preserve"> ; </w:t>
      </w:r>
      <w:r w:rsidRPr="00115F49">
        <w:t>mais silence qui nous étrangla tous les trois comme le secouement de l</w:t>
      </w:r>
      <w:r w:rsidR="00766774">
        <w:t>’</w:t>
      </w:r>
      <w:r w:rsidRPr="00115F49">
        <w:t>éclair</w:t>
      </w:r>
      <w:r w:rsidR="00766774">
        <w:t xml:space="preserve">. </w:t>
      </w:r>
      <w:r w:rsidRPr="00115F49">
        <w:t>La femme grise n</w:t>
      </w:r>
      <w:r w:rsidR="00766774">
        <w:t>’</w:t>
      </w:r>
      <w:r w:rsidRPr="00115F49">
        <w:t>en fut touchée qu</w:t>
      </w:r>
      <w:r w:rsidR="00766774">
        <w:t>’</w:t>
      </w:r>
      <w:r w:rsidRPr="00115F49">
        <w:t>une seconde après nous</w:t>
      </w:r>
      <w:r w:rsidR="00766774">
        <w:t xml:space="preserve"> : </w:t>
      </w:r>
      <w:r w:rsidRPr="00115F49">
        <w:t>le temps d</w:t>
      </w:r>
      <w:r w:rsidR="00766774">
        <w:t>’</w:t>
      </w:r>
      <w:r w:rsidRPr="00115F49">
        <w:t>un clin d</w:t>
      </w:r>
      <w:r w:rsidR="00766774">
        <w:t>’</w:t>
      </w:r>
      <w:r w:rsidRPr="00115F49">
        <w:t>œil</w:t>
      </w:r>
      <w:r w:rsidR="00766774">
        <w:t xml:space="preserve">, </w:t>
      </w:r>
      <w:r w:rsidRPr="00115F49">
        <w:t>elle fut heureuse au point qu</w:t>
      </w:r>
      <w:r w:rsidR="00766774">
        <w:t>’</w:t>
      </w:r>
      <w:r w:rsidRPr="00115F49">
        <w:t>elle souriait à un ange</w:t>
      </w:r>
      <w:r w:rsidR="00766774">
        <w:t>.</w:t>
      </w:r>
    </w:p>
    <w:p w14:paraId="0E912A2B" w14:textId="77777777" w:rsidR="00766774" w:rsidRDefault="00766774" w:rsidP="00115F49">
      <w:r>
        <w:t>— </w:t>
      </w:r>
      <w:r w:rsidR="00115F49" w:rsidRPr="00115F49">
        <w:t>Au sujet de la taie d</w:t>
      </w:r>
      <w:r>
        <w:t>’</w:t>
      </w:r>
      <w:r w:rsidR="00115F49" w:rsidRPr="00115F49">
        <w:t>oreiller</w:t>
      </w:r>
      <w:r>
        <w:t xml:space="preserve">, </w:t>
      </w:r>
      <w:r w:rsidR="00115F49" w:rsidRPr="00115F49">
        <w:t xml:space="preserve">dit péniblement </w:t>
      </w:r>
      <w:r>
        <w:t>M</w:t>
      </w:r>
      <w:r w:rsidRPr="00766774">
        <w:rPr>
          <w:vertAlign w:val="superscript"/>
        </w:rPr>
        <w:t>me</w:t>
      </w:r>
      <w:r>
        <w:t> </w:t>
      </w:r>
      <w:r w:rsidR="00115F49" w:rsidRPr="00115F49">
        <w:t>Tim</w:t>
      </w:r>
      <w:r>
        <w:t>.</w:t>
      </w:r>
    </w:p>
    <w:p w14:paraId="720B7495" w14:textId="77777777" w:rsidR="00766774" w:rsidRDefault="00115F49" w:rsidP="00115F49">
      <w:r w:rsidRPr="00115F49">
        <w:t>Elle était à bout de forces et elle me jeta un regard désespéré</w:t>
      </w:r>
      <w:r w:rsidR="00766774">
        <w:t>.</w:t>
      </w:r>
    </w:p>
    <w:p w14:paraId="3C84647A" w14:textId="77777777" w:rsidR="00766774" w:rsidRDefault="00115F49" w:rsidP="00115F49">
      <w:r w:rsidRPr="00115F49">
        <w:t>Mais moi</w:t>
      </w:r>
      <w:r w:rsidR="00766774">
        <w:t xml:space="preserve">, </w:t>
      </w:r>
      <w:r w:rsidRPr="00115F49">
        <w:t>dans ce rôle de cousine pauvre que j</w:t>
      </w:r>
      <w:r w:rsidR="00766774">
        <w:t>’</w:t>
      </w:r>
      <w:r w:rsidRPr="00115F49">
        <w:t>avais pris</w:t>
      </w:r>
      <w:r w:rsidR="00766774">
        <w:t xml:space="preserve">, </w:t>
      </w:r>
      <w:r w:rsidRPr="00115F49">
        <w:t>mon initiative était limitée</w:t>
      </w:r>
      <w:r w:rsidR="00766774">
        <w:t xml:space="preserve">. </w:t>
      </w:r>
      <w:r w:rsidRPr="00115F49">
        <w:t>De quel droit serais-je venue sur le tapis</w:t>
      </w:r>
      <w:r w:rsidR="00766774">
        <w:t> ?</w:t>
      </w:r>
    </w:p>
    <w:p w14:paraId="3E0F68F9" w14:textId="77777777" w:rsidR="00766774" w:rsidRDefault="00115F49" w:rsidP="00115F49">
      <w:r w:rsidRPr="00115F49">
        <w:t>Et d</w:t>
      </w:r>
      <w:r w:rsidR="00766774">
        <w:t>’</w:t>
      </w:r>
      <w:r w:rsidRPr="00115F49">
        <w:t>ailleurs ce fut tout de suite trop tard</w:t>
      </w:r>
      <w:r w:rsidR="00766774">
        <w:t xml:space="preserve">. </w:t>
      </w:r>
      <w:r w:rsidRPr="00115F49">
        <w:t>La femme grise répondit très poliment au sujet de la taie d</w:t>
      </w:r>
      <w:r w:rsidR="00766774">
        <w:t>’</w:t>
      </w:r>
      <w:r w:rsidRPr="00115F49">
        <w:t>oreiller et elle fouilla dans la travailleuse pour trouver des modèles</w:t>
      </w:r>
      <w:r w:rsidR="00766774">
        <w:t xml:space="preserve">, </w:t>
      </w:r>
      <w:r w:rsidRPr="00115F49">
        <w:t>mais d</w:t>
      </w:r>
      <w:r w:rsidR="00766774">
        <w:t>’</w:t>
      </w:r>
      <w:r w:rsidRPr="00115F49">
        <w:t>une main molle</w:t>
      </w:r>
      <w:r w:rsidR="00766774">
        <w:t xml:space="preserve">. </w:t>
      </w:r>
      <w:r w:rsidRPr="00115F49">
        <w:t>Au surplus</w:t>
      </w:r>
      <w:r w:rsidR="00766774">
        <w:t xml:space="preserve">, </w:t>
      </w:r>
      <w:r w:rsidRPr="00115F49">
        <w:t>pour la taie d</w:t>
      </w:r>
      <w:r w:rsidR="00766774">
        <w:t>’</w:t>
      </w:r>
      <w:r w:rsidRPr="00115F49">
        <w:t>oreiller</w:t>
      </w:r>
      <w:r w:rsidR="00766774">
        <w:t xml:space="preserve">, </w:t>
      </w:r>
      <w:r w:rsidRPr="00115F49">
        <w:t>il n</w:t>
      </w:r>
      <w:r w:rsidR="00766774">
        <w:t>’</w:t>
      </w:r>
      <w:r w:rsidRPr="00115F49">
        <w:t>y avait pas à discuter à perte de vue</w:t>
      </w:r>
      <w:r w:rsidR="00766774">
        <w:t>.</w:t>
      </w:r>
    </w:p>
    <w:p w14:paraId="703AEB53" w14:textId="77777777" w:rsidR="00766774" w:rsidRDefault="00115F49" w:rsidP="00115F49">
      <w:r w:rsidRPr="00115F49">
        <w:t>Je regardai du côté de Langlois</w:t>
      </w:r>
      <w:r w:rsidR="00766774">
        <w:t>.</w:t>
      </w:r>
    </w:p>
    <w:p w14:paraId="1F62CB50" w14:textId="77777777" w:rsidR="00766774" w:rsidRDefault="00115F49" w:rsidP="00115F49">
      <w:r w:rsidRPr="00115F49">
        <w:t>C</w:t>
      </w:r>
      <w:r w:rsidR="00766774">
        <w:t>’</w:t>
      </w:r>
      <w:r w:rsidRPr="00115F49">
        <w:t>est maintenant qu</w:t>
      </w:r>
      <w:r w:rsidR="00766774">
        <w:t>’</w:t>
      </w:r>
      <w:r w:rsidRPr="00115F49">
        <w:t>il aurait dû nous donner signe de vie</w:t>
      </w:r>
      <w:r w:rsidR="00766774">
        <w:t xml:space="preserve">. </w:t>
      </w:r>
      <w:r w:rsidRPr="00115F49">
        <w:t>Maintenant</w:t>
      </w:r>
      <w:r w:rsidR="00766774">
        <w:t xml:space="preserve">, </w:t>
      </w:r>
      <w:r w:rsidRPr="00115F49">
        <w:t xml:space="preserve">il fallait que </w:t>
      </w:r>
      <w:r w:rsidR="00766774">
        <w:t>M</w:t>
      </w:r>
      <w:r w:rsidR="00766774" w:rsidRPr="00766774">
        <w:rPr>
          <w:vertAlign w:val="superscript"/>
        </w:rPr>
        <w:t>me</w:t>
      </w:r>
      <w:r w:rsidR="00766774">
        <w:t> </w:t>
      </w:r>
      <w:r w:rsidRPr="00115F49">
        <w:t>Tim emploie ses dernières ressources à se dresser et à conclure</w:t>
      </w:r>
      <w:r w:rsidR="00766774">
        <w:t xml:space="preserve">. </w:t>
      </w:r>
      <w:r w:rsidRPr="00115F49">
        <w:t>Et après</w:t>
      </w:r>
      <w:r w:rsidR="00766774">
        <w:t xml:space="preserve">, </w:t>
      </w:r>
      <w:r w:rsidRPr="00115F49">
        <w:t>nous devions exécuter notre sortie</w:t>
      </w:r>
      <w:r w:rsidR="00766774">
        <w:t>.</w:t>
      </w:r>
    </w:p>
    <w:p w14:paraId="2C1E6ECA" w14:textId="77777777" w:rsidR="00766774" w:rsidRDefault="00115F49" w:rsidP="00115F49">
      <w:r w:rsidRPr="00115F49">
        <w:lastRenderedPageBreak/>
        <w:t>Nous n</w:t>
      </w:r>
      <w:r w:rsidR="00766774">
        <w:t>’</w:t>
      </w:r>
      <w:r w:rsidRPr="00115F49">
        <w:t>en pouvions plus</w:t>
      </w:r>
      <w:r w:rsidR="00766774">
        <w:t xml:space="preserve"> ; </w:t>
      </w:r>
      <w:r w:rsidRPr="00115F49">
        <w:t>il aurait fallu inventer de ne pas avoir pitié</w:t>
      </w:r>
      <w:r w:rsidR="00766774">
        <w:t xml:space="preserve">, </w:t>
      </w:r>
      <w:r w:rsidRPr="00115F49">
        <w:t>à la fin</w:t>
      </w:r>
      <w:r w:rsidR="00766774">
        <w:t xml:space="preserve">, </w:t>
      </w:r>
      <w:r w:rsidRPr="00115F49">
        <w:t>de cette femme grise</w:t>
      </w:r>
      <w:r w:rsidR="00766774">
        <w:t>.</w:t>
      </w:r>
    </w:p>
    <w:p w14:paraId="268D141A" w14:textId="77777777" w:rsidR="00766774" w:rsidRDefault="00115F49" w:rsidP="00115F49">
      <w:r w:rsidRPr="00115F49">
        <w:t xml:space="preserve">Même la bourgeoise dont </w:t>
      </w:r>
      <w:r w:rsidR="00766774">
        <w:t>M</w:t>
      </w:r>
      <w:r w:rsidR="00766774" w:rsidRPr="00766774">
        <w:rPr>
          <w:vertAlign w:val="superscript"/>
        </w:rPr>
        <w:t>me</w:t>
      </w:r>
      <w:r w:rsidR="00766774">
        <w:t> </w:t>
      </w:r>
      <w:r w:rsidRPr="00115F49">
        <w:t>Tim tenait le rôle devait en avoir pitié</w:t>
      </w:r>
      <w:r w:rsidR="00766774">
        <w:t xml:space="preserve">. </w:t>
      </w:r>
      <w:r w:rsidRPr="00115F49">
        <w:t>Si elle voulait être vraie dans son rôle</w:t>
      </w:r>
      <w:r w:rsidR="00766774">
        <w:t xml:space="preserve">, </w:t>
      </w:r>
      <w:r w:rsidRPr="00115F49">
        <w:t>c</w:t>
      </w:r>
      <w:r w:rsidR="00766774">
        <w:t>’</w:t>
      </w:r>
      <w:r w:rsidRPr="00115F49">
        <w:t>était le moment de se dresser et de partir</w:t>
      </w:r>
      <w:r w:rsidR="00766774">
        <w:t>.</w:t>
      </w:r>
    </w:p>
    <w:p w14:paraId="0D48DF52" w14:textId="77777777" w:rsidR="00766774" w:rsidRDefault="00115F49" w:rsidP="00115F49">
      <w:r w:rsidRPr="00115F49">
        <w:t>Quelque chose frôla la fenêtre</w:t>
      </w:r>
      <w:r w:rsidR="00766774">
        <w:t xml:space="preserve">. </w:t>
      </w:r>
      <w:r w:rsidRPr="00115F49">
        <w:t>C</w:t>
      </w:r>
      <w:r w:rsidR="00766774">
        <w:t>’</w:t>
      </w:r>
      <w:r w:rsidRPr="00115F49">
        <w:t>était un petit garçon qui écrasait son visage contre la vitre</w:t>
      </w:r>
      <w:r w:rsidR="00766774">
        <w:t xml:space="preserve">. </w:t>
      </w:r>
      <w:r w:rsidRPr="00115F49">
        <w:t>Il avait les yeux bleus de la femme</w:t>
      </w:r>
      <w:r w:rsidR="00766774">
        <w:t>.</w:t>
      </w:r>
    </w:p>
    <w:p w14:paraId="3FAC1745" w14:textId="77777777" w:rsidR="00766774" w:rsidRDefault="00115F49" w:rsidP="00115F49">
      <w:r w:rsidRPr="00115F49">
        <w:t>Je compris que</w:t>
      </w:r>
      <w:r w:rsidR="00766774">
        <w:t xml:space="preserve">, </w:t>
      </w:r>
      <w:r w:rsidRPr="00115F49">
        <w:t>chaque soir</w:t>
      </w:r>
      <w:r w:rsidR="00766774">
        <w:t xml:space="preserve">, </w:t>
      </w:r>
      <w:r w:rsidRPr="00115F49">
        <w:t>en sortant de l</w:t>
      </w:r>
      <w:r w:rsidR="00766774">
        <w:t>’</w:t>
      </w:r>
      <w:r w:rsidRPr="00115F49">
        <w:t>école</w:t>
      </w:r>
      <w:r w:rsidR="00766774">
        <w:t xml:space="preserve">, </w:t>
      </w:r>
      <w:r w:rsidRPr="00115F49">
        <w:t>il faisait pareil et qu</w:t>
      </w:r>
      <w:r w:rsidR="00766774">
        <w:t>’</w:t>
      </w:r>
      <w:r w:rsidRPr="00115F49">
        <w:t>il collait son nez au carreau pour voir qui était dans la maison avant d</w:t>
      </w:r>
      <w:r w:rsidR="00766774">
        <w:t>’</w:t>
      </w:r>
      <w:r w:rsidRPr="00115F49">
        <w:t>entrer</w:t>
      </w:r>
      <w:r w:rsidR="00766774">
        <w:t xml:space="preserve">. </w:t>
      </w:r>
      <w:r w:rsidRPr="00115F49">
        <w:t>Car</w:t>
      </w:r>
      <w:r w:rsidR="00766774">
        <w:t xml:space="preserve">, </w:t>
      </w:r>
      <w:r w:rsidRPr="00115F49">
        <w:t>ne nous ayant pas aperçus tout de suite à cause de l</w:t>
      </w:r>
      <w:r w:rsidR="00766774">
        <w:t>’</w:t>
      </w:r>
      <w:r w:rsidRPr="00115F49">
        <w:t>ombre et du contre-jour</w:t>
      </w:r>
      <w:r w:rsidR="00766774">
        <w:t xml:space="preserve">, </w:t>
      </w:r>
      <w:r w:rsidRPr="00115F49">
        <w:t>il avait encore une bouche d</w:t>
      </w:r>
      <w:r w:rsidR="00766774">
        <w:t>’</w:t>
      </w:r>
      <w:r w:rsidRPr="00115F49">
        <w:t>enfant gourmand très paisible</w:t>
      </w:r>
      <w:r w:rsidR="00766774">
        <w:t xml:space="preserve">. </w:t>
      </w:r>
      <w:r w:rsidRPr="00115F49">
        <w:t>Mais</w:t>
      </w:r>
      <w:r w:rsidR="00766774">
        <w:t xml:space="preserve">, </w:t>
      </w:r>
      <w:r w:rsidRPr="00115F49">
        <w:t>dès qu</w:t>
      </w:r>
      <w:r w:rsidR="00766774">
        <w:t>’</w:t>
      </w:r>
      <w:r w:rsidRPr="00115F49">
        <w:t>il nous vit</w:t>
      </w:r>
      <w:r w:rsidR="00766774">
        <w:t xml:space="preserve">, </w:t>
      </w:r>
      <w:r w:rsidRPr="00115F49">
        <w:t>il recula précipitamment et il eut tout de suite l</w:t>
      </w:r>
      <w:r w:rsidR="00766774">
        <w:t>’</w:t>
      </w:r>
      <w:r w:rsidRPr="00115F49">
        <w:t>allure d</w:t>
      </w:r>
      <w:r w:rsidR="00766774">
        <w:t>’</w:t>
      </w:r>
      <w:r w:rsidRPr="00115F49">
        <w:t>une petite bête qui se demande de quel côté elle va courir se cacher</w:t>
      </w:r>
      <w:r w:rsidR="00766774">
        <w:t>.</w:t>
      </w:r>
    </w:p>
    <w:p w14:paraId="48057AAC" w14:textId="77777777" w:rsidR="00766774" w:rsidRDefault="00766774" w:rsidP="00115F49">
      <w:r>
        <w:t>M</w:t>
      </w:r>
      <w:r w:rsidRPr="00766774">
        <w:rPr>
          <w:vertAlign w:val="superscript"/>
        </w:rPr>
        <w:t>me</w:t>
      </w:r>
      <w:r>
        <w:t> </w:t>
      </w:r>
      <w:r w:rsidR="00115F49" w:rsidRPr="00115F49">
        <w:t>Tim perdit la tête et fouilla dans son sac à main</w:t>
      </w:r>
      <w:r>
        <w:t> : « </w:t>
      </w:r>
      <w:r w:rsidR="00115F49" w:rsidRPr="00115F49">
        <w:t>La taie d</w:t>
      </w:r>
      <w:r>
        <w:t>’</w:t>
      </w:r>
      <w:r w:rsidR="00115F49" w:rsidRPr="00115F49">
        <w:t>oreiller</w:t>
      </w:r>
      <w:r>
        <w:t xml:space="preserve">, </w:t>
      </w:r>
      <w:r w:rsidR="00115F49" w:rsidRPr="00115F49">
        <w:t>disait-elle</w:t>
      </w:r>
      <w:r>
        <w:t xml:space="preserve">, </w:t>
      </w:r>
      <w:r w:rsidR="00115F49" w:rsidRPr="00115F49">
        <w:t>les volants</w:t>
      </w:r>
      <w:r>
        <w:t xml:space="preserve">, </w:t>
      </w:r>
      <w:r w:rsidR="00115F49" w:rsidRPr="00115F49">
        <w:t>les mouchoirs</w:t>
      </w:r>
      <w:r>
        <w:t xml:space="preserve">, </w:t>
      </w:r>
      <w:r w:rsidR="00115F49" w:rsidRPr="00115F49">
        <w:t>la pelisse d</w:t>
      </w:r>
      <w:r>
        <w:t>’</w:t>
      </w:r>
      <w:r w:rsidR="00115F49" w:rsidRPr="00115F49">
        <w:t>enfant</w:t>
      </w:r>
      <w:r>
        <w:t>. »</w:t>
      </w:r>
      <w:r w:rsidR="00115F49" w:rsidRPr="00115F49">
        <w:t xml:space="preserve"> Des mots sans suite dont elle comprenait bien qu</w:t>
      </w:r>
      <w:r>
        <w:t>’</w:t>
      </w:r>
      <w:r w:rsidR="00115F49" w:rsidRPr="00115F49">
        <w:t>ils avaient perdu toute signification</w:t>
      </w:r>
      <w:r>
        <w:t xml:space="preserve">. </w:t>
      </w:r>
      <w:r w:rsidR="00115F49" w:rsidRPr="00115F49">
        <w:t>Mais elle n</w:t>
      </w:r>
      <w:r>
        <w:t>’</w:t>
      </w:r>
      <w:r w:rsidR="00115F49" w:rsidRPr="00115F49">
        <w:t>en trouvait pas d</w:t>
      </w:r>
      <w:r>
        <w:t>’</w:t>
      </w:r>
      <w:r w:rsidR="00115F49" w:rsidRPr="00115F49">
        <w:t>autres</w:t>
      </w:r>
      <w:r>
        <w:t>.</w:t>
      </w:r>
    </w:p>
    <w:p w14:paraId="153FF2B3" w14:textId="77777777" w:rsidR="00115F49" w:rsidRPr="00115F49" w:rsidRDefault="00115F49" w:rsidP="00115F49">
      <w:r w:rsidRPr="00115F49">
        <w:t>Je me disais</w:t>
      </w:r>
      <w:r w:rsidR="00766774">
        <w:t> : « </w:t>
      </w:r>
      <w:r w:rsidRPr="00115F49">
        <w:t>Que nous sommes bêtes</w:t>
      </w:r>
      <w:r w:rsidR="00766774">
        <w:t> ! »</w:t>
      </w:r>
    </w:p>
    <w:p w14:paraId="514E8B2D" w14:textId="77777777" w:rsidR="00766774" w:rsidRDefault="00115F49" w:rsidP="00115F49">
      <w:r w:rsidRPr="00115F49">
        <w:t>Je voyais bien ce qu</w:t>
      </w:r>
      <w:r w:rsidR="00766774">
        <w:t>’</w:t>
      </w:r>
      <w:r w:rsidRPr="00115F49">
        <w:t>elle allait faire</w:t>
      </w:r>
      <w:r w:rsidR="00766774">
        <w:t xml:space="preserve">. </w:t>
      </w:r>
      <w:r w:rsidRPr="00115F49">
        <w:t>Je savais qu</w:t>
      </w:r>
      <w:r w:rsidR="00766774">
        <w:t>’</w:t>
      </w:r>
      <w:r w:rsidRPr="00115F49">
        <w:t>à sa place j</w:t>
      </w:r>
      <w:r w:rsidR="00766774">
        <w:t>’</w:t>
      </w:r>
      <w:r w:rsidRPr="00115F49">
        <w:t>aurais fait pareil</w:t>
      </w:r>
      <w:r w:rsidR="00766774">
        <w:t xml:space="preserve">. </w:t>
      </w:r>
      <w:r w:rsidRPr="00115F49">
        <w:t>Je savais que c</w:t>
      </w:r>
      <w:r w:rsidR="00766774">
        <w:t>’</w:t>
      </w:r>
      <w:r w:rsidRPr="00115F49">
        <w:t>était ce qu</w:t>
      </w:r>
      <w:r w:rsidR="00766774">
        <w:t>’</w:t>
      </w:r>
      <w:r w:rsidRPr="00115F49">
        <w:t>il ne fallait pas faire</w:t>
      </w:r>
      <w:r w:rsidR="00766774">
        <w:t xml:space="preserve">. </w:t>
      </w:r>
      <w:r w:rsidRPr="00115F49">
        <w:t>C</w:t>
      </w:r>
      <w:r w:rsidR="00766774">
        <w:t>’</w:t>
      </w:r>
      <w:r w:rsidRPr="00115F49">
        <w:t>est ce qu</w:t>
      </w:r>
      <w:r w:rsidR="00766774">
        <w:t>’</w:t>
      </w:r>
      <w:r w:rsidRPr="00115F49">
        <w:t>elle fit</w:t>
      </w:r>
      <w:r w:rsidR="00766774">
        <w:t>.</w:t>
      </w:r>
    </w:p>
    <w:p w14:paraId="4D3E287F" w14:textId="77777777" w:rsidR="00766774" w:rsidRDefault="00115F49" w:rsidP="00115F49">
      <w:r w:rsidRPr="00115F49">
        <w:t>Elle tira sa bourse et sortit trois louis</w:t>
      </w:r>
      <w:r w:rsidR="00766774">
        <w:t>.</w:t>
      </w:r>
    </w:p>
    <w:p w14:paraId="64A4603C" w14:textId="77777777" w:rsidR="00766774" w:rsidRDefault="00766774" w:rsidP="00115F49">
      <w:r>
        <w:t>— </w:t>
      </w:r>
      <w:r w:rsidR="00115F49" w:rsidRPr="00115F49">
        <w:t>Tenez</w:t>
      </w:r>
      <w:r>
        <w:t xml:space="preserve">, </w:t>
      </w:r>
      <w:r w:rsidR="00115F49" w:rsidRPr="00115F49">
        <w:t>dit-elle bêtement</w:t>
      </w:r>
      <w:r>
        <w:t>.</w:t>
      </w:r>
    </w:p>
    <w:p w14:paraId="110CBE4F" w14:textId="77777777" w:rsidR="00766774" w:rsidRDefault="00766774" w:rsidP="00115F49">
      <w:r>
        <w:t>— </w:t>
      </w:r>
      <w:r w:rsidR="00115F49" w:rsidRPr="00115F49">
        <w:t>Non</w:t>
      </w:r>
      <w:r>
        <w:t xml:space="preserve">, </w:t>
      </w:r>
      <w:r w:rsidR="00115F49" w:rsidRPr="00115F49">
        <w:t>madame</w:t>
      </w:r>
      <w:r>
        <w:t xml:space="preserve">, </w:t>
      </w:r>
      <w:r w:rsidR="00115F49" w:rsidRPr="00115F49">
        <w:t>répondit la femme</w:t>
      </w:r>
      <w:r>
        <w:t>.</w:t>
      </w:r>
    </w:p>
    <w:p w14:paraId="30ED8E61" w14:textId="77777777" w:rsidR="00766774" w:rsidRDefault="00115F49" w:rsidP="00115F49">
      <w:r w:rsidRPr="00115F49">
        <w:lastRenderedPageBreak/>
        <w:t>Et elle recula</w:t>
      </w:r>
      <w:r w:rsidR="00766774">
        <w:t xml:space="preserve">, </w:t>
      </w:r>
      <w:r w:rsidRPr="00115F49">
        <w:t>serrant ses poings</w:t>
      </w:r>
      <w:r w:rsidR="00766774">
        <w:t>.</w:t>
      </w:r>
    </w:p>
    <w:p w14:paraId="247BE320" w14:textId="77777777" w:rsidR="00766774" w:rsidRDefault="00766774" w:rsidP="00115F49">
      <w:r>
        <w:t>— </w:t>
      </w:r>
      <w:r w:rsidR="00115F49" w:rsidRPr="00115F49">
        <w:t>Si</w:t>
      </w:r>
      <w:r>
        <w:t xml:space="preserve">, </w:t>
      </w:r>
      <w:r w:rsidR="00115F49" w:rsidRPr="00115F49">
        <w:t>tenez</w:t>
      </w:r>
      <w:r>
        <w:t xml:space="preserve">, </w:t>
      </w:r>
      <w:r w:rsidR="00115F49" w:rsidRPr="00115F49">
        <w:t xml:space="preserve">dit </w:t>
      </w:r>
      <w:r>
        <w:t>M</w:t>
      </w:r>
      <w:r w:rsidRPr="00766774">
        <w:rPr>
          <w:vertAlign w:val="superscript"/>
        </w:rPr>
        <w:t>me</w:t>
      </w:r>
      <w:r>
        <w:t> </w:t>
      </w:r>
      <w:r w:rsidR="00115F49" w:rsidRPr="00115F49">
        <w:t>Tim</w:t>
      </w:r>
      <w:r>
        <w:t xml:space="preserve">, </w:t>
      </w:r>
      <w:r w:rsidR="00115F49" w:rsidRPr="00115F49">
        <w:t>et elle approcha les louis des poings fermés</w:t>
      </w:r>
      <w:r>
        <w:t>.</w:t>
      </w:r>
    </w:p>
    <w:p w14:paraId="3FC50BD5" w14:textId="77777777" w:rsidR="00766774" w:rsidRDefault="00766774" w:rsidP="00115F49">
      <w:r>
        <w:t>— </w:t>
      </w:r>
      <w:r w:rsidR="00115F49" w:rsidRPr="00115F49">
        <w:t>Non</w:t>
      </w:r>
      <w:r>
        <w:t xml:space="preserve">, </w:t>
      </w:r>
      <w:r w:rsidR="00115F49" w:rsidRPr="00115F49">
        <w:t>madame</w:t>
      </w:r>
      <w:r>
        <w:t>.</w:t>
      </w:r>
    </w:p>
    <w:p w14:paraId="0563AF9E" w14:textId="77777777" w:rsidR="00766774" w:rsidRDefault="00766774" w:rsidP="00115F49">
      <w:r>
        <w:t>— </w:t>
      </w:r>
      <w:r w:rsidR="00115F49" w:rsidRPr="00115F49">
        <w:t>Tenez</w:t>
      </w:r>
      <w:r>
        <w:t xml:space="preserve">, </w:t>
      </w:r>
      <w:r w:rsidR="00115F49" w:rsidRPr="00115F49">
        <w:t>tenez</w:t>
      </w:r>
      <w:r>
        <w:t xml:space="preserve">, </w:t>
      </w:r>
      <w:r w:rsidR="00115F49" w:rsidRPr="00115F49">
        <w:t xml:space="preserve">dit </w:t>
      </w:r>
      <w:r>
        <w:t>M</w:t>
      </w:r>
      <w:r w:rsidRPr="00766774">
        <w:rPr>
          <w:vertAlign w:val="superscript"/>
        </w:rPr>
        <w:t>me</w:t>
      </w:r>
      <w:r>
        <w:t> </w:t>
      </w:r>
      <w:r w:rsidR="00115F49" w:rsidRPr="00115F49">
        <w:t>Tim</w:t>
      </w:r>
      <w:r>
        <w:t xml:space="preserve">, </w:t>
      </w:r>
      <w:r w:rsidR="00115F49" w:rsidRPr="00115F49">
        <w:t>essayant bêtement de faire entrer les louis dans les poings fermés</w:t>
      </w:r>
      <w:r>
        <w:t>.</w:t>
      </w:r>
    </w:p>
    <w:p w14:paraId="5C54ED94" w14:textId="77777777" w:rsidR="00766774" w:rsidRDefault="00115F49" w:rsidP="00115F49">
      <w:r w:rsidRPr="00115F49">
        <w:t>J</w:t>
      </w:r>
      <w:r w:rsidR="00766774">
        <w:t>’</w:t>
      </w:r>
      <w:r w:rsidRPr="00115F49">
        <w:t>entendis que la femme repoussa violemment la chaise derrière elle</w:t>
      </w:r>
      <w:r w:rsidR="00766774">
        <w:t>.</w:t>
      </w:r>
    </w:p>
    <w:p w14:paraId="412B34E9" w14:textId="77777777" w:rsidR="00766774" w:rsidRDefault="00766774" w:rsidP="00115F49">
      <w:r>
        <w:t>— </w:t>
      </w:r>
      <w:r w:rsidR="00115F49" w:rsidRPr="00115F49">
        <w:t>Où est le monsieur qui était avec vous</w:t>
      </w:r>
      <w:r>
        <w:t xml:space="preserve"> ? </w:t>
      </w:r>
      <w:r w:rsidR="00115F49" w:rsidRPr="00115F49">
        <w:t>dit-elle</w:t>
      </w:r>
      <w:r>
        <w:t>.</w:t>
      </w:r>
    </w:p>
    <w:p w14:paraId="3199A8EF" w14:textId="77777777" w:rsidR="00766774" w:rsidRDefault="00115F49" w:rsidP="00115F49">
      <w:r w:rsidRPr="00115F49">
        <w:t>Il y eut juste le petit silence qu</w:t>
      </w:r>
      <w:r w:rsidR="00766774">
        <w:t>’</w:t>
      </w:r>
      <w:r w:rsidRPr="00115F49">
        <w:t>il fallait cette fois</w:t>
      </w:r>
      <w:r w:rsidR="00766774">
        <w:t>.</w:t>
      </w:r>
    </w:p>
    <w:p w14:paraId="6EF2ADF1" w14:textId="77777777" w:rsidR="00766774" w:rsidRDefault="00766774" w:rsidP="00115F49">
      <w:r>
        <w:t>— </w:t>
      </w:r>
      <w:r w:rsidR="00115F49" w:rsidRPr="00115F49">
        <w:t>Je suis ici</w:t>
      </w:r>
      <w:r>
        <w:t xml:space="preserve">, </w:t>
      </w:r>
      <w:r w:rsidR="00115F49" w:rsidRPr="00115F49">
        <w:t>dit Langlois émergeant de son fauteuil</w:t>
      </w:r>
      <w:r>
        <w:t xml:space="preserve">. </w:t>
      </w:r>
      <w:r w:rsidR="00115F49" w:rsidRPr="00115F49">
        <w:t>Je dormais</w:t>
      </w:r>
      <w:r>
        <w:t xml:space="preserve">. </w:t>
      </w:r>
      <w:r w:rsidR="00115F49" w:rsidRPr="00115F49">
        <w:t>Avez-vous fini vos achats</w:t>
      </w:r>
      <w:r>
        <w:t xml:space="preserve">, </w:t>
      </w:r>
      <w:r w:rsidR="00115F49" w:rsidRPr="00115F49">
        <w:t>chère amie</w:t>
      </w:r>
      <w:r>
        <w:t> ?</w:t>
      </w:r>
    </w:p>
    <w:p w14:paraId="6F07DD93" w14:textId="77777777" w:rsidR="00766774" w:rsidRDefault="00115F49" w:rsidP="00115F49">
      <w:r w:rsidRPr="00115F49">
        <w:t>Il se dressa</w:t>
      </w:r>
      <w:r w:rsidR="00766774">
        <w:t xml:space="preserve">. </w:t>
      </w:r>
      <w:r w:rsidRPr="00115F49">
        <w:t>Il avait en effet les yeux gonflés de quelqu</w:t>
      </w:r>
      <w:r w:rsidR="00766774">
        <w:t>’</w:t>
      </w:r>
      <w:r w:rsidRPr="00115F49">
        <w:t>un qui vient de se réveiller et les rayures du reps de l</w:t>
      </w:r>
      <w:r w:rsidR="00766774">
        <w:t>’</w:t>
      </w:r>
      <w:r w:rsidRPr="00115F49">
        <w:t>oreillette avaient en effet marqué sa joue de petites zébrures rouges</w:t>
      </w:r>
      <w:r w:rsidR="00766774">
        <w:t xml:space="preserve">. </w:t>
      </w:r>
      <w:r w:rsidRPr="00115F49">
        <w:t>Il ne fallait pas lutter avec Langlois</w:t>
      </w:r>
      <w:r w:rsidR="00766774">
        <w:t>.</w:t>
      </w:r>
    </w:p>
    <w:p w14:paraId="1BCC4751" w14:textId="77777777" w:rsidR="00766774" w:rsidRDefault="00766774" w:rsidP="00115F49">
      <w:r>
        <w:t>— </w:t>
      </w:r>
      <w:r w:rsidR="00115F49" w:rsidRPr="00115F49">
        <w:t>Excusez-moi</w:t>
      </w:r>
      <w:r>
        <w:t xml:space="preserve">, </w:t>
      </w:r>
      <w:r w:rsidR="00115F49" w:rsidRPr="00115F49">
        <w:t>madame</w:t>
      </w:r>
      <w:r>
        <w:t xml:space="preserve">, </w:t>
      </w:r>
      <w:r w:rsidR="00115F49" w:rsidRPr="00115F49">
        <w:t>dit la femme grise</w:t>
      </w:r>
      <w:r>
        <w:t xml:space="preserve"> (</w:t>
      </w:r>
      <w:r w:rsidR="00115F49" w:rsidRPr="00115F49">
        <w:t>elle souriait</w:t>
      </w:r>
      <w:r>
        <w:t xml:space="preserve">). </w:t>
      </w:r>
      <w:r w:rsidR="00115F49" w:rsidRPr="00115F49">
        <w:t>Je ne sais pas</w:t>
      </w:r>
      <w:r>
        <w:t xml:space="preserve">, </w:t>
      </w:r>
      <w:r w:rsidR="00115F49" w:rsidRPr="00115F49">
        <w:t>je suis fatiguée</w:t>
      </w:r>
      <w:r>
        <w:t xml:space="preserve">. </w:t>
      </w:r>
      <w:r w:rsidR="00115F49" w:rsidRPr="00115F49">
        <w:t xml:space="preserve">Il y a trois nuits que je veille pour le trousseau de </w:t>
      </w:r>
      <w:r>
        <w:t>M</w:t>
      </w:r>
      <w:r w:rsidRPr="00766774">
        <w:rPr>
          <w:vertAlign w:val="superscript"/>
        </w:rPr>
        <w:t>lle</w:t>
      </w:r>
      <w:r>
        <w:t> </w:t>
      </w:r>
      <w:r w:rsidR="00115F49" w:rsidRPr="00115F49">
        <w:t>Michard</w:t>
      </w:r>
      <w:r>
        <w:t xml:space="preserve">. </w:t>
      </w:r>
      <w:r w:rsidR="00115F49" w:rsidRPr="00115F49">
        <w:t>Je le fais volontiers</w:t>
      </w:r>
      <w:r>
        <w:t xml:space="preserve">, </w:t>
      </w:r>
      <w:r w:rsidR="00115F49" w:rsidRPr="00115F49">
        <w:t>ce n</w:t>
      </w:r>
      <w:r>
        <w:t>’</w:t>
      </w:r>
      <w:r w:rsidR="00115F49" w:rsidRPr="00115F49">
        <w:t>est pas ce que je veux dire</w:t>
      </w:r>
      <w:r>
        <w:t xml:space="preserve">, </w:t>
      </w:r>
      <w:r w:rsidR="00115F49" w:rsidRPr="00115F49">
        <w:t>mais il arrive un moment où l</w:t>
      </w:r>
      <w:r>
        <w:t>’</w:t>
      </w:r>
      <w:r w:rsidR="00115F49" w:rsidRPr="00115F49">
        <w:t>on n</w:t>
      </w:r>
      <w:r>
        <w:t>’</w:t>
      </w:r>
      <w:r w:rsidR="00115F49" w:rsidRPr="00115F49">
        <w:t>est plus maître de ses nerfs</w:t>
      </w:r>
      <w:r>
        <w:t>. (</w:t>
      </w:r>
      <w:r w:rsidR="00115F49" w:rsidRPr="00115F49">
        <w:t>Elle parlait dans cette paix exaltée des gens qui ont échappé à un danger</w:t>
      </w:r>
      <w:r>
        <w:t>.)</w:t>
      </w:r>
    </w:p>
    <w:p w14:paraId="06D8AC18" w14:textId="77777777" w:rsidR="00766774" w:rsidRDefault="00115F49" w:rsidP="00115F49">
      <w:r w:rsidRPr="00115F49">
        <w:t>Elle regardait</w:t>
      </w:r>
      <w:r w:rsidR="00766774">
        <w:t xml:space="preserve">, </w:t>
      </w:r>
      <w:r w:rsidRPr="00115F49">
        <w:t>en continuant à sourire</w:t>
      </w:r>
      <w:r w:rsidR="00766774">
        <w:t>, M</w:t>
      </w:r>
      <w:r w:rsidR="00766774" w:rsidRPr="00766774">
        <w:rPr>
          <w:vertAlign w:val="superscript"/>
        </w:rPr>
        <w:t>me</w:t>
      </w:r>
      <w:r w:rsidR="00766774">
        <w:t> </w:t>
      </w:r>
      <w:r w:rsidRPr="00115F49">
        <w:t>Tim puis Langlois</w:t>
      </w:r>
      <w:r w:rsidR="00766774">
        <w:t xml:space="preserve"> (</w:t>
      </w:r>
      <w:r w:rsidRPr="00115F49">
        <w:t>moi je ne l</w:t>
      </w:r>
      <w:r w:rsidR="00766774">
        <w:t>’</w:t>
      </w:r>
      <w:r w:rsidRPr="00115F49">
        <w:t>avais jamais inquiétée</w:t>
      </w:r>
      <w:r w:rsidR="00766774">
        <w:t xml:space="preserve">), </w:t>
      </w:r>
      <w:r w:rsidRPr="00115F49">
        <w:t>Langlois qui avait l</w:t>
      </w:r>
      <w:r w:rsidR="00766774">
        <w:t>’</w:t>
      </w:r>
      <w:r w:rsidRPr="00115F49">
        <w:t>air encore bien plus bête que nous</w:t>
      </w:r>
      <w:r w:rsidR="00766774">
        <w:t xml:space="preserve">, </w:t>
      </w:r>
      <w:r w:rsidRPr="00115F49">
        <w:t>avec sa joue marquée</w:t>
      </w:r>
      <w:r w:rsidR="00766774">
        <w:t xml:space="preserve">, </w:t>
      </w:r>
      <w:r w:rsidRPr="00115F49">
        <w:t>ses yeux gonflés</w:t>
      </w:r>
      <w:r w:rsidR="00766774">
        <w:t xml:space="preserve">, </w:t>
      </w:r>
      <w:r w:rsidRPr="00115F49">
        <w:t xml:space="preserve">sa bouche stupide aux coins encore </w:t>
      </w:r>
      <w:r w:rsidRPr="00115F49">
        <w:lastRenderedPageBreak/>
        <w:t>graissés de la salive du sommeil</w:t>
      </w:r>
      <w:r w:rsidR="00766774">
        <w:t xml:space="preserve"> (</w:t>
      </w:r>
      <w:r w:rsidRPr="00115F49">
        <w:t>mais lui</w:t>
      </w:r>
      <w:r w:rsidR="00766774">
        <w:t xml:space="preserve">, </w:t>
      </w:r>
      <w:r w:rsidRPr="00115F49">
        <w:t>je savais qu</w:t>
      </w:r>
      <w:r w:rsidR="00766774">
        <w:t>’</w:t>
      </w:r>
      <w:r w:rsidRPr="00115F49">
        <w:t>il se forçait</w:t>
      </w:r>
      <w:r w:rsidR="00766774">
        <w:t>).</w:t>
      </w:r>
    </w:p>
    <w:p w14:paraId="414EDB00" w14:textId="77777777" w:rsidR="00766774" w:rsidRDefault="00766774" w:rsidP="00115F49">
      <w:r>
        <w:t>— </w:t>
      </w:r>
      <w:r w:rsidR="00115F49" w:rsidRPr="00115F49">
        <w:t>C</w:t>
      </w:r>
      <w:r>
        <w:t>’</w:t>
      </w:r>
      <w:r w:rsidR="00115F49" w:rsidRPr="00115F49">
        <w:t>est votre petit garçon</w:t>
      </w:r>
      <w:r>
        <w:t xml:space="preserve"> ? </w:t>
      </w:r>
      <w:r w:rsidR="00115F49" w:rsidRPr="00115F49">
        <w:t xml:space="preserve">demanda </w:t>
      </w:r>
      <w:r>
        <w:t>M</w:t>
      </w:r>
      <w:r w:rsidRPr="00766774">
        <w:rPr>
          <w:vertAlign w:val="superscript"/>
        </w:rPr>
        <w:t>me</w:t>
      </w:r>
      <w:r>
        <w:t> </w:t>
      </w:r>
      <w:r w:rsidR="00115F49" w:rsidRPr="00115F49">
        <w:t>Tim</w:t>
      </w:r>
    </w:p>
    <w:p w14:paraId="09347761" w14:textId="77777777" w:rsidR="00766774" w:rsidRDefault="00766774" w:rsidP="00115F49">
      <w:r>
        <w:t>— </w:t>
      </w:r>
      <w:r w:rsidR="00115F49" w:rsidRPr="00115F49">
        <w:t>Oui</w:t>
      </w:r>
      <w:r>
        <w:t xml:space="preserve">, </w:t>
      </w:r>
      <w:r w:rsidR="00115F49" w:rsidRPr="00115F49">
        <w:t>dit la femme</w:t>
      </w:r>
      <w:r>
        <w:t xml:space="preserve">, </w:t>
      </w:r>
      <w:r w:rsidR="00115F49" w:rsidRPr="00115F49">
        <w:t>il revient de l</w:t>
      </w:r>
      <w:r>
        <w:t>’</w:t>
      </w:r>
      <w:r w:rsidR="00115F49" w:rsidRPr="00115F49">
        <w:t>école</w:t>
      </w:r>
      <w:r>
        <w:t xml:space="preserve">. </w:t>
      </w:r>
      <w:r w:rsidR="00115F49" w:rsidRPr="00115F49">
        <w:t>Il est timide</w:t>
      </w:r>
      <w:r>
        <w:t xml:space="preserve">. </w:t>
      </w:r>
      <w:r w:rsidR="00115F49" w:rsidRPr="00115F49">
        <w:t>Nous vivons seuls</w:t>
      </w:r>
      <w:r>
        <w:t>.</w:t>
      </w:r>
    </w:p>
    <w:p w14:paraId="3CD478B0" w14:textId="77777777" w:rsidR="00766774" w:rsidRDefault="00115F49" w:rsidP="00115F49">
      <w:r w:rsidRPr="00115F49">
        <w:t>Je me disais</w:t>
      </w:r>
      <w:r w:rsidR="00766774">
        <w:t xml:space="preserve"> : </w:t>
      </w:r>
      <w:r w:rsidRPr="00115F49">
        <w:t xml:space="preserve">pourvu que </w:t>
      </w:r>
      <w:r w:rsidR="00766774">
        <w:t>M</w:t>
      </w:r>
      <w:r w:rsidR="00766774" w:rsidRPr="00766774">
        <w:rPr>
          <w:vertAlign w:val="superscript"/>
        </w:rPr>
        <w:t>me</w:t>
      </w:r>
      <w:r w:rsidR="00766774">
        <w:t> </w:t>
      </w:r>
      <w:r w:rsidRPr="00115F49">
        <w:t>Tim</w:t>
      </w:r>
      <w:r w:rsidR="00766774">
        <w:t>…</w:t>
      </w:r>
    </w:p>
    <w:p w14:paraId="3E26D779" w14:textId="77777777" w:rsidR="00766774" w:rsidRDefault="00115F49" w:rsidP="00115F49">
      <w:r w:rsidRPr="00115F49">
        <w:t>Je pensais à diverses choses</w:t>
      </w:r>
      <w:r w:rsidR="00766774">
        <w:t xml:space="preserve">, </w:t>
      </w:r>
      <w:r w:rsidRPr="00115F49">
        <w:t>notamment au portrait d</w:t>
      </w:r>
      <w:r w:rsidR="00766774">
        <w:t>’</w:t>
      </w:r>
      <w:r w:rsidRPr="00115F49">
        <w:t>homme que Langlois avait contemplé jusqu</w:t>
      </w:r>
      <w:r w:rsidR="00766774">
        <w:t>’</w:t>
      </w:r>
      <w:r w:rsidRPr="00115F49">
        <w:t>à se gonfler les yeux et à s</w:t>
      </w:r>
      <w:r w:rsidR="00766774">
        <w:t>’</w:t>
      </w:r>
      <w:r w:rsidRPr="00115F49">
        <w:t>imprimer les rayures du reps dans les joues</w:t>
      </w:r>
      <w:r w:rsidR="00766774">
        <w:t>.</w:t>
      </w:r>
    </w:p>
    <w:p w14:paraId="73250722" w14:textId="77777777" w:rsidR="00766774" w:rsidRDefault="00115F49" w:rsidP="00115F49">
      <w:r w:rsidRPr="00115F49">
        <w:t>Mais</w:t>
      </w:r>
      <w:r w:rsidR="00766774">
        <w:t>, M</w:t>
      </w:r>
      <w:r w:rsidR="00766774" w:rsidRPr="00766774">
        <w:rPr>
          <w:vertAlign w:val="superscript"/>
        </w:rPr>
        <w:t>me</w:t>
      </w:r>
      <w:r w:rsidR="00766774">
        <w:t> </w:t>
      </w:r>
      <w:r w:rsidRPr="00115F49">
        <w:t>Tim avait repris du poil de la bête</w:t>
      </w:r>
      <w:r w:rsidR="00766774">
        <w:t xml:space="preserve">. </w:t>
      </w:r>
      <w:r w:rsidRPr="00115F49">
        <w:t>Elle ne demanda pas ce qui</w:t>
      </w:r>
      <w:r w:rsidR="00766774">
        <w:t xml:space="preserve">, </w:t>
      </w:r>
      <w:r w:rsidRPr="00115F49">
        <w:t>depuis que j</w:t>
      </w:r>
      <w:r w:rsidR="00766774">
        <w:t>’</w:t>
      </w:r>
      <w:r w:rsidRPr="00115F49">
        <w:t>avais vu les yeux et la joue de Langlois</w:t>
      </w:r>
      <w:r w:rsidR="00766774">
        <w:t xml:space="preserve">, </w:t>
      </w:r>
      <w:r w:rsidRPr="00115F49">
        <w:t>me brûlait les lèvres</w:t>
      </w:r>
      <w:r w:rsidR="00766774">
        <w:t xml:space="preserve"> (</w:t>
      </w:r>
      <w:r w:rsidRPr="00115F49">
        <w:t xml:space="preserve">et devait les brûler aussi à </w:t>
      </w:r>
      <w:r w:rsidR="00766774">
        <w:t>M</w:t>
      </w:r>
      <w:r w:rsidR="00766774" w:rsidRPr="00766774">
        <w:rPr>
          <w:vertAlign w:val="superscript"/>
        </w:rPr>
        <w:t>me</w:t>
      </w:r>
      <w:r w:rsidR="00766774">
        <w:t> </w:t>
      </w:r>
      <w:r w:rsidRPr="00115F49">
        <w:t>Tim</w:t>
      </w:r>
      <w:r w:rsidR="00766774">
        <w:t>) « </w:t>
      </w:r>
      <w:r w:rsidRPr="00115F49">
        <w:t>Vous êtes veuve</w:t>
      </w:r>
      <w:r w:rsidR="00766774">
        <w:t xml:space="preserve">, </w:t>
      </w:r>
      <w:r w:rsidRPr="00115F49">
        <w:t>n</w:t>
      </w:r>
      <w:r w:rsidR="00766774">
        <w:t>’</w:t>
      </w:r>
      <w:r w:rsidRPr="00115F49">
        <w:t>est-ce pas</w:t>
      </w:r>
      <w:r w:rsidR="00766774">
        <w:t> ? »</w:t>
      </w:r>
      <w:r w:rsidRPr="00115F49">
        <w:t xml:space="preserve"> Non</w:t>
      </w:r>
      <w:r w:rsidR="00766774">
        <w:t>. M</w:t>
      </w:r>
      <w:r w:rsidR="00766774" w:rsidRPr="00766774">
        <w:rPr>
          <w:vertAlign w:val="superscript"/>
        </w:rPr>
        <w:t>me</w:t>
      </w:r>
      <w:r w:rsidR="00766774">
        <w:t> </w:t>
      </w:r>
      <w:r w:rsidRPr="00115F49">
        <w:t>Tim abandonna seulement un tout petit peu le rôle qui lui pesait</w:t>
      </w:r>
      <w:r w:rsidR="00766774">
        <w:t xml:space="preserve"> (</w:t>
      </w:r>
      <w:r w:rsidRPr="00115F49">
        <w:t>mais maintenant elle pouvait le faire sans risques</w:t>
      </w:r>
      <w:r w:rsidR="00766774">
        <w:t xml:space="preserve">) </w:t>
      </w:r>
      <w:r w:rsidRPr="00115F49">
        <w:t>et elle réussit</w:t>
      </w:r>
      <w:r w:rsidR="00766774">
        <w:t xml:space="preserve">, </w:t>
      </w:r>
      <w:r w:rsidRPr="00115F49">
        <w:t>avec sa gentillesse naturelle</w:t>
      </w:r>
      <w:r w:rsidR="00766774">
        <w:t xml:space="preserve">, </w:t>
      </w:r>
      <w:r w:rsidRPr="00115F49">
        <w:t>à faire accepter les trois louis d</w:t>
      </w:r>
      <w:r w:rsidR="00766774">
        <w:t>’</w:t>
      </w:r>
      <w:r w:rsidRPr="00115F49">
        <w:t>acompte</w:t>
      </w:r>
      <w:r w:rsidR="00766774">
        <w:t>.</w:t>
      </w:r>
    </w:p>
    <w:p w14:paraId="6E8F9CCF" w14:textId="77777777" w:rsidR="00766774" w:rsidRDefault="00766774" w:rsidP="00BF6D2C">
      <w:pPr>
        <w:pStyle w:val="NormalEspAvtGrand"/>
      </w:pPr>
      <w:r>
        <w:t>— </w:t>
      </w:r>
      <w:r w:rsidR="00115F49" w:rsidRPr="00115F49">
        <w:t>Je pense</w:t>
      </w:r>
      <w:r>
        <w:t xml:space="preserve">, </w:t>
      </w:r>
      <w:r w:rsidR="00115F49" w:rsidRPr="00115F49">
        <w:t>poursuit Saucisse sans s</w:t>
      </w:r>
      <w:r>
        <w:t>’</w:t>
      </w:r>
      <w:r w:rsidR="00115F49" w:rsidRPr="00115F49">
        <w:t>interrompre</w:t>
      </w:r>
      <w:r>
        <w:t xml:space="preserve">, </w:t>
      </w:r>
      <w:r w:rsidR="00115F49" w:rsidRPr="00115F49">
        <w:t>que vous êtes la crème des abrutis et la fleur des imbéciles</w:t>
      </w:r>
      <w:r>
        <w:t xml:space="preserve">, </w:t>
      </w:r>
      <w:r w:rsidR="00115F49" w:rsidRPr="00115F49">
        <w:t>avec vos têtes en forme de vide-poches</w:t>
      </w:r>
      <w:r>
        <w:t xml:space="preserve">, </w:t>
      </w:r>
      <w:r w:rsidR="00115F49" w:rsidRPr="00115F49">
        <w:t>de crachoirs et de pots de chambre</w:t>
      </w:r>
      <w:r>
        <w:t xml:space="preserve">. </w:t>
      </w:r>
      <w:r w:rsidR="00115F49" w:rsidRPr="00115F49">
        <w:t>C</w:t>
      </w:r>
      <w:r>
        <w:t>’</w:t>
      </w:r>
      <w:r w:rsidR="00115F49" w:rsidRPr="00115F49">
        <w:t>est à vous que je parle</w:t>
      </w:r>
      <w:r>
        <w:t>.</w:t>
      </w:r>
    </w:p>
    <w:p w14:paraId="167F9BFA" w14:textId="77777777" w:rsidR="00766774" w:rsidRDefault="00115F49" w:rsidP="00115F49">
      <w:r w:rsidRPr="00115F49">
        <w:t>Nous étions toujours assis à côté d</w:t>
      </w:r>
      <w:r w:rsidR="00766774">
        <w:t>’</w:t>
      </w:r>
      <w:r w:rsidRPr="00115F49">
        <w:t>elle</w:t>
      </w:r>
      <w:r w:rsidR="00766774">
        <w:t xml:space="preserve">, </w:t>
      </w:r>
      <w:r w:rsidRPr="00115F49">
        <w:t>sur le gravier</w:t>
      </w:r>
      <w:r w:rsidR="00766774">
        <w:t xml:space="preserve">, </w:t>
      </w:r>
      <w:r w:rsidRPr="00115F49">
        <w:t>dans le labyrinthe du</w:t>
      </w:r>
      <w:r w:rsidRPr="00115F49">
        <w:rPr>
          <w:i/>
          <w:iCs/>
        </w:rPr>
        <w:t xml:space="preserve"> Bongalove</w:t>
      </w:r>
      <w:r w:rsidR="00766774">
        <w:rPr>
          <w:i/>
          <w:iCs/>
        </w:rPr>
        <w:t xml:space="preserve">. </w:t>
      </w:r>
      <w:r w:rsidRPr="00115F49">
        <w:t>Les murailles de bois vert empêchaient qu</w:t>
      </w:r>
      <w:r w:rsidR="00766774">
        <w:t>’</w:t>
      </w:r>
      <w:r w:rsidRPr="00115F49">
        <w:t>on nous voie de là-bas où Delphine allumait les lampes bien avant le soir</w:t>
      </w:r>
      <w:r w:rsidR="00766774">
        <w:t xml:space="preserve">, </w:t>
      </w:r>
      <w:r w:rsidRPr="00115F49">
        <w:t>comme d</w:t>
      </w:r>
      <w:r w:rsidR="00766774">
        <w:t>’</w:t>
      </w:r>
      <w:r w:rsidRPr="00115F49">
        <w:t>habitude</w:t>
      </w:r>
      <w:r w:rsidR="00766774">
        <w:t>.</w:t>
      </w:r>
    </w:p>
    <w:p w14:paraId="388F7327" w14:textId="77777777" w:rsidR="00766774" w:rsidRDefault="00115F49" w:rsidP="00115F49">
      <w:r w:rsidRPr="00115F49">
        <w:lastRenderedPageBreak/>
        <w:t>C</w:t>
      </w:r>
      <w:r w:rsidR="00766774">
        <w:t>’</w:t>
      </w:r>
      <w:r w:rsidRPr="00115F49">
        <w:t>est à nous qu</w:t>
      </w:r>
      <w:r w:rsidR="00766774">
        <w:t>’</w:t>
      </w:r>
      <w:r w:rsidRPr="00115F49">
        <w:t>elle parlait mais ce n</w:t>
      </w:r>
      <w:r w:rsidR="00766774">
        <w:t>’</w:t>
      </w:r>
      <w:r w:rsidRPr="00115F49">
        <w:t>était pas la première fois qu</w:t>
      </w:r>
      <w:r w:rsidR="00766774">
        <w:t>’</w:t>
      </w:r>
      <w:r w:rsidRPr="00115F49">
        <w:t>elle nous engueulait</w:t>
      </w:r>
      <w:r w:rsidR="00766774">
        <w:t xml:space="preserve">. </w:t>
      </w:r>
      <w:r w:rsidRPr="00115F49">
        <w:t>Nous avions l</w:t>
      </w:r>
      <w:r w:rsidR="00766774">
        <w:t>’</w:t>
      </w:r>
      <w:r w:rsidRPr="00115F49">
        <w:t>habitude</w:t>
      </w:r>
      <w:r w:rsidR="00766774">
        <w:t xml:space="preserve">. </w:t>
      </w:r>
      <w:r w:rsidRPr="00115F49">
        <w:t>Nous l</w:t>
      </w:r>
      <w:r w:rsidR="00766774">
        <w:t>’</w:t>
      </w:r>
      <w:r w:rsidRPr="00115F49">
        <w:t>attendions</w:t>
      </w:r>
      <w:r w:rsidR="00766774">
        <w:t xml:space="preserve">. </w:t>
      </w:r>
      <w:r w:rsidRPr="00115F49">
        <w:t>Et même</w:t>
      </w:r>
      <w:r w:rsidR="00766774">
        <w:t xml:space="preserve">, </w:t>
      </w:r>
      <w:r w:rsidRPr="00115F49">
        <w:t>cette fois-là</w:t>
      </w:r>
      <w:r w:rsidR="00766774">
        <w:t xml:space="preserve">, </w:t>
      </w:r>
      <w:r w:rsidRPr="00115F49">
        <w:t>elle n</w:t>
      </w:r>
      <w:r w:rsidR="00766774">
        <w:t>’</w:t>
      </w:r>
      <w:r w:rsidRPr="00115F49">
        <w:t>en vint pas jusqu</w:t>
      </w:r>
      <w:r w:rsidR="00766774">
        <w:t>’</w:t>
      </w:r>
      <w:r w:rsidRPr="00115F49">
        <w:t>à sa fameuse phrase où elle finissait par perdre le souffle</w:t>
      </w:r>
      <w:r w:rsidR="00766774">
        <w:t xml:space="preserve"> (</w:t>
      </w:r>
      <w:r w:rsidRPr="00115F49">
        <w:t>et on devait lui frapper dans le dos pour qu</w:t>
      </w:r>
      <w:r w:rsidR="00766774">
        <w:t>’</w:t>
      </w:r>
      <w:r w:rsidRPr="00115F49">
        <w:t>elle reprenne sa respiration</w:t>
      </w:r>
      <w:r w:rsidR="00766774">
        <w:t xml:space="preserve">) </w:t>
      </w:r>
      <w:r w:rsidRPr="00115F49">
        <w:t>dans laquelle nous étions pétris à même la putréfaction générale des hommes</w:t>
      </w:r>
      <w:r w:rsidR="00766774">
        <w:t xml:space="preserve">, </w:t>
      </w:r>
      <w:r w:rsidRPr="00115F49">
        <w:t>des femmes</w:t>
      </w:r>
      <w:r w:rsidR="00766774">
        <w:t xml:space="preserve">, </w:t>
      </w:r>
      <w:r w:rsidRPr="00115F49">
        <w:t>des enfants</w:t>
      </w:r>
      <w:r w:rsidR="00766774">
        <w:t xml:space="preserve">, </w:t>
      </w:r>
      <w:r w:rsidRPr="00115F49">
        <w:t>des univers et des dieux</w:t>
      </w:r>
      <w:r w:rsidR="00766774">
        <w:t>.</w:t>
      </w:r>
    </w:p>
    <w:p w14:paraId="724174E2" w14:textId="77777777" w:rsidR="00766774" w:rsidRDefault="00115F49" w:rsidP="00115F49">
      <w:r w:rsidRPr="00115F49">
        <w:t>Au début</w:t>
      </w:r>
      <w:r w:rsidR="00766774">
        <w:t xml:space="preserve">, </w:t>
      </w:r>
      <w:r w:rsidRPr="00115F49">
        <w:t>cette phrase nous impressionnait un peu à cause de ce qu</w:t>
      </w:r>
      <w:r w:rsidR="00766774">
        <w:t>’</w:t>
      </w:r>
      <w:r w:rsidRPr="00115F49">
        <w:t>elle disait des femmes et des enfants</w:t>
      </w:r>
      <w:r w:rsidR="00766774">
        <w:t xml:space="preserve">. </w:t>
      </w:r>
      <w:r w:rsidRPr="00115F49">
        <w:t>Nous avions tous des femmes et des enfants</w:t>
      </w:r>
      <w:r w:rsidR="00766774">
        <w:t xml:space="preserve">. </w:t>
      </w:r>
      <w:r w:rsidRPr="00115F49">
        <w:t>Et ça n</w:t>
      </w:r>
      <w:r w:rsidR="00766774">
        <w:t>’</w:t>
      </w:r>
      <w:r w:rsidRPr="00115F49">
        <w:t>était pas gai d</w:t>
      </w:r>
      <w:r w:rsidR="00766774">
        <w:t>’</w:t>
      </w:r>
      <w:r w:rsidRPr="00115F49">
        <w:t>entendre ce qu</w:t>
      </w:r>
      <w:r w:rsidR="00766774">
        <w:t>’</w:t>
      </w:r>
      <w:r w:rsidRPr="00115F49">
        <w:t>elle en disait</w:t>
      </w:r>
      <w:r w:rsidR="00766774">
        <w:t xml:space="preserve">, </w:t>
      </w:r>
      <w:r w:rsidRPr="00115F49">
        <w:t>de quoi ils étaient faits</w:t>
      </w:r>
      <w:r w:rsidR="00766774">
        <w:t xml:space="preserve">, </w:t>
      </w:r>
      <w:r w:rsidRPr="00115F49">
        <w:t>d</w:t>
      </w:r>
      <w:r w:rsidR="00766774">
        <w:t>’</w:t>
      </w:r>
      <w:r w:rsidRPr="00115F49">
        <w:t>où ils venaient et où ils allaient</w:t>
      </w:r>
      <w:r w:rsidR="00766774">
        <w:t xml:space="preserve"> ; </w:t>
      </w:r>
      <w:r w:rsidRPr="00115F49">
        <w:t>et par le moyen de choses assez ordurières</w:t>
      </w:r>
      <w:r w:rsidR="00766774">
        <w:t xml:space="preserve">. </w:t>
      </w:r>
      <w:r w:rsidRPr="00115F49">
        <w:t>À croire que nous passions notre vie</w:t>
      </w:r>
      <w:r w:rsidR="00766774">
        <w:t xml:space="preserve">, </w:t>
      </w:r>
      <w:r w:rsidRPr="00115F49">
        <w:t>nous</w:t>
      </w:r>
      <w:r w:rsidR="00766774">
        <w:t xml:space="preserve">, </w:t>
      </w:r>
      <w:r w:rsidRPr="00115F49">
        <w:t>nos femmes et nos enfants et que nous avions nos salles à manger dans les boyaux vivants d</w:t>
      </w:r>
      <w:r w:rsidR="00766774">
        <w:t>’</w:t>
      </w:r>
      <w:r w:rsidRPr="00115F49">
        <w:t>une sorte de grosse bestiole</w:t>
      </w:r>
      <w:r w:rsidR="00766774">
        <w:t xml:space="preserve">. </w:t>
      </w:r>
      <w:r w:rsidRPr="00115F49">
        <w:t>Puis</w:t>
      </w:r>
      <w:r w:rsidR="00766774">
        <w:t xml:space="preserve">, </w:t>
      </w:r>
      <w:r w:rsidRPr="00115F49">
        <w:t>on vit qu</w:t>
      </w:r>
      <w:r w:rsidR="00766774">
        <w:t>’</w:t>
      </w:r>
      <w:r w:rsidRPr="00115F49">
        <w:t>elle s</w:t>
      </w:r>
      <w:r w:rsidR="00766774">
        <w:t>’</w:t>
      </w:r>
      <w:r w:rsidRPr="00115F49">
        <w:t>étranglait elle-même à force d</w:t>
      </w:r>
      <w:r w:rsidR="00766774">
        <w:t>’</w:t>
      </w:r>
      <w:r w:rsidRPr="00115F49">
        <w:t>accumuler les ordures</w:t>
      </w:r>
      <w:r w:rsidR="00766774">
        <w:t xml:space="preserve"> ; </w:t>
      </w:r>
      <w:r w:rsidRPr="00115F49">
        <w:t>alors</w:t>
      </w:r>
      <w:r w:rsidR="00766774">
        <w:t xml:space="preserve">, </w:t>
      </w:r>
      <w:r w:rsidRPr="00115F49">
        <w:t>on lui frappait gentiment dans le dos</w:t>
      </w:r>
      <w:r w:rsidR="00766774">
        <w:t>.</w:t>
      </w:r>
    </w:p>
    <w:p w14:paraId="542DFA83" w14:textId="77777777" w:rsidR="00766774" w:rsidRDefault="00115F49" w:rsidP="00115F49">
      <w:r w:rsidRPr="00115F49">
        <w:t>Elle avait sa vieille bouche de quatre-vingts ans enfoncée dans ses os jaunes par des coups de poing qui avaient dû lui marteler la bouche pendant quatre-vingts ans et n</w:t>
      </w:r>
      <w:r w:rsidR="00766774">
        <w:t>’</w:t>
      </w:r>
      <w:r w:rsidRPr="00115F49">
        <w:t>avaient réussi à la lui défoncer que depuis peu</w:t>
      </w:r>
      <w:r w:rsidR="00766774">
        <w:t xml:space="preserve">. </w:t>
      </w:r>
      <w:r w:rsidRPr="00115F49">
        <w:t>Ses lèvres noires étaient très minces et</w:t>
      </w:r>
      <w:r w:rsidR="00766774">
        <w:t xml:space="preserve">, </w:t>
      </w:r>
      <w:r w:rsidRPr="00115F49">
        <w:t>par-dessus</w:t>
      </w:r>
      <w:r w:rsidR="00766774">
        <w:t xml:space="preserve">, </w:t>
      </w:r>
      <w:r w:rsidRPr="00115F49">
        <w:t>tremblaient les gros poils raides et blancs de ses moustaches clairsemées</w:t>
      </w:r>
      <w:r w:rsidR="00766774">
        <w:t xml:space="preserve">. </w:t>
      </w:r>
      <w:r w:rsidRPr="00115F49">
        <w:t>Des poils aigus comme des dents de brochet</w:t>
      </w:r>
      <w:r w:rsidR="00766774">
        <w:t>.</w:t>
      </w:r>
    </w:p>
    <w:p w14:paraId="02F04989" w14:textId="77777777" w:rsidR="00766774" w:rsidRDefault="00766774" w:rsidP="00115F49">
      <w:r>
        <w:t>— </w:t>
      </w:r>
      <w:r w:rsidR="00115F49" w:rsidRPr="00115F49">
        <w:t>Et le moment où vous avez été</w:t>
      </w:r>
      <w:r>
        <w:t xml:space="preserve">, </w:t>
      </w:r>
      <w:r w:rsidR="00115F49" w:rsidRPr="00115F49">
        <w:t>tous</w:t>
      </w:r>
      <w:r>
        <w:t xml:space="preserve">, </w:t>
      </w:r>
      <w:r w:rsidR="00115F49" w:rsidRPr="00115F49">
        <w:t>comme du fromage de cul de vache</w:t>
      </w:r>
      <w:r>
        <w:t xml:space="preserve"> (</w:t>
      </w:r>
      <w:r w:rsidR="00115F49" w:rsidRPr="00115F49">
        <w:t>c</w:t>
      </w:r>
      <w:r>
        <w:t>’</w:t>
      </w:r>
      <w:r w:rsidR="00115F49" w:rsidRPr="00115F49">
        <w:t>était dommage d</w:t>
      </w:r>
      <w:r>
        <w:t>’</w:t>
      </w:r>
      <w:r w:rsidR="00115F49" w:rsidRPr="00115F49">
        <w:t>entendre un vieillard parler aussi mal</w:t>
      </w:r>
      <w:r>
        <w:t xml:space="preserve">) </w:t>
      </w:r>
      <w:r w:rsidR="00115F49" w:rsidRPr="00115F49">
        <w:t>c</w:t>
      </w:r>
      <w:r>
        <w:t>’</w:t>
      </w:r>
      <w:r w:rsidR="00115F49" w:rsidRPr="00115F49">
        <w:t>est dans la période qui suivit ce voyage que nous avions fait</w:t>
      </w:r>
      <w:r>
        <w:t>, M</w:t>
      </w:r>
      <w:r w:rsidRPr="00766774">
        <w:rPr>
          <w:vertAlign w:val="superscript"/>
        </w:rPr>
        <w:t>me</w:t>
      </w:r>
      <w:r>
        <w:t> </w:t>
      </w:r>
      <w:r w:rsidR="00115F49" w:rsidRPr="00115F49">
        <w:t>Tim</w:t>
      </w:r>
      <w:r>
        <w:t xml:space="preserve">, </w:t>
      </w:r>
      <w:r w:rsidR="00115F49" w:rsidRPr="00115F49">
        <w:t>lui et moi</w:t>
      </w:r>
      <w:r>
        <w:t xml:space="preserve">. </w:t>
      </w:r>
      <w:r w:rsidR="00115F49" w:rsidRPr="00115F49">
        <w:t>Au retour</w:t>
      </w:r>
      <w:r>
        <w:t xml:space="preserve">, </w:t>
      </w:r>
      <w:r w:rsidR="00115F49" w:rsidRPr="00115F49">
        <w:lastRenderedPageBreak/>
        <w:t>malgré la nuit</w:t>
      </w:r>
      <w:r>
        <w:t xml:space="preserve">, </w:t>
      </w:r>
      <w:r w:rsidR="00115F49" w:rsidRPr="00115F49">
        <w:t>il nous fit encore passer par ce chemin de traverse dans les bois</w:t>
      </w:r>
      <w:r>
        <w:t xml:space="preserve">, </w:t>
      </w:r>
      <w:r w:rsidR="00115F49" w:rsidRPr="00115F49">
        <w:t>de façon à éviter Chichiliane</w:t>
      </w:r>
      <w:r>
        <w:t>.</w:t>
      </w:r>
    </w:p>
    <w:p w14:paraId="5741CD5B" w14:textId="77777777" w:rsidR="00766774" w:rsidRDefault="00766774" w:rsidP="00115F49">
      <w:r>
        <w:t>« </w:t>
      </w:r>
      <w:r w:rsidR="00115F49" w:rsidRPr="00115F49">
        <w:t>Vous n</w:t>
      </w:r>
      <w:r>
        <w:t>’</w:t>
      </w:r>
      <w:r w:rsidR="00115F49" w:rsidRPr="00115F49">
        <w:t>aviez pas remarqué qu</w:t>
      </w:r>
      <w:r>
        <w:t>’</w:t>
      </w:r>
      <w:r w:rsidR="00115F49" w:rsidRPr="00115F49">
        <w:t>alors le procureur royal venait plus souvent qu</w:t>
      </w:r>
      <w:r>
        <w:t>’</w:t>
      </w:r>
      <w:r w:rsidR="00115F49" w:rsidRPr="00115F49">
        <w:t>à son tour</w:t>
      </w:r>
      <w:r>
        <w:t xml:space="preserve"> ? </w:t>
      </w:r>
      <w:r w:rsidR="00115F49" w:rsidRPr="00115F49">
        <w:t>Vous n</w:t>
      </w:r>
      <w:r>
        <w:t>’</w:t>
      </w:r>
      <w:r w:rsidR="00115F49" w:rsidRPr="00115F49">
        <w:t xml:space="preserve">avez pas remarqué que </w:t>
      </w:r>
      <w:r>
        <w:t>M</w:t>
      </w:r>
      <w:r w:rsidRPr="00766774">
        <w:rPr>
          <w:vertAlign w:val="superscript"/>
        </w:rPr>
        <w:t>me</w:t>
      </w:r>
      <w:r>
        <w:t> </w:t>
      </w:r>
      <w:r w:rsidR="00115F49" w:rsidRPr="00115F49">
        <w:t>Tim avait fait son quartier général de la placette des tilleuls jusqu</w:t>
      </w:r>
      <w:r>
        <w:t>’</w:t>
      </w:r>
      <w:r w:rsidR="00115F49" w:rsidRPr="00115F49">
        <w:t>au seuil de ma porte</w:t>
      </w:r>
      <w:r>
        <w:t xml:space="preserve"> ; </w:t>
      </w:r>
      <w:r w:rsidR="00115F49" w:rsidRPr="00115F49">
        <w:t>et qu</w:t>
      </w:r>
      <w:r>
        <w:t>’</w:t>
      </w:r>
      <w:r w:rsidR="00115F49" w:rsidRPr="00115F49">
        <w:t>elle se promenait de long en large</w:t>
      </w:r>
      <w:r>
        <w:t xml:space="preserve"> (</w:t>
      </w:r>
      <w:r w:rsidR="00115F49" w:rsidRPr="00115F49">
        <w:t>vous avez peut-être cru que c</w:t>
      </w:r>
      <w:r>
        <w:t>’</w:t>
      </w:r>
      <w:r w:rsidR="00115F49" w:rsidRPr="00115F49">
        <w:t>était pour vos beaux yeux</w:t>
      </w:r>
      <w:r>
        <w:t xml:space="preserve">) </w:t>
      </w:r>
      <w:r w:rsidR="00115F49" w:rsidRPr="00115F49">
        <w:t>et que</w:t>
      </w:r>
      <w:r>
        <w:t xml:space="preserve">, </w:t>
      </w:r>
      <w:r w:rsidR="00115F49" w:rsidRPr="00115F49">
        <w:t>lorsqu</w:t>
      </w:r>
      <w:r>
        <w:t>’</w:t>
      </w:r>
      <w:r w:rsidR="00115F49" w:rsidRPr="00115F49">
        <w:t>elle était morte de fatigue je lui disais</w:t>
      </w:r>
      <w:r>
        <w:t> :</w:t>
      </w:r>
    </w:p>
    <w:p w14:paraId="12700BEF" w14:textId="77777777" w:rsidR="00115F49" w:rsidRPr="00115F49" w:rsidRDefault="00766774" w:rsidP="00115F49">
      <w:r>
        <w:t>« </w:t>
      </w:r>
      <w:r w:rsidR="00115F49" w:rsidRPr="00115F49">
        <w:t>Entrez</w:t>
      </w:r>
      <w:r>
        <w:t>. »</w:t>
      </w:r>
    </w:p>
    <w:p w14:paraId="6F867B35" w14:textId="77777777" w:rsidR="00115F49" w:rsidRPr="00115F49" w:rsidRDefault="00115F49" w:rsidP="00115F49">
      <w:r w:rsidRPr="00115F49">
        <w:t>Elle me disait</w:t>
      </w:r>
      <w:r w:rsidR="00766774">
        <w:t> : « </w:t>
      </w:r>
      <w:r w:rsidRPr="00115F49">
        <w:t>Non</w:t>
      </w:r>
      <w:r w:rsidR="00766774">
        <w:t>. »</w:t>
      </w:r>
    </w:p>
    <w:p w14:paraId="1531809D" w14:textId="77777777" w:rsidR="00115F49" w:rsidRPr="00115F49" w:rsidRDefault="00115F49" w:rsidP="00115F49">
      <w:r w:rsidRPr="00115F49">
        <w:t>Je lui disais</w:t>
      </w:r>
      <w:r w:rsidR="00766774">
        <w:t> : « </w:t>
      </w:r>
      <w:r w:rsidRPr="00115F49">
        <w:t>Je vais vous sortir une chaise</w:t>
      </w:r>
      <w:r w:rsidR="00766774">
        <w:t>. »</w:t>
      </w:r>
    </w:p>
    <w:p w14:paraId="271FD14A" w14:textId="77777777" w:rsidR="00115F49" w:rsidRPr="00115F49" w:rsidRDefault="00115F49" w:rsidP="00115F49">
      <w:r w:rsidRPr="00115F49">
        <w:t>Elle me disait</w:t>
      </w:r>
      <w:r w:rsidR="00766774">
        <w:t> : « </w:t>
      </w:r>
      <w:r w:rsidRPr="00115F49">
        <w:t>Non</w:t>
      </w:r>
      <w:r w:rsidR="00766774">
        <w:t>. »</w:t>
      </w:r>
    </w:p>
    <w:p w14:paraId="0AACDDF3" w14:textId="77777777" w:rsidR="00766774" w:rsidRDefault="00115F49" w:rsidP="00115F49">
      <w:r w:rsidRPr="00115F49">
        <w:t>Je lui disais</w:t>
      </w:r>
      <w:r w:rsidR="00766774">
        <w:t> : « </w:t>
      </w:r>
      <w:r w:rsidRPr="00115F49">
        <w:t>De quoi avez-vous peur</w:t>
      </w:r>
      <w:r w:rsidR="00766774">
        <w:t xml:space="preserve"> ? », </w:t>
      </w:r>
      <w:r w:rsidRPr="00115F49">
        <w:t>alors qu</w:t>
      </w:r>
      <w:r w:rsidR="00766774">
        <w:t>’</w:t>
      </w:r>
      <w:r w:rsidRPr="00115F49">
        <w:t>elle avait toujours</w:t>
      </w:r>
      <w:r w:rsidR="00766774">
        <w:t xml:space="preserve">, </w:t>
      </w:r>
      <w:r w:rsidRPr="00115F49">
        <w:t>là-bas</w:t>
      </w:r>
      <w:r w:rsidR="00766774">
        <w:t xml:space="preserve">, </w:t>
      </w:r>
      <w:r w:rsidRPr="00115F49">
        <w:t>à Saint-Baudille</w:t>
      </w:r>
      <w:r w:rsidR="00766774">
        <w:t xml:space="preserve">, </w:t>
      </w:r>
      <w:r w:rsidRPr="00115F49">
        <w:t>ses terrasses</w:t>
      </w:r>
      <w:r w:rsidR="00766774">
        <w:t xml:space="preserve">, </w:t>
      </w:r>
      <w:r w:rsidRPr="00115F49">
        <w:t>ses roseraies</w:t>
      </w:r>
      <w:r w:rsidR="00766774">
        <w:t xml:space="preserve">, </w:t>
      </w:r>
      <w:r w:rsidRPr="00115F49">
        <w:t>ses petits-enfants</w:t>
      </w:r>
      <w:r w:rsidR="00766774">
        <w:t xml:space="preserve">, </w:t>
      </w:r>
      <w:r w:rsidRPr="00115F49">
        <w:t>qu</w:t>
      </w:r>
      <w:r w:rsidR="00766774">
        <w:t>’</w:t>
      </w:r>
      <w:r w:rsidRPr="00115F49">
        <w:t>un cataclysme n</w:t>
      </w:r>
      <w:r w:rsidR="00766774">
        <w:t>’</w:t>
      </w:r>
      <w:r w:rsidRPr="00115F49">
        <w:t>avait pas engloutis</w:t>
      </w:r>
      <w:r w:rsidR="00766774">
        <w:t xml:space="preserve">, </w:t>
      </w:r>
      <w:r w:rsidRPr="00115F49">
        <w:t>j</w:t>
      </w:r>
      <w:r w:rsidR="00766774">
        <w:t>’</w:t>
      </w:r>
      <w:r w:rsidRPr="00115F49">
        <w:t>imagine</w:t>
      </w:r>
      <w:r w:rsidR="00766774">
        <w:t> !</w:t>
      </w:r>
    </w:p>
    <w:p w14:paraId="24CB737E" w14:textId="77777777" w:rsidR="00766774" w:rsidRDefault="00115F49" w:rsidP="0091036B">
      <w:pPr>
        <w:pStyle w:val="NormalEspAvtGrand"/>
      </w:pPr>
      <w:r w:rsidRPr="00115F49">
        <w:t>Elle nous mit encore plus bas que terre</w:t>
      </w:r>
      <w:r w:rsidR="00766774">
        <w:t xml:space="preserve">. </w:t>
      </w:r>
      <w:r w:rsidRPr="00115F49">
        <w:t>Je ne vous dirai pas comment elle nous a traités</w:t>
      </w:r>
      <w:r w:rsidR="00766774">
        <w:t xml:space="preserve"> ; </w:t>
      </w:r>
      <w:r w:rsidRPr="00115F49">
        <w:t>ce n</w:t>
      </w:r>
      <w:r w:rsidR="00766774">
        <w:t>’</w:t>
      </w:r>
      <w:r w:rsidRPr="00115F49">
        <w:t>est pas que ça nous salisse mais</w:t>
      </w:r>
      <w:r w:rsidR="00766774">
        <w:t xml:space="preserve">, </w:t>
      </w:r>
      <w:r w:rsidRPr="00115F49">
        <w:t>de sang-froid</w:t>
      </w:r>
      <w:r w:rsidR="00766774">
        <w:t xml:space="preserve">, </w:t>
      </w:r>
      <w:r w:rsidRPr="00115F49">
        <w:t>nous n</w:t>
      </w:r>
      <w:r w:rsidR="00766774">
        <w:t>’</w:t>
      </w:r>
      <w:r w:rsidRPr="00115F49">
        <w:t>aimons pas trop parler de cette façon</w:t>
      </w:r>
      <w:r w:rsidR="00766774">
        <w:t xml:space="preserve">. </w:t>
      </w:r>
      <w:r w:rsidRPr="00115F49">
        <w:t>Sur un coup de colère</w:t>
      </w:r>
      <w:r w:rsidR="00766774">
        <w:t xml:space="preserve">, </w:t>
      </w:r>
      <w:r w:rsidRPr="00115F49">
        <w:t>oui</w:t>
      </w:r>
      <w:r w:rsidR="00766774">
        <w:t xml:space="preserve">, </w:t>
      </w:r>
      <w:r w:rsidRPr="00115F49">
        <w:t>mais jamais comme elle</w:t>
      </w:r>
      <w:r w:rsidR="00766774">
        <w:t xml:space="preserve">. </w:t>
      </w:r>
      <w:r w:rsidRPr="00115F49">
        <w:t>Elle nous disait tout ça posément</w:t>
      </w:r>
      <w:r w:rsidR="00766774">
        <w:t xml:space="preserve">. </w:t>
      </w:r>
      <w:r w:rsidRPr="00115F49">
        <w:t>Elle nous mâchonnait entre ses petites lèvres noires et ses piquantes moustaches de brochet</w:t>
      </w:r>
      <w:r w:rsidR="00766774">
        <w:t>.</w:t>
      </w:r>
    </w:p>
    <w:p w14:paraId="2C1A75CD" w14:textId="77777777" w:rsidR="00766774" w:rsidRDefault="00766774" w:rsidP="00115F49">
      <w:r>
        <w:lastRenderedPageBreak/>
        <w:t>« </w:t>
      </w:r>
      <w:r w:rsidR="00115F49" w:rsidRPr="00115F49">
        <w:t>Je vois arriver le procureur</w:t>
      </w:r>
      <w:r>
        <w:t xml:space="preserve">, </w:t>
      </w:r>
      <w:r w:rsidR="00115F49" w:rsidRPr="00115F49">
        <w:t>dit-elle ensuite</w:t>
      </w:r>
      <w:r>
        <w:t xml:space="preserve">. </w:t>
      </w:r>
      <w:r w:rsidR="00115F49" w:rsidRPr="00115F49">
        <w:t>Passent huit jours</w:t>
      </w:r>
      <w:r>
        <w:t xml:space="preserve"> ; </w:t>
      </w:r>
      <w:r w:rsidR="00115F49" w:rsidRPr="00115F49">
        <w:t>vous faisiez les foins</w:t>
      </w:r>
      <w:r>
        <w:t xml:space="preserve">. </w:t>
      </w:r>
      <w:r w:rsidR="00115F49" w:rsidRPr="00115F49">
        <w:t xml:space="preserve">Je vois arriver </w:t>
      </w:r>
      <w:r>
        <w:t>M</w:t>
      </w:r>
      <w:r w:rsidRPr="00766774">
        <w:rPr>
          <w:vertAlign w:val="superscript"/>
        </w:rPr>
        <w:t>me</w:t>
      </w:r>
      <w:r>
        <w:t> </w:t>
      </w:r>
      <w:r w:rsidR="00115F49" w:rsidRPr="00115F49">
        <w:t>Tim</w:t>
      </w:r>
      <w:r>
        <w:t xml:space="preserve">. </w:t>
      </w:r>
      <w:r w:rsidR="00115F49" w:rsidRPr="00115F49">
        <w:t>Elle n</w:t>
      </w:r>
      <w:r>
        <w:t>’</w:t>
      </w:r>
      <w:r w:rsidR="00115F49" w:rsidRPr="00115F49">
        <w:t>entre pas</w:t>
      </w:r>
      <w:r>
        <w:t xml:space="preserve">. </w:t>
      </w:r>
      <w:r w:rsidR="00115F49" w:rsidRPr="00115F49">
        <w:t>Elle regarde à travers ma vitre voir si j</w:t>
      </w:r>
      <w:r>
        <w:t>’</w:t>
      </w:r>
      <w:r w:rsidR="00115F49" w:rsidRPr="00115F49">
        <w:t>y suis</w:t>
      </w:r>
      <w:r>
        <w:t xml:space="preserve">. </w:t>
      </w:r>
      <w:r w:rsidR="00115F49" w:rsidRPr="00115F49">
        <w:t>Je lui fais signe d</w:t>
      </w:r>
      <w:r>
        <w:t>’</w:t>
      </w:r>
      <w:r w:rsidR="00115F49" w:rsidRPr="00115F49">
        <w:t>entrer</w:t>
      </w:r>
      <w:r>
        <w:t xml:space="preserve"> ; </w:t>
      </w:r>
      <w:r w:rsidR="00115F49" w:rsidRPr="00115F49">
        <w:t>elle me fait signe que non</w:t>
      </w:r>
      <w:r>
        <w:t xml:space="preserve">. </w:t>
      </w:r>
      <w:r w:rsidR="00115F49" w:rsidRPr="00115F49">
        <w:t>Elle s</w:t>
      </w:r>
      <w:r>
        <w:t>’</w:t>
      </w:r>
      <w:r w:rsidR="00115F49" w:rsidRPr="00115F49">
        <w:t>en va</w:t>
      </w:r>
      <w:r>
        <w:t xml:space="preserve"> ; </w:t>
      </w:r>
      <w:r w:rsidR="00115F49" w:rsidRPr="00115F49">
        <w:t>je regarde où elle va</w:t>
      </w:r>
      <w:r>
        <w:t xml:space="preserve">. </w:t>
      </w:r>
      <w:r w:rsidR="00115F49" w:rsidRPr="00115F49">
        <w:t>Elle marche par vos rues comme si elle prenait un peu l</w:t>
      </w:r>
      <w:r>
        <w:t>’</w:t>
      </w:r>
      <w:r w:rsidR="00115F49" w:rsidRPr="00115F49">
        <w:t>air sur un boulevard de ville</w:t>
      </w:r>
      <w:r>
        <w:t xml:space="preserve">, </w:t>
      </w:r>
      <w:r w:rsidR="00115F49" w:rsidRPr="00115F49">
        <w:t>plantant son ombrelle dans vos ruisseaux de purin</w:t>
      </w:r>
      <w:r>
        <w:t xml:space="preserve"> ; </w:t>
      </w:r>
      <w:r w:rsidR="00115F49" w:rsidRPr="00115F49">
        <w:t>relevant ses jupes au-dessus de vos ruisseaux de purin</w:t>
      </w:r>
      <w:r>
        <w:t xml:space="preserve"> ; </w:t>
      </w:r>
      <w:r w:rsidR="00115F49" w:rsidRPr="00115F49">
        <w:t>choisissant des pierres propres pour y poser ses petits souliers de satin blanc</w:t>
      </w:r>
      <w:r>
        <w:t xml:space="preserve">. </w:t>
      </w:r>
      <w:r w:rsidR="00115F49" w:rsidRPr="00115F49">
        <w:t>Vous couriez d</w:t>
      </w:r>
      <w:r>
        <w:t>’</w:t>
      </w:r>
      <w:r w:rsidR="00115F49" w:rsidRPr="00115F49">
        <w:t>un côté et de l</w:t>
      </w:r>
      <w:r>
        <w:t>’</w:t>
      </w:r>
      <w:r w:rsidR="00115F49" w:rsidRPr="00115F49">
        <w:t>autre</w:t>
      </w:r>
      <w:r>
        <w:t xml:space="preserve">, </w:t>
      </w:r>
      <w:r w:rsidR="00115F49" w:rsidRPr="00115F49">
        <w:t>vous autres</w:t>
      </w:r>
      <w:r>
        <w:t xml:space="preserve">, </w:t>
      </w:r>
      <w:r w:rsidR="00115F49" w:rsidRPr="00115F49">
        <w:t>parce que ce jour était noir et que vous craigniez l</w:t>
      </w:r>
      <w:r>
        <w:t>’</w:t>
      </w:r>
      <w:r w:rsidR="00115F49" w:rsidRPr="00115F49">
        <w:t>orage pour vos foins</w:t>
      </w:r>
      <w:r>
        <w:t xml:space="preserve">. </w:t>
      </w:r>
      <w:r w:rsidR="00115F49" w:rsidRPr="00115F49">
        <w:t>Et de te sortir des charrettes</w:t>
      </w:r>
      <w:r>
        <w:t xml:space="preserve">, </w:t>
      </w:r>
      <w:r w:rsidR="00115F49" w:rsidRPr="00115F49">
        <w:t>et de te galoper avec les chars à travers champs</w:t>
      </w:r>
      <w:r>
        <w:t>.</w:t>
      </w:r>
    </w:p>
    <w:p w14:paraId="0E2608D3" w14:textId="77777777" w:rsidR="00766774" w:rsidRDefault="00766774" w:rsidP="00115F49">
      <w:r>
        <w:t>« </w:t>
      </w:r>
      <w:r w:rsidR="00115F49" w:rsidRPr="00115F49">
        <w:t>Passent huit jours</w:t>
      </w:r>
      <w:r>
        <w:t xml:space="preserve"> ; </w:t>
      </w:r>
      <w:r w:rsidR="00115F49" w:rsidRPr="00115F49">
        <w:t>je vois arriver le procureur</w:t>
      </w:r>
      <w:r>
        <w:t xml:space="preserve">. </w:t>
      </w:r>
      <w:r w:rsidR="00115F49" w:rsidRPr="00115F49">
        <w:t>C</w:t>
      </w:r>
      <w:r>
        <w:t>’</w:t>
      </w:r>
      <w:r w:rsidR="00115F49" w:rsidRPr="00115F49">
        <w:t>était huit heures du matin</w:t>
      </w:r>
      <w:r>
        <w:t xml:space="preserve">. </w:t>
      </w:r>
      <w:r w:rsidR="00115F49" w:rsidRPr="00115F49">
        <w:t>À quelle heure avait-il dû partir de chez lui pour être là à huit heures du matin</w:t>
      </w:r>
      <w:r>
        <w:t xml:space="preserve"> ? </w:t>
      </w:r>
      <w:r w:rsidR="00115F49" w:rsidRPr="00115F49">
        <w:t>Et même pas de chez lui</w:t>
      </w:r>
      <w:r>
        <w:t xml:space="preserve"> : </w:t>
      </w:r>
      <w:r w:rsidR="00115F49" w:rsidRPr="00115F49">
        <w:t>il habitait Grenoble</w:t>
      </w:r>
      <w:r>
        <w:t xml:space="preserve"> ; </w:t>
      </w:r>
      <w:r w:rsidR="00115F49" w:rsidRPr="00115F49">
        <w:t>il y avait trois jours de route</w:t>
      </w:r>
      <w:r>
        <w:t xml:space="preserve">. </w:t>
      </w:r>
      <w:r w:rsidR="00115F49" w:rsidRPr="00115F49">
        <w:t>D</w:t>
      </w:r>
      <w:r>
        <w:t>’</w:t>
      </w:r>
      <w:r w:rsidR="00115F49" w:rsidRPr="00115F49">
        <w:t>où était-il parti pour être là à huit heures du matin</w:t>
      </w:r>
      <w:r>
        <w:t xml:space="preserve"> ? </w:t>
      </w:r>
      <w:r w:rsidR="00115F49" w:rsidRPr="00115F49">
        <w:t>Avait-il couché à Clelles</w:t>
      </w:r>
      <w:r>
        <w:t xml:space="preserve">, </w:t>
      </w:r>
      <w:r w:rsidR="00115F49" w:rsidRPr="00115F49">
        <w:t>à Mens</w:t>
      </w:r>
      <w:r>
        <w:t xml:space="preserve"> ? </w:t>
      </w:r>
      <w:r w:rsidR="00115F49" w:rsidRPr="00115F49">
        <w:t>Où</w:t>
      </w:r>
      <w:r>
        <w:t xml:space="preserve"> ? </w:t>
      </w:r>
      <w:r w:rsidR="00115F49" w:rsidRPr="00115F49">
        <w:t>Et pourquoi venait-il de Grenoble à travers la nuit</w:t>
      </w:r>
      <w:r>
        <w:t xml:space="preserve">, </w:t>
      </w:r>
      <w:r w:rsidR="00115F49" w:rsidRPr="00115F49">
        <w:t>se glissant avec son boggey à travers la nuit jusqu</w:t>
      </w:r>
      <w:r>
        <w:t>’</w:t>
      </w:r>
      <w:r w:rsidR="00115F49" w:rsidRPr="00115F49">
        <w:t>à Clelles</w:t>
      </w:r>
      <w:r>
        <w:t xml:space="preserve">, </w:t>
      </w:r>
      <w:r w:rsidR="00115F49" w:rsidRPr="00115F49">
        <w:t>ou jusqu</w:t>
      </w:r>
      <w:r>
        <w:t>’</w:t>
      </w:r>
      <w:r w:rsidR="00115F49" w:rsidRPr="00115F49">
        <w:t>à Mens où il couchait pour arriver chez moi le lendemain matin à huit heures</w:t>
      </w:r>
      <w:r>
        <w:t xml:space="preserve"> ? </w:t>
      </w:r>
      <w:r w:rsidR="00115F49" w:rsidRPr="00115F49">
        <w:t>Il s</w:t>
      </w:r>
      <w:r>
        <w:t>’</w:t>
      </w:r>
      <w:r w:rsidR="00115F49" w:rsidRPr="00115F49">
        <w:t>assoit</w:t>
      </w:r>
      <w:r>
        <w:t xml:space="preserve"> ; </w:t>
      </w:r>
      <w:r w:rsidR="00115F49" w:rsidRPr="00115F49">
        <w:t>je lui donne son café</w:t>
      </w:r>
      <w:r>
        <w:t xml:space="preserve">. </w:t>
      </w:r>
      <w:r w:rsidR="00115F49" w:rsidRPr="00115F49">
        <w:t>Il ne me dit rien</w:t>
      </w:r>
      <w:r>
        <w:t xml:space="preserve">. </w:t>
      </w:r>
      <w:r w:rsidR="00115F49" w:rsidRPr="00115F49">
        <w:t>Il écoute Langlois qui siffle un petit air là-haut dans sa chambre</w:t>
      </w:r>
      <w:r>
        <w:t xml:space="preserve">, </w:t>
      </w:r>
      <w:r w:rsidR="00115F49" w:rsidRPr="00115F49">
        <w:t>comme tous les matins quand il se rase</w:t>
      </w:r>
      <w:r>
        <w:t xml:space="preserve">. </w:t>
      </w:r>
      <w:r w:rsidR="00115F49" w:rsidRPr="00115F49">
        <w:t>Nous sommes là tous les deux</w:t>
      </w:r>
      <w:r>
        <w:t xml:space="preserve">, </w:t>
      </w:r>
      <w:r w:rsidR="00115F49" w:rsidRPr="00115F49">
        <w:t>lui assis</w:t>
      </w:r>
      <w:r>
        <w:t xml:space="preserve">, </w:t>
      </w:r>
      <w:r w:rsidR="00115F49" w:rsidRPr="00115F49">
        <w:t>moi debout</w:t>
      </w:r>
      <w:r>
        <w:t xml:space="preserve">, </w:t>
      </w:r>
      <w:r w:rsidR="00115F49" w:rsidRPr="00115F49">
        <w:t>et</w:t>
      </w:r>
      <w:r>
        <w:t xml:space="preserve">, </w:t>
      </w:r>
      <w:r w:rsidR="00115F49" w:rsidRPr="00115F49">
        <w:t>entre nous</w:t>
      </w:r>
      <w:r>
        <w:t xml:space="preserve">, </w:t>
      </w:r>
      <w:r w:rsidR="00115F49" w:rsidRPr="00115F49">
        <w:t>la table en marbre</w:t>
      </w:r>
      <w:r>
        <w:t xml:space="preserve">, </w:t>
      </w:r>
      <w:r w:rsidR="00115F49" w:rsidRPr="00115F49">
        <w:t>le café dans un verre</w:t>
      </w:r>
      <w:r>
        <w:t xml:space="preserve"> (</w:t>
      </w:r>
      <w:r w:rsidR="00115F49" w:rsidRPr="00115F49">
        <w:t>parce que ce procureur ne boit le café que dans un verre</w:t>
      </w:r>
      <w:r>
        <w:t xml:space="preserve">, </w:t>
      </w:r>
      <w:r w:rsidR="00115F49" w:rsidRPr="00115F49">
        <w:t>jamais dans une tasse</w:t>
      </w:r>
      <w:r>
        <w:t xml:space="preserve">) </w:t>
      </w:r>
      <w:r w:rsidR="00115F49" w:rsidRPr="00115F49">
        <w:t>et</w:t>
      </w:r>
      <w:r>
        <w:t xml:space="preserve">, </w:t>
      </w:r>
      <w:r w:rsidR="00115F49" w:rsidRPr="00115F49">
        <w:t>dans le verre la cuiller à café</w:t>
      </w:r>
      <w:r>
        <w:t xml:space="preserve">. </w:t>
      </w:r>
      <w:r w:rsidR="00115F49" w:rsidRPr="00115F49">
        <w:t>Nous écoutons</w:t>
      </w:r>
      <w:r>
        <w:t xml:space="preserve">, </w:t>
      </w:r>
      <w:r w:rsidR="00115F49" w:rsidRPr="00115F49">
        <w:t>Langlois siffle</w:t>
      </w:r>
      <w:r>
        <w:t xml:space="preserve">. </w:t>
      </w:r>
      <w:r w:rsidR="00115F49" w:rsidRPr="00115F49">
        <w:t>Nous savons qu</w:t>
      </w:r>
      <w:r>
        <w:t>’</w:t>
      </w:r>
      <w:r w:rsidR="00115F49" w:rsidRPr="00115F49">
        <w:t>il se rase</w:t>
      </w:r>
      <w:r>
        <w:t xml:space="preserve">. </w:t>
      </w:r>
      <w:r w:rsidR="00115F49" w:rsidRPr="00115F49">
        <w:t>Et</w:t>
      </w:r>
      <w:r>
        <w:t xml:space="preserve">, </w:t>
      </w:r>
      <w:r w:rsidR="00115F49" w:rsidRPr="00115F49">
        <w:t>tout d</w:t>
      </w:r>
      <w:r>
        <w:t>’</w:t>
      </w:r>
      <w:r w:rsidR="00115F49" w:rsidRPr="00115F49">
        <w:t>un coup il ne siffle plus</w:t>
      </w:r>
      <w:r>
        <w:t xml:space="preserve">. </w:t>
      </w:r>
      <w:r w:rsidR="00115F49" w:rsidRPr="00115F49">
        <w:t>Je m</w:t>
      </w:r>
      <w:r>
        <w:t>’</w:t>
      </w:r>
      <w:r w:rsidR="00115F49" w:rsidRPr="00115F49">
        <w:t>appuie sur la table en marbre et la cuiller à café se met à cliqueter contre le verre</w:t>
      </w:r>
      <w:r>
        <w:t xml:space="preserve">. </w:t>
      </w:r>
      <w:r w:rsidR="00115F49" w:rsidRPr="00115F49">
        <w:t>Et Langlois recommence à siffler</w:t>
      </w:r>
      <w:r>
        <w:t xml:space="preserve">. </w:t>
      </w:r>
      <w:r w:rsidR="00115F49" w:rsidRPr="00115F49">
        <w:t>Il ne s</w:t>
      </w:r>
      <w:r>
        <w:t>’</w:t>
      </w:r>
      <w:r w:rsidR="00115F49" w:rsidRPr="00115F49">
        <w:t>est arrêté que parce qu</w:t>
      </w:r>
      <w:r>
        <w:t>’</w:t>
      </w:r>
      <w:r w:rsidR="00115F49" w:rsidRPr="00115F49">
        <w:t>il se rasait à un endroit diffi</w:t>
      </w:r>
      <w:r w:rsidR="00115F49" w:rsidRPr="00115F49">
        <w:lastRenderedPageBreak/>
        <w:t>cile</w:t>
      </w:r>
      <w:r>
        <w:t xml:space="preserve">, </w:t>
      </w:r>
      <w:r w:rsidR="00115F49" w:rsidRPr="00115F49">
        <w:t>ou près de la bouche</w:t>
      </w:r>
      <w:r>
        <w:t xml:space="preserve">, </w:t>
      </w:r>
      <w:r w:rsidR="00115F49" w:rsidRPr="00115F49">
        <w:t>ou à la gorge</w:t>
      </w:r>
      <w:r>
        <w:t xml:space="preserve">. </w:t>
      </w:r>
      <w:r w:rsidR="00115F49" w:rsidRPr="00115F49">
        <w:t>Je me remets d</w:t>
      </w:r>
      <w:r>
        <w:t>’</w:t>
      </w:r>
      <w:r w:rsidR="00115F49" w:rsidRPr="00115F49">
        <w:t>aplomb et j</w:t>
      </w:r>
      <w:r>
        <w:t>’</w:t>
      </w:r>
      <w:r w:rsidR="00115F49" w:rsidRPr="00115F49">
        <w:t>entre dans ma cuisine</w:t>
      </w:r>
      <w:r>
        <w:t xml:space="preserve">. </w:t>
      </w:r>
      <w:r w:rsidR="00115F49" w:rsidRPr="00115F49">
        <w:t>Le procureur boit son café</w:t>
      </w:r>
      <w:r>
        <w:t>.</w:t>
      </w:r>
    </w:p>
    <w:p w14:paraId="642D47D7" w14:textId="77777777" w:rsidR="00766774" w:rsidRDefault="00115F49" w:rsidP="00115F49">
      <w:r w:rsidRPr="00115F49">
        <w:t>Vous autres</w:t>
      </w:r>
      <w:r w:rsidR="00766774">
        <w:t xml:space="preserve">, </w:t>
      </w:r>
      <w:r w:rsidRPr="00115F49">
        <w:t>vous avez rentré le foin mais maintenant c</w:t>
      </w:r>
      <w:r w:rsidR="00766774">
        <w:t>’</w:t>
      </w:r>
      <w:r w:rsidRPr="00115F49">
        <w:t>est les pommes de terre</w:t>
      </w:r>
      <w:r w:rsidR="00766774">
        <w:t xml:space="preserve">. </w:t>
      </w:r>
      <w:r w:rsidRPr="00115F49">
        <w:t>Et encore</w:t>
      </w:r>
      <w:r w:rsidR="00766774">
        <w:t xml:space="preserve"> ! </w:t>
      </w:r>
      <w:r w:rsidRPr="00115F49">
        <w:t>Même pas les pommes de terre de la récolte</w:t>
      </w:r>
      <w:r w:rsidR="00766774">
        <w:t xml:space="preserve">, </w:t>
      </w:r>
      <w:r w:rsidRPr="00115F49">
        <w:t>puisque la récolte c</w:t>
      </w:r>
      <w:r w:rsidR="00766774">
        <w:t>’</w:t>
      </w:r>
      <w:r w:rsidRPr="00115F49">
        <w:t>est en octobre et que nous ne sommes qu</w:t>
      </w:r>
      <w:r w:rsidR="00766774">
        <w:t>’</w:t>
      </w:r>
      <w:r w:rsidRPr="00115F49">
        <w:t>en juillet</w:t>
      </w:r>
      <w:r w:rsidR="00766774">
        <w:t xml:space="preserve"> ; </w:t>
      </w:r>
      <w:r w:rsidRPr="00115F49">
        <w:t>c</w:t>
      </w:r>
      <w:r w:rsidR="00766774">
        <w:t>’</w:t>
      </w:r>
      <w:r w:rsidRPr="00115F49">
        <w:t>est les pommes de terre nouvelles</w:t>
      </w:r>
      <w:r w:rsidR="00766774">
        <w:t xml:space="preserve">, </w:t>
      </w:r>
      <w:r w:rsidRPr="00115F49">
        <w:t>les</w:t>
      </w:r>
      <w:r w:rsidRPr="00115F49">
        <w:rPr>
          <w:i/>
          <w:iCs/>
        </w:rPr>
        <w:t xml:space="preserve"> rates</w:t>
      </w:r>
      <w:r w:rsidR="00766774">
        <w:rPr>
          <w:i/>
          <w:iCs/>
        </w:rPr>
        <w:t xml:space="preserve">, </w:t>
      </w:r>
      <w:r w:rsidRPr="00115F49">
        <w:t>la gourmandise</w:t>
      </w:r>
      <w:r w:rsidR="00766774">
        <w:t xml:space="preserve">. </w:t>
      </w:r>
      <w:r w:rsidRPr="00115F49">
        <w:t>Passent huit jours</w:t>
      </w:r>
      <w:r w:rsidR="00766774">
        <w:t xml:space="preserve">. </w:t>
      </w:r>
      <w:r w:rsidRPr="00115F49">
        <w:t>C</w:t>
      </w:r>
      <w:r w:rsidR="00766774">
        <w:t>’</w:t>
      </w:r>
      <w:r w:rsidRPr="00115F49">
        <w:t xml:space="preserve">est </w:t>
      </w:r>
      <w:r w:rsidR="00766774">
        <w:t>M</w:t>
      </w:r>
      <w:r w:rsidR="00766774" w:rsidRPr="00766774">
        <w:rPr>
          <w:vertAlign w:val="superscript"/>
        </w:rPr>
        <w:t>me</w:t>
      </w:r>
      <w:r w:rsidR="00766774">
        <w:t> </w:t>
      </w:r>
      <w:r w:rsidRPr="00115F49">
        <w:t>Tim</w:t>
      </w:r>
      <w:r w:rsidR="00766774">
        <w:t xml:space="preserve">. </w:t>
      </w:r>
      <w:r w:rsidRPr="00115F49">
        <w:t>Elle regarde à travers ma vitre voir si j</w:t>
      </w:r>
      <w:r w:rsidR="00766774">
        <w:t>’</w:t>
      </w:r>
      <w:r w:rsidRPr="00115F49">
        <w:t>y suis</w:t>
      </w:r>
      <w:r w:rsidR="00766774">
        <w:t xml:space="preserve">. </w:t>
      </w:r>
      <w:r w:rsidRPr="00115F49">
        <w:t>Mais cette fois c</w:t>
      </w:r>
      <w:r w:rsidR="00766774">
        <w:t>’</w:t>
      </w:r>
      <w:r w:rsidRPr="00115F49">
        <w:t>est moi qui ouvre</w:t>
      </w:r>
      <w:r w:rsidR="00766774">
        <w:t xml:space="preserve">. </w:t>
      </w:r>
      <w:r w:rsidRPr="00115F49">
        <w:t>Je lui dis</w:t>
      </w:r>
      <w:r w:rsidR="00766774">
        <w:t> : « </w:t>
      </w:r>
      <w:r w:rsidRPr="00115F49">
        <w:t>Il est peut-être sur la placette</w:t>
      </w:r>
      <w:r w:rsidR="00766774">
        <w:t xml:space="preserve"> ; </w:t>
      </w:r>
      <w:r w:rsidRPr="00115F49">
        <w:t>il y a cinq minutes qu</w:t>
      </w:r>
      <w:r w:rsidR="00766774">
        <w:t>’</w:t>
      </w:r>
      <w:r w:rsidRPr="00115F49">
        <w:t>il est parti</w:t>
      </w:r>
      <w:r w:rsidR="00766774">
        <w:t>. »</w:t>
      </w:r>
      <w:r w:rsidRPr="00115F49">
        <w:t xml:space="preserve"> Elle y va</w:t>
      </w:r>
      <w:r w:rsidR="00766774">
        <w:t xml:space="preserve">. </w:t>
      </w:r>
      <w:r w:rsidRPr="00115F49">
        <w:t>Elle ne choisit pas les pierres propres</w:t>
      </w:r>
      <w:r w:rsidR="00766774">
        <w:t xml:space="preserve">. </w:t>
      </w:r>
      <w:r w:rsidRPr="00115F49">
        <w:t>C</w:t>
      </w:r>
      <w:r w:rsidR="00766774">
        <w:t>’</w:t>
      </w:r>
      <w:r w:rsidRPr="00115F49">
        <w:t>est une grand-mère</w:t>
      </w:r>
      <w:r w:rsidR="00766774">
        <w:t xml:space="preserve">. </w:t>
      </w:r>
      <w:r w:rsidRPr="00115F49">
        <w:t>C</w:t>
      </w:r>
      <w:r w:rsidR="00766774">
        <w:t>’</w:t>
      </w:r>
      <w:r w:rsidRPr="00115F49">
        <w:t>est une dame</w:t>
      </w:r>
      <w:r w:rsidR="00766774">
        <w:t xml:space="preserve">. </w:t>
      </w:r>
      <w:r w:rsidRPr="00115F49">
        <w:t>Elle court presque</w:t>
      </w:r>
      <w:r w:rsidR="00766774">
        <w:t xml:space="preserve">. </w:t>
      </w:r>
      <w:r w:rsidRPr="00115F49">
        <w:t>Vous autres</w:t>
      </w:r>
      <w:r w:rsidR="00766774">
        <w:t xml:space="preserve">, </w:t>
      </w:r>
      <w:r w:rsidRPr="00115F49">
        <w:t>c</w:t>
      </w:r>
      <w:r w:rsidR="00766774">
        <w:t>’</w:t>
      </w:r>
      <w:r w:rsidRPr="00115F49">
        <w:t>est le moment des rates</w:t>
      </w:r>
      <w:r w:rsidR="00766774">
        <w:t xml:space="preserve">, </w:t>
      </w:r>
      <w:r w:rsidRPr="00115F49">
        <w:t>en plein</w:t>
      </w:r>
      <w:r w:rsidR="00766774">
        <w:t xml:space="preserve">. </w:t>
      </w:r>
      <w:r w:rsidRPr="00115F49">
        <w:t>Quand ça n</w:t>
      </w:r>
      <w:r w:rsidR="00766774">
        <w:t>’</w:t>
      </w:r>
      <w:r w:rsidRPr="00115F49">
        <w:t>en est pas un</w:t>
      </w:r>
      <w:r w:rsidR="00766774">
        <w:t xml:space="preserve">, </w:t>
      </w:r>
      <w:r w:rsidRPr="00115F49">
        <w:t>c</w:t>
      </w:r>
      <w:r w:rsidR="00766774">
        <w:t>’</w:t>
      </w:r>
      <w:r w:rsidRPr="00115F49">
        <w:t>est l</w:t>
      </w:r>
      <w:r w:rsidR="00766774">
        <w:t>’</w:t>
      </w:r>
      <w:r w:rsidRPr="00115F49">
        <w:t>autre qui va à Pré-Villars avec sa bêche et son panier</w:t>
      </w:r>
      <w:r w:rsidR="00766774">
        <w:t>.</w:t>
      </w:r>
    </w:p>
    <w:p w14:paraId="3829DDFF" w14:textId="77777777" w:rsidR="00766774" w:rsidRDefault="00115F49" w:rsidP="00115F49">
      <w:r w:rsidRPr="00115F49">
        <w:t xml:space="preserve">Et </w:t>
      </w:r>
      <w:r w:rsidR="00766774">
        <w:t>M</w:t>
      </w:r>
      <w:r w:rsidR="00766774" w:rsidRPr="00766774">
        <w:rPr>
          <w:vertAlign w:val="superscript"/>
        </w:rPr>
        <w:t>me</w:t>
      </w:r>
      <w:r w:rsidR="00766774">
        <w:t> </w:t>
      </w:r>
      <w:r w:rsidRPr="00115F49">
        <w:t>Tim n</w:t>
      </w:r>
      <w:r w:rsidR="00766774">
        <w:t>’</w:t>
      </w:r>
      <w:r w:rsidRPr="00115F49">
        <w:t>a pas plus tôt tourné le coin de la rue que j</w:t>
      </w:r>
      <w:r w:rsidR="00766774">
        <w:t>’</w:t>
      </w:r>
      <w:r w:rsidRPr="00115F49">
        <w:t>entends trotter</w:t>
      </w:r>
      <w:r w:rsidR="00766774">
        <w:t xml:space="preserve"> : </w:t>
      </w:r>
      <w:r w:rsidRPr="00115F49">
        <w:t>c</w:t>
      </w:r>
      <w:r w:rsidR="00766774">
        <w:t>’</w:t>
      </w:r>
      <w:r w:rsidRPr="00115F49">
        <w:t>est le procureur</w:t>
      </w:r>
      <w:r w:rsidR="00766774">
        <w:t xml:space="preserve">. </w:t>
      </w:r>
      <w:r w:rsidRPr="00115F49">
        <w:t>Comment a-t-il fait pour être là à trois heures de l</w:t>
      </w:r>
      <w:r w:rsidR="00766774">
        <w:t>’</w:t>
      </w:r>
      <w:r w:rsidRPr="00115F49">
        <w:t>après-midi</w:t>
      </w:r>
      <w:r w:rsidR="00766774">
        <w:t xml:space="preserve"> ? </w:t>
      </w:r>
      <w:r w:rsidRPr="00115F49">
        <w:t>Où a-t-il couché</w:t>
      </w:r>
      <w:r w:rsidR="00766774">
        <w:t xml:space="preserve"> ? </w:t>
      </w:r>
      <w:r w:rsidRPr="00115F49">
        <w:t>Est-ce que ce n</w:t>
      </w:r>
      <w:r w:rsidR="00766774">
        <w:t>’</w:t>
      </w:r>
      <w:r w:rsidRPr="00115F49">
        <w:t>est pas tout à fait comme si</w:t>
      </w:r>
      <w:r w:rsidR="00766774">
        <w:t xml:space="preserve">, </w:t>
      </w:r>
      <w:r w:rsidRPr="00115F49">
        <w:t>au lieu de mettre trois jours pour venir cette fois</w:t>
      </w:r>
      <w:r w:rsidR="00766774">
        <w:t xml:space="preserve">, </w:t>
      </w:r>
      <w:r w:rsidRPr="00115F49">
        <w:t>il n</w:t>
      </w:r>
      <w:r w:rsidR="00766774">
        <w:t>’</w:t>
      </w:r>
      <w:r w:rsidRPr="00115F49">
        <w:t>en avait mis que deux</w:t>
      </w:r>
      <w:r w:rsidR="00766774">
        <w:t xml:space="preserve"> ? </w:t>
      </w:r>
      <w:r w:rsidRPr="00115F49">
        <w:t>Je lui dis</w:t>
      </w:r>
      <w:r w:rsidR="00766774">
        <w:t> : « </w:t>
      </w:r>
      <w:r w:rsidRPr="00115F49">
        <w:t>Il doit être sur la placette</w:t>
      </w:r>
      <w:r w:rsidR="00766774">
        <w:t xml:space="preserve">. </w:t>
      </w:r>
      <w:r w:rsidRPr="00115F49">
        <w:t>Il y a une minute</w:t>
      </w:r>
      <w:r w:rsidR="00766774">
        <w:t>, M</w:t>
      </w:r>
      <w:r w:rsidR="00766774" w:rsidRPr="00766774">
        <w:rPr>
          <w:vertAlign w:val="superscript"/>
        </w:rPr>
        <w:t>me</w:t>
      </w:r>
      <w:r w:rsidR="00766774">
        <w:t> </w:t>
      </w:r>
      <w:r w:rsidRPr="00115F49">
        <w:t>Tim y est partie voir</w:t>
      </w:r>
      <w:r w:rsidR="00766774">
        <w:t>. »</w:t>
      </w:r>
      <w:r w:rsidRPr="00115F49">
        <w:t xml:space="preserve"> Je ne sais pas ce qu</w:t>
      </w:r>
      <w:r w:rsidR="00766774">
        <w:t>’</w:t>
      </w:r>
      <w:r w:rsidRPr="00115F49">
        <w:t>on donne à un procureur à trois heures de l</w:t>
      </w:r>
      <w:r w:rsidR="00766774">
        <w:t>’</w:t>
      </w:r>
      <w:r w:rsidRPr="00115F49">
        <w:t>après-midi</w:t>
      </w:r>
      <w:r w:rsidR="00766774">
        <w:t>. « </w:t>
      </w:r>
      <w:r w:rsidRPr="00115F49">
        <w:t>Oh</w:t>
      </w:r>
      <w:r w:rsidR="00766774">
        <w:t xml:space="preserve"> ! </w:t>
      </w:r>
      <w:r w:rsidRPr="00115F49">
        <w:t>du café</w:t>
      </w:r>
      <w:r w:rsidR="00766774">
        <w:t xml:space="preserve">, </w:t>
      </w:r>
      <w:r w:rsidRPr="00115F49">
        <w:t>dit le procureur</w:t>
      </w:r>
      <w:r w:rsidR="00766774">
        <w:t xml:space="preserve">, </w:t>
      </w:r>
      <w:r w:rsidRPr="00115F49">
        <w:t>du café</w:t>
      </w:r>
      <w:r w:rsidR="00766774">
        <w:t xml:space="preserve"> », </w:t>
      </w:r>
      <w:r w:rsidRPr="00115F49">
        <w:t>comme s</w:t>
      </w:r>
      <w:r w:rsidR="00766774">
        <w:t>’</w:t>
      </w:r>
      <w:r w:rsidRPr="00115F49">
        <w:t>il n</w:t>
      </w:r>
      <w:r w:rsidR="00766774">
        <w:t>’</w:t>
      </w:r>
      <w:r w:rsidRPr="00115F49">
        <w:t>a pas le temps de se choisir autre chose</w:t>
      </w:r>
      <w:r w:rsidR="00766774">
        <w:t>.</w:t>
      </w:r>
    </w:p>
    <w:p w14:paraId="39363FC7" w14:textId="77777777" w:rsidR="00766774" w:rsidRDefault="00115F49" w:rsidP="00115F49">
      <w:r w:rsidRPr="00115F49">
        <w:t>Vous autres</w:t>
      </w:r>
      <w:r w:rsidR="00766774">
        <w:t xml:space="preserve">, </w:t>
      </w:r>
      <w:r w:rsidRPr="00115F49">
        <w:t>alors</w:t>
      </w:r>
      <w:r w:rsidR="00766774">
        <w:t xml:space="preserve">, </w:t>
      </w:r>
      <w:r w:rsidRPr="00115F49">
        <w:t>commence ce fameux moment où le blé mûrit</w:t>
      </w:r>
      <w:r w:rsidR="00766774">
        <w:t xml:space="preserve">, </w:t>
      </w:r>
      <w:r w:rsidRPr="00115F49">
        <w:t>va être mûr</w:t>
      </w:r>
      <w:r w:rsidR="00766774">
        <w:t xml:space="preserve">. </w:t>
      </w:r>
      <w:r w:rsidRPr="00115F49">
        <w:t>La moisson</w:t>
      </w:r>
      <w:r w:rsidR="00766774">
        <w:t xml:space="preserve">. </w:t>
      </w:r>
      <w:r w:rsidRPr="00115F49">
        <w:t>Passent huit jours</w:t>
      </w:r>
      <w:r w:rsidR="00766774">
        <w:t xml:space="preserve">… </w:t>
      </w:r>
      <w:r w:rsidRPr="00115F49">
        <w:t xml:space="preserve">Ni </w:t>
      </w:r>
      <w:r w:rsidR="00766774">
        <w:t>M</w:t>
      </w:r>
      <w:r w:rsidR="00766774" w:rsidRPr="00766774">
        <w:rPr>
          <w:vertAlign w:val="superscript"/>
        </w:rPr>
        <w:t>me</w:t>
      </w:r>
      <w:r w:rsidR="00766774">
        <w:t> </w:t>
      </w:r>
      <w:r w:rsidRPr="00115F49">
        <w:t>Tim ni le procureur</w:t>
      </w:r>
      <w:r w:rsidR="00766774">
        <w:t xml:space="preserve">, </w:t>
      </w:r>
      <w:r w:rsidRPr="00115F49">
        <w:t>mais moi</w:t>
      </w:r>
      <w:r w:rsidR="00766774">
        <w:t xml:space="preserve">, </w:t>
      </w:r>
      <w:r w:rsidRPr="00115F49">
        <w:t>cette fois</w:t>
      </w:r>
      <w:r w:rsidR="00766774">
        <w:t xml:space="preserve">. </w:t>
      </w:r>
      <w:r w:rsidRPr="00115F49">
        <w:t>Il est quatre heures de l</w:t>
      </w:r>
      <w:r w:rsidR="00766774">
        <w:t>’</w:t>
      </w:r>
      <w:r w:rsidRPr="00115F49">
        <w:t>après-midi</w:t>
      </w:r>
      <w:r w:rsidR="00766774">
        <w:t xml:space="preserve">. </w:t>
      </w:r>
      <w:r w:rsidRPr="00115F49">
        <w:t>Je m</w:t>
      </w:r>
      <w:r w:rsidR="00766774">
        <w:t>’</w:t>
      </w:r>
      <w:r w:rsidRPr="00115F49">
        <w:t>enlève mes pantoufles</w:t>
      </w:r>
      <w:r w:rsidR="00766774">
        <w:t xml:space="preserve">. </w:t>
      </w:r>
      <w:r w:rsidRPr="00115F49">
        <w:t>Je monte l</w:t>
      </w:r>
      <w:r w:rsidR="00766774">
        <w:t>’</w:t>
      </w:r>
      <w:r w:rsidRPr="00115F49">
        <w:t>escalier pieds nus</w:t>
      </w:r>
      <w:r w:rsidR="00766774">
        <w:t xml:space="preserve">. </w:t>
      </w:r>
      <w:r w:rsidRPr="00115F49">
        <w:t>Je saute la marche qui craque</w:t>
      </w:r>
      <w:r w:rsidR="00766774">
        <w:t xml:space="preserve">. </w:t>
      </w:r>
      <w:r w:rsidRPr="00115F49">
        <w:t>Sur le palier j</w:t>
      </w:r>
      <w:r w:rsidR="00766774">
        <w:t>’</w:t>
      </w:r>
      <w:r w:rsidRPr="00115F49">
        <w:t>écoute</w:t>
      </w:r>
      <w:r w:rsidR="00766774">
        <w:t xml:space="preserve">. </w:t>
      </w:r>
      <w:r w:rsidRPr="00115F49">
        <w:t>Devant la porte j</w:t>
      </w:r>
      <w:r w:rsidR="00766774">
        <w:t>’</w:t>
      </w:r>
      <w:r w:rsidRPr="00115F49">
        <w:t>écoute</w:t>
      </w:r>
      <w:r w:rsidR="00766774">
        <w:t xml:space="preserve">. </w:t>
      </w:r>
      <w:r w:rsidRPr="00115F49">
        <w:t>J</w:t>
      </w:r>
      <w:r w:rsidR="00766774">
        <w:t>’</w:t>
      </w:r>
      <w:r w:rsidRPr="00115F49">
        <w:t xml:space="preserve">appuie mon </w:t>
      </w:r>
      <w:r w:rsidRPr="00115F49">
        <w:lastRenderedPageBreak/>
        <w:t>oreille contre le bois</w:t>
      </w:r>
      <w:r w:rsidR="00766774">
        <w:t xml:space="preserve">, </w:t>
      </w:r>
      <w:r w:rsidRPr="00115F49">
        <w:t>j</w:t>
      </w:r>
      <w:r w:rsidR="00766774">
        <w:t>’</w:t>
      </w:r>
      <w:r w:rsidRPr="00115F49">
        <w:t>écoute</w:t>
      </w:r>
      <w:r w:rsidR="00766774">
        <w:t xml:space="preserve">. </w:t>
      </w:r>
      <w:r w:rsidRPr="00115F49">
        <w:t>Je regarde par le trou de la serrure</w:t>
      </w:r>
      <w:r w:rsidR="00766774">
        <w:t xml:space="preserve">. </w:t>
      </w:r>
      <w:r w:rsidRPr="00115F49">
        <w:t>Je vois deux jambes molles qui pendent du lit</w:t>
      </w:r>
      <w:r w:rsidR="00766774">
        <w:t xml:space="preserve">. </w:t>
      </w:r>
      <w:r w:rsidRPr="00115F49">
        <w:t>J</w:t>
      </w:r>
      <w:r w:rsidR="00766774">
        <w:t>’</w:t>
      </w:r>
      <w:r w:rsidRPr="00115F49">
        <w:t>ouvre</w:t>
      </w:r>
      <w:r w:rsidR="00766774">
        <w:t xml:space="preserve">. </w:t>
      </w:r>
      <w:r w:rsidRPr="00115F49">
        <w:t>Vous entendez</w:t>
      </w:r>
      <w:r w:rsidR="00766774">
        <w:t xml:space="preserve"> ? </w:t>
      </w:r>
      <w:r w:rsidRPr="00115F49">
        <w:t>J</w:t>
      </w:r>
      <w:r w:rsidR="00766774">
        <w:t>’</w:t>
      </w:r>
      <w:r w:rsidRPr="00115F49">
        <w:t>ouvre</w:t>
      </w:r>
      <w:r w:rsidR="00766774">
        <w:t> !</w:t>
      </w:r>
    </w:p>
    <w:p w14:paraId="71397B59" w14:textId="77777777" w:rsidR="00766774" w:rsidRDefault="00115F49" w:rsidP="00115F49">
      <w:r w:rsidRPr="00115F49">
        <w:t>En bas dans la rue il y a un de vous autres qui aiguise une faux avec plus de deux mille petits coups de marteau idiots</w:t>
      </w:r>
      <w:r w:rsidR="00766774">
        <w:t>.</w:t>
      </w:r>
    </w:p>
    <w:p w14:paraId="453DFF2A" w14:textId="77777777" w:rsidR="00766774" w:rsidRDefault="00115F49" w:rsidP="00115F49">
      <w:r w:rsidRPr="00115F49">
        <w:t>J</w:t>
      </w:r>
      <w:r w:rsidR="00766774">
        <w:t>’</w:t>
      </w:r>
      <w:r w:rsidRPr="00115F49">
        <w:t>ouvre</w:t>
      </w:r>
      <w:r w:rsidR="00766774">
        <w:t xml:space="preserve"> : </w:t>
      </w:r>
      <w:r w:rsidRPr="00115F49">
        <w:t>c</w:t>
      </w:r>
      <w:r w:rsidR="00766774">
        <w:t>’</w:t>
      </w:r>
      <w:r w:rsidRPr="00115F49">
        <w:t>est une paire de pantalons qu</w:t>
      </w:r>
      <w:r w:rsidR="00766774">
        <w:t>’</w:t>
      </w:r>
      <w:r w:rsidRPr="00115F49">
        <w:t>il a installés sur le bord du lit pour que le pli tombe</w:t>
      </w:r>
      <w:r w:rsidR="00766774">
        <w:t xml:space="preserve">. </w:t>
      </w:r>
      <w:r w:rsidRPr="00115F49">
        <w:t>Et il est sorti</w:t>
      </w:r>
      <w:r w:rsidR="00766774">
        <w:t xml:space="preserve">, </w:t>
      </w:r>
      <w:r w:rsidRPr="00115F49">
        <w:t>lui</w:t>
      </w:r>
      <w:r w:rsidR="00766774">
        <w:t xml:space="preserve">, </w:t>
      </w:r>
      <w:r w:rsidRPr="00115F49">
        <w:t>à un moment où je ne devais pas faire attention</w:t>
      </w:r>
      <w:r w:rsidR="00766774">
        <w:t>.</w:t>
      </w:r>
    </w:p>
    <w:p w14:paraId="7672D595" w14:textId="77777777" w:rsidR="00766774" w:rsidRDefault="00115F49" w:rsidP="00115F49">
      <w:r w:rsidRPr="00115F49">
        <w:t>Ah</w:t>
      </w:r>
      <w:r w:rsidR="00766774">
        <w:t xml:space="preserve"> ! </w:t>
      </w:r>
      <w:r w:rsidRPr="00115F49">
        <w:t>Vous y êtes dans vos moissons vous autres</w:t>
      </w:r>
      <w:r w:rsidR="00766774">
        <w:t xml:space="preserve"> ! </w:t>
      </w:r>
      <w:r w:rsidRPr="00115F49">
        <w:t>S</w:t>
      </w:r>
      <w:r w:rsidR="00766774">
        <w:t>’</w:t>
      </w:r>
      <w:r w:rsidRPr="00115F49">
        <w:t>il s</w:t>
      </w:r>
      <w:r w:rsidR="00766774">
        <w:t>’</w:t>
      </w:r>
      <w:r w:rsidRPr="00115F49">
        <w:t>agit de ne pas perdre une poignée de cette fameuse graine</w:t>
      </w:r>
      <w:r w:rsidR="00766774">
        <w:t xml:space="preserve">, </w:t>
      </w:r>
      <w:r w:rsidRPr="00115F49">
        <w:t>je vous assure que vous n</w:t>
      </w:r>
      <w:r w:rsidR="00766774">
        <w:t>’</w:t>
      </w:r>
      <w:r w:rsidRPr="00115F49">
        <w:t>en perdez pas</w:t>
      </w:r>
      <w:r w:rsidR="00766774">
        <w:t xml:space="preserve">. </w:t>
      </w:r>
      <w:r w:rsidRPr="00115F49">
        <w:t>J</w:t>
      </w:r>
      <w:r w:rsidR="00766774">
        <w:t>’</w:t>
      </w:r>
      <w:r w:rsidRPr="00115F49">
        <w:t>en vois un même qui revient du champ avec une poignée d</w:t>
      </w:r>
      <w:r w:rsidR="00766774">
        <w:t>’</w:t>
      </w:r>
      <w:r w:rsidRPr="00115F49">
        <w:t>épis</w:t>
      </w:r>
      <w:r w:rsidR="00766774">
        <w:t xml:space="preserve">. </w:t>
      </w:r>
      <w:r w:rsidRPr="00115F49">
        <w:t>Il a dû les ramasser sur le chemin</w:t>
      </w:r>
      <w:r w:rsidR="00766774">
        <w:t xml:space="preserve">. </w:t>
      </w:r>
      <w:r w:rsidRPr="00115F49">
        <w:t>Qu</w:t>
      </w:r>
      <w:r w:rsidR="00766774">
        <w:t>’</w:t>
      </w:r>
      <w:r w:rsidRPr="00115F49">
        <w:t>est-ce que vous êtes</w:t>
      </w:r>
      <w:r w:rsidR="00766774">
        <w:t xml:space="preserve"> ? </w:t>
      </w:r>
      <w:r w:rsidRPr="00115F49">
        <w:t>Des canaris</w:t>
      </w:r>
      <w:r w:rsidR="00766774">
        <w:t> ?</w:t>
      </w:r>
    </w:p>
    <w:p w14:paraId="2E78A17A" w14:textId="77777777" w:rsidR="00766774" w:rsidRDefault="00115F49" w:rsidP="00115F49">
      <w:r w:rsidRPr="00115F49">
        <w:t>Passent huit jours</w:t>
      </w:r>
      <w:r w:rsidR="00766774">
        <w:t xml:space="preserve">. </w:t>
      </w:r>
      <w:r w:rsidRPr="00115F49">
        <w:t>C</w:t>
      </w:r>
      <w:r w:rsidR="00766774">
        <w:t>’</w:t>
      </w:r>
      <w:r w:rsidRPr="00115F49">
        <w:t xml:space="preserve">est </w:t>
      </w:r>
      <w:r w:rsidR="00766774">
        <w:t>M</w:t>
      </w:r>
      <w:r w:rsidR="00766774" w:rsidRPr="00766774">
        <w:rPr>
          <w:vertAlign w:val="superscript"/>
        </w:rPr>
        <w:t>me</w:t>
      </w:r>
      <w:r w:rsidR="00766774">
        <w:t> </w:t>
      </w:r>
      <w:r w:rsidRPr="00115F49">
        <w:t>Tim</w:t>
      </w:r>
      <w:r w:rsidR="00766774">
        <w:t xml:space="preserve">. </w:t>
      </w:r>
      <w:r w:rsidRPr="00115F49">
        <w:t>Il est là</w:t>
      </w:r>
      <w:r w:rsidR="00766774">
        <w:t xml:space="preserve">, </w:t>
      </w:r>
      <w:r w:rsidRPr="00115F49">
        <w:t>d</w:t>
      </w:r>
      <w:r w:rsidR="00766774">
        <w:t>’</w:t>
      </w:r>
      <w:r w:rsidRPr="00115F49">
        <w:t>ailleurs</w:t>
      </w:r>
      <w:r w:rsidR="00766774">
        <w:t xml:space="preserve">. </w:t>
      </w:r>
      <w:r w:rsidRPr="00115F49">
        <w:t>Il venait juste de descendre de sa chambre</w:t>
      </w:r>
      <w:r w:rsidR="00766774">
        <w:t xml:space="preserve">. </w:t>
      </w:r>
      <w:r w:rsidRPr="00115F49">
        <w:t>Il me regardait pendant que j</w:t>
      </w:r>
      <w:r w:rsidR="00766774">
        <w:t>’</w:t>
      </w:r>
      <w:r w:rsidRPr="00115F49">
        <w:t>étais en train de hacher des feuilles de blettes</w:t>
      </w:r>
      <w:r w:rsidR="00766774">
        <w:t xml:space="preserve">. </w:t>
      </w:r>
      <w:r w:rsidRPr="00115F49">
        <w:t>Et je ne risquais pas de m</w:t>
      </w:r>
      <w:r w:rsidR="00766774">
        <w:t>’</w:t>
      </w:r>
      <w:r w:rsidRPr="00115F49">
        <w:t>arrêter</w:t>
      </w:r>
      <w:r w:rsidR="00766774">
        <w:t xml:space="preserve"> ; </w:t>
      </w:r>
      <w:r w:rsidRPr="00115F49">
        <w:t xml:space="preserve">si </w:t>
      </w:r>
      <w:r w:rsidR="00766774">
        <w:t>M</w:t>
      </w:r>
      <w:r w:rsidR="00766774" w:rsidRPr="00766774">
        <w:rPr>
          <w:vertAlign w:val="superscript"/>
        </w:rPr>
        <w:t>me</w:t>
      </w:r>
      <w:r w:rsidR="00766774">
        <w:t> </w:t>
      </w:r>
      <w:r w:rsidRPr="00115F49">
        <w:t>Tim n</w:t>
      </w:r>
      <w:r w:rsidR="00766774">
        <w:t>’</w:t>
      </w:r>
      <w:r w:rsidRPr="00115F49">
        <w:t>était pas arrivée je les réduisais en eau</w:t>
      </w:r>
      <w:r w:rsidR="00766774">
        <w:t xml:space="preserve">, </w:t>
      </w:r>
      <w:r w:rsidRPr="00115F49">
        <w:t>de peur qu</w:t>
      </w:r>
      <w:r w:rsidR="00766774">
        <w:t>’</w:t>
      </w:r>
      <w:r w:rsidRPr="00115F49">
        <w:t>il s</w:t>
      </w:r>
      <w:r w:rsidR="00766774">
        <w:t>’</w:t>
      </w:r>
      <w:r w:rsidRPr="00115F49">
        <w:t>en aille si je m</w:t>
      </w:r>
      <w:r w:rsidR="00766774">
        <w:t>’</w:t>
      </w:r>
      <w:r w:rsidRPr="00115F49">
        <w:t>arrêtais de hacher</w:t>
      </w:r>
      <w:r w:rsidR="00766774">
        <w:t xml:space="preserve">, </w:t>
      </w:r>
      <w:r w:rsidRPr="00115F49">
        <w:t>si je relevais la tête</w:t>
      </w:r>
      <w:r w:rsidR="00766774">
        <w:t>.</w:t>
      </w:r>
    </w:p>
    <w:p w14:paraId="64D791F8" w14:textId="77777777" w:rsidR="00766774" w:rsidRDefault="00766774" w:rsidP="00115F49">
      <w:r>
        <w:t>M</w:t>
      </w:r>
      <w:r w:rsidRPr="00766774">
        <w:rPr>
          <w:vertAlign w:val="superscript"/>
        </w:rPr>
        <w:t>me</w:t>
      </w:r>
      <w:r>
        <w:t> </w:t>
      </w:r>
      <w:r w:rsidR="00115F49" w:rsidRPr="00115F49">
        <w:t>Tim l</w:t>
      </w:r>
      <w:r>
        <w:t>’</w:t>
      </w:r>
      <w:r w:rsidR="00115F49" w:rsidRPr="00115F49">
        <w:t>invite</w:t>
      </w:r>
      <w:r>
        <w:t xml:space="preserve">. </w:t>
      </w:r>
      <w:r w:rsidR="00115F49" w:rsidRPr="00115F49">
        <w:t>Elle l</w:t>
      </w:r>
      <w:r>
        <w:t>’</w:t>
      </w:r>
      <w:r w:rsidR="00115F49" w:rsidRPr="00115F49">
        <w:t>invite</w:t>
      </w:r>
      <w:r>
        <w:t xml:space="preserve">. </w:t>
      </w:r>
      <w:r w:rsidR="00115F49" w:rsidRPr="00115F49">
        <w:t>C</w:t>
      </w:r>
      <w:r>
        <w:t>’</w:t>
      </w:r>
      <w:r w:rsidR="00115F49" w:rsidRPr="00115F49">
        <w:t>est soi-disant une fête qu</w:t>
      </w:r>
      <w:r>
        <w:t>’</w:t>
      </w:r>
      <w:r w:rsidR="00115F49" w:rsidRPr="00115F49">
        <w:t>ils feront à Saint-Baudille dans trois jours</w:t>
      </w:r>
      <w:r>
        <w:t xml:space="preserve">. </w:t>
      </w:r>
      <w:r w:rsidR="00115F49" w:rsidRPr="00115F49">
        <w:t>Il y aura ses filles</w:t>
      </w:r>
      <w:r>
        <w:t xml:space="preserve">, </w:t>
      </w:r>
      <w:r w:rsidR="00115F49" w:rsidRPr="00115F49">
        <w:t>ses gendres</w:t>
      </w:r>
      <w:r>
        <w:t xml:space="preserve">, </w:t>
      </w:r>
      <w:r w:rsidR="00115F49" w:rsidRPr="00115F49">
        <w:t>ses petits-enfants</w:t>
      </w:r>
      <w:r>
        <w:t xml:space="preserve">. </w:t>
      </w:r>
      <w:r w:rsidR="00115F49" w:rsidRPr="00115F49">
        <w:t>C</w:t>
      </w:r>
      <w:r>
        <w:t>’</w:t>
      </w:r>
      <w:r w:rsidR="00115F49" w:rsidRPr="00115F49">
        <w:t>est une sorte d</w:t>
      </w:r>
      <w:r>
        <w:t>’</w:t>
      </w:r>
      <w:r w:rsidR="00115F49" w:rsidRPr="00115F49">
        <w:t>anniversaire</w:t>
      </w:r>
      <w:r>
        <w:t xml:space="preserve">. </w:t>
      </w:r>
      <w:r w:rsidR="00115F49" w:rsidRPr="00115F49">
        <w:t>Elle parle un peu trop et un peu trop vite comme quand nous sommes entrés chez cette femme grise</w:t>
      </w:r>
      <w:r>
        <w:t xml:space="preserve">. </w:t>
      </w:r>
      <w:r w:rsidR="00115F49" w:rsidRPr="00115F49">
        <w:t>Elle m</w:t>
      </w:r>
      <w:r>
        <w:t>’</w:t>
      </w:r>
      <w:r w:rsidR="00115F49" w:rsidRPr="00115F49">
        <w:t>invite</w:t>
      </w:r>
      <w:r>
        <w:t xml:space="preserve">. </w:t>
      </w:r>
      <w:r w:rsidR="00115F49" w:rsidRPr="00115F49">
        <w:t>Elle dit qu</w:t>
      </w:r>
      <w:r>
        <w:t>’</w:t>
      </w:r>
      <w:r w:rsidR="00115F49" w:rsidRPr="00115F49">
        <w:t>on a écrit au procureur et qu</w:t>
      </w:r>
      <w:r>
        <w:t>’</w:t>
      </w:r>
      <w:r w:rsidR="00115F49" w:rsidRPr="00115F49">
        <w:t>il a accepté</w:t>
      </w:r>
      <w:r>
        <w:t>.</w:t>
      </w:r>
    </w:p>
    <w:p w14:paraId="3D07D054" w14:textId="77777777" w:rsidR="00766774" w:rsidRDefault="00115F49" w:rsidP="00115F49">
      <w:r w:rsidRPr="00115F49">
        <w:t>Et là</w:t>
      </w:r>
      <w:r w:rsidR="00766774">
        <w:t xml:space="preserve">, </w:t>
      </w:r>
      <w:r w:rsidRPr="00115F49">
        <w:t>Langlois se met à sourire</w:t>
      </w:r>
      <w:r w:rsidR="00766774">
        <w:t>.</w:t>
      </w:r>
    </w:p>
    <w:p w14:paraId="6FCFFC4E" w14:textId="77777777" w:rsidR="00766774" w:rsidRDefault="00115F49" w:rsidP="00115F49">
      <w:r w:rsidRPr="00115F49">
        <w:lastRenderedPageBreak/>
        <w:t>J</w:t>
      </w:r>
      <w:r w:rsidR="00766774">
        <w:t>’</w:t>
      </w:r>
      <w:r w:rsidRPr="00115F49">
        <w:t>ai compris son sourire plus tard</w:t>
      </w:r>
      <w:r w:rsidR="00766774">
        <w:t xml:space="preserve">. </w:t>
      </w:r>
      <w:r w:rsidRPr="00115F49">
        <w:t>Un joli sourire</w:t>
      </w:r>
      <w:r w:rsidR="00766774">
        <w:t xml:space="preserve">. </w:t>
      </w:r>
      <w:r w:rsidRPr="00115F49">
        <w:t>Le joli sourire qu</w:t>
      </w:r>
      <w:r w:rsidR="00766774">
        <w:t>’</w:t>
      </w:r>
      <w:r w:rsidRPr="00115F49">
        <w:t>il avait</w:t>
      </w:r>
      <w:r w:rsidR="00766774">
        <w:t xml:space="preserve">, </w:t>
      </w:r>
      <w:r w:rsidRPr="00115F49">
        <w:t>qui suivait par en dessous tout le petit serpentement de sa moustache</w:t>
      </w:r>
      <w:r w:rsidR="00766774">
        <w:t xml:space="preserve">. </w:t>
      </w:r>
      <w:r w:rsidRPr="00115F49">
        <w:t>Car</w:t>
      </w:r>
      <w:r w:rsidR="00766774">
        <w:t xml:space="preserve">, </w:t>
      </w:r>
      <w:r w:rsidRPr="00115F49">
        <w:t>c</w:t>
      </w:r>
      <w:r w:rsidR="00766774">
        <w:t>’</w:t>
      </w:r>
      <w:r w:rsidRPr="00115F49">
        <w:t>était cousu de fil blanc</w:t>
      </w:r>
      <w:r w:rsidR="00766774">
        <w:t xml:space="preserve">. </w:t>
      </w:r>
      <w:r w:rsidRPr="00115F49">
        <w:t>Si le procureur avait déjà répondu c</w:t>
      </w:r>
      <w:r w:rsidR="00766774">
        <w:t>’</w:t>
      </w:r>
      <w:r w:rsidRPr="00115F49">
        <w:t>est que c</w:t>
      </w:r>
      <w:r w:rsidR="00766774">
        <w:t>’</w:t>
      </w:r>
      <w:r w:rsidRPr="00115F49">
        <w:t>était combiné depuis longtemps</w:t>
      </w:r>
      <w:r w:rsidR="00766774">
        <w:t xml:space="preserve">. </w:t>
      </w:r>
      <w:r w:rsidRPr="00115F49">
        <w:t>Et on le lui disait au dernier moment</w:t>
      </w:r>
      <w:r w:rsidR="00766774">
        <w:t> ?</w:t>
      </w:r>
    </w:p>
    <w:p w14:paraId="190F3BB7" w14:textId="77777777" w:rsidR="00766774" w:rsidRDefault="00115F49" w:rsidP="00115F49">
      <w:r w:rsidRPr="00115F49">
        <w:t>Mais</w:t>
      </w:r>
      <w:r w:rsidR="00766774">
        <w:t xml:space="preserve">, </w:t>
      </w:r>
      <w:r w:rsidRPr="00115F49">
        <w:t>quand j</w:t>
      </w:r>
      <w:r w:rsidR="00766774">
        <w:t>’</w:t>
      </w:r>
      <w:r w:rsidRPr="00115F49">
        <w:t>ai compris le sourire</w:t>
      </w:r>
      <w:r w:rsidR="00766774">
        <w:t xml:space="preserve">, </w:t>
      </w:r>
      <w:r w:rsidRPr="00115F49">
        <w:t>ils étaient partis</w:t>
      </w:r>
      <w:r w:rsidR="00766774">
        <w:t>, M</w:t>
      </w:r>
      <w:r w:rsidR="00766774" w:rsidRPr="00766774">
        <w:rPr>
          <w:vertAlign w:val="superscript"/>
        </w:rPr>
        <w:t>me</w:t>
      </w:r>
      <w:r w:rsidR="00766774">
        <w:t> </w:t>
      </w:r>
      <w:r w:rsidRPr="00115F49">
        <w:t>Tim et lui</w:t>
      </w:r>
      <w:r w:rsidR="00766774">
        <w:t xml:space="preserve">, </w:t>
      </w:r>
      <w:r w:rsidRPr="00115F49">
        <w:t>pour une petite promenade</w:t>
      </w:r>
      <w:r w:rsidR="00766774">
        <w:t xml:space="preserve">, </w:t>
      </w:r>
      <w:r w:rsidRPr="00115F49">
        <w:t>et il était de bonne humeur</w:t>
      </w:r>
      <w:r w:rsidR="00766774">
        <w:t xml:space="preserve">, </w:t>
      </w:r>
      <w:r w:rsidRPr="00115F49">
        <w:t>et il avait accepté l</w:t>
      </w:r>
      <w:r w:rsidR="00766774">
        <w:t>’</w:t>
      </w:r>
      <w:r w:rsidRPr="00115F49">
        <w:t>invitation</w:t>
      </w:r>
      <w:r w:rsidR="00766774">
        <w:t>.</w:t>
      </w:r>
    </w:p>
    <w:p w14:paraId="7872AD39" w14:textId="77777777" w:rsidR="00766774" w:rsidRDefault="00115F49" w:rsidP="00115F49">
      <w:r w:rsidRPr="00115F49">
        <w:t>Alors</w:t>
      </w:r>
      <w:r w:rsidR="00766774">
        <w:t xml:space="preserve">, </w:t>
      </w:r>
      <w:r w:rsidRPr="00115F49">
        <w:t>la nuit qui allait venir</w:t>
      </w:r>
      <w:r w:rsidR="00766774">
        <w:t xml:space="preserve">, </w:t>
      </w:r>
      <w:r w:rsidRPr="00115F49">
        <w:t>on pouvait enfin la dormir sur les deux oreilles</w:t>
      </w:r>
      <w:r w:rsidR="00766774">
        <w:t xml:space="preserve">. </w:t>
      </w:r>
      <w:r w:rsidRPr="00115F49">
        <w:t>Et vous autres avec vos foins</w:t>
      </w:r>
      <w:r w:rsidR="00766774">
        <w:t xml:space="preserve">, </w:t>
      </w:r>
      <w:r w:rsidRPr="00115F49">
        <w:t>vos blés et vos bouses</w:t>
      </w:r>
      <w:r w:rsidR="00766774">
        <w:t xml:space="preserve">, </w:t>
      </w:r>
      <w:r w:rsidRPr="00115F49">
        <w:t>vous pouviez aller vous faire foutre</w:t>
      </w:r>
      <w:r w:rsidR="00766774">
        <w:t>.</w:t>
      </w:r>
    </w:p>
    <w:p w14:paraId="626C6A6D" w14:textId="77777777" w:rsidR="00766774" w:rsidRDefault="00115F49" w:rsidP="00115F49">
      <w:r w:rsidRPr="00115F49">
        <w:t>C</w:t>
      </w:r>
      <w:r w:rsidR="00766774">
        <w:t>’</w:t>
      </w:r>
      <w:r w:rsidRPr="00115F49">
        <w:t xml:space="preserve">est donc le </w:t>
      </w:r>
      <w:r w:rsidR="00766774" w:rsidRPr="00115F49">
        <w:t>3</w:t>
      </w:r>
      <w:r w:rsidR="00766774">
        <w:t> </w:t>
      </w:r>
      <w:r w:rsidR="00766774" w:rsidRPr="00115F49">
        <w:t>août</w:t>
      </w:r>
      <w:r w:rsidRPr="00115F49">
        <w:t xml:space="preserve"> que </w:t>
      </w:r>
      <w:r w:rsidR="00766774">
        <w:t>M</w:t>
      </w:r>
      <w:r w:rsidR="00766774" w:rsidRPr="00766774">
        <w:rPr>
          <w:vertAlign w:val="superscript"/>
        </w:rPr>
        <w:t>me</w:t>
      </w:r>
      <w:r w:rsidR="00766774">
        <w:t> </w:t>
      </w:r>
      <w:r w:rsidRPr="00115F49">
        <w:t>Tim fit son invitation</w:t>
      </w:r>
      <w:r w:rsidR="00766774">
        <w:t xml:space="preserve">. </w:t>
      </w:r>
      <w:r w:rsidRPr="00115F49">
        <w:t>C</w:t>
      </w:r>
      <w:r w:rsidR="00766774">
        <w:t>’</w:t>
      </w:r>
      <w:r w:rsidRPr="00115F49">
        <w:t xml:space="preserve">est le </w:t>
      </w:r>
      <w:r w:rsidR="00766774" w:rsidRPr="00115F49">
        <w:t>3</w:t>
      </w:r>
      <w:r w:rsidR="00766774">
        <w:t> </w:t>
      </w:r>
      <w:r w:rsidR="00766774" w:rsidRPr="00115F49">
        <w:t>août</w:t>
      </w:r>
      <w:r w:rsidRPr="00115F49">
        <w:t xml:space="preserve"> qu</w:t>
      </w:r>
      <w:r w:rsidR="00766774">
        <w:t>’</w:t>
      </w:r>
      <w:r w:rsidRPr="00115F49">
        <w:t>elle me tira ensuite dans ma souillarde pour me mettre rapidement au courant de sa tentative</w:t>
      </w:r>
      <w:r w:rsidR="00766774">
        <w:t>.</w:t>
      </w:r>
    </w:p>
    <w:p w14:paraId="743BC836" w14:textId="77777777" w:rsidR="00766774" w:rsidRDefault="00115F49" w:rsidP="00115F49">
      <w:r w:rsidRPr="00115F49">
        <w:t>Ma souillarde n</w:t>
      </w:r>
      <w:r w:rsidR="00766774">
        <w:t>’</w:t>
      </w:r>
      <w:r w:rsidRPr="00115F49">
        <w:t>est pas grande</w:t>
      </w:r>
      <w:r w:rsidR="00766774">
        <w:t>. M</w:t>
      </w:r>
      <w:r w:rsidR="00766774" w:rsidRPr="00766774">
        <w:rPr>
          <w:vertAlign w:val="superscript"/>
        </w:rPr>
        <w:t>me</w:t>
      </w:r>
      <w:r w:rsidR="00766774">
        <w:t> </w:t>
      </w:r>
      <w:r w:rsidRPr="00115F49">
        <w:t>Tim était une belle femme</w:t>
      </w:r>
      <w:r w:rsidR="00766774">
        <w:t xml:space="preserve"> ; </w:t>
      </w:r>
      <w:r w:rsidRPr="00115F49">
        <w:t>je n</w:t>
      </w:r>
      <w:r w:rsidR="00766774">
        <w:t>’</w:t>
      </w:r>
      <w:r w:rsidRPr="00115F49">
        <w:t>étais pas mince moi non plus</w:t>
      </w:r>
      <w:r w:rsidR="00766774">
        <w:t xml:space="preserve">. </w:t>
      </w:r>
      <w:r w:rsidRPr="00115F49">
        <w:t>Nous étions serrées l</w:t>
      </w:r>
      <w:r w:rsidR="00766774">
        <w:t>’</w:t>
      </w:r>
      <w:r w:rsidRPr="00115F49">
        <w:t>une contre l</w:t>
      </w:r>
      <w:r w:rsidR="00766774">
        <w:t>’</w:t>
      </w:r>
      <w:r w:rsidRPr="00115F49">
        <w:t>autre</w:t>
      </w:r>
      <w:r w:rsidR="00766774">
        <w:t xml:space="preserve">, </w:t>
      </w:r>
      <w:r w:rsidRPr="00115F49">
        <w:t>face à face</w:t>
      </w:r>
      <w:r w:rsidR="00766774">
        <w:t xml:space="preserve">. </w:t>
      </w:r>
      <w:r w:rsidRPr="00115F49">
        <w:t>Je recevais ses mots tout chauds sur ma figure</w:t>
      </w:r>
      <w:r w:rsidR="00766774">
        <w:t xml:space="preserve">. </w:t>
      </w:r>
      <w:r w:rsidRPr="00115F49">
        <w:t>Les mots d</w:t>
      </w:r>
      <w:r w:rsidR="00766774">
        <w:t>’</w:t>
      </w:r>
      <w:r w:rsidRPr="00115F49">
        <w:t>une très bonne idée</w:t>
      </w:r>
      <w:r w:rsidR="00766774">
        <w:t xml:space="preserve">. </w:t>
      </w:r>
      <w:r w:rsidRPr="00115F49">
        <w:t>Mais</w:t>
      </w:r>
      <w:r w:rsidR="00766774">
        <w:t xml:space="preserve">, </w:t>
      </w:r>
      <w:r w:rsidRPr="00115F49">
        <w:t>j</w:t>
      </w:r>
      <w:r w:rsidR="00766774">
        <w:t>’</w:t>
      </w:r>
      <w:r w:rsidRPr="00115F49">
        <w:t>avais fait mon compte depuis longtemps</w:t>
      </w:r>
      <w:r w:rsidR="00766774">
        <w:t>.</w:t>
      </w:r>
    </w:p>
    <w:p w14:paraId="347CC00C" w14:textId="77777777" w:rsidR="00766774" w:rsidRDefault="00115F49" w:rsidP="00115F49">
      <w:r w:rsidRPr="00115F49">
        <w:t>Il ne fallait pas essayer de m</w:t>
      </w:r>
      <w:r w:rsidR="00766774">
        <w:t>’</w:t>
      </w:r>
      <w:r w:rsidRPr="00115F49">
        <w:t>influencer au sujet de ce portrait en pied que Langlois avait contemplé jusqu</w:t>
      </w:r>
      <w:r w:rsidR="00766774">
        <w:t>’</w:t>
      </w:r>
      <w:r w:rsidRPr="00115F49">
        <w:t>à en avoir des yeux comme des œufs de pigeon et la joue gaufrée par un reps de fauteuil</w:t>
      </w:r>
      <w:r w:rsidR="00766774">
        <w:t xml:space="preserve">. </w:t>
      </w:r>
      <w:r w:rsidRPr="00115F49">
        <w:t>Ma mère était piqueuse de bottines et mon père oiseau-mouche</w:t>
      </w:r>
      <w:r w:rsidR="00766774">
        <w:t xml:space="preserve">. </w:t>
      </w:r>
      <w:r w:rsidRPr="00115F49">
        <w:t>Il n</w:t>
      </w:r>
      <w:r w:rsidR="00766774">
        <w:t>’</w:t>
      </w:r>
      <w:r w:rsidRPr="00115F49">
        <w:t>y avait pas de portrait en pied chez ma mère</w:t>
      </w:r>
      <w:r w:rsidR="00766774">
        <w:t xml:space="preserve">. </w:t>
      </w:r>
      <w:r w:rsidRPr="00115F49">
        <w:t>Et pourtant</w:t>
      </w:r>
      <w:r w:rsidR="00766774">
        <w:t xml:space="preserve">, </w:t>
      </w:r>
      <w:r w:rsidRPr="00115F49">
        <w:t>Dieu sait si j</w:t>
      </w:r>
      <w:r w:rsidR="00766774">
        <w:t>’</w:t>
      </w:r>
      <w:r w:rsidRPr="00115F49">
        <w:t>en ai contemplé des portraits de bitume et si je me suis éberluée du reflet des feuillages d</w:t>
      </w:r>
      <w:r w:rsidR="00766774">
        <w:t>’</w:t>
      </w:r>
      <w:r w:rsidRPr="00115F49">
        <w:t>or des grands cadres</w:t>
      </w:r>
      <w:r w:rsidR="00766774">
        <w:t xml:space="preserve">, </w:t>
      </w:r>
      <w:r w:rsidRPr="00115F49">
        <w:t>étendue sur mon lit-cage</w:t>
      </w:r>
      <w:r w:rsidR="00766774">
        <w:t xml:space="preserve">, </w:t>
      </w:r>
      <w:r w:rsidRPr="00115F49">
        <w:t>les soirs de morte-saison</w:t>
      </w:r>
      <w:r w:rsidR="00766774">
        <w:t xml:space="preserve">, </w:t>
      </w:r>
      <w:r w:rsidRPr="00115F49">
        <w:t>quand on guette le pas des permissions de minuit sur le trottoir</w:t>
      </w:r>
      <w:r w:rsidR="00766774">
        <w:t>.</w:t>
      </w:r>
    </w:p>
    <w:p w14:paraId="30E04CB9" w14:textId="77777777" w:rsidR="00766774" w:rsidRDefault="00115F49" w:rsidP="00115F49">
      <w:r w:rsidRPr="00115F49">
        <w:lastRenderedPageBreak/>
        <w:t>Alors</w:t>
      </w:r>
      <w:r w:rsidR="00766774">
        <w:t xml:space="preserve">, </w:t>
      </w:r>
      <w:r w:rsidRPr="00115F49">
        <w:t>les bonnes idées</w:t>
      </w:r>
      <w:r w:rsidR="00766774">
        <w:t xml:space="preserve">, </w:t>
      </w:r>
      <w:r w:rsidRPr="00115F49">
        <w:t>on sait ce que ça vaut</w:t>
      </w:r>
      <w:r w:rsidR="00766774">
        <w:t>.</w:t>
      </w:r>
    </w:p>
    <w:p w14:paraId="27EC302C" w14:textId="77777777" w:rsidR="00766774" w:rsidRDefault="00115F49" w:rsidP="00115F49">
      <w:r w:rsidRPr="00115F49">
        <w:t>C</w:t>
      </w:r>
      <w:r w:rsidR="00766774">
        <w:t>’</w:t>
      </w:r>
      <w:r w:rsidRPr="00115F49">
        <w:t>est pas peu de chose que j</w:t>
      </w:r>
      <w:r w:rsidR="00766774">
        <w:t>’</w:t>
      </w:r>
      <w:r w:rsidRPr="00115F49">
        <w:t>aie retiré mes pantoufles</w:t>
      </w:r>
      <w:r w:rsidR="00766774">
        <w:t xml:space="preserve">, </w:t>
      </w:r>
      <w:r w:rsidRPr="00115F49">
        <w:t>que je sois montée jusqu</w:t>
      </w:r>
      <w:r w:rsidR="00766774">
        <w:t>’</w:t>
      </w:r>
      <w:r w:rsidRPr="00115F49">
        <w:t>au premier en sautant la marche qui craque</w:t>
      </w:r>
      <w:r w:rsidR="00766774">
        <w:t xml:space="preserve">, </w:t>
      </w:r>
      <w:r w:rsidRPr="00115F49">
        <w:t>que j</w:t>
      </w:r>
      <w:r w:rsidR="00766774">
        <w:t>’</w:t>
      </w:r>
      <w:r w:rsidRPr="00115F49">
        <w:t>aie écouté à la porte et regardé par le trou de la serrure</w:t>
      </w:r>
      <w:r w:rsidR="00766774">
        <w:t xml:space="preserve">, </w:t>
      </w:r>
      <w:r w:rsidRPr="00115F49">
        <w:t>et m</w:t>
      </w:r>
      <w:r w:rsidR="00766774">
        <w:t>’</w:t>
      </w:r>
      <w:r w:rsidRPr="00115F49">
        <w:t>être remué le cœur</w:t>
      </w:r>
      <w:r w:rsidR="00766774">
        <w:t xml:space="preserve"> ; </w:t>
      </w:r>
      <w:r w:rsidRPr="00115F49">
        <w:t>pour quoi</w:t>
      </w:r>
      <w:r w:rsidR="00766774">
        <w:t xml:space="preserve"> ? </w:t>
      </w:r>
      <w:r w:rsidRPr="00115F49">
        <w:t>Pour un pantalon qui pendait du lit</w:t>
      </w:r>
      <w:r w:rsidR="00766774">
        <w:t> !</w:t>
      </w:r>
    </w:p>
    <w:p w14:paraId="2B00CF18" w14:textId="77777777" w:rsidR="00766774" w:rsidRDefault="00115F49" w:rsidP="00115F49">
      <w:r w:rsidRPr="00115F49">
        <w:t>Et</w:t>
      </w:r>
      <w:r w:rsidRPr="00115F49">
        <w:rPr>
          <w:i/>
          <w:iCs/>
        </w:rPr>
        <w:t xml:space="preserve"> l</w:t>
      </w:r>
      <w:r w:rsidR="00766774">
        <w:rPr>
          <w:i/>
          <w:iCs/>
        </w:rPr>
        <w:t>’</w:t>
      </w:r>
      <w:r w:rsidRPr="00115F49">
        <w:rPr>
          <w:i/>
          <w:iCs/>
        </w:rPr>
        <w:t>amateur d</w:t>
      </w:r>
      <w:r w:rsidR="00766774">
        <w:rPr>
          <w:i/>
          <w:iCs/>
        </w:rPr>
        <w:t>’</w:t>
      </w:r>
      <w:r w:rsidRPr="00115F49">
        <w:rPr>
          <w:i/>
          <w:iCs/>
        </w:rPr>
        <w:t>âmes</w:t>
      </w:r>
      <w:r w:rsidR="00766774">
        <w:rPr>
          <w:i/>
          <w:iCs/>
        </w:rPr>
        <w:t xml:space="preserve">, </w:t>
      </w:r>
      <w:r w:rsidRPr="00115F49">
        <w:t>est-ce qu</w:t>
      </w:r>
      <w:r w:rsidR="00766774">
        <w:t>’</w:t>
      </w:r>
      <w:r w:rsidRPr="00115F49">
        <w:t>il n</w:t>
      </w:r>
      <w:r w:rsidR="00766774">
        <w:t>’</w:t>
      </w:r>
      <w:r w:rsidRPr="00115F49">
        <w:t>arrivait pas à tout bout de champ avec son gros ventre pour venir boire son café chez moi</w:t>
      </w:r>
      <w:r w:rsidR="00766774">
        <w:t> ?</w:t>
      </w:r>
    </w:p>
    <w:p w14:paraId="59158DA8" w14:textId="77777777" w:rsidR="00766774" w:rsidRDefault="00115F49" w:rsidP="00115F49">
      <w:r w:rsidRPr="00115F49">
        <w:t>N</w:t>
      </w:r>
      <w:r w:rsidR="00766774">
        <w:t>’</w:t>
      </w:r>
      <w:r w:rsidRPr="00115F49">
        <w:t>allez pas me dire que c</w:t>
      </w:r>
      <w:r w:rsidR="00766774">
        <w:t>’</w:t>
      </w:r>
      <w:r w:rsidRPr="00115F49">
        <w:t>est à cause de mon café qu</w:t>
      </w:r>
      <w:r w:rsidR="00766774">
        <w:t>’</w:t>
      </w:r>
      <w:r w:rsidRPr="00115F49">
        <w:t>il partait de Grenoble en boggey pour coucher à Clelles-Mens ou Monestier</w:t>
      </w:r>
      <w:r w:rsidR="00766774">
        <w:t xml:space="preserve">, </w:t>
      </w:r>
      <w:r w:rsidRPr="00115F49">
        <w:t>et être ici sur le coup de huit heures du matin</w:t>
      </w:r>
      <w:r w:rsidR="00766774">
        <w:t xml:space="preserve"> ? </w:t>
      </w:r>
      <w:r w:rsidRPr="00115F49">
        <w:t>Je n</w:t>
      </w:r>
      <w:r w:rsidR="00766774">
        <w:t>’</w:t>
      </w:r>
      <w:r w:rsidRPr="00115F49">
        <w:t>ai pas tant de gloriole pour mon café</w:t>
      </w:r>
      <w:r w:rsidR="00766774">
        <w:t xml:space="preserve">. </w:t>
      </w:r>
      <w:r w:rsidRPr="00115F49">
        <w:t>Mon café</w:t>
      </w:r>
      <w:r w:rsidR="00766774">
        <w:t xml:space="preserve">, </w:t>
      </w:r>
      <w:r w:rsidRPr="00115F49">
        <w:t>voulez-vous que je vous le dise</w:t>
      </w:r>
      <w:r w:rsidR="00766774">
        <w:t xml:space="preserve">, </w:t>
      </w:r>
      <w:r w:rsidRPr="00115F49">
        <w:t>eh bien</w:t>
      </w:r>
      <w:r w:rsidR="00766774">
        <w:t xml:space="preserve">, </w:t>
      </w:r>
      <w:r w:rsidRPr="00115F49">
        <w:t>mon café foutait le camp</w:t>
      </w:r>
      <w:r w:rsidR="00766774">
        <w:t xml:space="preserve">. </w:t>
      </w:r>
      <w:r w:rsidRPr="00115F49">
        <w:t>Voilà ce qu</w:t>
      </w:r>
      <w:r w:rsidR="00766774">
        <w:t>’</w:t>
      </w:r>
      <w:r w:rsidRPr="00115F49">
        <w:t>il fallait dire</w:t>
      </w:r>
      <w:r w:rsidR="00766774">
        <w:t>.</w:t>
      </w:r>
    </w:p>
    <w:p w14:paraId="2AE839E1" w14:textId="77777777" w:rsidR="00766774" w:rsidRDefault="00115F49" w:rsidP="00115F49">
      <w:r w:rsidRPr="00115F49">
        <w:t>Et le café de</w:t>
      </w:r>
      <w:r w:rsidRPr="00115F49">
        <w:rPr>
          <w:i/>
          <w:iCs/>
        </w:rPr>
        <w:t xml:space="preserve"> l</w:t>
      </w:r>
      <w:r w:rsidR="00766774">
        <w:rPr>
          <w:i/>
          <w:iCs/>
        </w:rPr>
        <w:t>’</w:t>
      </w:r>
      <w:r w:rsidRPr="00115F49">
        <w:rPr>
          <w:i/>
          <w:iCs/>
        </w:rPr>
        <w:t>amateur d</w:t>
      </w:r>
      <w:r w:rsidR="00766774">
        <w:rPr>
          <w:i/>
          <w:iCs/>
        </w:rPr>
        <w:t>’</w:t>
      </w:r>
      <w:r w:rsidRPr="00115F49">
        <w:rPr>
          <w:i/>
          <w:iCs/>
        </w:rPr>
        <w:t>âmes</w:t>
      </w:r>
      <w:r w:rsidRPr="00115F49">
        <w:t xml:space="preserve"> foutait le camp</w:t>
      </w:r>
      <w:r w:rsidR="00766774">
        <w:t xml:space="preserve">, </w:t>
      </w:r>
      <w:r w:rsidRPr="00115F49">
        <w:t xml:space="preserve">et le café de </w:t>
      </w:r>
      <w:r w:rsidR="00766774">
        <w:t>M</w:t>
      </w:r>
      <w:r w:rsidR="00766774" w:rsidRPr="00766774">
        <w:rPr>
          <w:vertAlign w:val="superscript"/>
        </w:rPr>
        <w:t>me</w:t>
      </w:r>
      <w:r w:rsidR="00766774">
        <w:t> </w:t>
      </w:r>
      <w:r w:rsidRPr="00115F49">
        <w:t>Tim foutait le camp</w:t>
      </w:r>
      <w:r w:rsidR="00766774">
        <w:t xml:space="preserve">. </w:t>
      </w:r>
      <w:r w:rsidRPr="00115F49">
        <w:t>On perdait Langlois</w:t>
      </w:r>
      <w:r w:rsidR="00766774">
        <w:t>.</w:t>
      </w:r>
    </w:p>
    <w:p w14:paraId="2A012A08" w14:textId="77777777" w:rsidR="00766774" w:rsidRDefault="00115F49" w:rsidP="00115F49">
      <w:r w:rsidRPr="00115F49">
        <w:t>Tout le monde allait le perdre si ça continuait</w:t>
      </w:r>
      <w:r w:rsidR="00766774">
        <w:t>.</w:t>
      </w:r>
    </w:p>
    <w:p w14:paraId="09B63EB7" w14:textId="77777777" w:rsidR="00766774" w:rsidRDefault="00115F49" w:rsidP="00115F49">
      <w:pPr>
        <w:rPr>
          <w:i/>
          <w:iCs/>
        </w:rPr>
      </w:pPr>
      <w:r w:rsidRPr="00115F49">
        <w:t>Ce type qui connaissait si bien l</w:t>
      </w:r>
      <w:r w:rsidR="00766774">
        <w:t>’</w:t>
      </w:r>
      <w:r w:rsidRPr="00115F49">
        <w:t>amitié</w:t>
      </w:r>
      <w:r w:rsidR="00766774">
        <w:t xml:space="preserve">, </w:t>
      </w:r>
      <w:r w:rsidRPr="00115F49">
        <w:t>oh</w:t>
      </w:r>
      <w:r w:rsidR="00766774">
        <w:t xml:space="preserve"> ! </w:t>
      </w:r>
      <w:r w:rsidRPr="00115F49">
        <w:t>et puis ce type chaud et de velours</w:t>
      </w:r>
      <w:r w:rsidR="00766774">
        <w:t xml:space="preserve">, </w:t>
      </w:r>
      <w:r w:rsidRPr="00115F49">
        <w:t>cette petite moustache</w:t>
      </w:r>
      <w:r w:rsidR="00766774">
        <w:t xml:space="preserve">, </w:t>
      </w:r>
      <w:r w:rsidRPr="00115F49">
        <w:t>et le sourire qui serpentait dessous</w:t>
      </w:r>
      <w:r w:rsidR="00766774">
        <w:t xml:space="preserve">, </w:t>
      </w:r>
      <w:r w:rsidRPr="00115F49">
        <w:t>et ce ton cocardier</w:t>
      </w:r>
      <w:r w:rsidR="00766774">
        <w:t xml:space="preserve">, </w:t>
      </w:r>
      <w:r w:rsidRPr="00115F49">
        <w:t>et ce ton cassant</w:t>
      </w:r>
      <w:r w:rsidR="00766774">
        <w:t xml:space="preserve">, </w:t>
      </w:r>
      <w:r w:rsidRPr="00115F49">
        <w:t>et cette façon qu</w:t>
      </w:r>
      <w:r w:rsidR="00766774">
        <w:t>’</w:t>
      </w:r>
      <w:r w:rsidRPr="00115F49">
        <w:t>il avait de s</w:t>
      </w:r>
      <w:r w:rsidR="00766774">
        <w:t>’</w:t>
      </w:r>
      <w:r w:rsidRPr="00115F49">
        <w:t>assurer dans ses bottes</w:t>
      </w:r>
      <w:r w:rsidR="00766774">
        <w:t xml:space="preserve"> ! </w:t>
      </w:r>
      <w:r w:rsidRPr="00115F49">
        <w:t>De vous assurer</w:t>
      </w:r>
      <w:r w:rsidRPr="00115F49">
        <w:rPr>
          <w:i/>
          <w:iCs/>
        </w:rPr>
        <w:t xml:space="preserve"> dans vos propres bottes</w:t>
      </w:r>
      <w:r w:rsidR="00766774">
        <w:rPr>
          <w:i/>
          <w:iCs/>
        </w:rPr>
        <w:t>.</w:t>
      </w:r>
    </w:p>
    <w:p w14:paraId="2F90A2BC" w14:textId="77777777" w:rsidR="00766774" w:rsidRDefault="00115F49" w:rsidP="00115F49">
      <w:r w:rsidRPr="00115F49">
        <w:t>Vous n</w:t>
      </w:r>
      <w:r w:rsidR="00766774">
        <w:t>’</w:t>
      </w:r>
      <w:r w:rsidRPr="00115F49">
        <w:t>avez jamais besoin que quelqu</w:t>
      </w:r>
      <w:r w:rsidR="00766774">
        <w:t>’</w:t>
      </w:r>
      <w:r w:rsidRPr="00115F49">
        <w:t>un vous assure</w:t>
      </w:r>
      <w:r w:rsidRPr="00115F49">
        <w:rPr>
          <w:i/>
          <w:iCs/>
        </w:rPr>
        <w:t xml:space="preserve"> dans vos propres bottes</w:t>
      </w:r>
      <w:r w:rsidRPr="00115F49">
        <w:t xml:space="preserve"> vous autres</w:t>
      </w:r>
      <w:r w:rsidR="00766774">
        <w:t xml:space="preserve">, </w:t>
      </w:r>
      <w:r w:rsidRPr="00115F49">
        <w:t>hein</w:t>
      </w:r>
      <w:r w:rsidR="00766774">
        <w:t xml:space="preserve"> ? </w:t>
      </w:r>
      <w:r w:rsidRPr="00115F49">
        <w:t>La bouse de vos vaches ça vous suffit comme point de vue</w:t>
      </w:r>
      <w:r w:rsidR="00766774">
        <w:t xml:space="preserve">, </w:t>
      </w:r>
      <w:r w:rsidRPr="00115F49">
        <w:t>hein</w:t>
      </w:r>
      <w:r w:rsidR="00766774">
        <w:t xml:space="preserve"> ? </w:t>
      </w:r>
      <w:r w:rsidRPr="00115F49">
        <w:t>C</w:t>
      </w:r>
      <w:r w:rsidR="00766774">
        <w:t>’</w:t>
      </w:r>
      <w:r w:rsidRPr="00115F49">
        <w:t>est votre Grande Ourse et votre Étoile polaire</w:t>
      </w:r>
      <w:r w:rsidR="00766774">
        <w:t xml:space="preserve">, </w:t>
      </w:r>
      <w:r w:rsidRPr="00115F49">
        <w:t>hein</w:t>
      </w:r>
      <w:r w:rsidR="00766774">
        <w:t xml:space="preserve"> ? </w:t>
      </w:r>
      <w:r w:rsidRPr="00115F49">
        <w:t>Et quand vous casserez votre pipe</w:t>
      </w:r>
      <w:r w:rsidR="00766774">
        <w:t xml:space="preserve"> (</w:t>
      </w:r>
      <w:r w:rsidRPr="00115F49">
        <w:t>elle peut s</w:t>
      </w:r>
      <w:r w:rsidR="00766774">
        <w:t>’</w:t>
      </w:r>
      <w:r w:rsidRPr="00115F49">
        <w:t>égosiller l</w:t>
      </w:r>
      <w:r w:rsidR="00766774">
        <w:t>’</w:t>
      </w:r>
      <w:r w:rsidRPr="00115F49">
        <w:t>église</w:t>
      </w:r>
      <w:r w:rsidR="00766774">
        <w:t xml:space="preserve">), </w:t>
      </w:r>
      <w:r w:rsidRPr="00115F49">
        <w:t>je t</w:t>
      </w:r>
      <w:r w:rsidR="00766774">
        <w:t>’</w:t>
      </w:r>
      <w:r w:rsidRPr="00115F49">
        <w:t>en fiche d</w:t>
      </w:r>
      <w:r w:rsidR="00766774">
        <w:t>’</w:t>
      </w:r>
      <w:r w:rsidRPr="00115F49">
        <w:t>une grande face qui sera de l</w:t>
      </w:r>
      <w:r w:rsidR="00766774">
        <w:t>’</w:t>
      </w:r>
      <w:r w:rsidRPr="00115F49">
        <w:t>autre côté</w:t>
      </w:r>
      <w:r w:rsidR="00766774">
        <w:t xml:space="preserve">, </w:t>
      </w:r>
      <w:r w:rsidRPr="00115F49">
        <w:t>c</w:t>
      </w:r>
      <w:r w:rsidR="00766774">
        <w:t>’</w:t>
      </w:r>
      <w:r w:rsidRPr="00115F49">
        <w:t xml:space="preserve">est une vache en </w:t>
      </w:r>
      <w:r w:rsidRPr="00115F49">
        <w:lastRenderedPageBreak/>
        <w:t>baudruche qui viendra voltiger au-dessus de votre lit de mort</w:t>
      </w:r>
      <w:r w:rsidR="00766774">
        <w:t xml:space="preserve">, </w:t>
      </w:r>
      <w:r w:rsidRPr="00115F49">
        <w:t>et qui visera bien</w:t>
      </w:r>
      <w:r w:rsidR="00766774">
        <w:t xml:space="preserve">. </w:t>
      </w:r>
      <w:r w:rsidRPr="00115F49">
        <w:t>Et</w:t>
      </w:r>
      <w:r w:rsidR="00766774">
        <w:t xml:space="preserve">, </w:t>
      </w:r>
      <w:r w:rsidRPr="00115F49">
        <w:t>passer</w:t>
      </w:r>
      <w:r w:rsidR="00766774">
        <w:t xml:space="preserve">, </w:t>
      </w:r>
      <w:r w:rsidRPr="00115F49">
        <w:t>pour vous</w:t>
      </w:r>
      <w:r w:rsidR="00766774">
        <w:t xml:space="preserve">, </w:t>
      </w:r>
      <w:r w:rsidRPr="00115F49">
        <w:t>c</w:t>
      </w:r>
      <w:r w:rsidR="00766774">
        <w:t>’</w:t>
      </w:r>
      <w:r w:rsidRPr="00115F49">
        <w:t>est quand vous recevrez enfin en pleine figure une bonne grosse bouse bien étalée</w:t>
      </w:r>
      <w:r w:rsidR="00766774">
        <w:t xml:space="preserve">, </w:t>
      </w:r>
      <w:r w:rsidRPr="00115F49">
        <w:t>bien éclatée</w:t>
      </w:r>
      <w:r w:rsidR="00766774">
        <w:t xml:space="preserve">, </w:t>
      </w:r>
      <w:r w:rsidRPr="00115F49">
        <w:t>bien bouillante et bien marron</w:t>
      </w:r>
      <w:r w:rsidR="00766774">
        <w:t xml:space="preserve">. </w:t>
      </w:r>
      <w:r w:rsidRPr="00115F49">
        <w:t>La voilà votre sainte face</w:t>
      </w:r>
      <w:r w:rsidR="00766774">
        <w:t> !</w:t>
      </w:r>
    </w:p>
    <w:p w14:paraId="5ABFDF3C" w14:textId="77777777" w:rsidR="00766774" w:rsidRDefault="00115F49" w:rsidP="00115F49">
      <w:r w:rsidRPr="00115F49">
        <w:t>Vous n</w:t>
      </w:r>
      <w:r w:rsidR="00766774">
        <w:t>’</w:t>
      </w:r>
      <w:r w:rsidRPr="00115F49">
        <w:t>avez jamais eu besoin de quelqu</w:t>
      </w:r>
      <w:r w:rsidR="00766774">
        <w:t>’</w:t>
      </w:r>
      <w:r w:rsidRPr="00115F49">
        <w:t>un qui puisse enfin vous assurer</w:t>
      </w:r>
      <w:r w:rsidRPr="00115F49">
        <w:rPr>
          <w:i/>
          <w:iCs/>
        </w:rPr>
        <w:t xml:space="preserve"> dans vos propres bottes</w:t>
      </w:r>
      <w:r w:rsidR="00766774">
        <w:t xml:space="preserve"> ; </w:t>
      </w:r>
      <w:r w:rsidRPr="00115F49">
        <w:t>et souffert d</w:t>
      </w:r>
      <w:r w:rsidR="00766774">
        <w:t>’</w:t>
      </w:r>
      <w:r w:rsidRPr="00115F49">
        <w:t>attendre</w:t>
      </w:r>
      <w:r w:rsidR="00766774">
        <w:t xml:space="preserve">, </w:t>
      </w:r>
      <w:r w:rsidRPr="00115F49">
        <w:t>souffert d</w:t>
      </w:r>
      <w:r w:rsidR="00766774">
        <w:t>’</w:t>
      </w:r>
      <w:r w:rsidRPr="00115F49">
        <w:t>avoir</w:t>
      </w:r>
      <w:r w:rsidR="00766774">
        <w:t xml:space="preserve">, </w:t>
      </w:r>
      <w:r w:rsidRPr="00115F49">
        <w:t>souffert de perdre</w:t>
      </w:r>
      <w:r w:rsidR="00766774">
        <w:t> !</w:t>
      </w:r>
    </w:p>
    <w:p w14:paraId="0DE3F1F1" w14:textId="77777777" w:rsidR="00115F49" w:rsidRPr="00115F49" w:rsidRDefault="00115F49" w:rsidP="00115F49">
      <w:r w:rsidRPr="00115F49">
        <w:t>Et</w:t>
      </w:r>
      <w:r w:rsidR="00766774">
        <w:t xml:space="preserve">, </w:t>
      </w:r>
      <w:r w:rsidRPr="00115F49">
        <w:t xml:space="preserve">pendant que </w:t>
      </w:r>
      <w:r w:rsidR="00766774">
        <w:t>M</w:t>
      </w:r>
      <w:r w:rsidR="00766774" w:rsidRPr="00766774">
        <w:rPr>
          <w:vertAlign w:val="superscript"/>
        </w:rPr>
        <w:t>me</w:t>
      </w:r>
      <w:r w:rsidR="00766774">
        <w:t> </w:t>
      </w:r>
      <w:r w:rsidRPr="00115F49">
        <w:t>Tim me disait sa bonne idée</w:t>
      </w:r>
      <w:r w:rsidR="00766774">
        <w:t xml:space="preserve">, </w:t>
      </w:r>
      <w:r w:rsidRPr="00115F49">
        <w:t>je ne l</w:t>
      </w:r>
      <w:r w:rsidR="00766774">
        <w:t>’</w:t>
      </w:r>
      <w:r w:rsidRPr="00115F49">
        <w:t>écoutais guère</w:t>
      </w:r>
      <w:r w:rsidR="00766774">
        <w:t xml:space="preserve"> : </w:t>
      </w:r>
      <w:r w:rsidRPr="00115F49">
        <w:t>je me disais</w:t>
      </w:r>
      <w:r w:rsidR="00766774">
        <w:t xml:space="preserve">, </w:t>
      </w:r>
      <w:r w:rsidRPr="00115F49">
        <w:t>et je lui disais à elle intérieurement</w:t>
      </w:r>
      <w:r w:rsidR="00766774">
        <w:t> : « </w:t>
      </w:r>
      <w:r w:rsidRPr="00115F49">
        <w:t>Ton café fout le camp</w:t>
      </w:r>
      <w:r w:rsidR="00766774">
        <w:t xml:space="preserve">, </w:t>
      </w:r>
      <w:r w:rsidRPr="00115F49">
        <w:t>ton café fout le camp</w:t>
      </w:r>
      <w:r w:rsidR="00766774">
        <w:t>. »</w:t>
      </w:r>
    </w:p>
    <w:p w14:paraId="7CC568AA" w14:textId="77777777" w:rsidR="00766774" w:rsidRDefault="00115F49" w:rsidP="00115F49">
      <w:r w:rsidRPr="00115F49">
        <w:t>Et je me collais le plus possible contre mon mur aux casseroles</w:t>
      </w:r>
      <w:r w:rsidR="00766774">
        <w:t xml:space="preserve">, </w:t>
      </w:r>
      <w:r w:rsidRPr="00115F49">
        <w:t>parce que nous étions deux fortes femmes</w:t>
      </w:r>
      <w:r w:rsidR="00766774">
        <w:t xml:space="preserve">, </w:t>
      </w:r>
      <w:r w:rsidRPr="00115F49">
        <w:t>face à face</w:t>
      </w:r>
      <w:r w:rsidR="00766774">
        <w:t xml:space="preserve">, </w:t>
      </w:r>
      <w:r w:rsidRPr="00115F49">
        <w:t>dans cette souillarde étroite</w:t>
      </w:r>
      <w:r w:rsidR="00766774">
        <w:t xml:space="preserve"> ; </w:t>
      </w:r>
      <w:r w:rsidRPr="00115F49">
        <w:t>nous respirions vite</w:t>
      </w:r>
      <w:r w:rsidR="00766774">
        <w:t xml:space="preserve">, </w:t>
      </w:r>
      <w:r w:rsidRPr="00115F49">
        <w:t xml:space="preserve">mes seins frottaient contre les seins de </w:t>
      </w:r>
      <w:r w:rsidR="00766774">
        <w:t>M</w:t>
      </w:r>
      <w:r w:rsidR="00766774" w:rsidRPr="00766774">
        <w:rPr>
          <w:vertAlign w:val="superscript"/>
        </w:rPr>
        <w:t>me</w:t>
      </w:r>
      <w:r w:rsidR="00766774">
        <w:t> </w:t>
      </w:r>
      <w:r w:rsidRPr="00115F49">
        <w:t>Tim et</w:t>
      </w:r>
      <w:r w:rsidR="00766774">
        <w:t xml:space="preserve">, </w:t>
      </w:r>
      <w:r w:rsidRPr="00115F49">
        <w:t>ça avait beau être une femme en café-crème</w:t>
      </w:r>
      <w:r w:rsidR="00766774">
        <w:t xml:space="preserve">, </w:t>
      </w:r>
      <w:r w:rsidRPr="00115F49">
        <w:t>ça m</w:t>
      </w:r>
      <w:r w:rsidR="00766774">
        <w:t>’</w:t>
      </w:r>
      <w:r w:rsidRPr="00115F49">
        <w:t>était désagréable</w:t>
      </w:r>
      <w:r w:rsidR="00766774">
        <w:t>.</w:t>
      </w:r>
    </w:p>
    <w:p w14:paraId="3C4D31DA" w14:textId="77777777" w:rsidR="00766774" w:rsidRDefault="00115F49" w:rsidP="00115F49">
      <w:r w:rsidRPr="00115F49">
        <w:t>L</w:t>
      </w:r>
      <w:r w:rsidR="00766774">
        <w:t>’</w:t>
      </w:r>
      <w:r w:rsidRPr="00115F49">
        <w:t xml:space="preserve">idée de </w:t>
      </w:r>
      <w:r w:rsidR="00766774">
        <w:t>M</w:t>
      </w:r>
      <w:r w:rsidR="00766774" w:rsidRPr="00766774">
        <w:rPr>
          <w:vertAlign w:val="superscript"/>
        </w:rPr>
        <w:t>me</w:t>
      </w:r>
      <w:r w:rsidR="00766774">
        <w:t> </w:t>
      </w:r>
      <w:r w:rsidRPr="00115F49">
        <w:t>Tim était très bonne</w:t>
      </w:r>
      <w:r w:rsidR="00766774">
        <w:t>.</w:t>
      </w:r>
    </w:p>
    <w:p w14:paraId="787E47D7" w14:textId="77777777" w:rsidR="00766774" w:rsidRDefault="00115F49" w:rsidP="00115F49">
      <w:r w:rsidRPr="00115F49">
        <w:t>Le matin du 6</w:t>
      </w:r>
      <w:r w:rsidR="00766774">
        <w:t xml:space="preserve">, </w:t>
      </w:r>
      <w:r w:rsidRPr="00115F49">
        <w:t>bleu à perte de vue</w:t>
      </w:r>
      <w:r w:rsidR="00766774">
        <w:t xml:space="preserve">. </w:t>
      </w:r>
      <w:r w:rsidRPr="00115F49">
        <w:t>Je m</w:t>
      </w:r>
      <w:r w:rsidR="00766774">
        <w:t>’</w:t>
      </w:r>
      <w:r w:rsidRPr="00115F49">
        <w:t>étais levée avec l</w:t>
      </w:r>
      <w:r w:rsidR="00766774">
        <w:t>’</w:t>
      </w:r>
      <w:r w:rsidRPr="00115F49">
        <w:t>aube</w:t>
      </w:r>
      <w:r w:rsidR="00766774">
        <w:t xml:space="preserve">. </w:t>
      </w:r>
      <w:r w:rsidRPr="00115F49">
        <w:t>Il y avait une grande conversation d</w:t>
      </w:r>
      <w:r w:rsidR="00766774">
        <w:t>’</w:t>
      </w:r>
      <w:r w:rsidRPr="00115F49">
        <w:t>arbres</w:t>
      </w:r>
      <w:r w:rsidR="00766774">
        <w:t>.</w:t>
      </w:r>
    </w:p>
    <w:p w14:paraId="1F970688" w14:textId="77777777" w:rsidR="00766774" w:rsidRDefault="00115F49" w:rsidP="00115F49">
      <w:r w:rsidRPr="00115F49">
        <w:t>Langlois sella son cheval</w:t>
      </w:r>
      <w:r w:rsidR="00766774">
        <w:t xml:space="preserve">. </w:t>
      </w:r>
      <w:r w:rsidRPr="00115F49">
        <w:t>La bête était aussi contente que moi</w:t>
      </w:r>
      <w:r w:rsidR="00766774">
        <w:t>.</w:t>
      </w:r>
    </w:p>
    <w:p w14:paraId="7FE259F5" w14:textId="77777777" w:rsidR="00115F49" w:rsidRPr="00115F49" w:rsidRDefault="00115F49" w:rsidP="00115F49">
      <w:r w:rsidRPr="00115F49">
        <w:t>Je l</w:t>
      </w:r>
      <w:r w:rsidR="00766774">
        <w:t>’</w:t>
      </w:r>
      <w:r w:rsidRPr="00115F49">
        <w:t>entendais qui parlait dans l</w:t>
      </w:r>
      <w:r w:rsidR="00766774">
        <w:t>’</w:t>
      </w:r>
      <w:r w:rsidRPr="00115F49">
        <w:t>écurie avec son maître</w:t>
      </w:r>
      <w:r w:rsidR="00766774">
        <w:t xml:space="preserve">. </w:t>
      </w:r>
      <w:r w:rsidRPr="00115F49">
        <w:t>Êtes-vous foutus de comprendre ce que disent les chevaux</w:t>
      </w:r>
      <w:r w:rsidR="00766774">
        <w:t xml:space="preserve"> ? </w:t>
      </w:r>
      <w:r w:rsidRPr="00115F49">
        <w:t>Celui-là il semblait qu</w:t>
      </w:r>
      <w:r w:rsidR="00766774">
        <w:t>’</w:t>
      </w:r>
      <w:r w:rsidRPr="00115F49">
        <w:t>il disait en rigolant</w:t>
      </w:r>
      <w:r w:rsidR="00766774">
        <w:t> : « </w:t>
      </w:r>
      <w:r w:rsidRPr="00115F49">
        <w:t>Alors</w:t>
      </w:r>
      <w:r w:rsidR="00766774">
        <w:t xml:space="preserve">, </w:t>
      </w:r>
      <w:r w:rsidRPr="00115F49">
        <w:t>vieille noix</w:t>
      </w:r>
      <w:r w:rsidR="00766774">
        <w:t xml:space="preserve">, </w:t>
      </w:r>
      <w:r w:rsidRPr="00115F49">
        <w:t>un temps à pas se laisser un sou dans la poche</w:t>
      </w:r>
      <w:r w:rsidR="00766774">
        <w:t xml:space="preserve">, </w:t>
      </w:r>
      <w:r w:rsidRPr="00115F49">
        <w:t>on va s</w:t>
      </w:r>
      <w:r w:rsidR="00766774">
        <w:t>’</w:t>
      </w:r>
      <w:r w:rsidRPr="00115F49">
        <w:t>en payer une bosse</w:t>
      </w:r>
      <w:r w:rsidR="00766774">
        <w:t>. »</w:t>
      </w:r>
    </w:p>
    <w:p w14:paraId="29A201F1" w14:textId="77777777" w:rsidR="00766774" w:rsidRDefault="00115F49" w:rsidP="00115F49">
      <w:r w:rsidRPr="00115F49">
        <w:t>Le fait est qu</w:t>
      </w:r>
      <w:r w:rsidR="00766774">
        <w:t>’</w:t>
      </w:r>
      <w:r w:rsidRPr="00115F49">
        <w:t>à écouter la conversation des arbres</w:t>
      </w:r>
      <w:r w:rsidR="00766774">
        <w:t xml:space="preserve">, </w:t>
      </w:r>
      <w:r w:rsidRPr="00115F49">
        <w:t>il y était également question d</w:t>
      </w:r>
      <w:r w:rsidR="00766774">
        <w:t>’</w:t>
      </w:r>
      <w:r w:rsidRPr="00115F49">
        <w:t>une sacrée liberté</w:t>
      </w:r>
      <w:r w:rsidR="00766774">
        <w:t>.</w:t>
      </w:r>
    </w:p>
    <w:p w14:paraId="473150CB" w14:textId="77777777" w:rsidR="00766774" w:rsidRDefault="00115F49" w:rsidP="00115F49">
      <w:r w:rsidRPr="00115F49">
        <w:lastRenderedPageBreak/>
        <w:t>À Saint-Baudille</w:t>
      </w:r>
      <w:r w:rsidR="00766774">
        <w:t xml:space="preserve">, </w:t>
      </w:r>
      <w:r w:rsidRPr="00115F49">
        <w:t>ban et arrière-ban</w:t>
      </w:r>
      <w:r w:rsidR="00766774">
        <w:t>.</w:t>
      </w:r>
    </w:p>
    <w:p w14:paraId="49F55835" w14:textId="77777777" w:rsidR="00766774" w:rsidRDefault="00115F49" w:rsidP="00115F49">
      <w:r w:rsidRPr="00115F49">
        <w:t>Et d</w:t>
      </w:r>
      <w:r w:rsidR="00766774">
        <w:t>’</w:t>
      </w:r>
      <w:r w:rsidRPr="00115F49">
        <w:t>abord</w:t>
      </w:r>
      <w:r w:rsidR="00766774">
        <w:t xml:space="preserve">, </w:t>
      </w:r>
      <w:r w:rsidRPr="00115F49">
        <w:t>savez-vous comment nous y étions venus</w:t>
      </w:r>
      <w:r w:rsidR="00766774">
        <w:t xml:space="preserve"> ? </w:t>
      </w:r>
      <w:r w:rsidRPr="00115F49">
        <w:t>Eh bien</w:t>
      </w:r>
      <w:r w:rsidR="00766774">
        <w:t xml:space="preserve">, </w:t>
      </w:r>
      <w:r w:rsidRPr="00115F49">
        <w:t>telle que j</w:t>
      </w:r>
      <w:r w:rsidR="00766774">
        <w:t>’</w:t>
      </w:r>
      <w:r w:rsidRPr="00115F49">
        <w:t>étais dans mes atours</w:t>
      </w:r>
      <w:r w:rsidR="00766774">
        <w:t xml:space="preserve">, </w:t>
      </w:r>
      <w:r w:rsidRPr="00115F49">
        <w:t>après avoir fait cent mètres à pied côte à côte</w:t>
      </w:r>
      <w:r w:rsidR="00766774">
        <w:t xml:space="preserve">, </w:t>
      </w:r>
      <w:r w:rsidRPr="00115F49">
        <w:t>Langlois tirait le cheval par la bride</w:t>
      </w:r>
      <w:r w:rsidR="00766774">
        <w:t xml:space="preserve">, </w:t>
      </w:r>
      <w:r w:rsidRPr="00115F49">
        <w:t>Langlois me dit</w:t>
      </w:r>
      <w:r w:rsidR="00766774">
        <w:t> :</w:t>
      </w:r>
    </w:p>
    <w:p w14:paraId="6445C8A3" w14:textId="77777777" w:rsidR="00766774" w:rsidRDefault="00766774" w:rsidP="00115F49">
      <w:r>
        <w:t>— </w:t>
      </w:r>
      <w:r w:rsidR="00115F49" w:rsidRPr="00115F49">
        <w:t>Monte</w:t>
      </w:r>
      <w:r>
        <w:t>.</w:t>
      </w:r>
    </w:p>
    <w:p w14:paraId="642EF7D2" w14:textId="77777777" w:rsidR="00766774" w:rsidRDefault="00766774" w:rsidP="00115F49">
      <w:r>
        <w:t>— </w:t>
      </w:r>
      <w:r w:rsidR="00115F49" w:rsidRPr="00115F49">
        <w:t>Monte où</w:t>
      </w:r>
      <w:r>
        <w:t> ?</w:t>
      </w:r>
    </w:p>
    <w:p w14:paraId="78E60EA0" w14:textId="77777777" w:rsidR="00766774" w:rsidRDefault="00766774" w:rsidP="00115F49">
      <w:r>
        <w:t>— </w:t>
      </w:r>
      <w:r w:rsidR="00115F49" w:rsidRPr="00115F49">
        <w:t>Sur le bidet</w:t>
      </w:r>
      <w:r>
        <w:t>.</w:t>
      </w:r>
    </w:p>
    <w:p w14:paraId="2CCBFA13" w14:textId="77777777" w:rsidR="00766774" w:rsidRDefault="00766774" w:rsidP="00115F49">
      <w:r>
        <w:t>— </w:t>
      </w:r>
      <w:r w:rsidR="00115F49" w:rsidRPr="00115F49">
        <w:t>Telle que je suis</w:t>
      </w:r>
      <w:r>
        <w:t> ?</w:t>
      </w:r>
    </w:p>
    <w:p w14:paraId="28457EC0" w14:textId="77777777" w:rsidR="00766774" w:rsidRDefault="00766774" w:rsidP="00115F49">
      <w:r>
        <w:t>— </w:t>
      </w:r>
      <w:r w:rsidR="00115F49" w:rsidRPr="00115F49">
        <w:t>Telle que tu es</w:t>
      </w:r>
      <w:r>
        <w:t>.</w:t>
      </w:r>
    </w:p>
    <w:p w14:paraId="0D1C490B" w14:textId="77777777" w:rsidR="00766774" w:rsidRDefault="00115F49" w:rsidP="00115F49">
      <w:r w:rsidRPr="00115F49">
        <w:t>Il faisait l</w:t>
      </w:r>
      <w:r w:rsidR="00766774">
        <w:t>’</w:t>
      </w:r>
      <w:r w:rsidRPr="00115F49">
        <w:t>étrier avec ses mains pour que j</w:t>
      </w:r>
      <w:r w:rsidR="00766774">
        <w:t>’</w:t>
      </w:r>
      <w:r w:rsidRPr="00115F49">
        <w:t>y mette le pied et qu</w:t>
      </w:r>
      <w:r w:rsidR="00766774">
        <w:t>’</w:t>
      </w:r>
      <w:r w:rsidRPr="00115F49">
        <w:t>il me soulève pour me faire asseoir sur la selle</w:t>
      </w:r>
      <w:r w:rsidR="00766774">
        <w:t>.</w:t>
      </w:r>
    </w:p>
    <w:p w14:paraId="112AF4CE" w14:textId="77777777" w:rsidR="00766774" w:rsidRDefault="00115F49" w:rsidP="00115F49">
      <w:r w:rsidRPr="00115F49">
        <w:t>Rater l</w:t>
      </w:r>
      <w:r w:rsidR="00766774">
        <w:t>’</w:t>
      </w:r>
      <w:r w:rsidRPr="00115F49">
        <w:t>occasion</w:t>
      </w:r>
      <w:r w:rsidR="00766774">
        <w:t xml:space="preserve"> ? </w:t>
      </w:r>
      <w:r w:rsidRPr="00115F49">
        <w:t>Ah</w:t>
      </w:r>
      <w:r w:rsidR="00766774">
        <w:t xml:space="preserve"> ! </w:t>
      </w:r>
      <w:r w:rsidRPr="00115F49">
        <w:t>non</w:t>
      </w:r>
      <w:r w:rsidR="00766774">
        <w:t xml:space="preserve">. </w:t>
      </w:r>
      <w:r w:rsidRPr="00115F49">
        <w:t>Je me fichais de ma tournure comme de ma première chaussette</w:t>
      </w:r>
      <w:r w:rsidR="00766774">
        <w:t xml:space="preserve">. </w:t>
      </w:r>
      <w:r w:rsidRPr="00115F49">
        <w:t>Si le faux-cul fait des siennes je l</w:t>
      </w:r>
      <w:r w:rsidR="00766774">
        <w:t>’</w:t>
      </w:r>
      <w:r w:rsidRPr="00115F49">
        <w:t>enlève</w:t>
      </w:r>
      <w:r w:rsidR="00766774">
        <w:t xml:space="preserve">. </w:t>
      </w:r>
      <w:r w:rsidRPr="00115F49">
        <w:t>Je l</w:t>
      </w:r>
      <w:r w:rsidR="00766774">
        <w:t>’</w:t>
      </w:r>
      <w:r w:rsidRPr="00115F49">
        <w:t>avais noué avec des ganses</w:t>
      </w:r>
      <w:r w:rsidR="00766774">
        <w:t xml:space="preserve"> ; </w:t>
      </w:r>
      <w:r w:rsidRPr="00115F49">
        <w:t>je n</w:t>
      </w:r>
      <w:r w:rsidR="00766774">
        <w:t>’</w:t>
      </w:r>
      <w:r w:rsidRPr="00115F49">
        <w:t>avais qu</w:t>
      </w:r>
      <w:r w:rsidR="00766774">
        <w:t>’</w:t>
      </w:r>
      <w:r w:rsidRPr="00115F49">
        <w:t>à passer mes mains dessous et tirer</w:t>
      </w:r>
      <w:r w:rsidR="00766774">
        <w:t>.</w:t>
      </w:r>
    </w:p>
    <w:p w14:paraId="37FE3317" w14:textId="77777777" w:rsidR="00766774" w:rsidRDefault="00115F49" w:rsidP="00115F49">
      <w:r w:rsidRPr="00115F49">
        <w:t>Le temps de vous le raconter</w:t>
      </w:r>
      <w:r w:rsidR="00766774">
        <w:t xml:space="preserve">, </w:t>
      </w:r>
      <w:r w:rsidRPr="00115F49">
        <w:t>j</w:t>
      </w:r>
      <w:r w:rsidR="00766774">
        <w:t>’</w:t>
      </w:r>
      <w:r w:rsidRPr="00115F49">
        <w:t>étais installée</w:t>
      </w:r>
      <w:r w:rsidR="00766774">
        <w:t xml:space="preserve">. </w:t>
      </w:r>
      <w:r w:rsidRPr="00115F49">
        <w:t>Et tant pis pour les plis</w:t>
      </w:r>
      <w:r w:rsidR="00766774">
        <w:t xml:space="preserve">. </w:t>
      </w:r>
      <w:r w:rsidRPr="00115F49">
        <w:t>J</w:t>
      </w:r>
      <w:r w:rsidR="00766774">
        <w:t>’</w:t>
      </w:r>
      <w:r w:rsidRPr="00115F49">
        <w:t>avais un gros nœud de faille sur le derrière</w:t>
      </w:r>
      <w:r w:rsidR="00766774">
        <w:t xml:space="preserve">, </w:t>
      </w:r>
      <w:r w:rsidRPr="00115F49">
        <w:t>mais le roi n</w:t>
      </w:r>
      <w:r w:rsidR="00766774">
        <w:t>’</w:t>
      </w:r>
      <w:r w:rsidRPr="00115F49">
        <w:t>était pas mon cousin</w:t>
      </w:r>
      <w:r w:rsidR="00766774">
        <w:t xml:space="preserve">. </w:t>
      </w:r>
      <w:r w:rsidRPr="00115F49">
        <w:t>J</w:t>
      </w:r>
      <w:r w:rsidR="00766774">
        <w:t>’</w:t>
      </w:r>
      <w:r w:rsidRPr="00115F49">
        <w:t>avais gardé mon ombrelle à la main</w:t>
      </w:r>
      <w:r w:rsidR="00766774">
        <w:t xml:space="preserve">. </w:t>
      </w:r>
      <w:r w:rsidRPr="00115F49">
        <w:t>Il me dit</w:t>
      </w:r>
      <w:r w:rsidR="00766774">
        <w:t> :</w:t>
      </w:r>
    </w:p>
    <w:p w14:paraId="2DFAD24C" w14:textId="77777777" w:rsidR="00766774" w:rsidRDefault="00766774" w:rsidP="00115F49">
      <w:r>
        <w:t>— </w:t>
      </w:r>
      <w:r w:rsidR="00115F49" w:rsidRPr="00115F49">
        <w:t>Ouvre-la et fais la duchesse</w:t>
      </w:r>
      <w:r>
        <w:t>.</w:t>
      </w:r>
    </w:p>
    <w:p w14:paraId="7EB15271" w14:textId="3FA39460" w:rsidR="00766774" w:rsidRDefault="00115F49" w:rsidP="00115F49">
      <w:r w:rsidRPr="00115F49">
        <w:t>Je ne me le fais pas dire deux fois et</w:t>
      </w:r>
      <w:r w:rsidR="00766774">
        <w:t xml:space="preserve">, </w:t>
      </w:r>
      <w:r w:rsidRPr="00115F49">
        <w:t>en avant</w:t>
      </w:r>
      <w:r w:rsidR="00766774">
        <w:t> !</w:t>
      </w:r>
      <w:r w:rsidR="0017501F">
        <w:t xml:space="preserve"> </w:t>
      </w:r>
      <w:r w:rsidRPr="00115F49">
        <w:t>Voilà comment nous sommes allés à Saint-Baudille</w:t>
      </w:r>
      <w:r w:rsidR="00766774">
        <w:t>.</w:t>
      </w:r>
    </w:p>
    <w:p w14:paraId="73B4A924" w14:textId="77777777" w:rsidR="00766774" w:rsidRDefault="00115F49" w:rsidP="00115F49">
      <w:r w:rsidRPr="00115F49">
        <w:t>Nous faisons une lieue et nous rencontrons Bouvard qui allait me chercher avec la calèche</w:t>
      </w:r>
      <w:r w:rsidR="00766774">
        <w:t xml:space="preserve">. </w:t>
      </w:r>
      <w:r w:rsidRPr="00115F49">
        <w:t>Il montait de l</w:t>
      </w:r>
      <w:r w:rsidR="00766774">
        <w:t>’</w:t>
      </w:r>
      <w:r w:rsidRPr="00115F49">
        <w:t>Ébron et nous y descendions</w:t>
      </w:r>
      <w:r w:rsidR="00766774">
        <w:t xml:space="preserve">. </w:t>
      </w:r>
      <w:r w:rsidRPr="00115F49">
        <w:t>On lui crie</w:t>
      </w:r>
      <w:r w:rsidR="00766774">
        <w:t> :</w:t>
      </w:r>
    </w:p>
    <w:p w14:paraId="74C9C016" w14:textId="77777777" w:rsidR="00766774" w:rsidRDefault="00766774" w:rsidP="00115F49">
      <w:r>
        <w:lastRenderedPageBreak/>
        <w:t>— </w:t>
      </w:r>
      <w:r w:rsidR="00115F49" w:rsidRPr="00115F49">
        <w:t>Arrête-toi</w:t>
      </w:r>
      <w:r>
        <w:t xml:space="preserve">, </w:t>
      </w:r>
      <w:r w:rsidR="00115F49" w:rsidRPr="00115F49">
        <w:t>ma vieille</w:t>
      </w:r>
      <w:r>
        <w:t>.</w:t>
      </w:r>
    </w:p>
    <w:p w14:paraId="7ADB0F7D" w14:textId="77777777" w:rsidR="00766774" w:rsidRDefault="00115F49" w:rsidP="00115F49">
      <w:r w:rsidRPr="00115F49">
        <w:t>Mais on devait être si beaux qu</w:t>
      </w:r>
      <w:r w:rsidR="00766774">
        <w:t>’</w:t>
      </w:r>
      <w:r w:rsidRPr="00115F49">
        <w:t>il continue à monter et</w:t>
      </w:r>
      <w:r w:rsidR="00766774">
        <w:t xml:space="preserve">, </w:t>
      </w:r>
      <w:r w:rsidRPr="00115F49">
        <w:t>quand il est à notre hauteur il dit</w:t>
      </w:r>
      <w:r w:rsidR="00766774">
        <w:t> :</w:t>
      </w:r>
    </w:p>
    <w:p w14:paraId="40EE2639" w14:textId="77777777" w:rsidR="00766774" w:rsidRDefault="00766774" w:rsidP="00115F49">
      <w:r>
        <w:t>— </w:t>
      </w:r>
      <w:r w:rsidR="00115F49" w:rsidRPr="00115F49">
        <w:t>Alors</w:t>
      </w:r>
      <w:r>
        <w:t xml:space="preserve">, </w:t>
      </w:r>
      <w:r w:rsidR="00115F49" w:rsidRPr="00115F49">
        <w:t>et moi</w:t>
      </w:r>
      <w:r>
        <w:t> ?</w:t>
      </w:r>
    </w:p>
    <w:p w14:paraId="0B3D1D45" w14:textId="77777777" w:rsidR="00766774" w:rsidRDefault="00115F49" w:rsidP="00115F49">
      <w:r w:rsidRPr="00115F49">
        <w:t>Et je lui réponds</w:t>
      </w:r>
      <w:r w:rsidR="00766774">
        <w:t> :</w:t>
      </w:r>
    </w:p>
    <w:p w14:paraId="42989B43" w14:textId="77777777" w:rsidR="00766774" w:rsidRDefault="00766774" w:rsidP="00115F49">
      <w:r>
        <w:t>— </w:t>
      </w:r>
      <w:r w:rsidR="00115F49" w:rsidRPr="00115F49">
        <w:t>Toi</w:t>
      </w:r>
      <w:r>
        <w:t xml:space="preserve">, </w:t>
      </w:r>
      <w:r w:rsidR="00115F49" w:rsidRPr="00115F49">
        <w:t>mon gros</w:t>
      </w:r>
      <w:r>
        <w:t xml:space="preserve">, </w:t>
      </w:r>
      <w:r w:rsidR="00115F49" w:rsidRPr="00115F49">
        <w:t>laisse-nous passer et suis derrière</w:t>
      </w:r>
      <w:r>
        <w:t>.</w:t>
      </w:r>
    </w:p>
    <w:p w14:paraId="73891FD8" w14:textId="77777777" w:rsidR="00766774" w:rsidRDefault="00115F49" w:rsidP="00115F49">
      <w:r w:rsidRPr="00115F49">
        <w:t>Je n</w:t>
      </w:r>
      <w:r w:rsidR="00766774">
        <w:t>’</w:t>
      </w:r>
      <w:r w:rsidRPr="00115F49">
        <w:t>avais qu</w:t>
      </w:r>
      <w:r w:rsidR="00766774">
        <w:t>’</w:t>
      </w:r>
      <w:r w:rsidRPr="00115F49">
        <w:t>une peur</w:t>
      </w:r>
      <w:r w:rsidR="00766774">
        <w:t xml:space="preserve"> : </w:t>
      </w:r>
      <w:r w:rsidRPr="00115F49">
        <w:t>c</w:t>
      </w:r>
      <w:r w:rsidR="00766774">
        <w:t>’</w:t>
      </w:r>
      <w:r w:rsidRPr="00115F49">
        <w:t>est que Langlois me fasse changer de wagon</w:t>
      </w:r>
      <w:r w:rsidR="00766774">
        <w:t xml:space="preserve">, </w:t>
      </w:r>
      <w:r w:rsidRPr="00115F49">
        <w:t>mais pas du tout</w:t>
      </w:r>
      <w:r w:rsidR="00766774">
        <w:t>. « </w:t>
      </w:r>
      <w:r w:rsidRPr="00115F49">
        <w:t>Et respectueusement</w:t>
      </w:r>
      <w:r w:rsidR="00766774">
        <w:t xml:space="preserve">, </w:t>
      </w:r>
      <w:r w:rsidRPr="00115F49">
        <w:t>mon brave</w:t>
      </w:r>
      <w:r w:rsidR="00766774">
        <w:t xml:space="preserve"> », </w:t>
      </w:r>
      <w:r w:rsidRPr="00115F49">
        <w:t>dit-il en clignant de l</w:t>
      </w:r>
      <w:r w:rsidR="00766774">
        <w:t>’</w:t>
      </w:r>
      <w:r w:rsidRPr="00115F49">
        <w:t>œil</w:t>
      </w:r>
      <w:r w:rsidR="00766774">
        <w:t>.</w:t>
      </w:r>
    </w:p>
    <w:p w14:paraId="6E979EBF" w14:textId="77777777" w:rsidR="00766774" w:rsidRDefault="00766774" w:rsidP="00115F49">
      <w:r>
        <w:t>— </w:t>
      </w:r>
      <w:r w:rsidR="00115F49" w:rsidRPr="00115F49">
        <w:t>Bougre</w:t>
      </w:r>
      <w:r>
        <w:t xml:space="preserve">, </w:t>
      </w:r>
      <w:r w:rsidR="00115F49" w:rsidRPr="00115F49">
        <w:t>ma fille</w:t>
      </w:r>
      <w:r>
        <w:t xml:space="preserve"> ! </w:t>
      </w:r>
      <w:r w:rsidR="00115F49" w:rsidRPr="00115F49">
        <w:t>s</w:t>
      </w:r>
      <w:r>
        <w:t>’</w:t>
      </w:r>
      <w:r w:rsidR="00115F49" w:rsidRPr="00115F49">
        <w:t>exclama Bouvard</w:t>
      </w:r>
      <w:r>
        <w:t xml:space="preserve">, </w:t>
      </w:r>
      <w:r w:rsidR="00115F49" w:rsidRPr="00115F49">
        <w:t>ravi</w:t>
      </w:r>
      <w:r>
        <w:t>.</w:t>
      </w:r>
    </w:p>
    <w:p w14:paraId="49B1FA33" w14:textId="77777777" w:rsidR="00766774" w:rsidRDefault="00115F49" w:rsidP="00115F49">
      <w:r w:rsidRPr="00115F49">
        <w:t>Il comprit très bien qu</w:t>
      </w:r>
      <w:r w:rsidR="00766774">
        <w:t>’</w:t>
      </w:r>
      <w:r w:rsidRPr="00115F49">
        <w:t>il s</w:t>
      </w:r>
      <w:r w:rsidR="00766774">
        <w:t>’</w:t>
      </w:r>
      <w:r w:rsidRPr="00115F49">
        <w:t>agissait de s</w:t>
      </w:r>
      <w:r w:rsidR="00766774">
        <w:t>’</w:t>
      </w:r>
      <w:r w:rsidRPr="00115F49">
        <w:t>amuser avec l</w:t>
      </w:r>
      <w:r w:rsidR="00766774">
        <w:t>’</w:t>
      </w:r>
      <w:r w:rsidRPr="00115F49">
        <w:t>alentour</w:t>
      </w:r>
      <w:r w:rsidR="00766774">
        <w:t>.</w:t>
      </w:r>
    </w:p>
    <w:p w14:paraId="4BD85742" w14:textId="77777777" w:rsidR="00766774" w:rsidRDefault="00115F49" w:rsidP="00115F49">
      <w:r w:rsidRPr="00115F49">
        <w:t>Et quel alentour</w:t>
      </w:r>
      <w:r w:rsidR="00766774">
        <w:t xml:space="preserve"> ! </w:t>
      </w:r>
      <w:r w:rsidRPr="00115F49">
        <w:t>La rosée couvrait les champs où le blé avait été coupé et l</w:t>
      </w:r>
      <w:r w:rsidR="00766774">
        <w:t>’</w:t>
      </w:r>
      <w:r w:rsidRPr="00115F49">
        <w:t>éteule en était rose comme un beurre qui fait la perle</w:t>
      </w:r>
      <w:r w:rsidR="00766774">
        <w:t xml:space="preserve">. </w:t>
      </w:r>
      <w:r w:rsidRPr="00115F49">
        <w:t>Le ciel était bleu comme une charrette neuve</w:t>
      </w:r>
      <w:r w:rsidR="00766774">
        <w:t xml:space="preserve">. </w:t>
      </w:r>
      <w:r w:rsidRPr="00115F49">
        <w:t>De tous les côtés les alouettes faisaient grincer des couteaux dans des pommes vertes</w:t>
      </w:r>
      <w:r w:rsidR="00766774">
        <w:t xml:space="preserve">. </w:t>
      </w:r>
      <w:r w:rsidRPr="00115F49">
        <w:t>Il y avait des odeurs fines et piquantes qui faisaient froid dans le nez comme des prises de civette</w:t>
      </w:r>
      <w:r w:rsidR="00766774">
        <w:t xml:space="preserve">. </w:t>
      </w:r>
      <w:r w:rsidRPr="00115F49">
        <w:t>Les forêts et les bosquets dansaient devant mes yeux comme le poil d</w:t>
      </w:r>
      <w:r w:rsidR="00766774">
        <w:t>’</w:t>
      </w:r>
      <w:r w:rsidRPr="00115F49">
        <w:t>une chèvre devant laquelle on bat du tambour</w:t>
      </w:r>
      <w:r w:rsidR="00766774">
        <w:t xml:space="preserve">. </w:t>
      </w:r>
      <w:r w:rsidRPr="00115F49">
        <w:t>Hou</w:t>
      </w:r>
      <w:r w:rsidR="00766774">
        <w:t xml:space="preserve"> ! </w:t>
      </w:r>
      <w:r w:rsidRPr="00115F49">
        <w:t>le beau matin</w:t>
      </w:r>
      <w:r w:rsidR="00766774">
        <w:t> !</w:t>
      </w:r>
    </w:p>
    <w:p w14:paraId="45986BEC" w14:textId="77777777" w:rsidR="00766774" w:rsidRDefault="00115F49" w:rsidP="00115F49">
      <w:r w:rsidRPr="00115F49">
        <w:t>Certes</w:t>
      </w:r>
      <w:r w:rsidR="00766774">
        <w:t>, M</w:t>
      </w:r>
      <w:r w:rsidR="00766774" w:rsidRPr="00766774">
        <w:rPr>
          <w:vertAlign w:val="superscript"/>
        </w:rPr>
        <w:t>me</w:t>
      </w:r>
      <w:r w:rsidR="00766774">
        <w:t> </w:t>
      </w:r>
      <w:r w:rsidRPr="00115F49">
        <w:t>Tim n</w:t>
      </w:r>
      <w:r w:rsidR="00766774">
        <w:t>’</w:t>
      </w:r>
      <w:r w:rsidRPr="00115F49">
        <w:t>était pour rien dans cette beauté-là</w:t>
      </w:r>
      <w:r w:rsidR="00766774">
        <w:t xml:space="preserve">. </w:t>
      </w:r>
      <w:r w:rsidRPr="00115F49">
        <w:t>Mais la beauté qui nous attendait à Saint-Baudille et qui</w:t>
      </w:r>
      <w:r w:rsidR="00766774">
        <w:t xml:space="preserve">, </w:t>
      </w:r>
      <w:r w:rsidRPr="00115F49">
        <w:t>celle-là</w:t>
      </w:r>
      <w:r w:rsidR="00766774">
        <w:t xml:space="preserve">, </w:t>
      </w:r>
      <w:r w:rsidRPr="00115F49">
        <w:t>était son œuvre</w:t>
      </w:r>
      <w:r w:rsidR="00766774">
        <w:t xml:space="preserve">, </w:t>
      </w:r>
      <w:r w:rsidRPr="00115F49">
        <w:t>avait la même qualité de bonbon anglais</w:t>
      </w:r>
      <w:r w:rsidR="00766774">
        <w:t xml:space="preserve">, </w:t>
      </w:r>
      <w:r w:rsidRPr="00115F49">
        <w:t>acidulée</w:t>
      </w:r>
      <w:r w:rsidR="00766774">
        <w:t xml:space="preserve">, </w:t>
      </w:r>
      <w:r w:rsidRPr="00115F49">
        <w:t>fraîche</w:t>
      </w:r>
      <w:r w:rsidR="00766774">
        <w:t xml:space="preserve">, </w:t>
      </w:r>
      <w:r w:rsidRPr="00115F49">
        <w:t>multicolore</w:t>
      </w:r>
      <w:r w:rsidR="00766774">
        <w:t xml:space="preserve">, </w:t>
      </w:r>
      <w:r w:rsidRPr="00115F49">
        <w:t>torsadée de citron</w:t>
      </w:r>
      <w:r w:rsidR="00766774">
        <w:t xml:space="preserve">, </w:t>
      </w:r>
      <w:r w:rsidRPr="00115F49">
        <w:t>de vinaigre et d</w:t>
      </w:r>
      <w:r w:rsidR="00766774">
        <w:t>’</w:t>
      </w:r>
      <w:r w:rsidRPr="00115F49">
        <w:t>azur</w:t>
      </w:r>
      <w:r w:rsidR="00766774">
        <w:t xml:space="preserve">. </w:t>
      </w:r>
      <w:r w:rsidRPr="00115F49">
        <w:t>Un</w:t>
      </w:r>
      <w:r w:rsidRPr="00115F49">
        <w:rPr>
          <w:i/>
          <w:iCs/>
        </w:rPr>
        <w:t xml:space="preserve"> peppermint</w:t>
      </w:r>
      <w:r w:rsidRPr="00115F49">
        <w:t xml:space="preserve"> à vous donner des reins de cerfs</w:t>
      </w:r>
      <w:r w:rsidR="00766774">
        <w:t>.</w:t>
      </w:r>
    </w:p>
    <w:p w14:paraId="03711AA0" w14:textId="77777777" w:rsidR="00766774" w:rsidRDefault="00115F49" w:rsidP="00115F49">
      <w:r w:rsidRPr="00115F49">
        <w:lastRenderedPageBreak/>
        <w:t>Cadiche</w:t>
      </w:r>
      <w:r w:rsidR="00766774">
        <w:t xml:space="preserve">, </w:t>
      </w:r>
      <w:r w:rsidRPr="00115F49">
        <w:t>Arnaude et Mathilda</w:t>
      </w:r>
      <w:r w:rsidR="00766774">
        <w:t xml:space="preserve">, </w:t>
      </w:r>
      <w:r w:rsidRPr="00115F49">
        <w:t>les trois filles d</w:t>
      </w:r>
      <w:r w:rsidR="00766774">
        <w:t>’</w:t>
      </w:r>
      <w:r w:rsidRPr="00115F49">
        <w:t>abord</w:t>
      </w:r>
      <w:r w:rsidR="00766774">
        <w:t xml:space="preserve">. </w:t>
      </w:r>
      <w:r w:rsidRPr="00115F49">
        <w:t>Ah</w:t>
      </w:r>
      <w:r w:rsidR="00766774">
        <w:t xml:space="preserve"> ! </w:t>
      </w:r>
      <w:r w:rsidRPr="00115F49">
        <w:t>Que ces femmes de couvent savent faire habiller leurs filles</w:t>
      </w:r>
      <w:r w:rsidR="00766774">
        <w:t xml:space="preserve"> ! </w:t>
      </w:r>
      <w:r w:rsidRPr="00115F49">
        <w:t>Car</w:t>
      </w:r>
      <w:r w:rsidR="00766774">
        <w:t xml:space="preserve">, </w:t>
      </w:r>
      <w:r w:rsidRPr="00115F49">
        <w:t>c</w:t>
      </w:r>
      <w:r w:rsidR="00766774">
        <w:t>’</w:t>
      </w:r>
      <w:r w:rsidRPr="00115F49">
        <w:t xml:space="preserve">est du conseil de </w:t>
      </w:r>
      <w:r w:rsidR="00766774">
        <w:t>M</w:t>
      </w:r>
      <w:r w:rsidR="00766774" w:rsidRPr="00766774">
        <w:rPr>
          <w:vertAlign w:val="superscript"/>
        </w:rPr>
        <w:t>me</w:t>
      </w:r>
      <w:r w:rsidR="00766774">
        <w:t> </w:t>
      </w:r>
      <w:r w:rsidRPr="00115F49">
        <w:t>Tim qu</w:t>
      </w:r>
      <w:r w:rsidR="00766774">
        <w:t>’</w:t>
      </w:r>
      <w:r w:rsidRPr="00115F49">
        <w:t>elles s</w:t>
      </w:r>
      <w:r w:rsidR="00766774">
        <w:t>’</w:t>
      </w:r>
      <w:r w:rsidRPr="00115F49">
        <w:t>habillaient</w:t>
      </w:r>
      <w:r w:rsidR="00766774">
        <w:t xml:space="preserve"> (</w:t>
      </w:r>
      <w:r w:rsidRPr="00115F49">
        <w:t>il y avait trop de malice</w:t>
      </w:r>
      <w:r w:rsidR="00766774">
        <w:t>).</w:t>
      </w:r>
    </w:p>
    <w:p w14:paraId="25171018" w14:textId="77777777" w:rsidR="00766774" w:rsidRDefault="00115F49" w:rsidP="00115F49">
      <w:r w:rsidRPr="00115F49">
        <w:t>Ah</w:t>
      </w:r>
      <w:r w:rsidR="00766774">
        <w:t xml:space="preserve"> ! </w:t>
      </w:r>
      <w:r w:rsidRPr="00115F49">
        <w:t>gendres</w:t>
      </w:r>
      <w:r w:rsidR="00766774">
        <w:t xml:space="preserve">, </w:t>
      </w:r>
      <w:r w:rsidRPr="00115F49">
        <w:t>gendres</w:t>
      </w:r>
      <w:r w:rsidR="00766774">
        <w:t xml:space="preserve"> ! </w:t>
      </w:r>
      <w:r w:rsidRPr="00115F49">
        <w:t>Laisser courir de petites femmes comme ça</w:t>
      </w:r>
      <w:r w:rsidR="00766774">
        <w:t xml:space="preserve"> ! </w:t>
      </w:r>
      <w:r w:rsidRPr="00115F49">
        <w:t>Mais c</w:t>
      </w:r>
      <w:r w:rsidR="00766774">
        <w:t>’</w:t>
      </w:r>
      <w:r w:rsidRPr="00115F49">
        <w:t>étaient de gros bureaucrates et</w:t>
      </w:r>
      <w:r w:rsidR="00766774">
        <w:t xml:space="preserve">, </w:t>
      </w:r>
      <w:r w:rsidRPr="00115F49">
        <w:t>est-ce que les bureaucrates ont le sens commun</w:t>
      </w:r>
      <w:r w:rsidR="00766774">
        <w:t xml:space="preserve"> ? </w:t>
      </w:r>
      <w:r w:rsidRPr="00115F49">
        <w:t>Ils avaient beau leur avoir fait trois et trois six</w:t>
      </w:r>
      <w:r w:rsidR="00766774">
        <w:t xml:space="preserve">, </w:t>
      </w:r>
      <w:r w:rsidRPr="00115F49">
        <w:t>et cinq</w:t>
      </w:r>
      <w:r w:rsidR="00766774">
        <w:t xml:space="preserve">, </w:t>
      </w:r>
      <w:r w:rsidRPr="00115F49">
        <w:t>onze enfants</w:t>
      </w:r>
      <w:r w:rsidR="00766774">
        <w:t xml:space="preserve">, </w:t>
      </w:r>
      <w:r w:rsidRPr="00115F49">
        <w:t>est-ce qu</w:t>
      </w:r>
      <w:r w:rsidR="00766774">
        <w:t>’</w:t>
      </w:r>
      <w:r w:rsidRPr="00115F49">
        <w:t>on s</w:t>
      </w:r>
      <w:r w:rsidR="00766774">
        <w:t>’</w:t>
      </w:r>
      <w:r w:rsidRPr="00115F49">
        <w:t>arrête en si bon chemin quand on a le sens commun</w:t>
      </w:r>
      <w:r w:rsidR="00766774">
        <w:t> ?</w:t>
      </w:r>
    </w:p>
    <w:p w14:paraId="00D12364" w14:textId="77777777" w:rsidR="00766774" w:rsidRDefault="00115F49" w:rsidP="00115F49">
      <w:r w:rsidRPr="00115F49">
        <w:t>Ah</w:t>
      </w:r>
      <w:r w:rsidR="00766774">
        <w:t xml:space="preserve"> ! </w:t>
      </w:r>
      <w:r w:rsidRPr="00115F49">
        <w:t>l</w:t>
      </w:r>
      <w:r w:rsidR="00766774">
        <w:t>’</w:t>
      </w:r>
      <w:r w:rsidRPr="00115F49">
        <w:t>encre</w:t>
      </w:r>
      <w:r w:rsidR="00766774">
        <w:t xml:space="preserve">, </w:t>
      </w:r>
      <w:r w:rsidRPr="00115F49">
        <w:t>ça en fait faire des bêtises</w:t>
      </w:r>
      <w:r w:rsidR="00766774">
        <w:t> !</w:t>
      </w:r>
    </w:p>
    <w:p w14:paraId="72476F6B" w14:textId="77777777" w:rsidR="00766774" w:rsidRDefault="00115F49" w:rsidP="00115F49">
      <w:r w:rsidRPr="00115F49">
        <w:t>Onze enfants qui se mirent dans nos jambes comme une flaque d</w:t>
      </w:r>
      <w:r w:rsidR="00766774">
        <w:t>’</w:t>
      </w:r>
      <w:r w:rsidRPr="00115F49">
        <w:t>oiseaux</w:t>
      </w:r>
      <w:r w:rsidR="00766774">
        <w:t xml:space="preserve">. </w:t>
      </w:r>
      <w:r w:rsidRPr="00115F49">
        <w:t>Le cheval en resta la patte en l</w:t>
      </w:r>
      <w:r w:rsidR="00766774">
        <w:t>’</w:t>
      </w:r>
      <w:r w:rsidRPr="00115F49">
        <w:t>air de peur d</w:t>
      </w:r>
      <w:r w:rsidR="00766774">
        <w:t>’</w:t>
      </w:r>
      <w:r w:rsidRPr="00115F49">
        <w:t>en écraser deux ou trois</w:t>
      </w:r>
      <w:r w:rsidR="00766774">
        <w:t xml:space="preserve">. </w:t>
      </w:r>
      <w:r w:rsidRPr="00115F49">
        <w:t>Et moi je n</w:t>
      </w:r>
      <w:r w:rsidR="00766774">
        <w:t>’</w:t>
      </w:r>
      <w:r w:rsidRPr="00115F49">
        <w:t>osais pas mettre pied à terre</w:t>
      </w:r>
      <w:r w:rsidR="00766774">
        <w:t xml:space="preserve">. </w:t>
      </w:r>
      <w:r w:rsidRPr="00115F49">
        <w:t>Et je criais</w:t>
      </w:r>
      <w:r w:rsidR="00766774">
        <w:t> :</w:t>
      </w:r>
    </w:p>
    <w:p w14:paraId="398A4FA3" w14:textId="77777777" w:rsidR="00766774" w:rsidRDefault="00766774" w:rsidP="00115F49">
      <w:r>
        <w:t>— </w:t>
      </w:r>
      <w:r w:rsidR="00115F49" w:rsidRPr="00115F49">
        <w:t>Dis donc</w:t>
      </w:r>
      <w:r>
        <w:t xml:space="preserve">, </w:t>
      </w:r>
      <w:r w:rsidR="00115F49" w:rsidRPr="00115F49">
        <w:t>andouille</w:t>
      </w:r>
      <w:r>
        <w:t xml:space="preserve">, </w:t>
      </w:r>
      <w:r w:rsidR="00115F49" w:rsidRPr="00115F49">
        <w:t>mais descends-moi</w:t>
      </w:r>
      <w:r>
        <w:t> !</w:t>
      </w:r>
    </w:p>
    <w:p w14:paraId="0A1DF7A9" w14:textId="77777777" w:rsidR="00766774" w:rsidRDefault="00115F49" w:rsidP="00115F49">
      <w:r w:rsidRPr="00115F49">
        <w:t>Ah</w:t>
      </w:r>
      <w:r w:rsidR="00766774">
        <w:t xml:space="preserve"> ! </w:t>
      </w:r>
      <w:r w:rsidRPr="00115F49">
        <w:t>ouiche</w:t>
      </w:r>
      <w:r w:rsidR="00766774">
        <w:t xml:space="preserve">, </w:t>
      </w:r>
      <w:r w:rsidRPr="00115F49">
        <w:t>il cligna de l</w:t>
      </w:r>
      <w:r w:rsidR="00766774">
        <w:t>’</w:t>
      </w:r>
      <w:r w:rsidRPr="00115F49">
        <w:t>œil et il me laissa plantée sur mon bidet pour se mettre tout de suite à courir avec les petits galapiats de luxe</w:t>
      </w:r>
      <w:r w:rsidR="00766774">
        <w:t>.</w:t>
      </w:r>
    </w:p>
    <w:p w14:paraId="3AB2C0E6" w14:textId="77777777" w:rsidR="00766774" w:rsidRDefault="00115F49" w:rsidP="00115F49">
      <w:r w:rsidRPr="00115F49">
        <w:t>Ah</w:t>
      </w:r>
      <w:r w:rsidR="00766774">
        <w:t xml:space="preserve"> ! </w:t>
      </w:r>
      <w:r w:rsidRPr="00115F49">
        <w:t>le bel homme</w:t>
      </w:r>
      <w:r w:rsidR="00766774">
        <w:t xml:space="preserve"> ! </w:t>
      </w:r>
      <w:r w:rsidRPr="00115F49">
        <w:t>Et qui savait vivre</w:t>
      </w:r>
      <w:r w:rsidR="00766774">
        <w:t xml:space="preserve">. </w:t>
      </w:r>
      <w:r w:rsidRPr="00115F49">
        <w:t>L</w:t>
      </w:r>
      <w:r w:rsidR="00766774">
        <w:t>’</w:t>
      </w:r>
      <w:r w:rsidRPr="00115F49">
        <w:t>idiot</w:t>
      </w:r>
      <w:r w:rsidR="00766774">
        <w:t> !</w:t>
      </w:r>
    </w:p>
    <w:p w14:paraId="769EFB5D" w14:textId="77777777" w:rsidR="00766774" w:rsidRDefault="00115F49" w:rsidP="00115F49">
      <w:r w:rsidRPr="00115F49">
        <w:t>Ce fut très bien</w:t>
      </w:r>
      <w:r w:rsidR="00766774">
        <w:t xml:space="preserve">, </w:t>
      </w:r>
      <w:r w:rsidRPr="00115F49">
        <w:t>Saint-Baudille</w:t>
      </w:r>
      <w:r w:rsidR="00766774">
        <w:t xml:space="preserve">. </w:t>
      </w:r>
      <w:r w:rsidRPr="00115F49">
        <w:t>Question de changer les idées on ne pouvait pas faire mieux</w:t>
      </w:r>
      <w:r w:rsidR="00766774">
        <w:t xml:space="preserve">. </w:t>
      </w:r>
      <w:r w:rsidRPr="00115F49">
        <w:t>À un point que pas une idée ne pouvait rester en place</w:t>
      </w:r>
      <w:r w:rsidR="00766774">
        <w:t>.</w:t>
      </w:r>
    </w:p>
    <w:p w14:paraId="4C1E0762" w14:textId="77777777" w:rsidR="00766774" w:rsidRDefault="00115F49" w:rsidP="00115F49">
      <w:r w:rsidRPr="00115F49">
        <w:t>Cadiche</w:t>
      </w:r>
      <w:r w:rsidR="00766774">
        <w:t xml:space="preserve"> ? </w:t>
      </w:r>
      <w:r w:rsidRPr="00115F49">
        <w:t>Si c</w:t>
      </w:r>
      <w:r w:rsidR="00766774">
        <w:t>’</w:t>
      </w:r>
      <w:r w:rsidRPr="00115F49">
        <w:t>était Cadiche</w:t>
      </w:r>
      <w:r w:rsidR="00766774">
        <w:t xml:space="preserve">, </w:t>
      </w:r>
      <w:r w:rsidRPr="00115F49">
        <w:t>c</w:t>
      </w:r>
      <w:r w:rsidR="00766774">
        <w:t>’</w:t>
      </w:r>
      <w:r w:rsidRPr="00115F49">
        <w:t>était un visage rose et rond</w:t>
      </w:r>
      <w:r w:rsidR="00766774">
        <w:t xml:space="preserve"> ; </w:t>
      </w:r>
      <w:r w:rsidRPr="00115F49">
        <w:t>rond et rose et le plus beau sourire du monde</w:t>
      </w:r>
      <w:r w:rsidR="00766774">
        <w:t xml:space="preserve"> ; </w:t>
      </w:r>
      <w:r w:rsidRPr="00115F49">
        <w:t>et qui durait</w:t>
      </w:r>
      <w:r w:rsidR="00766774">
        <w:t xml:space="preserve"> ; </w:t>
      </w:r>
      <w:r w:rsidRPr="00115F49">
        <w:t>sous des yeux graves qui savaient le prix du sourire</w:t>
      </w:r>
      <w:r w:rsidR="00766774">
        <w:t>.</w:t>
      </w:r>
    </w:p>
    <w:p w14:paraId="370E2A52" w14:textId="77777777" w:rsidR="00766774" w:rsidRDefault="00115F49" w:rsidP="00115F49">
      <w:r w:rsidRPr="00115F49">
        <w:t>Arnaude</w:t>
      </w:r>
      <w:r w:rsidR="00766774">
        <w:t xml:space="preserve"> ? </w:t>
      </w:r>
      <w:r w:rsidRPr="00115F49">
        <w:t>Il y avait de quoi marcher de long en large pendant des jours sur la terrasse</w:t>
      </w:r>
      <w:r w:rsidR="00766774">
        <w:t xml:space="preserve">. </w:t>
      </w:r>
      <w:r w:rsidRPr="00115F49">
        <w:t>À quoi bon danser</w:t>
      </w:r>
      <w:r w:rsidR="00766774">
        <w:t xml:space="preserve">, </w:t>
      </w:r>
      <w:r w:rsidRPr="00115F49">
        <w:t xml:space="preserve">à quoi </w:t>
      </w:r>
      <w:r w:rsidRPr="00115F49">
        <w:lastRenderedPageBreak/>
        <w:t>bon valser quand de cette promenade on tirait plus</w:t>
      </w:r>
      <w:r w:rsidR="00766774">
        <w:t xml:space="preserve"> ? </w:t>
      </w:r>
      <w:r w:rsidRPr="00115F49">
        <w:t>Plus de souplesse</w:t>
      </w:r>
      <w:r w:rsidR="00766774">
        <w:t xml:space="preserve">, </w:t>
      </w:r>
      <w:r w:rsidRPr="00115F49">
        <w:t>plus de cadence</w:t>
      </w:r>
      <w:r w:rsidR="00766774">
        <w:t xml:space="preserve">, </w:t>
      </w:r>
      <w:r w:rsidRPr="00115F49">
        <w:t>plus d</w:t>
      </w:r>
      <w:r w:rsidR="00766774">
        <w:t>’</w:t>
      </w:r>
      <w:r w:rsidRPr="00115F49">
        <w:t>ivresse que d</w:t>
      </w:r>
      <w:r w:rsidR="00766774">
        <w:t>’</w:t>
      </w:r>
      <w:r w:rsidRPr="00115F49">
        <w:t>une valse</w:t>
      </w:r>
      <w:r w:rsidR="00766774">
        <w:t xml:space="preserve">. </w:t>
      </w:r>
      <w:r w:rsidRPr="00115F49">
        <w:t>Et</w:t>
      </w:r>
      <w:r w:rsidR="00766774">
        <w:t xml:space="preserve">, </w:t>
      </w:r>
      <w:r w:rsidRPr="00115F49">
        <w:t>question</w:t>
      </w:r>
      <w:r w:rsidRPr="00115F49">
        <w:rPr>
          <w:i/>
          <w:iCs/>
        </w:rPr>
        <w:t xml:space="preserve"> danger du moment</w:t>
      </w:r>
      <w:r w:rsidR="00766774">
        <w:rPr>
          <w:i/>
          <w:iCs/>
        </w:rPr>
        <w:t xml:space="preserve">, </w:t>
      </w:r>
      <w:r w:rsidRPr="00115F49">
        <w:t>les amateurs avaient là</w:t>
      </w:r>
      <w:r w:rsidR="00766774">
        <w:t xml:space="preserve">, </w:t>
      </w:r>
      <w:r w:rsidRPr="00115F49">
        <w:t>j</w:t>
      </w:r>
      <w:r w:rsidR="00766774">
        <w:t>’</w:t>
      </w:r>
      <w:r w:rsidRPr="00115F49">
        <w:t>imagine</w:t>
      </w:r>
      <w:r w:rsidR="00766774">
        <w:t xml:space="preserve">, </w:t>
      </w:r>
      <w:r w:rsidRPr="00115F49">
        <w:t>un danger bien plus dangereux</w:t>
      </w:r>
      <w:r w:rsidR="00766774">
        <w:t xml:space="preserve">. </w:t>
      </w:r>
      <w:r w:rsidRPr="00115F49">
        <w:t>Je voyais</w:t>
      </w:r>
      <w:r w:rsidR="00766774">
        <w:t xml:space="preserve">, </w:t>
      </w:r>
      <w:r w:rsidRPr="00115F49">
        <w:t>moi</w:t>
      </w:r>
      <w:r w:rsidR="00766774">
        <w:t xml:space="preserve">, </w:t>
      </w:r>
      <w:r w:rsidRPr="00115F49">
        <w:t>son petit soulier pointu dépasser le bord de sa robe à chaque pas</w:t>
      </w:r>
      <w:r w:rsidR="00766774">
        <w:t xml:space="preserve">, </w:t>
      </w:r>
      <w:r w:rsidRPr="00115F49">
        <w:t>l</w:t>
      </w:r>
      <w:r w:rsidR="00766774">
        <w:t>’</w:t>
      </w:r>
      <w:r w:rsidRPr="00115F49">
        <w:t>un puis l</w:t>
      </w:r>
      <w:r w:rsidR="00766774">
        <w:t>’</w:t>
      </w:r>
      <w:r w:rsidRPr="00115F49">
        <w:t>autre</w:t>
      </w:r>
      <w:r w:rsidR="00766774">
        <w:t xml:space="preserve">, </w:t>
      </w:r>
      <w:r w:rsidRPr="00115F49">
        <w:t>précédés d</w:t>
      </w:r>
      <w:r w:rsidR="00766774">
        <w:t>’</w:t>
      </w:r>
      <w:r w:rsidRPr="00115F49">
        <w:t>un petit ordre précis qui partait du satin de sa hanche</w:t>
      </w:r>
      <w:r w:rsidR="00766774">
        <w:t xml:space="preserve">, </w:t>
      </w:r>
      <w:r w:rsidRPr="00115F49">
        <w:t>coulait jusqu</w:t>
      </w:r>
      <w:r w:rsidR="00766774">
        <w:t>’</w:t>
      </w:r>
      <w:r w:rsidRPr="00115F49">
        <w:t>à terre sous sa jupe comme un petit coup de fouet</w:t>
      </w:r>
      <w:r w:rsidR="00766774">
        <w:t xml:space="preserve">, </w:t>
      </w:r>
      <w:r w:rsidRPr="00115F49">
        <w:t>et je ne sais pas si ce que j</w:t>
      </w:r>
      <w:r w:rsidR="00766774">
        <w:t>’</w:t>
      </w:r>
      <w:r w:rsidRPr="00115F49">
        <w:t>entendais</w:t>
      </w:r>
      <w:r w:rsidR="00766774">
        <w:t xml:space="preserve">, </w:t>
      </w:r>
      <w:r w:rsidRPr="00115F49">
        <w:t>ce crissement doux</w:t>
      </w:r>
      <w:r w:rsidR="00766774">
        <w:t xml:space="preserve">, </w:t>
      </w:r>
      <w:r w:rsidRPr="00115F49">
        <w:t>était le bruit de ce pas sur le gravier ou la voix qu</w:t>
      </w:r>
      <w:r w:rsidR="00766774">
        <w:t>’</w:t>
      </w:r>
      <w:r w:rsidRPr="00115F49">
        <w:t>elle avait là-bas pour parler à voix basse avec son cavalier en inclinant un peu vers lui sa tête sur l</w:t>
      </w:r>
      <w:r w:rsidR="00766774">
        <w:t>’</w:t>
      </w:r>
      <w:r w:rsidRPr="00115F49">
        <w:t>épaule</w:t>
      </w:r>
      <w:r w:rsidR="00766774">
        <w:t>.</w:t>
      </w:r>
    </w:p>
    <w:p w14:paraId="357A5EF6" w14:textId="77777777" w:rsidR="00766774" w:rsidRDefault="00115F49" w:rsidP="00115F49">
      <w:r w:rsidRPr="00115F49">
        <w:t>Mathilda</w:t>
      </w:r>
      <w:r w:rsidR="00766774">
        <w:t xml:space="preserve"> ? </w:t>
      </w:r>
      <w:r w:rsidRPr="00115F49">
        <w:t>Ma préférée à moi</w:t>
      </w:r>
      <w:r w:rsidR="00766774">
        <w:t xml:space="preserve"> (</w:t>
      </w:r>
      <w:r w:rsidRPr="00115F49">
        <w:t>si j</w:t>
      </w:r>
      <w:r w:rsidR="00766774">
        <w:t>’</w:t>
      </w:r>
      <w:r w:rsidRPr="00115F49">
        <w:t>avais été homme</w:t>
      </w:r>
      <w:r w:rsidR="00766774">
        <w:t xml:space="preserve">) : </w:t>
      </w:r>
      <w:r w:rsidRPr="00115F49">
        <w:t>une belle hase</w:t>
      </w:r>
      <w:r w:rsidR="00766774">
        <w:t xml:space="preserve">, </w:t>
      </w:r>
      <w:r w:rsidRPr="00115F49">
        <w:t>une belle femelle à fourrure</w:t>
      </w:r>
      <w:r w:rsidR="00766774">
        <w:t xml:space="preserve">, </w:t>
      </w:r>
      <w:r w:rsidRPr="00115F49">
        <w:t>couchée à plat ventre dans la sarriette</w:t>
      </w:r>
      <w:r w:rsidR="00766774">
        <w:t>.</w:t>
      </w:r>
    </w:p>
    <w:p w14:paraId="3299CEAC" w14:textId="77777777" w:rsidR="00766774" w:rsidRDefault="00115F49" w:rsidP="00115F49">
      <w:r w:rsidRPr="00115F49">
        <w:t>Le procureur avait fait une toilette du tonnerre de Dieu</w:t>
      </w:r>
      <w:r w:rsidR="00766774">
        <w:t xml:space="preserve">. </w:t>
      </w:r>
      <w:r w:rsidRPr="00115F49">
        <w:t>Hé</w:t>
      </w:r>
      <w:r w:rsidR="00766774">
        <w:t xml:space="preserve"> ! </w:t>
      </w:r>
      <w:r w:rsidRPr="00115F49">
        <w:t>d</w:t>
      </w:r>
      <w:r w:rsidR="00766774">
        <w:t>’</w:t>
      </w:r>
      <w:r w:rsidRPr="00115F49">
        <w:t>ailleurs</w:t>
      </w:r>
      <w:r w:rsidR="00766774">
        <w:t xml:space="preserve">, </w:t>
      </w:r>
      <w:r w:rsidRPr="00115F49">
        <w:t>il se promena sur la terrasse avec Arnaude</w:t>
      </w:r>
      <w:r w:rsidR="00766774">
        <w:t xml:space="preserve">. </w:t>
      </w:r>
      <w:r w:rsidRPr="00115F49">
        <w:t>Et</w:t>
      </w:r>
      <w:r w:rsidR="00766774">
        <w:t xml:space="preserve">, </w:t>
      </w:r>
      <w:r w:rsidRPr="00115F49">
        <w:t>voulez-vous que je vous le dise</w:t>
      </w:r>
      <w:r w:rsidR="00766774">
        <w:t xml:space="preserve"> ? </w:t>
      </w:r>
      <w:r w:rsidRPr="00115F49">
        <w:t>Eh bien</w:t>
      </w:r>
      <w:r w:rsidR="00766774">
        <w:t xml:space="preserve">, </w:t>
      </w:r>
      <w:r w:rsidRPr="00115F49">
        <w:t>ces gros hommes-là sont très agiles</w:t>
      </w:r>
      <w:r w:rsidR="00766774">
        <w:t>.</w:t>
      </w:r>
    </w:p>
    <w:p w14:paraId="519A6504" w14:textId="77777777" w:rsidR="00766774" w:rsidRDefault="00115F49" w:rsidP="00115F49">
      <w:r w:rsidRPr="00115F49">
        <w:t>Il y avait des gens de Mens et un docteur de Grenoble</w:t>
      </w:r>
      <w:r w:rsidR="00766774">
        <w:t>.</w:t>
      </w:r>
    </w:p>
    <w:p w14:paraId="2B221DB3" w14:textId="77777777" w:rsidR="00766774" w:rsidRDefault="00115F49" w:rsidP="00115F49">
      <w:r w:rsidRPr="00115F49">
        <w:t>Et moi</w:t>
      </w:r>
      <w:r w:rsidR="00766774">
        <w:t xml:space="preserve">, </w:t>
      </w:r>
      <w:r w:rsidRPr="00115F49">
        <w:t>qu</w:t>
      </w:r>
      <w:r w:rsidR="00766774">
        <w:t>’</w:t>
      </w:r>
      <w:r w:rsidRPr="00115F49">
        <w:t xml:space="preserve">on présenta comme une amie de </w:t>
      </w:r>
      <w:r w:rsidR="00766774">
        <w:t>M</w:t>
      </w:r>
      <w:r w:rsidR="00766774" w:rsidRPr="00766774">
        <w:rPr>
          <w:vertAlign w:val="superscript"/>
        </w:rPr>
        <w:t>me</w:t>
      </w:r>
      <w:r w:rsidR="00766774">
        <w:t> </w:t>
      </w:r>
      <w:r w:rsidRPr="00115F49">
        <w:t>Tim</w:t>
      </w:r>
      <w:r w:rsidR="00766774">
        <w:t xml:space="preserve">, </w:t>
      </w:r>
      <w:r w:rsidRPr="00115F49">
        <w:t xml:space="preserve">et </w:t>
      </w:r>
      <w:r w:rsidR="00766774">
        <w:t>M</w:t>
      </w:r>
      <w:r w:rsidR="00766774" w:rsidRPr="00766774">
        <w:rPr>
          <w:vertAlign w:val="superscript"/>
        </w:rPr>
        <w:t>me</w:t>
      </w:r>
      <w:r w:rsidR="00766774">
        <w:t> </w:t>
      </w:r>
      <w:r w:rsidRPr="00115F49">
        <w:t>Tim resta assise à mon côté la plupart du temps</w:t>
      </w:r>
      <w:r w:rsidR="00766774">
        <w:t xml:space="preserve">. </w:t>
      </w:r>
      <w:r w:rsidRPr="00115F49">
        <w:t>Et nous regardions tout</w:t>
      </w:r>
      <w:r w:rsidR="00766774">
        <w:t>.</w:t>
      </w:r>
    </w:p>
    <w:p w14:paraId="56DA2E4C" w14:textId="77777777" w:rsidR="00766774" w:rsidRDefault="00115F49" w:rsidP="00115F49">
      <w:pPr>
        <w:rPr>
          <w:i/>
          <w:iCs/>
        </w:rPr>
      </w:pPr>
      <w:r w:rsidRPr="00115F49">
        <w:t>Langlois</w:t>
      </w:r>
      <w:r w:rsidR="00766774">
        <w:t xml:space="preserve"> ? </w:t>
      </w:r>
      <w:r w:rsidRPr="00115F49">
        <w:t>Vous ne l</w:t>
      </w:r>
      <w:r w:rsidR="00766774">
        <w:t>’</w:t>
      </w:r>
      <w:r w:rsidRPr="00115F49">
        <w:t>auriez pas distingué des autres</w:t>
      </w:r>
      <w:r w:rsidR="00766774">
        <w:t xml:space="preserve"> : </w:t>
      </w:r>
      <w:r w:rsidRPr="00115F49">
        <w:t>Cadiche</w:t>
      </w:r>
      <w:r w:rsidR="00766774">
        <w:t xml:space="preserve">, </w:t>
      </w:r>
      <w:r w:rsidRPr="00115F49">
        <w:t>Arnaude</w:t>
      </w:r>
      <w:r w:rsidR="00766774">
        <w:t xml:space="preserve">, </w:t>
      </w:r>
      <w:r w:rsidRPr="00115F49">
        <w:t>Mathilda</w:t>
      </w:r>
      <w:r w:rsidR="00766774">
        <w:t xml:space="preserve">, </w:t>
      </w:r>
      <w:r w:rsidRPr="00115F49">
        <w:t>le docteur</w:t>
      </w:r>
      <w:r w:rsidR="00766774">
        <w:t xml:space="preserve">, </w:t>
      </w:r>
      <w:r w:rsidRPr="00115F49">
        <w:t xml:space="preserve">une vieille dame de Mens que je suppose être </w:t>
      </w:r>
      <w:r w:rsidR="00766774">
        <w:t>M</w:t>
      </w:r>
      <w:r w:rsidR="00766774" w:rsidRPr="00766774">
        <w:rPr>
          <w:vertAlign w:val="superscript"/>
        </w:rPr>
        <w:t>me</w:t>
      </w:r>
      <w:r w:rsidR="00766774">
        <w:t> </w:t>
      </w:r>
      <w:r w:rsidRPr="00115F49">
        <w:t>Savignan mais qui</w:t>
      </w:r>
      <w:r w:rsidR="00766774">
        <w:t xml:space="preserve">, </w:t>
      </w:r>
      <w:r w:rsidRPr="00115F49">
        <w:t>en tout cas</w:t>
      </w:r>
      <w:r w:rsidR="00766774">
        <w:t xml:space="preserve">, </w:t>
      </w:r>
      <w:r w:rsidRPr="00115F49">
        <w:t>n</w:t>
      </w:r>
      <w:r w:rsidR="00766774">
        <w:t>’</w:t>
      </w:r>
      <w:r w:rsidRPr="00115F49">
        <w:t>était pas la première venue car elle eut</w:t>
      </w:r>
      <w:r w:rsidR="00766774">
        <w:t xml:space="preserve">, </w:t>
      </w:r>
      <w:r w:rsidRPr="00115F49">
        <w:t>certains moments dans les yeux</w:t>
      </w:r>
      <w:r w:rsidR="00766774">
        <w:t xml:space="preserve">, </w:t>
      </w:r>
      <w:r w:rsidRPr="00115F49">
        <w:t>de beaux morceaux de tristesse</w:t>
      </w:r>
      <w:r w:rsidR="00766774">
        <w:t xml:space="preserve"> ; </w:t>
      </w:r>
      <w:r w:rsidRPr="00115F49">
        <w:t>et naturellement Tim en capitaine</w:t>
      </w:r>
      <w:r w:rsidR="00766774">
        <w:t xml:space="preserve">. </w:t>
      </w:r>
      <w:r w:rsidRPr="00115F49">
        <w:t>Langlois s</w:t>
      </w:r>
      <w:r w:rsidR="00766774">
        <w:t>’</w:t>
      </w:r>
      <w:r w:rsidRPr="00115F49">
        <w:t>en allait avec tous</w:t>
      </w:r>
      <w:r w:rsidR="00766774">
        <w:t xml:space="preserve">, </w:t>
      </w:r>
      <w:r w:rsidRPr="00115F49">
        <w:t>même avec le procureur qui le fuyait</w:t>
      </w:r>
      <w:r w:rsidR="00766774">
        <w:t xml:space="preserve">. </w:t>
      </w:r>
      <w:r w:rsidRPr="00115F49">
        <w:t>Je vis son manège</w:t>
      </w:r>
      <w:r w:rsidR="00766774">
        <w:t xml:space="preserve">. </w:t>
      </w:r>
      <w:r w:rsidRPr="00115F49">
        <w:t xml:space="preserve">Je </w:t>
      </w:r>
      <w:r w:rsidRPr="00115F49">
        <w:lastRenderedPageBreak/>
        <w:t xml:space="preserve">le fis remarquer à </w:t>
      </w:r>
      <w:r w:rsidR="00766774">
        <w:t>M</w:t>
      </w:r>
      <w:r w:rsidR="00766774" w:rsidRPr="00766774">
        <w:rPr>
          <w:vertAlign w:val="superscript"/>
        </w:rPr>
        <w:t>me</w:t>
      </w:r>
      <w:r w:rsidR="00766774">
        <w:t> </w:t>
      </w:r>
      <w:r w:rsidRPr="00115F49">
        <w:t>Tim</w:t>
      </w:r>
      <w:r w:rsidR="00766774">
        <w:t xml:space="preserve">. </w:t>
      </w:r>
      <w:r w:rsidRPr="00115F49">
        <w:t>Et elle me fit remarquer que</w:t>
      </w:r>
      <w:r w:rsidR="00766774">
        <w:t xml:space="preserve">, </w:t>
      </w:r>
      <w:r w:rsidRPr="00115F49">
        <w:t>tous les trois</w:t>
      </w:r>
      <w:r w:rsidR="00766774">
        <w:t xml:space="preserve">, </w:t>
      </w:r>
      <w:r w:rsidRPr="00115F49">
        <w:t>nous le fuyions</w:t>
      </w:r>
      <w:r w:rsidR="00766774">
        <w:t xml:space="preserve">, </w:t>
      </w:r>
      <w:r w:rsidRPr="00115F49">
        <w:t>le procureur oui</w:t>
      </w:r>
      <w:r w:rsidR="00766774">
        <w:t xml:space="preserve">, </w:t>
      </w:r>
      <w:r w:rsidRPr="00115F49">
        <w:t xml:space="preserve">mais </w:t>
      </w:r>
      <w:r w:rsidR="00766774">
        <w:t>M</w:t>
      </w:r>
      <w:r w:rsidR="00766774" w:rsidRPr="00766774">
        <w:rPr>
          <w:vertAlign w:val="superscript"/>
        </w:rPr>
        <w:t>me</w:t>
      </w:r>
      <w:r w:rsidR="00766774">
        <w:t> </w:t>
      </w:r>
      <w:r w:rsidRPr="00115F49">
        <w:t>Tim et moi aussi</w:t>
      </w:r>
      <w:r w:rsidR="00766774">
        <w:t xml:space="preserve"> – </w:t>
      </w:r>
      <w:r w:rsidRPr="00115F49">
        <w:t>ou plutôt</w:t>
      </w:r>
      <w:r w:rsidR="00766774">
        <w:t xml:space="preserve">, </w:t>
      </w:r>
      <w:r w:rsidRPr="00115F49">
        <w:t>dit-elle</w:t>
      </w:r>
      <w:r w:rsidR="00766774">
        <w:t xml:space="preserve">, </w:t>
      </w:r>
      <w:r w:rsidRPr="00115F49">
        <w:t>nous nous en tenons</w:t>
      </w:r>
      <w:r w:rsidRPr="00115F49">
        <w:rPr>
          <w:i/>
          <w:iCs/>
        </w:rPr>
        <w:t xml:space="preserve"> à distance respectueuse</w:t>
      </w:r>
      <w:r w:rsidR="00766774">
        <w:rPr>
          <w:i/>
          <w:iCs/>
        </w:rPr>
        <w:t>.</w:t>
      </w:r>
    </w:p>
    <w:p w14:paraId="0B2F0463" w14:textId="77777777" w:rsidR="00766774" w:rsidRDefault="00115F49" w:rsidP="00115F49">
      <w:r w:rsidRPr="00115F49">
        <w:t>La justesse de cette idée me frappa</w:t>
      </w:r>
      <w:r w:rsidR="00766774">
        <w:t xml:space="preserve">. </w:t>
      </w:r>
      <w:r w:rsidRPr="00115F49">
        <w:t>Quelles paroles avions-nous échangées ce matin dans la si belle matinée</w:t>
      </w:r>
      <w:r w:rsidR="00766774">
        <w:t xml:space="preserve"> ? </w:t>
      </w:r>
      <w:r w:rsidRPr="00115F49">
        <w:t>Pas une</w:t>
      </w:r>
      <w:r w:rsidR="00766774">
        <w:t xml:space="preserve">. </w:t>
      </w:r>
      <w:r w:rsidRPr="00115F49">
        <w:t>Deux mots à Bouvard</w:t>
      </w:r>
      <w:r w:rsidR="00766774">
        <w:t xml:space="preserve">. </w:t>
      </w:r>
      <w:r w:rsidRPr="00115F49">
        <w:t>Mais</w:t>
      </w:r>
      <w:r w:rsidR="00766774">
        <w:t xml:space="preserve">, </w:t>
      </w:r>
      <w:r w:rsidRPr="00115F49">
        <w:t>de lui à moi</w:t>
      </w:r>
      <w:r w:rsidR="00766774">
        <w:t xml:space="preserve">, </w:t>
      </w:r>
      <w:r w:rsidRPr="00115F49">
        <w:t>pas une</w:t>
      </w:r>
      <w:r w:rsidR="00766774">
        <w:t>.</w:t>
      </w:r>
    </w:p>
    <w:p w14:paraId="25C7F739" w14:textId="77777777" w:rsidR="00766774" w:rsidRDefault="00115F49" w:rsidP="00115F49">
      <w:r w:rsidRPr="00115F49">
        <w:t>Évidemment</w:t>
      </w:r>
      <w:r w:rsidR="00766774">
        <w:t xml:space="preserve">, </w:t>
      </w:r>
      <w:r w:rsidRPr="00115F49">
        <w:t>je pouvais toujours prétendre que je l</w:t>
      </w:r>
      <w:r w:rsidR="00766774">
        <w:t>’</w:t>
      </w:r>
      <w:r w:rsidRPr="00115F49">
        <w:t>imaginais dans le même bonheur paisible que moi</w:t>
      </w:r>
      <w:r w:rsidR="00766774">
        <w:t xml:space="preserve"> ; </w:t>
      </w:r>
      <w:r w:rsidRPr="00115F49">
        <w:t>que nous nous foutions mutuellement la paix pour nous permettre de le goûter</w:t>
      </w:r>
      <w:r w:rsidR="00766774">
        <w:t xml:space="preserve">. </w:t>
      </w:r>
      <w:r w:rsidRPr="00115F49">
        <w:t>Hypocrisie</w:t>
      </w:r>
      <w:r w:rsidR="00766774">
        <w:t xml:space="preserve"> ! </w:t>
      </w:r>
      <w:r w:rsidRPr="00115F49">
        <w:t>Je me tenais</w:t>
      </w:r>
      <w:r w:rsidRPr="00115F49">
        <w:rPr>
          <w:i/>
          <w:iCs/>
        </w:rPr>
        <w:t xml:space="preserve"> à distance respectueuse</w:t>
      </w:r>
      <w:r w:rsidR="00766774">
        <w:rPr>
          <w:i/>
          <w:iCs/>
        </w:rPr>
        <w:t xml:space="preserve">. </w:t>
      </w:r>
      <w:r w:rsidRPr="00115F49">
        <w:t>Voilà la vérité</w:t>
      </w:r>
      <w:r w:rsidR="00766774">
        <w:t xml:space="preserve">. </w:t>
      </w:r>
      <w:r w:rsidRPr="00115F49">
        <w:t>Respectueuse</w:t>
      </w:r>
      <w:r w:rsidR="00766774">
        <w:t xml:space="preserve"> ? </w:t>
      </w:r>
      <w:r w:rsidRPr="00115F49">
        <w:t>Pas tant que ça respectueuse</w:t>
      </w:r>
      <w:r w:rsidR="00766774">
        <w:t xml:space="preserve">, </w:t>
      </w:r>
      <w:r w:rsidRPr="00115F49">
        <w:t>en réalité</w:t>
      </w:r>
      <w:r w:rsidR="00766774">
        <w:t xml:space="preserve">. </w:t>
      </w:r>
      <w:r w:rsidRPr="00115F49">
        <w:t>Hypocrisie respectueuse</w:t>
      </w:r>
      <w:r w:rsidR="00766774">
        <w:t xml:space="preserve">. </w:t>
      </w:r>
      <w:r w:rsidRPr="00115F49">
        <w:t>Égoïste</w:t>
      </w:r>
      <w:r w:rsidR="00766774">
        <w:t xml:space="preserve"> : </w:t>
      </w:r>
      <w:r w:rsidRPr="00115F49">
        <w:t>je me tenais à distance égoïste</w:t>
      </w:r>
      <w:r w:rsidR="00766774">
        <w:t xml:space="preserve">. </w:t>
      </w:r>
      <w:r w:rsidRPr="00115F49">
        <w:t>Je prenais prétexte de la beauté du matin et de la paix qu</w:t>
      </w:r>
      <w:r w:rsidR="00766774">
        <w:t>’</w:t>
      </w:r>
      <w:r w:rsidRPr="00115F49">
        <w:t>on se fout entre amis</w:t>
      </w:r>
      <w:r w:rsidRPr="00115F49">
        <w:rPr>
          <w:i/>
          <w:iCs/>
        </w:rPr>
        <w:t xml:space="preserve"> ordinairement</w:t>
      </w:r>
      <w:r w:rsidRPr="00115F49">
        <w:t xml:space="preserve"> dans ces cas-là pour me tenir à distance</w:t>
      </w:r>
      <w:r w:rsidR="00766774">
        <w:t xml:space="preserve">. </w:t>
      </w:r>
      <w:r w:rsidRPr="00115F49">
        <w:t>Non seulement pour me tenir à distance</w:t>
      </w:r>
      <w:r w:rsidR="00766774">
        <w:t xml:space="preserve">, </w:t>
      </w:r>
      <w:r w:rsidRPr="00115F49">
        <w:t>mais pour profiter toute seule de l</w:t>
      </w:r>
      <w:r w:rsidR="00766774">
        <w:t>’</w:t>
      </w:r>
      <w:r w:rsidRPr="00115F49">
        <w:t>émail</w:t>
      </w:r>
      <w:r w:rsidR="00766774">
        <w:t xml:space="preserve">. </w:t>
      </w:r>
      <w:r w:rsidRPr="00115F49">
        <w:t>Car nous n</w:t>
      </w:r>
      <w:r w:rsidR="00766774">
        <w:t>’</w:t>
      </w:r>
      <w:r w:rsidRPr="00115F49">
        <w:t>étions pas dans une situation</w:t>
      </w:r>
      <w:r w:rsidRPr="00115F49">
        <w:rPr>
          <w:i/>
          <w:iCs/>
        </w:rPr>
        <w:t xml:space="preserve"> ordinaire</w:t>
      </w:r>
      <w:r w:rsidR="00766774">
        <w:rPr>
          <w:i/>
          <w:iCs/>
        </w:rPr>
        <w:t xml:space="preserve">. </w:t>
      </w:r>
      <w:r w:rsidRPr="00115F49">
        <w:t>Voilà l</w:t>
      </w:r>
      <w:r w:rsidR="00766774">
        <w:t>’</w:t>
      </w:r>
      <w:r w:rsidRPr="00115F49">
        <w:t>égoïsme</w:t>
      </w:r>
      <w:r w:rsidR="00766774">
        <w:t xml:space="preserve">. </w:t>
      </w:r>
      <w:r w:rsidRPr="00115F49">
        <w:t>Saletés qu</w:t>
      </w:r>
      <w:r w:rsidR="00766774">
        <w:t>’</w:t>
      </w:r>
      <w:r w:rsidRPr="00115F49">
        <w:t>on est</w:t>
      </w:r>
      <w:r w:rsidR="00766774">
        <w:t> !</w:t>
      </w:r>
    </w:p>
    <w:p w14:paraId="03641476" w14:textId="77777777" w:rsidR="00766774" w:rsidRDefault="00115F49" w:rsidP="00115F49">
      <w:r w:rsidRPr="00115F49">
        <w:t xml:space="preserve">Je ne pus me retenir de le dire à </w:t>
      </w:r>
      <w:r w:rsidR="00766774">
        <w:t>M</w:t>
      </w:r>
      <w:r w:rsidR="00766774" w:rsidRPr="00766774">
        <w:rPr>
          <w:vertAlign w:val="superscript"/>
        </w:rPr>
        <w:t>me</w:t>
      </w:r>
      <w:r w:rsidR="00766774">
        <w:t> </w:t>
      </w:r>
      <w:r w:rsidRPr="00115F49">
        <w:t>Tim</w:t>
      </w:r>
      <w:r w:rsidR="00766774">
        <w:t xml:space="preserve">. </w:t>
      </w:r>
      <w:r w:rsidRPr="00115F49">
        <w:t>Elle me répondit de ne pas approfondir</w:t>
      </w:r>
      <w:r w:rsidR="00766774">
        <w:t>.</w:t>
      </w:r>
    </w:p>
    <w:p w14:paraId="3171A2AC" w14:textId="77777777" w:rsidR="00766774" w:rsidRDefault="00766774" w:rsidP="00115F49">
      <w:r>
        <w:t>— </w:t>
      </w:r>
      <w:r w:rsidR="00115F49" w:rsidRPr="00115F49">
        <w:t>Je m</w:t>
      </w:r>
      <w:r>
        <w:t>’</w:t>
      </w:r>
      <w:r w:rsidR="00115F49" w:rsidRPr="00115F49">
        <w:t>en tiens à respectueuse pour moi</w:t>
      </w:r>
      <w:r>
        <w:t xml:space="preserve">, </w:t>
      </w:r>
      <w:r w:rsidR="00115F49" w:rsidRPr="00115F49">
        <w:t>dit-elle</w:t>
      </w:r>
      <w:r>
        <w:t xml:space="preserve">. </w:t>
      </w:r>
      <w:r w:rsidR="00115F49" w:rsidRPr="00115F49">
        <w:t>Et vous n</w:t>
      </w:r>
      <w:r>
        <w:t>’</w:t>
      </w:r>
      <w:r w:rsidR="00115F49" w:rsidRPr="00115F49">
        <w:t>êtes pas plus mauvaise que moi</w:t>
      </w:r>
      <w:r>
        <w:t xml:space="preserve"> : </w:t>
      </w:r>
      <w:r w:rsidR="00115F49" w:rsidRPr="00115F49">
        <w:t>ni le procureur ni vous</w:t>
      </w:r>
      <w:r>
        <w:t>.</w:t>
      </w:r>
    </w:p>
    <w:p w14:paraId="6F7A75FA" w14:textId="77777777" w:rsidR="00766774" w:rsidRDefault="00115F49" w:rsidP="00115F49">
      <w:r w:rsidRPr="00115F49">
        <w:t>C</w:t>
      </w:r>
      <w:r w:rsidR="00766774">
        <w:t>’</w:t>
      </w:r>
      <w:r w:rsidRPr="00115F49">
        <w:t>étaient les occasions dans lesquelles elle mettait sa main sur la mienne</w:t>
      </w:r>
      <w:r w:rsidR="00766774">
        <w:t xml:space="preserve"> ; </w:t>
      </w:r>
      <w:r w:rsidRPr="00115F49">
        <w:t>et elle me tapotait doucement la mitaine</w:t>
      </w:r>
      <w:r w:rsidR="00766774">
        <w:t>.</w:t>
      </w:r>
    </w:p>
    <w:p w14:paraId="480CDB53" w14:textId="77777777" w:rsidR="00115F49" w:rsidRPr="00115F49" w:rsidRDefault="00115F49" w:rsidP="00115F49">
      <w:r w:rsidRPr="00115F49">
        <w:t>N</w:t>
      </w:r>
      <w:r w:rsidR="00766774">
        <w:t>’</w:t>
      </w:r>
      <w:r w:rsidRPr="00115F49">
        <w:t>empêche</w:t>
      </w:r>
      <w:r w:rsidR="00766774">
        <w:t xml:space="preserve"> : </w:t>
      </w:r>
      <w:r w:rsidRPr="00115F49">
        <w:t>ma bonne humeur était partie</w:t>
      </w:r>
      <w:r w:rsidR="00766774">
        <w:t xml:space="preserve">. </w:t>
      </w:r>
      <w:r w:rsidRPr="00115F49">
        <w:t>Et tout Saint-Baudille pouvait s</w:t>
      </w:r>
      <w:r w:rsidR="00766774">
        <w:t>’</w:t>
      </w:r>
      <w:r w:rsidRPr="00115F49">
        <w:t>y mettre pour me changer cette idée</w:t>
      </w:r>
      <w:r w:rsidR="00766774">
        <w:t xml:space="preserve">. </w:t>
      </w:r>
      <w:r w:rsidRPr="00115F49">
        <w:t>Je n</w:t>
      </w:r>
      <w:r w:rsidR="00766774">
        <w:t>’</w:t>
      </w:r>
      <w:r w:rsidRPr="00115F49">
        <w:t xml:space="preserve">avais plus de plaisir à voir Langlois se promener </w:t>
      </w:r>
      <w:r w:rsidRPr="00115F49">
        <w:lastRenderedPageBreak/>
        <w:t>avec Arnaude sur la terrasse</w:t>
      </w:r>
      <w:r w:rsidR="00766774">
        <w:t xml:space="preserve">. </w:t>
      </w:r>
      <w:r w:rsidRPr="00115F49">
        <w:t>Quand les petits ordres pressés partaient des hanches de satin</w:t>
      </w:r>
      <w:r w:rsidR="00766774">
        <w:t xml:space="preserve">, </w:t>
      </w:r>
      <w:r w:rsidRPr="00115F49">
        <w:t>serpentaient sous la jupe pour venir aboutir à ce petit pied pointu et qu</w:t>
      </w:r>
      <w:r w:rsidR="00766774">
        <w:t>’</w:t>
      </w:r>
      <w:r w:rsidRPr="00115F49">
        <w:t>au-dessus des hanches je voyais ces mêmes petits ordres de valse lente venir serpenter jusque dans la gorge et le cou de cygne d</w:t>
      </w:r>
      <w:r w:rsidR="00766774">
        <w:t>’</w:t>
      </w:r>
      <w:r w:rsidRPr="00115F49">
        <w:t>Arnaude</w:t>
      </w:r>
      <w:r w:rsidR="00766774">
        <w:t xml:space="preserve">, </w:t>
      </w:r>
      <w:r w:rsidRPr="00115F49">
        <w:t>je me disais</w:t>
      </w:r>
      <w:r w:rsidR="00766774">
        <w:t> : « </w:t>
      </w:r>
      <w:r w:rsidRPr="00115F49">
        <w:t>Tu peux courir ma fille</w:t>
      </w:r>
      <w:r w:rsidR="00766774">
        <w:t xml:space="preserve">, </w:t>
      </w:r>
      <w:r w:rsidRPr="00115F49">
        <w:t>tu resteras</w:t>
      </w:r>
      <w:r w:rsidRPr="00115F49">
        <w:rPr>
          <w:i/>
          <w:iCs/>
        </w:rPr>
        <w:t xml:space="preserve"> à distance respectueuse</w:t>
      </w:r>
      <w:r w:rsidR="00766774">
        <w:rPr>
          <w:i/>
          <w:iCs/>
        </w:rPr>
        <w:t>. »</w:t>
      </w:r>
    </w:p>
    <w:p w14:paraId="3046E162" w14:textId="77777777" w:rsidR="00766774" w:rsidRDefault="00115F49" w:rsidP="00115F49">
      <w:r w:rsidRPr="00115F49">
        <w:t>En principe</w:t>
      </w:r>
      <w:r w:rsidR="00766774">
        <w:t xml:space="preserve">, </w:t>
      </w:r>
      <w:r w:rsidRPr="00115F49">
        <w:t>nous devions passer trois jours au château</w:t>
      </w:r>
      <w:r w:rsidR="00766774">
        <w:t>.</w:t>
      </w:r>
    </w:p>
    <w:p w14:paraId="2A414B76" w14:textId="77777777" w:rsidR="00766774" w:rsidRDefault="00766774" w:rsidP="00115F49">
      <w:r>
        <w:t>M</w:t>
      </w:r>
      <w:r w:rsidRPr="00766774">
        <w:rPr>
          <w:vertAlign w:val="superscript"/>
        </w:rPr>
        <w:t>me</w:t>
      </w:r>
      <w:r>
        <w:t> </w:t>
      </w:r>
      <w:r w:rsidR="00115F49" w:rsidRPr="00115F49">
        <w:t>Tim faisait sans doute des réflexions semblables aux miennes car</w:t>
      </w:r>
      <w:r>
        <w:t xml:space="preserve">, </w:t>
      </w:r>
      <w:r w:rsidR="00115F49" w:rsidRPr="00115F49">
        <w:t>pendant que toute la compagnie sautait dans une partie de volants</w:t>
      </w:r>
      <w:r>
        <w:t xml:space="preserve">, </w:t>
      </w:r>
      <w:r w:rsidR="00115F49" w:rsidRPr="00115F49">
        <w:t>elle me dit</w:t>
      </w:r>
      <w:r>
        <w:t> :</w:t>
      </w:r>
    </w:p>
    <w:p w14:paraId="25F8C60F" w14:textId="77777777" w:rsidR="00766774" w:rsidRDefault="00766774" w:rsidP="00115F49">
      <w:r>
        <w:t>— </w:t>
      </w:r>
      <w:r w:rsidR="00115F49" w:rsidRPr="00115F49">
        <w:t>Venez</w:t>
      </w:r>
      <w:r>
        <w:t xml:space="preserve">, </w:t>
      </w:r>
      <w:r w:rsidR="00115F49" w:rsidRPr="00115F49">
        <w:t>nous allons voir</w:t>
      </w:r>
      <w:r>
        <w:t>.</w:t>
      </w:r>
    </w:p>
    <w:p w14:paraId="53D2FF45" w14:textId="77777777" w:rsidR="00766774" w:rsidRDefault="00115F49" w:rsidP="00115F49">
      <w:r w:rsidRPr="00115F49">
        <w:t>Je me demandais ce qu</w:t>
      </w:r>
      <w:r w:rsidR="00766774">
        <w:t>’</w:t>
      </w:r>
      <w:r w:rsidRPr="00115F49">
        <w:t>il y avait à voir</w:t>
      </w:r>
      <w:r w:rsidR="00766774">
        <w:t xml:space="preserve">. </w:t>
      </w:r>
      <w:r w:rsidRPr="00115F49">
        <w:t>Rien et tout</w:t>
      </w:r>
      <w:r w:rsidR="00766774">
        <w:t xml:space="preserve">, </w:t>
      </w:r>
      <w:r w:rsidRPr="00115F49">
        <w:t>naturellement</w:t>
      </w:r>
      <w:r w:rsidR="00766774">
        <w:t xml:space="preserve">. </w:t>
      </w:r>
      <w:r w:rsidRPr="00115F49">
        <w:t>On ne dispose pas de tant que ça sur terre</w:t>
      </w:r>
      <w:r w:rsidR="00766774">
        <w:t>.</w:t>
      </w:r>
    </w:p>
    <w:p w14:paraId="6097E164" w14:textId="77777777" w:rsidR="00766774" w:rsidRDefault="00115F49" w:rsidP="00115F49">
      <w:r w:rsidRPr="00115F49">
        <w:t>C</w:t>
      </w:r>
      <w:r w:rsidR="00766774">
        <w:t>’</w:t>
      </w:r>
      <w:r w:rsidRPr="00115F49">
        <w:t>était une sorte de tour de propriétaire qu</w:t>
      </w:r>
      <w:r w:rsidR="00766774">
        <w:t>’</w:t>
      </w:r>
      <w:r w:rsidRPr="00115F49">
        <w:t>elle voulait que nous fassions</w:t>
      </w:r>
      <w:r w:rsidR="00766774">
        <w:t xml:space="preserve">. </w:t>
      </w:r>
      <w:r w:rsidRPr="00115F49">
        <w:t>Nous nous étions prises bras dessus bras dessous et nous montâmes d</w:t>
      </w:r>
      <w:r w:rsidR="00766774">
        <w:t>’</w:t>
      </w:r>
      <w:r w:rsidRPr="00115F49">
        <w:t>abord les trois terrasses d</w:t>
      </w:r>
      <w:r w:rsidR="00766774">
        <w:t>’</w:t>
      </w:r>
      <w:r w:rsidRPr="00115F49">
        <w:t>où l</w:t>
      </w:r>
      <w:r w:rsidR="00766774">
        <w:t>’</w:t>
      </w:r>
      <w:r w:rsidRPr="00115F49">
        <w:t>on avait une vue de plus en plus large</w:t>
      </w:r>
      <w:r w:rsidR="00766774">
        <w:t xml:space="preserve"> (</w:t>
      </w:r>
      <w:r w:rsidRPr="00115F49">
        <w:t>mais à quoi bon</w:t>
      </w:r>
      <w:r w:rsidR="00766774">
        <w:t xml:space="preserve"> ?) </w:t>
      </w:r>
      <w:r w:rsidRPr="00115F49">
        <w:t>jusqu</w:t>
      </w:r>
      <w:r w:rsidR="00766774">
        <w:t>’</w:t>
      </w:r>
      <w:r w:rsidRPr="00115F49">
        <w:t>à la terrasse d</w:t>
      </w:r>
      <w:r w:rsidR="00766774">
        <w:t>’</w:t>
      </w:r>
      <w:r w:rsidRPr="00115F49">
        <w:t>honneur sur laquelle on avait même installé un oranger en caisse</w:t>
      </w:r>
      <w:r w:rsidR="00766774">
        <w:t>.</w:t>
      </w:r>
    </w:p>
    <w:p w14:paraId="3DAEA5AD" w14:textId="77777777" w:rsidR="00115F49" w:rsidRPr="00115F49" w:rsidRDefault="00115F49" w:rsidP="00115F49">
      <w:r w:rsidRPr="00115F49">
        <w:t>Le vestibule dans lequel nous entrâmes</w:t>
      </w:r>
      <w:r w:rsidR="00766774">
        <w:t xml:space="preserve">, </w:t>
      </w:r>
      <w:r w:rsidRPr="00115F49">
        <w:t>je le connaissais bien depuis le temps que je venais</w:t>
      </w:r>
      <w:r w:rsidR="00766774">
        <w:t xml:space="preserve"> ; </w:t>
      </w:r>
      <w:r w:rsidRPr="00115F49">
        <w:t>elle n</w:t>
      </w:r>
      <w:r w:rsidR="00766774">
        <w:t>’</w:t>
      </w:r>
      <w:r w:rsidRPr="00115F49">
        <w:t>avait pas besoin de me le faire revoir</w:t>
      </w:r>
      <w:r w:rsidR="00766774">
        <w:t xml:space="preserve">. </w:t>
      </w:r>
      <w:r w:rsidRPr="00115F49">
        <w:t>À lui seul il était plus vaste que mes trois pièces du Café de la route et c</w:t>
      </w:r>
      <w:r w:rsidR="00766774">
        <w:t>’</w:t>
      </w:r>
      <w:r w:rsidRPr="00115F49">
        <w:t>était</w:t>
      </w:r>
      <w:r w:rsidR="00766774">
        <w:t xml:space="preserve">, </w:t>
      </w:r>
      <w:r w:rsidRPr="00115F49">
        <w:t>tel que</w:t>
      </w:r>
      <w:r w:rsidR="00766774">
        <w:t xml:space="preserve">, </w:t>
      </w:r>
      <w:r w:rsidRPr="00115F49">
        <w:t>un endroit très agréable à vivre</w:t>
      </w:r>
      <w:r w:rsidR="00766774">
        <w:t xml:space="preserve">, </w:t>
      </w:r>
      <w:r w:rsidRPr="00115F49">
        <w:t>frais</w:t>
      </w:r>
      <w:r w:rsidR="00766774">
        <w:t xml:space="preserve">, </w:t>
      </w:r>
      <w:r w:rsidRPr="00115F49">
        <w:t>parfumé de l</w:t>
      </w:r>
      <w:r w:rsidR="00766774">
        <w:t>’</w:t>
      </w:r>
      <w:r w:rsidRPr="00115F49">
        <w:t>odeur balsamique des pins</w:t>
      </w:r>
      <w:r w:rsidR="00766774">
        <w:t xml:space="preserve">, </w:t>
      </w:r>
      <w:r w:rsidRPr="00115F49">
        <w:t>illustré de tous les côtés par des peintures de volières et d</w:t>
      </w:r>
      <w:r w:rsidR="00766774">
        <w:t>’</w:t>
      </w:r>
      <w:r w:rsidRPr="00115F49">
        <w:t>oiseaux</w:t>
      </w:r>
      <w:r w:rsidR="00766774">
        <w:t xml:space="preserve">, </w:t>
      </w:r>
      <w:r w:rsidRPr="00115F49">
        <w:t>dans des coques de rubans et des traits de plume</w:t>
      </w:r>
      <w:r w:rsidR="00766774">
        <w:t xml:space="preserve">. </w:t>
      </w:r>
      <w:r w:rsidRPr="00115F49">
        <w:t>Mais je me dis</w:t>
      </w:r>
      <w:r w:rsidR="00766774">
        <w:t> : « </w:t>
      </w:r>
      <w:r w:rsidRPr="00115F49">
        <w:t>Tu peux courir</w:t>
      </w:r>
      <w:r w:rsidR="00766774">
        <w:t> ! »</w:t>
      </w:r>
    </w:p>
    <w:p w14:paraId="7016AA59" w14:textId="77777777" w:rsidR="00766774" w:rsidRDefault="00115F49" w:rsidP="00115F49">
      <w:r w:rsidRPr="00115F49">
        <w:lastRenderedPageBreak/>
        <w:t>Nous marchions du même pas</w:t>
      </w:r>
      <w:r w:rsidR="00766774">
        <w:t>, M</w:t>
      </w:r>
      <w:r w:rsidR="00766774" w:rsidRPr="00766774">
        <w:rPr>
          <w:vertAlign w:val="superscript"/>
        </w:rPr>
        <w:t>me</w:t>
      </w:r>
      <w:r w:rsidR="00766774">
        <w:t> </w:t>
      </w:r>
      <w:r w:rsidRPr="00115F49">
        <w:t>Tim et moi</w:t>
      </w:r>
      <w:r w:rsidR="00766774">
        <w:t xml:space="preserve">, </w:t>
      </w:r>
      <w:r w:rsidRPr="00115F49">
        <w:t>le pas lent de deux grandes et grosses femmes</w:t>
      </w:r>
      <w:r w:rsidR="00766774">
        <w:t xml:space="preserve">, </w:t>
      </w:r>
      <w:r w:rsidRPr="00115F49">
        <w:t>très mûres</w:t>
      </w:r>
      <w:r w:rsidR="00766774">
        <w:t xml:space="preserve">, </w:t>
      </w:r>
      <w:r w:rsidRPr="00115F49">
        <w:t>sur des tapis épais comme le premier foin</w:t>
      </w:r>
      <w:r w:rsidR="00766774">
        <w:t xml:space="preserve">. </w:t>
      </w:r>
      <w:r w:rsidRPr="00115F49">
        <w:t>Nous traversâmes le salon</w:t>
      </w:r>
      <w:r w:rsidR="00766774">
        <w:t xml:space="preserve">, </w:t>
      </w:r>
      <w:r w:rsidRPr="00115F49">
        <w:t>sur les murs duquel se continuaient les peintures d</w:t>
      </w:r>
      <w:r w:rsidR="00766774">
        <w:t>’</w:t>
      </w:r>
      <w:r w:rsidRPr="00115F49">
        <w:t>oiseaux</w:t>
      </w:r>
      <w:r w:rsidR="00766774">
        <w:t xml:space="preserve">, </w:t>
      </w:r>
      <w:r w:rsidRPr="00115F49">
        <w:t>mais embarrassés d</w:t>
      </w:r>
      <w:r w:rsidR="00766774">
        <w:t>’</w:t>
      </w:r>
      <w:r w:rsidRPr="00115F49">
        <w:t>épaisses armoires vitrées</w:t>
      </w:r>
      <w:r w:rsidR="00766774">
        <w:t xml:space="preserve">, </w:t>
      </w:r>
      <w:r w:rsidRPr="00115F49">
        <w:t>pleines de livres dorés</w:t>
      </w:r>
      <w:r w:rsidR="00766774">
        <w:t>.</w:t>
      </w:r>
    </w:p>
    <w:p w14:paraId="309203A1" w14:textId="77777777" w:rsidR="00766774" w:rsidRDefault="00115F49" w:rsidP="00115F49">
      <w:r w:rsidRPr="00115F49">
        <w:t>Elle me fit entrer dans un endroit où j</w:t>
      </w:r>
      <w:r w:rsidR="00766774">
        <w:t>’</w:t>
      </w:r>
      <w:r w:rsidRPr="00115F49">
        <w:t>étais venue rarement</w:t>
      </w:r>
      <w:r w:rsidR="00766774">
        <w:t xml:space="preserve">. </w:t>
      </w:r>
      <w:r w:rsidRPr="00115F49">
        <w:t>C</w:t>
      </w:r>
      <w:r w:rsidR="00766774">
        <w:t>’</w:t>
      </w:r>
      <w:r w:rsidRPr="00115F49">
        <w:t>était la salle de théâtre</w:t>
      </w:r>
      <w:r w:rsidR="00766774">
        <w:t xml:space="preserve"> : </w:t>
      </w:r>
      <w:r w:rsidRPr="00115F49">
        <w:t>exactement pareille</w:t>
      </w:r>
      <w:r w:rsidR="00766774">
        <w:t xml:space="preserve">, </w:t>
      </w:r>
      <w:r w:rsidRPr="00115F49">
        <w:t>en réduction</w:t>
      </w:r>
      <w:r w:rsidR="00766774">
        <w:t xml:space="preserve">, </w:t>
      </w:r>
      <w:r w:rsidRPr="00115F49">
        <w:t>à une vraie salle de théâtre</w:t>
      </w:r>
      <w:r w:rsidR="00766774">
        <w:t xml:space="preserve">, </w:t>
      </w:r>
      <w:r w:rsidRPr="00115F49">
        <w:t>avec</w:t>
      </w:r>
      <w:r w:rsidR="00766774">
        <w:t xml:space="preserve">, </w:t>
      </w:r>
      <w:r w:rsidRPr="00115F49">
        <w:t>là-bas au fond</w:t>
      </w:r>
      <w:r w:rsidR="00766774">
        <w:t xml:space="preserve">, </w:t>
      </w:r>
      <w:r w:rsidRPr="00115F49">
        <w:t>la scène couverte de son rideau rouge peint en faux rideau</w:t>
      </w:r>
      <w:r w:rsidR="00766774">
        <w:t xml:space="preserve">, </w:t>
      </w:r>
      <w:r w:rsidRPr="00115F49">
        <w:t>avec des continuations de vols d</w:t>
      </w:r>
      <w:r w:rsidR="00766774">
        <w:t>’</w:t>
      </w:r>
      <w:r w:rsidRPr="00115F49">
        <w:t>oiseaux autour d</w:t>
      </w:r>
      <w:r w:rsidR="00766774">
        <w:t>’</w:t>
      </w:r>
      <w:r w:rsidRPr="00115F49">
        <w:t>une grosse figure aux yeux terriblement vides et à la bouche ouverte en passe-boule</w:t>
      </w:r>
      <w:r w:rsidR="00766774">
        <w:t xml:space="preserve">. </w:t>
      </w:r>
      <w:r w:rsidRPr="00115F49">
        <w:t>Nous nous arrêtâmes un petit moment là</w:t>
      </w:r>
      <w:r w:rsidR="00766774">
        <w:t xml:space="preserve">, </w:t>
      </w:r>
      <w:r w:rsidRPr="00115F49">
        <w:t>en face de la scène</w:t>
      </w:r>
      <w:r w:rsidR="00766774">
        <w:t xml:space="preserve">, </w:t>
      </w:r>
      <w:r w:rsidRPr="00115F49">
        <w:t>dans cette haute pièce où le plus petit bruit sonnait</w:t>
      </w:r>
      <w:r w:rsidR="00766774">
        <w:t xml:space="preserve"> ; </w:t>
      </w:r>
      <w:r w:rsidRPr="00115F49">
        <w:t>où l</w:t>
      </w:r>
      <w:r w:rsidR="00766774">
        <w:t>’</w:t>
      </w:r>
      <w:r w:rsidRPr="00115F49">
        <w:t xml:space="preserve">on entendit distinctement le grincement de mes ongles qui se crispaient sur le satin de la manche de </w:t>
      </w:r>
      <w:r w:rsidR="00766774">
        <w:t>M</w:t>
      </w:r>
      <w:r w:rsidR="00766774" w:rsidRPr="00766774">
        <w:rPr>
          <w:vertAlign w:val="superscript"/>
        </w:rPr>
        <w:t>me</w:t>
      </w:r>
      <w:r w:rsidR="00766774">
        <w:t> </w:t>
      </w:r>
      <w:r w:rsidRPr="00115F49">
        <w:t>Tim</w:t>
      </w:r>
      <w:r w:rsidR="00766774">
        <w:t>.</w:t>
      </w:r>
    </w:p>
    <w:p w14:paraId="6CA21585" w14:textId="77777777" w:rsidR="00766774" w:rsidRDefault="00115F49" w:rsidP="00115F49">
      <w:r w:rsidRPr="00115F49">
        <w:t>Car</w:t>
      </w:r>
      <w:r w:rsidR="00766774">
        <w:t xml:space="preserve">, </w:t>
      </w:r>
      <w:r w:rsidRPr="00115F49">
        <w:t>j</w:t>
      </w:r>
      <w:r w:rsidR="00766774">
        <w:t>’</w:t>
      </w:r>
      <w:r w:rsidRPr="00115F49">
        <w:t>étais déjà entrée une fois ou deux dans cette pièce et j</w:t>
      </w:r>
      <w:r w:rsidR="00766774">
        <w:t>’</w:t>
      </w:r>
      <w:r w:rsidRPr="00115F49">
        <w:t>y avais éprouvé chaque fois un malaise qui m</w:t>
      </w:r>
      <w:r w:rsidR="00766774">
        <w:t>’</w:t>
      </w:r>
      <w:r w:rsidRPr="00115F49">
        <w:t>en avait fait ressortir tout de suite</w:t>
      </w:r>
      <w:r w:rsidR="00766774">
        <w:t>.</w:t>
      </w:r>
    </w:p>
    <w:p w14:paraId="21208DF3" w14:textId="77777777" w:rsidR="00766774" w:rsidRDefault="00115F49" w:rsidP="00115F49">
      <w:r w:rsidRPr="00115F49">
        <w:t>Cette fois</w:t>
      </w:r>
      <w:r w:rsidR="00766774">
        <w:t xml:space="preserve">, </w:t>
      </w:r>
      <w:r w:rsidRPr="00115F49">
        <w:t>j</w:t>
      </w:r>
      <w:r w:rsidR="00766774">
        <w:t>’</w:t>
      </w:r>
      <w:r w:rsidRPr="00115F49">
        <w:t xml:space="preserve">étais liée au bras de </w:t>
      </w:r>
      <w:r w:rsidR="00766774">
        <w:t>M</w:t>
      </w:r>
      <w:r w:rsidR="00766774" w:rsidRPr="00766774">
        <w:rPr>
          <w:vertAlign w:val="superscript"/>
        </w:rPr>
        <w:t>me</w:t>
      </w:r>
      <w:r w:rsidR="00766774">
        <w:t> </w:t>
      </w:r>
      <w:r w:rsidRPr="00115F49">
        <w:t>Tim qui était plantée là</w:t>
      </w:r>
      <w:r w:rsidR="00766774">
        <w:t xml:space="preserve">, </w:t>
      </w:r>
      <w:r w:rsidRPr="00115F49">
        <w:t>en face de la scène pour</w:t>
      </w:r>
      <w:r w:rsidRPr="00115F49">
        <w:rPr>
          <w:i/>
          <w:iCs/>
        </w:rPr>
        <w:t xml:space="preserve"> me faire voir </w:t>
      </w:r>
      <w:r w:rsidRPr="00115F49">
        <w:t>ici</w:t>
      </w:r>
      <w:r w:rsidR="00766774">
        <w:t xml:space="preserve">, </w:t>
      </w:r>
      <w:r w:rsidRPr="00115F49">
        <w:t>comme dans tout le reste du château</w:t>
      </w:r>
      <w:r w:rsidR="00766774">
        <w:t xml:space="preserve"> (</w:t>
      </w:r>
      <w:r w:rsidRPr="00115F49">
        <w:t>une sorte de revue de ses troupes</w:t>
      </w:r>
      <w:r w:rsidR="00766774">
        <w:t xml:space="preserve"> ; </w:t>
      </w:r>
      <w:r w:rsidRPr="00115F49">
        <w:t>de</w:t>
      </w:r>
      <w:r w:rsidRPr="00115F49">
        <w:rPr>
          <w:i/>
          <w:iCs/>
        </w:rPr>
        <w:t xml:space="preserve"> nos</w:t>
      </w:r>
      <w:r w:rsidRPr="00115F49">
        <w:t xml:space="preserve"> troupes</w:t>
      </w:r>
      <w:r w:rsidR="00766774">
        <w:t xml:space="preserve">), </w:t>
      </w:r>
      <w:r w:rsidRPr="00115F49">
        <w:t>et elle était loin de se douter de ce que je voyais</w:t>
      </w:r>
      <w:r w:rsidR="00766774">
        <w:t xml:space="preserve">, </w:t>
      </w:r>
      <w:r w:rsidRPr="00115F49">
        <w:t>moi</w:t>
      </w:r>
      <w:r w:rsidR="00766774">
        <w:t xml:space="preserve">, </w:t>
      </w:r>
      <w:r w:rsidRPr="00115F49">
        <w:t>dans cette salle de théâtre</w:t>
      </w:r>
      <w:r w:rsidR="00766774">
        <w:t>.</w:t>
      </w:r>
    </w:p>
    <w:p w14:paraId="78F255DA" w14:textId="77777777" w:rsidR="00115F49" w:rsidRPr="00115F49" w:rsidRDefault="00115F49" w:rsidP="00115F49">
      <w:r w:rsidRPr="00115F49">
        <w:t>J</w:t>
      </w:r>
      <w:r w:rsidR="00766774">
        <w:t>’</w:t>
      </w:r>
      <w:r w:rsidRPr="00115F49">
        <w:t>y voyais le petit beuglant où</w:t>
      </w:r>
      <w:r w:rsidR="00766774">
        <w:t xml:space="preserve">, </w:t>
      </w:r>
      <w:r w:rsidRPr="00115F49">
        <w:t>à seize ans</w:t>
      </w:r>
      <w:r w:rsidR="00766774">
        <w:t xml:space="preserve">, </w:t>
      </w:r>
      <w:r w:rsidRPr="00115F49">
        <w:t>j</w:t>
      </w:r>
      <w:r w:rsidR="00766774">
        <w:t>’</w:t>
      </w:r>
      <w:r w:rsidRPr="00115F49">
        <w:t>avais essayé de gagner honnêtement ma vie en chantant</w:t>
      </w:r>
      <w:r w:rsidRPr="00115F49">
        <w:rPr>
          <w:i/>
          <w:iCs/>
        </w:rPr>
        <w:t xml:space="preserve"> Berg op zoom</w:t>
      </w:r>
      <w:r w:rsidR="00766774">
        <w:rPr>
          <w:i/>
          <w:iCs/>
        </w:rPr>
        <w:t xml:space="preserve">. </w:t>
      </w:r>
      <w:r w:rsidRPr="00115F49">
        <w:t>Et</w:t>
      </w:r>
      <w:r w:rsidR="00766774">
        <w:t xml:space="preserve">, </w:t>
      </w:r>
      <w:r w:rsidRPr="00115F49">
        <w:t>le parterre de ce théâtre de château bien carrelé</w:t>
      </w:r>
      <w:r w:rsidR="00766774">
        <w:t xml:space="preserve">, </w:t>
      </w:r>
      <w:r w:rsidRPr="00115F49">
        <w:t>net et propre</w:t>
      </w:r>
      <w:r w:rsidR="00766774">
        <w:t xml:space="preserve">, </w:t>
      </w:r>
      <w:r w:rsidRPr="00115F49">
        <w:t>je le voyais recouvert de ces tables de marbre ruisselantes de bière et de limonade entre lesquelles je circulais pour faire ma quête</w:t>
      </w:r>
      <w:r w:rsidR="00766774">
        <w:t xml:space="preserve">, </w:t>
      </w:r>
      <w:r w:rsidRPr="00115F49">
        <w:t>portant mon petit plateau sur le</w:t>
      </w:r>
      <w:r w:rsidRPr="00115F49">
        <w:lastRenderedPageBreak/>
        <w:t>quel</w:t>
      </w:r>
      <w:r w:rsidR="00766774">
        <w:t xml:space="preserve">, </w:t>
      </w:r>
      <w:r w:rsidRPr="00115F49">
        <w:t>tout en souriant commercialement à la ronde</w:t>
      </w:r>
      <w:r w:rsidR="00766774">
        <w:t xml:space="preserve">, </w:t>
      </w:r>
      <w:r w:rsidRPr="00115F49">
        <w:t>je jetais de furtifs coups d</w:t>
      </w:r>
      <w:r w:rsidR="00766774">
        <w:t>’</w:t>
      </w:r>
      <w:r w:rsidRPr="00115F49">
        <w:t>œil</w:t>
      </w:r>
      <w:r w:rsidR="00766774">
        <w:t xml:space="preserve">, </w:t>
      </w:r>
      <w:r w:rsidRPr="00115F49">
        <w:t>me disant</w:t>
      </w:r>
      <w:r w:rsidR="00766774">
        <w:t> : « </w:t>
      </w:r>
      <w:r w:rsidRPr="00115F49">
        <w:t>Ça y est</w:t>
      </w:r>
      <w:r w:rsidR="00766774">
        <w:t xml:space="preserve"> : </w:t>
      </w:r>
      <w:r w:rsidRPr="00115F49">
        <w:t>il y a de quoi payer la logeuse</w:t>
      </w:r>
      <w:r w:rsidR="00766774">
        <w:t xml:space="preserve">. </w:t>
      </w:r>
      <w:r w:rsidRPr="00115F49">
        <w:t>Ça y est</w:t>
      </w:r>
      <w:r w:rsidR="00766774">
        <w:t xml:space="preserve"> : </w:t>
      </w:r>
      <w:r w:rsidRPr="00115F49">
        <w:t>il y a la côtelette</w:t>
      </w:r>
      <w:r w:rsidR="00766774">
        <w:t xml:space="preserve">. </w:t>
      </w:r>
      <w:r w:rsidRPr="00115F49">
        <w:t>Ça y est</w:t>
      </w:r>
      <w:r w:rsidR="00766774">
        <w:t xml:space="preserve"> : </w:t>
      </w:r>
      <w:r w:rsidRPr="00115F49">
        <w:t>il y a même le café au lait</w:t>
      </w:r>
      <w:r w:rsidR="00766774">
        <w:t>. »</w:t>
      </w:r>
      <w:r w:rsidRPr="00115F49">
        <w:t xml:space="preserve"> Le plateau sur lequel</w:t>
      </w:r>
      <w:r w:rsidR="00766774">
        <w:t xml:space="preserve">, </w:t>
      </w:r>
      <w:r w:rsidRPr="00115F49">
        <w:t>petit à petit</w:t>
      </w:r>
      <w:r w:rsidR="00766774">
        <w:t xml:space="preserve">, </w:t>
      </w:r>
      <w:r w:rsidRPr="00115F49">
        <w:t>il n</w:t>
      </w:r>
      <w:r w:rsidR="00766774">
        <w:t>’</w:t>
      </w:r>
      <w:r w:rsidRPr="00115F49">
        <w:t>y eut plus de café au lait</w:t>
      </w:r>
      <w:r w:rsidR="00766774">
        <w:t xml:space="preserve">, </w:t>
      </w:r>
      <w:r w:rsidRPr="00115F49">
        <w:t>plus de côtelette</w:t>
      </w:r>
      <w:r w:rsidR="00766774">
        <w:t xml:space="preserve">, </w:t>
      </w:r>
      <w:r w:rsidRPr="00115F49">
        <w:t>puis plus de loyer</w:t>
      </w:r>
      <w:r w:rsidR="00766774">
        <w:t xml:space="preserve">, </w:t>
      </w:r>
      <w:r w:rsidRPr="00115F49">
        <w:t>et tout juste de quoi me payer un petit cigare avec lequel j</w:t>
      </w:r>
      <w:r w:rsidR="00766774">
        <w:t>’</w:t>
      </w:r>
      <w:r w:rsidRPr="00115F49">
        <w:t>allais m</w:t>
      </w:r>
      <w:r w:rsidR="00766774">
        <w:t>’</w:t>
      </w:r>
      <w:r w:rsidRPr="00115F49">
        <w:t>abrutir dans les cabinets des garçons de salle</w:t>
      </w:r>
      <w:r w:rsidR="00766774">
        <w:t xml:space="preserve">. </w:t>
      </w:r>
      <w:r w:rsidRPr="00115F49">
        <w:t>Jusqu</w:t>
      </w:r>
      <w:r w:rsidR="00766774">
        <w:t>’</w:t>
      </w:r>
      <w:r w:rsidRPr="00115F49">
        <w:t>au soir où un minotier me flatta les fesses en disant</w:t>
      </w:r>
      <w:r w:rsidR="00766774">
        <w:t> : « </w:t>
      </w:r>
      <w:r w:rsidRPr="00115F49">
        <w:t>Pourtant elle a de l</w:t>
      </w:r>
      <w:r w:rsidR="00766774">
        <w:t>’</w:t>
      </w:r>
      <w:r w:rsidRPr="00115F49">
        <w:t>organe</w:t>
      </w:r>
      <w:r w:rsidR="00766774">
        <w:t xml:space="preserve">, </w:t>
      </w:r>
      <w:r w:rsidRPr="00115F49">
        <w:t>cette petite</w:t>
      </w:r>
      <w:r w:rsidR="00766774">
        <w:t>. »</w:t>
      </w:r>
    </w:p>
    <w:p w14:paraId="03D47D57" w14:textId="77777777" w:rsidR="00766774" w:rsidRDefault="00115F49" w:rsidP="00115F49">
      <w:r w:rsidRPr="00115F49">
        <w:t>Je ne veux pas dire que mon histoire est extraordinaire mais c</w:t>
      </w:r>
      <w:r w:rsidR="00766774">
        <w:t>’</w:t>
      </w:r>
      <w:r w:rsidRPr="00115F49">
        <w:t xml:space="preserve">est pour vous expliquer que </w:t>
      </w:r>
      <w:r w:rsidR="00766774">
        <w:t>M</w:t>
      </w:r>
      <w:r w:rsidR="00766774" w:rsidRPr="00766774">
        <w:rPr>
          <w:vertAlign w:val="superscript"/>
        </w:rPr>
        <w:t>me</w:t>
      </w:r>
      <w:r w:rsidR="00766774">
        <w:t> </w:t>
      </w:r>
      <w:r w:rsidRPr="00115F49">
        <w:t>Tim avait peut-être beaucoup d</w:t>
      </w:r>
      <w:r w:rsidR="00766774">
        <w:t>’</w:t>
      </w:r>
      <w:r w:rsidRPr="00115F49">
        <w:t>espoir en tout ça</w:t>
      </w:r>
      <w:r w:rsidR="00766774">
        <w:t xml:space="preserve"> : </w:t>
      </w:r>
      <w:r w:rsidRPr="00115F49">
        <w:t>terrasses</w:t>
      </w:r>
      <w:r w:rsidR="00766774">
        <w:t xml:space="preserve">, </w:t>
      </w:r>
      <w:r w:rsidRPr="00115F49">
        <w:t>vestibules</w:t>
      </w:r>
      <w:r w:rsidR="00766774">
        <w:t xml:space="preserve">, </w:t>
      </w:r>
      <w:r w:rsidRPr="00115F49">
        <w:t>salons</w:t>
      </w:r>
      <w:r w:rsidR="00766774">
        <w:t xml:space="preserve">, </w:t>
      </w:r>
      <w:r w:rsidRPr="00115F49">
        <w:t>théâtre</w:t>
      </w:r>
      <w:r w:rsidR="00766774">
        <w:t xml:space="preserve"> ; </w:t>
      </w:r>
      <w:r w:rsidRPr="00115F49">
        <w:t>que pour les terrasses</w:t>
      </w:r>
      <w:r w:rsidR="00766774">
        <w:t xml:space="preserve">, </w:t>
      </w:r>
      <w:r w:rsidRPr="00115F49">
        <w:t>les vestibules et les salons</w:t>
      </w:r>
      <w:r w:rsidR="00766774">
        <w:t xml:space="preserve">, </w:t>
      </w:r>
      <w:r w:rsidRPr="00115F49">
        <w:t>je manquais peut-être d</w:t>
      </w:r>
      <w:r w:rsidR="00766774">
        <w:t>’</w:t>
      </w:r>
      <w:r w:rsidRPr="00115F49">
        <w:t>expérience</w:t>
      </w:r>
      <w:r w:rsidR="00766774">
        <w:t xml:space="preserve">, </w:t>
      </w:r>
      <w:r w:rsidRPr="00115F49">
        <w:t>mais que pour le théâtre</w:t>
      </w:r>
      <w:r w:rsidR="00766774">
        <w:t xml:space="preserve">, </w:t>
      </w:r>
      <w:r w:rsidRPr="00115F49">
        <w:t>il ne fallait pas essayer de m</w:t>
      </w:r>
      <w:r w:rsidR="00766774">
        <w:t>’</w:t>
      </w:r>
      <w:r w:rsidRPr="00115F49">
        <w:t>en conter</w:t>
      </w:r>
      <w:r w:rsidR="00766774">
        <w:t xml:space="preserve">. </w:t>
      </w:r>
      <w:r w:rsidRPr="00115F49">
        <w:t>Je savais de quoi c</w:t>
      </w:r>
      <w:r w:rsidR="00766774">
        <w:t>’</w:t>
      </w:r>
      <w:r w:rsidRPr="00115F49">
        <w:t>était fait et je pouvais très bien imaginer que</w:t>
      </w:r>
      <w:r w:rsidR="00766774">
        <w:t xml:space="preserve">, </w:t>
      </w:r>
      <w:r w:rsidRPr="00115F49">
        <w:t>dans un autre ordre d</w:t>
      </w:r>
      <w:r w:rsidR="00766774">
        <w:t>’</w:t>
      </w:r>
      <w:r w:rsidRPr="00115F49">
        <w:t>idées les terrasses</w:t>
      </w:r>
      <w:r w:rsidR="00766774">
        <w:t xml:space="preserve">, </w:t>
      </w:r>
      <w:r w:rsidRPr="00115F49">
        <w:t>les vestibules</w:t>
      </w:r>
      <w:r w:rsidR="00766774">
        <w:t xml:space="preserve">, </w:t>
      </w:r>
      <w:r w:rsidRPr="00115F49">
        <w:t>les salons étaient faits de la même farine</w:t>
      </w:r>
      <w:r w:rsidR="00766774">
        <w:t xml:space="preserve">. </w:t>
      </w:r>
      <w:r w:rsidRPr="00115F49">
        <w:t>Qui fait un pain immangeable</w:t>
      </w:r>
      <w:r w:rsidR="00766774">
        <w:t xml:space="preserve">. </w:t>
      </w:r>
      <w:r w:rsidRPr="00115F49">
        <w:t>Je suis orfèvre</w:t>
      </w:r>
      <w:r w:rsidR="00766774">
        <w:t xml:space="preserve">. </w:t>
      </w:r>
      <w:r w:rsidRPr="00115F49">
        <w:t>Si on se force</w:t>
      </w:r>
      <w:r w:rsidR="00766774">
        <w:t xml:space="preserve">, </w:t>
      </w:r>
      <w:r w:rsidRPr="00115F49">
        <w:t>on vomit</w:t>
      </w:r>
      <w:r w:rsidR="00766774">
        <w:t xml:space="preserve">. </w:t>
      </w:r>
      <w:r w:rsidRPr="00115F49">
        <w:t>Et il y en a qui préfèrent crever plutôt que de passer leur vie à vomir</w:t>
      </w:r>
      <w:r w:rsidR="00766774">
        <w:t xml:space="preserve">, </w:t>
      </w:r>
      <w:r w:rsidRPr="00115F49">
        <w:t>ou à faire ce qu</w:t>
      </w:r>
      <w:r w:rsidR="00766774">
        <w:t>’</w:t>
      </w:r>
      <w:r w:rsidRPr="00115F49">
        <w:t>il faut pour manger de la viande</w:t>
      </w:r>
      <w:r w:rsidR="00766774">
        <w:t>.</w:t>
      </w:r>
    </w:p>
    <w:p w14:paraId="09D930E0" w14:textId="77777777" w:rsidR="00115F49" w:rsidRPr="00115F49" w:rsidRDefault="00115F49" w:rsidP="00115F49">
      <w:r w:rsidRPr="00115F49">
        <w:t>Et</w:t>
      </w:r>
      <w:r w:rsidR="00766774">
        <w:t xml:space="preserve">, </w:t>
      </w:r>
      <w:r w:rsidRPr="00115F49">
        <w:t>pendant qu</w:t>
      </w:r>
      <w:r w:rsidR="00766774">
        <w:t>’</w:t>
      </w:r>
      <w:r w:rsidRPr="00115F49">
        <w:t xml:space="preserve">obéissant à la pression du bras de </w:t>
      </w:r>
      <w:r w:rsidR="00766774">
        <w:t>M</w:t>
      </w:r>
      <w:r w:rsidR="00766774" w:rsidRPr="00766774">
        <w:rPr>
          <w:vertAlign w:val="superscript"/>
        </w:rPr>
        <w:t>me</w:t>
      </w:r>
      <w:r w:rsidR="00766774">
        <w:t> </w:t>
      </w:r>
      <w:r w:rsidRPr="00115F49">
        <w:t>Tim je tournais tout doucement</w:t>
      </w:r>
      <w:r w:rsidR="00766774">
        <w:t xml:space="preserve">, </w:t>
      </w:r>
      <w:r w:rsidRPr="00115F49">
        <w:t>en même temps qu</w:t>
      </w:r>
      <w:r w:rsidR="00766774">
        <w:t>’</w:t>
      </w:r>
      <w:r w:rsidRPr="00115F49">
        <w:t>elle</w:t>
      </w:r>
      <w:r w:rsidR="00766774">
        <w:t xml:space="preserve">, </w:t>
      </w:r>
      <w:r w:rsidRPr="00115F49">
        <w:t>pour rentrer dans le salon</w:t>
      </w:r>
      <w:r w:rsidR="00766774">
        <w:t xml:space="preserve">, </w:t>
      </w:r>
      <w:r w:rsidRPr="00115F49">
        <w:t>je me dis</w:t>
      </w:r>
      <w:r w:rsidR="00766774">
        <w:t> : « </w:t>
      </w:r>
      <w:r w:rsidRPr="00115F49">
        <w:t>Tu peux courir</w:t>
      </w:r>
      <w:r w:rsidR="00766774">
        <w:t> ! »</w:t>
      </w:r>
    </w:p>
    <w:p w14:paraId="6C34B2AD" w14:textId="77777777" w:rsidR="00766774" w:rsidRDefault="00115F49" w:rsidP="00115F49">
      <w:r w:rsidRPr="00115F49">
        <w:t>Nous retraversâmes le salon</w:t>
      </w:r>
      <w:r w:rsidR="00766774">
        <w:t xml:space="preserve">. </w:t>
      </w:r>
      <w:r w:rsidRPr="00115F49">
        <w:t>Comme nous rentrions dans le vestibule pour</w:t>
      </w:r>
      <w:r w:rsidR="00766774">
        <w:t xml:space="preserve">, </w:t>
      </w:r>
      <w:r w:rsidRPr="00115F49">
        <w:t>si j</w:t>
      </w:r>
      <w:r w:rsidR="00766774">
        <w:t>’</w:t>
      </w:r>
      <w:r w:rsidRPr="00115F49">
        <w:t>en jugeais par la direction où m</w:t>
      </w:r>
      <w:r w:rsidR="00766774">
        <w:t>’</w:t>
      </w:r>
      <w:r w:rsidRPr="00115F49">
        <w:t xml:space="preserve">entraînait </w:t>
      </w:r>
      <w:r w:rsidR="00766774">
        <w:t>M</w:t>
      </w:r>
      <w:r w:rsidR="00766774" w:rsidRPr="00766774">
        <w:rPr>
          <w:vertAlign w:val="superscript"/>
        </w:rPr>
        <w:t>me</w:t>
      </w:r>
      <w:r w:rsidR="00766774">
        <w:t> </w:t>
      </w:r>
      <w:r w:rsidRPr="00115F49">
        <w:t>Tim</w:t>
      </w:r>
      <w:r w:rsidR="00766774">
        <w:t xml:space="preserve">, </w:t>
      </w:r>
      <w:r w:rsidRPr="00115F49">
        <w:t>passer dans l</w:t>
      </w:r>
      <w:r w:rsidR="00766774">
        <w:t>’</w:t>
      </w:r>
      <w:r w:rsidRPr="00115F49">
        <w:t>autre aile du château</w:t>
      </w:r>
      <w:r w:rsidR="00766774">
        <w:t xml:space="preserve">, </w:t>
      </w:r>
      <w:r w:rsidRPr="00115F49">
        <w:t>on toussa discrètement derrière nous</w:t>
      </w:r>
      <w:r w:rsidR="00766774">
        <w:t xml:space="preserve">. </w:t>
      </w:r>
      <w:r w:rsidRPr="00115F49">
        <w:t>C</w:t>
      </w:r>
      <w:r w:rsidR="00766774">
        <w:t>’</w:t>
      </w:r>
      <w:r w:rsidRPr="00115F49">
        <w:t>était le procureur</w:t>
      </w:r>
      <w:r w:rsidR="00766774">
        <w:t>.</w:t>
      </w:r>
    </w:p>
    <w:p w14:paraId="3CB7849E" w14:textId="77777777" w:rsidR="00766774" w:rsidRDefault="00115F49" w:rsidP="00115F49">
      <w:r w:rsidRPr="00115F49">
        <w:lastRenderedPageBreak/>
        <w:t>Il était comme un ballon</w:t>
      </w:r>
      <w:r w:rsidR="00766774">
        <w:t xml:space="preserve">, </w:t>
      </w:r>
      <w:r w:rsidRPr="00115F49">
        <w:t>énorme et extrêmement léger</w:t>
      </w:r>
      <w:r w:rsidR="00766774">
        <w:t xml:space="preserve">, </w:t>
      </w:r>
      <w:r w:rsidRPr="00115F49">
        <w:t>posé sur la pointe d</w:t>
      </w:r>
      <w:r w:rsidR="00766774">
        <w:t>’</w:t>
      </w:r>
      <w:r w:rsidRPr="00115F49">
        <w:t>un vent</w:t>
      </w:r>
      <w:r w:rsidR="00766774">
        <w:t xml:space="preserve">. </w:t>
      </w:r>
      <w:r w:rsidRPr="00115F49">
        <w:t>Ses yeux angoissés se demandaient dans quelle direction de la girouette</w:t>
      </w:r>
      <w:r w:rsidR="00766774">
        <w:t>…</w:t>
      </w:r>
    </w:p>
    <w:p w14:paraId="67677F48" w14:textId="77777777" w:rsidR="00766774" w:rsidRDefault="00766774" w:rsidP="00115F49">
      <w:r>
        <w:t>« </w:t>
      </w:r>
      <w:r w:rsidR="00115F49" w:rsidRPr="00115F49">
        <w:t>Venez</w:t>
      </w:r>
      <w:r>
        <w:t xml:space="preserve"> », </w:t>
      </w:r>
      <w:r w:rsidR="00115F49" w:rsidRPr="00115F49">
        <w:t xml:space="preserve">lui dit </w:t>
      </w:r>
      <w:r>
        <w:t>M</w:t>
      </w:r>
      <w:r w:rsidRPr="00766774">
        <w:rPr>
          <w:vertAlign w:val="superscript"/>
        </w:rPr>
        <w:t>me</w:t>
      </w:r>
      <w:r>
        <w:t> </w:t>
      </w:r>
      <w:r w:rsidR="00115F49" w:rsidRPr="00115F49">
        <w:t>Tim</w:t>
      </w:r>
      <w:r>
        <w:t>.</w:t>
      </w:r>
    </w:p>
    <w:p w14:paraId="088ADDDA" w14:textId="77777777" w:rsidR="00766774" w:rsidRDefault="00115F49" w:rsidP="00115F49">
      <w:r w:rsidRPr="00115F49">
        <w:t>Nous nous désaccouplâmes et il se mit entre nous deux</w:t>
      </w:r>
      <w:r w:rsidR="00766774">
        <w:t> : M</w:t>
      </w:r>
      <w:r w:rsidR="00766774" w:rsidRPr="00766774">
        <w:rPr>
          <w:vertAlign w:val="superscript"/>
        </w:rPr>
        <w:t>me</w:t>
      </w:r>
      <w:r w:rsidR="00766774">
        <w:t> </w:t>
      </w:r>
      <w:r w:rsidRPr="00115F49">
        <w:t>Tim à son bras droit et moi à son bras gauche</w:t>
      </w:r>
      <w:r w:rsidR="00766774">
        <w:t xml:space="preserve">. </w:t>
      </w:r>
      <w:r w:rsidRPr="00115F49">
        <w:t>Il était aussi grand que nous</w:t>
      </w:r>
      <w:r w:rsidR="00766774">
        <w:t xml:space="preserve">, </w:t>
      </w:r>
      <w:r w:rsidRPr="00115F49">
        <w:t>deux fois plus gros</w:t>
      </w:r>
      <w:r w:rsidR="00766774">
        <w:t xml:space="preserve">, </w:t>
      </w:r>
      <w:r w:rsidRPr="00115F49">
        <w:t>mais il marcha à notre pas</w:t>
      </w:r>
      <w:r w:rsidR="00766774">
        <w:t xml:space="preserve">. </w:t>
      </w:r>
      <w:r w:rsidRPr="00115F49">
        <w:t>Et nous pénétrâmes ainsi dans la grande salle à manger</w:t>
      </w:r>
      <w:r w:rsidR="00766774">
        <w:t>.</w:t>
      </w:r>
    </w:p>
    <w:p w14:paraId="526DAEDD" w14:textId="77777777" w:rsidR="00766774" w:rsidRDefault="00115F49" w:rsidP="00115F49">
      <w:r w:rsidRPr="00115F49">
        <w:t>On avait déjà dressé le couvert pour le repas du soir</w:t>
      </w:r>
      <w:r w:rsidR="00766774">
        <w:t xml:space="preserve">. </w:t>
      </w:r>
      <w:r w:rsidRPr="00115F49">
        <w:t>Les quatre grandes portes-fenêtres pleines de cette fin d</w:t>
      </w:r>
      <w:r w:rsidR="00766774">
        <w:t>’</w:t>
      </w:r>
      <w:r w:rsidRPr="00115F49">
        <w:t>après-midi cendreuse éclairaient la longue table toute cristallisée</w:t>
      </w:r>
      <w:r w:rsidR="00766774">
        <w:t xml:space="preserve">. </w:t>
      </w:r>
      <w:r w:rsidRPr="00115F49">
        <w:t>Les carafes du service de cérémonie organisaient autour de leur belle masse de vin pourpre le clapotement aquatique de toute une impeccable coutellerie de luxe</w:t>
      </w:r>
      <w:r w:rsidR="00766774">
        <w:t xml:space="preserve">, </w:t>
      </w:r>
      <w:r w:rsidRPr="00115F49">
        <w:t>les flaques laiteuses des porcelaines et le pétillement des mille petits arceaux d</w:t>
      </w:r>
      <w:r w:rsidR="00766774">
        <w:t>’</w:t>
      </w:r>
      <w:r w:rsidRPr="00115F49">
        <w:t>arcs-en-ciel brisés qui jaillissaient du taillé</w:t>
      </w:r>
      <w:r w:rsidR="00766774">
        <w:t xml:space="preserve">, </w:t>
      </w:r>
      <w:r w:rsidRPr="00115F49">
        <w:t>du biseau et de la transparence de tout le nénuphar de la verrerie</w:t>
      </w:r>
      <w:r w:rsidR="00766774">
        <w:t>.</w:t>
      </w:r>
    </w:p>
    <w:p w14:paraId="54DA36BD" w14:textId="77777777" w:rsidR="00766774" w:rsidRDefault="00115F49" w:rsidP="00115F49">
      <w:r w:rsidRPr="00115F49">
        <w:t>Nous fîmes fort gravement le tour de la table</w:t>
      </w:r>
      <w:r w:rsidR="00766774">
        <w:t xml:space="preserve">, </w:t>
      </w:r>
      <w:r w:rsidRPr="00115F49">
        <w:t>tous les trois de front</w:t>
      </w:r>
      <w:r w:rsidR="00766774">
        <w:t xml:space="preserve">. </w:t>
      </w:r>
      <w:r w:rsidRPr="00115F49">
        <w:t>Le ventre que le procureur repoussait d</w:t>
      </w:r>
      <w:r w:rsidR="00766774">
        <w:t>’</w:t>
      </w:r>
      <w:r w:rsidRPr="00115F49">
        <w:t>un coup de cuisse à chacun de ses pas donnait beaucoup de solennité à la promenade</w:t>
      </w:r>
      <w:r w:rsidR="00766774">
        <w:t>.</w:t>
      </w:r>
    </w:p>
    <w:p w14:paraId="5272E46C" w14:textId="77777777" w:rsidR="00766774" w:rsidRDefault="00115F49" w:rsidP="00115F49">
      <w:r w:rsidRPr="00115F49">
        <w:t>Nous passâmes d</w:t>
      </w:r>
      <w:r w:rsidR="00766774">
        <w:t>’</w:t>
      </w:r>
      <w:r w:rsidRPr="00115F49">
        <w:t>abord du côté des portes-fenêtres comme entre deux fronts de troupe</w:t>
      </w:r>
      <w:r w:rsidR="00766774">
        <w:t xml:space="preserve">, </w:t>
      </w:r>
      <w:r w:rsidRPr="00115F49">
        <w:t>ayant</w:t>
      </w:r>
      <w:r w:rsidR="00766774">
        <w:t xml:space="preserve">, </w:t>
      </w:r>
      <w:r w:rsidRPr="00115F49">
        <w:t>d</w:t>
      </w:r>
      <w:r w:rsidR="00766774">
        <w:t>’</w:t>
      </w:r>
      <w:r w:rsidRPr="00115F49">
        <w:t>un côté</w:t>
      </w:r>
      <w:r w:rsidR="00766774">
        <w:t xml:space="preserve">, </w:t>
      </w:r>
      <w:r w:rsidRPr="00115F49">
        <w:t>les terrasses couvertes d</w:t>
      </w:r>
      <w:r w:rsidR="00766774">
        <w:t>’</w:t>
      </w:r>
      <w:r w:rsidRPr="00115F49">
        <w:t>un soleil de cendre</w:t>
      </w:r>
      <w:r w:rsidR="00766774">
        <w:t xml:space="preserve">, </w:t>
      </w:r>
      <w:r w:rsidRPr="00115F49">
        <w:t>les boulingrins</w:t>
      </w:r>
      <w:r w:rsidR="00766774">
        <w:t xml:space="preserve">, </w:t>
      </w:r>
      <w:r w:rsidRPr="00115F49">
        <w:t>les ifs taillés en échiquier</w:t>
      </w:r>
      <w:r w:rsidR="00766774">
        <w:t xml:space="preserve">, </w:t>
      </w:r>
      <w:r w:rsidRPr="00115F49">
        <w:t>les balustrades et</w:t>
      </w:r>
      <w:r w:rsidR="00766774">
        <w:t xml:space="preserve">, </w:t>
      </w:r>
      <w:r w:rsidRPr="00115F49">
        <w:t>au-delà</w:t>
      </w:r>
      <w:r w:rsidR="00766774">
        <w:t xml:space="preserve">, </w:t>
      </w:r>
      <w:r w:rsidRPr="00115F49">
        <w:t>le déroulement de plus de cent lieues de montagnes de perles dressées sur d</w:t>
      </w:r>
      <w:r w:rsidR="00766774">
        <w:t>’</w:t>
      </w:r>
      <w:r w:rsidRPr="00115F49">
        <w:t>immenses tapis de blés roses longeant de l</w:t>
      </w:r>
      <w:r w:rsidR="00766774">
        <w:t>’</w:t>
      </w:r>
      <w:r w:rsidRPr="00115F49">
        <w:t>autre côté cet étang miraculeux de longue table aux eaux cristallisées</w:t>
      </w:r>
      <w:r w:rsidR="00766774">
        <w:t>.</w:t>
      </w:r>
    </w:p>
    <w:p w14:paraId="1CB1F56D" w14:textId="77777777" w:rsidR="00115F49" w:rsidRPr="00115F49" w:rsidRDefault="00115F49" w:rsidP="00115F49">
      <w:r w:rsidRPr="00115F49">
        <w:lastRenderedPageBreak/>
        <w:t>Nous tournâmes au haut bout</w:t>
      </w:r>
      <w:r w:rsidR="00766774">
        <w:t xml:space="preserve">, </w:t>
      </w:r>
      <w:r w:rsidRPr="00115F49">
        <w:t>nous revînmes du même pas</w:t>
      </w:r>
      <w:r w:rsidR="00766774">
        <w:t xml:space="preserve">, </w:t>
      </w:r>
      <w:r w:rsidRPr="00115F49">
        <w:t>longeant l</w:t>
      </w:r>
      <w:r w:rsidR="00766774">
        <w:t>’</w:t>
      </w:r>
      <w:r w:rsidRPr="00115F49">
        <w:t>autre bord de la table et passant en revue</w:t>
      </w:r>
      <w:r w:rsidR="00766774">
        <w:t xml:space="preserve">, </w:t>
      </w:r>
      <w:r w:rsidRPr="00115F49">
        <w:t>de l</w:t>
      </w:r>
      <w:r w:rsidR="00766774">
        <w:t>’</w:t>
      </w:r>
      <w:r w:rsidRPr="00115F49">
        <w:t>autre côté</w:t>
      </w:r>
      <w:r w:rsidR="00766774">
        <w:t xml:space="preserve">, </w:t>
      </w:r>
      <w:r w:rsidRPr="00115F49">
        <w:t>toute la série des grandes et des petites glaces de Venise</w:t>
      </w:r>
      <w:r w:rsidR="00766774">
        <w:t xml:space="preserve">, </w:t>
      </w:r>
      <w:r w:rsidRPr="00115F49">
        <w:t>où des milliers de petits reflets de nos trois graves personnes encadraient au passage le grand reflet de nos trois graves personnes</w:t>
      </w:r>
      <w:r w:rsidR="00766774">
        <w:t xml:space="preserve">. </w:t>
      </w:r>
      <w:r w:rsidRPr="00115F49">
        <w:t>Et je me disais</w:t>
      </w:r>
      <w:r w:rsidR="00766774">
        <w:t> : « </w:t>
      </w:r>
      <w:r w:rsidRPr="00115F49">
        <w:t>Tu peux courir</w:t>
      </w:r>
      <w:r w:rsidR="00766774">
        <w:t> ! »</w:t>
      </w:r>
    </w:p>
    <w:p w14:paraId="7221298A" w14:textId="77777777" w:rsidR="00115F49" w:rsidRPr="00115F49" w:rsidRDefault="00115F49" w:rsidP="00115F49">
      <w:r w:rsidRPr="00115F49">
        <w:t>Revenus dans le vestibule</w:t>
      </w:r>
      <w:r w:rsidR="00766774">
        <w:t xml:space="preserve">, </w:t>
      </w:r>
      <w:r w:rsidRPr="00115F49">
        <w:t>nous montâmes les escaliers du même pas</w:t>
      </w:r>
      <w:r w:rsidR="00766774">
        <w:t xml:space="preserve">. </w:t>
      </w:r>
      <w:r w:rsidRPr="00115F49">
        <w:t>C</w:t>
      </w:r>
      <w:r w:rsidR="00766774">
        <w:t>’</w:t>
      </w:r>
      <w:r w:rsidRPr="00115F49">
        <w:t>étaient de petites marches de marbre très aisées qui haussaient nos trois gros corps par à-coups</w:t>
      </w:r>
      <w:r w:rsidR="00766774">
        <w:t xml:space="preserve">, </w:t>
      </w:r>
      <w:r w:rsidRPr="00115F49">
        <w:t>de marche en marche</w:t>
      </w:r>
      <w:r w:rsidR="00766774">
        <w:t xml:space="preserve">, </w:t>
      </w:r>
      <w:r w:rsidRPr="00115F49">
        <w:t>et je me disais</w:t>
      </w:r>
      <w:r w:rsidR="00766774">
        <w:t> : « </w:t>
      </w:r>
      <w:r w:rsidRPr="00115F49">
        <w:t>Hausse</w:t>
      </w:r>
      <w:r w:rsidR="00766774">
        <w:t xml:space="preserve">, </w:t>
      </w:r>
      <w:r w:rsidRPr="00115F49">
        <w:t>hausse</w:t>
      </w:r>
      <w:r w:rsidR="00766774">
        <w:t xml:space="preserve">, </w:t>
      </w:r>
      <w:r w:rsidRPr="00115F49">
        <w:t>hausse-nous</w:t>
      </w:r>
      <w:r w:rsidR="00766774">
        <w:t xml:space="preserve"> ! </w:t>
      </w:r>
      <w:r w:rsidRPr="00115F49">
        <w:t>Jusqu</w:t>
      </w:r>
      <w:r w:rsidR="00766774">
        <w:t>’</w:t>
      </w:r>
      <w:r w:rsidRPr="00115F49">
        <w:t>à quel endroit vas-tu nous hausser</w:t>
      </w:r>
      <w:r w:rsidR="00766774">
        <w:t xml:space="preserve"> ? </w:t>
      </w:r>
      <w:r w:rsidRPr="00115F49">
        <w:t>Jusqu</w:t>
      </w:r>
      <w:r w:rsidR="00766774">
        <w:t>’</w:t>
      </w:r>
      <w:r w:rsidRPr="00115F49">
        <w:t>à ce qu</w:t>
      </w:r>
      <w:r w:rsidR="00766774">
        <w:t>’</w:t>
      </w:r>
      <w:r w:rsidRPr="00115F49">
        <w:t>on ait trouvé celui qui a le remède</w:t>
      </w:r>
      <w:r w:rsidR="00766774">
        <w:t> ? »</w:t>
      </w:r>
    </w:p>
    <w:p w14:paraId="7D439641" w14:textId="77777777" w:rsidR="00115F49" w:rsidRPr="00115F49" w:rsidRDefault="00115F49" w:rsidP="00115F49">
      <w:r w:rsidRPr="00115F49">
        <w:t>Nous étions si importants que le vaste palier du premier étage sur lequel était installée la collection d</w:t>
      </w:r>
      <w:r w:rsidR="00766774">
        <w:t>’</w:t>
      </w:r>
      <w:r w:rsidRPr="00115F49">
        <w:t>instruments anciens se mit à grelotter à notre approche de toutes ses vieilles guitares et de ses vieux pianos</w:t>
      </w:r>
      <w:r w:rsidR="00766774">
        <w:t xml:space="preserve">. </w:t>
      </w:r>
      <w:r w:rsidRPr="00115F49">
        <w:t>Et</w:t>
      </w:r>
      <w:r w:rsidR="00766774">
        <w:t xml:space="preserve">, </w:t>
      </w:r>
      <w:r w:rsidRPr="00115F49">
        <w:t>quand nous prîmes pied sur le palier tous les trois ensemble</w:t>
      </w:r>
      <w:r w:rsidR="00766774">
        <w:t xml:space="preserve">, </w:t>
      </w:r>
      <w:r w:rsidRPr="00115F49">
        <w:t>en haussant d</w:t>
      </w:r>
      <w:r w:rsidR="00766774">
        <w:t>’</w:t>
      </w:r>
      <w:r w:rsidRPr="00115F49">
        <w:t>un dernier effort nos trois gros corps</w:t>
      </w:r>
      <w:r w:rsidR="00766774">
        <w:t xml:space="preserve">, </w:t>
      </w:r>
      <w:r w:rsidRPr="00115F49">
        <w:t xml:space="preserve">des sortes de tambours sauvages que </w:t>
      </w:r>
      <w:r w:rsidR="00766774">
        <w:t>M</w:t>
      </w:r>
      <w:r w:rsidR="00766774" w:rsidRPr="00766774">
        <w:rPr>
          <w:vertAlign w:val="superscript"/>
        </w:rPr>
        <w:t>me</w:t>
      </w:r>
      <w:r w:rsidR="00766774">
        <w:t> </w:t>
      </w:r>
      <w:r w:rsidRPr="00115F49">
        <w:t xml:space="preserve">Tim avait apportés de son pays et pendus aux murs se mirent à battre sourdement une sorte de </w:t>
      </w:r>
      <w:r w:rsidR="00766774">
        <w:t>« </w:t>
      </w:r>
      <w:r w:rsidRPr="00115F49">
        <w:rPr>
          <w:i/>
          <w:iCs/>
        </w:rPr>
        <w:t>générale</w:t>
      </w:r>
      <w:r w:rsidR="00766774">
        <w:t> »</w:t>
      </w:r>
      <w:r w:rsidRPr="00115F49">
        <w:t xml:space="preserve"> sombre</w:t>
      </w:r>
      <w:r w:rsidR="00766774">
        <w:t xml:space="preserve">. </w:t>
      </w:r>
      <w:r w:rsidRPr="00115F49">
        <w:t>Nous étions vraiment très importants</w:t>
      </w:r>
      <w:r w:rsidR="00766774">
        <w:t xml:space="preserve">. </w:t>
      </w:r>
      <w:r w:rsidRPr="00115F49">
        <w:t>Nous avions vraiment envie de commander tout ça en vue de quelque action d</w:t>
      </w:r>
      <w:r w:rsidR="00766774">
        <w:t>’</w:t>
      </w:r>
      <w:r w:rsidRPr="00115F49">
        <w:t>éclat</w:t>
      </w:r>
      <w:r w:rsidR="00766774">
        <w:t xml:space="preserve">. </w:t>
      </w:r>
      <w:r w:rsidRPr="00115F49">
        <w:t>Et je me disais</w:t>
      </w:r>
      <w:r w:rsidR="00766774">
        <w:t> : « </w:t>
      </w:r>
      <w:r w:rsidRPr="00115F49">
        <w:t>Tu peux courir</w:t>
      </w:r>
      <w:r w:rsidR="00766774">
        <w:t> ! »</w:t>
      </w:r>
    </w:p>
    <w:p w14:paraId="24E83706" w14:textId="77777777" w:rsidR="00766774" w:rsidRDefault="00115F49" w:rsidP="00115F49">
      <w:r w:rsidRPr="00115F49">
        <w:t xml:space="preserve">Je compris où nous menait </w:t>
      </w:r>
      <w:r w:rsidR="00766774">
        <w:t>M</w:t>
      </w:r>
      <w:r w:rsidR="00766774" w:rsidRPr="00766774">
        <w:rPr>
          <w:vertAlign w:val="superscript"/>
        </w:rPr>
        <w:t>me</w:t>
      </w:r>
      <w:r w:rsidR="00766774">
        <w:t> </w:t>
      </w:r>
      <w:r w:rsidRPr="00115F49">
        <w:t>Tim</w:t>
      </w:r>
      <w:r w:rsidR="00766774">
        <w:t xml:space="preserve">. </w:t>
      </w:r>
      <w:r w:rsidRPr="00115F49">
        <w:t>Longeant la galerie nous tournâmes à droite et</w:t>
      </w:r>
      <w:r w:rsidR="00766774">
        <w:t xml:space="preserve">, </w:t>
      </w:r>
      <w:r w:rsidRPr="00115F49">
        <w:t>en effet</w:t>
      </w:r>
      <w:r w:rsidR="00766774">
        <w:t xml:space="preserve">, </w:t>
      </w:r>
      <w:r w:rsidRPr="00115F49">
        <w:t>elle nous fit faire face à la troisième grande porte à deux battants</w:t>
      </w:r>
      <w:r w:rsidR="00766774">
        <w:t>.</w:t>
      </w:r>
    </w:p>
    <w:p w14:paraId="7B939AF2" w14:textId="77777777" w:rsidR="00766774" w:rsidRDefault="00115F49" w:rsidP="00115F49">
      <w:r w:rsidRPr="00115F49">
        <w:t>C</w:t>
      </w:r>
      <w:r w:rsidR="00766774">
        <w:t>’</w:t>
      </w:r>
      <w:r w:rsidRPr="00115F49">
        <w:t>était là que j</w:t>
      </w:r>
      <w:r w:rsidR="00766774">
        <w:t>’</w:t>
      </w:r>
      <w:r w:rsidRPr="00115F49">
        <w:t>avais vu un domestique porter le troussequin de Langlois</w:t>
      </w:r>
      <w:r w:rsidR="00766774">
        <w:t>. M</w:t>
      </w:r>
      <w:r w:rsidR="00766774" w:rsidRPr="00766774">
        <w:rPr>
          <w:vertAlign w:val="superscript"/>
        </w:rPr>
        <w:t>me</w:t>
      </w:r>
      <w:r w:rsidR="00766774">
        <w:t> </w:t>
      </w:r>
      <w:r w:rsidRPr="00115F49">
        <w:t>Tim ouvrit la porte</w:t>
      </w:r>
      <w:r w:rsidR="00766774">
        <w:t>.</w:t>
      </w:r>
    </w:p>
    <w:p w14:paraId="68AC37D6" w14:textId="77777777" w:rsidR="00766774" w:rsidRDefault="00115F49" w:rsidP="00115F49">
      <w:r w:rsidRPr="00115F49">
        <w:lastRenderedPageBreak/>
        <w:t>Et nous entrâmes dans une vaste chambre</w:t>
      </w:r>
      <w:r w:rsidR="00766774">
        <w:t xml:space="preserve">, </w:t>
      </w:r>
      <w:r w:rsidRPr="00115F49">
        <w:t>mais</w:t>
      </w:r>
      <w:r w:rsidR="00766774">
        <w:t xml:space="preserve">, </w:t>
      </w:r>
      <w:r w:rsidRPr="00115F49">
        <w:t>d</w:t>
      </w:r>
      <w:r w:rsidR="00766774">
        <w:t>’</w:t>
      </w:r>
      <w:r w:rsidRPr="00115F49">
        <w:t>instinct</w:t>
      </w:r>
      <w:r w:rsidR="00766774">
        <w:t xml:space="preserve">, </w:t>
      </w:r>
      <w:r w:rsidRPr="00115F49">
        <w:t>tous les trois nous fîmes pile</w:t>
      </w:r>
      <w:r w:rsidR="00766774">
        <w:t xml:space="preserve">, </w:t>
      </w:r>
      <w:r w:rsidRPr="00115F49">
        <w:t>garde-à-vous au seuil du premier tapis</w:t>
      </w:r>
      <w:r w:rsidR="00766774">
        <w:t xml:space="preserve"> : </w:t>
      </w:r>
      <w:r w:rsidRPr="00115F49">
        <w:t>c</w:t>
      </w:r>
      <w:r w:rsidR="00766774">
        <w:t>’</w:t>
      </w:r>
      <w:r w:rsidRPr="00115F49">
        <w:t>était la chambre de Langlois</w:t>
      </w:r>
      <w:r w:rsidR="00766774">
        <w:t>.</w:t>
      </w:r>
    </w:p>
    <w:p w14:paraId="31E70BBF" w14:textId="77777777" w:rsidR="00766774" w:rsidRDefault="00115F49" w:rsidP="00115F49">
      <w:r w:rsidRPr="00115F49">
        <w:t>Il n</w:t>
      </w:r>
      <w:r w:rsidR="00766774">
        <w:t>’</w:t>
      </w:r>
      <w:r w:rsidRPr="00115F49">
        <w:t>y avait de lui que ce petit portemanteau de capitaine-commandant-cavalier posé tout simplement sur le chausse-bottes</w:t>
      </w:r>
      <w:r w:rsidR="00766774">
        <w:t>.</w:t>
      </w:r>
    </w:p>
    <w:p w14:paraId="07BA73A9" w14:textId="77777777" w:rsidR="00115F49" w:rsidRPr="00115F49" w:rsidRDefault="00115F49" w:rsidP="00115F49">
      <w:r w:rsidRPr="00115F49">
        <w:t>La chambre était immense et paisible et j</w:t>
      </w:r>
      <w:r w:rsidR="00766774">
        <w:t>’</w:t>
      </w:r>
      <w:r w:rsidRPr="00115F49">
        <w:t>admirai l</w:t>
      </w:r>
      <w:r w:rsidR="00766774">
        <w:t>’</w:t>
      </w:r>
      <w:r w:rsidRPr="00115F49">
        <w:t xml:space="preserve">intelligence de </w:t>
      </w:r>
      <w:r w:rsidR="00766774">
        <w:t>M</w:t>
      </w:r>
      <w:r w:rsidR="00766774" w:rsidRPr="00766774">
        <w:rPr>
          <w:vertAlign w:val="superscript"/>
        </w:rPr>
        <w:t>me</w:t>
      </w:r>
      <w:r w:rsidR="00766774">
        <w:t> </w:t>
      </w:r>
      <w:r w:rsidRPr="00115F49">
        <w:t>Tim qui était vraiment l</w:t>
      </w:r>
      <w:r w:rsidR="00766774">
        <w:t>’</w:t>
      </w:r>
      <w:r w:rsidRPr="00115F49">
        <w:t>égale de l</w:t>
      </w:r>
      <w:r w:rsidR="00766774">
        <w:t>’</w:t>
      </w:r>
      <w:r w:rsidRPr="00115F49">
        <w:t>intelligence du</w:t>
      </w:r>
      <w:r w:rsidRPr="00115F49">
        <w:rPr>
          <w:i/>
          <w:iCs/>
        </w:rPr>
        <w:t xml:space="preserve"> profond connaisseur des choses humaines</w:t>
      </w:r>
      <w:r w:rsidR="00766774">
        <w:rPr>
          <w:i/>
          <w:iCs/>
        </w:rPr>
        <w:t xml:space="preserve">, </w:t>
      </w:r>
      <w:r w:rsidRPr="00115F49">
        <w:t>car</w:t>
      </w:r>
      <w:r w:rsidR="00766774">
        <w:t xml:space="preserve">, </w:t>
      </w:r>
      <w:r w:rsidRPr="00115F49">
        <w:t>dans cette chambre destinée à Langlois</w:t>
      </w:r>
      <w:r w:rsidR="00766774">
        <w:t xml:space="preserve">, </w:t>
      </w:r>
      <w:r w:rsidRPr="00115F49">
        <w:t>déjà immense et paisible</w:t>
      </w:r>
      <w:r w:rsidR="00766774">
        <w:t xml:space="preserve">, </w:t>
      </w:r>
      <w:r w:rsidRPr="00115F49">
        <w:t>de lourds rideaux de lin gris bleuté entretenaient des lointains encore plus immenses et encore plus paisibles</w:t>
      </w:r>
      <w:r w:rsidR="00766774">
        <w:t xml:space="preserve">. </w:t>
      </w:r>
      <w:r w:rsidRPr="00115F49">
        <w:t>Mais</w:t>
      </w:r>
      <w:r w:rsidR="00766774">
        <w:t xml:space="preserve">, </w:t>
      </w:r>
      <w:r w:rsidRPr="00115F49">
        <w:t>pendant le temps que nous restâmes plantés là</w:t>
      </w:r>
      <w:r w:rsidR="00766774">
        <w:t xml:space="preserve">, </w:t>
      </w:r>
      <w:r w:rsidRPr="00115F49">
        <w:t>je me laissais bien prendre et rouler par le roulement et le déroulement de ces lointains artificiels dans lesquels coulait le léger vent du soir d</w:t>
      </w:r>
      <w:r w:rsidR="00766774">
        <w:t>’</w:t>
      </w:r>
      <w:r w:rsidRPr="00115F49">
        <w:t>une fenêtre entrebâillée</w:t>
      </w:r>
      <w:r w:rsidR="00766774">
        <w:t xml:space="preserve">. </w:t>
      </w:r>
      <w:r w:rsidRPr="00115F49">
        <w:t>Et je me dis</w:t>
      </w:r>
      <w:r w:rsidR="00766774">
        <w:t> : « </w:t>
      </w:r>
      <w:r w:rsidRPr="00115F49">
        <w:t>Tu peux courir</w:t>
      </w:r>
      <w:r w:rsidR="00766774">
        <w:t> ! »</w:t>
      </w:r>
    </w:p>
    <w:p w14:paraId="16F3C2A2" w14:textId="77777777" w:rsidR="00766774" w:rsidRDefault="00115F49" w:rsidP="00115F49">
      <w:r w:rsidRPr="00115F49">
        <w:t>Après le repas du soir on installa les tables de jeux dans le salon</w:t>
      </w:r>
      <w:r w:rsidR="00766774">
        <w:t>.</w:t>
      </w:r>
    </w:p>
    <w:p w14:paraId="207E8916" w14:textId="77777777" w:rsidR="00766774" w:rsidRDefault="00115F49" w:rsidP="00115F49">
      <w:r w:rsidRPr="00115F49">
        <w:t>Savez-vous l</w:t>
      </w:r>
      <w:r w:rsidR="00766774">
        <w:t>’</w:t>
      </w:r>
      <w:r w:rsidRPr="00115F49">
        <w:t>impression que j</w:t>
      </w:r>
      <w:r w:rsidR="00766774">
        <w:t>’</w:t>
      </w:r>
      <w:r w:rsidRPr="00115F49">
        <w:t>avais</w:t>
      </w:r>
      <w:r w:rsidR="00766774">
        <w:t xml:space="preserve"> ? </w:t>
      </w:r>
      <w:r w:rsidRPr="00115F49">
        <w:t xml:space="preserve">Il me semblait que </w:t>
      </w:r>
      <w:r w:rsidR="00766774">
        <w:t>M</w:t>
      </w:r>
      <w:r w:rsidR="00766774" w:rsidRPr="00766774">
        <w:rPr>
          <w:vertAlign w:val="superscript"/>
        </w:rPr>
        <w:t>me</w:t>
      </w:r>
      <w:r w:rsidR="00766774">
        <w:t> </w:t>
      </w:r>
      <w:r w:rsidRPr="00115F49">
        <w:t>Tim</w:t>
      </w:r>
      <w:r w:rsidR="00766774">
        <w:t xml:space="preserve">, </w:t>
      </w:r>
      <w:r w:rsidRPr="00115F49">
        <w:t>le procureur ou moi</w:t>
      </w:r>
      <w:r w:rsidR="00766774">
        <w:t xml:space="preserve">, </w:t>
      </w:r>
      <w:r w:rsidRPr="00115F49">
        <w:t>nous donnions nos ordres avec un cor de chasse</w:t>
      </w:r>
      <w:r w:rsidR="00766774">
        <w:t>.</w:t>
      </w:r>
    </w:p>
    <w:p w14:paraId="315DC85E" w14:textId="77777777" w:rsidR="00766774" w:rsidRDefault="00115F49" w:rsidP="00115F49">
      <w:r w:rsidRPr="00115F49">
        <w:t>Langlois avait l</w:t>
      </w:r>
      <w:r w:rsidR="00766774">
        <w:t>’</w:t>
      </w:r>
      <w:r w:rsidRPr="00115F49">
        <w:t>air de dire</w:t>
      </w:r>
      <w:r w:rsidR="00766774">
        <w:t xml:space="preserve"> : </w:t>
      </w:r>
      <w:r w:rsidRPr="00115F49">
        <w:t>vin des Chirouzes</w:t>
      </w:r>
      <w:r w:rsidR="00766774">
        <w:t xml:space="preserve"> ? </w:t>
      </w:r>
      <w:r w:rsidRPr="00115F49">
        <w:t>Pourquoi pas</w:t>
      </w:r>
      <w:r w:rsidR="00766774">
        <w:t xml:space="preserve"> ? </w:t>
      </w:r>
      <w:r w:rsidRPr="00115F49">
        <w:t>Je peux très bien boire ton vin des Chirouzes</w:t>
      </w:r>
      <w:r w:rsidR="00766774">
        <w:t xml:space="preserve">. </w:t>
      </w:r>
      <w:r w:rsidRPr="00115F49">
        <w:t>Jambon de porc frais à la maman Rose</w:t>
      </w:r>
      <w:r w:rsidR="00766774">
        <w:t xml:space="preserve"> ? </w:t>
      </w:r>
      <w:r w:rsidRPr="00115F49">
        <w:t>Je peux très bien manger de ton jambon de porc frais</w:t>
      </w:r>
      <w:r w:rsidR="00766774">
        <w:t xml:space="preserve"> : </w:t>
      </w:r>
      <w:r w:rsidRPr="00115F49">
        <w:t>carottes</w:t>
      </w:r>
      <w:r w:rsidR="00766774">
        <w:t xml:space="preserve">, </w:t>
      </w:r>
      <w:r w:rsidRPr="00115F49">
        <w:t>oignons</w:t>
      </w:r>
      <w:r w:rsidR="00766774">
        <w:t xml:space="preserve">, </w:t>
      </w:r>
      <w:r w:rsidRPr="00115F49">
        <w:t>ail</w:t>
      </w:r>
      <w:r w:rsidR="00766774">
        <w:t xml:space="preserve">, </w:t>
      </w:r>
      <w:r w:rsidRPr="00115F49">
        <w:t>échalotes</w:t>
      </w:r>
      <w:r w:rsidR="00766774">
        <w:t xml:space="preserve">, </w:t>
      </w:r>
      <w:r w:rsidRPr="00115F49">
        <w:t>persil</w:t>
      </w:r>
      <w:r w:rsidR="00766774">
        <w:t xml:space="preserve">, </w:t>
      </w:r>
      <w:r w:rsidRPr="00115F49">
        <w:t>thym</w:t>
      </w:r>
      <w:r w:rsidR="00766774">
        <w:t xml:space="preserve">, </w:t>
      </w:r>
      <w:r w:rsidRPr="00115F49">
        <w:t>laurier</w:t>
      </w:r>
      <w:r w:rsidR="00766774">
        <w:t xml:space="preserve">, </w:t>
      </w:r>
      <w:r w:rsidRPr="00115F49">
        <w:t>vin gris et la noix du jambon</w:t>
      </w:r>
      <w:r w:rsidR="00766774">
        <w:t xml:space="preserve"> ; </w:t>
      </w:r>
      <w:r w:rsidRPr="00115F49">
        <w:t>j</w:t>
      </w:r>
      <w:r w:rsidR="00766774">
        <w:t>’</w:t>
      </w:r>
      <w:r w:rsidRPr="00115F49">
        <w:t>aime beaucoup tout ça</w:t>
      </w:r>
      <w:r w:rsidR="00766774">
        <w:t xml:space="preserve">. </w:t>
      </w:r>
      <w:r w:rsidRPr="00115F49">
        <w:t>Salmis de canard</w:t>
      </w:r>
      <w:r w:rsidR="00766774">
        <w:t xml:space="preserve"> ? </w:t>
      </w:r>
      <w:r w:rsidRPr="00115F49">
        <w:t>Bien sûr</w:t>
      </w:r>
      <w:r w:rsidR="00766774">
        <w:t xml:space="preserve">. </w:t>
      </w:r>
      <w:r w:rsidRPr="00115F49">
        <w:t>Donnez-m</w:t>
      </w:r>
      <w:r w:rsidR="00766774">
        <w:t>’</w:t>
      </w:r>
      <w:r w:rsidRPr="00115F49">
        <w:t>en</w:t>
      </w:r>
      <w:r w:rsidR="00766774">
        <w:t xml:space="preserve">. </w:t>
      </w:r>
      <w:r w:rsidRPr="00115F49">
        <w:t>Cardons à la piémontaise</w:t>
      </w:r>
      <w:r w:rsidR="00766774">
        <w:t xml:space="preserve"> ? </w:t>
      </w:r>
      <w:r w:rsidRPr="00115F49">
        <w:t>J</w:t>
      </w:r>
      <w:r w:rsidR="00766774">
        <w:t>’</w:t>
      </w:r>
      <w:r w:rsidRPr="00115F49">
        <w:t>en veux</w:t>
      </w:r>
      <w:r w:rsidR="00766774">
        <w:t xml:space="preserve">. </w:t>
      </w:r>
      <w:r w:rsidRPr="00115F49">
        <w:t>Et tenir la conversation à Arnaude qui à ma gauche bat des cils</w:t>
      </w:r>
      <w:r w:rsidR="00766774">
        <w:t xml:space="preserve">, </w:t>
      </w:r>
      <w:r w:rsidRPr="00115F49">
        <w:t>c</w:t>
      </w:r>
      <w:r w:rsidR="00766774">
        <w:t>’</w:t>
      </w:r>
      <w:r w:rsidRPr="00115F49">
        <w:t xml:space="preserve">est </w:t>
      </w:r>
      <w:r w:rsidRPr="00115F49">
        <w:lastRenderedPageBreak/>
        <w:t>mon affaire</w:t>
      </w:r>
      <w:r w:rsidR="00766774">
        <w:t xml:space="preserve">. </w:t>
      </w:r>
      <w:r w:rsidRPr="00115F49">
        <w:t>Et savoir reconnaître les gentillesses rose pomme de Cadiche à ma droite</w:t>
      </w:r>
      <w:r w:rsidR="00766774">
        <w:t xml:space="preserve">, </w:t>
      </w:r>
      <w:r w:rsidRPr="00115F49">
        <w:t>soyez tranquilles</w:t>
      </w:r>
      <w:r w:rsidR="00766774">
        <w:t xml:space="preserve">, </w:t>
      </w:r>
      <w:r w:rsidRPr="00115F49">
        <w:t>vous allez voir</w:t>
      </w:r>
      <w:r w:rsidR="00766774">
        <w:t xml:space="preserve">, </w:t>
      </w:r>
      <w:r w:rsidRPr="00115F49">
        <w:t>je sais très bien</w:t>
      </w:r>
      <w:r w:rsidR="00766774">
        <w:t xml:space="preserve">. </w:t>
      </w:r>
      <w:r w:rsidRPr="00115F49">
        <w:t>Un sourire à travers la table à la vieille dame de Mens</w:t>
      </w:r>
      <w:r w:rsidR="00766774">
        <w:t xml:space="preserve"> ? </w:t>
      </w:r>
      <w:r w:rsidRPr="00115F49">
        <w:t>C</w:t>
      </w:r>
      <w:r w:rsidR="00766774">
        <w:t>’</w:t>
      </w:r>
      <w:r w:rsidRPr="00115F49">
        <w:t>est fait</w:t>
      </w:r>
      <w:r w:rsidR="00766774">
        <w:t xml:space="preserve">. </w:t>
      </w:r>
      <w:r w:rsidRPr="00115F49">
        <w:t>Et avez-vous vu</w:t>
      </w:r>
      <w:r w:rsidR="00766774">
        <w:t xml:space="preserve"> ? </w:t>
      </w:r>
      <w:r w:rsidRPr="00115F49">
        <w:t>C</w:t>
      </w:r>
      <w:r w:rsidR="00766774">
        <w:t>’</w:t>
      </w:r>
      <w:r w:rsidRPr="00115F49">
        <w:t>est très bien fait</w:t>
      </w:r>
      <w:r w:rsidR="00766774">
        <w:t xml:space="preserve">. </w:t>
      </w:r>
      <w:r w:rsidRPr="00115F49">
        <w:t>Elle en palpite dans le jais de son hausse-col</w:t>
      </w:r>
      <w:r w:rsidR="00766774">
        <w:t xml:space="preserve">. </w:t>
      </w:r>
      <w:r w:rsidRPr="00115F49">
        <w:t>Ah</w:t>
      </w:r>
      <w:r w:rsidR="00766774">
        <w:t xml:space="preserve"> ! </w:t>
      </w:r>
      <w:r w:rsidRPr="00115F49">
        <w:t>Le procureur</w:t>
      </w:r>
      <w:r w:rsidR="00766774">
        <w:t xml:space="preserve">, </w:t>
      </w:r>
      <w:r w:rsidRPr="00115F49">
        <w:t>je ne l</w:t>
      </w:r>
      <w:r w:rsidR="00766774">
        <w:t>’</w:t>
      </w:r>
      <w:r w:rsidRPr="00115F49">
        <w:t>oublie pas</w:t>
      </w:r>
      <w:r w:rsidR="00766774">
        <w:t xml:space="preserve">, </w:t>
      </w:r>
      <w:r w:rsidRPr="00115F49">
        <w:t>soyez sans crainte</w:t>
      </w:r>
      <w:r w:rsidR="00766774">
        <w:t xml:space="preserve">, </w:t>
      </w:r>
      <w:r w:rsidRPr="00115F49">
        <w:t>je n</w:t>
      </w:r>
      <w:r w:rsidR="00766774">
        <w:t>’</w:t>
      </w:r>
      <w:r w:rsidRPr="00115F49">
        <w:t>oublie personne</w:t>
      </w:r>
      <w:r w:rsidR="00766774">
        <w:t xml:space="preserve">. </w:t>
      </w:r>
      <w:r w:rsidRPr="00115F49">
        <w:t>Vous n</w:t>
      </w:r>
      <w:r w:rsidR="00766774">
        <w:t>’</w:t>
      </w:r>
      <w:r w:rsidRPr="00115F49">
        <w:t>imaginez pas la mémoire qu</w:t>
      </w:r>
      <w:r w:rsidR="00766774">
        <w:t>’</w:t>
      </w:r>
      <w:r w:rsidRPr="00115F49">
        <w:t>il faut avoir pour arriver à vivre dans les étendues désertes et glacées</w:t>
      </w:r>
      <w:r w:rsidR="00766774">
        <w:t xml:space="preserve">. </w:t>
      </w:r>
      <w:r w:rsidRPr="00115F49">
        <w:t>Regardez</w:t>
      </w:r>
      <w:r w:rsidR="00766774">
        <w:t xml:space="preserve"> : </w:t>
      </w:r>
      <w:r w:rsidRPr="00115F49">
        <w:t>le procureur</w:t>
      </w:r>
      <w:r w:rsidR="00766774">
        <w:t xml:space="preserve">, </w:t>
      </w:r>
      <w:r w:rsidRPr="00115F49">
        <w:t>le</w:t>
      </w:r>
      <w:r w:rsidRPr="00115F49">
        <w:rPr>
          <w:i/>
          <w:iCs/>
        </w:rPr>
        <w:t xml:space="preserve"> profond connaisseur des choses humaines</w:t>
      </w:r>
      <w:r w:rsidR="00766774">
        <w:rPr>
          <w:i/>
          <w:iCs/>
        </w:rPr>
        <w:t xml:space="preserve">, </w:t>
      </w:r>
      <w:r w:rsidRPr="00115F49">
        <w:t>est aux anges</w:t>
      </w:r>
      <w:r w:rsidR="00766774">
        <w:t xml:space="preserve">. </w:t>
      </w:r>
      <w:r w:rsidRPr="00115F49">
        <w:t>Pourquoi</w:t>
      </w:r>
      <w:r w:rsidR="00766774">
        <w:t xml:space="preserve"> ? </w:t>
      </w:r>
      <w:r w:rsidRPr="00115F49">
        <w:t>Mystère</w:t>
      </w:r>
      <w:r w:rsidR="00766774">
        <w:t xml:space="preserve"> ? </w:t>
      </w:r>
      <w:r w:rsidRPr="00115F49">
        <w:t>C</w:t>
      </w:r>
      <w:r w:rsidR="00766774">
        <w:t>’</w:t>
      </w:r>
      <w:r w:rsidRPr="00115F49">
        <w:t>est bien simple</w:t>
      </w:r>
      <w:r w:rsidR="00766774">
        <w:t xml:space="preserve"> : </w:t>
      </w:r>
      <w:r w:rsidRPr="00115F49">
        <w:t>un geste qui lui a rappelé de vieux gestes dont il ne se souvenait plus</w:t>
      </w:r>
      <w:r w:rsidR="00766774">
        <w:t xml:space="preserve">, </w:t>
      </w:r>
      <w:r w:rsidRPr="00115F49">
        <w:t>que nous avons faits ensemble dans le temps</w:t>
      </w:r>
      <w:r w:rsidR="00766774">
        <w:t xml:space="preserve">, </w:t>
      </w:r>
      <w:r w:rsidRPr="00115F49">
        <w:t>quand nous étions jeunes</w:t>
      </w:r>
      <w:r w:rsidR="00766774">
        <w:t xml:space="preserve">. </w:t>
      </w:r>
      <w:r w:rsidRPr="00115F49">
        <w:t>Et dont je me souviens</w:t>
      </w:r>
      <w:r w:rsidR="00766774">
        <w:t>. M. </w:t>
      </w:r>
      <w:r w:rsidRPr="00115F49">
        <w:t>Tim</w:t>
      </w:r>
      <w:r w:rsidR="00766774">
        <w:t> ? M. </w:t>
      </w:r>
      <w:r w:rsidRPr="00115F49">
        <w:t>Tim m</w:t>
      </w:r>
      <w:r w:rsidR="00766774">
        <w:t>’</w:t>
      </w:r>
      <w:r w:rsidRPr="00115F49">
        <w:t>aimera toute sa vie</w:t>
      </w:r>
      <w:r w:rsidR="00766774">
        <w:t xml:space="preserve">. </w:t>
      </w:r>
      <w:r w:rsidRPr="00115F49">
        <w:t>Je viens de lui dire deux ou trois mots dont il avait envie depuis vingt ans</w:t>
      </w:r>
      <w:r w:rsidR="00766774">
        <w:t xml:space="preserve">. </w:t>
      </w:r>
      <w:r w:rsidRPr="00115F49">
        <w:t>Ne vous inquiétez pas de Mathilda</w:t>
      </w:r>
      <w:r w:rsidR="00766774">
        <w:t xml:space="preserve"> ; </w:t>
      </w:r>
      <w:r w:rsidRPr="00115F49">
        <w:t>c</w:t>
      </w:r>
      <w:r w:rsidR="00766774">
        <w:t>’</w:t>
      </w:r>
      <w:r w:rsidRPr="00115F49">
        <w:t>est fait</w:t>
      </w:r>
      <w:r w:rsidR="00766774">
        <w:t xml:space="preserve">. </w:t>
      </w:r>
      <w:r w:rsidRPr="00115F49">
        <w:t>Il suffisait de ne pas trop s</w:t>
      </w:r>
      <w:r w:rsidR="00766774">
        <w:t>’</w:t>
      </w:r>
      <w:r w:rsidRPr="00115F49">
        <w:t>éloigner d</w:t>
      </w:r>
      <w:r w:rsidR="00766774">
        <w:t>’</w:t>
      </w:r>
      <w:r w:rsidRPr="00115F49">
        <w:t>elle en lui donnant le bras et de faire qu</w:t>
      </w:r>
      <w:r w:rsidR="00766774">
        <w:t>’</w:t>
      </w:r>
      <w:r w:rsidRPr="00115F49">
        <w:t>au moins une fois en marchant nos jambes se touchent</w:t>
      </w:r>
      <w:r w:rsidR="00766774">
        <w:t xml:space="preserve">, </w:t>
      </w:r>
      <w:r w:rsidRPr="00115F49">
        <w:t>comme par hasard</w:t>
      </w:r>
      <w:r w:rsidR="00766774">
        <w:t xml:space="preserve">, </w:t>
      </w:r>
      <w:r w:rsidRPr="00115F49">
        <w:t>mais</w:t>
      </w:r>
      <w:r w:rsidR="00766774">
        <w:t xml:space="preserve">, </w:t>
      </w:r>
      <w:r w:rsidRPr="00115F49">
        <w:t>de la hanche au talon</w:t>
      </w:r>
      <w:r w:rsidR="00766774">
        <w:t xml:space="preserve">. </w:t>
      </w:r>
      <w:r w:rsidRPr="00115F49">
        <w:t>C</w:t>
      </w:r>
      <w:r w:rsidR="00766774">
        <w:t>’</w:t>
      </w:r>
      <w:r w:rsidRPr="00115F49">
        <w:t>est fait</w:t>
      </w:r>
      <w:r w:rsidR="00766774">
        <w:t xml:space="preserve">. </w:t>
      </w:r>
      <w:r w:rsidRPr="00115F49">
        <w:t>N</w:t>
      </w:r>
      <w:r w:rsidR="00766774">
        <w:t>’</w:t>
      </w:r>
      <w:r w:rsidRPr="00115F49">
        <w:t>oubliez pas que c</w:t>
      </w:r>
      <w:r w:rsidR="00766774">
        <w:t>’</w:t>
      </w:r>
      <w:r w:rsidRPr="00115F49">
        <w:t>est moi qui l</w:t>
      </w:r>
      <w:r w:rsidR="00766774">
        <w:t>’</w:t>
      </w:r>
      <w:r w:rsidRPr="00115F49">
        <w:t>ai conduite à table</w:t>
      </w:r>
      <w:r w:rsidR="00766774">
        <w:t xml:space="preserve">. </w:t>
      </w:r>
      <w:r w:rsidRPr="00115F49">
        <w:t>Croyez-vous que je pouvais courir le risque de négliger Mathilda</w:t>
      </w:r>
      <w:r w:rsidR="00766774">
        <w:t xml:space="preserve"> ? </w:t>
      </w:r>
      <w:r w:rsidRPr="00115F49">
        <w:t>Le désert est un pays de diplomates</w:t>
      </w:r>
      <w:r w:rsidR="00766774">
        <w:t xml:space="preserve">. </w:t>
      </w:r>
      <w:r w:rsidRPr="00115F49">
        <w:t>Je ne peux courir aucun risque</w:t>
      </w:r>
      <w:r w:rsidR="00766774">
        <w:t xml:space="preserve">, </w:t>
      </w:r>
      <w:r w:rsidRPr="00115F49">
        <w:t>même pas celui de vous dire où je vais et où je vous mène</w:t>
      </w:r>
      <w:r w:rsidR="00766774">
        <w:t>, M</w:t>
      </w:r>
      <w:r w:rsidR="00766774" w:rsidRPr="00766774">
        <w:rPr>
          <w:vertAlign w:val="superscript"/>
        </w:rPr>
        <w:t>me</w:t>
      </w:r>
      <w:r w:rsidR="00766774">
        <w:t> </w:t>
      </w:r>
      <w:r w:rsidRPr="00115F49">
        <w:t>Tim</w:t>
      </w:r>
      <w:r w:rsidR="00766774">
        <w:t xml:space="preserve">, </w:t>
      </w:r>
      <w:r w:rsidRPr="00115F49">
        <w:t>ma bonne amie</w:t>
      </w:r>
      <w:r w:rsidR="00766774">
        <w:t xml:space="preserve">, </w:t>
      </w:r>
      <w:r w:rsidRPr="00115F49">
        <w:t>et de vous dire</w:t>
      </w:r>
      <w:r w:rsidR="00766774">
        <w:t xml:space="preserve">, </w:t>
      </w:r>
      <w:r w:rsidRPr="00115F49">
        <w:t>par exemple</w:t>
      </w:r>
      <w:r w:rsidR="00766774">
        <w:t xml:space="preserve">, </w:t>
      </w:r>
      <w:r w:rsidRPr="00115F49">
        <w:t>que ce n</w:t>
      </w:r>
      <w:r w:rsidR="00766774">
        <w:t>’</w:t>
      </w:r>
      <w:r w:rsidRPr="00115F49">
        <w:t>est pas du tout vous qui me forcez amicalement et maternellement à prendre ce buisson par le côté droit ou à laisser mes traces dans la neige molle</w:t>
      </w:r>
      <w:r w:rsidR="00766774">
        <w:t xml:space="preserve"> ; </w:t>
      </w:r>
      <w:r w:rsidRPr="00115F49">
        <w:t>que ce n</w:t>
      </w:r>
      <w:r w:rsidR="00766774">
        <w:t>’</w:t>
      </w:r>
      <w:r w:rsidRPr="00115F49">
        <w:t>est pas du tout vous qui faites souffler vos joueurs de cor de chasse</w:t>
      </w:r>
      <w:r w:rsidR="00766774">
        <w:t xml:space="preserve">, </w:t>
      </w:r>
      <w:r w:rsidRPr="00115F49">
        <w:t>mais que c</w:t>
      </w:r>
      <w:r w:rsidR="00766774">
        <w:t>’</w:t>
      </w:r>
      <w:r w:rsidRPr="00115F49">
        <w:t>est moi qui tire du fond de vos joueurs de cor de chasse le souffle qui traverse l</w:t>
      </w:r>
      <w:r w:rsidR="00766774">
        <w:t>’</w:t>
      </w:r>
      <w:r w:rsidRPr="00115F49">
        <w:t>instrument et beugle</w:t>
      </w:r>
      <w:r w:rsidRPr="00115F49">
        <w:rPr>
          <w:i/>
          <w:iCs/>
        </w:rPr>
        <w:t xml:space="preserve"> vos</w:t>
      </w:r>
      <w:r w:rsidRPr="00115F49">
        <w:t xml:space="preserve"> ordres au-dessus des forêts</w:t>
      </w:r>
      <w:r w:rsidR="00766774">
        <w:t xml:space="preserve">. </w:t>
      </w:r>
      <w:r w:rsidRPr="00115F49">
        <w:t>Je ne vais certes pas vous le dire</w:t>
      </w:r>
      <w:r w:rsidR="00766774">
        <w:t xml:space="preserve"> ; </w:t>
      </w:r>
      <w:r w:rsidRPr="00115F49">
        <w:t>ayant l</w:t>
      </w:r>
      <w:r w:rsidR="00766774">
        <w:t>’</w:t>
      </w:r>
      <w:r w:rsidRPr="00115F49">
        <w:t>intention d</w:t>
      </w:r>
      <w:r w:rsidR="00766774">
        <w:t>’</w:t>
      </w:r>
      <w:r w:rsidRPr="00115F49">
        <w:t>être ce que je suis</w:t>
      </w:r>
      <w:r w:rsidR="00766774">
        <w:t xml:space="preserve"> : </w:t>
      </w:r>
      <w:r w:rsidRPr="00115F49">
        <w:t>éveiller vos susceptibilités féminines et surtout détruire d</w:t>
      </w:r>
      <w:r w:rsidR="00766774">
        <w:t>’</w:t>
      </w:r>
      <w:r w:rsidRPr="00115F49">
        <w:t xml:space="preserve">un seul </w:t>
      </w:r>
      <w:r w:rsidRPr="00115F49">
        <w:lastRenderedPageBreak/>
        <w:t>coup votre façon millénaire d</w:t>
      </w:r>
      <w:r w:rsidR="00766774">
        <w:t>’</w:t>
      </w:r>
      <w:r w:rsidRPr="00115F49">
        <w:t>envisager les choses serait la pire des imprudences</w:t>
      </w:r>
      <w:r w:rsidR="00766774">
        <w:t xml:space="preserve">. </w:t>
      </w:r>
      <w:r w:rsidRPr="00115F49">
        <w:t>C</w:t>
      </w:r>
      <w:r w:rsidR="00766774">
        <w:t>’</w:t>
      </w:r>
      <w:r w:rsidRPr="00115F49">
        <w:t>est pourquoi</w:t>
      </w:r>
      <w:r w:rsidR="00766774">
        <w:t xml:space="preserve">, </w:t>
      </w:r>
      <w:r w:rsidRPr="00115F49">
        <w:t>à pattes pelues</w:t>
      </w:r>
      <w:r w:rsidR="00766774">
        <w:t xml:space="preserve">, </w:t>
      </w:r>
      <w:r w:rsidRPr="00115F49">
        <w:t>avec les belles ondulations de reins qui rampent et les sauts dans lesquels je me déclenche comme un long oiseau gris</w:t>
      </w:r>
      <w:r w:rsidR="00766774">
        <w:t xml:space="preserve">, </w:t>
      </w:r>
      <w:r w:rsidRPr="00115F49">
        <w:t>je vous souris</w:t>
      </w:r>
      <w:r w:rsidR="00766774">
        <w:t>, M</w:t>
      </w:r>
      <w:r w:rsidR="00766774" w:rsidRPr="00766774">
        <w:rPr>
          <w:vertAlign w:val="superscript"/>
        </w:rPr>
        <w:t>me</w:t>
      </w:r>
      <w:r w:rsidR="00766774">
        <w:t> </w:t>
      </w:r>
      <w:r w:rsidRPr="00115F49">
        <w:t>Tim</w:t>
      </w:r>
      <w:r w:rsidR="00766774">
        <w:t xml:space="preserve">, </w:t>
      </w:r>
      <w:r w:rsidRPr="00115F49">
        <w:t>d</w:t>
      </w:r>
      <w:r w:rsidR="00766774">
        <w:t>’</w:t>
      </w:r>
      <w:r w:rsidRPr="00115F49">
        <w:t>un sourire où sont peints tous les charmes de cette belle journée</w:t>
      </w:r>
      <w:r w:rsidR="00766774">
        <w:t xml:space="preserve">, </w:t>
      </w:r>
      <w:r w:rsidRPr="00115F49">
        <w:t>depuis les lointaines montagnes de perles sur tapis de blés roses jusqu</w:t>
      </w:r>
      <w:r w:rsidR="00766774">
        <w:t>’</w:t>
      </w:r>
      <w:r w:rsidRPr="00115F49">
        <w:t>à ces faux espaces libres en lin gris que vous avez eu l</w:t>
      </w:r>
      <w:r w:rsidR="00766774">
        <w:t>’</w:t>
      </w:r>
      <w:r w:rsidRPr="00115F49">
        <w:t>intelligence de faire serpenter autour de la chambre où l</w:t>
      </w:r>
      <w:r w:rsidR="00766774">
        <w:t>’</w:t>
      </w:r>
      <w:r w:rsidRPr="00115F49">
        <w:t>on a déposé mon petit bagage de loup</w:t>
      </w:r>
      <w:r w:rsidR="00766774">
        <w:t xml:space="preserve">. </w:t>
      </w:r>
      <w:r w:rsidRPr="00115F49">
        <w:t>Et je ne peux même pas me permettre de t</w:t>
      </w:r>
      <w:r w:rsidR="00766774">
        <w:t>’</w:t>
      </w:r>
      <w:r w:rsidRPr="00115F49">
        <w:t>associer</w:t>
      </w:r>
      <w:r w:rsidR="00766774">
        <w:t xml:space="preserve">, </w:t>
      </w:r>
      <w:r w:rsidRPr="00115F49">
        <w:t>maline</w:t>
      </w:r>
      <w:r w:rsidR="00766774">
        <w:t xml:space="preserve">, </w:t>
      </w:r>
      <w:r w:rsidRPr="00115F49">
        <w:t>ma vieille Saucisse</w:t>
      </w:r>
      <w:r w:rsidR="00766774">
        <w:t> !</w:t>
      </w:r>
    </w:p>
    <w:p w14:paraId="75DC7A8A" w14:textId="77777777" w:rsidR="00766774" w:rsidRDefault="00115F49" w:rsidP="00115F49">
      <w:r w:rsidRPr="00115F49">
        <w:t>Si je le regardais un peu trop</w:t>
      </w:r>
      <w:r w:rsidR="00766774">
        <w:t xml:space="preserve">, </w:t>
      </w:r>
      <w:r w:rsidRPr="00115F49">
        <w:t>il détournait le regard</w:t>
      </w:r>
      <w:r w:rsidR="00766774">
        <w:t xml:space="preserve">, </w:t>
      </w:r>
      <w:r w:rsidRPr="00115F49">
        <w:t>après avoir fort gentiment fait un petit clin d</w:t>
      </w:r>
      <w:r w:rsidR="00766774">
        <w:t>’</w:t>
      </w:r>
      <w:r w:rsidRPr="00115F49">
        <w:t>œil de mon côté</w:t>
      </w:r>
      <w:r w:rsidR="00766774">
        <w:t>.</w:t>
      </w:r>
    </w:p>
    <w:p w14:paraId="2655E969" w14:textId="77777777" w:rsidR="00766774" w:rsidRDefault="00115F49" w:rsidP="00115F49">
      <w:r w:rsidRPr="00115F49">
        <w:t>Le troisième jour</w:t>
      </w:r>
      <w:r w:rsidR="00766774">
        <w:t xml:space="preserve">, </w:t>
      </w:r>
      <w:r w:rsidRPr="00115F49">
        <w:t>pendant qu</w:t>
      </w:r>
      <w:r w:rsidR="00766774">
        <w:t>’</w:t>
      </w:r>
      <w:r w:rsidRPr="00115F49">
        <w:t>on attelait les voitures</w:t>
      </w:r>
      <w:r w:rsidR="00766774">
        <w:t xml:space="preserve">, </w:t>
      </w:r>
      <w:r w:rsidRPr="00115F49">
        <w:t>nous nous rencontrâmes</w:t>
      </w:r>
      <w:r w:rsidR="00766774">
        <w:t>, M</w:t>
      </w:r>
      <w:r w:rsidR="00766774" w:rsidRPr="00766774">
        <w:rPr>
          <w:vertAlign w:val="superscript"/>
        </w:rPr>
        <w:t>me</w:t>
      </w:r>
      <w:r w:rsidR="00766774">
        <w:t> </w:t>
      </w:r>
      <w:r w:rsidRPr="00115F49">
        <w:t>Tim</w:t>
      </w:r>
      <w:r w:rsidR="00766774">
        <w:t xml:space="preserve">, </w:t>
      </w:r>
      <w:r w:rsidRPr="00115F49">
        <w:t>le procureur et moi</w:t>
      </w:r>
      <w:r w:rsidR="00766774">
        <w:t xml:space="preserve">, </w:t>
      </w:r>
      <w:r w:rsidRPr="00115F49">
        <w:t>à l</w:t>
      </w:r>
      <w:r w:rsidR="00766774">
        <w:t>’</w:t>
      </w:r>
      <w:r w:rsidRPr="00115F49">
        <w:t>angle de la terrasse d</w:t>
      </w:r>
      <w:r w:rsidR="00766774">
        <w:t>’</w:t>
      </w:r>
      <w:r w:rsidRPr="00115F49">
        <w:t>honneur</w:t>
      </w:r>
      <w:r w:rsidR="00766774">
        <w:t xml:space="preserve">, </w:t>
      </w:r>
      <w:r w:rsidRPr="00115F49">
        <w:t>près du petit oranger en caisse qu</w:t>
      </w:r>
      <w:r w:rsidR="00766774">
        <w:t>’</w:t>
      </w:r>
      <w:r w:rsidRPr="00115F49">
        <w:t>il allait falloir rentrer dare-dare dans la serre</w:t>
      </w:r>
      <w:r w:rsidR="00766774">
        <w:t xml:space="preserve"> ; </w:t>
      </w:r>
      <w:r w:rsidRPr="00115F49">
        <w:t>près du petit oranger et devant les grands horizons</w:t>
      </w:r>
      <w:r w:rsidR="00766774">
        <w:t xml:space="preserve"> (</w:t>
      </w:r>
      <w:r w:rsidRPr="00115F49">
        <w:t>qu</w:t>
      </w:r>
      <w:r w:rsidR="00766774">
        <w:t>’</w:t>
      </w:r>
      <w:r w:rsidRPr="00115F49">
        <w:t>il aurait fallu replier dare-dare comme un paravent qui bouche l</w:t>
      </w:r>
      <w:r w:rsidR="00766774">
        <w:t>’</w:t>
      </w:r>
      <w:r w:rsidRPr="00115F49">
        <w:t>air</w:t>
      </w:r>
      <w:r w:rsidR="00766774">
        <w:t xml:space="preserve">). </w:t>
      </w:r>
      <w:r w:rsidRPr="00115F49">
        <w:t>Et le silence entre nous trois dura jusqu</w:t>
      </w:r>
      <w:r w:rsidR="00766774">
        <w:t>’</w:t>
      </w:r>
      <w:r w:rsidRPr="00115F49">
        <w:t>au moment où</w:t>
      </w:r>
      <w:r w:rsidR="00766774">
        <w:t xml:space="preserve">, </w:t>
      </w:r>
      <w:r w:rsidRPr="00115F49">
        <w:t>puisque personne n</w:t>
      </w:r>
      <w:r w:rsidR="00766774">
        <w:t>’</w:t>
      </w:r>
      <w:r w:rsidRPr="00115F49">
        <w:t>osait le faire</w:t>
      </w:r>
      <w:r w:rsidR="00766774">
        <w:t xml:space="preserve">, </w:t>
      </w:r>
      <w:r w:rsidRPr="00115F49">
        <w:t>je dis</w:t>
      </w:r>
      <w:r w:rsidR="00766774">
        <w:t> : « </w:t>
      </w:r>
      <w:r w:rsidRPr="00115F49">
        <w:t>Il n</w:t>
      </w:r>
      <w:r w:rsidR="00766774">
        <w:t>’</w:t>
      </w:r>
      <w:r w:rsidRPr="00115F49">
        <w:t>y a plus qu</w:t>
      </w:r>
      <w:r w:rsidR="00766774">
        <w:t>’</w:t>
      </w:r>
      <w:r w:rsidRPr="00115F49">
        <w:t>à revenir prendre nos places dans le quadrille</w:t>
      </w:r>
      <w:r w:rsidR="00766774">
        <w:t>. »</w:t>
      </w:r>
      <w:r w:rsidRPr="00115F49">
        <w:t xml:space="preserve"> Et je descendis vers la calèche qui m</w:t>
      </w:r>
      <w:r w:rsidR="00766774">
        <w:t>’</w:t>
      </w:r>
      <w:r w:rsidRPr="00115F49">
        <w:t>était destinée</w:t>
      </w:r>
      <w:r w:rsidR="00766774">
        <w:t>.</w:t>
      </w:r>
    </w:p>
    <w:p w14:paraId="48E81C90" w14:textId="77777777" w:rsidR="00766774" w:rsidRDefault="00115F49" w:rsidP="0091036B">
      <w:pPr>
        <w:pStyle w:val="NormalEspAvtGrand"/>
      </w:pPr>
      <w:r w:rsidRPr="00115F49">
        <w:t>C</w:t>
      </w:r>
      <w:r w:rsidR="00766774">
        <w:t>’</w:t>
      </w:r>
      <w:r w:rsidRPr="00115F49">
        <w:t>est deux mois après</w:t>
      </w:r>
      <w:r w:rsidR="00766774">
        <w:t xml:space="preserve">, </w:t>
      </w:r>
      <w:r w:rsidRPr="00115F49">
        <w:t>à l</w:t>
      </w:r>
      <w:r w:rsidR="00766774">
        <w:t>’</w:t>
      </w:r>
      <w:r w:rsidRPr="00115F49">
        <w:t>automne</w:t>
      </w:r>
      <w:r w:rsidR="00766774">
        <w:t xml:space="preserve">, </w:t>
      </w:r>
      <w:r w:rsidRPr="00115F49">
        <w:t>qu</w:t>
      </w:r>
      <w:r w:rsidR="00766774">
        <w:t>’</w:t>
      </w:r>
      <w:r w:rsidRPr="00115F49">
        <w:t>il commença à faire construire le</w:t>
      </w:r>
      <w:r w:rsidRPr="00115F49">
        <w:rPr>
          <w:i/>
          <w:iCs/>
        </w:rPr>
        <w:t xml:space="preserve"> Bongalove</w:t>
      </w:r>
      <w:r w:rsidR="00766774">
        <w:rPr>
          <w:i/>
          <w:iCs/>
        </w:rPr>
        <w:t xml:space="preserve">. </w:t>
      </w:r>
      <w:r w:rsidRPr="00115F49">
        <w:t>Quand il était au chantier j</w:t>
      </w:r>
      <w:r w:rsidR="00766774">
        <w:t>’</w:t>
      </w:r>
      <w:r w:rsidRPr="00115F49">
        <w:t>allais le voir</w:t>
      </w:r>
      <w:r w:rsidR="00766774">
        <w:t xml:space="preserve">. </w:t>
      </w:r>
      <w:r w:rsidRPr="00115F49">
        <w:t>Je ne disais ni c</w:t>
      </w:r>
      <w:r w:rsidR="00766774">
        <w:t>’</w:t>
      </w:r>
      <w:r w:rsidRPr="00115F49">
        <w:t>est grand</w:t>
      </w:r>
      <w:r w:rsidR="00766774">
        <w:t xml:space="preserve">, </w:t>
      </w:r>
      <w:r w:rsidRPr="00115F49">
        <w:t>ni pourquoi mets-tu des fenêtres là</w:t>
      </w:r>
      <w:r w:rsidR="00766774">
        <w:t xml:space="preserve">, </w:t>
      </w:r>
      <w:r w:rsidRPr="00115F49">
        <w:t>ni pourquoi as-tu mis en train cette his</w:t>
      </w:r>
      <w:r w:rsidRPr="00115F49">
        <w:lastRenderedPageBreak/>
        <w:t>toire à l</w:t>
      </w:r>
      <w:r w:rsidR="00766774">
        <w:t>’</w:t>
      </w:r>
      <w:r w:rsidRPr="00115F49">
        <w:t>entrée de l</w:t>
      </w:r>
      <w:r w:rsidR="00766774">
        <w:t>’</w:t>
      </w:r>
      <w:r w:rsidRPr="00115F49">
        <w:t>hiver</w:t>
      </w:r>
      <w:r w:rsidR="00766774">
        <w:t xml:space="preserve"> ? </w:t>
      </w:r>
      <w:r w:rsidRPr="00115F49">
        <w:t>Rien</w:t>
      </w:r>
      <w:r w:rsidR="00766774">
        <w:t xml:space="preserve">. </w:t>
      </w:r>
      <w:r w:rsidRPr="00115F49">
        <w:t>Un mot ne semblait qu</w:t>
      </w:r>
      <w:r w:rsidR="00766774">
        <w:t>’</w:t>
      </w:r>
      <w:r w:rsidRPr="00115F49">
        <w:t>un mot au premier abord</w:t>
      </w:r>
      <w:r w:rsidR="00766774">
        <w:t xml:space="preserve">, </w:t>
      </w:r>
      <w:r w:rsidRPr="00115F49">
        <w:t>mais je me méfiais beaucoup des mots</w:t>
      </w:r>
      <w:r w:rsidR="00766774">
        <w:t>.</w:t>
      </w:r>
    </w:p>
    <w:p w14:paraId="0B9C9BBB" w14:textId="75951C54" w:rsidR="00766774" w:rsidRDefault="00115F49" w:rsidP="00115F49">
      <w:r w:rsidRPr="00115F49">
        <w:t>Je ne l</w:t>
      </w:r>
      <w:r w:rsidR="00766774">
        <w:t>’</w:t>
      </w:r>
      <w:r w:rsidRPr="00115F49">
        <w:t>interrogeai qu</w:t>
      </w:r>
      <w:r w:rsidR="00766774">
        <w:t>’</w:t>
      </w:r>
      <w:r w:rsidRPr="00115F49">
        <w:t>une fois</w:t>
      </w:r>
      <w:r w:rsidR="0017501F">
        <w:t>,</w:t>
      </w:r>
      <w:r w:rsidRPr="00115F49">
        <w:t xml:space="preserve"> quand je le vis faire déblayer cet endroit où nous sommes ici</w:t>
      </w:r>
      <w:r w:rsidR="00766774">
        <w:t xml:space="preserve">. </w:t>
      </w:r>
      <w:r w:rsidRPr="00115F49">
        <w:t>Je lui dis</w:t>
      </w:r>
      <w:r w:rsidR="00766774">
        <w:t> :</w:t>
      </w:r>
    </w:p>
    <w:p w14:paraId="120EF921" w14:textId="77777777" w:rsidR="00766774" w:rsidRDefault="00766774" w:rsidP="00115F49">
      <w:r>
        <w:t>— </w:t>
      </w:r>
      <w:r w:rsidR="00115F49" w:rsidRPr="00115F49">
        <w:t>Qu</w:t>
      </w:r>
      <w:r>
        <w:t>’</w:t>
      </w:r>
      <w:r w:rsidR="00115F49" w:rsidRPr="00115F49">
        <w:t>est-ce que tu vas faire là</w:t>
      </w:r>
      <w:r>
        <w:t xml:space="preserve">, </w:t>
      </w:r>
      <w:r w:rsidR="00115F49" w:rsidRPr="00115F49">
        <w:t>où il y a cette belle vue</w:t>
      </w:r>
      <w:r>
        <w:t> ?</w:t>
      </w:r>
    </w:p>
    <w:p w14:paraId="63781032" w14:textId="77777777" w:rsidR="00766774" w:rsidRDefault="00766774" w:rsidP="00115F49">
      <w:r>
        <w:t>— </w:t>
      </w:r>
      <w:r w:rsidR="00115F49" w:rsidRPr="00115F49">
        <w:t>Un labyrinthe</w:t>
      </w:r>
      <w:r>
        <w:t xml:space="preserve">, </w:t>
      </w:r>
      <w:r w:rsidR="00115F49" w:rsidRPr="00115F49">
        <w:t>me dit-il</w:t>
      </w:r>
      <w:r>
        <w:t>.</w:t>
      </w:r>
    </w:p>
    <w:p w14:paraId="10124AA0" w14:textId="77777777" w:rsidR="00766774" w:rsidRDefault="00766774" w:rsidP="00115F49">
      <w:r>
        <w:t>— </w:t>
      </w:r>
      <w:r w:rsidR="00115F49" w:rsidRPr="00115F49">
        <w:t>Un labyrinthe</w:t>
      </w:r>
      <w:r>
        <w:t> ? (</w:t>
      </w:r>
      <w:r w:rsidR="00115F49" w:rsidRPr="00115F49">
        <w:t>Sur le moment</w:t>
      </w:r>
      <w:r>
        <w:t xml:space="preserve">, </w:t>
      </w:r>
      <w:r w:rsidR="00115F49" w:rsidRPr="00115F49">
        <w:t>je pensais à autre chose</w:t>
      </w:r>
      <w:r>
        <w:t>.)</w:t>
      </w:r>
    </w:p>
    <w:p w14:paraId="28C5844A" w14:textId="77777777" w:rsidR="00766774" w:rsidRDefault="00766774" w:rsidP="00115F49">
      <w:r>
        <w:t>— </w:t>
      </w:r>
      <w:r w:rsidR="00115F49" w:rsidRPr="00115F49">
        <w:t>Oui</w:t>
      </w:r>
      <w:r>
        <w:t xml:space="preserve">, </w:t>
      </w:r>
      <w:r w:rsidR="00115F49" w:rsidRPr="00115F49">
        <w:t>un labyrinthe en buis</w:t>
      </w:r>
      <w:r>
        <w:t xml:space="preserve">, </w:t>
      </w:r>
      <w:r w:rsidR="00115F49" w:rsidRPr="00115F49">
        <w:t>comme à Saint-Baudille</w:t>
      </w:r>
      <w:r>
        <w:t>.</w:t>
      </w:r>
    </w:p>
    <w:p w14:paraId="3C70CC25" w14:textId="77777777" w:rsidR="00766774" w:rsidRDefault="00115F49" w:rsidP="00115F49">
      <w:r w:rsidRPr="00115F49">
        <w:t>Oui</w:t>
      </w:r>
      <w:r w:rsidR="00766774">
        <w:t xml:space="preserve">, </w:t>
      </w:r>
      <w:r w:rsidRPr="00115F49">
        <w:t>je comprenais maintenant</w:t>
      </w:r>
      <w:r w:rsidR="00766774">
        <w:t xml:space="preserve"> : </w:t>
      </w:r>
      <w:r w:rsidRPr="00115F49">
        <w:t>ces petits chemins enchevêtrés dans de grands buis</w:t>
      </w:r>
      <w:r w:rsidR="00766774">
        <w:t xml:space="preserve">, </w:t>
      </w:r>
      <w:r w:rsidRPr="00115F49">
        <w:t>je n</w:t>
      </w:r>
      <w:r w:rsidR="00766774">
        <w:t>’</w:t>
      </w:r>
      <w:r w:rsidRPr="00115F49">
        <w:t>aime pas beaucoup</w:t>
      </w:r>
      <w:r w:rsidR="00766774">
        <w:t xml:space="preserve">. </w:t>
      </w:r>
      <w:r w:rsidRPr="00115F49">
        <w:t>Je lui dis</w:t>
      </w:r>
      <w:r w:rsidR="00766774">
        <w:t> :</w:t>
      </w:r>
    </w:p>
    <w:p w14:paraId="4E54894C" w14:textId="77777777" w:rsidR="00766774" w:rsidRDefault="00766774" w:rsidP="00115F49">
      <w:r>
        <w:t>— </w:t>
      </w:r>
      <w:r w:rsidR="00115F49" w:rsidRPr="00115F49">
        <w:t>Et qu</w:t>
      </w:r>
      <w:r>
        <w:t>’</w:t>
      </w:r>
      <w:r w:rsidR="00115F49" w:rsidRPr="00115F49">
        <w:t>est-ce que tu vas foutre d</w:t>
      </w:r>
      <w:r>
        <w:t>’</w:t>
      </w:r>
      <w:r w:rsidR="00115F49" w:rsidRPr="00115F49">
        <w:t>un labyrinthe</w:t>
      </w:r>
      <w:r>
        <w:t> ?</w:t>
      </w:r>
    </w:p>
    <w:p w14:paraId="1C240AFE" w14:textId="77777777" w:rsidR="00766774" w:rsidRDefault="00766774" w:rsidP="00115F49">
      <w:r>
        <w:t>— </w:t>
      </w:r>
      <w:r w:rsidR="00115F49" w:rsidRPr="00115F49">
        <w:t>Eh bien</w:t>
      </w:r>
      <w:r>
        <w:t xml:space="preserve">, </w:t>
      </w:r>
      <w:r w:rsidR="00115F49" w:rsidRPr="00115F49">
        <w:t>qu</w:t>
      </w:r>
      <w:r>
        <w:t>’</w:t>
      </w:r>
      <w:r w:rsidR="00115F49" w:rsidRPr="00115F49">
        <w:t>est-ce qu</w:t>
      </w:r>
      <w:r>
        <w:t>’</w:t>
      </w:r>
      <w:r w:rsidR="00115F49" w:rsidRPr="00115F49">
        <w:t>on fait d</w:t>
      </w:r>
      <w:r>
        <w:t>’</w:t>
      </w:r>
      <w:r w:rsidR="00115F49" w:rsidRPr="00115F49">
        <w:t>un labyrinthe d</w:t>
      </w:r>
      <w:r>
        <w:t>’</w:t>
      </w:r>
      <w:r w:rsidR="00115F49" w:rsidRPr="00115F49">
        <w:t>habitude</w:t>
      </w:r>
      <w:r>
        <w:t xml:space="preserve"> ? </w:t>
      </w:r>
      <w:r w:rsidR="00115F49" w:rsidRPr="00115F49">
        <w:t>me dit-il</w:t>
      </w:r>
      <w:r>
        <w:t>.</w:t>
      </w:r>
    </w:p>
    <w:p w14:paraId="2DC678B5" w14:textId="77777777" w:rsidR="00766774" w:rsidRDefault="00766774" w:rsidP="00115F49">
      <w:r>
        <w:t>— </w:t>
      </w:r>
      <w:r w:rsidR="00115F49" w:rsidRPr="00115F49">
        <w:t>Je ne sais pas</w:t>
      </w:r>
      <w:r>
        <w:t xml:space="preserve">, </w:t>
      </w:r>
      <w:r w:rsidR="00115F49" w:rsidRPr="00115F49">
        <w:t>lui dis-je</w:t>
      </w:r>
      <w:r>
        <w:t xml:space="preserve">, </w:t>
      </w:r>
      <w:r w:rsidR="00115F49" w:rsidRPr="00115F49">
        <w:t>j</w:t>
      </w:r>
      <w:r>
        <w:t>’</w:t>
      </w:r>
      <w:r w:rsidR="00115F49" w:rsidRPr="00115F49">
        <w:t>ai pas l</w:t>
      </w:r>
      <w:r>
        <w:t>’</w:t>
      </w:r>
      <w:r w:rsidR="00115F49" w:rsidRPr="00115F49">
        <w:t>habitude de ces trucs-là</w:t>
      </w:r>
      <w:r>
        <w:t xml:space="preserve">. </w:t>
      </w:r>
      <w:r w:rsidR="00115F49" w:rsidRPr="00115F49">
        <w:t>Moi je n</w:t>
      </w:r>
      <w:r>
        <w:t>’</w:t>
      </w:r>
      <w:r w:rsidR="00115F49" w:rsidRPr="00115F49">
        <w:t>en fais rien en tout cas</w:t>
      </w:r>
      <w:r>
        <w:t>.</w:t>
      </w:r>
    </w:p>
    <w:p w14:paraId="321187B4" w14:textId="77777777" w:rsidR="00766774" w:rsidRDefault="00766774" w:rsidP="00115F49">
      <w:r>
        <w:t>— </w:t>
      </w:r>
      <w:r w:rsidR="00115F49" w:rsidRPr="00115F49">
        <w:t>Eh bien</w:t>
      </w:r>
      <w:r>
        <w:t xml:space="preserve">, </w:t>
      </w:r>
      <w:r w:rsidR="00115F49" w:rsidRPr="00115F49">
        <w:t>moi je m</w:t>
      </w:r>
      <w:r>
        <w:t>’</w:t>
      </w:r>
      <w:r w:rsidR="00115F49" w:rsidRPr="00115F49">
        <w:t>en sers pour me promener</w:t>
      </w:r>
      <w:r>
        <w:t xml:space="preserve">, </w:t>
      </w:r>
      <w:r w:rsidR="00115F49" w:rsidRPr="00115F49">
        <w:t>dit-il</w:t>
      </w:r>
      <w:r>
        <w:t>.</w:t>
      </w:r>
    </w:p>
    <w:p w14:paraId="658FD6F6" w14:textId="77777777" w:rsidR="00766774" w:rsidRDefault="00766774" w:rsidP="00115F49">
      <w:r>
        <w:t>— </w:t>
      </w:r>
      <w:r w:rsidR="00115F49" w:rsidRPr="00115F49">
        <w:t>Ah</w:t>
      </w:r>
      <w:r>
        <w:t xml:space="preserve"> ! </w:t>
      </w:r>
      <w:r w:rsidR="00115F49" w:rsidRPr="00115F49">
        <w:t>lui dis-je</w:t>
      </w:r>
      <w:r>
        <w:t xml:space="preserve">, </w:t>
      </w:r>
      <w:r w:rsidR="00115F49" w:rsidRPr="00115F49">
        <w:t>première nouvelle</w:t>
      </w:r>
      <w:r>
        <w:t xml:space="preserve">. </w:t>
      </w:r>
      <w:r w:rsidR="00115F49" w:rsidRPr="00115F49">
        <w:t>Viens donc boire un coup</w:t>
      </w:r>
      <w:r>
        <w:t xml:space="preserve">, </w:t>
      </w:r>
      <w:r w:rsidR="00115F49" w:rsidRPr="00115F49">
        <w:t>il fait chaud comme en plein été</w:t>
      </w:r>
      <w:r>
        <w:t>.</w:t>
      </w:r>
    </w:p>
    <w:p w14:paraId="5A367BA6" w14:textId="77777777" w:rsidR="00766774" w:rsidRDefault="00766774" w:rsidP="00115F49">
      <w:r>
        <w:t>— </w:t>
      </w:r>
      <w:r w:rsidR="00115F49" w:rsidRPr="00115F49">
        <w:t>Qu</w:t>
      </w:r>
      <w:r>
        <w:t>’</w:t>
      </w:r>
      <w:r w:rsidR="00115F49" w:rsidRPr="00115F49">
        <w:t>est-ce que tu me fais boire</w:t>
      </w:r>
      <w:r>
        <w:t> ?</w:t>
      </w:r>
    </w:p>
    <w:p w14:paraId="773278CD" w14:textId="77777777" w:rsidR="00766774" w:rsidRDefault="00766774" w:rsidP="00115F49">
      <w:r>
        <w:t>— </w:t>
      </w:r>
      <w:r w:rsidR="00115F49" w:rsidRPr="00115F49">
        <w:t>Du vespétro</w:t>
      </w:r>
      <w:r>
        <w:t>.</w:t>
      </w:r>
    </w:p>
    <w:p w14:paraId="66514715" w14:textId="77777777" w:rsidR="00766774" w:rsidRDefault="00766774" w:rsidP="00115F49">
      <w:r>
        <w:t>— </w:t>
      </w:r>
      <w:r w:rsidR="00115F49" w:rsidRPr="00115F49">
        <w:t>Va pour le vespétro</w:t>
      </w:r>
      <w:r>
        <w:t>.</w:t>
      </w:r>
    </w:p>
    <w:p w14:paraId="5720DF26" w14:textId="77777777" w:rsidR="00766774" w:rsidRDefault="00115F49" w:rsidP="00115F49">
      <w:r w:rsidRPr="00115F49">
        <w:t>Et nous revînmes ensemble au village</w:t>
      </w:r>
      <w:r w:rsidR="00766774">
        <w:t>.</w:t>
      </w:r>
    </w:p>
    <w:p w14:paraId="231D8B93" w14:textId="77777777" w:rsidR="00766774" w:rsidRDefault="00115F49" w:rsidP="00BF6D2C">
      <w:pPr>
        <w:pStyle w:val="NormalEspAvtGrand"/>
      </w:pPr>
      <w:r w:rsidRPr="00115F49">
        <w:lastRenderedPageBreak/>
        <w:t>L</w:t>
      </w:r>
      <w:r w:rsidR="00766774">
        <w:t>’</w:t>
      </w:r>
      <w:r w:rsidRPr="00115F49">
        <w:t>hiver</w:t>
      </w:r>
      <w:r w:rsidR="00766774">
        <w:t xml:space="preserve">, </w:t>
      </w:r>
      <w:r w:rsidRPr="00115F49">
        <w:t>la neige</w:t>
      </w:r>
      <w:r w:rsidR="00766774">
        <w:t xml:space="preserve">. </w:t>
      </w:r>
      <w:r w:rsidRPr="00115F49">
        <w:t>On abandonna le chantier mais les murs étaient couverts et</w:t>
      </w:r>
      <w:r w:rsidR="00766774">
        <w:t xml:space="preserve">, </w:t>
      </w:r>
      <w:r w:rsidRPr="00115F49">
        <w:t>comme ils étaient en rondins massifs</w:t>
      </w:r>
      <w:r w:rsidR="00766774">
        <w:t xml:space="preserve">, </w:t>
      </w:r>
      <w:r w:rsidRPr="00115F49">
        <w:t>le gel ne leur faisait pas de mal</w:t>
      </w:r>
      <w:r w:rsidR="00766774">
        <w:t xml:space="preserve">, </w:t>
      </w:r>
      <w:r w:rsidRPr="00115F49">
        <w:t>au contraire</w:t>
      </w:r>
      <w:r w:rsidR="00766774">
        <w:t>.</w:t>
      </w:r>
    </w:p>
    <w:p w14:paraId="3F8046EA" w14:textId="77777777" w:rsidR="00766774" w:rsidRDefault="00115F49" w:rsidP="00115F49">
      <w:r w:rsidRPr="00115F49">
        <w:t>Langlois descendit de sa chambre fumer sa pipe au café où il faisait chaud</w:t>
      </w:r>
      <w:r w:rsidR="00766774">
        <w:t>.</w:t>
      </w:r>
    </w:p>
    <w:p w14:paraId="372D67E9" w14:textId="77777777" w:rsidR="00766774" w:rsidRDefault="00115F49" w:rsidP="00115F49">
      <w:r w:rsidRPr="00115F49">
        <w:t>Vous étiez tous là d</w:t>
      </w:r>
      <w:r w:rsidR="00766774">
        <w:t>’</w:t>
      </w:r>
      <w:r w:rsidRPr="00115F49">
        <w:t>ailleurs</w:t>
      </w:r>
      <w:r w:rsidR="00766774">
        <w:t xml:space="preserve">, </w:t>
      </w:r>
      <w:r w:rsidRPr="00115F49">
        <w:t>vous autres</w:t>
      </w:r>
      <w:r w:rsidR="00766774">
        <w:t xml:space="preserve"> : </w:t>
      </w:r>
      <w:r w:rsidRPr="00115F49">
        <w:t>il n</w:t>
      </w:r>
      <w:r w:rsidR="00766774">
        <w:t>’</w:t>
      </w:r>
      <w:r w:rsidRPr="00115F49">
        <w:t>y avait plus de moisson</w:t>
      </w:r>
      <w:r w:rsidR="00766774">
        <w:t xml:space="preserve">, </w:t>
      </w:r>
      <w:r w:rsidRPr="00115F49">
        <w:t>alors il y avait vos cartes</w:t>
      </w:r>
      <w:r w:rsidR="00766774">
        <w:t>.</w:t>
      </w:r>
    </w:p>
    <w:p w14:paraId="63F81482" w14:textId="77777777" w:rsidR="00766774" w:rsidRDefault="00115F49" w:rsidP="00115F49">
      <w:r w:rsidRPr="00115F49">
        <w:t>Et Langlois s</w:t>
      </w:r>
      <w:r w:rsidR="00766774">
        <w:t>’</w:t>
      </w:r>
      <w:r w:rsidRPr="00115F49">
        <w:t>assit à califourchon sur une chaise devant la vitre</w:t>
      </w:r>
      <w:r w:rsidR="00766774">
        <w:t xml:space="preserve">. </w:t>
      </w:r>
      <w:r w:rsidRPr="00115F49">
        <w:t>Je lui laissai bien le temps de fumer sa pipe</w:t>
      </w:r>
      <w:r w:rsidR="00766774">
        <w:t xml:space="preserve">, </w:t>
      </w:r>
      <w:r w:rsidRPr="00115F49">
        <w:t>puis je vins m</w:t>
      </w:r>
      <w:r w:rsidR="00766774">
        <w:t>’</w:t>
      </w:r>
      <w:r w:rsidRPr="00115F49">
        <w:t>asseoir à côté de lui avec ma corbeille à raccommodage dans laquelle il y avait deux ou trois paires de chaussettes à repriser pour lui</w:t>
      </w:r>
      <w:r w:rsidR="00766774">
        <w:t>.</w:t>
      </w:r>
    </w:p>
    <w:p w14:paraId="3F37A847" w14:textId="77777777" w:rsidR="00115F49" w:rsidRPr="00115F49" w:rsidRDefault="00115F49" w:rsidP="00115F49">
      <w:r w:rsidRPr="00115F49">
        <w:t>Je dis</w:t>
      </w:r>
      <w:r w:rsidR="00766774">
        <w:t> : « </w:t>
      </w:r>
      <w:r w:rsidRPr="00115F49">
        <w:t>Père Lambert</w:t>
      </w:r>
      <w:r w:rsidR="00766774">
        <w:t xml:space="preserve">, </w:t>
      </w:r>
      <w:r w:rsidRPr="00115F49">
        <w:t>faites-nous marcher ce poêle</w:t>
      </w:r>
      <w:r w:rsidR="00766774">
        <w:t>. »</w:t>
      </w:r>
    </w:p>
    <w:p w14:paraId="553F7898" w14:textId="77777777" w:rsidR="00766774" w:rsidRDefault="00115F49" w:rsidP="00115F49">
      <w:r w:rsidRPr="00115F49">
        <w:t>Le père Lambert commença à jouer du pique-feu</w:t>
      </w:r>
      <w:r w:rsidR="00766774">
        <w:t xml:space="preserve">. </w:t>
      </w:r>
      <w:r w:rsidRPr="00115F49">
        <w:t>Le poêle se mit à ronfler</w:t>
      </w:r>
      <w:r w:rsidR="00766774">
        <w:t xml:space="preserve">. </w:t>
      </w:r>
      <w:r w:rsidRPr="00115F49">
        <w:t>La neige tombait</w:t>
      </w:r>
      <w:r w:rsidR="00766774">
        <w:t>.</w:t>
      </w:r>
    </w:p>
    <w:p w14:paraId="7F024006" w14:textId="77777777" w:rsidR="00766774" w:rsidRDefault="00766774" w:rsidP="00115F49">
      <w:r>
        <w:t>— </w:t>
      </w:r>
      <w:r w:rsidR="00115F49" w:rsidRPr="00115F49">
        <w:t>Je vais me marier</w:t>
      </w:r>
      <w:r>
        <w:t xml:space="preserve">, </w:t>
      </w:r>
      <w:r w:rsidR="00115F49" w:rsidRPr="00115F49">
        <w:t>me dit Langlois</w:t>
      </w:r>
      <w:r>
        <w:t>.</w:t>
      </w:r>
    </w:p>
    <w:p w14:paraId="145F1A19" w14:textId="77777777" w:rsidR="00766774" w:rsidRDefault="00766774" w:rsidP="00115F49">
      <w:r>
        <w:t>(</w:t>
      </w:r>
      <w:r w:rsidR="00115F49" w:rsidRPr="00115F49">
        <w:t>Je fouillais dans ma corbeille pour prendre l</w:t>
      </w:r>
      <w:r>
        <w:t>’</w:t>
      </w:r>
      <w:r w:rsidR="00115F49" w:rsidRPr="00115F49">
        <w:t>œuf en buis</w:t>
      </w:r>
      <w:r>
        <w:t>.)</w:t>
      </w:r>
    </w:p>
    <w:p w14:paraId="1F78E48F" w14:textId="77777777" w:rsidR="00766774" w:rsidRDefault="00766774" w:rsidP="00115F49">
      <w:r>
        <w:t>— </w:t>
      </w:r>
      <w:r w:rsidR="00115F49" w:rsidRPr="00115F49">
        <w:t>C</w:t>
      </w:r>
      <w:r>
        <w:t>’</w:t>
      </w:r>
      <w:r w:rsidR="00115F49" w:rsidRPr="00115F49">
        <w:t>est une bonne idée</w:t>
      </w:r>
      <w:r>
        <w:t xml:space="preserve">, </w:t>
      </w:r>
      <w:r w:rsidR="00115F49" w:rsidRPr="00115F49">
        <w:t>dis-je</w:t>
      </w:r>
      <w:r>
        <w:t>.</w:t>
      </w:r>
    </w:p>
    <w:p w14:paraId="7BE5139E" w14:textId="77777777" w:rsidR="00766774" w:rsidRDefault="00766774" w:rsidP="00115F49">
      <w:r>
        <w:t>— </w:t>
      </w:r>
      <w:r w:rsidR="00115F49" w:rsidRPr="00115F49">
        <w:t>Ça ne sera une bonne idée que si tu t</w:t>
      </w:r>
      <w:r>
        <w:t>’</w:t>
      </w:r>
      <w:r w:rsidR="00115F49" w:rsidRPr="00115F49">
        <w:t>en occupes</w:t>
      </w:r>
      <w:r>
        <w:t xml:space="preserve">, </w:t>
      </w:r>
      <w:r w:rsidR="00115F49" w:rsidRPr="00115F49">
        <w:t>dit-il</w:t>
      </w:r>
      <w:r>
        <w:t>.</w:t>
      </w:r>
    </w:p>
    <w:p w14:paraId="1E2E9427" w14:textId="77777777" w:rsidR="00766774" w:rsidRDefault="00766774" w:rsidP="00115F49">
      <w:r>
        <w:t>— </w:t>
      </w:r>
      <w:r w:rsidR="00115F49" w:rsidRPr="00115F49">
        <w:t>M</w:t>
      </w:r>
      <w:r>
        <w:t>’</w:t>
      </w:r>
      <w:r w:rsidR="00115F49" w:rsidRPr="00115F49">
        <w:t>en occuper</w:t>
      </w:r>
      <w:r>
        <w:t xml:space="preserve">, </w:t>
      </w:r>
      <w:r w:rsidR="00115F49" w:rsidRPr="00115F49">
        <w:t>comment</w:t>
      </w:r>
      <w:r>
        <w:t> ?</w:t>
      </w:r>
    </w:p>
    <w:p w14:paraId="7BF66A77" w14:textId="77777777" w:rsidR="00766774" w:rsidRDefault="00766774" w:rsidP="00115F49">
      <w:r>
        <w:t>— </w:t>
      </w:r>
      <w:r w:rsidR="00115F49" w:rsidRPr="00115F49">
        <w:t>Trouve-moi quelqu</w:t>
      </w:r>
      <w:r>
        <w:t>’</w:t>
      </w:r>
      <w:r w:rsidR="00115F49" w:rsidRPr="00115F49">
        <w:t>un</w:t>
      </w:r>
      <w:r>
        <w:t>.</w:t>
      </w:r>
    </w:p>
    <w:p w14:paraId="375F5051" w14:textId="77777777" w:rsidR="00766774" w:rsidRDefault="00766774" w:rsidP="00115F49">
      <w:r>
        <w:t>(</w:t>
      </w:r>
      <w:r w:rsidR="00115F49" w:rsidRPr="00115F49">
        <w:t>Je débobinais une aiguillée de coton</w:t>
      </w:r>
      <w:r>
        <w:t>.)</w:t>
      </w:r>
    </w:p>
    <w:p w14:paraId="5E98FB48" w14:textId="77777777" w:rsidR="00766774" w:rsidRDefault="00766774" w:rsidP="00115F49">
      <w:r>
        <w:t>— </w:t>
      </w:r>
      <w:r w:rsidR="00115F49" w:rsidRPr="00115F49">
        <w:t>Ce serait pour quoi faire au juste</w:t>
      </w:r>
      <w:r>
        <w:t xml:space="preserve"> ? </w:t>
      </w:r>
      <w:r w:rsidR="00115F49" w:rsidRPr="00115F49">
        <w:t>lui dis-je</w:t>
      </w:r>
      <w:r>
        <w:t>.</w:t>
      </w:r>
    </w:p>
    <w:p w14:paraId="2DECDA6A" w14:textId="77777777" w:rsidR="00766774" w:rsidRDefault="00766774" w:rsidP="00115F49">
      <w:r>
        <w:lastRenderedPageBreak/>
        <w:t>— </w:t>
      </w:r>
      <w:r w:rsidR="00115F49" w:rsidRPr="00115F49">
        <w:t>Ah</w:t>
      </w:r>
      <w:r>
        <w:t xml:space="preserve"> ! </w:t>
      </w:r>
      <w:r w:rsidR="00115F49" w:rsidRPr="00115F49">
        <w:t>Au juste</w:t>
      </w:r>
      <w:r>
        <w:t xml:space="preserve">… </w:t>
      </w:r>
      <w:r w:rsidR="00115F49" w:rsidRPr="00115F49">
        <w:t>dit-il</w:t>
      </w:r>
      <w:r>
        <w:t>.</w:t>
      </w:r>
    </w:p>
    <w:p w14:paraId="7283E581" w14:textId="77777777" w:rsidR="00766774" w:rsidRDefault="00766774" w:rsidP="00115F49">
      <w:r>
        <w:t>(</w:t>
      </w:r>
      <w:r w:rsidR="00115F49" w:rsidRPr="00115F49">
        <w:t>On eut bien le temps de sentir un bon coup de poêle que le père Lambert avait asticoté comme un maître</w:t>
      </w:r>
      <w:r>
        <w:t>.)</w:t>
      </w:r>
    </w:p>
    <w:p w14:paraId="49086D44" w14:textId="77777777" w:rsidR="00766774" w:rsidRDefault="00766774" w:rsidP="00115F49">
      <w:r>
        <w:t>— </w:t>
      </w:r>
      <w:r w:rsidR="00115F49" w:rsidRPr="00115F49">
        <w:t>J</w:t>
      </w:r>
      <w:r>
        <w:t>’</w:t>
      </w:r>
      <w:r w:rsidR="00115F49" w:rsidRPr="00115F49">
        <w:t>ai mon idée</w:t>
      </w:r>
      <w:r>
        <w:t xml:space="preserve">, </w:t>
      </w:r>
      <w:r w:rsidR="00115F49" w:rsidRPr="00115F49">
        <w:t>dis-je</w:t>
      </w:r>
      <w:r>
        <w:t>.</w:t>
      </w:r>
    </w:p>
    <w:p w14:paraId="635496A7" w14:textId="77777777" w:rsidR="00766774" w:rsidRDefault="00766774" w:rsidP="00115F49">
      <w:r>
        <w:t>— </w:t>
      </w:r>
      <w:r w:rsidR="00115F49" w:rsidRPr="00115F49">
        <w:t>Je le pensais</w:t>
      </w:r>
      <w:r>
        <w:t xml:space="preserve">, </w:t>
      </w:r>
      <w:r w:rsidR="00115F49" w:rsidRPr="00115F49">
        <w:t>dit-il</w:t>
      </w:r>
      <w:r>
        <w:t>.</w:t>
      </w:r>
    </w:p>
    <w:p w14:paraId="3F24736A" w14:textId="77777777" w:rsidR="00766774" w:rsidRDefault="00766774" w:rsidP="00115F49">
      <w:r>
        <w:t>— </w:t>
      </w:r>
      <w:r w:rsidR="00115F49" w:rsidRPr="00115F49">
        <w:t>Mais je voudrais connaître ton idée à toi</w:t>
      </w:r>
      <w:r>
        <w:t>.</w:t>
      </w:r>
    </w:p>
    <w:p w14:paraId="746C6ED0" w14:textId="77777777" w:rsidR="00766774" w:rsidRDefault="00766774" w:rsidP="00115F49">
      <w:r>
        <w:t>— </w:t>
      </w:r>
      <w:r w:rsidR="00115F49" w:rsidRPr="00115F49">
        <w:t>Tu la connais</w:t>
      </w:r>
      <w:r>
        <w:t xml:space="preserve">, </w:t>
      </w:r>
      <w:r w:rsidR="00115F49" w:rsidRPr="00115F49">
        <w:t>dit-il</w:t>
      </w:r>
      <w:r>
        <w:t xml:space="preserve">, </w:t>
      </w:r>
      <w:r w:rsidR="00115F49" w:rsidRPr="00115F49">
        <w:t>je veux me marier</w:t>
      </w:r>
      <w:r>
        <w:t>.</w:t>
      </w:r>
    </w:p>
    <w:p w14:paraId="7EE42270" w14:textId="77777777" w:rsidR="00766774" w:rsidRDefault="00766774" w:rsidP="00115F49">
      <w:r>
        <w:t>— </w:t>
      </w:r>
      <w:r w:rsidR="00115F49" w:rsidRPr="00115F49">
        <w:t>L</w:t>
      </w:r>
      <w:r>
        <w:t>’</w:t>
      </w:r>
      <w:r w:rsidR="00115F49" w:rsidRPr="00115F49">
        <w:t>as-tu déjà dit à quelqu</w:t>
      </w:r>
      <w:r>
        <w:t>’</w:t>
      </w:r>
      <w:r w:rsidR="00115F49" w:rsidRPr="00115F49">
        <w:t>un</w:t>
      </w:r>
      <w:r>
        <w:t xml:space="preserve"> ? </w:t>
      </w:r>
      <w:r w:rsidR="00115F49" w:rsidRPr="00115F49">
        <w:t>lui demandai-je</w:t>
      </w:r>
      <w:r>
        <w:t>.</w:t>
      </w:r>
    </w:p>
    <w:p w14:paraId="110A0CB7" w14:textId="77777777" w:rsidR="00766774" w:rsidRDefault="00766774" w:rsidP="00115F49">
      <w:r>
        <w:t>— </w:t>
      </w:r>
      <w:r w:rsidR="00115F49" w:rsidRPr="00115F49">
        <w:t>Non</w:t>
      </w:r>
      <w:r>
        <w:t>.</w:t>
      </w:r>
    </w:p>
    <w:p w14:paraId="49967CDB" w14:textId="77777777" w:rsidR="00766774" w:rsidRDefault="00766774" w:rsidP="00115F49">
      <w:r>
        <w:t>— M</w:t>
      </w:r>
      <w:r w:rsidRPr="00766774">
        <w:rPr>
          <w:vertAlign w:val="superscript"/>
        </w:rPr>
        <w:t>me</w:t>
      </w:r>
      <w:r>
        <w:t> </w:t>
      </w:r>
      <w:r w:rsidR="00115F49" w:rsidRPr="00115F49">
        <w:t>Tim</w:t>
      </w:r>
      <w:r>
        <w:t> ?</w:t>
      </w:r>
    </w:p>
    <w:p w14:paraId="2D40B620" w14:textId="77777777" w:rsidR="00766774" w:rsidRDefault="00766774" w:rsidP="00115F49">
      <w:r>
        <w:t>— </w:t>
      </w:r>
      <w:r w:rsidR="00115F49" w:rsidRPr="00115F49">
        <w:t>Non</w:t>
      </w:r>
      <w:r>
        <w:t xml:space="preserve">, </w:t>
      </w:r>
      <w:r w:rsidR="00115F49" w:rsidRPr="00115F49">
        <w:t>non</w:t>
      </w:r>
      <w:r>
        <w:t>.</w:t>
      </w:r>
    </w:p>
    <w:p w14:paraId="2697B7ED" w14:textId="77777777" w:rsidR="00766774" w:rsidRDefault="00766774" w:rsidP="00115F49">
      <w:r>
        <w:t>— </w:t>
      </w:r>
      <w:r w:rsidR="00115F49" w:rsidRPr="00115F49">
        <w:t>Le procureur</w:t>
      </w:r>
      <w:r>
        <w:t> ?</w:t>
      </w:r>
    </w:p>
    <w:p w14:paraId="2577D1D2" w14:textId="77777777" w:rsidR="00766774" w:rsidRDefault="00766774" w:rsidP="00115F49">
      <w:r>
        <w:t>— </w:t>
      </w:r>
      <w:r w:rsidR="00115F49" w:rsidRPr="00115F49">
        <w:t>Pas plus</w:t>
      </w:r>
      <w:r>
        <w:t>.</w:t>
      </w:r>
    </w:p>
    <w:p w14:paraId="00B92D26" w14:textId="77777777" w:rsidR="00766774" w:rsidRDefault="00766774" w:rsidP="00115F49">
      <w:r>
        <w:t>— </w:t>
      </w:r>
      <w:r w:rsidR="00115F49" w:rsidRPr="00115F49">
        <w:t>Et pourquoi moi</w:t>
      </w:r>
      <w:r>
        <w:t> ?</w:t>
      </w:r>
    </w:p>
    <w:p w14:paraId="5B05C5B2" w14:textId="77777777" w:rsidR="00766774" w:rsidRDefault="00766774" w:rsidP="00115F49">
      <w:r>
        <w:t>— </w:t>
      </w:r>
      <w:r w:rsidR="00115F49" w:rsidRPr="00115F49">
        <w:t>L</w:t>
      </w:r>
      <w:r>
        <w:t>’</w:t>
      </w:r>
      <w:r w:rsidR="00115F49" w:rsidRPr="00115F49">
        <w:t>impression</w:t>
      </w:r>
      <w:r>
        <w:t>.</w:t>
      </w:r>
    </w:p>
    <w:p w14:paraId="077E3508" w14:textId="77777777" w:rsidR="00766774" w:rsidRDefault="00766774" w:rsidP="00115F49">
      <w:r>
        <w:t>— </w:t>
      </w:r>
      <w:r w:rsidR="00115F49" w:rsidRPr="00115F49">
        <w:t>Impression de quoi</w:t>
      </w:r>
      <w:r>
        <w:t> ?</w:t>
      </w:r>
    </w:p>
    <w:p w14:paraId="0FC51A0C" w14:textId="77777777" w:rsidR="00766774" w:rsidRDefault="00766774" w:rsidP="00115F49">
      <w:r>
        <w:t>— </w:t>
      </w:r>
      <w:r w:rsidR="00115F49" w:rsidRPr="00115F49">
        <w:t>Que tu sais mieux ce qu</w:t>
      </w:r>
      <w:r>
        <w:t>’</w:t>
      </w:r>
      <w:r w:rsidR="00115F49" w:rsidRPr="00115F49">
        <w:t>il me faut</w:t>
      </w:r>
      <w:r>
        <w:t>.</w:t>
      </w:r>
    </w:p>
    <w:p w14:paraId="1785034C" w14:textId="77777777" w:rsidR="00766774" w:rsidRDefault="00766774" w:rsidP="00115F49">
      <w:r>
        <w:t>— </w:t>
      </w:r>
      <w:r w:rsidR="00115F49" w:rsidRPr="00115F49">
        <w:t>Peut-être</w:t>
      </w:r>
      <w:r>
        <w:t xml:space="preserve">, </w:t>
      </w:r>
      <w:r w:rsidR="00115F49" w:rsidRPr="00115F49">
        <w:t>dis-je</w:t>
      </w:r>
      <w:r>
        <w:t>.</w:t>
      </w:r>
    </w:p>
    <w:p w14:paraId="64DC3247" w14:textId="77777777" w:rsidR="00766774" w:rsidRDefault="00766774" w:rsidP="00115F49">
      <w:r>
        <w:t>— </w:t>
      </w:r>
      <w:r w:rsidR="00115F49" w:rsidRPr="00115F49">
        <w:t>À mon âge</w:t>
      </w:r>
      <w:r>
        <w:t xml:space="preserve">… </w:t>
      </w:r>
      <w:r w:rsidR="00115F49" w:rsidRPr="00115F49">
        <w:t>dit-il</w:t>
      </w:r>
      <w:r>
        <w:t>.</w:t>
      </w:r>
    </w:p>
    <w:p w14:paraId="6E81CC6B" w14:textId="77777777" w:rsidR="00766774" w:rsidRDefault="00766774" w:rsidP="00115F49">
      <w:r>
        <w:t>— </w:t>
      </w:r>
      <w:r w:rsidR="00115F49" w:rsidRPr="00115F49">
        <w:t>J</w:t>
      </w:r>
      <w:r>
        <w:t>’</w:t>
      </w:r>
      <w:r w:rsidR="00115F49" w:rsidRPr="00115F49">
        <w:t>en ai vu de plus vieux</w:t>
      </w:r>
      <w:r>
        <w:t xml:space="preserve">, </w:t>
      </w:r>
      <w:r w:rsidR="00115F49" w:rsidRPr="00115F49">
        <w:t>dis-je</w:t>
      </w:r>
      <w:r>
        <w:t>.</w:t>
      </w:r>
    </w:p>
    <w:p w14:paraId="048C2407" w14:textId="77777777" w:rsidR="00766774" w:rsidRDefault="00766774" w:rsidP="00115F49">
      <w:r>
        <w:t>— </w:t>
      </w:r>
      <w:r w:rsidR="00115F49" w:rsidRPr="00115F49">
        <w:t>Oh</w:t>
      </w:r>
      <w:r>
        <w:t xml:space="preserve"> ! </w:t>
      </w:r>
      <w:r w:rsidR="00115F49" w:rsidRPr="00115F49">
        <w:t>moi aussi</w:t>
      </w:r>
      <w:r>
        <w:t xml:space="preserve">, </w:t>
      </w:r>
      <w:r w:rsidR="00115F49" w:rsidRPr="00115F49">
        <w:t>dit-il</w:t>
      </w:r>
      <w:r>
        <w:t>.</w:t>
      </w:r>
    </w:p>
    <w:p w14:paraId="0F4EDD77" w14:textId="77777777" w:rsidR="00766774" w:rsidRDefault="00766774" w:rsidP="00115F49">
      <w:r>
        <w:t>— </w:t>
      </w:r>
      <w:r w:rsidR="00115F49" w:rsidRPr="00115F49">
        <w:t>Il faudrait que je connaisse au moins le genre</w:t>
      </w:r>
      <w:r>
        <w:t xml:space="preserve">, </w:t>
      </w:r>
      <w:r w:rsidR="00115F49" w:rsidRPr="00115F49">
        <w:t>dis-je</w:t>
      </w:r>
      <w:r>
        <w:t>.</w:t>
      </w:r>
    </w:p>
    <w:p w14:paraId="5F92C531" w14:textId="77777777" w:rsidR="00766774" w:rsidRDefault="00766774" w:rsidP="00115F49">
      <w:r>
        <w:lastRenderedPageBreak/>
        <w:t>— </w:t>
      </w:r>
      <w:r w:rsidR="00115F49" w:rsidRPr="00115F49">
        <w:t>N</w:t>
      </w:r>
      <w:r>
        <w:t>’</w:t>
      </w:r>
      <w:r w:rsidR="00115F49" w:rsidRPr="00115F49">
        <w:t>importe quel genre</w:t>
      </w:r>
      <w:r>
        <w:t xml:space="preserve">. </w:t>
      </w:r>
      <w:r w:rsidR="00115F49" w:rsidRPr="00115F49">
        <w:t>À condition que ce ne soit pas une brodeuse</w:t>
      </w:r>
      <w:r>
        <w:t xml:space="preserve">, </w:t>
      </w:r>
      <w:r w:rsidR="00115F49" w:rsidRPr="00115F49">
        <w:t>dit-il en faisant un peu pivoter sa chaise pour se placer en face de moi</w:t>
      </w:r>
      <w:r>
        <w:t>.</w:t>
      </w:r>
    </w:p>
    <w:p w14:paraId="1CA3D407" w14:textId="77777777" w:rsidR="00766774" w:rsidRDefault="00115F49" w:rsidP="00115F49">
      <w:r w:rsidRPr="00115F49">
        <w:t>Je restai un petit moment à faire courir mon aiguille à travers des mailles de chaussettes</w:t>
      </w:r>
      <w:r w:rsidR="00766774">
        <w:t xml:space="preserve">, </w:t>
      </w:r>
      <w:r w:rsidRPr="00115F49">
        <w:t>puis je relevai la tête</w:t>
      </w:r>
      <w:r w:rsidR="00766774">
        <w:t xml:space="preserve">, </w:t>
      </w:r>
      <w:r w:rsidRPr="00115F49">
        <w:t>retirai mes lunettes et frottai mes yeux</w:t>
      </w:r>
      <w:r w:rsidR="00766774">
        <w:t xml:space="preserve">, </w:t>
      </w:r>
      <w:r w:rsidRPr="00115F49">
        <w:t>ce qui me permettait d</w:t>
      </w:r>
      <w:r w:rsidR="00766774">
        <w:t>’</w:t>
      </w:r>
      <w:r w:rsidRPr="00115F49">
        <w:t>habitude de le regarder en face</w:t>
      </w:r>
      <w:r w:rsidR="00766774">
        <w:t xml:space="preserve"> (</w:t>
      </w:r>
      <w:r w:rsidRPr="00115F49">
        <w:t>enfin</w:t>
      </w:r>
      <w:r w:rsidR="00766774">
        <w:t xml:space="preserve">, </w:t>
      </w:r>
      <w:r w:rsidRPr="00115F49">
        <w:t>ce que moi j</w:t>
      </w:r>
      <w:r w:rsidR="00766774">
        <w:t>’</w:t>
      </w:r>
      <w:r w:rsidRPr="00115F49">
        <w:t>appelais en face</w:t>
      </w:r>
      <w:r w:rsidR="00766774">
        <w:t xml:space="preserve">) </w:t>
      </w:r>
      <w:r w:rsidRPr="00115F49">
        <w:t>à travers mes doigts</w:t>
      </w:r>
      <w:r w:rsidR="00766774">
        <w:t>.</w:t>
      </w:r>
    </w:p>
    <w:p w14:paraId="5409C13F" w14:textId="77777777" w:rsidR="00766774" w:rsidRDefault="00766774" w:rsidP="00115F49">
      <w:r>
        <w:t>— </w:t>
      </w:r>
      <w:r w:rsidR="00115F49" w:rsidRPr="00115F49">
        <w:t>Naturellement</w:t>
      </w:r>
      <w:r>
        <w:t xml:space="preserve">, </w:t>
      </w:r>
      <w:r w:rsidR="00115F49" w:rsidRPr="00115F49">
        <w:t>dis-je</w:t>
      </w:r>
      <w:r>
        <w:t>.</w:t>
      </w:r>
    </w:p>
    <w:p w14:paraId="15476A47" w14:textId="77777777" w:rsidR="00766774" w:rsidRDefault="00766774" w:rsidP="00115F49">
      <w:r>
        <w:t>— </w:t>
      </w:r>
      <w:r w:rsidR="00115F49" w:rsidRPr="00115F49">
        <w:t>Pourquoi naturellement</w:t>
      </w:r>
      <w:r>
        <w:t xml:space="preserve"> ? </w:t>
      </w:r>
      <w:r w:rsidR="00115F49" w:rsidRPr="00115F49">
        <w:t>dit-il</w:t>
      </w:r>
      <w:r>
        <w:t>.</w:t>
      </w:r>
    </w:p>
    <w:p w14:paraId="6FC4D7D8" w14:textId="77777777" w:rsidR="00766774" w:rsidRDefault="00766774" w:rsidP="00115F49">
      <w:r>
        <w:t>— </w:t>
      </w:r>
      <w:r w:rsidR="00115F49" w:rsidRPr="00115F49">
        <w:t>Tu n</w:t>
      </w:r>
      <w:r>
        <w:t>’</w:t>
      </w:r>
      <w:r w:rsidR="00115F49" w:rsidRPr="00115F49">
        <w:t>as rien à broder</w:t>
      </w:r>
      <w:r>
        <w:t xml:space="preserve">, </w:t>
      </w:r>
      <w:r w:rsidR="00115F49" w:rsidRPr="00115F49">
        <w:t>dis-je</w:t>
      </w:r>
      <w:r>
        <w:t>.</w:t>
      </w:r>
    </w:p>
    <w:p w14:paraId="6D996031" w14:textId="77777777" w:rsidR="00766774" w:rsidRDefault="00766774" w:rsidP="00115F49">
      <w:r>
        <w:t>— </w:t>
      </w:r>
      <w:r w:rsidR="00115F49" w:rsidRPr="00115F49">
        <w:t>C</w:t>
      </w:r>
      <w:r>
        <w:t>’</w:t>
      </w:r>
      <w:r w:rsidR="00115F49" w:rsidRPr="00115F49">
        <w:t>est à peu près ça</w:t>
      </w:r>
      <w:r>
        <w:t xml:space="preserve">, </w:t>
      </w:r>
      <w:r w:rsidR="00115F49" w:rsidRPr="00115F49">
        <w:t>dit-il</w:t>
      </w:r>
      <w:r>
        <w:t>.</w:t>
      </w:r>
    </w:p>
    <w:p w14:paraId="300C3934" w14:textId="77777777" w:rsidR="00766774" w:rsidRDefault="00766774" w:rsidP="00115F49">
      <w:r>
        <w:t>— </w:t>
      </w:r>
      <w:r w:rsidR="00115F49" w:rsidRPr="00115F49">
        <w:t>Et</w:t>
      </w:r>
      <w:r>
        <w:t xml:space="preserve">, </w:t>
      </w:r>
      <w:r w:rsidR="00115F49" w:rsidRPr="00115F49">
        <w:t>tu resterais ici</w:t>
      </w:r>
      <w:r>
        <w:t xml:space="preserve"> ? </w:t>
      </w:r>
      <w:r w:rsidR="00115F49" w:rsidRPr="00115F49">
        <w:t>dis-je</w:t>
      </w:r>
      <w:r>
        <w:t>.</w:t>
      </w:r>
    </w:p>
    <w:p w14:paraId="5FFB4E0A" w14:textId="77777777" w:rsidR="00766774" w:rsidRDefault="00766774" w:rsidP="00115F49">
      <w:r>
        <w:t>— </w:t>
      </w:r>
      <w:r w:rsidR="00115F49" w:rsidRPr="00115F49">
        <w:t>Bongalove</w:t>
      </w:r>
      <w:r>
        <w:t xml:space="preserve">, </w:t>
      </w:r>
      <w:r w:rsidR="00115F49" w:rsidRPr="00115F49">
        <w:t>dit-il</w:t>
      </w:r>
      <w:r>
        <w:t xml:space="preserve">. </w:t>
      </w:r>
      <w:r w:rsidR="00115F49" w:rsidRPr="00115F49">
        <w:t>Est-ce que ça rentrerait dans ton idée</w:t>
      </w:r>
      <w:r>
        <w:t xml:space="preserve"> ? </w:t>
      </w:r>
      <w:r w:rsidR="00115F49" w:rsidRPr="00115F49">
        <w:t>ajouta-t-il parce que je me taisais</w:t>
      </w:r>
      <w:r>
        <w:t>.</w:t>
      </w:r>
    </w:p>
    <w:p w14:paraId="46EDC0C8" w14:textId="77777777" w:rsidR="00766774" w:rsidRDefault="00766774" w:rsidP="00115F49">
      <w:r>
        <w:t>— </w:t>
      </w:r>
      <w:r w:rsidR="00115F49" w:rsidRPr="00115F49">
        <w:t>Précisément</w:t>
      </w:r>
      <w:r>
        <w:t xml:space="preserve">, </w:t>
      </w:r>
      <w:r w:rsidR="00115F49" w:rsidRPr="00115F49">
        <w:t>dis-je</w:t>
      </w:r>
      <w:r>
        <w:t>.</w:t>
      </w:r>
    </w:p>
    <w:p w14:paraId="2A0988C2" w14:textId="77777777" w:rsidR="00766774" w:rsidRDefault="00766774" w:rsidP="00115F49">
      <w:pPr>
        <w:rPr>
          <w:i/>
          <w:iCs/>
        </w:rPr>
      </w:pPr>
      <w:r>
        <w:t>— </w:t>
      </w:r>
      <w:r w:rsidR="00115F49" w:rsidRPr="00115F49">
        <w:t>Pas une brodeuse</w:t>
      </w:r>
      <w:r>
        <w:t xml:space="preserve">, </w:t>
      </w:r>
      <w:r w:rsidR="00115F49" w:rsidRPr="00115F49">
        <w:t>dit-il de nouveau</w:t>
      </w:r>
      <w:r>
        <w:t xml:space="preserve">, </w:t>
      </w:r>
      <w:r w:rsidR="00115F49" w:rsidRPr="00115F49">
        <w:t>et pas ce qu</w:t>
      </w:r>
      <w:r>
        <w:t>’</w:t>
      </w:r>
      <w:r w:rsidR="00115F49" w:rsidRPr="00115F49">
        <w:t xml:space="preserve">on appelle une </w:t>
      </w:r>
      <w:r>
        <w:t>« </w:t>
      </w:r>
      <w:r w:rsidR="00115F49" w:rsidRPr="00115F49">
        <w:rPr>
          <w:i/>
          <w:iCs/>
        </w:rPr>
        <w:t>bonne épouse</w:t>
      </w:r>
      <w:r>
        <w:rPr>
          <w:i/>
          <w:iCs/>
        </w:rPr>
        <w:t> ».</w:t>
      </w:r>
    </w:p>
    <w:p w14:paraId="4AD0349F" w14:textId="77777777" w:rsidR="00766774" w:rsidRDefault="00766774" w:rsidP="00115F49">
      <w:r>
        <w:t>— </w:t>
      </w:r>
      <w:r w:rsidR="00115F49" w:rsidRPr="00115F49">
        <w:t>Qu</w:t>
      </w:r>
      <w:r>
        <w:t>’</w:t>
      </w:r>
      <w:r w:rsidR="00115F49" w:rsidRPr="00115F49">
        <w:t>est-ce que tu te fais comme idée sur une bonne épouse</w:t>
      </w:r>
      <w:r>
        <w:t xml:space="preserve"> ? </w:t>
      </w:r>
      <w:r w:rsidR="00115F49" w:rsidRPr="00115F49">
        <w:t>dis-je</w:t>
      </w:r>
      <w:r>
        <w:t>.</w:t>
      </w:r>
    </w:p>
    <w:p w14:paraId="307F8FCE" w14:textId="77777777" w:rsidR="00766774" w:rsidRDefault="00766774" w:rsidP="00115F49">
      <w:r>
        <w:t>— </w:t>
      </w:r>
      <w:r w:rsidR="00115F49" w:rsidRPr="00115F49">
        <w:t>Portrait en pied</w:t>
      </w:r>
      <w:r>
        <w:t xml:space="preserve">, </w:t>
      </w:r>
      <w:r w:rsidR="00115F49" w:rsidRPr="00115F49">
        <w:t>me dit-il</w:t>
      </w:r>
      <w:r>
        <w:t>.</w:t>
      </w:r>
    </w:p>
    <w:p w14:paraId="28BC95B9" w14:textId="77777777" w:rsidR="00766774" w:rsidRDefault="00766774" w:rsidP="00115F49">
      <w:r>
        <w:t>— </w:t>
      </w:r>
      <w:r w:rsidR="00115F49" w:rsidRPr="00115F49">
        <w:t>D</w:t>
      </w:r>
      <w:r>
        <w:t>’</w:t>
      </w:r>
      <w:r w:rsidR="00115F49" w:rsidRPr="00115F49">
        <w:t>accord</w:t>
      </w:r>
      <w:r>
        <w:t xml:space="preserve">, </w:t>
      </w:r>
      <w:r w:rsidR="00115F49" w:rsidRPr="00115F49">
        <w:t>dis-je</w:t>
      </w:r>
      <w:r>
        <w:t>.</w:t>
      </w:r>
    </w:p>
    <w:p w14:paraId="65C8A369" w14:textId="77777777" w:rsidR="00766774" w:rsidRDefault="00766774" w:rsidP="00115F49">
      <w:r>
        <w:t>— </w:t>
      </w:r>
      <w:r w:rsidR="00115F49" w:rsidRPr="00115F49">
        <w:t>Je ferai crépir les murs</w:t>
      </w:r>
      <w:r>
        <w:t xml:space="preserve">, </w:t>
      </w:r>
      <w:r w:rsidR="00115F49" w:rsidRPr="00115F49">
        <w:t>dit-il</w:t>
      </w:r>
      <w:r>
        <w:t xml:space="preserve">, </w:t>
      </w:r>
      <w:r w:rsidR="00115F49" w:rsidRPr="00115F49">
        <w:t>ce sera propre et ce sera chaud</w:t>
      </w:r>
      <w:r>
        <w:t xml:space="preserve">, </w:t>
      </w:r>
      <w:r w:rsidR="00115F49" w:rsidRPr="00115F49">
        <w:t>mais il ne me faudrait pas quelqu</w:t>
      </w:r>
      <w:r>
        <w:t>’</w:t>
      </w:r>
      <w:r w:rsidR="00115F49" w:rsidRPr="00115F49">
        <w:t>un qui ait l</w:t>
      </w:r>
      <w:r>
        <w:t>’</w:t>
      </w:r>
      <w:r w:rsidR="00115F49" w:rsidRPr="00115F49">
        <w:t>orgueil de son ménage</w:t>
      </w:r>
      <w:r>
        <w:t>.</w:t>
      </w:r>
    </w:p>
    <w:p w14:paraId="5D31DEBD" w14:textId="77777777" w:rsidR="00766774" w:rsidRDefault="00766774" w:rsidP="00115F49">
      <w:r>
        <w:lastRenderedPageBreak/>
        <w:t>— </w:t>
      </w:r>
      <w:r w:rsidR="00115F49" w:rsidRPr="00115F49">
        <w:t>Tu auras bien un intérieur</w:t>
      </w:r>
      <w:r>
        <w:t xml:space="preserve">, </w:t>
      </w:r>
      <w:r w:rsidR="00115F49" w:rsidRPr="00115F49">
        <w:t>dis-je</w:t>
      </w:r>
      <w:r>
        <w:t>.</w:t>
      </w:r>
    </w:p>
    <w:p w14:paraId="5D3AF291" w14:textId="77777777" w:rsidR="00766774" w:rsidRDefault="00766774" w:rsidP="00115F49">
      <w:r>
        <w:t>— </w:t>
      </w:r>
      <w:r w:rsidR="00115F49" w:rsidRPr="00115F49">
        <w:t>Elle aura tout ce qu</w:t>
      </w:r>
      <w:r>
        <w:t>’</w:t>
      </w:r>
      <w:r w:rsidR="00115F49" w:rsidRPr="00115F49">
        <w:t>elle veut</w:t>
      </w:r>
      <w:r>
        <w:t xml:space="preserve">, </w:t>
      </w:r>
      <w:r w:rsidR="00115F49" w:rsidRPr="00115F49">
        <w:t>dit-il</w:t>
      </w:r>
      <w:r>
        <w:t xml:space="preserve">, </w:t>
      </w:r>
      <w:r w:rsidR="00115F49" w:rsidRPr="00115F49">
        <w:t>mais moi je tiens à ce qu</w:t>
      </w:r>
      <w:r>
        <w:t>’</w:t>
      </w:r>
      <w:r w:rsidR="00115F49" w:rsidRPr="00115F49">
        <w:t>on ne m</w:t>
      </w:r>
      <w:r>
        <w:t>’</w:t>
      </w:r>
      <w:r w:rsidR="00115F49" w:rsidRPr="00115F49">
        <w:t>entoure pas</w:t>
      </w:r>
      <w:r>
        <w:t>.</w:t>
      </w:r>
    </w:p>
    <w:p w14:paraId="397892D2" w14:textId="77777777" w:rsidR="00766774" w:rsidRDefault="00766774" w:rsidP="00115F49">
      <w:r>
        <w:t>(</w:t>
      </w:r>
      <w:r w:rsidR="00115F49" w:rsidRPr="00115F49">
        <w:t>En raison des allusions de Langlois je pensai tout de suite à la brodeuse et à cette sorte de garde-meuble dans lequel elle vivait</w:t>
      </w:r>
      <w:r>
        <w:t xml:space="preserve">, </w:t>
      </w:r>
      <w:r w:rsidR="00115F49" w:rsidRPr="00115F49">
        <w:t>où l</w:t>
      </w:r>
      <w:r>
        <w:t>’</w:t>
      </w:r>
      <w:r w:rsidR="00115F49" w:rsidRPr="00115F49">
        <w:t>on pouvait passer en revue tout ce avec quoi elle avait dû entourer l</w:t>
      </w:r>
      <w:r>
        <w:t>’</w:t>
      </w:r>
      <w:r w:rsidR="00115F49" w:rsidRPr="00115F49">
        <w:t>homme au portrait en pied</w:t>
      </w:r>
      <w:r>
        <w:t xml:space="preserve">. </w:t>
      </w:r>
      <w:r w:rsidR="00115F49" w:rsidRPr="00115F49">
        <w:t>Mais</w:t>
      </w:r>
      <w:r>
        <w:t xml:space="preserve">, </w:t>
      </w:r>
      <w:r w:rsidR="00115F49" w:rsidRPr="00115F49">
        <w:t>en même temps</w:t>
      </w:r>
      <w:r>
        <w:t xml:space="preserve">, </w:t>
      </w:r>
      <w:r w:rsidR="00115F49" w:rsidRPr="00115F49">
        <w:t>je pensais aussi à des entourages de toutes sortes</w:t>
      </w:r>
      <w:r>
        <w:t xml:space="preserve">, </w:t>
      </w:r>
      <w:r w:rsidR="00115F49" w:rsidRPr="00115F49">
        <w:t>qui allaient de montagnes de perles à des rideaux de lin</w:t>
      </w:r>
      <w:r>
        <w:t xml:space="preserve">, </w:t>
      </w:r>
      <w:r w:rsidR="00115F49" w:rsidRPr="00115F49">
        <w:t>en passant par des tables cristallisées et trois vieux ramollis</w:t>
      </w:r>
      <w:r>
        <w:t xml:space="preserve">, </w:t>
      </w:r>
      <w:r w:rsidR="00115F49" w:rsidRPr="00115F49">
        <w:t>bras dessus bras dessous</w:t>
      </w:r>
      <w:r>
        <w:t>.)</w:t>
      </w:r>
    </w:p>
    <w:p w14:paraId="61A55C93" w14:textId="77777777" w:rsidR="00766774" w:rsidRDefault="00766774" w:rsidP="00115F49">
      <w:r>
        <w:t>— </w:t>
      </w:r>
      <w:r w:rsidR="00115F49" w:rsidRPr="00115F49">
        <w:t>Naturellement</w:t>
      </w:r>
      <w:r>
        <w:t xml:space="preserve">, </w:t>
      </w:r>
      <w:r w:rsidR="00115F49" w:rsidRPr="00115F49">
        <w:t>dis-je</w:t>
      </w:r>
      <w:r>
        <w:t>.</w:t>
      </w:r>
    </w:p>
    <w:p w14:paraId="1FDD6EE3" w14:textId="77777777" w:rsidR="00766774" w:rsidRDefault="00766774" w:rsidP="00115F49">
      <w:r>
        <w:t>— </w:t>
      </w:r>
      <w:r w:rsidR="00115F49" w:rsidRPr="00115F49">
        <w:t>Tu trouves tout naturel aujourd</w:t>
      </w:r>
      <w:r>
        <w:t>’</w:t>
      </w:r>
      <w:r w:rsidR="00115F49" w:rsidRPr="00115F49">
        <w:t>hui</w:t>
      </w:r>
      <w:r>
        <w:t xml:space="preserve">, </w:t>
      </w:r>
      <w:r w:rsidR="00115F49" w:rsidRPr="00115F49">
        <w:t>dit-il</w:t>
      </w:r>
      <w:r>
        <w:t>.</w:t>
      </w:r>
    </w:p>
    <w:p w14:paraId="0CF3BB22" w14:textId="77777777" w:rsidR="00766774" w:rsidRDefault="00766774" w:rsidP="00115F49">
      <w:r>
        <w:t>— </w:t>
      </w:r>
      <w:r w:rsidR="00115F49" w:rsidRPr="00115F49">
        <w:t>Est-ce que tout ne l</w:t>
      </w:r>
      <w:r>
        <w:t>’</w:t>
      </w:r>
      <w:r w:rsidR="00115F49" w:rsidRPr="00115F49">
        <w:t>est pas</w:t>
      </w:r>
      <w:r>
        <w:t xml:space="preserve"> ? </w:t>
      </w:r>
      <w:r w:rsidR="00115F49" w:rsidRPr="00115F49">
        <w:t>dis-je</w:t>
      </w:r>
      <w:r>
        <w:t>.</w:t>
      </w:r>
    </w:p>
    <w:p w14:paraId="7D5EB175" w14:textId="77777777" w:rsidR="00766774" w:rsidRDefault="00766774" w:rsidP="00115F49">
      <w:r>
        <w:t>— </w:t>
      </w:r>
      <w:r w:rsidR="00115F49" w:rsidRPr="00115F49">
        <w:t>Précisément si</w:t>
      </w:r>
      <w:r>
        <w:t xml:space="preserve">, </w:t>
      </w:r>
      <w:r w:rsidR="00115F49" w:rsidRPr="00115F49">
        <w:t>dit-il</w:t>
      </w:r>
      <w:r>
        <w:t>.</w:t>
      </w:r>
    </w:p>
    <w:p w14:paraId="34CAD8DB" w14:textId="77777777" w:rsidR="00766774" w:rsidRDefault="00766774" w:rsidP="00115F49">
      <w:r>
        <w:t>— </w:t>
      </w:r>
      <w:r w:rsidR="00115F49" w:rsidRPr="00115F49">
        <w:t>Eh bien</w:t>
      </w:r>
      <w:r>
        <w:t xml:space="preserve">, </w:t>
      </w:r>
      <w:r w:rsidR="00115F49" w:rsidRPr="00115F49">
        <w:t>dis-je</w:t>
      </w:r>
      <w:r>
        <w:t xml:space="preserve">, </w:t>
      </w:r>
      <w:r w:rsidR="00115F49" w:rsidRPr="00115F49">
        <w:t>il faut simplement une femme qui ait vécu</w:t>
      </w:r>
      <w:r>
        <w:t>.</w:t>
      </w:r>
    </w:p>
    <w:p w14:paraId="64EE0D11" w14:textId="77777777" w:rsidR="00766774" w:rsidRDefault="00766774" w:rsidP="00115F49">
      <w:r>
        <w:t>— </w:t>
      </w:r>
      <w:r w:rsidR="00115F49" w:rsidRPr="00115F49">
        <w:t>Ce qu</w:t>
      </w:r>
      <w:r>
        <w:t>’</w:t>
      </w:r>
      <w:r w:rsidR="00115F49" w:rsidRPr="00115F49">
        <w:t xml:space="preserve">on appelle </w:t>
      </w:r>
      <w:r>
        <w:t>« </w:t>
      </w:r>
      <w:r w:rsidR="00115F49" w:rsidRPr="00115F49">
        <w:rPr>
          <w:i/>
          <w:iCs/>
        </w:rPr>
        <w:t>d</w:t>
      </w:r>
      <w:r>
        <w:rPr>
          <w:i/>
          <w:iCs/>
        </w:rPr>
        <w:t>’</w:t>
      </w:r>
      <w:r w:rsidR="00115F49" w:rsidRPr="00115F49">
        <w:rPr>
          <w:i/>
          <w:iCs/>
        </w:rPr>
        <w:t>âge en rapport</w:t>
      </w:r>
      <w:r>
        <w:t xml:space="preserve"> », </w:t>
      </w:r>
      <w:r w:rsidR="00115F49" w:rsidRPr="00115F49">
        <w:t>quoi</w:t>
      </w:r>
      <w:r>
        <w:t xml:space="preserve">, </w:t>
      </w:r>
      <w:r w:rsidR="00115F49" w:rsidRPr="00115F49">
        <w:t>dit-il</w:t>
      </w:r>
      <w:r>
        <w:t xml:space="preserve">, </w:t>
      </w:r>
      <w:r w:rsidR="00115F49" w:rsidRPr="00115F49">
        <w:t>goguenard</w:t>
      </w:r>
      <w:r>
        <w:t>.</w:t>
      </w:r>
    </w:p>
    <w:p w14:paraId="1B783845" w14:textId="77777777" w:rsidR="00766774" w:rsidRDefault="00766774" w:rsidP="00115F49">
      <w:r>
        <w:t>— </w:t>
      </w:r>
      <w:r w:rsidR="00115F49" w:rsidRPr="00115F49">
        <w:t>Pas nécessairement</w:t>
      </w:r>
      <w:r>
        <w:t xml:space="preserve">, </w:t>
      </w:r>
      <w:r w:rsidR="00115F49" w:rsidRPr="00115F49">
        <w:t>dis-je</w:t>
      </w:r>
      <w:r>
        <w:t xml:space="preserve"> (</w:t>
      </w:r>
      <w:r w:rsidR="00115F49" w:rsidRPr="00115F49">
        <w:t>choisissant des aiguilles en les dressant l</w:t>
      </w:r>
      <w:r>
        <w:t>’</w:t>
      </w:r>
      <w:r w:rsidR="00115F49" w:rsidRPr="00115F49">
        <w:t>une après l</w:t>
      </w:r>
      <w:r>
        <w:t>’</w:t>
      </w:r>
      <w:r w:rsidR="00115F49" w:rsidRPr="00115F49">
        <w:t>autre sur le clair de la vitre</w:t>
      </w:r>
      <w:r>
        <w:t xml:space="preserve">). </w:t>
      </w:r>
      <w:r w:rsidR="00115F49" w:rsidRPr="00115F49">
        <w:t>Il y a deux des situations dans lesquelles une femme acquiert très vite beaucoup d</w:t>
      </w:r>
      <w:r>
        <w:t>’</w:t>
      </w:r>
      <w:r w:rsidR="00115F49" w:rsidRPr="00115F49">
        <w:t>expérience</w:t>
      </w:r>
      <w:r>
        <w:t>.</w:t>
      </w:r>
    </w:p>
    <w:p w14:paraId="6E13628A" w14:textId="77777777" w:rsidR="00766774" w:rsidRDefault="00766774" w:rsidP="00115F49">
      <w:r>
        <w:t>— </w:t>
      </w:r>
      <w:r w:rsidR="00115F49" w:rsidRPr="00115F49">
        <w:t>Il suffit qu</w:t>
      </w:r>
      <w:r>
        <w:t>’</w:t>
      </w:r>
      <w:r w:rsidR="00115F49" w:rsidRPr="00115F49">
        <w:t>elle se contente de peu</w:t>
      </w:r>
      <w:r>
        <w:t xml:space="preserve">, </w:t>
      </w:r>
      <w:r w:rsidR="00115F49" w:rsidRPr="00115F49">
        <w:t>dit-il</w:t>
      </w:r>
      <w:r>
        <w:t>.</w:t>
      </w:r>
    </w:p>
    <w:p w14:paraId="78B8402A" w14:textId="77777777" w:rsidR="00766774" w:rsidRDefault="00766774" w:rsidP="00115F49">
      <w:r>
        <w:t>— </w:t>
      </w:r>
      <w:r w:rsidR="00115F49" w:rsidRPr="00115F49">
        <w:t>C</w:t>
      </w:r>
      <w:r>
        <w:t>’</w:t>
      </w:r>
      <w:r w:rsidR="00115F49" w:rsidRPr="00115F49">
        <w:t>est justement dans ce sens-là que les années de campagne dont je parle comptent double</w:t>
      </w:r>
      <w:r>
        <w:t xml:space="preserve">, </w:t>
      </w:r>
      <w:r w:rsidR="00115F49" w:rsidRPr="00115F49">
        <w:t>dis-je</w:t>
      </w:r>
      <w:r>
        <w:t xml:space="preserve">. </w:t>
      </w:r>
      <w:r w:rsidR="00115F49" w:rsidRPr="00115F49">
        <w:t>Quel âge as-tu</w:t>
      </w:r>
      <w:r>
        <w:t> ?</w:t>
      </w:r>
    </w:p>
    <w:p w14:paraId="4F828B29" w14:textId="77777777" w:rsidR="00766774" w:rsidRDefault="00766774" w:rsidP="00115F49">
      <w:r>
        <w:lastRenderedPageBreak/>
        <w:t>— </w:t>
      </w:r>
      <w:r w:rsidR="00115F49" w:rsidRPr="00115F49">
        <w:t>Tu le sais</w:t>
      </w:r>
      <w:r>
        <w:t>.</w:t>
      </w:r>
    </w:p>
    <w:p w14:paraId="5E218021" w14:textId="77777777" w:rsidR="00766774" w:rsidRDefault="00766774" w:rsidP="00115F49">
      <w:r>
        <w:t>— </w:t>
      </w:r>
      <w:r w:rsidR="00115F49" w:rsidRPr="00115F49">
        <w:t>Dis un chiffre</w:t>
      </w:r>
      <w:r>
        <w:t>.</w:t>
      </w:r>
    </w:p>
    <w:p w14:paraId="463D62D5" w14:textId="77777777" w:rsidR="00766774" w:rsidRDefault="00766774" w:rsidP="00115F49">
      <w:r>
        <w:t>— </w:t>
      </w:r>
      <w:r w:rsidR="00115F49" w:rsidRPr="00115F49">
        <w:t>Cinquante-six</w:t>
      </w:r>
      <w:r>
        <w:t>.</w:t>
      </w:r>
    </w:p>
    <w:p w14:paraId="3C054DFC" w14:textId="77777777" w:rsidR="00766774" w:rsidRDefault="00766774" w:rsidP="00115F49">
      <w:r>
        <w:t>— </w:t>
      </w:r>
      <w:r w:rsidR="00115F49" w:rsidRPr="00115F49">
        <w:t>Trente ans donc</w:t>
      </w:r>
      <w:r>
        <w:t xml:space="preserve">, </w:t>
      </w:r>
      <w:r w:rsidR="00115F49" w:rsidRPr="00115F49">
        <w:t>ça t</w:t>
      </w:r>
      <w:r>
        <w:t>’</w:t>
      </w:r>
      <w:r w:rsidR="00115F49" w:rsidRPr="00115F49">
        <w:t>irait</w:t>
      </w:r>
      <w:r>
        <w:t> ?</w:t>
      </w:r>
    </w:p>
    <w:p w14:paraId="328D96C3" w14:textId="77777777" w:rsidR="00766774" w:rsidRDefault="00766774" w:rsidP="00115F49">
      <w:r>
        <w:t>— </w:t>
      </w:r>
      <w:r w:rsidR="00115F49" w:rsidRPr="00115F49">
        <w:t>Même trente-cinq</w:t>
      </w:r>
      <w:r>
        <w:t>.</w:t>
      </w:r>
    </w:p>
    <w:p w14:paraId="7CDD84FD" w14:textId="77777777" w:rsidR="00766774" w:rsidRDefault="00766774" w:rsidP="00115F49">
      <w:r>
        <w:t>— </w:t>
      </w:r>
      <w:r w:rsidR="00115F49" w:rsidRPr="00115F49">
        <w:t>Je ne te conseille pas trente-cinq</w:t>
      </w:r>
      <w:r>
        <w:t xml:space="preserve">, </w:t>
      </w:r>
      <w:r w:rsidR="00115F49" w:rsidRPr="00115F49">
        <w:t>dis-je</w:t>
      </w:r>
      <w:r>
        <w:t xml:space="preserve">, </w:t>
      </w:r>
      <w:r w:rsidR="00115F49" w:rsidRPr="00115F49">
        <w:t>c</w:t>
      </w:r>
      <w:r>
        <w:t>’</w:t>
      </w:r>
      <w:r w:rsidR="00115F49" w:rsidRPr="00115F49">
        <w:t>est le moment où on devient sentimentale</w:t>
      </w:r>
      <w:r>
        <w:t>.</w:t>
      </w:r>
    </w:p>
    <w:p w14:paraId="5943C90E" w14:textId="77777777" w:rsidR="00766774" w:rsidRDefault="00766774" w:rsidP="00115F49">
      <w:r>
        <w:t>— </w:t>
      </w:r>
      <w:r w:rsidR="00115F49" w:rsidRPr="00115F49">
        <w:t>Disons donc trente</w:t>
      </w:r>
      <w:r>
        <w:t xml:space="preserve">, </w:t>
      </w:r>
      <w:r w:rsidR="00115F49" w:rsidRPr="00115F49">
        <w:t>dit-il</w:t>
      </w:r>
      <w:r>
        <w:t xml:space="preserve">, </w:t>
      </w:r>
      <w:r w:rsidR="00115F49" w:rsidRPr="00115F49">
        <w:t>tu pourrais trouver ça</w:t>
      </w:r>
      <w:r>
        <w:t> ?</w:t>
      </w:r>
    </w:p>
    <w:p w14:paraId="188514B3" w14:textId="77777777" w:rsidR="00766774" w:rsidRDefault="00766774" w:rsidP="00115F49">
      <w:r>
        <w:t>— </w:t>
      </w:r>
      <w:r w:rsidR="00115F49" w:rsidRPr="00115F49">
        <w:t>Aisément</w:t>
      </w:r>
      <w:r>
        <w:t xml:space="preserve">, </w:t>
      </w:r>
      <w:r w:rsidR="00115F49" w:rsidRPr="00115F49">
        <w:t>dis-je</w:t>
      </w:r>
      <w:r>
        <w:t>.</w:t>
      </w:r>
    </w:p>
    <w:p w14:paraId="4477DF1C" w14:textId="77777777" w:rsidR="00766774" w:rsidRDefault="00115F49" w:rsidP="00115F49">
      <w:r w:rsidRPr="00115F49">
        <w:t>Et ce jour-là nous ne parlâmes pas plus avant</w:t>
      </w:r>
      <w:r w:rsidR="00766774">
        <w:t xml:space="preserve">, </w:t>
      </w:r>
      <w:r w:rsidRPr="00115F49">
        <w:t>comme dit l</w:t>
      </w:r>
      <w:r w:rsidR="00766774">
        <w:t>’</w:t>
      </w:r>
      <w:r w:rsidRPr="00115F49">
        <w:t>autre</w:t>
      </w:r>
      <w:r w:rsidR="00766774">
        <w:t>…</w:t>
      </w:r>
    </w:p>
    <w:p w14:paraId="45B704F8" w14:textId="77777777" w:rsidR="00766774" w:rsidRDefault="00115F49" w:rsidP="00115F49">
      <w:r w:rsidRPr="00115F49">
        <w:t>Une autre fois</w:t>
      </w:r>
      <w:r w:rsidR="00766774">
        <w:t xml:space="preserve">, </w:t>
      </w:r>
      <w:r w:rsidRPr="00115F49">
        <w:t>à peu près dans les mêmes circonstances</w:t>
      </w:r>
      <w:r w:rsidR="00766774">
        <w:t xml:space="preserve">, </w:t>
      </w:r>
      <w:r w:rsidRPr="00115F49">
        <w:t>toujours devant l</w:t>
      </w:r>
      <w:r w:rsidR="00766774">
        <w:t>’</w:t>
      </w:r>
      <w:r w:rsidRPr="00115F49">
        <w:t>hiver noir</w:t>
      </w:r>
      <w:r w:rsidR="00766774">
        <w:t xml:space="preserve">, </w:t>
      </w:r>
      <w:r w:rsidRPr="00115F49">
        <w:t>lui à califourchon sur sa chaise</w:t>
      </w:r>
      <w:r w:rsidR="00766774">
        <w:t xml:space="preserve">, </w:t>
      </w:r>
      <w:r w:rsidRPr="00115F49">
        <w:t>moi assise à côté de lui sur ma petite chaise basse</w:t>
      </w:r>
      <w:r w:rsidR="00766774">
        <w:t xml:space="preserve"> ; </w:t>
      </w:r>
      <w:r w:rsidRPr="00115F49">
        <w:t>lui regardant crouler la neige</w:t>
      </w:r>
      <w:r w:rsidR="00766774">
        <w:t xml:space="preserve"> ; </w:t>
      </w:r>
      <w:r w:rsidRPr="00115F49">
        <w:t>moi regardant un gilet de flanelle dans lequel je ravaudais de petits trous</w:t>
      </w:r>
      <w:r w:rsidR="00766774">
        <w:t> :</w:t>
      </w:r>
    </w:p>
    <w:p w14:paraId="19468918" w14:textId="77777777" w:rsidR="00766774" w:rsidRDefault="00766774" w:rsidP="00115F49">
      <w:r>
        <w:t>— </w:t>
      </w:r>
      <w:r w:rsidR="00115F49" w:rsidRPr="00115F49">
        <w:t>C</w:t>
      </w:r>
      <w:r>
        <w:t>’</w:t>
      </w:r>
      <w:r w:rsidR="00115F49" w:rsidRPr="00115F49">
        <w:t>est ma pipe</w:t>
      </w:r>
      <w:r>
        <w:t xml:space="preserve">, </w:t>
      </w:r>
      <w:r w:rsidR="00115F49" w:rsidRPr="00115F49">
        <w:t>dit-il</w:t>
      </w:r>
      <w:r>
        <w:t>.</w:t>
      </w:r>
    </w:p>
    <w:p w14:paraId="42061FE1" w14:textId="77777777" w:rsidR="00766774" w:rsidRDefault="00766774" w:rsidP="00115F49">
      <w:r>
        <w:t>— </w:t>
      </w:r>
      <w:r w:rsidR="00115F49" w:rsidRPr="00115F49">
        <w:t>Tu fourres ta pipe sur ton gilet de flanelle</w:t>
      </w:r>
      <w:r>
        <w:t> ?</w:t>
      </w:r>
    </w:p>
    <w:p w14:paraId="0001E37E" w14:textId="77777777" w:rsidR="00766774" w:rsidRDefault="00766774" w:rsidP="00115F49">
      <w:r>
        <w:t>— </w:t>
      </w:r>
      <w:r w:rsidR="00115F49" w:rsidRPr="00115F49">
        <w:t>Non</w:t>
      </w:r>
      <w:r>
        <w:t xml:space="preserve">, </w:t>
      </w:r>
      <w:r w:rsidR="00115F49" w:rsidRPr="00115F49">
        <w:t>je la bourre trop serré</w:t>
      </w:r>
      <w:r>
        <w:t xml:space="preserve"> ; </w:t>
      </w:r>
      <w:r w:rsidR="00115F49" w:rsidRPr="00115F49">
        <w:t>quand je l</w:t>
      </w:r>
      <w:r>
        <w:t>’</w:t>
      </w:r>
      <w:r w:rsidR="00115F49" w:rsidRPr="00115F49">
        <w:t>allume</w:t>
      </w:r>
      <w:r>
        <w:t xml:space="preserve">, </w:t>
      </w:r>
      <w:r w:rsidR="00115F49" w:rsidRPr="00115F49">
        <w:t>la braise déborde</w:t>
      </w:r>
      <w:r>
        <w:t>.</w:t>
      </w:r>
    </w:p>
    <w:p w14:paraId="638109B3" w14:textId="77777777" w:rsidR="00766774" w:rsidRDefault="00766774" w:rsidP="00115F49">
      <w:r>
        <w:t>— </w:t>
      </w:r>
      <w:r w:rsidR="00115F49" w:rsidRPr="00115F49">
        <w:t>Serre-les moins et fumes-en deux</w:t>
      </w:r>
      <w:r>
        <w:t>.</w:t>
      </w:r>
    </w:p>
    <w:p w14:paraId="685E0951" w14:textId="77777777" w:rsidR="00766774" w:rsidRDefault="00766774" w:rsidP="00115F49">
      <w:r>
        <w:t>— </w:t>
      </w:r>
      <w:r w:rsidR="00115F49" w:rsidRPr="00115F49">
        <w:t>Ou serre-les plus et fumes-en trois</w:t>
      </w:r>
      <w:r>
        <w:t xml:space="preserve">, </w:t>
      </w:r>
      <w:r w:rsidR="00115F49" w:rsidRPr="00115F49">
        <w:t>dit-il</w:t>
      </w:r>
      <w:r>
        <w:t>.</w:t>
      </w:r>
    </w:p>
    <w:p w14:paraId="7A9868B3" w14:textId="77777777" w:rsidR="00766774" w:rsidRDefault="00766774" w:rsidP="00115F49">
      <w:r>
        <w:t>— </w:t>
      </w:r>
      <w:r w:rsidR="00115F49" w:rsidRPr="00115F49">
        <w:t>Pourquoi</w:t>
      </w:r>
      <w:r>
        <w:t xml:space="preserve">, </w:t>
      </w:r>
      <w:r w:rsidR="00115F49" w:rsidRPr="00115F49">
        <w:t>dis-je</w:t>
      </w:r>
      <w:r>
        <w:t xml:space="preserve">, </w:t>
      </w:r>
      <w:r w:rsidR="00115F49" w:rsidRPr="00115F49">
        <w:t>est-ce que ça presse</w:t>
      </w:r>
      <w:r>
        <w:t> ?</w:t>
      </w:r>
    </w:p>
    <w:p w14:paraId="43F59A08" w14:textId="77777777" w:rsidR="00766774" w:rsidRDefault="00766774" w:rsidP="00115F49">
      <w:r>
        <w:lastRenderedPageBreak/>
        <w:t>— </w:t>
      </w:r>
      <w:r w:rsidR="00115F49" w:rsidRPr="00115F49">
        <w:t>Rien ne presse</w:t>
      </w:r>
      <w:r>
        <w:t xml:space="preserve">, </w:t>
      </w:r>
      <w:r w:rsidR="00115F49" w:rsidRPr="00115F49">
        <w:t>dit-il</w:t>
      </w:r>
      <w:r>
        <w:t xml:space="preserve">. </w:t>
      </w:r>
      <w:r w:rsidR="00115F49" w:rsidRPr="00115F49">
        <w:t>À propos</w:t>
      </w:r>
      <w:r>
        <w:t xml:space="preserve">, </w:t>
      </w:r>
      <w:r w:rsidR="00115F49" w:rsidRPr="00115F49">
        <w:t>as-tu pensé à ta femme de trente ans</w:t>
      </w:r>
      <w:r>
        <w:t> ?</w:t>
      </w:r>
    </w:p>
    <w:p w14:paraId="4022FA40" w14:textId="77777777" w:rsidR="00766774" w:rsidRDefault="00766774" w:rsidP="00115F49">
      <w:r>
        <w:t>— </w:t>
      </w:r>
      <w:r w:rsidR="00115F49" w:rsidRPr="00115F49">
        <w:t>Pas besoin d</w:t>
      </w:r>
      <w:r>
        <w:t>’</w:t>
      </w:r>
      <w:r w:rsidR="00115F49" w:rsidRPr="00115F49">
        <w:t>y penser</w:t>
      </w:r>
      <w:r>
        <w:t xml:space="preserve">, </w:t>
      </w:r>
      <w:r w:rsidR="00115F49" w:rsidRPr="00115F49">
        <w:t>dis-je</w:t>
      </w:r>
      <w:r>
        <w:t xml:space="preserve">. </w:t>
      </w:r>
      <w:r w:rsidR="00115F49" w:rsidRPr="00115F49">
        <w:t>Si on la veut</w:t>
      </w:r>
      <w:r>
        <w:t xml:space="preserve">, </w:t>
      </w:r>
      <w:r w:rsidR="00115F49" w:rsidRPr="00115F49">
        <w:t>il n</w:t>
      </w:r>
      <w:r>
        <w:t>’</w:t>
      </w:r>
      <w:r w:rsidR="00115F49" w:rsidRPr="00115F49">
        <w:t>y a qu</w:t>
      </w:r>
      <w:r>
        <w:t>’</w:t>
      </w:r>
      <w:r w:rsidR="00115F49" w:rsidRPr="00115F49">
        <w:t>à aller la chercher</w:t>
      </w:r>
      <w:r>
        <w:t>.</w:t>
      </w:r>
    </w:p>
    <w:p w14:paraId="18E73ED2" w14:textId="77777777" w:rsidR="00766774" w:rsidRDefault="00766774" w:rsidP="00115F49">
      <w:r>
        <w:t>— </w:t>
      </w:r>
      <w:r w:rsidR="00115F49" w:rsidRPr="00115F49">
        <w:t>Où</w:t>
      </w:r>
      <w:r>
        <w:t> ?</w:t>
      </w:r>
    </w:p>
    <w:p w14:paraId="7A61C265" w14:textId="77777777" w:rsidR="00766774" w:rsidRDefault="00766774" w:rsidP="00115F49">
      <w:r>
        <w:t>— </w:t>
      </w:r>
      <w:r w:rsidR="00115F49" w:rsidRPr="00115F49">
        <w:t>Je connais très bien l</w:t>
      </w:r>
      <w:r>
        <w:t>’</w:t>
      </w:r>
      <w:r w:rsidR="00115F49" w:rsidRPr="00115F49">
        <w:t>endroit</w:t>
      </w:r>
      <w:r>
        <w:t xml:space="preserve">. </w:t>
      </w:r>
      <w:r w:rsidR="00115F49" w:rsidRPr="00115F49">
        <w:t>Je lui dis</w:t>
      </w:r>
      <w:r>
        <w:t xml:space="preserve"> : </w:t>
      </w:r>
      <w:r w:rsidR="00115F49" w:rsidRPr="00115F49">
        <w:t>Il n</w:t>
      </w:r>
      <w:r>
        <w:t>’</w:t>
      </w:r>
      <w:r w:rsidR="00115F49" w:rsidRPr="00115F49">
        <w:t>y a qu</w:t>
      </w:r>
      <w:r>
        <w:t>’</w:t>
      </w:r>
      <w:r w:rsidR="00115F49" w:rsidRPr="00115F49">
        <w:t>à descendre à Grenoble</w:t>
      </w:r>
      <w:r>
        <w:t xml:space="preserve">. </w:t>
      </w:r>
      <w:r w:rsidR="00115F49" w:rsidRPr="00115F49">
        <w:t>J</w:t>
      </w:r>
      <w:r>
        <w:t>’</w:t>
      </w:r>
      <w:r w:rsidR="00115F49" w:rsidRPr="00115F49">
        <w:t>ai assez de relations pour avoir le choix</w:t>
      </w:r>
      <w:r>
        <w:t>.</w:t>
      </w:r>
    </w:p>
    <w:p w14:paraId="136BA12B" w14:textId="77777777" w:rsidR="00766774" w:rsidRDefault="00766774" w:rsidP="00115F49">
      <w:r>
        <w:t>— </w:t>
      </w:r>
      <w:r w:rsidR="00115F49" w:rsidRPr="00115F49">
        <w:t>Parfait</w:t>
      </w:r>
      <w:r>
        <w:t xml:space="preserve">, </w:t>
      </w:r>
      <w:r w:rsidR="00115F49" w:rsidRPr="00115F49">
        <w:t>dit-il</w:t>
      </w:r>
      <w:r>
        <w:t xml:space="preserve">, </w:t>
      </w:r>
      <w:r w:rsidR="00115F49" w:rsidRPr="00115F49">
        <w:t>c</w:t>
      </w:r>
      <w:r>
        <w:t>’</w:t>
      </w:r>
      <w:r w:rsidR="00115F49" w:rsidRPr="00115F49">
        <w:t>est donc un souci de moins</w:t>
      </w:r>
      <w:r>
        <w:t>.</w:t>
      </w:r>
    </w:p>
    <w:p w14:paraId="2312A77E" w14:textId="77777777" w:rsidR="00766774" w:rsidRDefault="00766774" w:rsidP="00115F49">
      <w:r>
        <w:t>— </w:t>
      </w:r>
      <w:r w:rsidR="00115F49" w:rsidRPr="00115F49">
        <w:t>Ça te donnait du souci</w:t>
      </w:r>
      <w:r>
        <w:t xml:space="preserve"> ? </w:t>
      </w:r>
      <w:r w:rsidR="00115F49" w:rsidRPr="00115F49">
        <w:t>lui dis-je</w:t>
      </w:r>
      <w:r>
        <w:t>.</w:t>
      </w:r>
    </w:p>
    <w:p w14:paraId="1DB06172" w14:textId="77777777" w:rsidR="00766774" w:rsidRDefault="00766774" w:rsidP="00115F49">
      <w:r>
        <w:t>— </w:t>
      </w:r>
      <w:r w:rsidR="00115F49" w:rsidRPr="00115F49">
        <w:t>Pas du tout</w:t>
      </w:r>
      <w:r>
        <w:t xml:space="preserve">, </w:t>
      </w:r>
      <w:r w:rsidR="00115F49" w:rsidRPr="00115F49">
        <w:t>dit-il</w:t>
      </w:r>
      <w:r>
        <w:t>.</w:t>
      </w:r>
    </w:p>
    <w:p w14:paraId="12970FA2" w14:textId="77777777" w:rsidR="00766774" w:rsidRDefault="00115F49" w:rsidP="00115F49">
      <w:r w:rsidRPr="00115F49">
        <w:t>Un autre jour</w:t>
      </w:r>
      <w:r w:rsidR="00766774">
        <w:t xml:space="preserve">, </w:t>
      </w:r>
      <w:r w:rsidRPr="00115F49">
        <w:t>par grand gel</w:t>
      </w:r>
      <w:r w:rsidR="00766774">
        <w:t xml:space="preserve">, </w:t>
      </w:r>
      <w:r w:rsidRPr="00115F49">
        <w:t>il se met en veste de fourrure et en toque</w:t>
      </w:r>
      <w:r w:rsidR="00766774">
        <w:t xml:space="preserve">, </w:t>
      </w:r>
      <w:r w:rsidRPr="00115F49">
        <w:t>il prend ses raquettes et il me dit</w:t>
      </w:r>
      <w:r w:rsidR="00766774">
        <w:t> :</w:t>
      </w:r>
    </w:p>
    <w:p w14:paraId="483F7CB0" w14:textId="77777777" w:rsidR="00766774" w:rsidRDefault="00766774" w:rsidP="00115F49">
      <w:r>
        <w:t>— </w:t>
      </w:r>
      <w:r w:rsidR="00115F49" w:rsidRPr="00115F49">
        <w:t>Mitonne-moi un petit quelque chose pour ce soir</w:t>
      </w:r>
      <w:r>
        <w:t xml:space="preserve">. </w:t>
      </w:r>
      <w:r w:rsidR="00115F49" w:rsidRPr="00115F49">
        <w:t>Je vais prendre l</w:t>
      </w:r>
      <w:r>
        <w:t>’</w:t>
      </w:r>
      <w:r w:rsidR="00115F49" w:rsidRPr="00115F49">
        <w:t>air</w:t>
      </w:r>
      <w:r>
        <w:t>.</w:t>
      </w:r>
    </w:p>
    <w:p w14:paraId="469F46AD" w14:textId="77777777" w:rsidR="00766774" w:rsidRDefault="00115F49" w:rsidP="00115F49">
      <w:r w:rsidRPr="00115F49">
        <w:t>Je lui dis</w:t>
      </w:r>
      <w:r w:rsidR="00766774">
        <w:t> :</w:t>
      </w:r>
    </w:p>
    <w:p w14:paraId="67673369" w14:textId="77777777" w:rsidR="00766774" w:rsidRDefault="00766774" w:rsidP="00115F49">
      <w:r>
        <w:t>— </w:t>
      </w:r>
      <w:r w:rsidR="00115F49" w:rsidRPr="00115F49">
        <w:t>N</w:t>
      </w:r>
      <w:r>
        <w:t>’</w:t>
      </w:r>
      <w:r w:rsidR="00115F49" w:rsidRPr="00115F49">
        <w:t>en prends pas trop</w:t>
      </w:r>
      <w:r>
        <w:t xml:space="preserve">, </w:t>
      </w:r>
      <w:r w:rsidR="00115F49" w:rsidRPr="00115F49">
        <w:t>il est fort</w:t>
      </w:r>
      <w:r>
        <w:t xml:space="preserve">. </w:t>
      </w:r>
      <w:r w:rsidR="00115F49" w:rsidRPr="00115F49">
        <w:t>Et</w:t>
      </w:r>
      <w:r>
        <w:t xml:space="preserve">, </w:t>
      </w:r>
      <w:r w:rsidR="00115F49" w:rsidRPr="00115F49">
        <w:t>plus spécialement</w:t>
      </w:r>
      <w:r>
        <w:t xml:space="preserve">, </w:t>
      </w:r>
      <w:r w:rsidR="00115F49" w:rsidRPr="00115F49">
        <w:t>qu</w:t>
      </w:r>
      <w:r>
        <w:t>’</w:t>
      </w:r>
      <w:r w:rsidR="00115F49" w:rsidRPr="00115F49">
        <w:t>est-ce que tu veux que je te mitonne</w:t>
      </w:r>
      <w:r>
        <w:t> ?</w:t>
      </w:r>
    </w:p>
    <w:p w14:paraId="7D2C37CE" w14:textId="77777777" w:rsidR="00766774" w:rsidRDefault="00766774" w:rsidP="00115F49">
      <w:r>
        <w:t>— </w:t>
      </w:r>
      <w:r w:rsidR="00115F49" w:rsidRPr="00115F49">
        <w:t>Soupe aux choux</w:t>
      </w:r>
      <w:r>
        <w:t xml:space="preserve">, </w:t>
      </w:r>
      <w:r w:rsidR="00115F49" w:rsidRPr="00115F49">
        <w:t>me dit-il</w:t>
      </w:r>
      <w:r>
        <w:t xml:space="preserve">, </w:t>
      </w:r>
      <w:r w:rsidR="00115F49" w:rsidRPr="00115F49">
        <w:t>et va donc voir si cette vieille garce d</w:t>
      </w:r>
      <w:r>
        <w:t>’</w:t>
      </w:r>
      <w:r w:rsidR="00115F49" w:rsidRPr="00115F49">
        <w:t>Anselmie n</w:t>
      </w:r>
      <w:r>
        <w:t>’</w:t>
      </w:r>
      <w:r w:rsidR="00115F49" w:rsidRPr="00115F49">
        <w:t>aurait pas une ou deux perdrix</w:t>
      </w:r>
      <w:r>
        <w:t xml:space="preserve">. </w:t>
      </w:r>
      <w:r w:rsidR="00115F49" w:rsidRPr="00115F49">
        <w:t>Je sais qu</w:t>
      </w:r>
      <w:r>
        <w:t>’</w:t>
      </w:r>
      <w:r w:rsidR="00115F49" w:rsidRPr="00115F49">
        <w:t>elle piège</w:t>
      </w:r>
      <w:r>
        <w:t xml:space="preserve">. </w:t>
      </w:r>
      <w:r w:rsidR="00115F49" w:rsidRPr="00115F49">
        <w:t>Et fais-moi donc un gratin de choux</w:t>
      </w:r>
      <w:r>
        <w:t xml:space="preserve">, </w:t>
      </w:r>
      <w:r w:rsidR="00115F49" w:rsidRPr="00115F49">
        <w:t>au four</w:t>
      </w:r>
      <w:r>
        <w:t xml:space="preserve">, </w:t>
      </w:r>
      <w:r w:rsidR="00115F49" w:rsidRPr="00115F49">
        <w:t>avec de la panure</w:t>
      </w:r>
      <w:r>
        <w:t xml:space="preserve">. </w:t>
      </w:r>
      <w:r w:rsidR="00115F49" w:rsidRPr="00115F49">
        <w:t>Des choux</w:t>
      </w:r>
      <w:r>
        <w:t xml:space="preserve">, </w:t>
      </w:r>
      <w:r w:rsidR="00115F49" w:rsidRPr="00115F49">
        <w:t>avec ce temps</w:t>
      </w:r>
      <w:r>
        <w:t xml:space="preserve">, </w:t>
      </w:r>
      <w:r w:rsidR="00115F49" w:rsidRPr="00115F49">
        <w:t>j</w:t>
      </w:r>
      <w:r>
        <w:t>’</w:t>
      </w:r>
      <w:r w:rsidR="00115F49" w:rsidRPr="00115F49">
        <w:t>en mangerais sur la tête d</w:t>
      </w:r>
      <w:r>
        <w:t>’</w:t>
      </w:r>
      <w:r w:rsidR="00115F49" w:rsidRPr="00115F49">
        <w:t>un galeux</w:t>
      </w:r>
      <w:r>
        <w:t xml:space="preserve">. </w:t>
      </w:r>
      <w:r w:rsidR="00115F49" w:rsidRPr="00115F49">
        <w:t>Et il n</w:t>
      </w:r>
      <w:r>
        <w:t>’</w:t>
      </w:r>
      <w:r w:rsidR="00115F49" w:rsidRPr="00115F49">
        <w:t>y en aura sûrement pas à Saint-Baudille</w:t>
      </w:r>
      <w:r>
        <w:t>.</w:t>
      </w:r>
    </w:p>
    <w:p w14:paraId="2465D2EC" w14:textId="77777777" w:rsidR="00766774" w:rsidRDefault="00766774" w:rsidP="00115F49">
      <w:r>
        <w:t>— </w:t>
      </w:r>
      <w:r w:rsidR="00115F49" w:rsidRPr="00115F49">
        <w:t xml:space="preserve">Tu vas voir </w:t>
      </w:r>
      <w:r>
        <w:t>M</w:t>
      </w:r>
      <w:r w:rsidRPr="00766774">
        <w:rPr>
          <w:vertAlign w:val="superscript"/>
        </w:rPr>
        <w:t>me</w:t>
      </w:r>
      <w:r>
        <w:t> </w:t>
      </w:r>
      <w:r w:rsidR="00115F49" w:rsidRPr="00115F49">
        <w:t>Tim</w:t>
      </w:r>
      <w:r>
        <w:t> ?</w:t>
      </w:r>
    </w:p>
    <w:p w14:paraId="71596F97" w14:textId="77777777" w:rsidR="00766774" w:rsidRDefault="00766774" w:rsidP="00115F49">
      <w:r>
        <w:lastRenderedPageBreak/>
        <w:t>— </w:t>
      </w:r>
      <w:r w:rsidR="00115F49" w:rsidRPr="00115F49">
        <w:t>Il s</w:t>
      </w:r>
      <w:r>
        <w:t>’</w:t>
      </w:r>
      <w:r w:rsidR="00115F49" w:rsidRPr="00115F49">
        <w:t>agirait peut-être de lui toucher un mot ou deux à propos de la femme de trente ans</w:t>
      </w:r>
      <w:r>
        <w:t xml:space="preserve">, </w:t>
      </w:r>
      <w:r w:rsidR="00115F49" w:rsidRPr="00115F49">
        <w:t>dit-il</w:t>
      </w:r>
      <w:r>
        <w:t xml:space="preserve">, </w:t>
      </w:r>
      <w:r w:rsidR="00115F49" w:rsidRPr="00115F49">
        <w:t>qu</w:t>
      </w:r>
      <w:r>
        <w:t>’</w:t>
      </w:r>
      <w:r w:rsidR="00115F49" w:rsidRPr="00115F49">
        <w:t>est-ce que tu en penses</w:t>
      </w:r>
      <w:r>
        <w:t> ?</w:t>
      </w:r>
    </w:p>
    <w:p w14:paraId="0F1AD51E" w14:textId="77777777" w:rsidR="00766774" w:rsidRDefault="00766774" w:rsidP="00115F49">
      <w:r>
        <w:t>— </w:t>
      </w:r>
      <w:r w:rsidR="00115F49" w:rsidRPr="00115F49">
        <w:t>Je pense que oui</w:t>
      </w:r>
      <w:r>
        <w:t xml:space="preserve">, </w:t>
      </w:r>
      <w:r w:rsidR="00115F49" w:rsidRPr="00115F49">
        <w:t>dis-je</w:t>
      </w:r>
      <w:r>
        <w:t xml:space="preserve">. </w:t>
      </w:r>
      <w:r w:rsidR="00115F49" w:rsidRPr="00115F49">
        <w:t>Et</w:t>
      </w:r>
      <w:r>
        <w:t xml:space="preserve">, </w:t>
      </w:r>
      <w:r w:rsidR="00115F49" w:rsidRPr="00115F49">
        <w:t>sais-tu ce que je pense encore</w:t>
      </w:r>
      <w:r>
        <w:t> ?</w:t>
      </w:r>
    </w:p>
    <w:p w14:paraId="136E8AAF" w14:textId="77777777" w:rsidR="00766774" w:rsidRDefault="00766774" w:rsidP="00115F49">
      <w:r>
        <w:t>— </w:t>
      </w:r>
      <w:r w:rsidR="00115F49" w:rsidRPr="00115F49">
        <w:t>Je vais le savoir</w:t>
      </w:r>
      <w:r>
        <w:t xml:space="preserve">, </w:t>
      </w:r>
      <w:r w:rsidR="00115F49" w:rsidRPr="00115F49">
        <w:t>dit-il</w:t>
      </w:r>
      <w:r>
        <w:t>.</w:t>
      </w:r>
    </w:p>
    <w:p w14:paraId="12CB2A8D" w14:textId="77777777" w:rsidR="00766774" w:rsidRDefault="00766774" w:rsidP="00115F49">
      <w:r>
        <w:t>— </w:t>
      </w:r>
      <w:r w:rsidR="00115F49" w:rsidRPr="00115F49">
        <w:t>Je pense</w:t>
      </w:r>
      <w:r>
        <w:t xml:space="preserve">, </w:t>
      </w:r>
      <w:r w:rsidR="00115F49" w:rsidRPr="00115F49">
        <w:t>lui dis-je</w:t>
      </w:r>
      <w:r>
        <w:t xml:space="preserve">, </w:t>
      </w:r>
      <w:r w:rsidR="00115F49" w:rsidRPr="00115F49">
        <w:t>que je vais foutre la frousse à Anselmie jusqu</w:t>
      </w:r>
      <w:r>
        <w:t>’</w:t>
      </w:r>
      <w:r w:rsidR="00115F49" w:rsidRPr="00115F49">
        <w:t>à ce qu</w:t>
      </w:r>
      <w:r>
        <w:t>’</w:t>
      </w:r>
      <w:r w:rsidR="00115F49" w:rsidRPr="00115F49">
        <w:t>elle m</w:t>
      </w:r>
      <w:r>
        <w:t>’</w:t>
      </w:r>
      <w:r w:rsidR="00115F49" w:rsidRPr="00115F49">
        <w:t>ait donné six perdrix</w:t>
      </w:r>
      <w:r>
        <w:t xml:space="preserve">. </w:t>
      </w:r>
      <w:r w:rsidR="00115F49" w:rsidRPr="00115F49">
        <w:t>Je pense aussi qu</w:t>
      </w:r>
      <w:r>
        <w:t>’</w:t>
      </w:r>
      <w:r w:rsidR="00115F49" w:rsidRPr="00115F49">
        <w:t>à part ton gratin de choux je vais également mettre quelques champignons secs à la crème</w:t>
      </w:r>
      <w:r>
        <w:t xml:space="preserve">, </w:t>
      </w:r>
      <w:r w:rsidR="00115F49" w:rsidRPr="00115F49">
        <w:t>et</w:t>
      </w:r>
      <w:r>
        <w:t xml:space="preserve">, </w:t>
      </w:r>
      <w:r w:rsidR="00115F49" w:rsidRPr="00115F49">
        <w:t>en dernier lieu</w:t>
      </w:r>
      <w:r>
        <w:t xml:space="preserve">, </w:t>
      </w:r>
      <w:r w:rsidR="00115F49" w:rsidRPr="00115F49">
        <w:t>je pense que je vais approprier la chambre du second</w:t>
      </w:r>
      <w:r>
        <w:t xml:space="preserve">, </w:t>
      </w:r>
      <w:r w:rsidR="00115F49" w:rsidRPr="00115F49">
        <w:t>y allumer du feu et mettre un moine dans le lit</w:t>
      </w:r>
      <w:r>
        <w:t xml:space="preserve">. </w:t>
      </w:r>
      <w:r w:rsidR="00115F49" w:rsidRPr="00115F49">
        <w:t>Parce que</w:t>
      </w:r>
      <w:r>
        <w:t xml:space="preserve">, </w:t>
      </w:r>
      <w:r w:rsidR="00115F49" w:rsidRPr="00115F49">
        <w:t>je suis à peu près sûre que</w:t>
      </w:r>
      <w:r>
        <w:t xml:space="preserve">, </w:t>
      </w:r>
      <w:r w:rsidR="00115F49" w:rsidRPr="00115F49">
        <w:t>si tu parles de la femme de trente ans</w:t>
      </w:r>
      <w:r>
        <w:t xml:space="preserve">, </w:t>
      </w:r>
      <w:r w:rsidR="00115F49" w:rsidRPr="00115F49">
        <w:t>tu vas m</w:t>
      </w:r>
      <w:r>
        <w:t>’</w:t>
      </w:r>
      <w:r w:rsidR="00115F49" w:rsidRPr="00115F49">
        <w:t xml:space="preserve">amener </w:t>
      </w:r>
      <w:r>
        <w:t>M</w:t>
      </w:r>
      <w:r w:rsidRPr="00766774">
        <w:rPr>
          <w:vertAlign w:val="superscript"/>
        </w:rPr>
        <w:t>me</w:t>
      </w:r>
      <w:r>
        <w:t> </w:t>
      </w:r>
      <w:r w:rsidR="00115F49" w:rsidRPr="00115F49">
        <w:t>Tim en chair et en os sur le coup du crépuscule</w:t>
      </w:r>
      <w:r>
        <w:t>.</w:t>
      </w:r>
    </w:p>
    <w:p w14:paraId="172C27EF" w14:textId="77777777" w:rsidR="00766774" w:rsidRDefault="00766774" w:rsidP="00115F49">
      <w:r>
        <w:t>— </w:t>
      </w:r>
      <w:r w:rsidR="00115F49" w:rsidRPr="00115F49">
        <w:t>Pas mal raisonné</w:t>
      </w:r>
      <w:r>
        <w:t xml:space="preserve">, </w:t>
      </w:r>
      <w:r w:rsidR="00115F49" w:rsidRPr="00115F49">
        <w:t>dit-il</w:t>
      </w:r>
      <w:r>
        <w:t xml:space="preserve">, </w:t>
      </w:r>
      <w:r w:rsidR="00115F49" w:rsidRPr="00115F49">
        <w:t>à part les six perdrix</w:t>
      </w:r>
      <w:r>
        <w:t xml:space="preserve"> ; </w:t>
      </w:r>
      <w:r w:rsidR="00115F49" w:rsidRPr="00115F49">
        <w:t>qu</w:t>
      </w:r>
      <w:r>
        <w:t>’</w:t>
      </w:r>
      <w:r w:rsidR="00115F49" w:rsidRPr="00115F49">
        <w:t>est-ce que tu veux qu</w:t>
      </w:r>
      <w:r>
        <w:t>’</w:t>
      </w:r>
      <w:r w:rsidR="00115F49" w:rsidRPr="00115F49">
        <w:t>on en foute</w:t>
      </w:r>
      <w:r>
        <w:t> ?</w:t>
      </w:r>
    </w:p>
    <w:p w14:paraId="1404C4F5" w14:textId="77777777" w:rsidR="00766774" w:rsidRDefault="00766774" w:rsidP="00115F49">
      <w:r>
        <w:t>— </w:t>
      </w:r>
      <w:r w:rsidR="00115F49" w:rsidRPr="00115F49">
        <w:t>Deux pour toi</w:t>
      </w:r>
      <w:r>
        <w:t xml:space="preserve">, </w:t>
      </w:r>
      <w:r w:rsidR="00115F49" w:rsidRPr="00115F49">
        <w:t xml:space="preserve">deux pour </w:t>
      </w:r>
      <w:r>
        <w:t>M</w:t>
      </w:r>
      <w:r w:rsidRPr="00766774">
        <w:rPr>
          <w:vertAlign w:val="superscript"/>
        </w:rPr>
        <w:t>me</w:t>
      </w:r>
      <w:r>
        <w:t> </w:t>
      </w:r>
      <w:r w:rsidR="00115F49" w:rsidRPr="00115F49">
        <w:t>Tim et deux pour moi</w:t>
      </w:r>
      <w:r>
        <w:t xml:space="preserve">, </w:t>
      </w:r>
      <w:r w:rsidR="00115F49" w:rsidRPr="00115F49">
        <w:t>lui dis-je</w:t>
      </w:r>
      <w:r>
        <w:t xml:space="preserve">. </w:t>
      </w:r>
      <w:r w:rsidR="00115F49" w:rsidRPr="00115F49">
        <w:t>Tu penses pas que je vais manger à la cuisine</w:t>
      </w:r>
      <w:r>
        <w:t xml:space="preserve">, </w:t>
      </w:r>
      <w:r w:rsidR="00115F49" w:rsidRPr="00115F49">
        <w:t>non</w:t>
      </w:r>
      <w:r>
        <w:t> ?</w:t>
      </w:r>
    </w:p>
    <w:p w14:paraId="1604A946" w14:textId="77777777" w:rsidR="00766774" w:rsidRDefault="00766774" w:rsidP="00115F49">
      <w:r>
        <w:t>— </w:t>
      </w:r>
      <w:r w:rsidR="00115F49" w:rsidRPr="00115F49">
        <w:t>Ce serait cependant ta place</w:t>
      </w:r>
      <w:r>
        <w:t xml:space="preserve">, </w:t>
      </w:r>
      <w:r w:rsidR="00115F49" w:rsidRPr="00115F49">
        <w:t>dit-il</w:t>
      </w:r>
      <w:r>
        <w:t xml:space="preserve">, </w:t>
      </w:r>
      <w:r w:rsidR="00115F49" w:rsidRPr="00115F49">
        <w:t>en prenant prudemment du champ comme s</w:t>
      </w:r>
      <w:r>
        <w:t>’</w:t>
      </w:r>
      <w:r w:rsidR="00115F49" w:rsidRPr="00115F49">
        <w:t>il avait peur</w:t>
      </w:r>
      <w:r>
        <w:t>.</w:t>
      </w:r>
    </w:p>
    <w:p w14:paraId="4BDE93BB" w14:textId="77777777" w:rsidR="00766774" w:rsidRDefault="00115F49" w:rsidP="00115F49">
      <w:r w:rsidRPr="00115F49">
        <w:t>Je lançai mon sabot à ses trousses</w:t>
      </w:r>
      <w:r w:rsidR="00766774">
        <w:t>.</w:t>
      </w:r>
    </w:p>
    <w:p w14:paraId="34D65AB4" w14:textId="77777777" w:rsidR="00766774" w:rsidRDefault="00115F49" w:rsidP="00115F49">
      <w:r w:rsidRPr="00115F49">
        <w:t xml:space="preserve">Que </w:t>
      </w:r>
      <w:r w:rsidR="00766774">
        <w:t>M</w:t>
      </w:r>
      <w:r w:rsidR="00766774" w:rsidRPr="00766774">
        <w:rPr>
          <w:vertAlign w:val="superscript"/>
        </w:rPr>
        <w:t>me</w:t>
      </w:r>
      <w:r w:rsidR="00766774">
        <w:t> </w:t>
      </w:r>
      <w:r w:rsidRPr="00115F49">
        <w:t>Tim accoure</w:t>
      </w:r>
      <w:r w:rsidR="00766774">
        <w:t xml:space="preserve">, </w:t>
      </w:r>
      <w:r w:rsidRPr="00115F49">
        <w:t>je n</w:t>
      </w:r>
      <w:r w:rsidR="00766774">
        <w:t>’</w:t>
      </w:r>
      <w:r w:rsidRPr="00115F49">
        <w:t>en doutais pas</w:t>
      </w:r>
      <w:r w:rsidR="00766774">
        <w:t xml:space="preserve">. </w:t>
      </w:r>
      <w:r w:rsidRPr="00115F49">
        <w:t>Il n</w:t>
      </w:r>
      <w:r w:rsidR="00766774">
        <w:t>’</w:t>
      </w:r>
      <w:r w:rsidRPr="00115F49">
        <w:t>y avait que de l</w:t>
      </w:r>
      <w:r w:rsidR="00766774">
        <w:t>’</w:t>
      </w:r>
      <w:r w:rsidRPr="00115F49">
        <w:t>heure dont je n</w:t>
      </w:r>
      <w:r w:rsidR="00766774">
        <w:t>’</w:t>
      </w:r>
      <w:r w:rsidRPr="00115F49">
        <w:t>étais pas très sûre</w:t>
      </w:r>
      <w:r w:rsidR="00766774">
        <w:t>.</w:t>
      </w:r>
    </w:p>
    <w:p w14:paraId="1E628934" w14:textId="77777777" w:rsidR="00115F49" w:rsidRPr="00115F49" w:rsidRDefault="00115F49" w:rsidP="00115F49">
      <w:r w:rsidRPr="00115F49">
        <w:t>Je me disais</w:t>
      </w:r>
      <w:r w:rsidR="00766774">
        <w:t> : « </w:t>
      </w:r>
      <w:r w:rsidRPr="00115F49">
        <w:t>Au crépuscule</w:t>
      </w:r>
      <w:r w:rsidR="00766774">
        <w:t xml:space="preserve">. </w:t>
      </w:r>
      <w:r w:rsidRPr="00115F49">
        <w:t>Il arrivera là-bas</w:t>
      </w:r>
      <w:r w:rsidR="00766774">
        <w:t xml:space="preserve">, </w:t>
      </w:r>
      <w:r w:rsidRPr="00115F49">
        <w:t>il déjeunera</w:t>
      </w:r>
      <w:r w:rsidR="00766774">
        <w:t xml:space="preserve">. </w:t>
      </w:r>
      <w:r w:rsidRPr="00115F49">
        <w:t>Il lui en parlera après déjeuner</w:t>
      </w:r>
      <w:r w:rsidR="00766774">
        <w:t xml:space="preserve"> ; </w:t>
      </w:r>
      <w:r w:rsidRPr="00115F49">
        <w:t>ils boiront le café</w:t>
      </w:r>
      <w:r w:rsidR="00766774">
        <w:t xml:space="preserve"> ; </w:t>
      </w:r>
      <w:r w:rsidRPr="00115F49">
        <w:lastRenderedPageBreak/>
        <w:t>elle fera atteler le traîneau</w:t>
      </w:r>
      <w:r w:rsidR="00766774">
        <w:t xml:space="preserve"> : </w:t>
      </w:r>
      <w:r w:rsidRPr="00115F49">
        <w:t>sur le coup de quatre heures ils seront là</w:t>
      </w:r>
      <w:r w:rsidR="00766774">
        <w:t>. »</w:t>
      </w:r>
    </w:p>
    <w:p w14:paraId="45365340" w14:textId="77777777" w:rsidR="00766774" w:rsidRDefault="00115F49" w:rsidP="00115F49">
      <w:r w:rsidRPr="00115F49">
        <w:t>Mais</w:t>
      </w:r>
      <w:r w:rsidR="00766774">
        <w:t xml:space="preserve">, </w:t>
      </w:r>
      <w:r w:rsidRPr="00115F49">
        <w:t>à trois heures j</w:t>
      </w:r>
      <w:r w:rsidR="00766774">
        <w:t>’</w:t>
      </w:r>
      <w:r w:rsidRPr="00115F49">
        <w:t>entendis la clochette des chevaux</w:t>
      </w:r>
      <w:r w:rsidR="00766774">
        <w:t xml:space="preserve">. </w:t>
      </w:r>
      <w:r w:rsidRPr="00115F49">
        <w:t>Elle avait dû le priver de café</w:t>
      </w:r>
      <w:r w:rsidR="00766774">
        <w:t xml:space="preserve">, </w:t>
      </w:r>
      <w:r w:rsidRPr="00115F49">
        <w:t>ou bien ils l</w:t>
      </w:r>
      <w:r w:rsidR="00766774">
        <w:t>’</w:t>
      </w:r>
      <w:r w:rsidRPr="00115F49">
        <w:t>avaient bu sur le pouce</w:t>
      </w:r>
      <w:r w:rsidR="00766774">
        <w:t>.</w:t>
      </w:r>
    </w:p>
    <w:p w14:paraId="5024A367" w14:textId="77777777" w:rsidR="00766774" w:rsidRDefault="00115F49" w:rsidP="00115F49">
      <w:r w:rsidRPr="00115F49">
        <w:t>Elle ne donna aucun ordre</w:t>
      </w:r>
      <w:r w:rsidR="00766774">
        <w:t> ; M</w:t>
      </w:r>
      <w:r w:rsidR="00766774" w:rsidRPr="00766774">
        <w:rPr>
          <w:vertAlign w:val="superscript"/>
        </w:rPr>
        <w:t>me</w:t>
      </w:r>
      <w:r w:rsidR="00766774">
        <w:t> </w:t>
      </w:r>
      <w:r w:rsidRPr="00115F49">
        <w:t>Tim sauta du traîneau comme si elle avait vingt ans</w:t>
      </w:r>
      <w:r w:rsidR="00766774">
        <w:t xml:space="preserve"> ; </w:t>
      </w:r>
      <w:r w:rsidRPr="00115F49">
        <w:t>elle entra dans ma cuisine</w:t>
      </w:r>
      <w:r w:rsidR="00766774">
        <w:t> :</w:t>
      </w:r>
    </w:p>
    <w:p w14:paraId="289D8880" w14:textId="77777777" w:rsidR="00766774" w:rsidRDefault="00766774" w:rsidP="00115F49">
      <w:r>
        <w:t>— </w:t>
      </w:r>
      <w:r w:rsidR="00115F49" w:rsidRPr="00115F49">
        <w:t>Dites-moi tout</w:t>
      </w:r>
      <w:r>
        <w:t xml:space="preserve">, </w:t>
      </w:r>
      <w:r w:rsidR="00115F49" w:rsidRPr="00115F49">
        <w:t>dit-elle</w:t>
      </w:r>
      <w:r>
        <w:t>.</w:t>
      </w:r>
    </w:p>
    <w:p w14:paraId="3E8A676C" w14:textId="77777777" w:rsidR="00766774" w:rsidRDefault="00115F49" w:rsidP="00115F49">
      <w:r w:rsidRPr="00115F49">
        <w:t>Elle avait l</w:t>
      </w:r>
      <w:r w:rsidR="00766774">
        <w:t>’</w:t>
      </w:r>
      <w:r w:rsidRPr="00115F49">
        <w:t>air très intéressée</w:t>
      </w:r>
      <w:r w:rsidR="00766774">
        <w:t>.</w:t>
      </w:r>
    </w:p>
    <w:p w14:paraId="5EAE7AAA" w14:textId="77777777" w:rsidR="00766774" w:rsidRDefault="00766774" w:rsidP="00115F49">
      <w:r>
        <w:t>— </w:t>
      </w:r>
      <w:r w:rsidR="00115F49" w:rsidRPr="00115F49">
        <w:t>Je n</w:t>
      </w:r>
      <w:r>
        <w:t>’</w:t>
      </w:r>
      <w:r w:rsidR="00115F49" w:rsidRPr="00115F49">
        <w:t>ai pas fait cuire les perdrix pour le roi de Prusse</w:t>
      </w:r>
      <w:r>
        <w:t xml:space="preserve">, </w:t>
      </w:r>
      <w:r w:rsidR="00115F49" w:rsidRPr="00115F49">
        <w:t>lui dis-je</w:t>
      </w:r>
      <w:r>
        <w:t xml:space="preserve">, </w:t>
      </w:r>
      <w:r w:rsidR="00115F49" w:rsidRPr="00115F49">
        <w:t>et</w:t>
      </w:r>
      <w:r>
        <w:t xml:space="preserve">, </w:t>
      </w:r>
      <w:r w:rsidR="00115F49" w:rsidRPr="00115F49">
        <w:t>doucement les basses</w:t>
      </w:r>
      <w:r>
        <w:t xml:space="preserve"> ! </w:t>
      </w:r>
      <w:r w:rsidR="00115F49" w:rsidRPr="00115F49">
        <w:t>Votre lit est prêt et</w:t>
      </w:r>
      <w:r>
        <w:t xml:space="preserve">, </w:t>
      </w:r>
      <w:r w:rsidR="00115F49" w:rsidRPr="00115F49">
        <w:t>vers les six</w:t>
      </w:r>
      <w:r>
        <w:t xml:space="preserve">, </w:t>
      </w:r>
      <w:r w:rsidR="00115F49" w:rsidRPr="00115F49">
        <w:t>sept heures</w:t>
      </w:r>
      <w:r>
        <w:t xml:space="preserve">, </w:t>
      </w:r>
      <w:r w:rsidR="00115F49" w:rsidRPr="00115F49">
        <w:t>j</w:t>
      </w:r>
      <w:r>
        <w:t>’</w:t>
      </w:r>
      <w:r w:rsidR="00115F49" w:rsidRPr="00115F49">
        <w:t>irai y fourrer un moine en cuivre</w:t>
      </w:r>
      <w:r>
        <w:t xml:space="preserve">. </w:t>
      </w:r>
      <w:r w:rsidR="00115F49" w:rsidRPr="00115F49">
        <w:t>Je vous ai mis mes draps frais lavande et tout le saint-frusquin</w:t>
      </w:r>
      <w:r>
        <w:t xml:space="preserve">. </w:t>
      </w:r>
      <w:r w:rsidR="00115F49" w:rsidRPr="00115F49">
        <w:t>Renvoyez Bouvard</w:t>
      </w:r>
      <w:r>
        <w:t xml:space="preserve">. </w:t>
      </w:r>
      <w:r w:rsidR="00115F49" w:rsidRPr="00115F49">
        <w:t>Vous allez rester dîner avec nous</w:t>
      </w:r>
      <w:r>
        <w:t xml:space="preserve">. </w:t>
      </w:r>
      <w:r w:rsidR="00115F49" w:rsidRPr="00115F49">
        <w:t>On se dira tout</w:t>
      </w:r>
      <w:r>
        <w:t xml:space="preserve">. </w:t>
      </w:r>
      <w:r w:rsidR="00115F49" w:rsidRPr="00115F49">
        <w:t>Mais</w:t>
      </w:r>
      <w:r>
        <w:t xml:space="preserve">, </w:t>
      </w:r>
      <w:r w:rsidR="00115F49" w:rsidRPr="00115F49">
        <w:t>s</w:t>
      </w:r>
      <w:r>
        <w:t>’</w:t>
      </w:r>
      <w:r w:rsidR="00115F49" w:rsidRPr="00115F49">
        <w:t>il faut tenir compte que Bouvard se gèle et qu</w:t>
      </w:r>
      <w:r>
        <w:t>’</w:t>
      </w:r>
      <w:r w:rsidR="00115F49" w:rsidRPr="00115F49">
        <w:t>après avoir mangé les perdrix et parlé vous devez rentrer à Saint-Baudille en risquant de vous casser le cou en pleine nuit</w:t>
      </w:r>
      <w:r>
        <w:t xml:space="preserve">, </w:t>
      </w:r>
      <w:r w:rsidR="00115F49" w:rsidRPr="00115F49">
        <w:t>macache</w:t>
      </w:r>
      <w:r>
        <w:t xml:space="preserve">, </w:t>
      </w:r>
      <w:r w:rsidR="00115F49" w:rsidRPr="00115F49">
        <w:t>on ne dira rien ou on le dira mal</w:t>
      </w:r>
      <w:r>
        <w:t xml:space="preserve">. </w:t>
      </w:r>
      <w:r w:rsidR="00115F49" w:rsidRPr="00115F49">
        <w:t>Croyez-moi</w:t>
      </w:r>
      <w:r>
        <w:t xml:space="preserve"> : </w:t>
      </w:r>
      <w:r w:rsidR="00115F49" w:rsidRPr="00115F49">
        <w:t>on vous garde</w:t>
      </w:r>
      <w:r>
        <w:t>.</w:t>
      </w:r>
    </w:p>
    <w:p w14:paraId="66A4C331" w14:textId="77777777" w:rsidR="00766774" w:rsidRDefault="00115F49" w:rsidP="00115F49">
      <w:r w:rsidRPr="00115F49">
        <w:t>Cinq minutes après</w:t>
      </w:r>
      <w:r w:rsidR="00766774">
        <w:t xml:space="preserve">, </w:t>
      </w:r>
      <w:r w:rsidRPr="00115F49">
        <w:t>plus de Bouvard</w:t>
      </w:r>
      <w:r w:rsidR="00766774">
        <w:t xml:space="preserve"> : </w:t>
      </w:r>
      <w:r w:rsidRPr="00115F49">
        <w:t>effacé de la surface du monde</w:t>
      </w:r>
      <w:r w:rsidR="00766774">
        <w:t xml:space="preserve">. </w:t>
      </w:r>
      <w:r w:rsidRPr="00115F49">
        <w:t>Sans les traces de patins devant la porte</w:t>
      </w:r>
      <w:r w:rsidR="00766774">
        <w:t xml:space="preserve">, </w:t>
      </w:r>
      <w:r w:rsidRPr="00115F49">
        <w:t xml:space="preserve">on aurait pu croire que </w:t>
      </w:r>
      <w:r w:rsidR="00766774">
        <w:t>M</w:t>
      </w:r>
      <w:r w:rsidR="00766774" w:rsidRPr="00766774">
        <w:rPr>
          <w:vertAlign w:val="superscript"/>
        </w:rPr>
        <w:t>me</w:t>
      </w:r>
      <w:r w:rsidR="00766774">
        <w:t> </w:t>
      </w:r>
      <w:r w:rsidRPr="00115F49">
        <w:t>Tim avait été transportée ici par la fameuse opération du Saint-Esprit</w:t>
      </w:r>
      <w:r w:rsidR="00766774">
        <w:t>.</w:t>
      </w:r>
    </w:p>
    <w:p w14:paraId="2C28E9D1" w14:textId="57E997C1" w:rsidR="00766774" w:rsidRDefault="00766774" w:rsidP="00115F49">
      <w:r>
        <w:t>— </w:t>
      </w:r>
      <w:r w:rsidR="00115F49" w:rsidRPr="00115F49">
        <w:t>Et ce n</w:t>
      </w:r>
      <w:r>
        <w:t>’</w:t>
      </w:r>
      <w:r w:rsidR="00115F49" w:rsidRPr="00115F49">
        <w:t>est pas tout</w:t>
      </w:r>
      <w:r>
        <w:t xml:space="preserve">, </w:t>
      </w:r>
      <w:r w:rsidR="00115F49" w:rsidRPr="00115F49">
        <w:t>lui dis-je</w:t>
      </w:r>
      <w:r>
        <w:t xml:space="preserve">. </w:t>
      </w:r>
      <w:r w:rsidR="00115F49" w:rsidRPr="00115F49">
        <w:t>Patience et longueur de temps font plus que force ni que rage</w:t>
      </w:r>
      <w:r>
        <w:t>.</w:t>
      </w:r>
      <w:r w:rsidR="0056543D">
        <w:t xml:space="preserve"> </w:t>
      </w:r>
      <w:r w:rsidR="00115F49" w:rsidRPr="00115F49">
        <w:t>Pas un mot avant le dîner</w:t>
      </w:r>
      <w:r>
        <w:t xml:space="preserve">. </w:t>
      </w:r>
      <w:r w:rsidR="00115F49" w:rsidRPr="00115F49">
        <w:t>Vous voulez parler de ça en faisant le gratin aux choux</w:t>
      </w:r>
      <w:r>
        <w:t xml:space="preserve"> ? </w:t>
      </w:r>
      <w:r w:rsidR="00115F49" w:rsidRPr="00115F49">
        <w:t>Non</w:t>
      </w:r>
      <w:r>
        <w:t xml:space="preserve">. </w:t>
      </w:r>
      <w:r w:rsidR="00115F49" w:rsidRPr="00115F49">
        <w:t>Dans une heure je fais décaniller les trois vieux qui sont près du poêle</w:t>
      </w:r>
      <w:r>
        <w:t xml:space="preserve">. </w:t>
      </w:r>
      <w:r w:rsidR="00115F49" w:rsidRPr="00115F49">
        <w:t>Je ferme mes grandes portes et la nuit est à nous</w:t>
      </w:r>
      <w:r>
        <w:t xml:space="preserve">. </w:t>
      </w:r>
      <w:r w:rsidR="00115F49" w:rsidRPr="00115F49">
        <w:t>Nous mettons la table là au milieu</w:t>
      </w:r>
      <w:r>
        <w:t xml:space="preserve">, </w:t>
      </w:r>
      <w:r w:rsidR="00115F49" w:rsidRPr="00115F49">
        <w:t xml:space="preserve">bien au </w:t>
      </w:r>
      <w:r w:rsidR="00115F49" w:rsidRPr="00115F49">
        <w:lastRenderedPageBreak/>
        <w:t>chaud</w:t>
      </w:r>
      <w:r>
        <w:t xml:space="preserve">, </w:t>
      </w:r>
      <w:r w:rsidR="00115F49" w:rsidRPr="00115F49">
        <w:t>pour nous trois</w:t>
      </w:r>
      <w:r>
        <w:t xml:space="preserve">. </w:t>
      </w:r>
      <w:r w:rsidR="00115F49" w:rsidRPr="00115F49">
        <w:t>La grande lampe</w:t>
      </w:r>
      <w:r>
        <w:t xml:space="preserve">. </w:t>
      </w:r>
      <w:r w:rsidR="00115F49" w:rsidRPr="00115F49">
        <w:t>Alors</w:t>
      </w:r>
      <w:r>
        <w:t xml:space="preserve">, </w:t>
      </w:r>
      <w:r w:rsidR="00115F49" w:rsidRPr="00115F49">
        <w:t>en avant la musique</w:t>
      </w:r>
      <w:r>
        <w:t xml:space="preserve">. </w:t>
      </w:r>
      <w:r w:rsidR="00115F49" w:rsidRPr="00115F49">
        <w:t>Ça vaudra la peine</w:t>
      </w:r>
      <w:r>
        <w:t xml:space="preserve">. </w:t>
      </w:r>
      <w:r w:rsidR="00115F49" w:rsidRPr="00115F49">
        <w:t>N</w:t>
      </w:r>
      <w:r>
        <w:t>’</w:t>
      </w:r>
      <w:r w:rsidR="00115F49" w:rsidRPr="00115F49">
        <w:t>est-ce pas vrai</w:t>
      </w:r>
      <w:r>
        <w:t xml:space="preserve"> ? </w:t>
      </w:r>
      <w:r w:rsidR="00115F49" w:rsidRPr="00115F49">
        <w:t>En attendant</w:t>
      </w:r>
      <w:r>
        <w:t xml:space="preserve">, </w:t>
      </w:r>
      <w:r w:rsidR="00115F49" w:rsidRPr="00115F49">
        <w:t>vous voudriez pas mettre un tablier et éplucher ces deux ou trois pieds de céleri</w:t>
      </w:r>
      <w:r>
        <w:t xml:space="preserve"> ? </w:t>
      </w:r>
      <w:r w:rsidR="00115F49" w:rsidRPr="00115F49">
        <w:t>On ferait une salade</w:t>
      </w:r>
      <w:r>
        <w:t>.</w:t>
      </w:r>
    </w:p>
    <w:p w14:paraId="389EBFAF" w14:textId="77777777" w:rsidR="00766774" w:rsidRDefault="00115F49" w:rsidP="00115F49">
      <w:r w:rsidRPr="00115F49">
        <w:t>Elle le fit si gentiment que je lui dis</w:t>
      </w:r>
      <w:r w:rsidR="00766774">
        <w:t> :</w:t>
      </w:r>
    </w:p>
    <w:p w14:paraId="3D2C5E5D" w14:textId="77777777" w:rsidR="00766774" w:rsidRDefault="00766774" w:rsidP="00115F49">
      <w:r>
        <w:t>— </w:t>
      </w:r>
      <w:r w:rsidR="00115F49" w:rsidRPr="00115F49">
        <w:t>Vous voyez ce que c</w:t>
      </w:r>
      <w:r>
        <w:t>’</w:t>
      </w:r>
      <w:r w:rsidR="00115F49" w:rsidRPr="00115F49">
        <w:t>est que d</w:t>
      </w:r>
      <w:r>
        <w:t>’</w:t>
      </w:r>
      <w:r w:rsidR="00115F49" w:rsidRPr="00115F49">
        <w:t>être sage</w:t>
      </w:r>
      <w:r>
        <w:t xml:space="preserve">. </w:t>
      </w:r>
      <w:r w:rsidR="00115F49" w:rsidRPr="00115F49">
        <w:t>La dame va vous payer un coup de crème de cacao</w:t>
      </w:r>
      <w:r>
        <w:t>.</w:t>
      </w:r>
    </w:p>
    <w:p w14:paraId="6A2CDBB1" w14:textId="77777777" w:rsidR="00766774" w:rsidRDefault="00115F49" w:rsidP="00115F49">
      <w:r w:rsidRPr="00115F49">
        <w:t>Langlois arriva comme nous sirotions</w:t>
      </w:r>
      <w:r w:rsidR="00766774">
        <w:t>.</w:t>
      </w:r>
    </w:p>
    <w:p w14:paraId="55F50132" w14:textId="77777777" w:rsidR="00766774" w:rsidRDefault="00766774" w:rsidP="00115F49">
      <w:r>
        <w:t>— </w:t>
      </w:r>
      <w:r w:rsidR="00115F49" w:rsidRPr="00115F49">
        <w:t>Ne vous gênez pas</w:t>
      </w:r>
      <w:r>
        <w:t xml:space="preserve">, </w:t>
      </w:r>
      <w:r w:rsidR="00115F49" w:rsidRPr="00115F49">
        <w:t>dit-il</w:t>
      </w:r>
      <w:r>
        <w:t>.</w:t>
      </w:r>
    </w:p>
    <w:p w14:paraId="333BCA95" w14:textId="77777777" w:rsidR="00766774" w:rsidRDefault="00766774" w:rsidP="00115F49">
      <w:r>
        <w:t>— </w:t>
      </w:r>
      <w:r w:rsidR="00115F49" w:rsidRPr="00115F49">
        <w:t>Toi</w:t>
      </w:r>
      <w:r>
        <w:t xml:space="preserve">, </w:t>
      </w:r>
      <w:r w:rsidR="00115F49" w:rsidRPr="00115F49">
        <w:t>lui dis-je</w:t>
      </w:r>
      <w:r>
        <w:t xml:space="preserve">, </w:t>
      </w:r>
      <w:r w:rsidR="00115F49" w:rsidRPr="00115F49">
        <w:t>tu as ta bouteille de rhum dans le placard</w:t>
      </w:r>
      <w:r>
        <w:t xml:space="preserve">. </w:t>
      </w:r>
      <w:r w:rsidR="00115F49" w:rsidRPr="00115F49">
        <w:t>Pas celle-là</w:t>
      </w:r>
      <w:r>
        <w:t xml:space="preserve">, </w:t>
      </w:r>
      <w:r w:rsidR="00115F49" w:rsidRPr="00115F49">
        <w:t>c</w:t>
      </w:r>
      <w:r>
        <w:t>’</w:t>
      </w:r>
      <w:r w:rsidR="00115F49" w:rsidRPr="00115F49">
        <w:t>est celle pour les clients</w:t>
      </w:r>
      <w:r>
        <w:t xml:space="preserve">. </w:t>
      </w:r>
      <w:r w:rsidR="00115F49" w:rsidRPr="00115F49">
        <w:t>L</w:t>
      </w:r>
      <w:r>
        <w:t>’</w:t>
      </w:r>
      <w:r w:rsidR="00115F49" w:rsidRPr="00115F49">
        <w:t>autre</w:t>
      </w:r>
      <w:r>
        <w:t xml:space="preserve">, </w:t>
      </w:r>
      <w:r w:rsidR="00115F49" w:rsidRPr="00115F49">
        <w:t>à côté du paquet de sucre</w:t>
      </w:r>
      <w:r>
        <w:t xml:space="preserve">. </w:t>
      </w:r>
      <w:r w:rsidR="00115F49" w:rsidRPr="00115F49">
        <w:t>Que tu peux également sortir d</w:t>
      </w:r>
      <w:r>
        <w:t>’</w:t>
      </w:r>
      <w:r w:rsidR="00115F49" w:rsidRPr="00115F49">
        <w:t>ailleurs si tu veux te faire des canards</w:t>
      </w:r>
      <w:r>
        <w:t xml:space="preserve">. </w:t>
      </w:r>
      <w:r w:rsidR="00115F49" w:rsidRPr="00115F49">
        <w:t>Et ne compte pas trop qu</w:t>
      </w:r>
      <w:r>
        <w:t>’</w:t>
      </w:r>
      <w:r w:rsidR="00115F49" w:rsidRPr="00115F49">
        <w:t>on te serve de domestique</w:t>
      </w:r>
      <w:r>
        <w:t xml:space="preserve">, </w:t>
      </w:r>
      <w:r w:rsidR="00115F49" w:rsidRPr="00115F49">
        <w:t>mon bel amour</w:t>
      </w:r>
      <w:r>
        <w:t>.</w:t>
      </w:r>
    </w:p>
    <w:p w14:paraId="17D793CB" w14:textId="77777777" w:rsidR="00766774" w:rsidRDefault="00115F49" w:rsidP="00115F49">
      <w:r w:rsidRPr="00115F49">
        <w:t>Je ne vous dirai pas que je plaisantais de sang-froid</w:t>
      </w:r>
      <w:r w:rsidR="00766774">
        <w:t xml:space="preserve">. </w:t>
      </w:r>
      <w:r w:rsidRPr="00115F49">
        <w:t>J</w:t>
      </w:r>
      <w:r w:rsidR="00766774">
        <w:t>’</w:t>
      </w:r>
      <w:r w:rsidRPr="00115F49">
        <w:t>avais un tout petit peu appuyé sur la crème de cacao avant l</w:t>
      </w:r>
      <w:r w:rsidR="00766774">
        <w:t>’</w:t>
      </w:r>
      <w:r w:rsidRPr="00115F49">
        <w:t>arrivée de mes deux zèbres</w:t>
      </w:r>
      <w:r w:rsidR="00766774">
        <w:t xml:space="preserve">. </w:t>
      </w:r>
      <w:r w:rsidRPr="00115F49">
        <w:t>Il fallait que je me détende les nerfs</w:t>
      </w:r>
      <w:r w:rsidR="00766774">
        <w:t>.</w:t>
      </w:r>
    </w:p>
    <w:p w14:paraId="444D882C" w14:textId="376F9EEE" w:rsidR="00766774" w:rsidRDefault="00115F49" w:rsidP="00115F49">
      <w:r w:rsidRPr="00115F49">
        <w:t>D</w:t>
      </w:r>
      <w:r w:rsidR="00766774">
        <w:t>’</w:t>
      </w:r>
      <w:r w:rsidRPr="00115F49">
        <w:t>ailleurs</w:t>
      </w:r>
      <w:r w:rsidR="00766774">
        <w:t xml:space="preserve">, </w:t>
      </w:r>
      <w:r w:rsidRPr="00115F49">
        <w:t xml:space="preserve">après le troisième petit verre que </w:t>
      </w:r>
      <w:r w:rsidR="00766774">
        <w:t>M</w:t>
      </w:r>
      <w:r w:rsidR="00766774" w:rsidRPr="00766774">
        <w:rPr>
          <w:vertAlign w:val="superscript"/>
        </w:rPr>
        <w:t>me</w:t>
      </w:r>
      <w:r w:rsidR="00766774">
        <w:t> </w:t>
      </w:r>
      <w:r w:rsidRPr="00115F49">
        <w:t>Tim refusa mais qu</w:t>
      </w:r>
      <w:r w:rsidR="00766774">
        <w:t>’</w:t>
      </w:r>
      <w:r w:rsidRPr="00115F49">
        <w:t>elle but</w:t>
      </w:r>
      <w:r w:rsidR="00766774">
        <w:t xml:space="preserve">, </w:t>
      </w:r>
      <w:r w:rsidRPr="00115F49">
        <w:t>je compris qu</w:t>
      </w:r>
      <w:r w:rsidR="00766774">
        <w:t>’</w:t>
      </w:r>
      <w:r w:rsidRPr="00115F49">
        <w:t>elle trouvait que c</w:t>
      </w:r>
      <w:r w:rsidR="00766774">
        <w:t>’</w:t>
      </w:r>
      <w:r w:rsidRPr="00115F49">
        <w:t>était une bonne formule</w:t>
      </w:r>
      <w:r w:rsidR="00766774">
        <w:t xml:space="preserve">. </w:t>
      </w:r>
      <w:r w:rsidRPr="00115F49">
        <w:t>Elle commençait à avoir de jolis petits sourires et quand je sentais qu</w:t>
      </w:r>
      <w:r w:rsidR="00766774">
        <w:t>’</w:t>
      </w:r>
      <w:r w:rsidRPr="00115F49">
        <w:t>elle allait dire</w:t>
      </w:r>
      <w:r w:rsidR="00766774">
        <w:t> :</w:t>
      </w:r>
    </w:p>
    <w:p w14:paraId="6D6DC704" w14:textId="77777777" w:rsidR="00115F49" w:rsidRPr="00115F49" w:rsidRDefault="00766774" w:rsidP="00115F49">
      <w:r>
        <w:t>« </w:t>
      </w:r>
      <w:r w:rsidR="00115F49" w:rsidRPr="00115F49">
        <w:t>Alors</w:t>
      </w:r>
      <w:r>
        <w:t> ? »</w:t>
      </w:r>
    </w:p>
    <w:p w14:paraId="2778C5C9" w14:textId="77777777" w:rsidR="00766774" w:rsidRDefault="00115F49" w:rsidP="00115F49">
      <w:r w:rsidRPr="00115F49">
        <w:t>Je mettais mon doigt sur les lèvres</w:t>
      </w:r>
      <w:r w:rsidR="00766774">
        <w:t> :</w:t>
      </w:r>
    </w:p>
    <w:p w14:paraId="5F48880F" w14:textId="77777777" w:rsidR="00766774" w:rsidRDefault="00766774" w:rsidP="00115F49">
      <w:r>
        <w:t>— </w:t>
      </w:r>
      <w:r w:rsidR="00115F49" w:rsidRPr="00115F49">
        <w:t>Motus</w:t>
      </w:r>
      <w:r>
        <w:t xml:space="preserve">. </w:t>
      </w:r>
      <w:r w:rsidR="00115F49" w:rsidRPr="00115F49">
        <w:t>Encore un petit coup</w:t>
      </w:r>
      <w:r>
        <w:t> ?</w:t>
      </w:r>
    </w:p>
    <w:p w14:paraId="7C9891B2" w14:textId="77777777" w:rsidR="00766774" w:rsidRDefault="00766774" w:rsidP="00115F49">
      <w:r>
        <w:t>— </w:t>
      </w:r>
      <w:r w:rsidR="00115F49" w:rsidRPr="00115F49">
        <w:t>Très peu</w:t>
      </w:r>
      <w:r>
        <w:t>.</w:t>
      </w:r>
    </w:p>
    <w:p w14:paraId="041A493C" w14:textId="77777777" w:rsidR="00766774" w:rsidRDefault="00115F49" w:rsidP="00115F49">
      <w:r w:rsidRPr="00115F49">
        <w:lastRenderedPageBreak/>
        <w:t>Langlois s</w:t>
      </w:r>
      <w:r w:rsidR="00766774">
        <w:t>’</w:t>
      </w:r>
      <w:r w:rsidRPr="00115F49">
        <w:t>envoya trois solides lampées de rhum</w:t>
      </w:r>
      <w:r w:rsidR="00766774">
        <w:t xml:space="preserve">. </w:t>
      </w:r>
      <w:r w:rsidRPr="00115F49">
        <w:t>C</w:t>
      </w:r>
      <w:r w:rsidR="00766774">
        <w:t>’</w:t>
      </w:r>
      <w:r w:rsidRPr="00115F49">
        <w:t>était du rhum blanc que je mûrissais dans un petit baril en cèdre et dont je tirais de temps en temps des litres pour lui seul</w:t>
      </w:r>
      <w:r w:rsidR="00766774">
        <w:t>.</w:t>
      </w:r>
    </w:p>
    <w:p w14:paraId="7F78481A" w14:textId="77777777" w:rsidR="00766774" w:rsidRDefault="00766774" w:rsidP="00115F49">
      <w:r>
        <w:t>— </w:t>
      </w:r>
      <w:r w:rsidR="00115F49" w:rsidRPr="00115F49">
        <w:t>Qu</w:t>
      </w:r>
      <w:r>
        <w:t>’</w:t>
      </w:r>
      <w:r w:rsidR="00115F49" w:rsidRPr="00115F49">
        <w:t>il fait chaud</w:t>
      </w:r>
      <w:r>
        <w:t xml:space="preserve"> ! </w:t>
      </w:r>
      <w:r w:rsidR="00115F49" w:rsidRPr="00115F49">
        <w:t xml:space="preserve">dit </w:t>
      </w:r>
      <w:r>
        <w:t>M</w:t>
      </w:r>
      <w:r w:rsidRPr="00766774">
        <w:rPr>
          <w:vertAlign w:val="superscript"/>
        </w:rPr>
        <w:t>me</w:t>
      </w:r>
      <w:r>
        <w:t> </w:t>
      </w:r>
      <w:r w:rsidR="00115F49" w:rsidRPr="00115F49">
        <w:t>Tim</w:t>
      </w:r>
      <w:r>
        <w:t>.</w:t>
      </w:r>
    </w:p>
    <w:p w14:paraId="44730E52" w14:textId="77777777" w:rsidR="00766774" w:rsidRDefault="00115F49" w:rsidP="00115F49">
      <w:r w:rsidRPr="00115F49">
        <w:t>J</w:t>
      </w:r>
      <w:r w:rsidR="00766774">
        <w:t>’</w:t>
      </w:r>
      <w:r w:rsidRPr="00115F49">
        <w:t>allai mettre à la porte mes trois gaillards qui se chauffaient près du poêle</w:t>
      </w:r>
      <w:r w:rsidR="00766774">
        <w:t>.</w:t>
      </w:r>
    </w:p>
    <w:p w14:paraId="0CF949D1" w14:textId="77777777" w:rsidR="00766774" w:rsidRDefault="00766774" w:rsidP="00115F49">
      <w:r>
        <w:t>— </w:t>
      </w:r>
      <w:r w:rsidR="00115F49" w:rsidRPr="00115F49">
        <w:t>Déjà</w:t>
      </w:r>
      <w:r>
        <w:t xml:space="preserve">, </w:t>
      </w:r>
      <w:r w:rsidR="00115F49" w:rsidRPr="00115F49">
        <w:t>dit le père Lambert</w:t>
      </w:r>
      <w:r>
        <w:t xml:space="preserve">, </w:t>
      </w:r>
      <w:r w:rsidR="00115F49" w:rsidRPr="00115F49">
        <w:t>c</w:t>
      </w:r>
      <w:r>
        <w:t>’</w:t>
      </w:r>
      <w:r w:rsidR="00115F49" w:rsidRPr="00115F49">
        <w:t>est que cinq heures</w:t>
      </w:r>
      <w:r>
        <w:t>.</w:t>
      </w:r>
    </w:p>
    <w:p w14:paraId="52918B3A" w14:textId="77777777" w:rsidR="00766774" w:rsidRDefault="00115F49" w:rsidP="00115F49">
      <w:r w:rsidRPr="00115F49">
        <w:t>Je lui dis</w:t>
      </w:r>
      <w:r w:rsidR="00766774">
        <w:t> :</w:t>
      </w:r>
    </w:p>
    <w:p w14:paraId="349701AB" w14:textId="77777777" w:rsidR="00766774" w:rsidRDefault="00766774" w:rsidP="00115F49">
      <w:r>
        <w:t>— </w:t>
      </w:r>
      <w:r w:rsidR="00115F49" w:rsidRPr="00115F49">
        <w:t>J</w:t>
      </w:r>
      <w:r>
        <w:t>’</w:t>
      </w:r>
      <w:r w:rsidR="00115F49" w:rsidRPr="00115F49">
        <w:t>ai du monde</w:t>
      </w:r>
      <w:r>
        <w:t>.</w:t>
      </w:r>
    </w:p>
    <w:p w14:paraId="2027CF8B" w14:textId="77777777" w:rsidR="00766774" w:rsidRDefault="00766774" w:rsidP="00115F49">
      <w:r>
        <w:t>— </w:t>
      </w:r>
      <w:r w:rsidR="00115F49" w:rsidRPr="00115F49">
        <w:t>Et nous</w:t>
      </w:r>
      <w:r>
        <w:t xml:space="preserve">, </w:t>
      </w:r>
      <w:r w:rsidR="00115F49" w:rsidRPr="00115F49">
        <w:t>est-ce qu</w:t>
      </w:r>
      <w:r>
        <w:t>’</w:t>
      </w:r>
      <w:r w:rsidR="00115F49" w:rsidRPr="00115F49">
        <w:t>on est pas du monde</w:t>
      </w:r>
      <w:r>
        <w:t xml:space="preserve"> ? </w:t>
      </w:r>
      <w:r w:rsidR="00115F49" w:rsidRPr="00115F49">
        <w:t>dit-il</w:t>
      </w:r>
      <w:r>
        <w:t>.</w:t>
      </w:r>
    </w:p>
    <w:p w14:paraId="3251D9D8" w14:textId="77777777" w:rsidR="00766774" w:rsidRDefault="00766774" w:rsidP="00115F49">
      <w:r>
        <w:t>— </w:t>
      </w:r>
      <w:r w:rsidR="00115F49" w:rsidRPr="00115F49">
        <w:t>De l</w:t>
      </w:r>
      <w:r>
        <w:t>’</w:t>
      </w:r>
      <w:r w:rsidR="00115F49" w:rsidRPr="00115F49">
        <w:t>autre monde</w:t>
      </w:r>
      <w:r>
        <w:t xml:space="preserve">, </w:t>
      </w:r>
      <w:r w:rsidR="00115F49" w:rsidRPr="00115F49">
        <w:t>comprenez-vous</w:t>
      </w:r>
      <w:r>
        <w:t xml:space="preserve"> ? </w:t>
      </w:r>
      <w:r w:rsidR="00115F49" w:rsidRPr="00115F49">
        <w:t>dis-je</w:t>
      </w:r>
      <w:r>
        <w:t>.</w:t>
      </w:r>
    </w:p>
    <w:p w14:paraId="091EFEDA" w14:textId="77777777" w:rsidR="00766774" w:rsidRDefault="00766774" w:rsidP="00115F49">
      <w:r>
        <w:t>— </w:t>
      </w:r>
      <w:r w:rsidR="00115F49" w:rsidRPr="00115F49">
        <w:t>Non</w:t>
      </w:r>
      <w:r>
        <w:t xml:space="preserve">, </w:t>
      </w:r>
      <w:r w:rsidR="00115F49" w:rsidRPr="00115F49">
        <w:t>dit-il</w:t>
      </w:r>
      <w:r>
        <w:t>.</w:t>
      </w:r>
    </w:p>
    <w:p w14:paraId="05239A56" w14:textId="77777777" w:rsidR="00766774" w:rsidRDefault="00766774" w:rsidP="00115F49">
      <w:r>
        <w:t>— </w:t>
      </w:r>
      <w:r w:rsidR="00115F49" w:rsidRPr="00115F49">
        <w:t>Eh bien</w:t>
      </w:r>
      <w:r>
        <w:t xml:space="preserve">, </w:t>
      </w:r>
      <w:r w:rsidR="00115F49" w:rsidRPr="00115F49">
        <w:t>tant pis</w:t>
      </w:r>
      <w:r>
        <w:t xml:space="preserve">, </w:t>
      </w:r>
      <w:r w:rsidR="00115F49" w:rsidRPr="00115F49">
        <w:t>dis-je</w:t>
      </w:r>
      <w:r>
        <w:t xml:space="preserve">, </w:t>
      </w:r>
      <w:r w:rsidR="00115F49" w:rsidRPr="00115F49">
        <w:t>et allez vous chauffer chez votre belle-fille</w:t>
      </w:r>
      <w:r>
        <w:t>.</w:t>
      </w:r>
    </w:p>
    <w:p w14:paraId="41E47E01" w14:textId="77777777" w:rsidR="00766774" w:rsidRDefault="00766774" w:rsidP="00115F49">
      <w:r>
        <w:t>— </w:t>
      </w:r>
      <w:r w:rsidR="00115F49" w:rsidRPr="00115F49">
        <w:t>Risque pas</w:t>
      </w:r>
      <w:r>
        <w:t xml:space="preserve">, </w:t>
      </w:r>
      <w:r w:rsidR="00115F49" w:rsidRPr="00115F49">
        <w:t>dit-il</w:t>
      </w:r>
      <w:r>
        <w:t xml:space="preserve">, </w:t>
      </w:r>
      <w:r w:rsidR="00115F49" w:rsidRPr="00115F49">
        <w:t>je vais me coucher</w:t>
      </w:r>
      <w:r>
        <w:t>.</w:t>
      </w:r>
    </w:p>
    <w:p w14:paraId="75C2BF02" w14:textId="77777777" w:rsidR="00766774" w:rsidRDefault="00766774" w:rsidP="00115F49">
      <w:r>
        <w:t>— </w:t>
      </w:r>
      <w:r w:rsidR="00115F49" w:rsidRPr="00115F49">
        <w:t>C</w:t>
      </w:r>
      <w:r>
        <w:t>’</w:t>
      </w:r>
      <w:r w:rsidR="00115F49" w:rsidRPr="00115F49">
        <w:t>est ça</w:t>
      </w:r>
      <w:r>
        <w:t xml:space="preserve">, </w:t>
      </w:r>
      <w:r w:rsidR="00115F49" w:rsidRPr="00115F49">
        <w:t>dis-je</w:t>
      </w:r>
      <w:r>
        <w:t xml:space="preserve">, </w:t>
      </w:r>
      <w:r w:rsidR="00115F49" w:rsidRPr="00115F49">
        <w:t>et faites de beaux rêves</w:t>
      </w:r>
      <w:r>
        <w:t>.</w:t>
      </w:r>
    </w:p>
    <w:p w14:paraId="4B2696FA" w14:textId="77777777" w:rsidR="00766774" w:rsidRDefault="00766774" w:rsidP="00115F49">
      <w:r>
        <w:t>— </w:t>
      </w:r>
      <w:r w:rsidR="00115F49" w:rsidRPr="00115F49">
        <w:t>Je fais jamais de beaux rêves</w:t>
      </w:r>
      <w:r>
        <w:t xml:space="preserve">, </w:t>
      </w:r>
      <w:r w:rsidR="00115F49" w:rsidRPr="00115F49">
        <w:t>dit-il</w:t>
      </w:r>
      <w:r>
        <w:t>.</w:t>
      </w:r>
    </w:p>
    <w:p w14:paraId="227ADA5A" w14:textId="77777777" w:rsidR="00766774" w:rsidRDefault="00766774" w:rsidP="00115F49">
      <w:r>
        <w:t>— </w:t>
      </w:r>
      <w:r w:rsidR="00115F49" w:rsidRPr="00115F49">
        <w:t>Faites ce que vous voulez alors</w:t>
      </w:r>
      <w:r>
        <w:t xml:space="preserve">, </w:t>
      </w:r>
      <w:r w:rsidR="00115F49" w:rsidRPr="00115F49">
        <w:t>lui dis-je</w:t>
      </w:r>
      <w:r>
        <w:t>.</w:t>
      </w:r>
    </w:p>
    <w:p w14:paraId="5E1766E4" w14:textId="77777777" w:rsidR="00766774" w:rsidRDefault="00766774" w:rsidP="00115F49">
      <w:r>
        <w:t>— </w:t>
      </w:r>
      <w:r w:rsidR="00115F49" w:rsidRPr="00115F49">
        <w:t>Si je fais ce que je veux</w:t>
      </w:r>
      <w:r>
        <w:t xml:space="preserve">, </w:t>
      </w:r>
      <w:r w:rsidR="00115F49" w:rsidRPr="00115F49">
        <w:t>dit-il</w:t>
      </w:r>
      <w:r>
        <w:t xml:space="preserve">, </w:t>
      </w:r>
      <w:r w:rsidR="00115F49" w:rsidRPr="00115F49">
        <w:t>je reste ici</w:t>
      </w:r>
      <w:r>
        <w:t>.</w:t>
      </w:r>
    </w:p>
    <w:p w14:paraId="42D31B82" w14:textId="77777777" w:rsidR="00766774" w:rsidRDefault="00766774" w:rsidP="00115F49">
      <w:r>
        <w:t>— </w:t>
      </w:r>
      <w:r w:rsidR="00115F49" w:rsidRPr="00115F49">
        <w:t>Quel crampon</w:t>
      </w:r>
      <w:r>
        <w:t> !</w:t>
      </w:r>
    </w:p>
    <w:p w14:paraId="37D32C89" w14:textId="77777777" w:rsidR="00766774" w:rsidRDefault="00115F49" w:rsidP="00115F49">
      <w:r w:rsidRPr="00115F49">
        <w:t>Après</w:t>
      </w:r>
      <w:r w:rsidR="00766774">
        <w:t xml:space="preserve">, </w:t>
      </w:r>
      <w:r w:rsidRPr="00115F49">
        <w:t>je donnai vite un petit coup de balai dans la sciure</w:t>
      </w:r>
      <w:r w:rsidR="00766774">
        <w:t xml:space="preserve"> ; </w:t>
      </w:r>
      <w:r w:rsidRPr="00115F49">
        <w:t>et surtout autour du poêle</w:t>
      </w:r>
      <w:r w:rsidR="00766774">
        <w:t xml:space="preserve">. </w:t>
      </w:r>
      <w:r w:rsidRPr="00115F49">
        <w:t>Ils crachaient</w:t>
      </w:r>
      <w:r w:rsidR="00766774">
        <w:t xml:space="preserve">, </w:t>
      </w:r>
      <w:r w:rsidRPr="00115F49">
        <w:t>ces salauds</w:t>
      </w:r>
      <w:r w:rsidR="00766774">
        <w:t> ! M</w:t>
      </w:r>
      <w:r w:rsidR="00766774" w:rsidRPr="00766774">
        <w:rPr>
          <w:vertAlign w:val="superscript"/>
        </w:rPr>
        <w:t>me</w:t>
      </w:r>
      <w:r w:rsidR="00766774">
        <w:t> </w:t>
      </w:r>
      <w:r w:rsidRPr="00115F49">
        <w:t>Tim voulait le faire</w:t>
      </w:r>
      <w:r w:rsidR="00766774">
        <w:t xml:space="preserve">, </w:t>
      </w:r>
      <w:r w:rsidRPr="00115F49">
        <w:t>je lui pris le balai des mains</w:t>
      </w:r>
      <w:r w:rsidR="00766774">
        <w:t> :</w:t>
      </w:r>
    </w:p>
    <w:p w14:paraId="3B60433C" w14:textId="77777777" w:rsidR="00766774" w:rsidRDefault="00766774" w:rsidP="00115F49">
      <w:r>
        <w:lastRenderedPageBreak/>
        <w:t>— </w:t>
      </w:r>
      <w:r w:rsidR="00115F49" w:rsidRPr="00115F49">
        <w:t>Non</w:t>
      </w:r>
      <w:r>
        <w:t xml:space="preserve">, </w:t>
      </w:r>
      <w:r w:rsidR="00115F49" w:rsidRPr="00115F49">
        <w:t>lui dis-je</w:t>
      </w:r>
      <w:r>
        <w:t xml:space="preserve">, </w:t>
      </w:r>
      <w:r w:rsidR="00115F49" w:rsidRPr="00115F49">
        <w:t>ouvrez le grand placard et sortez une nappe</w:t>
      </w:r>
      <w:r>
        <w:t>.</w:t>
      </w:r>
    </w:p>
    <w:p w14:paraId="770028DD" w14:textId="77777777" w:rsidR="00766774" w:rsidRDefault="00115F49" w:rsidP="00115F49">
      <w:r w:rsidRPr="00115F49">
        <w:t>Savoir comment elle se serait comportée devant ces crachats de vieux</w:t>
      </w:r>
      <w:r w:rsidR="00766774">
        <w:t xml:space="preserve"> ? </w:t>
      </w:r>
      <w:r w:rsidRPr="00115F49">
        <w:t>Ça partait trop bien</w:t>
      </w:r>
      <w:r w:rsidR="00766774">
        <w:t xml:space="preserve">, </w:t>
      </w:r>
      <w:r w:rsidRPr="00115F49">
        <w:t>je n</w:t>
      </w:r>
      <w:r w:rsidR="00766774">
        <w:t>’</w:t>
      </w:r>
      <w:r w:rsidRPr="00115F49">
        <w:t>avais pas envie que ça finisse sur une femme verte</w:t>
      </w:r>
      <w:r w:rsidR="00766774">
        <w:t xml:space="preserve">. </w:t>
      </w:r>
      <w:r w:rsidRPr="00115F49">
        <w:t>Voilà notre avantage à nous autres On le paie</w:t>
      </w:r>
      <w:r w:rsidR="00766774">
        <w:t xml:space="preserve">, </w:t>
      </w:r>
      <w:r w:rsidRPr="00115F49">
        <w:t>tant vaut qu</w:t>
      </w:r>
      <w:r w:rsidR="00766774">
        <w:t>’</w:t>
      </w:r>
      <w:r w:rsidRPr="00115F49">
        <w:t>on en tire gloire</w:t>
      </w:r>
      <w:r w:rsidR="00766774">
        <w:t>.</w:t>
      </w:r>
    </w:p>
    <w:p w14:paraId="5C2C9ED8" w14:textId="77777777" w:rsidR="00766774" w:rsidRDefault="00115F49" w:rsidP="00115F49">
      <w:r w:rsidRPr="00115F49">
        <w:t>Je répandis de la sciure toute neuve près du poêle et c</w:t>
      </w:r>
      <w:r w:rsidR="00766774">
        <w:t>’</w:t>
      </w:r>
      <w:r w:rsidRPr="00115F49">
        <w:t>est là qu</w:t>
      </w:r>
      <w:r w:rsidR="00766774">
        <w:t>’</w:t>
      </w:r>
      <w:r w:rsidRPr="00115F49">
        <w:t>on tira la table</w:t>
      </w:r>
      <w:r w:rsidR="00766774">
        <w:t xml:space="preserve">, </w:t>
      </w:r>
      <w:r w:rsidRPr="00115F49">
        <w:t>bien dans la chaleur</w:t>
      </w:r>
      <w:r w:rsidR="00766774">
        <w:t xml:space="preserve">. </w:t>
      </w:r>
      <w:r w:rsidRPr="00115F49">
        <w:t>Dès les premiers morceaux</w:t>
      </w:r>
      <w:r w:rsidR="00766774">
        <w:t xml:space="preserve">, </w:t>
      </w:r>
      <w:r w:rsidRPr="00115F49">
        <w:t xml:space="preserve">naturellement </w:t>
      </w:r>
      <w:r w:rsidR="00766774">
        <w:t>M</w:t>
      </w:r>
      <w:r w:rsidR="00766774" w:rsidRPr="00766774">
        <w:rPr>
          <w:vertAlign w:val="superscript"/>
        </w:rPr>
        <w:t>me</w:t>
      </w:r>
      <w:r w:rsidR="00766774">
        <w:t> </w:t>
      </w:r>
      <w:r w:rsidRPr="00115F49">
        <w:t>Tim demanda</w:t>
      </w:r>
      <w:r w:rsidR="00766774">
        <w:t> :</w:t>
      </w:r>
    </w:p>
    <w:p w14:paraId="36D6A859" w14:textId="77777777" w:rsidR="00766774" w:rsidRDefault="00766774" w:rsidP="00115F49">
      <w:r>
        <w:t>— </w:t>
      </w:r>
      <w:r w:rsidR="00115F49" w:rsidRPr="00115F49">
        <w:t>Alors maintenant</w:t>
      </w:r>
      <w:r>
        <w:t xml:space="preserve">, </w:t>
      </w:r>
      <w:r w:rsidR="00115F49" w:rsidRPr="00115F49">
        <w:t>expliquez-moi un peu ce qu</w:t>
      </w:r>
      <w:r>
        <w:t>’</w:t>
      </w:r>
      <w:r w:rsidR="00115F49" w:rsidRPr="00115F49">
        <w:t>il a essayé de m</w:t>
      </w:r>
      <w:r>
        <w:t>’</w:t>
      </w:r>
      <w:r w:rsidR="00115F49" w:rsidRPr="00115F49">
        <w:t>expliquer</w:t>
      </w:r>
      <w:r>
        <w:t>.</w:t>
      </w:r>
    </w:p>
    <w:p w14:paraId="64053D0A" w14:textId="77777777" w:rsidR="00766774" w:rsidRDefault="00766774" w:rsidP="00115F49">
      <w:r>
        <w:t>— </w:t>
      </w:r>
      <w:r w:rsidR="00115F49" w:rsidRPr="00115F49">
        <w:t>Il est donc si bête</w:t>
      </w:r>
      <w:r>
        <w:t xml:space="preserve">, </w:t>
      </w:r>
      <w:r w:rsidR="00115F49" w:rsidRPr="00115F49">
        <w:t>dis-je</w:t>
      </w:r>
      <w:r>
        <w:t>.</w:t>
      </w:r>
    </w:p>
    <w:p w14:paraId="38039940" w14:textId="77777777" w:rsidR="00766774" w:rsidRDefault="00766774" w:rsidP="00115F49">
      <w:r>
        <w:t>— </w:t>
      </w:r>
      <w:r w:rsidR="00115F49" w:rsidRPr="00115F49">
        <w:t>Ce n</w:t>
      </w:r>
      <w:r>
        <w:t>’</w:t>
      </w:r>
      <w:r w:rsidR="00115F49" w:rsidRPr="00115F49">
        <w:t>est pas une question de bêtise</w:t>
      </w:r>
      <w:r>
        <w:t xml:space="preserve">, </w:t>
      </w:r>
      <w:r w:rsidR="00115F49" w:rsidRPr="00115F49">
        <w:t>dit-elle</w:t>
      </w:r>
      <w:r>
        <w:t>.</w:t>
      </w:r>
    </w:p>
    <w:p w14:paraId="7D1B064F" w14:textId="77777777" w:rsidR="00766774" w:rsidRDefault="00766774" w:rsidP="00115F49">
      <w:r>
        <w:t>— </w:t>
      </w:r>
      <w:r w:rsidR="00115F49" w:rsidRPr="00115F49">
        <w:t>Je sais bien</w:t>
      </w:r>
      <w:r>
        <w:t xml:space="preserve">, </w:t>
      </w:r>
      <w:r w:rsidR="00115F49" w:rsidRPr="00115F49">
        <w:t>dis-je</w:t>
      </w:r>
      <w:r>
        <w:t xml:space="preserve">, </w:t>
      </w:r>
      <w:r w:rsidR="00115F49" w:rsidRPr="00115F49">
        <w:t>prenons-le à la bonne</w:t>
      </w:r>
      <w:r>
        <w:t>.</w:t>
      </w:r>
    </w:p>
    <w:p w14:paraId="10CE11A4" w14:textId="77777777" w:rsidR="00766774" w:rsidRDefault="00115F49" w:rsidP="00115F49">
      <w:r w:rsidRPr="00115F49">
        <w:t>Je racontai très simplement ce petit après-midi d</w:t>
      </w:r>
      <w:r w:rsidR="00766774">
        <w:t>’</w:t>
      </w:r>
      <w:r w:rsidRPr="00115F49">
        <w:t>hiver et la façon de faire de Langlois m</w:t>
      </w:r>
      <w:r w:rsidR="00766774">
        <w:t>’</w:t>
      </w:r>
      <w:r w:rsidRPr="00115F49">
        <w:t>annonçant son désir de se marier</w:t>
      </w:r>
      <w:r w:rsidR="00766774">
        <w:t xml:space="preserve">. </w:t>
      </w:r>
      <w:r w:rsidRPr="00115F49">
        <w:t>Je reproduisais tout</w:t>
      </w:r>
      <w:r w:rsidR="00766774">
        <w:t xml:space="preserve"> : </w:t>
      </w:r>
      <w:r w:rsidRPr="00115F49">
        <w:t>ses petites phrases qui ne disaient rien et moi</w:t>
      </w:r>
      <w:r w:rsidR="00766774">
        <w:t xml:space="preserve">, </w:t>
      </w:r>
      <w:r w:rsidRPr="00115F49">
        <w:t>par conséquent</w:t>
      </w:r>
      <w:r w:rsidR="00766774">
        <w:t xml:space="preserve">, </w:t>
      </w:r>
      <w:r w:rsidRPr="00115F49">
        <w:t>les petites phrases de mon quant-à-moi</w:t>
      </w:r>
      <w:r w:rsidR="00766774">
        <w:t xml:space="preserve">. </w:t>
      </w:r>
      <w:r w:rsidRPr="00115F49">
        <w:t xml:space="preserve">Je voulais que </w:t>
      </w:r>
      <w:r w:rsidR="00766774">
        <w:t>M</w:t>
      </w:r>
      <w:r w:rsidR="00766774" w:rsidRPr="00766774">
        <w:rPr>
          <w:vertAlign w:val="superscript"/>
        </w:rPr>
        <w:t>me</w:t>
      </w:r>
      <w:r w:rsidR="00766774">
        <w:t> </w:t>
      </w:r>
      <w:r w:rsidRPr="00115F49">
        <w:t>Tim voie la scène comme elle s</w:t>
      </w:r>
      <w:r w:rsidR="00766774">
        <w:t>’</w:t>
      </w:r>
      <w:r w:rsidRPr="00115F49">
        <w:t>était passée</w:t>
      </w:r>
      <w:r w:rsidR="00766774">
        <w:t xml:space="preserve">. </w:t>
      </w:r>
      <w:r w:rsidRPr="00115F49">
        <w:t>À mon avis</w:t>
      </w:r>
      <w:r w:rsidR="00766774">
        <w:t xml:space="preserve">, </w:t>
      </w:r>
      <w:r w:rsidRPr="00115F49">
        <w:t>si on voulait avoir une vue claire de l</w:t>
      </w:r>
      <w:r w:rsidR="00766774">
        <w:t>’</w:t>
      </w:r>
      <w:r w:rsidRPr="00115F49">
        <w:t>événement dans ses causes et ses conséquences</w:t>
      </w:r>
      <w:r w:rsidR="00766774">
        <w:t xml:space="preserve">, </w:t>
      </w:r>
      <w:r w:rsidRPr="00115F49">
        <w:t>il fallait connaître cet après-midi d</w:t>
      </w:r>
      <w:r w:rsidR="00766774">
        <w:t>’</w:t>
      </w:r>
      <w:r w:rsidRPr="00115F49">
        <w:t>hiver et les petites phrases de Langlois</w:t>
      </w:r>
      <w:r w:rsidR="00766774">
        <w:t> :</w:t>
      </w:r>
    </w:p>
    <w:p w14:paraId="4C878DAE" w14:textId="77777777" w:rsidR="00766774" w:rsidRDefault="00766774" w:rsidP="00115F49">
      <w:r>
        <w:t>— </w:t>
      </w:r>
      <w:r w:rsidR="00115F49" w:rsidRPr="00115F49">
        <w:t>Tu aurais peut-être voulu que je te raconte l</w:t>
      </w:r>
      <w:r>
        <w:t>’</w:t>
      </w:r>
      <w:r w:rsidR="00115F49" w:rsidRPr="00115F49">
        <w:t>histoire de France de Vercingétorix à nos jours</w:t>
      </w:r>
      <w:r>
        <w:t xml:space="preserve">, </w:t>
      </w:r>
      <w:r w:rsidR="00115F49" w:rsidRPr="00115F49">
        <w:t>me dit Langlois</w:t>
      </w:r>
      <w:r>
        <w:t>.</w:t>
      </w:r>
    </w:p>
    <w:p w14:paraId="07532288" w14:textId="77777777" w:rsidR="00766774" w:rsidRDefault="00766774" w:rsidP="00115F49">
      <w:r>
        <w:t>— </w:t>
      </w:r>
      <w:r w:rsidR="00115F49" w:rsidRPr="00115F49">
        <w:t>Il ne s</w:t>
      </w:r>
      <w:r>
        <w:t>’</w:t>
      </w:r>
      <w:r w:rsidR="00115F49" w:rsidRPr="00115F49">
        <w:t>agit pas de l</w:t>
      </w:r>
      <w:r>
        <w:t>’</w:t>
      </w:r>
      <w:r w:rsidR="00115F49" w:rsidRPr="00115F49">
        <w:t>histoire de France</w:t>
      </w:r>
      <w:r>
        <w:t xml:space="preserve">, </w:t>
      </w:r>
      <w:r w:rsidR="00115F49" w:rsidRPr="00115F49">
        <w:t>répondis-je</w:t>
      </w:r>
      <w:r>
        <w:t xml:space="preserve">, </w:t>
      </w:r>
      <w:r w:rsidR="00115F49" w:rsidRPr="00115F49">
        <w:t>mais</w:t>
      </w:r>
      <w:r>
        <w:t xml:space="preserve">, </w:t>
      </w:r>
      <w:r w:rsidR="00115F49" w:rsidRPr="00115F49">
        <w:t>admettons que tu me l</w:t>
      </w:r>
      <w:r>
        <w:t>’</w:t>
      </w:r>
      <w:r w:rsidR="00115F49" w:rsidRPr="00115F49">
        <w:t>aies racontée</w:t>
      </w:r>
      <w:r>
        <w:t xml:space="preserve">, </w:t>
      </w:r>
      <w:r w:rsidR="00115F49" w:rsidRPr="00115F49">
        <w:t xml:space="preserve">ça aurait dénoté </w:t>
      </w:r>
      <w:r w:rsidR="00115F49" w:rsidRPr="00115F49">
        <w:lastRenderedPageBreak/>
        <w:t>un autre esprit et je t</w:t>
      </w:r>
      <w:r>
        <w:t>’</w:t>
      </w:r>
      <w:r w:rsidR="00115F49" w:rsidRPr="00115F49">
        <w:t>aurais certainement répondu autrement que je l</w:t>
      </w:r>
      <w:r>
        <w:t>’</w:t>
      </w:r>
      <w:r w:rsidR="00115F49" w:rsidRPr="00115F49">
        <w:t>ai fait</w:t>
      </w:r>
      <w:r>
        <w:t xml:space="preserve">, </w:t>
      </w:r>
      <w:r w:rsidR="00115F49" w:rsidRPr="00115F49">
        <w:t>et j</w:t>
      </w:r>
      <w:r>
        <w:t>’</w:t>
      </w:r>
      <w:r w:rsidR="00115F49" w:rsidRPr="00115F49">
        <w:t>aurais envisagé autre chose</w:t>
      </w:r>
      <w:r>
        <w:t>.</w:t>
      </w:r>
    </w:p>
    <w:p w14:paraId="1B60787A" w14:textId="77777777" w:rsidR="00766774" w:rsidRDefault="00766774" w:rsidP="00115F49">
      <w:r>
        <w:t>— </w:t>
      </w:r>
      <w:r w:rsidR="00115F49" w:rsidRPr="00115F49">
        <w:t>Quoi</w:t>
      </w:r>
      <w:r>
        <w:t xml:space="preserve"> ? </w:t>
      </w:r>
      <w:r w:rsidR="00115F49" w:rsidRPr="00115F49">
        <w:t>dit Langlois</w:t>
      </w:r>
      <w:r>
        <w:t>.</w:t>
      </w:r>
    </w:p>
    <w:p w14:paraId="5EFA9538" w14:textId="77777777" w:rsidR="00766774" w:rsidRDefault="00766774" w:rsidP="00115F49">
      <w:r>
        <w:t>— </w:t>
      </w:r>
      <w:r w:rsidR="00115F49" w:rsidRPr="00115F49">
        <w:t>Une reine de France</w:t>
      </w:r>
      <w:r>
        <w:t xml:space="preserve">. </w:t>
      </w:r>
      <w:r w:rsidR="00115F49" w:rsidRPr="00115F49">
        <w:t>Une fille de notaire</w:t>
      </w:r>
      <w:r>
        <w:t xml:space="preserve">. </w:t>
      </w:r>
      <w:r w:rsidR="00115F49" w:rsidRPr="00115F49">
        <w:t>Une poulinière brevetée</w:t>
      </w:r>
      <w:r>
        <w:t xml:space="preserve">. </w:t>
      </w:r>
      <w:r w:rsidR="00115F49" w:rsidRPr="00115F49">
        <w:t>Une pisseuse d</w:t>
      </w:r>
      <w:r>
        <w:t>’</w:t>
      </w:r>
      <w:r w:rsidR="00115F49" w:rsidRPr="00115F49">
        <w:t>arbre généalogique</w:t>
      </w:r>
      <w:r>
        <w:t>.</w:t>
      </w:r>
    </w:p>
    <w:p w14:paraId="4E3B6853" w14:textId="77777777" w:rsidR="00766774" w:rsidRDefault="00766774" w:rsidP="00115F49">
      <w:r>
        <w:t>(M</w:t>
      </w:r>
      <w:r w:rsidRPr="00766774">
        <w:rPr>
          <w:vertAlign w:val="superscript"/>
        </w:rPr>
        <w:t>me</w:t>
      </w:r>
      <w:r>
        <w:t> </w:t>
      </w:r>
      <w:r w:rsidR="00115F49" w:rsidRPr="00115F49">
        <w:t>Tim ne broncha pas</w:t>
      </w:r>
      <w:r>
        <w:t xml:space="preserve">, </w:t>
      </w:r>
      <w:r w:rsidR="00115F49" w:rsidRPr="00115F49">
        <w:t>au contraire</w:t>
      </w:r>
      <w:r>
        <w:t xml:space="preserve">, </w:t>
      </w:r>
      <w:r w:rsidR="00115F49" w:rsidRPr="00115F49">
        <w:t>elle me fit un petit bravo du coin de l</w:t>
      </w:r>
      <w:r>
        <w:t>’</w:t>
      </w:r>
      <w:r w:rsidR="00115F49" w:rsidRPr="00115F49">
        <w:t>œil</w:t>
      </w:r>
      <w:r>
        <w:t>.)</w:t>
      </w:r>
    </w:p>
    <w:p w14:paraId="581E0FF8" w14:textId="77777777" w:rsidR="00766774" w:rsidRDefault="00766774" w:rsidP="00115F49">
      <w:r>
        <w:t>— </w:t>
      </w:r>
      <w:r w:rsidR="00115F49" w:rsidRPr="00115F49">
        <w:t>Bon</w:t>
      </w:r>
      <w:r>
        <w:t xml:space="preserve">, </w:t>
      </w:r>
      <w:r w:rsidR="00115F49" w:rsidRPr="00115F49">
        <w:t>dit Langlois</w:t>
      </w:r>
      <w:r>
        <w:t xml:space="preserve">, </w:t>
      </w:r>
      <w:r w:rsidR="00115F49" w:rsidRPr="00115F49">
        <w:t>je l</w:t>
      </w:r>
      <w:r>
        <w:t>’</w:t>
      </w:r>
      <w:r w:rsidR="00115F49" w:rsidRPr="00115F49">
        <w:t>ai échappé belle</w:t>
      </w:r>
      <w:r>
        <w:t xml:space="preserve">. </w:t>
      </w:r>
      <w:r w:rsidR="00115F49" w:rsidRPr="00115F49">
        <w:t>Et</w:t>
      </w:r>
      <w:r>
        <w:t xml:space="preserve">, </w:t>
      </w:r>
      <w:r w:rsidR="00115F49" w:rsidRPr="00115F49">
        <w:t>ne t</w:t>
      </w:r>
      <w:r>
        <w:t>’</w:t>
      </w:r>
      <w:r w:rsidR="00115F49" w:rsidRPr="00115F49">
        <w:t>ayant pas raconté l</w:t>
      </w:r>
      <w:r>
        <w:t>’</w:t>
      </w:r>
      <w:r w:rsidR="00115F49" w:rsidRPr="00115F49">
        <w:t>histoire de France tu en déduis quoi</w:t>
      </w:r>
      <w:r>
        <w:t> ?</w:t>
      </w:r>
    </w:p>
    <w:p w14:paraId="14577271" w14:textId="77777777" w:rsidR="00766774" w:rsidRDefault="00115F49" w:rsidP="00115F49">
      <w:r w:rsidRPr="00115F49">
        <w:t>Je me versai un bon verre de vin</w:t>
      </w:r>
      <w:r w:rsidR="00766774">
        <w:t xml:space="preserve">, </w:t>
      </w:r>
      <w:r w:rsidRPr="00115F49">
        <w:t>je le dégustai</w:t>
      </w:r>
      <w:r w:rsidR="00766774">
        <w:t xml:space="preserve">. </w:t>
      </w:r>
      <w:r w:rsidRPr="00115F49">
        <w:t>Je fis claquer ma langue et je dis</w:t>
      </w:r>
      <w:r w:rsidR="00766774">
        <w:t> :</w:t>
      </w:r>
    </w:p>
    <w:p w14:paraId="79CE0841" w14:textId="77777777" w:rsidR="00766774" w:rsidRDefault="00766774" w:rsidP="00115F49">
      <w:r>
        <w:t>— </w:t>
      </w:r>
      <w:r w:rsidR="00115F49" w:rsidRPr="00115F49">
        <w:t>Je n</w:t>
      </w:r>
      <w:r>
        <w:t>’</w:t>
      </w:r>
      <w:r w:rsidR="00115F49" w:rsidRPr="00115F49">
        <w:t>en déduis rien</w:t>
      </w:r>
      <w:r>
        <w:t>.</w:t>
      </w:r>
    </w:p>
    <w:p w14:paraId="701F9015" w14:textId="77777777" w:rsidR="00766774" w:rsidRDefault="00766774" w:rsidP="00115F49">
      <w:r>
        <w:t>— </w:t>
      </w:r>
      <w:r w:rsidR="00115F49" w:rsidRPr="00115F49">
        <w:t>Parfait</w:t>
      </w:r>
      <w:r>
        <w:t xml:space="preserve">, </w:t>
      </w:r>
      <w:r w:rsidR="00115F49" w:rsidRPr="00115F49">
        <w:t>dit Langlois</w:t>
      </w:r>
      <w:r>
        <w:t xml:space="preserve">, </w:t>
      </w:r>
      <w:r w:rsidR="00115F49" w:rsidRPr="00115F49">
        <w:t>c</w:t>
      </w:r>
      <w:r>
        <w:t>’</w:t>
      </w:r>
      <w:r w:rsidR="00115F49" w:rsidRPr="00115F49">
        <w:t>est exactement ce qu</w:t>
      </w:r>
      <w:r>
        <w:t>’</w:t>
      </w:r>
      <w:r w:rsidR="00115F49" w:rsidRPr="00115F49">
        <w:t>il faut</w:t>
      </w:r>
      <w:r>
        <w:t xml:space="preserve"> : </w:t>
      </w:r>
      <w:r w:rsidR="00115F49" w:rsidRPr="00115F49">
        <w:t>n</w:t>
      </w:r>
      <w:r>
        <w:t>’</w:t>
      </w:r>
      <w:r w:rsidR="00115F49" w:rsidRPr="00115F49">
        <w:t>en rien déduire</w:t>
      </w:r>
      <w:r>
        <w:t>.</w:t>
      </w:r>
    </w:p>
    <w:p w14:paraId="05E77A2E" w14:textId="5030E5CE" w:rsidR="00766774" w:rsidRDefault="00766774" w:rsidP="00115F49">
      <w:r>
        <w:t>M</w:t>
      </w:r>
      <w:r w:rsidRPr="00766774">
        <w:rPr>
          <w:vertAlign w:val="superscript"/>
        </w:rPr>
        <w:t>me</w:t>
      </w:r>
      <w:r>
        <w:t> </w:t>
      </w:r>
      <w:r w:rsidR="00115F49" w:rsidRPr="00115F49">
        <w:t>Tim pataugeait dans une centaine de cérémonies semblables à sa propre cérémonie de mariage et à celles de ses filles et de ses fils</w:t>
      </w:r>
      <w:r>
        <w:t xml:space="preserve">. </w:t>
      </w:r>
      <w:r w:rsidR="00115F49" w:rsidRPr="00115F49">
        <w:t>Elle n</w:t>
      </w:r>
      <w:r>
        <w:t>’</w:t>
      </w:r>
      <w:r w:rsidR="00115F49" w:rsidRPr="00115F49">
        <w:t>osait pas dire amour mais elle disait délices et orgues</w:t>
      </w:r>
      <w:r>
        <w:t xml:space="preserve">. </w:t>
      </w:r>
      <w:r w:rsidR="00115F49" w:rsidRPr="00115F49">
        <w:t>Je lui fis remarquer que</w:t>
      </w:r>
      <w:r>
        <w:t xml:space="preserve"> : </w:t>
      </w:r>
      <w:r w:rsidR="00115F49" w:rsidRPr="00115F49">
        <w:t>délices</w:t>
      </w:r>
      <w:r>
        <w:t xml:space="preserve"> (</w:t>
      </w:r>
      <w:r w:rsidR="00115F49" w:rsidRPr="00115F49">
        <w:t>je regardais Langlois pour quêter son approbation qui vint tout de suite</w:t>
      </w:r>
      <w:r>
        <w:t xml:space="preserve">), </w:t>
      </w:r>
      <w:r w:rsidR="00115F49" w:rsidRPr="00115F49">
        <w:t>délices</w:t>
      </w:r>
      <w:r>
        <w:t xml:space="preserve">, </w:t>
      </w:r>
      <w:r w:rsidR="00115F49" w:rsidRPr="00115F49">
        <w:t>c</w:t>
      </w:r>
      <w:r>
        <w:t>’</w:t>
      </w:r>
      <w:r w:rsidR="00115F49" w:rsidRPr="00115F49">
        <w:t>était beaucoup dire</w:t>
      </w:r>
      <w:r>
        <w:t>.</w:t>
      </w:r>
    </w:p>
    <w:p w14:paraId="1C46F6A1" w14:textId="77777777" w:rsidR="00766774" w:rsidRDefault="00115F49" w:rsidP="00115F49">
      <w:r w:rsidRPr="00115F49">
        <w:t>Alors</w:t>
      </w:r>
      <w:r w:rsidR="00766774">
        <w:t xml:space="preserve">, </w:t>
      </w:r>
      <w:r w:rsidRPr="00115F49">
        <w:t>orgues en tout cas</w:t>
      </w:r>
      <w:r w:rsidR="00766774">
        <w:t>. M</w:t>
      </w:r>
      <w:r w:rsidR="00766774" w:rsidRPr="00766774">
        <w:rPr>
          <w:vertAlign w:val="superscript"/>
        </w:rPr>
        <w:t>me</w:t>
      </w:r>
      <w:r w:rsidR="00766774">
        <w:t> </w:t>
      </w:r>
      <w:r w:rsidRPr="00115F49">
        <w:t>Tim ne démordait pas des orgues</w:t>
      </w:r>
      <w:r w:rsidR="00766774">
        <w:t xml:space="preserve">. </w:t>
      </w:r>
      <w:r w:rsidRPr="00115F49">
        <w:t>Il ne fallait pas s</w:t>
      </w:r>
      <w:r w:rsidR="00766774">
        <w:t>’</w:t>
      </w:r>
      <w:r w:rsidRPr="00115F49">
        <w:t>inquiéter</w:t>
      </w:r>
      <w:r w:rsidR="00766774">
        <w:t xml:space="preserve">, </w:t>
      </w:r>
      <w:r w:rsidRPr="00115F49">
        <w:t>c</w:t>
      </w:r>
      <w:r w:rsidR="00766774">
        <w:t>’</w:t>
      </w:r>
      <w:r w:rsidRPr="00115F49">
        <w:t>était un coup de la crème de cacao</w:t>
      </w:r>
      <w:r w:rsidR="00766774">
        <w:t xml:space="preserve">. </w:t>
      </w:r>
      <w:r w:rsidRPr="00115F49">
        <w:t>La crème de cacao est une boisson très marche nuptiale</w:t>
      </w:r>
      <w:r w:rsidR="00766774">
        <w:t>.</w:t>
      </w:r>
    </w:p>
    <w:p w14:paraId="69702FA4" w14:textId="77777777" w:rsidR="00766774" w:rsidRDefault="00115F49" w:rsidP="00115F49">
      <w:r w:rsidRPr="00115F49">
        <w:t>Moi</w:t>
      </w:r>
      <w:r w:rsidR="00766774">
        <w:t xml:space="preserve">, </w:t>
      </w:r>
      <w:r w:rsidRPr="00115F49">
        <w:t>j</w:t>
      </w:r>
      <w:r w:rsidR="00766774">
        <w:t>’</w:t>
      </w:r>
      <w:r w:rsidRPr="00115F49">
        <w:t>attaquai directement Langlois</w:t>
      </w:r>
      <w:r w:rsidR="00766774">
        <w:t>.</w:t>
      </w:r>
    </w:p>
    <w:p w14:paraId="0FE0866A" w14:textId="77777777" w:rsidR="00766774" w:rsidRDefault="00766774" w:rsidP="00115F49">
      <w:r>
        <w:t>— </w:t>
      </w:r>
      <w:r w:rsidR="00115F49" w:rsidRPr="00115F49">
        <w:t>N</w:t>
      </w:r>
      <w:r>
        <w:t>’</w:t>
      </w:r>
      <w:r w:rsidR="00115F49" w:rsidRPr="00115F49">
        <w:t>en rien déduire</w:t>
      </w:r>
      <w:r>
        <w:t xml:space="preserve">, </w:t>
      </w:r>
      <w:r w:rsidR="00115F49" w:rsidRPr="00115F49">
        <w:t>dis-je</w:t>
      </w:r>
      <w:r>
        <w:t xml:space="preserve">. </w:t>
      </w:r>
      <w:r w:rsidR="00115F49" w:rsidRPr="00115F49">
        <w:t>Tu veux donc que tout ça soit parfaitement honnête des trois côtés</w:t>
      </w:r>
      <w:r>
        <w:t> ?</w:t>
      </w:r>
    </w:p>
    <w:p w14:paraId="33915033" w14:textId="77777777" w:rsidR="00766774" w:rsidRDefault="00766774" w:rsidP="00115F49">
      <w:r>
        <w:lastRenderedPageBreak/>
        <w:t>— </w:t>
      </w:r>
      <w:r w:rsidR="00115F49" w:rsidRPr="00115F49">
        <w:t>Exactement</w:t>
      </w:r>
      <w:r>
        <w:t xml:space="preserve">, </w:t>
      </w:r>
      <w:r w:rsidR="00115F49" w:rsidRPr="00115F49">
        <w:t>dit Langlois</w:t>
      </w:r>
      <w:r>
        <w:t>.</w:t>
      </w:r>
    </w:p>
    <w:p w14:paraId="68BE7723" w14:textId="77777777" w:rsidR="00766774" w:rsidRDefault="00766774" w:rsidP="00115F49">
      <w:r>
        <w:t>— </w:t>
      </w:r>
      <w:r w:rsidR="00115F49" w:rsidRPr="00115F49">
        <w:t>Qu</w:t>
      </w:r>
      <w:r>
        <w:t>’</w:t>
      </w:r>
      <w:r w:rsidR="00115F49" w:rsidRPr="00115F49">
        <w:t>est-ce que c</w:t>
      </w:r>
      <w:r>
        <w:t>’</w:t>
      </w:r>
      <w:r w:rsidR="00115F49" w:rsidRPr="00115F49">
        <w:t>est que ces trois côtés</w:t>
      </w:r>
      <w:r>
        <w:t xml:space="preserve"> ? </w:t>
      </w:r>
      <w:r w:rsidR="00115F49" w:rsidRPr="00115F49">
        <w:t xml:space="preserve">dit </w:t>
      </w:r>
      <w:r>
        <w:t>M</w:t>
      </w:r>
      <w:r w:rsidRPr="00766774">
        <w:rPr>
          <w:vertAlign w:val="superscript"/>
        </w:rPr>
        <w:t>me</w:t>
      </w:r>
      <w:r>
        <w:t> </w:t>
      </w:r>
      <w:r w:rsidR="00115F49" w:rsidRPr="00115F49">
        <w:t>Tim</w:t>
      </w:r>
      <w:r>
        <w:t>. (</w:t>
      </w:r>
      <w:r w:rsidR="00115F49" w:rsidRPr="00115F49">
        <w:t>Oh</w:t>
      </w:r>
      <w:r>
        <w:t xml:space="preserve"> ! </w:t>
      </w:r>
      <w:r w:rsidR="00115F49" w:rsidRPr="00115F49">
        <w:t>pensai-je</w:t>
      </w:r>
      <w:r>
        <w:t xml:space="preserve">, </w:t>
      </w:r>
      <w:r w:rsidR="00115F49" w:rsidRPr="00115F49">
        <w:t xml:space="preserve">il ne faut pas laisser la bouteille à côté de </w:t>
      </w:r>
      <w:r>
        <w:t>M</w:t>
      </w:r>
      <w:r w:rsidRPr="00766774">
        <w:rPr>
          <w:vertAlign w:val="superscript"/>
        </w:rPr>
        <w:t>me</w:t>
      </w:r>
      <w:r>
        <w:t> </w:t>
      </w:r>
      <w:r w:rsidR="00115F49" w:rsidRPr="00115F49">
        <w:t>Tim</w:t>
      </w:r>
      <w:r>
        <w:t xml:space="preserve">, </w:t>
      </w:r>
      <w:r w:rsidR="00115F49" w:rsidRPr="00115F49">
        <w:t>sinon</w:t>
      </w:r>
      <w:r>
        <w:t xml:space="preserve">, </w:t>
      </w:r>
      <w:r w:rsidR="00115F49" w:rsidRPr="00115F49">
        <w:t>tout à l</w:t>
      </w:r>
      <w:r>
        <w:t>’</w:t>
      </w:r>
      <w:r w:rsidR="00115F49" w:rsidRPr="00115F49">
        <w:t>heure</w:t>
      </w:r>
      <w:r>
        <w:t xml:space="preserve">, </w:t>
      </w:r>
      <w:r w:rsidR="00115F49" w:rsidRPr="00115F49">
        <w:t xml:space="preserve">elle ne nous comprendra pas plus que si nous parlions </w:t>
      </w:r>
      <w:r>
        <w:t>groenland</w:t>
      </w:r>
      <w:r w:rsidR="00115F49" w:rsidRPr="00115F49">
        <w:t>ais</w:t>
      </w:r>
      <w:r>
        <w:t>.)</w:t>
      </w:r>
    </w:p>
    <w:p w14:paraId="6DED65E9" w14:textId="77777777" w:rsidR="00766774" w:rsidRDefault="00766774" w:rsidP="00115F49">
      <w:r>
        <w:t>— </w:t>
      </w:r>
      <w:r w:rsidR="00115F49" w:rsidRPr="00115F49">
        <w:t>Il y a le côté de Langlois</w:t>
      </w:r>
      <w:r>
        <w:t xml:space="preserve">, </w:t>
      </w:r>
      <w:r w:rsidR="00115F49" w:rsidRPr="00115F49">
        <w:t xml:space="preserve">dis-je à </w:t>
      </w:r>
      <w:r>
        <w:t>M</w:t>
      </w:r>
      <w:r w:rsidRPr="00766774">
        <w:rPr>
          <w:vertAlign w:val="superscript"/>
        </w:rPr>
        <w:t>me</w:t>
      </w:r>
      <w:r>
        <w:t> </w:t>
      </w:r>
      <w:r w:rsidR="00115F49" w:rsidRPr="00115F49">
        <w:t>Tim</w:t>
      </w:r>
      <w:r>
        <w:t xml:space="preserve">, </w:t>
      </w:r>
      <w:r w:rsidR="00115F49" w:rsidRPr="00115F49">
        <w:t>en dessinant la chose sur la nappe avec la pointe de mon couteau</w:t>
      </w:r>
      <w:r>
        <w:t xml:space="preserve">. </w:t>
      </w:r>
      <w:r w:rsidR="00115F49" w:rsidRPr="00115F49">
        <w:t>Du côté de Langlois</w:t>
      </w:r>
      <w:r>
        <w:t xml:space="preserve">, </w:t>
      </w:r>
      <w:r w:rsidR="00115F49" w:rsidRPr="00115F49">
        <w:t>Langlois veut qu</w:t>
      </w:r>
      <w:r>
        <w:t>’</w:t>
      </w:r>
      <w:r w:rsidR="00115F49" w:rsidRPr="00115F49">
        <w:t>on ne déduise rien</w:t>
      </w:r>
      <w:r>
        <w:t xml:space="preserve">, </w:t>
      </w:r>
      <w:r w:rsidR="00115F49" w:rsidRPr="00115F49">
        <w:t>c</w:t>
      </w:r>
      <w:r>
        <w:t>’</w:t>
      </w:r>
      <w:r w:rsidR="00115F49" w:rsidRPr="00115F49">
        <w:t>est-à-dire prévoir</w:t>
      </w:r>
      <w:r>
        <w:t xml:space="preserve">, </w:t>
      </w:r>
      <w:r w:rsidR="00115F49" w:rsidRPr="00115F49">
        <w:t>comprenez-vous</w:t>
      </w:r>
      <w:r>
        <w:t xml:space="preserve">, </w:t>
      </w:r>
      <w:r w:rsidR="00115F49" w:rsidRPr="00115F49">
        <w:t>prévoir ce qui arrivera</w:t>
      </w:r>
      <w:r>
        <w:t xml:space="preserve">. </w:t>
      </w:r>
      <w:r w:rsidR="00115F49" w:rsidRPr="00115F49">
        <w:t>C</w:t>
      </w:r>
      <w:r>
        <w:t>’</w:t>
      </w:r>
      <w:r w:rsidR="00115F49" w:rsidRPr="00115F49">
        <w:t>est donc qu</w:t>
      </w:r>
      <w:r>
        <w:t>’</w:t>
      </w:r>
      <w:r w:rsidR="00115F49" w:rsidRPr="00115F49">
        <w:t>il veut rester libre de faire arriver ce qu</w:t>
      </w:r>
      <w:r>
        <w:t>’</w:t>
      </w:r>
      <w:r w:rsidR="00115F49" w:rsidRPr="00115F49">
        <w:t>il voudra</w:t>
      </w:r>
      <w:r>
        <w:t xml:space="preserve">. </w:t>
      </w:r>
      <w:r w:rsidR="00115F49" w:rsidRPr="00115F49">
        <w:t>Il y a le côté de la dame à qui il veut donc qu</w:t>
      </w:r>
      <w:r>
        <w:t>’</w:t>
      </w:r>
      <w:r w:rsidR="00115F49" w:rsidRPr="00115F49">
        <w:t>on précise bien qu</w:t>
      </w:r>
      <w:r>
        <w:t>’</w:t>
      </w:r>
      <w:r w:rsidR="00115F49" w:rsidRPr="00115F49">
        <w:t>elle se marie mais qu</w:t>
      </w:r>
      <w:r>
        <w:t>’</w:t>
      </w:r>
      <w:r w:rsidR="00115F49" w:rsidRPr="00115F49">
        <w:t>elle n</w:t>
      </w:r>
      <w:r>
        <w:t>’</w:t>
      </w:r>
      <w:r w:rsidR="00115F49" w:rsidRPr="00115F49">
        <w:t>a rien à en déduire</w:t>
      </w:r>
      <w:r>
        <w:t>.</w:t>
      </w:r>
    </w:p>
    <w:p w14:paraId="476B8093" w14:textId="77777777" w:rsidR="00766774" w:rsidRDefault="00766774" w:rsidP="00115F49">
      <w:r>
        <w:t>(« </w:t>
      </w:r>
      <w:r w:rsidR="00115F49" w:rsidRPr="00115F49">
        <w:t>Est-ce que c</w:t>
      </w:r>
      <w:r>
        <w:t>’</w:t>
      </w:r>
      <w:r w:rsidR="00115F49" w:rsidRPr="00115F49">
        <w:t>est ça</w:t>
      </w:r>
      <w:r>
        <w:t xml:space="preserve"> ? </w:t>
      </w:r>
      <w:r w:rsidR="00115F49" w:rsidRPr="00115F49">
        <w:t>demandai-je à Langlois</w:t>
      </w:r>
      <w:r>
        <w:t xml:space="preserve">, </w:t>
      </w:r>
      <w:r w:rsidR="00115F49" w:rsidRPr="00115F49">
        <w:t>le couteau en l</w:t>
      </w:r>
      <w:r>
        <w:t>’</w:t>
      </w:r>
      <w:r w:rsidR="00115F49" w:rsidRPr="00115F49">
        <w:t>air</w:t>
      </w:r>
      <w:r>
        <w:t xml:space="preserve">. – </w:t>
      </w:r>
      <w:r w:rsidR="00115F49" w:rsidRPr="00115F49">
        <w:t>Tout à fait</w:t>
      </w:r>
      <w:r>
        <w:t xml:space="preserve"> », </w:t>
      </w:r>
      <w:r w:rsidR="00115F49" w:rsidRPr="00115F49">
        <w:t>dit-il</w:t>
      </w:r>
      <w:r>
        <w:t>.)</w:t>
      </w:r>
    </w:p>
    <w:p w14:paraId="023054A8" w14:textId="77777777" w:rsidR="00766774" w:rsidRDefault="00115F49" w:rsidP="00115F49">
      <w:r w:rsidRPr="00115F49">
        <w:t>Et il y a ce côté</w:t>
      </w:r>
      <w:r w:rsidR="00766774">
        <w:t xml:space="preserve"> (</w:t>
      </w:r>
      <w:r w:rsidRPr="00115F49">
        <w:t>je traçais avec la pointe du couteau un troisième trait sur la nappe neuve</w:t>
      </w:r>
      <w:r w:rsidR="00766774">
        <w:t xml:space="preserve">), </w:t>
      </w:r>
      <w:r w:rsidRPr="00115F49">
        <w:t>ce côté où nous sommes</w:t>
      </w:r>
      <w:r w:rsidR="00766774">
        <w:t xml:space="preserve">, </w:t>
      </w:r>
      <w:r w:rsidRPr="00115F49">
        <w:t>nous</w:t>
      </w:r>
      <w:r w:rsidR="00766774">
        <w:t xml:space="preserve"> : </w:t>
      </w:r>
      <w:r w:rsidRPr="00115F49">
        <w:t>vous</w:t>
      </w:r>
      <w:r w:rsidR="00766774">
        <w:t xml:space="preserve">, </w:t>
      </w:r>
      <w:r w:rsidRPr="00115F49">
        <w:t>madame Tim</w:t>
      </w:r>
      <w:r w:rsidR="00766774">
        <w:t xml:space="preserve">, </w:t>
      </w:r>
      <w:r w:rsidRPr="00115F49">
        <w:t>le procureur et moi</w:t>
      </w:r>
      <w:r w:rsidR="00766774">
        <w:t xml:space="preserve">. </w:t>
      </w:r>
      <w:r w:rsidRPr="00115F49">
        <w:t>Pour ce côté-là</w:t>
      </w:r>
      <w:r w:rsidR="00766774">
        <w:t xml:space="preserve">, </w:t>
      </w:r>
      <w:r w:rsidRPr="00115F49">
        <w:t>le troisième côté sur lequel se tiennent ses amis</w:t>
      </w:r>
      <w:r w:rsidR="00766774">
        <w:t xml:space="preserve">, </w:t>
      </w:r>
      <w:r w:rsidRPr="00115F49">
        <w:t>Langlois désire également qu</w:t>
      </w:r>
      <w:r w:rsidR="00766774">
        <w:t>’</w:t>
      </w:r>
      <w:r w:rsidRPr="00115F49">
        <w:t>on n</w:t>
      </w:r>
      <w:r w:rsidR="00766774">
        <w:t>’</w:t>
      </w:r>
      <w:r w:rsidRPr="00115F49">
        <w:t>en déduise rien</w:t>
      </w:r>
      <w:r w:rsidR="00766774">
        <w:t>.</w:t>
      </w:r>
    </w:p>
    <w:p w14:paraId="132C6EED" w14:textId="77777777" w:rsidR="00766774" w:rsidRDefault="00766774" w:rsidP="00115F49">
      <w:pPr>
        <w:rPr>
          <w:i/>
          <w:iCs/>
        </w:rPr>
      </w:pPr>
      <w:r>
        <w:t>(</w:t>
      </w:r>
      <w:r w:rsidR="00115F49" w:rsidRPr="00115F49">
        <w:t xml:space="preserve">Et comme </w:t>
      </w:r>
      <w:r>
        <w:t>M</w:t>
      </w:r>
      <w:r w:rsidRPr="00766774">
        <w:rPr>
          <w:vertAlign w:val="superscript"/>
        </w:rPr>
        <w:t>me</w:t>
      </w:r>
      <w:r>
        <w:t> </w:t>
      </w:r>
      <w:r w:rsidR="00115F49" w:rsidRPr="00115F49">
        <w:t>Tim restait les yeux ronds</w:t>
      </w:r>
      <w:r>
        <w:t xml:space="preserve">, </w:t>
      </w:r>
      <w:r w:rsidR="00115F49" w:rsidRPr="00115F49">
        <w:t>je précisai</w:t>
      </w:r>
      <w:r>
        <w:t xml:space="preserve"> : </w:t>
      </w:r>
      <w:r w:rsidR="00115F49" w:rsidRPr="00115F49">
        <w:rPr>
          <w:i/>
          <w:iCs/>
        </w:rPr>
        <w:t>qu</w:t>
      </w:r>
      <w:r>
        <w:rPr>
          <w:i/>
          <w:iCs/>
        </w:rPr>
        <w:t>’</w:t>
      </w:r>
      <w:r w:rsidR="00115F49" w:rsidRPr="00115F49">
        <w:rPr>
          <w:i/>
          <w:iCs/>
        </w:rPr>
        <w:t>on ne se fasse pas d</w:t>
      </w:r>
      <w:r>
        <w:rPr>
          <w:i/>
          <w:iCs/>
        </w:rPr>
        <w:t>’</w:t>
      </w:r>
      <w:r w:rsidR="00115F49" w:rsidRPr="00115F49">
        <w:rPr>
          <w:i/>
          <w:iCs/>
        </w:rPr>
        <w:t>illusions</w:t>
      </w:r>
      <w:r>
        <w:rPr>
          <w:i/>
          <w:iCs/>
        </w:rPr>
        <w:t>.)</w:t>
      </w:r>
    </w:p>
    <w:p w14:paraId="2AA82EED" w14:textId="77777777" w:rsidR="00766774" w:rsidRDefault="00766774" w:rsidP="00115F49">
      <w:r>
        <w:t>— </w:t>
      </w:r>
      <w:r w:rsidR="00115F49" w:rsidRPr="00115F49">
        <w:t>Bravo</w:t>
      </w:r>
      <w:r>
        <w:t xml:space="preserve">, </w:t>
      </w:r>
      <w:r w:rsidR="00115F49" w:rsidRPr="00115F49">
        <w:t>dit Langlois froidement</w:t>
      </w:r>
      <w:r>
        <w:t xml:space="preserve">. </w:t>
      </w:r>
      <w:r w:rsidR="00115F49" w:rsidRPr="00115F49">
        <w:t>Non</w:t>
      </w:r>
      <w:r>
        <w:t xml:space="preserve">, </w:t>
      </w:r>
      <w:r w:rsidR="00115F49" w:rsidRPr="00115F49">
        <w:t>bravo</w:t>
      </w:r>
      <w:r>
        <w:t xml:space="preserve">, </w:t>
      </w:r>
      <w:r w:rsidR="00115F49" w:rsidRPr="00115F49">
        <w:t>poursuivit-il</w:t>
      </w:r>
      <w:r>
        <w:t xml:space="preserve">. </w:t>
      </w:r>
      <w:r w:rsidR="00115F49" w:rsidRPr="00115F49">
        <w:t>Bravo de tout cœur</w:t>
      </w:r>
      <w:r>
        <w:t xml:space="preserve">. </w:t>
      </w:r>
      <w:r w:rsidR="00115F49" w:rsidRPr="00115F49">
        <w:t>Tu es une femme extraordinaire</w:t>
      </w:r>
      <w:r>
        <w:t>.</w:t>
      </w:r>
    </w:p>
    <w:p w14:paraId="111D06C1" w14:textId="77777777" w:rsidR="00766774" w:rsidRDefault="00766774" w:rsidP="00115F49">
      <w:r>
        <w:t>— </w:t>
      </w:r>
      <w:r w:rsidR="00115F49" w:rsidRPr="00115F49">
        <w:t>Il y a un quatrième côté</w:t>
      </w:r>
      <w:r>
        <w:t xml:space="preserve">, </w:t>
      </w:r>
      <w:r w:rsidR="00115F49" w:rsidRPr="00115F49">
        <w:t>ajoutai-je</w:t>
      </w:r>
      <w:r>
        <w:t>.</w:t>
      </w:r>
    </w:p>
    <w:p w14:paraId="2198C69F" w14:textId="77777777" w:rsidR="00766774" w:rsidRDefault="00766774" w:rsidP="00115F49">
      <w:pPr>
        <w:rPr>
          <w:i/>
          <w:iCs/>
        </w:rPr>
      </w:pPr>
      <w:r>
        <w:t>— </w:t>
      </w:r>
      <w:r w:rsidR="00115F49" w:rsidRPr="00115F49">
        <w:t>Non</w:t>
      </w:r>
      <w:r>
        <w:t xml:space="preserve">, </w:t>
      </w:r>
      <w:r w:rsidR="00115F49" w:rsidRPr="00115F49">
        <w:t>dit Langlois</w:t>
      </w:r>
      <w:r>
        <w:t xml:space="preserve">, </w:t>
      </w:r>
      <w:r w:rsidR="00115F49" w:rsidRPr="00115F49">
        <w:t>ce quatrième côté</w:t>
      </w:r>
      <w:r>
        <w:t xml:space="preserve">, </w:t>
      </w:r>
      <w:r w:rsidR="00115F49" w:rsidRPr="00115F49">
        <w:t>c</w:t>
      </w:r>
      <w:r>
        <w:t>’</w:t>
      </w:r>
      <w:r w:rsidR="00115F49" w:rsidRPr="00115F49">
        <w:t>est les autres</w:t>
      </w:r>
      <w:r>
        <w:t xml:space="preserve">. </w:t>
      </w:r>
      <w:r w:rsidR="00115F49" w:rsidRPr="00115F49">
        <w:t>Les autres je m</w:t>
      </w:r>
      <w:r>
        <w:t>’</w:t>
      </w:r>
      <w:r w:rsidR="00115F49" w:rsidRPr="00115F49">
        <w:t>en fous</w:t>
      </w:r>
      <w:r>
        <w:t xml:space="preserve">. </w:t>
      </w:r>
      <w:r w:rsidR="00115F49" w:rsidRPr="00115F49">
        <w:t>En ce qui concerne l</w:t>
      </w:r>
      <w:r>
        <w:t>’</w:t>
      </w:r>
      <w:r w:rsidR="00115F49" w:rsidRPr="00115F49">
        <w:t>action de me marier</w:t>
      </w:r>
      <w:r>
        <w:t xml:space="preserve">, </w:t>
      </w:r>
      <w:r w:rsidR="00115F49" w:rsidRPr="00115F49">
        <w:t>je ne suis tenu à aucune honnêteté vis-à-vis des autres</w:t>
      </w:r>
      <w:r>
        <w:t xml:space="preserve">. </w:t>
      </w:r>
      <w:r w:rsidR="00115F49" w:rsidRPr="00115F49">
        <w:t>À part moi et celle qui acceptera les risques</w:t>
      </w:r>
      <w:r>
        <w:t xml:space="preserve">, </w:t>
      </w:r>
      <w:r w:rsidR="00115F49" w:rsidRPr="00115F49">
        <w:t>il n</w:t>
      </w:r>
      <w:r>
        <w:t>’</w:t>
      </w:r>
      <w:r w:rsidR="00115F49" w:rsidRPr="00115F49">
        <w:t xml:space="preserve">y a </w:t>
      </w:r>
      <w:r w:rsidR="00115F49" w:rsidRPr="00115F49">
        <w:lastRenderedPageBreak/>
        <w:t>que mes amis qui aient droit au respect dans cette histoire</w:t>
      </w:r>
      <w:r>
        <w:t xml:space="preserve">, </w:t>
      </w:r>
      <w:r w:rsidR="00115F49" w:rsidRPr="00115F49">
        <w:t>et le respect</w:t>
      </w:r>
      <w:r>
        <w:t xml:space="preserve">, </w:t>
      </w:r>
      <w:r w:rsidR="00115F49" w:rsidRPr="00115F49">
        <w:t>ici</w:t>
      </w:r>
      <w:r>
        <w:t xml:space="preserve">, </w:t>
      </w:r>
      <w:r w:rsidR="00115F49" w:rsidRPr="00115F49">
        <w:rPr>
          <w:i/>
          <w:iCs/>
        </w:rPr>
        <w:t>c</w:t>
      </w:r>
      <w:r>
        <w:rPr>
          <w:i/>
          <w:iCs/>
        </w:rPr>
        <w:t>’</w:t>
      </w:r>
      <w:r w:rsidR="00115F49" w:rsidRPr="00115F49">
        <w:rPr>
          <w:i/>
          <w:iCs/>
        </w:rPr>
        <w:t>est de ne laisser d</w:t>
      </w:r>
      <w:r>
        <w:rPr>
          <w:i/>
          <w:iCs/>
        </w:rPr>
        <w:t>’</w:t>
      </w:r>
      <w:r w:rsidR="00115F49" w:rsidRPr="00115F49">
        <w:rPr>
          <w:i/>
          <w:iCs/>
        </w:rPr>
        <w:t>illusions à personne</w:t>
      </w:r>
      <w:r>
        <w:rPr>
          <w:i/>
          <w:iCs/>
        </w:rPr>
        <w:t>.</w:t>
      </w:r>
    </w:p>
    <w:p w14:paraId="7D08978D" w14:textId="77777777" w:rsidR="00766774" w:rsidRDefault="00766774" w:rsidP="00115F49">
      <w:r>
        <w:t>M</w:t>
      </w:r>
      <w:r w:rsidRPr="00766774">
        <w:rPr>
          <w:vertAlign w:val="superscript"/>
        </w:rPr>
        <w:t>me</w:t>
      </w:r>
      <w:r>
        <w:t> </w:t>
      </w:r>
      <w:r w:rsidR="00115F49" w:rsidRPr="00115F49">
        <w:t>Tim était dans les alléluias</w:t>
      </w:r>
      <w:r>
        <w:t xml:space="preserve"> (</w:t>
      </w:r>
      <w:r w:rsidR="00115F49" w:rsidRPr="00115F49">
        <w:t>je le croyais</w:t>
      </w:r>
      <w:r>
        <w:t xml:space="preserve">). </w:t>
      </w:r>
      <w:r w:rsidR="00115F49" w:rsidRPr="00115F49">
        <w:t>Elle tapota la main de Langlois du bout des doigts</w:t>
      </w:r>
      <w:r>
        <w:t xml:space="preserve">, </w:t>
      </w:r>
      <w:r w:rsidR="00115F49" w:rsidRPr="00115F49">
        <w:t>sans mot dire</w:t>
      </w:r>
      <w:r>
        <w:t>.</w:t>
      </w:r>
    </w:p>
    <w:p w14:paraId="4DAAFB9A" w14:textId="77777777" w:rsidR="00766774" w:rsidRDefault="00766774" w:rsidP="00115F49">
      <w:r>
        <w:t>— </w:t>
      </w:r>
      <w:r w:rsidR="00115F49" w:rsidRPr="00115F49">
        <w:t>Ne nous attendrissons pas</w:t>
      </w:r>
      <w:r>
        <w:t xml:space="preserve">, </w:t>
      </w:r>
      <w:r w:rsidR="00115F49" w:rsidRPr="00115F49">
        <w:t>dis-je</w:t>
      </w:r>
      <w:r>
        <w:t xml:space="preserve">. </w:t>
      </w:r>
      <w:r w:rsidR="00115F49" w:rsidRPr="00115F49">
        <w:t>Dans un mariage</w:t>
      </w:r>
      <w:r>
        <w:t xml:space="preserve">, </w:t>
      </w:r>
      <w:r w:rsidR="00115F49" w:rsidRPr="00115F49">
        <w:t>d</w:t>
      </w:r>
      <w:r>
        <w:t>’</w:t>
      </w:r>
      <w:r w:rsidR="00115F49" w:rsidRPr="00115F49">
        <w:t>habitude on est deux</w:t>
      </w:r>
      <w:r>
        <w:t xml:space="preserve">. </w:t>
      </w:r>
      <w:r w:rsidR="00115F49" w:rsidRPr="00115F49">
        <w:t>Nous parlions mariage mais jusqu</w:t>
      </w:r>
      <w:r>
        <w:t>’</w:t>
      </w:r>
      <w:r w:rsidR="00115F49" w:rsidRPr="00115F49">
        <w:t>à présent je ne voyais qu</w:t>
      </w:r>
      <w:r>
        <w:t>’</w:t>
      </w:r>
      <w:r w:rsidR="00115F49" w:rsidRPr="00115F49">
        <w:t>un seul bonhomme</w:t>
      </w:r>
      <w:r>
        <w:t xml:space="preserve">. </w:t>
      </w:r>
      <w:r w:rsidR="00115F49" w:rsidRPr="00115F49">
        <w:t>Nous étions très jolis avec nos respects</w:t>
      </w:r>
      <w:r>
        <w:t xml:space="preserve">, </w:t>
      </w:r>
      <w:r w:rsidR="00115F49" w:rsidRPr="00115F49">
        <w:t>nos illusions et nos déduire</w:t>
      </w:r>
      <w:r>
        <w:t xml:space="preserve">, </w:t>
      </w:r>
      <w:r w:rsidR="00115F49" w:rsidRPr="00115F49">
        <w:t>mais il s</w:t>
      </w:r>
      <w:r>
        <w:t>’</w:t>
      </w:r>
      <w:r w:rsidR="00115F49" w:rsidRPr="00115F49">
        <w:t>agissait de trouver la femme</w:t>
      </w:r>
      <w:r>
        <w:t xml:space="preserve">. </w:t>
      </w:r>
      <w:r w:rsidR="00115F49" w:rsidRPr="00115F49">
        <w:t>Sous certaines conditions</w:t>
      </w:r>
      <w:r>
        <w:t xml:space="preserve">, </w:t>
      </w:r>
      <w:r w:rsidR="00115F49" w:rsidRPr="00115F49">
        <w:t>je ne m</w:t>
      </w:r>
      <w:r>
        <w:t>’</w:t>
      </w:r>
      <w:r w:rsidR="00115F49" w:rsidRPr="00115F49">
        <w:t>en dédis pas</w:t>
      </w:r>
      <w:r>
        <w:t xml:space="preserve">, </w:t>
      </w:r>
      <w:r w:rsidR="00115F49" w:rsidRPr="00115F49">
        <w:t>je me charge de la trouver</w:t>
      </w:r>
      <w:r>
        <w:t xml:space="preserve">. </w:t>
      </w:r>
      <w:r w:rsidR="00115F49" w:rsidRPr="00115F49">
        <w:t>Reste à savoir si elle fera l</w:t>
      </w:r>
      <w:r>
        <w:t>’</w:t>
      </w:r>
      <w:r w:rsidR="00115F49" w:rsidRPr="00115F49">
        <w:t>affaire</w:t>
      </w:r>
      <w:r>
        <w:t xml:space="preserve">. </w:t>
      </w:r>
      <w:r w:rsidR="00115F49" w:rsidRPr="00115F49">
        <w:t>Je sais pas mal de choses</w:t>
      </w:r>
      <w:r>
        <w:t xml:space="preserve">, </w:t>
      </w:r>
      <w:r w:rsidR="00115F49" w:rsidRPr="00115F49">
        <w:t>mais je ne sais pas tout</w:t>
      </w:r>
      <w:r>
        <w:t xml:space="preserve">, </w:t>
      </w:r>
      <w:r w:rsidR="00115F49" w:rsidRPr="00115F49">
        <w:t>et j</w:t>
      </w:r>
      <w:r>
        <w:t>’</w:t>
      </w:r>
      <w:r w:rsidR="00115F49" w:rsidRPr="00115F49">
        <w:t xml:space="preserve">étais bien contente que </w:t>
      </w:r>
      <w:r>
        <w:t>M</w:t>
      </w:r>
      <w:r w:rsidRPr="00766774">
        <w:rPr>
          <w:vertAlign w:val="superscript"/>
        </w:rPr>
        <w:t>me</w:t>
      </w:r>
      <w:r>
        <w:t> </w:t>
      </w:r>
      <w:r w:rsidR="00115F49" w:rsidRPr="00115F49">
        <w:t>Tim soit là pour qu</w:t>
      </w:r>
      <w:r>
        <w:t>’</w:t>
      </w:r>
      <w:r w:rsidR="00115F49" w:rsidRPr="00115F49">
        <w:t>elle ait son mot à dire</w:t>
      </w:r>
      <w:r>
        <w:t>.</w:t>
      </w:r>
    </w:p>
    <w:p w14:paraId="338314B1" w14:textId="77777777" w:rsidR="00766774" w:rsidRDefault="00766774" w:rsidP="00115F49">
      <w:r>
        <w:t>— </w:t>
      </w:r>
      <w:r w:rsidR="00115F49" w:rsidRPr="00115F49">
        <w:t>Ne pourrait-on pas modérer un peu ce poêle</w:t>
      </w:r>
      <w:r>
        <w:t xml:space="preserve"> ? </w:t>
      </w:r>
      <w:r w:rsidR="00115F49" w:rsidRPr="00115F49">
        <w:t xml:space="preserve">dit </w:t>
      </w:r>
      <w:r>
        <w:t>M</w:t>
      </w:r>
      <w:r w:rsidRPr="00766774">
        <w:rPr>
          <w:vertAlign w:val="superscript"/>
        </w:rPr>
        <w:t>me</w:t>
      </w:r>
      <w:r>
        <w:t> </w:t>
      </w:r>
      <w:r w:rsidR="00115F49" w:rsidRPr="00115F49">
        <w:t>Tim</w:t>
      </w:r>
      <w:r>
        <w:t>.</w:t>
      </w:r>
    </w:p>
    <w:p w14:paraId="46BDAAA9" w14:textId="77777777" w:rsidR="00766774" w:rsidRDefault="00115F49" w:rsidP="00115F49">
      <w:r w:rsidRPr="00115F49">
        <w:t>C</w:t>
      </w:r>
      <w:r w:rsidR="00766774">
        <w:t>’</w:t>
      </w:r>
      <w:r w:rsidRPr="00115F49">
        <w:t>est vrai</w:t>
      </w:r>
      <w:r w:rsidR="00766774">
        <w:t xml:space="preserve">, </w:t>
      </w:r>
      <w:r w:rsidRPr="00115F49">
        <w:t>il faisait chaud</w:t>
      </w:r>
      <w:r w:rsidR="00766774">
        <w:t xml:space="preserve">. </w:t>
      </w:r>
      <w:r w:rsidRPr="00115F49">
        <w:t>Je fermai la clef du poêle et poussai le tiroir du bas</w:t>
      </w:r>
      <w:r w:rsidR="00766774">
        <w:t>.</w:t>
      </w:r>
    </w:p>
    <w:p w14:paraId="7548DF7F" w14:textId="77777777" w:rsidR="00766774" w:rsidRDefault="00766774" w:rsidP="00115F49">
      <w:r>
        <w:t>— </w:t>
      </w:r>
      <w:r w:rsidR="00115F49" w:rsidRPr="00115F49">
        <w:t>Voilà ce que j</w:t>
      </w:r>
      <w:r>
        <w:t>’</w:t>
      </w:r>
      <w:r w:rsidR="00115F49" w:rsidRPr="00115F49">
        <w:t>ai pensé</w:t>
      </w:r>
      <w:r>
        <w:t xml:space="preserve">, </w:t>
      </w:r>
      <w:r w:rsidR="00115F49" w:rsidRPr="00115F49">
        <w:t>moi</w:t>
      </w:r>
      <w:r>
        <w:t xml:space="preserve">, </w:t>
      </w:r>
      <w:r w:rsidR="00115F49" w:rsidRPr="00115F49">
        <w:t>dans ma petite jugeote</w:t>
      </w:r>
      <w:r>
        <w:t xml:space="preserve">, </w:t>
      </w:r>
      <w:r w:rsidR="00115F49" w:rsidRPr="00115F49">
        <w:t>dis-je</w:t>
      </w:r>
      <w:r>
        <w:t xml:space="preserve">. </w:t>
      </w:r>
      <w:r w:rsidR="00115F49" w:rsidRPr="00115F49">
        <w:t>Si nous parlons comme nous venons de parler</w:t>
      </w:r>
      <w:r>
        <w:t xml:space="preserve">, </w:t>
      </w:r>
      <w:r w:rsidR="00115F49" w:rsidRPr="00115F49">
        <w:t>à des oies ou à des dindes</w:t>
      </w:r>
      <w:r>
        <w:t xml:space="preserve">, </w:t>
      </w:r>
      <w:r w:rsidR="00115F49" w:rsidRPr="00115F49">
        <w:t>ça va piailler</w:t>
      </w:r>
      <w:r>
        <w:t xml:space="preserve">. </w:t>
      </w:r>
      <w:r w:rsidR="00115F49" w:rsidRPr="00115F49">
        <w:t>C</w:t>
      </w:r>
      <w:r>
        <w:t>’</w:t>
      </w:r>
      <w:r w:rsidR="00115F49" w:rsidRPr="00115F49">
        <w:t>est du lard au cochon</w:t>
      </w:r>
      <w:r>
        <w:t xml:space="preserve">. </w:t>
      </w:r>
      <w:r w:rsidR="00115F49" w:rsidRPr="00115F49">
        <w:t>Ça a des théories</w:t>
      </w:r>
      <w:r>
        <w:t xml:space="preserve">, </w:t>
      </w:r>
      <w:r w:rsidR="00115F49" w:rsidRPr="00115F49">
        <w:t>ça se monte le coup</w:t>
      </w:r>
      <w:r>
        <w:t xml:space="preserve">, </w:t>
      </w:r>
      <w:r w:rsidR="00115F49" w:rsidRPr="00115F49">
        <w:t>ça veut</w:t>
      </w:r>
      <w:r w:rsidR="00115F49" w:rsidRPr="00115F49">
        <w:rPr>
          <w:i/>
          <w:iCs/>
        </w:rPr>
        <w:t xml:space="preserve"> organiser</w:t>
      </w:r>
      <w:r>
        <w:rPr>
          <w:i/>
          <w:iCs/>
        </w:rPr>
        <w:t xml:space="preserve">, </w:t>
      </w:r>
      <w:r w:rsidR="00115F49" w:rsidRPr="00115F49">
        <w:t>c</w:t>
      </w:r>
      <w:r>
        <w:t>’</w:t>
      </w:r>
      <w:r w:rsidR="00115F49" w:rsidRPr="00115F49">
        <w:t>est</w:t>
      </w:r>
      <w:r w:rsidR="00115F49" w:rsidRPr="00115F49">
        <w:rPr>
          <w:i/>
          <w:iCs/>
        </w:rPr>
        <w:t xml:space="preserve"> pour la vie</w:t>
      </w:r>
      <w:r>
        <w:rPr>
          <w:i/>
          <w:iCs/>
        </w:rPr>
        <w:t xml:space="preserve">. </w:t>
      </w:r>
      <w:r w:rsidR="00115F49" w:rsidRPr="00115F49">
        <w:t>Et je ne vois pas ce que tu pourrais faire avec ces volailles</w:t>
      </w:r>
      <w:r>
        <w:t xml:space="preserve">. </w:t>
      </w:r>
      <w:r w:rsidR="00115F49" w:rsidRPr="00115F49">
        <w:t>Attendez</w:t>
      </w:r>
      <w:r>
        <w:t xml:space="preserve">, </w:t>
      </w:r>
      <w:r w:rsidR="00115F49" w:rsidRPr="00115F49">
        <w:t>ça n</w:t>
      </w:r>
      <w:r>
        <w:t>’</w:t>
      </w:r>
      <w:r w:rsidR="00115F49" w:rsidRPr="00115F49">
        <w:t>est pas tout</w:t>
      </w:r>
      <w:r>
        <w:t xml:space="preserve"> ; </w:t>
      </w:r>
      <w:r w:rsidR="00115F49" w:rsidRPr="00115F49">
        <w:t>il y a encore plus</w:t>
      </w:r>
      <w:r>
        <w:t xml:space="preserve"> ; </w:t>
      </w:r>
      <w:r w:rsidR="00115F49" w:rsidRPr="00115F49">
        <w:t>il y a la chose horrible</w:t>
      </w:r>
      <w:r>
        <w:t xml:space="preserve"> : </w:t>
      </w:r>
      <w:r w:rsidR="00115F49" w:rsidRPr="00115F49">
        <w:t>il y a les parents</w:t>
      </w:r>
      <w:r>
        <w:t xml:space="preserve">. </w:t>
      </w:r>
      <w:r w:rsidR="00115F49" w:rsidRPr="00115F49">
        <w:t>Tu te vois avec une belle-mère et un beau-père</w:t>
      </w:r>
      <w:r>
        <w:t xml:space="preserve"> ? </w:t>
      </w:r>
      <w:r w:rsidR="00115F49" w:rsidRPr="00115F49">
        <w:t>S</w:t>
      </w:r>
      <w:r>
        <w:t>’</w:t>
      </w:r>
      <w:r w:rsidR="00115F49" w:rsidRPr="00115F49">
        <w:t>il s</w:t>
      </w:r>
      <w:r>
        <w:t>’</w:t>
      </w:r>
      <w:r w:rsidR="00115F49" w:rsidRPr="00115F49">
        <w:t>agit de ça</w:t>
      </w:r>
      <w:r>
        <w:t xml:space="preserve">, </w:t>
      </w:r>
      <w:r w:rsidR="00115F49" w:rsidRPr="00115F49">
        <w:t>honorabilité et camembert</w:t>
      </w:r>
      <w:r>
        <w:t xml:space="preserve">, </w:t>
      </w:r>
      <w:r w:rsidR="00115F49" w:rsidRPr="00115F49">
        <w:t>ne me demandez rien</w:t>
      </w:r>
      <w:r>
        <w:t xml:space="preserve"> ; </w:t>
      </w:r>
      <w:r w:rsidR="00115F49" w:rsidRPr="00115F49">
        <w:t>laissez-moi boire mon vin en paix</w:t>
      </w:r>
      <w:r>
        <w:t xml:space="preserve">. </w:t>
      </w:r>
      <w:r w:rsidR="00115F49" w:rsidRPr="00115F49">
        <w:t>Tu viendras chercher mon manche à balai quand il fera besoin</w:t>
      </w:r>
      <w:r>
        <w:t xml:space="preserve"> ; </w:t>
      </w:r>
      <w:r w:rsidR="00115F49" w:rsidRPr="00115F49">
        <w:t>à ce moment-là</w:t>
      </w:r>
      <w:r>
        <w:t xml:space="preserve">, </w:t>
      </w:r>
      <w:r w:rsidR="00115F49" w:rsidRPr="00115F49">
        <w:t>si tu veux</w:t>
      </w:r>
      <w:r>
        <w:t xml:space="preserve">, </w:t>
      </w:r>
      <w:r w:rsidR="00115F49" w:rsidRPr="00115F49">
        <w:t>je t</w:t>
      </w:r>
      <w:r>
        <w:t>’</w:t>
      </w:r>
      <w:r w:rsidR="00115F49" w:rsidRPr="00115F49">
        <w:t>indiquerai la manière de t</w:t>
      </w:r>
      <w:r>
        <w:t>’</w:t>
      </w:r>
      <w:r w:rsidR="00115F49" w:rsidRPr="00115F49">
        <w:t>en servir mais</w:t>
      </w:r>
      <w:r>
        <w:t xml:space="preserve">, </w:t>
      </w:r>
      <w:r w:rsidR="00115F49" w:rsidRPr="00115F49">
        <w:t>jusque-là</w:t>
      </w:r>
      <w:r>
        <w:t xml:space="preserve">, </w:t>
      </w:r>
      <w:r w:rsidR="00115F49" w:rsidRPr="00115F49">
        <w:t>ce n</w:t>
      </w:r>
      <w:r>
        <w:t>’</w:t>
      </w:r>
      <w:r w:rsidR="00115F49" w:rsidRPr="00115F49">
        <w:t>est pas mon affaire</w:t>
      </w:r>
      <w:r>
        <w:t>.</w:t>
      </w:r>
    </w:p>
    <w:p w14:paraId="07B2FDA2" w14:textId="77777777" w:rsidR="00766774" w:rsidRDefault="00766774" w:rsidP="00115F49">
      <w:r>
        <w:lastRenderedPageBreak/>
        <w:t>« </w:t>
      </w:r>
      <w:r w:rsidR="00115F49" w:rsidRPr="00115F49">
        <w:t>Je dis ça</w:t>
      </w:r>
      <w:r>
        <w:t xml:space="preserve">, </w:t>
      </w:r>
      <w:r w:rsidR="00115F49" w:rsidRPr="00115F49">
        <w:t>ajoutai-je</w:t>
      </w:r>
      <w:r>
        <w:t xml:space="preserve">, </w:t>
      </w:r>
      <w:r w:rsidR="00115F49" w:rsidRPr="00115F49">
        <w:t xml:space="preserve">pour bien marquer le coup vis-à-vis de </w:t>
      </w:r>
      <w:r>
        <w:t>M</w:t>
      </w:r>
      <w:r w:rsidRPr="00766774">
        <w:rPr>
          <w:vertAlign w:val="superscript"/>
        </w:rPr>
        <w:t>me</w:t>
      </w:r>
      <w:r>
        <w:t> </w:t>
      </w:r>
      <w:r w:rsidR="00115F49" w:rsidRPr="00115F49">
        <w:t>Tim qui est là</w:t>
      </w:r>
      <w:r>
        <w:t xml:space="preserve">, </w:t>
      </w:r>
      <w:r w:rsidR="00115F49" w:rsidRPr="00115F49">
        <w:t>qui est un chou</w:t>
      </w:r>
      <w:r>
        <w:t xml:space="preserve">, </w:t>
      </w:r>
      <w:r w:rsidR="00115F49" w:rsidRPr="00115F49">
        <w:t>mais enfin qui n</w:t>
      </w:r>
      <w:r>
        <w:t>’</w:t>
      </w:r>
      <w:r w:rsidR="00115F49" w:rsidRPr="00115F49">
        <w:t>est pas de mon monde</w:t>
      </w:r>
      <w:r>
        <w:t xml:space="preserve"> ; </w:t>
      </w:r>
      <w:r w:rsidR="00115F49" w:rsidRPr="00115F49">
        <w:t>il faut le dire</w:t>
      </w:r>
      <w:r>
        <w:t xml:space="preserve">, </w:t>
      </w:r>
      <w:r w:rsidR="00115F49" w:rsidRPr="00115F49">
        <w:t>et qui pourrait avoir des idées à elle</w:t>
      </w:r>
      <w:r>
        <w:t xml:space="preserve"> ; </w:t>
      </w:r>
      <w:r w:rsidR="00115F49" w:rsidRPr="00115F49">
        <w:t>et qui</w:t>
      </w:r>
      <w:r>
        <w:t xml:space="preserve">, </w:t>
      </w:r>
      <w:r w:rsidR="00115F49" w:rsidRPr="00115F49">
        <w:t>en tout cas</w:t>
      </w:r>
      <w:r>
        <w:t xml:space="preserve">, </w:t>
      </w:r>
      <w:r w:rsidR="00115F49" w:rsidRPr="00115F49">
        <w:t>pourrait s</w:t>
      </w:r>
      <w:r>
        <w:t>’</w:t>
      </w:r>
      <w:r w:rsidR="00115F49" w:rsidRPr="00115F49">
        <w:t>imaginer que dans cette affaire j</w:t>
      </w:r>
      <w:r>
        <w:t>’</w:t>
      </w:r>
      <w:r w:rsidR="00115F49" w:rsidRPr="00115F49">
        <w:t>ai tiré la couverture à moi</w:t>
      </w:r>
      <w:r>
        <w:t>.</w:t>
      </w:r>
    </w:p>
    <w:p w14:paraId="78B8D1F1" w14:textId="77777777" w:rsidR="00766774" w:rsidRDefault="00766774" w:rsidP="00115F49">
      <w:r>
        <w:t>M</w:t>
      </w:r>
      <w:r w:rsidRPr="00766774">
        <w:rPr>
          <w:vertAlign w:val="superscript"/>
        </w:rPr>
        <w:t>me</w:t>
      </w:r>
      <w:r>
        <w:t> </w:t>
      </w:r>
      <w:r w:rsidR="00115F49" w:rsidRPr="00115F49">
        <w:t>Tim se dressa</w:t>
      </w:r>
      <w:r>
        <w:t xml:space="preserve">, </w:t>
      </w:r>
      <w:r w:rsidR="00115F49" w:rsidRPr="00115F49">
        <w:t>fit le tour de la table et vint m</w:t>
      </w:r>
      <w:r>
        <w:t>’</w:t>
      </w:r>
      <w:r w:rsidR="00115F49" w:rsidRPr="00115F49">
        <w:t>embrasser</w:t>
      </w:r>
      <w:r>
        <w:t xml:space="preserve">. </w:t>
      </w:r>
      <w:r w:rsidR="00115F49" w:rsidRPr="00115F49">
        <w:t>C</w:t>
      </w:r>
      <w:r>
        <w:t>’</w:t>
      </w:r>
      <w:r w:rsidR="00115F49" w:rsidRPr="00115F49">
        <w:t>était gentil</w:t>
      </w:r>
      <w:r>
        <w:t xml:space="preserve">. </w:t>
      </w:r>
      <w:r w:rsidR="00115F49" w:rsidRPr="00115F49">
        <w:t>J</w:t>
      </w:r>
      <w:r>
        <w:t>’</w:t>
      </w:r>
      <w:r w:rsidR="00115F49" w:rsidRPr="00115F49">
        <w:t>étais confuse d</w:t>
      </w:r>
      <w:r>
        <w:t>’</w:t>
      </w:r>
      <w:r w:rsidR="00115F49" w:rsidRPr="00115F49">
        <w:t>être tout en sueur à cause du poêle et de mon feu</w:t>
      </w:r>
      <w:r>
        <w:t>.</w:t>
      </w:r>
    </w:p>
    <w:p w14:paraId="655AFD30" w14:textId="77777777" w:rsidR="00766774" w:rsidRDefault="00766774" w:rsidP="00115F49">
      <w:r>
        <w:t>— </w:t>
      </w:r>
      <w:r w:rsidR="00115F49" w:rsidRPr="00115F49">
        <w:t>Je n</w:t>
      </w:r>
      <w:r>
        <w:t>’</w:t>
      </w:r>
      <w:r w:rsidR="00115F49" w:rsidRPr="00115F49">
        <w:t>ai pas d</w:t>
      </w:r>
      <w:r>
        <w:t>’</w:t>
      </w:r>
      <w:r w:rsidR="00115F49" w:rsidRPr="00115F49">
        <w:t>idée</w:t>
      </w:r>
      <w:r>
        <w:t xml:space="preserve">, </w:t>
      </w:r>
      <w:r w:rsidR="00115F49" w:rsidRPr="00115F49">
        <w:t>me dit-elle</w:t>
      </w:r>
      <w:r>
        <w:t xml:space="preserve">, </w:t>
      </w:r>
      <w:r w:rsidR="00115F49" w:rsidRPr="00115F49">
        <w:t>quelle idée voulez-vous que je puisse avoir</w:t>
      </w:r>
      <w:r>
        <w:t> ?</w:t>
      </w:r>
    </w:p>
    <w:p w14:paraId="6EB01757" w14:textId="77777777" w:rsidR="00766774" w:rsidRDefault="00766774" w:rsidP="00115F49">
      <w:r>
        <w:t>— </w:t>
      </w:r>
      <w:r w:rsidR="00115F49" w:rsidRPr="00115F49">
        <w:t>Je ne sais pas</w:t>
      </w:r>
      <w:r>
        <w:t xml:space="preserve">, </w:t>
      </w:r>
      <w:r w:rsidR="00115F49" w:rsidRPr="00115F49">
        <w:t>moi</w:t>
      </w:r>
      <w:r>
        <w:t xml:space="preserve">, </w:t>
      </w:r>
      <w:r w:rsidR="00115F49" w:rsidRPr="00115F49">
        <w:t>lui dis-je</w:t>
      </w:r>
      <w:r>
        <w:t xml:space="preserve">. </w:t>
      </w:r>
      <w:r w:rsidR="00115F49" w:rsidRPr="00115F49">
        <w:t>Évidemment</w:t>
      </w:r>
      <w:r>
        <w:t xml:space="preserve">, </w:t>
      </w:r>
      <w:r w:rsidR="00115F49" w:rsidRPr="00115F49">
        <w:t>vous êtes plutôt spécialiste du côté bien-pensant</w:t>
      </w:r>
      <w:r>
        <w:t xml:space="preserve">, </w:t>
      </w:r>
      <w:r w:rsidR="00115F49" w:rsidRPr="00115F49">
        <w:t>et tout et tout</w:t>
      </w:r>
      <w:r>
        <w:t xml:space="preserve"> : </w:t>
      </w:r>
      <w:r w:rsidR="00115F49" w:rsidRPr="00115F49">
        <w:t>ce que je crois être une usine à dindes et à boas constrictors</w:t>
      </w:r>
      <w:r>
        <w:t xml:space="preserve"> ; </w:t>
      </w:r>
      <w:r w:rsidR="00115F49" w:rsidRPr="00115F49">
        <w:t>mais</w:t>
      </w:r>
      <w:r>
        <w:t xml:space="preserve">, </w:t>
      </w:r>
      <w:r w:rsidR="00115F49" w:rsidRPr="00115F49">
        <w:t>vous les connaissez mieux que moi</w:t>
      </w:r>
      <w:r>
        <w:t xml:space="preserve"> ; </w:t>
      </w:r>
      <w:r w:rsidR="00115F49" w:rsidRPr="00115F49">
        <w:t>je peux me tromper</w:t>
      </w:r>
      <w:r>
        <w:t xml:space="preserve">. </w:t>
      </w:r>
      <w:r w:rsidR="00115F49" w:rsidRPr="00115F49">
        <w:t>Les chiens ont peut-être réussi à faire un chat</w:t>
      </w:r>
      <w:r>
        <w:t xml:space="preserve">, </w:t>
      </w:r>
      <w:r w:rsidR="00115F49" w:rsidRPr="00115F49">
        <w:t>et peut-être connaissez-vous précisément ce chat</w:t>
      </w:r>
      <w:r>
        <w:t> ?</w:t>
      </w:r>
    </w:p>
    <w:p w14:paraId="747C5CF0" w14:textId="77777777" w:rsidR="00766774" w:rsidRDefault="00766774" w:rsidP="00115F49">
      <w:r>
        <w:t>— </w:t>
      </w:r>
      <w:r w:rsidR="00115F49" w:rsidRPr="00115F49">
        <w:t>Non</w:t>
      </w:r>
      <w:r>
        <w:t xml:space="preserve">, </w:t>
      </w:r>
      <w:r w:rsidR="00115F49" w:rsidRPr="00115F49">
        <w:t>non</w:t>
      </w:r>
      <w:r>
        <w:t xml:space="preserve">, </w:t>
      </w:r>
      <w:r w:rsidR="00115F49" w:rsidRPr="00115F49">
        <w:t xml:space="preserve">dit </w:t>
      </w:r>
      <w:r>
        <w:t>M</w:t>
      </w:r>
      <w:r w:rsidRPr="00766774">
        <w:rPr>
          <w:vertAlign w:val="superscript"/>
        </w:rPr>
        <w:t>me</w:t>
      </w:r>
      <w:r>
        <w:t> </w:t>
      </w:r>
      <w:r w:rsidR="00115F49" w:rsidRPr="00115F49">
        <w:t>Tim</w:t>
      </w:r>
      <w:r>
        <w:t xml:space="preserve"> ; </w:t>
      </w:r>
      <w:r w:rsidR="00115F49" w:rsidRPr="00115F49">
        <w:t>les chiens font des chiens</w:t>
      </w:r>
      <w:r>
        <w:t>.</w:t>
      </w:r>
    </w:p>
    <w:p w14:paraId="62065899" w14:textId="77777777" w:rsidR="00766774" w:rsidRDefault="00115F49" w:rsidP="00115F49">
      <w:r w:rsidRPr="00115F49">
        <w:t>Elle retourna s</w:t>
      </w:r>
      <w:r w:rsidR="00766774">
        <w:t>’</w:t>
      </w:r>
      <w:r w:rsidRPr="00115F49">
        <w:t>asseoir et se versa un verre de vin et le but très crânement</w:t>
      </w:r>
      <w:r w:rsidR="00766774">
        <w:t xml:space="preserve">, </w:t>
      </w:r>
      <w:r w:rsidRPr="00115F49">
        <w:t>cul sec</w:t>
      </w:r>
      <w:r w:rsidR="00766774">
        <w:t xml:space="preserve">, </w:t>
      </w:r>
      <w:r w:rsidRPr="00115F49">
        <w:t>comme j</w:t>
      </w:r>
      <w:r w:rsidR="00766774">
        <w:t>’</w:t>
      </w:r>
      <w:r w:rsidRPr="00115F49">
        <w:t>avais fait depuis le commencement du repas</w:t>
      </w:r>
      <w:r w:rsidR="00766774">
        <w:t>.</w:t>
      </w:r>
    </w:p>
    <w:p w14:paraId="2881D7B3" w14:textId="77777777" w:rsidR="00766774" w:rsidRDefault="00115F49" w:rsidP="00115F49">
      <w:r w:rsidRPr="00115F49">
        <w:t>Je regardai Langlois comme si je lui prenais mesure d</w:t>
      </w:r>
      <w:r w:rsidR="00766774">
        <w:t>’</w:t>
      </w:r>
      <w:r w:rsidRPr="00115F49">
        <w:t>un manteau à vue d</w:t>
      </w:r>
      <w:r w:rsidR="00766774">
        <w:t>’</w:t>
      </w:r>
      <w:r w:rsidRPr="00115F49">
        <w:t>œil</w:t>
      </w:r>
      <w:r w:rsidR="00766774">
        <w:t>.</w:t>
      </w:r>
    </w:p>
    <w:p w14:paraId="183CBA02" w14:textId="77777777" w:rsidR="00766774" w:rsidRDefault="00766774" w:rsidP="00115F49">
      <w:r>
        <w:t>— </w:t>
      </w:r>
      <w:r w:rsidR="00115F49" w:rsidRPr="00115F49">
        <w:t>Il faut qu</w:t>
      </w:r>
      <w:r>
        <w:t>’</w:t>
      </w:r>
      <w:r w:rsidR="00115F49" w:rsidRPr="00115F49">
        <w:t>elle t</w:t>
      </w:r>
      <w:r>
        <w:t>’</w:t>
      </w:r>
      <w:r w:rsidR="00115F49" w:rsidRPr="00115F49">
        <w:t>accepte comme tu es</w:t>
      </w:r>
      <w:r>
        <w:t> ?</w:t>
      </w:r>
    </w:p>
    <w:p w14:paraId="6CB8993E" w14:textId="77777777" w:rsidR="00766774" w:rsidRDefault="00766774" w:rsidP="00115F49">
      <w:r>
        <w:t>(</w:t>
      </w:r>
      <w:r w:rsidR="00115F49" w:rsidRPr="00115F49">
        <w:t>Il fit oui d</w:t>
      </w:r>
      <w:r>
        <w:t>’</w:t>
      </w:r>
      <w:r w:rsidR="00115F49" w:rsidRPr="00115F49">
        <w:t>un signe de tête</w:t>
      </w:r>
      <w:r>
        <w:t>.)</w:t>
      </w:r>
    </w:p>
    <w:p w14:paraId="00DBDA69" w14:textId="77777777" w:rsidR="00766774" w:rsidRDefault="00766774" w:rsidP="00115F49">
      <w:r>
        <w:t>— </w:t>
      </w:r>
      <w:r w:rsidR="00115F49" w:rsidRPr="00115F49">
        <w:t>Il faut qu</w:t>
      </w:r>
      <w:r>
        <w:t>’</w:t>
      </w:r>
      <w:r w:rsidR="00115F49" w:rsidRPr="00115F49">
        <w:t>elle accepte Bongalove</w:t>
      </w:r>
      <w:r>
        <w:t xml:space="preserve">, </w:t>
      </w:r>
      <w:r w:rsidR="00115F49" w:rsidRPr="00115F49">
        <w:t>montagne</w:t>
      </w:r>
      <w:r>
        <w:t xml:space="preserve">, </w:t>
      </w:r>
      <w:r w:rsidR="00115F49" w:rsidRPr="00115F49">
        <w:t>neige à perpétuité</w:t>
      </w:r>
      <w:r>
        <w:t> ?</w:t>
      </w:r>
    </w:p>
    <w:p w14:paraId="0D569D6D" w14:textId="77777777" w:rsidR="00766774" w:rsidRDefault="00766774" w:rsidP="00115F49">
      <w:r>
        <w:t>(</w:t>
      </w:r>
      <w:r w:rsidR="00115F49" w:rsidRPr="00115F49">
        <w:t>Oui</w:t>
      </w:r>
      <w:r>
        <w:t>.)</w:t>
      </w:r>
    </w:p>
    <w:p w14:paraId="4EE229AD" w14:textId="77777777" w:rsidR="00766774" w:rsidRDefault="00766774" w:rsidP="00115F49">
      <w:r>
        <w:lastRenderedPageBreak/>
        <w:t>— </w:t>
      </w:r>
      <w:r w:rsidR="00115F49" w:rsidRPr="00115F49">
        <w:t>Saint-Baudille</w:t>
      </w:r>
      <w:r>
        <w:t xml:space="preserve">, </w:t>
      </w:r>
      <w:r w:rsidR="00115F49" w:rsidRPr="00115F49">
        <w:t xml:space="preserve">dit </w:t>
      </w:r>
      <w:r>
        <w:t>M</w:t>
      </w:r>
      <w:r w:rsidRPr="00766774">
        <w:rPr>
          <w:vertAlign w:val="superscript"/>
        </w:rPr>
        <w:t>me</w:t>
      </w:r>
      <w:r>
        <w:t> </w:t>
      </w:r>
      <w:r w:rsidR="00115F49" w:rsidRPr="00115F49">
        <w:t>Tim</w:t>
      </w:r>
      <w:r>
        <w:t xml:space="preserve">. </w:t>
      </w:r>
      <w:r w:rsidR="00115F49" w:rsidRPr="00115F49">
        <w:t>Ma maison lui sera ouverte naturellement</w:t>
      </w:r>
      <w:r>
        <w:t>.</w:t>
      </w:r>
    </w:p>
    <w:p w14:paraId="5565B756" w14:textId="77777777" w:rsidR="00766774" w:rsidRDefault="00766774" w:rsidP="00115F49">
      <w:r>
        <w:t>— </w:t>
      </w:r>
      <w:r w:rsidR="00115F49" w:rsidRPr="00115F49">
        <w:t>C</w:t>
      </w:r>
      <w:r>
        <w:t>’</w:t>
      </w:r>
      <w:r w:rsidR="00115F49" w:rsidRPr="00115F49">
        <w:t>est très important</w:t>
      </w:r>
      <w:r>
        <w:t xml:space="preserve">, </w:t>
      </w:r>
      <w:r w:rsidR="00115F49" w:rsidRPr="00115F49">
        <w:t>dis-je</w:t>
      </w:r>
      <w:r>
        <w:t>.</w:t>
      </w:r>
    </w:p>
    <w:p w14:paraId="3A374C8A" w14:textId="77777777" w:rsidR="00766774" w:rsidRDefault="00115F49" w:rsidP="00115F49">
      <w:r w:rsidRPr="00115F49">
        <w:t>Je revins à Langlois</w:t>
      </w:r>
      <w:r w:rsidR="00766774">
        <w:t>.</w:t>
      </w:r>
    </w:p>
    <w:p w14:paraId="76800BFE" w14:textId="77777777" w:rsidR="00766774" w:rsidRDefault="00766774" w:rsidP="00115F49">
      <w:r>
        <w:t>— </w:t>
      </w:r>
      <w:r w:rsidR="00115F49" w:rsidRPr="00115F49">
        <w:t>Pas de belle-mère</w:t>
      </w:r>
      <w:r>
        <w:t xml:space="preserve">, </w:t>
      </w:r>
      <w:r w:rsidR="00115F49" w:rsidRPr="00115F49">
        <w:t>beau-père</w:t>
      </w:r>
      <w:r>
        <w:t xml:space="preserve">, </w:t>
      </w:r>
      <w:r w:rsidR="00115F49" w:rsidRPr="00115F49">
        <w:t>belle-sœur</w:t>
      </w:r>
      <w:r>
        <w:t xml:space="preserve">, </w:t>
      </w:r>
      <w:r w:rsidR="00115F49" w:rsidRPr="00115F49">
        <w:t>tante ou cousine</w:t>
      </w:r>
      <w:r>
        <w:t> ?</w:t>
      </w:r>
    </w:p>
    <w:p w14:paraId="29590284" w14:textId="77777777" w:rsidR="00766774" w:rsidRDefault="00766774" w:rsidP="00115F49">
      <w:r>
        <w:t>(</w:t>
      </w:r>
      <w:r w:rsidR="00115F49" w:rsidRPr="00115F49">
        <w:t>Non</w:t>
      </w:r>
      <w:r>
        <w:t>.)</w:t>
      </w:r>
    </w:p>
    <w:p w14:paraId="56C24384" w14:textId="77777777" w:rsidR="00766774" w:rsidRDefault="00766774" w:rsidP="00115F49">
      <w:r>
        <w:t>— </w:t>
      </w:r>
      <w:r w:rsidR="00115F49" w:rsidRPr="00115F49">
        <w:t>Pas trop vieille</w:t>
      </w:r>
      <w:r>
        <w:t> ?</w:t>
      </w:r>
    </w:p>
    <w:p w14:paraId="75A4F651" w14:textId="77777777" w:rsidR="00766774" w:rsidRDefault="00766774" w:rsidP="00115F49">
      <w:r>
        <w:t>(</w:t>
      </w:r>
      <w:r w:rsidR="00115F49" w:rsidRPr="00115F49">
        <w:t>Non</w:t>
      </w:r>
      <w:r>
        <w:t>.)</w:t>
      </w:r>
    </w:p>
    <w:p w14:paraId="548A79AF" w14:textId="77777777" w:rsidR="00766774" w:rsidRDefault="00766774" w:rsidP="00115F49">
      <w:r>
        <w:t>— </w:t>
      </w:r>
      <w:r w:rsidR="00115F49" w:rsidRPr="00115F49">
        <w:t>Pas trop laide</w:t>
      </w:r>
      <w:r>
        <w:t> ?</w:t>
      </w:r>
    </w:p>
    <w:p w14:paraId="5F6B1CF1" w14:textId="77777777" w:rsidR="00766774" w:rsidRDefault="00766774" w:rsidP="00115F49">
      <w:r>
        <w:t>(</w:t>
      </w:r>
      <w:r w:rsidR="00115F49" w:rsidRPr="00115F49">
        <w:t>Non</w:t>
      </w:r>
      <w:r>
        <w:t>.)</w:t>
      </w:r>
    </w:p>
    <w:p w14:paraId="2B4238BF" w14:textId="77777777" w:rsidR="00766774" w:rsidRDefault="00766774" w:rsidP="00115F49">
      <w:r>
        <w:t>— </w:t>
      </w:r>
      <w:r w:rsidR="00115F49" w:rsidRPr="00115F49">
        <w:t>Pas trop sotte</w:t>
      </w:r>
      <w:r>
        <w:t> ?</w:t>
      </w:r>
    </w:p>
    <w:p w14:paraId="2687C025" w14:textId="77777777" w:rsidR="00766774" w:rsidRDefault="00766774" w:rsidP="00115F49">
      <w:r>
        <w:t>(</w:t>
      </w:r>
      <w:r w:rsidR="00115F49" w:rsidRPr="00115F49">
        <w:t>Non</w:t>
      </w:r>
      <w:r>
        <w:t>.)</w:t>
      </w:r>
    </w:p>
    <w:p w14:paraId="40E30D3B" w14:textId="77777777" w:rsidR="00766774" w:rsidRDefault="00766774" w:rsidP="00115F49">
      <w:r>
        <w:t>— </w:t>
      </w:r>
      <w:r w:rsidR="00115F49" w:rsidRPr="00115F49">
        <w:t>Plaisante</w:t>
      </w:r>
      <w:r>
        <w:t> ?</w:t>
      </w:r>
    </w:p>
    <w:p w14:paraId="617F5657" w14:textId="77777777" w:rsidR="00766774" w:rsidRDefault="00766774" w:rsidP="00115F49">
      <w:r>
        <w:t>(</w:t>
      </w:r>
      <w:r w:rsidR="00115F49" w:rsidRPr="00115F49">
        <w:t>Oui</w:t>
      </w:r>
      <w:r>
        <w:t>.)</w:t>
      </w:r>
    </w:p>
    <w:p w14:paraId="6D203380" w14:textId="77777777" w:rsidR="00766774" w:rsidRDefault="00766774" w:rsidP="00115F49">
      <w:r>
        <w:t>— </w:t>
      </w:r>
      <w:r w:rsidR="00115F49" w:rsidRPr="00115F49">
        <w:t>Eh bien</w:t>
      </w:r>
      <w:r>
        <w:t xml:space="preserve">, </w:t>
      </w:r>
      <w:r w:rsidR="00115F49" w:rsidRPr="00115F49">
        <w:t>voilà</w:t>
      </w:r>
      <w:r>
        <w:t xml:space="preserve">, </w:t>
      </w:r>
      <w:r w:rsidR="00115F49" w:rsidRPr="00115F49">
        <w:t>c</w:t>
      </w:r>
      <w:r>
        <w:t>’</w:t>
      </w:r>
      <w:r w:rsidR="00115F49" w:rsidRPr="00115F49">
        <w:t>est tout</w:t>
      </w:r>
      <w:r>
        <w:t xml:space="preserve">. </w:t>
      </w:r>
      <w:r w:rsidR="00115F49" w:rsidRPr="00115F49">
        <w:t>Au cas où ce serait la perle parfaite</w:t>
      </w:r>
      <w:r>
        <w:t xml:space="preserve">, </w:t>
      </w:r>
      <w:r w:rsidR="00115F49" w:rsidRPr="00115F49">
        <w:t>il faudrait au surplus qu</w:t>
      </w:r>
      <w:r>
        <w:t>’</w:t>
      </w:r>
      <w:r w:rsidR="00115F49" w:rsidRPr="00115F49">
        <w:t>elle considère sa position comme son bâton de maréchal</w:t>
      </w:r>
      <w:r>
        <w:t xml:space="preserve">. </w:t>
      </w:r>
      <w:r w:rsidR="00115F49" w:rsidRPr="00115F49">
        <w:t>Sommes-nous d</w:t>
      </w:r>
      <w:r>
        <w:t>’</w:t>
      </w:r>
      <w:r w:rsidR="00115F49" w:rsidRPr="00115F49">
        <w:t>accord</w:t>
      </w:r>
      <w:r>
        <w:t> ?</w:t>
      </w:r>
    </w:p>
    <w:p w14:paraId="0764A4EC" w14:textId="77777777" w:rsidR="00766774" w:rsidRDefault="00766774" w:rsidP="00115F49">
      <w:r>
        <w:t>(</w:t>
      </w:r>
      <w:r w:rsidR="00115F49" w:rsidRPr="00115F49">
        <w:t>Oui</w:t>
      </w:r>
      <w:r>
        <w:t>.)</w:t>
      </w:r>
    </w:p>
    <w:p w14:paraId="3B17A91B" w14:textId="77777777" w:rsidR="00766774" w:rsidRDefault="00115F49" w:rsidP="00115F49">
      <w:r w:rsidRPr="00115F49">
        <w:t>Il y eut un petit silence</w:t>
      </w:r>
      <w:r w:rsidR="00766774">
        <w:t>.</w:t>
      </w:r>
    </w:p>
    <w:p w14:paraId="15BF5391" w14:textId="77777777" w:rsidR="00766774" w:rsidRDefault="00766774" w:rsidP="00115F49">
      <w:r>
        <w:t>« </w:t>
      </w:r>
      <w:r w:rsidR="00115F49" w:rsidRPr="00115F49">
        <w:t>Dans ma</w:t>
      </w:r>
      <w:r w:rsidR="00115F49" w:rsidRPr="00115F49">
        <w:rPr>
          <w:i/>
          <w:iCs/>
        </w:rPr>
        <w:t xml:space="preserve"> profession</w:t>
      </w:r>
      <w:r>
        <w:rPr>
          <w:i/>
          <w:iCs/>
        </w:rPr>
        <w:t xml:space="preserve">…, </w:t>
      </w:r>
      <w:r w:rsidR="00115F49" w:rsidRPr="00115F49">
        <w:t>continuai-je</w:t>
      </w:r>
      <w:r>
        <w:t xml:space="preserve">. </w:t>
      </w:r>
      <w:r w:rsidR="00115F49" w:rsidRPr="00115F49">
        <w:t>D</w:t>
      </w:r>
      <w:r>
        <w:t>’</w:t>
      </w:r>
      <w:r w:rsidR="00115F49" w:rsidRPr="00115F49">
        <w:t>abord</w:t>
      </w:r>
      <w:r>
        <w:t xml:space="preserve">, </w:t>
      </w:r>
      <w:r w:rsidR="00115F49" w:rsidRPr="00115F49">
        <w:t xml:space="preserve">je voulais demander à </w:t>
      </w:r>
      <w:r>
        <w:t>M</w:t>
      </w:r>
      <w:r w:rsidRPr="00766774">
        <w:rPr>
          <w:vertAlign w:val="superscript"/>
        </w:rPr>
        <w:t>me</w:t>
      </w:r>
      <w:r>
        <w:t> </w:t>
      </w:r>
      <w:r w:rsidR="00115F49" w:rsidRPr="00115F49">
        <w:t>Tim si</w:t>
      </w:r>
      <w:r>
        <w:t xml:space="preserve">, </w:t>
      </w:r>
      <w:r w:rsidR="00115F49" w:rsidRPr="00115F49">
        <w:t>dans sa spécialité</w:t>
      </w:r>
      <w:r>
        <w:t xml:space="preserve">, </w:t>
      </w:r>
      <w:r w:rsidR="00115F49" w:rsidRPr="00115F49">
        <w:t>elle ne connaissait pas de divorcées qui se remarieraient</w:t>
      </w:r>
      <w:r>
        <w:t xml:space="preserve">, </w:t>
      </w:r>
      <w:r w:rsidR="00115F49" w:rsidRPr="00115F49">
        <w:t>de veuves plusieurs fois qui se remarieraient également</w:t>
      </w:r>
      <w:r>
        <w:t xml:space="preserve">, </w:t>
      </w:r>
      <w:r w:rsidR="00115F49" w:rsidRPr="00115F49">
        <w:t>de</w:t>
      </w:r>
      <w:r>
        <w:t>… »</w:t>
      </w:r>
      <w:r w:rsidR="00115F49" w:rsidRPr="00115F49">
        <w:t xml:space="preserve"> mais elle </w:t>
      </w:r>
      <w:r w:rsidR="00115F49" w:rsidRPr="00115F49">
        <w:lastRenderedPageBreak/>
        <w:t>me coupa la parole et</w:t>
      </w:r>
      <w:r>
        <w:t xml:space="preserve">, </w:t>
      </w:r>
      <w:r w:rsidR="00115F49" w:rsidRPr="00115F49">
        <w:t>avec un petit air de Bon Dieu sans confession</w:t>
      </w:r>
      <w:r>
        <w:t xml:space="preserve">, </w:t>
      </w:r>
      <w:r w:rsidR="00115F49" w:rsidRPr="00115F49">
        <w:t>elle parla</w:t>
      </w:r>
      <w:r>
        <w:t xml:space="preserve">, </w:t>
      </w:r>
      <w:r w:rsidR="00115F49" w:rsidRPr="00115F49">
        <w:t>dans le plus grand calme</w:t>
      </w:r>
      <w:r>
        <w:t xml:space="preserve">, </w:t>
      </w:r>
      <w:r w:rsidR="00115F49" w:rsidRPr="00115F49">
        <w:t>d</w:t>
      </w:r>
      <w:r>
        <w:t>’</w:t>
      </w:r>
      <w:r w:rsidR="00115F49" w:rsidRPr="00115F49">
        <w:t>une façon très complète et d</w:t>
      </w:r>
      <w:r>
        <w:t>’</w:t>
      </w:r>
      <w:r w:rsidR="00115F49" w:rsidRPr="00115F49">
        <w:t>une voix sans crème de cacao</w:t>
      </w:r>
      <w:r>
        <w:t xml:space="preserve">, </w:t>
      </w:r>
      <w:r w:rsidR="00115F49" w:rsidRPr="00115F49">
        <w:t>de situations très courantes dans le monde</w:t>
      </w:r>
      <w:r>
        <w:t xml:space="preserve">, </w:t>
      </w:r>
      <w:r w:rsidR="00115F49" w:rsidRPr="00115F49">
        <w:t>encore beaucoup plus</w:t>
      </w:r>
      <w:r w:rsidR="00115F49" w:rsidRPr="00115F49">
        <w:rPr>
          <w:i/>
          <w:iCs/>
        </w:rPr>
        <w:t xml:space="preserve"> accueillantes</w:t>
      </w:r>
      <w:r>
        <w:t xml:space="preserve"> (</w:t>
      </w:r>
      <w:r w:rsidR="00115F49" w:rsidRPr="00115F49">
        <w:t>si on pouvait dire</w:t>
      </w:r>
      <w:r>
        <w:t xml:space="preserve">) </w:t>
      </w:r>
      <w:r w:rsidR="00115F49" w:rsidRPr="00115F49">
        <w:t>que les situations dont je parlais</w:t>
      </w:r>
      <w:r>
        <w:t>.</w:t>
      </w:r>
    </w:p>
    <w:p w14:paraId="67F5A496" w14:textId="77777777" w:rsidR="00766774" w:rsidRDefault="00766774" w:rsidP="00115F49">
      <w:r>
        <w:t>— </w:t>
      </w:r>
      <w:r w:rsidR="00115F49" w:rsidRPr="00115F49">
        <w:t>Eh bien</w:t>
      </w:r>
      <w:r>
        <w:t xml:space="preserve">, </w:t>
      </w:r>
      <w:r w:rsidR="00115F49" w:rsidRPr="00115F49">
        <w:t>dis-je simplement</w:t>
      </w:r>
      <w:r>
        <w:t xml:space="preserve">, </w:t>
      </w:r>
      <w:r w:rsidR="00115F49" w:rsidRPr="00115F49">
        <w:t>voilà ma</w:t>
      </w:r>
      <w:r w:rsidR="00115F49" w:rsidRPr="00115F49">
        <w:rPr>
          <w:i/>
          <w:iCs/>
        </w:rPr>
        <w:t xml:space="preserve"> profession</w:t>
      </w:r>
      <w:r>
        <w:rPr>
          <w:i/>
          <w:iCs/>
        </w:rPr>
        <w:t xml:space="preserve">. </w:t>
      </w:r>
      <w:r w:rsidR="00115F49" w:rsidRPr="00115F49">
        <w:t>Avec cette différence que je faisais payer mes maris</w:t>
      </w:r>
      <w:r>
        <w:t>.</w:t>
      </w:r>
    </w:p>
    <w:p w14:paraId="55B7F033" w14:textId="77777777" w:rsidR="00766774" w:rsidRDefault="00766774" w:rsidP="00115F49">
      <w:r>
        <w:t>— </w:t>
      </w:r>
      <w:r w:rsidR="00115F49" w:rsidRPr="00115F49">
        <w:t>Les autres aussi</w:t>
      </w:r>
      <w:r>
        <w:t xml:space="preserve">, </w:t>
      </w:r>
      <w:r w:rsidR="00115F49" w:rsidRPr="00115F49">
        <w:t xml:space="preserve">dit </w:t>
      </w:r>
      <w:r>
        <w:t>M</w:t>
      </w:r>
      <w:r w:rsidRPr="00766774">
        <w:rPr>
          <w:vertAlign w:val="superscript"/>
        </w:rPr>
        <w:t>me</w:t>
      </w:r>
      <w:r>
        <w:t> </w:t>
      </w:r>
      <w:r w:rsidR="00115F49" w:rsidRPr="00115F49">
        <w:t>Tim</w:t>
      </w:r>
      <w:r>
        <w:t>.</w:t>
      </w:r>
    </w:p>
    <w:p w14:paraId="0C86A8FA" w14:textId="77777777" w:rsidR="00766774" w:rsidRDefault="00766774" w:rsidP="00115F49">
      <w:r>
        <w:t>— </w:t>
      </w:r>
      <w:r w:rsidR="00115F49" w:rsidRPr="00115F49">
        <w:t>Et que je changeais très souvent de mari</w:t>
      </w:r>
      <w:r>
        <w:t>.</w:t>
      </w:r>
    </w:p>
    <w:p w14:paraId="250D2722" w14:textId="77777777" w:rsidR="00766774" w:rsidRDefault="00766774" w:rsidP="00115F49">
      <w:r>
        <w:t>— </w:t>
      </w:r>
      <w:r w:rsidR="00115F49" w:rsidRPr="00115F49">
        <w:t>Les autres aussi</w:t>
      </w:r>
      <w:r>
        <w:t xml:space="preserve">, </w:t>
      </w:r>
      <w:r w:rsidR="00115F49" w:rsidRPr="00115F49">
        <w:t xml:space="preserve">dit </w:t>
      </w:r>
      <w:r>
        <w:t>M</w:t>
      </w:r>
      <w:r w:rsidRPr="00766774">
        <w:rPr>
          <w:vertAlign w:val="superscript"/>
        </w:rPr>
        <w:t>me</w:t>
      </w:r>
      <w:r>
        <w:t> </w:t>
      </w:r>
      <w:r w:rsidR="00115F49" w:rsidRPr="00115F49">
        <w:t>Tim</w:t>
      </w:r>
      <w:r>
        <w:t>.</w:t>
      </w:r>
    </w:p>
    <w:p w14:paraId="04A3128E" w14:textId="77777777" w:rsidR="00766774" w:rsidRDefault="00766774" w:rsidP="00115F49">
      <w:r>
        <w:t>— </w:t>
      </w:r>
      <w:r w:rsidR="00115F49" w:rsidRPr="00115F49">
        <w:t>Et</w:t>
      </w:r>
      <w:r>
        <w:t xml:space="preserve">, </w:t>
      </w:r>
      <w:r w:rsidR="00115F49" w:rsidRPr="00115F49">
        <w:t>que dit l</w:t>
      </w:r>
      <w:r>
        <w:t>’</w:t>
      </w:r>
      <w:r w:rsidR="00115F49" w:rsidRPr="00115F49">
        <w:t>homme</w:t>
      </w:r>
      <w:r>
        <w:t xml:space="preserve"> ? </w:t>
      </w:r>
      <w:r w:rsidR="00115F49" w:rsidRPr="00115F49">
        <w:t>demandai-je à Langlois</w:t>
      </w:r>
      <w:r>
        <w:t>.</w:t>
      </w:r>
    </w:p>
    <w:p w14:paraId="7F0B84D5" w14:textId="77777777" w:rsidR="00766774" w:rsidRDefault="00766774" w:rsidP="00115F49">
      <w:r>
        <w:t>— </w:t>
      </w:r>
      <w:r w:rsidR="00115F49" w:rsidRPr="00115F49">
        <w:t>L</w:t>
      </w:r>
      <w:r>
        <w:t>’</w:t>
      </w:r>
      <w:r w:rsidR="00115F49" w:rsidRPr="00115F49">
        <w:t>homme dit que la vie est extrêmement courte</w:t>
      </w:r>
      <w:r>
        <w:t xml:space="preserve">, </w:t>
      </w:r>
      <w:r w:rsidR="00115F49" w:rsidRPr="00115F49">
        <w:t>dit Langlois</w:t>
      </w:r>
      <w:r>
        <w:t>.</w:t>
      </w:r>
    </w:p>
    <w:p w14:paraId="77F3E8DF" w14:textId="77777777" w:rsidR="00766774" w:rsidRDefault="00115F49" w:rsidP="00115F49">
      <w:r w:rsidRPr="00115F49">
        <w:t>Si je voulais garder mon sang-froid</w:t>
      </w:r>
      <w:r w:rsidR="00766774">
        <w:t xml:space="preserve">, </w:t>
      </w:r>
      <w:r w:rsidRPr="00115F49">
        <w:t>il s</w:t>
      </w:r>
      <w:r w:rsidR="00766774">
        <w:t>’</w:t>
      </w:r>
      <w:r w:rsidRPr="00115F49">
        <w:t>agissait de ne considérer dans la réponse de Langlois que ce qui s</w:t>
      </w:r>
      <w:r w:rsidR="00766774">
        <w:t>’</w:t>
      </w:r>
      <w:r w:rsidRPr="00115F49">
        <w:t>adressait à une discussion un peu longue et de cheveux coupés en quatre</w:t>
      </w:r>
      <w:r w:rsidR="00766774">
        <w:t xml:space="preserve">. </w:t>
      </w:r>
      <w:r w:rsidRPr="00115F49">
        <w:t>D</w:t>
      </w:r>
      <w:r w:rsidR="00766774">
        <w:t>’</w:t>
      </w:r>
      <w:r w:rsidRPr="00115F49">
        <w:t>ailleurs</w:t>
      </w:r>
      <w:r w:rsidR="00766774">
        <w:t xml:space="preserve">, </w:t>
      </w:r>
      <w:r w:rsidRPr="00115F49">
        <w:t>aussitôt</w:t>
      </w:r>
      <w:r w:rsidR="00766774">
        <w:t>, M</w:t>
      </w:r>
      <w:r w:rsidR="00766774" w:rsidRPr="00766774">
        <w:rPr>
          <w:vertAlign w:val="superscript"/>
        </w:rPr>
        <w:t>me</w:t>
      </w:r>
      <w:r w:rsidR="00766774">
        <w:t> </w:t>
      </w:r>
      <w:r w:rsidRPr="00115F49">
        <w:t>Tim</w:t>
      </w:r>
      <w:r w:rsidR="00766774">
        <w:t xml:space="preserve"> (</w:t>
      </w:r>
      <w:r w:rsidRPr="00115F49">
        <w:t>qui devait être entrée tout de suite dans le même état d</w:t>
      </w:r>
      <w:r w:rsidR="00766774">
        <w:t>’</w:t>
      </w:r>
      <w:r w:rsidRPr="00115F49">
        <w:t>esprit que moi</w:t>
      </w:r>
      <w:r w:rsidR="00766774">
        <w:t xml:space="preserve">) </w:t>
      </w:r>
      <w:r w:rsidRPr="00115F49">
        <w:t>se mit à parler de la profession avec une grande abondance</w:t>
      </w:r>
      <w:r w:rsidR="00766774">
        <w:t xml:space="preserve">, </w:t>
      </w:r>
      <w:r w:rsidRPr="00115F49">
        <w:t>un grand choix de termes exacts</w:t>
      </w:r>
      <w:r w:rsidR="00766774">
        <w:t xml:space="preserve">, </w:t>
      </w:r>
      <w:r w:rsidRPr="00115F49">
        <w:t>une connaissance très approfondie et un don extraordinaire</w:t>
      </w:r>
      <w:r w:rsidR="00766774">
        <w:t xml:space="preserve">. </w:t>
      </w:r>
      <w:r w:rsidRPr="00115F49">
        <w:t>De façon</w:t>
      </w:r>
      <w:r w:rsidR="00766774">
        <w:t xml:space="preserve"> (</w:t>
      </w:r>
      <w:r w:rsidRPr="00115F49">
        <w:t>comme je le compris plus tard</w:t>
      </w:r>
      <w:r w:rsidR="00766774">
        <w:t xml:space="preserve">) </w:t>
      </w:r>
      <w:r w:rsidRPr="00115F49">
        <w:t>à me couper le souffle d</w:t>
      </w:r>
      <w:r w:rsidR="00766774">
        <w:t>’</w:t>
      </w:r>
      <w:r w:rsidRPr="00115F49">
        <w:t>un autre côté</w:t>
      </w:r>
      <w:r w:rsidR="00766774">
        <w:t xml:space="preserve">. </w:t>
      </w:r>
      <w:r w:rsidRPr="00115F49">
        <w:t>Elle était très charitable</w:t>
      </w:r>
      <w:r w:rsidR="00766774">
        <w:t>.</w:t>
      </w:r>
    </w:p>
    <w:p w14:paraId="633998D6" w14:textId="77777777" w:rsidR="00766774" w:rsidRDefault="00115F49" w:rsidP="00115F49">
      <w:r w:rsidRPr="00115F49">
        <w:t>Pendant plus d</w:t>
      </w:r>
      <w:r w:rsidR="00766774">
        <w:t>’</w:t>
      </w:r>
      <w:r w:rsidRPr="00115F49">
        <w:t>une heure on ne parla que de dessous et de parfums</w:t>
      </w:r>
      <w:r w:rsidR="00766774">
        <w:t xml:space="preserve">. </w:t>
      </w:r>
      <w:r w:rsidRPr="00115F49">
        <w:t>Et c</w:t>
      </w:r>
      <w:r w:rsidR="00766774">
        <w:t>’</w:t>
      </w:r>
      <w:r w:rsidRPr="00115F49">
        <w:t>est au milieu de ces volants</w:t>
      </w:r>
      <w:r w:rsidR="00766774">
        <w:t xml:space="preserve">, </w:t>
      </w:r>
      <w:r w:rsidRPr="00115F49">
        <w:t>de ces jupons</w:t>
      </w:r>
      <w:r w:rsidR="00766774">
        <w:t xml:space="preserve">, </w:t>
      </w:r>
      <w:r w:rsidRPr="00115F49">
        <w:t>de ces iris</w:t>
      </w:r>
      <w:r w:rsidR="00766774">
        <w:t xml:space="preserve">, </w:t>
      </w:r>
      <w:r w:rsidRPr="00115F49">
        <w:t>ces foins coupés et ces opopanax</w:t>
      </w:r>
      <w:r w:rsidR="00766774">
        <w:t xml:space="preserve">, </w:t>
      </w:r>
      <w:r w:rsidRPr="00115F49">
        <w:t>que tout fut décidé</w:t>
      </w:r>
      <w:r w:rsidR="00766774">
        <w:t>.</w:t>
      </w:r>
    </w:p>
    <w:p w14:paraId="33A94440" w14:textId="77777777" w:rsidR="00766774" w:rsidRDefault="00115F49" w:rsidP="00115F49">
      <w:r w:rsidRPr="00115F49">
        <w:lastRenderedPageBreak/>
        <w:t>Langlois buvait du rhum dans son verre à vin</w:t>
      </w:r>
      <w:r w:rsidR="00766774">
        <w:t>.</w:t>
      </w:r>
    </w:p>
    <w:p w14:paraId="7FAC2469" w14:textId="77777777" w:rsidR="00766774" w:rsidRDefault="00115F49" w:rsidP="00115F49">
      <w:r w:rsidRPr="00115F49">
        <w:t>Il était près de dix heures</w:t>
      </w:r>
      <w:r w:rsidR="00766774">
        <w:t xml:space="preserve">. </w:t>
      </w:r>
      <w:r w:rsidRPr="00115F49">
        <w:t>On alla se coucher</w:t>
      </w:r>
      <w:r w:rsidR="00766774">
        <w:t xml:space="preserve">. </w:t>
      </w:r>
      <w:r w:rsidRPr="00115F49">
        <w:t>J</w:t>
      </w:r>
      <w:r w:rsidR="00766774">
        <w:t>’</w:t>
      </w:r>
      <w:r w:rsidRPr="00115F49">
        <w:t xml:space="preserve">accompagnai </w:t>
      </w:r>
      <w:r w:rsidR="00766774">
        <w:t>M</w:t>
      </w:r>
      <w:r w:rsidR="00766774" w:rsidRPr="00766774">
        <w:rPr>
          <w:vertAlign w:val="superscript"/>
        </w:rPr>
        <w:t>me</w:t>
      </w:r>
      <w:r w:rsidR="00766774">
        <w:t> </w:t>
      </w:r>
      <w:r w:rsidRPr="00115F49">
        <w:t>Tim à sa chambre</w:t>
      </w:r>
      <w:r w:rsidR="00766774">
        <w:t xml:space="preserve">. </w:t>
      </w:r>
      <w:r w:rsidRPr="00115F49">
        <w:t>Je glissai ma main sous les draps pour m</w:t>
      </w:r>
      <w:r w:rsidR="00766774">
        <w:t>’</w:t>
      </w:r>
      <w:r w:rsidRPr="00115F49">
        <w:t>assurer que le moine avait bien fait son office</w:t>
      </w:r>
      <w:r w:rsidR="00766774">
        <w:t> :</w:t>
      </w:r>
    </w:p>
    <w:p w14:paraId="09FDD632" w14:textId="77777777" w:rsidR="00766774" w:rsidRDefault="00766774" w:rsidP="00115F49">
      <w:r>
        <w:t>— </w:t>
      </w:r>
      <w:r w:rsidR="00115F49" w:rsidRPr="00115F49">
        <w:t>Voulez-vous que je vous aide</w:t>
      </w:r>
      <w:r>
        <w:t xml:space="preserve"> ? </w:t>
      </w:r>
      <w:r w:rsidR="00115F49" w:rsidRPr="00115F49">
        <w:t xml:space="preserve">demandai-je à </w:t>
      </w:r>
      <w:r>
        <w:t>M</w:t>
      </w:r>
      <w:r w:rsidRPr="00766774">
        <w:rPr>
          <w:vertAlign w:val="superscript"/>
        </w:rPr>
        <w:t>me</w:t>
      </w:r>
      <w:r>
        <w:t> </w:t>
      </w:r>
      <w:r w:rsidR="00115F49" w:rsidRPr="00115F49">
        <w:t>Tim</w:t>
      </w:r>
      <w:r>
        <w:t>.</w:t>
      </w:r>
    </w:p>
    <w:p w14:paraId="6A0EEDFD" w14:textId="77777777" w:rsidR="00766774" w:rsidRDefault="00766774" w:rsidP="00115F49">
      <w:r>
        <w:t>— </w:t>
      </w:r>
      <w:r w:rsidR="00115F49" w:rsidRPr="00115F49">
        <w:t>À quoi faire</w:t>
      </w:r>
      <w:r>
        <w:t> ?</w:t>
      </w:r>
    </w:p>
    <w:p w14:paraId="59CCFB18" w14:textId="77777777" w:rsidR="00766774" w:rsidRDefault="00766774" w:rsidP="00115F49">
      <w:r>
        <w:t>— </w:t>
      </w:r>
      <w:r w:rsidR="00115F49" w:rsidRPr="00115F49">
        <w:t>Dénouer votre chignon et vous peigner</w:t>
      </w:r>
      <w:r>
        <w:t xml:space="preserve">, </w:t>
      </w:r>
      <w:r w:rsidR="00115F49" w:rsidRPr="00115F49">
        <w:t>lui dis-je</w:t>
      </w:r>
      <w:r>
        <w:t>.</w:t>
      </w:r>
    </w:p>
    <w:p w14:paraId="27C9AF0C" w14:textId="77777777" w:rsidR="00766774" w:rsidRDefault="00766774" w:rsidP="00115F49">
      <w:r>
        <w:t>— </w:t>
      </w:r>
      <w:r w:rsidR="00115F49" w:rsidRPr="00115F49">
        <w:t>Oh</w:t>
      </w:r>
      <w:r>
        <w:t xml:space="preserve"> ! </w:t>
      </w:r>
      <w:r w:rsidR="00115F49" w:rsidRPr="00115F49">
        <w:t>dit-elle</w:t>
      </w:r>
      <w:r>
        <w:t xml:space="preserve">, </w:t>
      </w:r>
      <w:r w:rsidR="00115F49" w:rsidRPr="00115F49">
        <w:t>laissez donc</w:t>
      </w:r>
      <w:r>
        <w:t xml:space="preserve"> ; </w:t>
      </w:r>
      <w:r w:rsidR="00115F49" w:rsidRPr="00115F49">
        <w:t>de toute façon je ne dormirai guère</w:t>
      </w:r>
      <w:r>
        <w:t xml:space="preserve">. </w:t>
      </w:r>
      <w:r w:rsidR="00115F49" w:rsidRPr="00115F49">
        <w:t>C</w:t>
      </w:r>
      <w:r>
        <w:t>’</w:t>
      </w:r>
      <w:r w:rsidR="00115F49" w:rsidRPr="00115F49">
        <w:t>est un gros sacrifice</w:t>
      </w:r>
      <w:r>
        <w:t xml:space="preserve">, </w:t>
      </w:r>
      <w:r w:rsidR="00115F49" w:rsidRPr="00115F49">
        <w:t>n</w:t>
      </w:r>
      <w:r>
        <w:t>’</w:t>
      </w:r>
      <w:r w:rsidR="00115F49" w:rsidRPr="00115F49">
        <w:t>est-ce pas</w:t>
      </w:r>
      <w:r>
        <w:t xml:space="preserve"> ? </w:t>
      </w:r>
      <w:r w:rsidR="00115F49" w:rsidRPr="00115F49">
        <w:t>ajouta-t-elle en me regardant</w:t>
      </w:r>
      <w:r>
        <w:t>.</w:t>
      </w:r>
    </w:p>
    <w:p w14:paraId="7F4D2557" w14:textId="77777777" w:rsidR="00766774" w:rsidRDefault="00115F49" w:rsidP="00115F49">
      <w:r w:rsidRPr="00115F49">
        <w:t>Je lui fis signe que oui</w:t>
      </w:r>
      <w:r w:rsidR="00766774">
        <w:t xml:space="preserve">, </w:t>
      </w:r>
      <w:r w:rsidRPr="00115F49">
        <w:t>sans répondre</w:t>
      </w:r>
      <w:r w:rsidR="00766774">
        <w:t>.</w:t>
      </w:r>
    </w:p>
    <w:p w14:paraId="4D9E6D78" w14:textId="77777777" w:rsidR="00766774" w:rsidRDefault="00115F49" w:rsidP="00F341FE">
      <w:pPr>
        <w:pStyle w:val="NormalEspAvtGrand"/>
      </w:pPr>
      <w:r w:rsidRPr="00115F49">
        <w:t>La semaine d</w:t>
      </w:r>
      <w:r w:rsidR="00766774">
        <w:t>’</w:t>
      </w:r>
      <w:r w:rsidRPr="00115F49">
        <w:t>après</w:t>
      </w:r>
      <w:r w:rsidR="00766774">
        <w:t xml:space="preserve">, </w:t>
      </w:r>
      <w:r w:rsidRPr="00115F49">
        <w:t>naturellement</w:t>
      </w:r>
      <w:r w:rsidR="00766774">
        <w:t xml:space="preserve">, </w:t>
      </w:r>
      <w:r w:rsidRPr="00115F49">
        <w:t>on eut un petit coup de procureur</w:t>
      </w:r>
      <w:r w:rsidR="00766774">
        <w:t xml:space="preserve">. </w:t>
      </w:r>
      <w:r w:rsidRPr="00115F49">
        <w:t>Je lui donnai son café</w:t>
      </w:r>
      <w:r w:rsidR="00766774">
        <w:t xml:space="preserve">. </w:t>
      </w:r>
      <w:r w:rsidRPr="00115F49">
        <w:t>Il tâta son gilet</w:t>
      </w:r>
      <w:r w:rsidR="00766774">
        <w:t xml:space="preserve">. </w:t>
      </w:r>
      <w:r w:rsidRPr="00115F49">
        <w:t>Son ventre rendit un son de papier froissé</w:t>
      </w:r>
      <w:r w:rsidR="00766774">
        <w:t>.</w:t>
      </w:r>
    </w:p>
    <w:p w14:paraId="51DA7FF7" w14:textId="77777777" w:rsidR="00766774" w:rsidRDefault="00766774" w:rsidP="00115F49">
      <w:r>
        <w:t>— M</w:t>
      </w:r>
      <w:r w:rsidRPr="00766774">
        <w:rPr>
          <w:vertAlign w:val="superscript"/>
        </w:rPr>
        <w:t>me</w:t>
      </w:r>
      <w:r>
        <w:t> </w:t>
      </w:r>
      <w:r w:rsidR="00115F49" w:rsidRPr="00115F49">
        <w:t>Tim m</w:t>
      </w:r>
      <w:r>
        <w:t>’</w:t>
      </w:r>
      <w:r w:rsidR="00115F49" w:rsidRPr="00115F49">
        <w:t>a écrit</w:t>
      </w:r>
      <w:r>
        <w:t xml:space="preserve">, </w:t>
      </w:r>
      <w:r w:rsidR="00115F49" w:rsidRPr="00115F49">
        <w:t>me dit-il</w:t>
      </w:r>
      <w:r>
        <w:t>.</w:t>
      </w:r>
    </w:p>
    <w:p w14:paraId="466C0BBC" w14:textId="77777777" w:rsidR="00766774" w:rsidRDefault="00766774" w:rsidP="00115F49">
      <w:r>
        <w:t>— </w:t>
      </w:r>
      <w:r w:rsidR="00115F49" w:rsidRPr="00115F49">
        <w:t>Elle a bien fait</w:t>
      </w:r>
      <w:r>
        <w:t xml:space="preserve">, </w:t>
      </w:r>
      <w:r w:rsidR="00115F49" w:rsidRPr="00115F49">
        <w:t>répondis-je</w:t>
      </w:r>
      <w:r>
        <w:t>.</w:t>
      </w:r>
    </w:p>
    <w:p w14:paraId="3A0AFF71" w14:textId="77777777" w:rsidR="00766774" w:rsidRDefault="00115F49" w:rsidP="00115F49">
      <w:r w:rsidRPr="00115F49">
        <w:t>Il me demanda où je comptais trouver l</w:t>
      </w:r>
      <w:r w:rsidR="00766774">
        <w:t>’</w:t>
      </w:r>
      <w:r w:rsidRPr="00115F49">
        <w:t>oiseau rare</w:t>
      </w:r>
      <w:r w:rsidR="00766774">
        <w:t> :</w:t>
      </w:r>
    </w:p>
    <w:p w14:paraId="52F66B37" w14:textId="77777777" w:rsidR="00766774" w:rsidRDefault="00766774" w:rsidP="00115F49">
      <w:r>
        <w:t>— </w:t>
      </w:r>
      <w:r w:rsidR="00115F49" w:rsidRPr="00115F49">
        <w:t>J</w:t>
      </w:r>
      <w:r>
        <w:t>’</w:t>
      </w:r>
      <w:r w:rsidR="00115F49" w:rsidRPr="00115F49">
        <w:t>ai beaucoup de relations</w:t>
      </w:r>
      <w:r>
        <w:t xml:space="preserve">, </w:t>
      </w:r>
      <w:r w:rsidR="00115F49" w:rsidRPr="00115F49">
        <w:t>dis-je</w:t>
      </w:r>
      <w:r>
        <w:t>.</w:t>
      </w:r>
    </w:p>
    <w:p w14:paraId="527BFCAA" w14:textId="77777777" w:rsidR="00766774" w:rsidRDefault="00766774" w:rsidP="00115F49">
      <w:r>
        <w:t>— </w:t>
      </w:r>
      <w:r w:rsidR="00115F49" w:rsidRPr="00115F49">
        <w:t>Moi aussi</w:t>
      </w:r>
      <w:r>
        <w:t xml:space="preserve">, </w:t>
      </w:r>
      <w:r w:rsidR="00115F49" w:rsidRPr="00115F49">
        <w:t>dit-il</w:t>
      </w:r>
      <w:r>
        <w:t>.</w:t>
      </w:r>
    </w:p>
    <w:p w14:paraId="7998DDDF" w14:textId="77777777" w:rsidR="00766774" w:rsidRDefault="00115F49" w:rsidP="00115F49">
      <w:r w:rsidRPr="00115F49">
        <w:t>Je lui fis comprendre que</w:t>
      </w:r>
      <w:r w:rsidR="00766774">
        <w:t xml:space="preserve">, </w:t>
      </w:r>
      <w:r w:rsidRPr="00115F49">
        <w:t>tout compte fait</w:t>
      </w:r>
      <w:r w:rsidR="00766774">
        <w:t xml:space="preserve">, </w:t>
      </w:r>
      <w:r w:rsidRPr="00115F49">
        <w:t>Langlois ne se nourrissait pas de restes</w:t>
      </w:r>
      <w:r w:rsidR="00766774">
        <w:t>.</w:t>
      </w:r>
    </w:p>
    <w:p w14:paraId="7884A53A" w14:textId="77777777" w:rsidR="00766774" w:rsidRDefault="00115F49" w:rsidP="00115F49">
      <w:r w:rsidRPr="00115F49">
        <w:lastRenderedPageBreak/>
        <w:t>Le mot le terrifia</w:t>
      </w:r>
      <w:r w:rsidR="00766774">
        <w:t>.</w:t>
      </w:r>
    </w:p>
    <w:p w14:paraId="13C38D98" w14:textId="77777777" w:rsidR="00766774" w:rsidRDefault="00766774" w:rsidP="00115F49">
      <w:r>
        <w:t>« </w:t>
      </w:r>
      <w:r w:rsidR="00115F49" w:rsidRPr="00115F49">
        <w:t>En tout bien tout honneur</w:t>
      </w:r>
      <w:r>
        <w:t xml:space="preserve"> », </w:t>
      </w:r>
      <w:r w:rsidR="00115F49" w:rsidRPr="00115F49">
        <w:t>dit-il en bégayant</w:t>
      </w:r>
      <w:r>
        <w:t xml:space="preserve">, </w:t>
      </w:r>
      <w:r w:rsidR="00115F49" w:rsidRPr="00115F49">
        <w:t>mais il avait rougi comme une bille de billard et il avait des yeux si désespérés que je compris son bon sentiment</w:t>
      </w:r>
      <w:r>
        <w:t xml:space="preserve">. </w:t>
      </w:r>
      <w:r w:rsidR="00115F49" w:rsidRPr="00115F49">
        <w:t>Au fond</w:t>
      </w:r>
      <w:r>
        <w:t xml:space="preserve">, </w:t>
      </w:r>
      <w:r w:rsidR="00115F49" w:rsidRPr="00115F49">
        <w:t>s</w:t>
      </w:r>
      <w:r>
        <w:t>’</w:t>
      </w:r>
      <w:r w:rsidR="00115F49" w:rsidRPr="00115F49">
        <w:t>il avait laissé quoi que ce soit</w:t>
      </w:r>
      <w:r>
        <w:t xml:space="preserve">, </w:t>
      </w:r>
      <w:r w:rsidR="00115F49" w:rsidRPr="00115F49">
        <w:t>ça n</w:t>
      </w:r>
      <w:r>
        <w:t>’</w:t>
      </w:r>
      <w:r w:rsidR="00115F49" w:rsidRPr="00115F49">
        <w:t>aurait pas été un reste</w:t>
      </w:r>
      <w:r>
        <w:t xml:space="preserve">, </w:t>
      </w:r>
      <w:r w:rsidR="00115F49" w:rsidRPr="00115F49">
        <w:t>ç</w:t>
      </w:r>
      <w:r>
        <w:t>’</w:t>
      </w:r>
      <w:r w:rsidR="00115F49" w:rsidRPr="00115F49">
        <w:t>aurait été un sacrifice</w:t>
      </w:r>
      <w:r>
        <w:t>.</w:t>
      </w:r>
    </w:p>
    <w:p w14:paraId="501BCCDF" w14:textId="77777777" w:rsidR="00766774" w:rsidRDefault="00115F49" w:rsidP="00115F49">
      <w:r w:rsidRPr="00115F49">
        <w:t>Le procureur parti</w:t>
      </w:r>
      <w:r w:rsidR="00766774">
        <w:t xml:space="preserve">, </w:t>
      </w:r>
      <w:r w:rsidRPr="00115F49">
        <w:t>on n</w:t>
      </w:r>
      <w:r w:rsidR="00766774">
        <w:t>’</w:t>
      </w:r>
      <w:r w:rsidRPr="00115F49">
        <w:t>en parla plus</w:t>
      </w:r>
      <w:r w:rsidR="00766774">
        <w:t>. M</w:t>
      </w:r>
      <w:r w:rsidR="00766774" w:rsidRPr="00766774">
        <w:rPr>
          <w:vertAlign w:val="superscript"/>
        </w:rPr>
        <w:t>me</w:t>
      </w:r>
      <w:r w:rsidR="00766774">
        <w:t> </w:t>
      </w:r>
      <w:r w:rsidRPr="00115F49">
        <w:t>Tim revint cinq ou six fois</w:t>
      </w:r>
      <w:r w:rsidR="00766774">
        <w:t xml:space="preserve">. </w:t>
      </w:r>
      <w:r w:rsidRPr="00115F49">
        <w:t>Le procureur quatre ou cinq fois</w:t>
      </w:r>
      <w:r w:rsidR="00766774">
        <w:t xml:space="preserve">. </w:t>
      </w:r>
      <w:r w:rsidRPr="00115F49">
        <w:t>Langlois alla à Saint-Baudille une fois ou deux</w:t>
      </w:r>
      <w:r w:rsidR="00766774">
        <w:t xml:space="preserve">. </w:t>
      </w:r>
      <w:r w:rsidRPr="00115F49">
        <w:t>Motus</w:t>
      </w:r>
      <w:r w:rsidR="00766774">
        <w:t xml:space="preserve"> : </w:t>
      </w:r>
      <w:r w:rsidRPr="00115F49">
        <w:t>il s</w:t>
      </w:r>
      <w:r w:rsidR="00766774">
        <w:t>’</w:t>
      </w:r>
      <w:r w:rsidRPr="00115F49">
        <w:t>agissait de belles gelées</w:t>
      </w:r>
      <w:r w:rsidR="00766774">
        <w:t xml:space="preserve">, </w:t>
      </w:r>
      <w:r w:rsidRPr="00115F49">
        <w:t>de belle neige</w:t>
      </w:r>
      <w:r w:rsidR="00766774">
        <w:t xml:space="preserve">, </w:t>
      </w:r>
      <w:r w:rsidRPr="00115F49">
        <w:t>de traîneaux</w:t>
      </w:r>
      <w:r w:rsidR="00766774">
        <w:t xml:space="preserve">. </w:t>
      </w:r>
      <w:r w:rsidRPr="00115F49">
        <w:t>De café</w:t>
      </w:r>
      <w:r w:rsidR="00766774">
        <w:t>.</w:t>
      </w:r>
    </w:p>
    <w:p w14:paraId="558F59E2" w14:textId="77777777" w:rsidR="00766774" w:rsidRDefault="00115F49" w:rsidP="00F341FE">
      <w:pPr>
        <w:pStyle w:val="NormalEspAvtGrand"/>
      </w:pPr>
      <w:r w:rsidRPr="00115F49">
        <w:t>Au printemps</w:t>
      </w:r>
      <w:r w:rsidR="00766774">
        <w:t xml:space="preserve">, </w:t>
      </w:r>
      <w:r w:rsidRPr="00115F49">
        <w:t>Langlois me dit</w:t>
      </w:r>
      <w:r w:rsidR="00766774">
        <w:t> :</w:t>
      </w:r>
    </w:p>
    <w:p w14:paraId="777808E4" w14:textId="77777777" w:rsidR="00766774" w:rsidRDefault="00766774" w:rsidP="00115F49">
      <w:r>
        <w:t>— </w:t>
      </w:r>
      <w:r w:rsidR="00115F49" w:rsidRPr="00115F49">
        <w:t>Es-tu prête</w:t>
      </w:r>
      <w:r>
        <w:t> ?</w:t>
      </w:r>
    </w:p>
    <w:p w14:paraId="52FA1235" w14:textId="77777777" w:rsidR="00766774" w:rsidRDefault="00766774" w:rsidP="00115F49">
      <w:r>
        <w:t>— </w:t>
      </w:r>
      <w:r w:rsidR="00115F49" w:rsidRPr="00115F49">
        <w:t>Je le serai demain matin</w:t>
      </w:r>
      <w:r>
        <w:t xml:space="preserve">, </w:t>
      </w:r>
      <w:r w:rsidR="00115F49" w:rsidRPr="00115F49">
        <w:t>lui dis-je tout de suite</w:t>
      </w:r>
      <w:r>
        <w:t>. (</w:t>
      </w:r>
      <w:r w:rsidR="00115F49" w:rsidRPr="00115F49">
        <w:t>J</w:t>
      </w:r>
      <w:r>
        <w:t>’</w:t>
      </w:r>
      <w:r w:rsidR="00115F49" w:rsidRPr="00115F49">
        <w:t>ajoutai</w:t>
      </w:r>
      <w:r>
        <w:t xml:space="preserve"> :) </w:t>
      </w:r>
      <w:r w:rsidR="00115F49" w:rsidRPr="00115F49">
        <w:t>Je le serai tout à l</w:t>
      </w:r>
      <w:r>
        <w:t>’</w:t>
      </w:r>
      <w:r w:rsidR="00115F49" w:rsidRPr="00115F49">
        <w:t>heure</w:t>
      </w:r>
      <w:r>
        <w:t xml:space="preserve">, </w:t>
      </w:r>
      <w:r w:rsidR="00115F49" w:rsidRPr="00115F49">
        <w:t>si tu veux</w:t>
      </w:r>
      <w:r>
        <w:t>.)</w:t>
      </w:r>
    </w:p>
    <w:p w14:paraId="5E994D00" w14:textId="77777777" w:rsidR="00766774" w:rsidRDefault="00766774" w:rsidP="00115F49">
      <w:r>
        <w:t>— </w:t>
      </w:r>
      <w:r w:rsidR="00115F49" w:rsidRPr="00115F49">
        <w:t>Demain suffira</w:t>
      </w:r>
      <w:r>
        <w:t xml:space="preserve">, </w:t>
      </w:r>
      <w:r w:rsidR="00115F49" w:rsidRPr="00115F49">
        <w:t>dit-il</w:t>
      </w:r>
      <w:r>
        <w:t xml:space="preserve">, </w:t>
      </w:r>
      <w:r w:rsidR="00115F49" w:rsidRPr="00115F49">
        <w:t>mais à sept heures du matin</w:t>
      </w:r>
      <w:r>
        <w:t xml:space="preserve">. </w:t>
      </w:r>
      <w:r w:rsidR="00115F49" w:rsidRPr="00115F49">
        <w:t>Nous prendrons la voiture publique</w:t>
      </w:r>
      <w:r>
        <w:t>.</w:t>
      </w:r>
    </w:p>
    <w:p w14:paraId="3A2BD95C" w14:textId="77777777" w:rsidR="00766774" w:rsidRDefault="00115F49" w:rsidP="00115F49">
      <w:r w:rsidRPr="00115F49">
        <w:t>C</w:t>
      </w:r>
      <w:r w:rsidR="00766774">
        <w:t>’</w:t>
      </w:r>
      <w:r w:rsidRPr="00115F49">
        <w:t>est la voiture qui descendait du col</w:t>
      </w:r>
      <w:r w:rsidR="00766774">
        <w:t xml:space="preserve">. </w:t>
      </w:r>
      <w:r w:rsidRPr="00115F49">
        <w:t>Non pas celle qui passe dans le village et fait le courrier</w:t>
      </w:r>
      <w:r w:rsidR="00766774">
        <w:t xml:space="preserve"> : </w:t>
      </w:r>
      <w:r w:rsidRPr="00115F49">
        <w:t>celle qui fait express et qu</w:t>
      </w:r>
      <w:r w:rsidR="00766774">
        <w:t>’</w:t>
      </w:r>
      <w:r w:rsidRPr="00115F49">
        <w:t>il faut aller prendre à la route</w:t>
      </w:r>
      <w:r w:rsidR="00766774">
        <w:t>.</w:t>
      </w:r>
    </w:p>
    <w:p w14:paraId="3F3E6887" w14:textId="77777777" w:rsidR="00766774" w:rsidRDefault="00115F49" w:rsidP="00115F49">
      <w:r w:rsidRPr="00115F49">
        <w:t>J</w:t>
      </w:r>
      <w:r w:rsidR="00766774">
        <w:t>’</w:t>
      </w:r>
      <w:r w:rsidRPr="00115F49">
        <w:t>étais fin prête à six heures</w:t>
      </w:r>
      <w:r w:rsidR="00766774">
        <w:t xml:space="preserve">. </w:t>
      </w:r>
      <w:r w:rsidRPr="00115F49">
        <w:t>Je descendis et j</w:t>
      </w:r>
      <w:r w:rsidR="00766774">
        <w:t>’</w:t>
      </w:r>
      <w:r w:rsidRPr="00115F49">
        <w:t>allai m</w:t>
      </w:r>
      <w:r w:rsidR="00766774">
        <w:t>’</w:t>
      </w:r>
      <w:r w:rsidRPr="00115F49">
        <w:t>asseoir en bas sans allumer la lampe</w:t>
      </w:r>
      <w:r w:rsidR="00766774">
        <w:t xml:space="preserve">. </w:t>
      </w:r>
      <w:r w:rsidRPr="00115F49">
        <w:t>Je l</w:t>
      </w:r>
      <w:r w:rsidR="00766774">
        <w:t>’</w:t>
      </w:r>
      <w:r w:rsidRPr="00115F49">
        <w:t>entendais là-haut aller et venir et poser son blaireau sur le marbre de la cheminée</w:t>
      </w:r>
      <w:r w:rsidR="00766774">
        <w:t xml:space="preserve">. </w:t>
      </w:r>
      <w:r w:rsidRPr="00115F49">
        <w:t>Il se rasait sans siffler</w:t>
      </w:r>
      <w:r w:rsidR="00766774">
        <w:t>.</w:t>
      </w:r>
    </w:p>
    <w:p w14:paraId="583CCF2B" w14:textId="77777777" w:rsidR="00766774" w:rsidRDefault="00115F49" w:rsidP="00115F49">
      <w:r w:rsidRPr="00115F49">
        <w:lastRenderedPageBreak/>
        <w:t>Nous montâmes jusqu</w:t>
      </w:r>
      <w:r w:rsidR="00766774">
        <w:t>’</w:t>
      </w:r>
      <w:r w:rsidRPr="00115F49">
        <w:t>à la grand-route par le raidillon de la vieille chapelle</w:t>
      </w:r>
      <w:r w:rsidR="00766774">
        <w:t xml:space="preserve">. </w:t>
      </w:r>
      <w:r w:rsidRPr="00115F49">
        <w:t>Le jour était bien levé et plein de brumes d</w:t>
      </w:r>
      <w:r w:rsidR="00766774">
        <w:t>’</w:t>
      </w:r>
      <w:r w:rsidRPr="00115F49">
        <w:t>ange sur un ciel rose</w:t>
      </w:r>
      <w:r w:rsidR="00766774">
        <w:t>.</w:t>
      </w:r>
    </w:p>
    <w:p w14:paraId="2FE49371" w14:textId="77777777" w:rsidR="00766774" w:rsidRDefault="00115F49" w:rsidP="00115F49">
      <w:r w:rsidRPr="00115F49">
        <w:t>Nous n</w:t>
      </w:r>
      <w:r w:rsidR="00766774">
        <w:t>’</w:t>
      </w:r>
      <w:r w:rsidRPr="00115F49">
        <w:t>eûmes pas à attendre bien longtemps</w:t>
      </w:r>
      <w:r w:rsidR="00766774">
        <w:t xml:space="preserve">. </w:t>
      </w:r>
      <w:r w:rsidRPr="00115F49">
        <w:t>La patache arriva</w:t>
      </w:r>
      <w:r w:rsidR="00766774">
        <w:t xml:space="preserve">, </w:t>
      </w:r>
      <w:r w:rsidRPr="00115F49">
        <w:t>que Langlois arrêta d</w:t>
      </w:r>
      <w:r w:rsidR="00766774">
        <w:t>’</w:t>
      </w:r>
      <w:r w:rsidRPr="00115F49">
        <w:t>un geste très autoritaire</w:t>
      </w:r>
      <w:r w:rsidR="00766774">
        <w:t xml:space="preserve"> ; </w:t>
      </w:r>
      <w:r w:rsidRPr="00115F49">
        <w:t>quoique</w:t>
      </w:r>
      <w:r w:rsidR="00766774">
        <w:t xml:space="preserve">, </w:t>
      </w:r>
      <w:r w:rsidRPr="00115F49">
        <w:t>en réalité</w:t>
      </w:r>
      <w:r w:rsidR="00766774">
        <w:t xml:space="preserve">, </w:t>
      </w:r>
      <w:r w:rsidRPr="00115F49">
        <w:t>cet arrêt-là ne soit pas très régulier</w:t>
      </w:r>
      <w:r w:rsidR="00766774">
        <w:t xml:space="preserve">, </w:t>
      </w:r>
      <w:r w:rsidRPr="00115F49">
        <w:t>et</w:t>
      </w:r>
      <w:r w:rsidR="00766774">
        <w:t xml:space="preserve">, </w:t>
      </w:r>
      <w:r w:rsidRPr="00115F49">
        <w:t>quelquefois</w:t>
      </w:r>
      <w:r w:rsidR="00766774">
        <w:t xml:space="preserve">, </w:t>
      </w:r>
      <w:r w:rsidRPr="00115F49">
        <w:t>les postillons vous jouent le tour de vous brûler au galop pendant que vous faites des signes</w:t>
      </w:r>
      <w:r w:rsidR="00766774">
        <w:t>.</w:t>
      </w:r>
    </w:p>
    <w:p w14:paraId="6EF92253" w14:textId="77777777" w:rsidR="00766774" w:rsidRDefault="00115F49" w:rsidP="00115F49">
      <w:r w:rsidRPr="00115F49">
        <w:t>Il y avait encore trois bonnes places dans le coupé</w:t>
      </w:r>
      <w:r w:rsidR="00766774">
        <w:t xml:space="preserve">. </w:t>
      </w:r>
      <w:r w:rsidRPr="00115F49">
        <w:t>Nous en prîmes deux</w:t>
      </w:r>
      <w:r w:rsidR="00766774">
        <w:t xml:space="preserve">. </w:t>
      </w:r>
      <w:r w:rsidRPr="00115F49">
        <w:t>Je n</w:t>
      </w:r>
      <w:r w:rsidR="00766774">
        <w:t>’</w:t>
      </w:r>
      <w:r w:rsidRPr="00115F49">
        <w:t>avais pas vu la toilette de Langlois</w:t>
      </w:r>
      <w:r w:rsidR="00766774">
        <w:t xml:space="preserve"> : </w:t>
      </w:r>
      <w:r w:rsidRPr="00115F49">
        <w:t>il avait mis sa limousine</w:t>
      </w:r>
      <w:r w:rsidR="00766774">
        <w:t xml:space="preserve">. </w:t>
      </w:r>
      <w:r w:rsidRPr="00115F49">
        <w:t>Mais</w:t>
      </w:r>
      <w:r w:rsidR="00766774">
        <w:t xml:space="preserve">, </w:t>
      </w:r>
      <w:r w:rsidRPr="00115F49">
        <w:t>en se calant dans son coin</w:t>
      </w:r>
      <w:r w:rsidR="00766774">
        <w:t xml:space="preserve">, </w:t>
      </w:r>
      <w:r w:rsidRPr="00115F49">
        <w:t>il l</w:t>
      </w:r>
      <w:r w:rsidR="00766774">
        <w:t>’</w:t>
      </w:r>
      <w:r w:rsidRPr="00115F49">
        <w:t>entrebâilla et je vis qu</w:t>
      </w:r>
      <w:r w:rsidR="00766774">
        <w:t>’</w:t>
      </w:r>
      <w:r w:rsidRPr="00115F49">
        <w:t>il s</w:t>
      </w:r>
      <w:r w:rsidR="00766774">
        <w:t>’</w:t>
      </w:r>
      <w:r w:rsidRPr="00115F49">
        <w:t>était soigné</w:t>
      </w:r>
      <w:r w:rsidR="00766774">
        <w:t xml:space="preserve">. </w:t>
      </w:r>
      <w:r w:rsidRPr="00115F49">
        <w:t>Il portait d</w:t>
      </w:r>
      <w:r w:rsidR="00766774">
        <w:t>’</w:t>
      </w:r>
      <w:r w:rsidRPr="00115F49">
        <w:t>ailleurs son fameux gibus dans une boîte</w:t>
      </w:r>
      <w:r w:rsidR="00766774">
        <w:t xml:space="preserve"> (</w:t>
      </w:r>
      <w:r w:rsidRPr="00115F49">
        <w:t>il aurait été trop haut pour le plafond de la voiture</w:t>
      </w:r>
      <w:r w:rsidR="00766774">
        <w:t>).</w:t>
      </w:r>
    </w:p>
    <w:p w14:paraId="66A6C6E8" w14:textId="77777777" w:rsidR="00766774" w:rsidRDefault="00115F49" w:rsidP="00115F49">
      <w:r w:rsidRPr="00115F49">
        <w:t>Nous avions quatre compagnons de voyage</w:t>
      </w:r>
      <w:r w:rsidR="00766774">
        <w:t xml:space="preserve">. </w:t>
      </w:r>
      <w:r w:rsidRPr="00115F49">
        <w:t>Et je me mis à grelotter</w:t>
      </w:r>
      <w:r w:rsidR="00766774">
        <w:t xml:space="preserve">, </w:t>
      </w:r>
      <w:r w:rsidRPr="00115F49">
        <w:t>car</w:t>
      </w:r>
      <w:r w:rsidR="00766774">
        <w:t xml:space="preserve">, </w:t>
      </w:r>
      <w:r w:rsidRPr="00115F49">
        <w:t>au milieu d</w:t>
      </w:r>
      <w:r w:rsidR="00766774">
        <w:t>’</w:t>
      </w:r>
      <w:r w:rsidRPr="00115F49">
        <w:t>eux</w:t>
      </w:r>
      <w:r w:rsidR="00766774">
        <w:t xml:space="preserve">, </w:t>
      </w:r>
      <w:r w:rsidRPr="00115F49">
        <w:t>Langlois paraissait surnaturel</w:t>
      </w:r>
      <w:r w:rsidR="00766774">
        <w:t>.</w:t>
      </w:r>
    </w:p>
    <w:p w14:paraId="27299CC2" w14:textId="77777777" w:rsidR="00766774" w:rsidRDefault="00115F49" w:rsidP="00115F49">
      <w:r w:rsidRPr="00115F49">
        <w:t>Le voyageur que j</w:t>
      </w:r>
      <w:r w:rsidR="00766774">
        <w:t>’</w:t>
      </w:r>
      <w:r w:rsidRPr="00115F49">
        <w:t>avais à côté de moi et qui devait sentir le tremblement de mon bras me demanda si j</w:t>
      </w:r>
      <w:r w:rsidR="00766774">
        <w:t>’</w:t>
      </w:r>
      <w:r w:rsidRPr="00115F49">
        <w:t>avais froid et Langlois me proposa sa limousine que je fus obligée d</w:t>
      </w:r>
      <w:r w:rsidR="00766774">
        <w:t>’</w:t>
      </w:r>
      <w:r w:rsidRPr="00115F49">
        <w:t>accepter car un rien suffisait toujours à lui mettre la puce à l</w:t>
      </w:r>
      <w:r w:rsidR="00766774">
        <w:t>’</w:t>
      </w:r>
      <w:r w:rsidRPr="00115F49">
        <w:t>oreille</w:t>
      </w:r>
      <w:r w:rsidR="00766774">
        <w:t>.</w:t>
      </w:r>
    </w:p>
    <w:p w14:paraId="026F763A" w14:textId="77777777" w:rsidR="00766774" w:rsidRDefault="00115F49" w:rsidP="00115F49">
      <w:r w:rsidRPr="00115F49">
        <w:t>Il se dévêtit donc de son manteau et me couvrit</w:t>
      </w:r>
      <w:r w:rsidR="00766774">
        <w:t xml:space="preserve">. </w:t>
      </w:r>
      <w:r w:rsidRPr="00115F49">
        <w:t>Il avait</w:t>
      </w:r>
      <w:r w:rsidR="00766774">
        <w:t xml:space="preserve">, </w:t>
      </w:r>
      <w:r w:rsidRPr="00115F49">
        <w:t>en effet</w:t>
      </w:r>
      <w:r w:rsidR="00766774">
        <w:t xml:space="preserve">, </w:t>
      </w:r>
      <w:r w:rsidRPr="00115F49">
        <w:t>fait une très belle toilette</w:t>
      </w:r>
      <w:r w:rsidR="00766774">
        <w:t xml:space="preserve">, </w:t>
      </w:r>
      <w:r w:rsidRPr="00115F49">
        <w:t>une de celles que j</w:t>
      </w:r>
      <w:r w:rsidR="00766774">
        <w:t>’</w:t>
      </w:r>
      <w:r w:rsidRPr="00115F49">
        <w:t>aimais beaucoup</w:t>
      </w:r>
      <w:r w:rsidR="00766774">
        <w:t xml:space="preserve">. </w:t>
      </w:r>
      <w:r w:rsidRPr="00115F49">
        <w:t>Elle n</w:t>
      </w:r>
      <w:r w:rsidR="00766774">
        <w:t>’</w:t>
      </w:r>
      <w:r w:rsidRPr="00115F49">
        <w:t>était pas boutonnée jusqu</w:t>
      </w:r>
      <w:r w:rsidR="00766774">
        <w:t>’</w:t>
      </w:r>
      <w:r w:rsidRPr="00115F49">
        <w:t>au cou</w:t>
      </w:r>
      <w:r w:rsidR="00766774">
        <w:t xml:space="preserve"> ; </w:t>
      </w:r>
      <w:r w:rsidRPr="00115F49">
        <w:t>elle restait militaire</w:t>
      </w:r>
      <w:r w:rsidR="00766774">
        <w:t xml:space="preserve">, </w:t>
      </w:r>
      <w:r w:rsidRPr="00115F49">
        <w:t>ce qui était son charme et convenait à la stature de Langlois</w:t>
      </w:r>
      <w:r w:rsidR="00766774">
        <w:t xml:space="preserve">, </w:t>
      </w:r>
      <w:r w:rsidRPr="00115F49">
        <w:t>son air cassant et son léger grignotement de moustaches</w:t>
      </w:r>
      <w:r w:rsidR="00766774">
        <w:t xml:space="preserve"> ; </w:t>
      </w:r>
      <w:r w:rsidRPr="00115F49">
        <w:t>mais elle avait de touchantes tendresses dans l</w:t>
      </w:r>
      <w:r w:rsidR="00766774">
        <w:t>’</w:t>
      </w:r>
      <w:r w:rsidRPr="00115F49">
        <w:t>évasement du col et le gros nœud de la cravate</w:t>
      </w:r>
      <w:r w:rsidR="00766774">
        <w:t xml:space="preserve">. </w:t>
      </w:r>
      <w:r w:rsidRPr="00115F49">
        <w:t>Sur ce tigre noir c</w:t>
      </w:r>
      <w:r w:rsidR="00766774">
        <w:t>’</w:t>
      </w:r>
      <w:r w:rsidRPr="00115F49">
        <w:t>était très attendrissant</w:t>
      </w:r>
      <w:r w:rsidR="00766774">
        <w:t xml:space="preserve">. </w:t>
      </w:r>
      <w:r w:rsidRPr="00115F49">
        <w:t>En tout cas</w:t>
      </w:r>
      <w:r w:rsidR="00766774">
        <w:t xml:space="preserve">, </w:t>
      </w:r>
      <w:r w:rsidRPr="00115F49">
        <w:t xml:space="preserve">ça </w:t>
      </w:r>
      <w:r w:rsidRPr="00115F49">
        <w:lastRenderedPageBreak/>
        <w:t>s</w:t>
      </w:r>
      <w:r w:rsidR="00766774">
        <w:t>’</w:t>
      </w:r>
      <w:r w:rsidRPr="00115F49">
        <w:t>adressait d</w:t>
      </w:r>
      <w:r w:rsidR="00766774">
        <w:t>’</w:t>
      </w:r>
      <w:r w:rsidRPr="00115F49">
        <w:t>une façon très savante et très précise au cœur féminin</w:t>
      </w:r>
      <w:r w:rsidR="00766774">
        <w:t xml:space="preserve">. </w:t>
      </w:r>
      <w:r w:rsidRPr="00115F49">
        <w:t>Et sans rond de jambe</w:t>
      </w:r>
      <w:r w:rsidR="00766774">
        <w:t>.</w:t>
      </w:r>
    </w:p>
    <w:p w14:paraId="091747F2" w14:textId="77777777" w:rsidR="00766774" w:rsidRDefault="00115F49" w:rsidP="00115F49">
      <w:r w:rsidRPr="00115F49">
        <w:t>Il s</w:t>
      </w:r>
      <w:r w:rsidR="00766774">
        <w:t>’</w:t>
      </w:r>
      <w:r w:rsidRPr="00115F49">
        <w:t>était rencogné et il avait rabattu sur ses oreilles les pans de sa casquette de loutre</w:t>
      </w:r>
      <w:r w:rsidR="00766774">
        <w:t xml:space="preserve">. </w:t>
      </w:r>
      <w:r w:rsidRPr="00115F49">
        <w:t>Il ferma les yeux</w:t>
      </w:r>
      <w:r w:rsidR="00766774">
        <w:t>.</w:t>
      </w:r>
    </w:p>
    <w:p w14:paraId="5D2FBD38" w14:textId="77777777" w:rsidR="00766774" w:rsidRDefault="00115F49" w:rsidP="00115F49">
      <w:r w:rsidRPr="00115F49">
        <w:t>Il avait de chaque côté de lui un personnage moderne</w:t>
      </w:r>
      <w:r w:rsidR="00766774">
        <w:t xml:space="preserve">. </w:t>
      </w:r>
      <w:r w:rsidRPr="00115F49">
        <w:t>D</w:t>
      </w:r>
      <w:r w:rsidR="00766774">
        <w:t>’</w:t>
      </w:r>
      <w:r w:rsidRPr="00115F49">
        <w:t>un côté</w:t>
      </w:r>
      <w:r w:rsidR="00766774">
        <w:t xml:space="preserve">, </w:t>
      </w:r>
      <w:r w:rsidRPr="00115F49">
        <w:t>un maquignon très riche avec giletière</w:t>
      </w:r>
      <w:r w:rsidR="00766774">
        <w:t xml:space="preserve">, </w:t>
      </w:r>
      <w:r w:rsidRPr="00115F49">
        <w:t>breloques</w:t>
      </w:r>
      <w:r w:rsidR="00766774">
        <w:t xml:space="preserve">, </w:t>
      </w:r>
      <w:r w:rsidRPr="00115F49">
        <w:t>triples mentons</w:t>
      </w:r>
      <w:r w:rsidR="00766774">
        <w:t xml:space="preserve">, </w:t>
      </w:r>
      <w:r w:rsidRPr="00115F49">
        <w:t>et qui dormait la bouche ouverte</w:t>
      </w:r>
      <w:r w:rsidR="00766774">
        <w:t xml:space="preserve">. </w:t>
      </w:r>
      <w:r w:rsidRPr="00115F49">
        <w:t>De l</w:t>
      </w:r>
      <w:r w:rsidR="00766774">
        <w:t>’</w:t>
      </w:r>
      <w:r w:rsidRPr="00115F49">
        <w:t>autre côté</w:t>
      </w:r>
      <w:r w:rsidR="00766774">
        <w:t xml:space="preserve">, </w:t>
      </w:r>
      <w:r w:rsidRPr="00115F49">
        <w:t>une sorte d</w:t>
      </w:r>
      <w:r w:rsidR="00766774">
        <w:t>’</w:t>
      </w:r>
      <w:r w:rsidRPr="00115F49">
        <w:t>artilleur à merde</w:t>
      </w:r>
      <w:r w:rsidR="00766774">
        <w:t xml:space="preserve">, </w:t>
      </w:r>
      <w:r w:rsidRPr="00115F49">
        <w:t>un huissier en tout cas</w:t>
      </w:r>
      <w:r w:rsidR="00766774">
        <w:t xml:space="preserve">, </w:t>
      </w:r>
      <w:r w:rsidRPr="00115F49">
        <w:t>certainement un type dans les lois</w:t>
      </w:r>
      <w:r w:rsidR="00766774">
        <w:t xml:space="preserve">, </w:t>
      </w:r>
      <w:r w:rsidRPr="00115F49">
        <w:t>dans les sous</w:t>
      </w:r>
      <w:r w:rsidR="00766774">
        <w:t xml:space="preserve">. </w:t>
      </w:r>
      <w:r w:rsidRPr="00115F49">
        <w:t>Il ne dormait pas</w:t>
      </w:r>
      <w:r w:rsidR="00766774">
        <w:t xml:space="preserve">. </w:t>
      </w:r>
      <w:r w:rsidRPr="00115F49">
        <w:t>Il regardait fixement le troisième bouton de cuivre de la redingote qui lui faisait face</w:t>
      </w:r>
      <w:r w:rsidR="00766774">
        <w:t xml:space="preserve">. </w:t>
      </w:r>
      <w:r w:rsidRPr="00115F49">
        <w:t>Il avait l</w:t>
      </w:r>
      <w:r w:rsidR="00766774">
        <w:t>’</w:t>
      </w:r>
      <w:r w:rsidRPr="00115F49">
        <w:t>air d</w:t>
      </w:r>
      <w:r w:rsidR="00766774">
        <w:t>’</w:t>
      </w:r>
      <w:r w:rsidRPr="00115F49">
        <w:t>une poule qui a trouvé un couteau</w:t>
      </w:r>
      <w:r w:rsidR="00766774">
        <w:t>.</w:t>
      </w:r>
    </w:p>
    <w:p w14:paraId="0B7B07EC" w14:textId="77777777" w:rsidR="00766774" w:rsidRDefault="00115F49" w:rsidP="00115F49">
      <w:r w:rsidRPr="00115F49">
        <w:t>De mon côté</w:t>
      </w:r>
      <w:r w:rsidR="00766774">
        <w:t xml:space="preserve">, </w:t>
      </w:r>
      <w:r w:rsidRPr="00115F49">
        <w:t>il y avait encore deux hommes</w:t>
      </w:r>
      <w:r w:rsidR="00766774">
        <w:t xml:space="preserve"> : </w:t>
      </w:r>
      <w:r w:rsidRPr="00115F49">
        <w:t>celui au bouton de cuivre et une sorte de roublard en blouse</w:t>
      </w:r>
      <w:r w:rsidR="00766774">
        <w:t xml:space="preserve">. </w:t>
      </w:r>
      <w:r w:rsidRPr="00115F49">
        <w:t>À côté du roublard</w:t>
      </w:r>
      <w:r w:rsidR="00766774">
        <w:t xml:space="preserve">, </w:t>
      </w:r>
      <w:r w:rsidRPr="00115F49">
        <w:t>une jeune villageoise dégrafa finalement son corsage et donna le sein à un gros nourrisson gras</w:t>
      </w:r>
      <w:r w:rsidR="00766774">
        <w:t xml:space="preserve">, </w:t>
      </w:r>
      <w:r w:rsidRPr="00115F49">
        <w:t>si goulu qu</w:t>
      </w:r>
      <w:r w:rsidR="00766774">
        <w:t>’</w:t>
      </w:r>
      <w:r w:rsidRPr="00115F49">
        <w:t>il pompait avec ses trous de nez le lait qui lui échappait de la bouche</w:t>
      </w:r>
      <w:r w:rsidR="00766774">
        <w:t xml:space="preserve">. </w:t>
      </w:r>
      <w:r w:rsidRPr="00115F49">
        <w:t>Et le lait lui échappait de la bouche parce qu</w:t>
      </w:r>
      <w:r w:rsidR="00766774">
        <w:t>’</w:t>
      </w:r>
      <w:r w:rsidRPr="00115F49">
        <w:t>il grognait</w:t>
      </w:r>
      <w:r w:rsidR="00766774">
        <w:t xml:space="preserve">. </w:t>
      </w:r>
      <w:r w:rsidRPr="00115F49">
        <w:t>Et il grognait parce qu</w:t>
      </w:r>
      <w:r w:rsidR="00766774">
        <w:t>’</w:t>
      </w:r>
      <w:r w:rsidRPr="00115F49">
        <w:t>en pompant le lait avec le nez il s</w:t>
      </w:r>
      <w:r w:rsidR="00766774">
        <w:t>’</w:t>
      </w:r>
      <w:r w:rsidRPr="00115F49">
        <w:t>engorgeait et perdait le souffle</w:t>
      </w:r>
      <w:r w:rsidR="00766774">
        <w:t xml:space="preserve">. </w:t>
      </w:r>
      <w:r w:rsidRPr="00115F49">
        <w:t>Il était dans une rage</w:t>
      </w:r>
      <w:r w:rsidR="00766774">
        <w:t xml:space="preserve"> ! </w:t>
      </w:r>
      <w:r w:rsidRPr="00115F49">
        <w:t>Il mordait sa nourrice</w:t>
      </w:r>
      <w:r w:rsidR="00766774">
        <w:t xml:space="preserve">. </w:t>
      </w:r>
      <w:r w:rsidRPr="00115F49">
        <w:t>C</w:t>
      </w:r>
      <w:r w:rsidR="00766774">
        <w:t>’</w:t>
      </w:r>
      <w:r w:rsidRPr="00115F49">
        <w:t>est sensible un sein</w:t>
      </w:r>
      <w:r w:rsidR="00766774">
        <w:t xml:space="preserve">. </w:t>
      </w:r>
      <w:r w:rsidRPr="00115F49">
        <w:t>J</w:t>
      </w:r>
      <w:r w:rsidR="00766774">
        <w:t>’</w:t>
      </w:r>
      <w:r w:rsidRPr="00115F49">
        <w:t>aime bien les enfants</w:t>
      </w:r>
      <w:r w:rsidR="00766774">
        <w:t xml:space="preserve">, </w:t>
      </w:r>
      <w:r w:rsidRPr="00115F49">
        <w:t>mais je te lui aurais foutu sur la gueule</w:t>
      </w:r>
      <w:r w:rsidR="00766774">
        <w:t> !</w:t>
      </w:r>
    </w:p>
    <w:p w14:paraId="09EB9339" w14:textId="77777777" w:rsidR="00766774" w:rsidRDefault="00115F49" w:rsidP="00115F49">
      <w:r w:rsidRPr="00115F49">
        <w:t>Avec ses oreillettes rabattues</w:t>
      </w:r>
      <w:r w:rsidR="00766774">
        <w:t xml:space="preserve">, </w:t>
      </w:r>
      <w:r w:rsidRPr="00115F49">
        <w:t>ses yeux fermés</w:t>
      </w:r>
      <w:r w:rsidR="00766774">
        <w:t xml:space="preserve">, </w:t>
      </w:r>
      <w:r w:rsidRPr="00115F49">
        <w:t>Langlois avait tout à fait l</w:t>
      </w:r>
      <w:r w:rsidR="00766774">
        <w:t>’</w:t>
      </w:r>
      <w:r w:rsidRPr="00115F49">
        <w:t>air de ceux qu</w:t>
      </w:r>
      <w:r w:rsidR="00766774">
        <w:t>’</w:t>
      </w:r>
      <w:r w:rsidRPr="00115F49">
        <w:t>on plante à la porte des églises pour nous inciter à faire notre mea-culpa</w:t>
      </w:r>
      <w:r w:rsidR="00766774">
        <w:t>.</w:t>
      </w:r>
    </w:p>
    <w:p w14:paraId="2D7BA4CF" w14:textId="77777777" w:rsidR="00766774" w:rsidRDefault="00115F49" w:rsidP="00115F49">
      <w:r w:rsidRPr="00115F49">
        <w:t>On cassa la croûte vers Agnères</w:t>
      </w:r>
      <w:r w:rsidR="00766774">
        <w:t xml:space="preserve">. </w:t>
      </w:r>
      <w:r w:rsidRPr="00115F49">
        <w:t>On arriva à Grenoble à six heures du soir</w:t>
      </w:r>
      <w:r w:rsidR="00766774">
        <w:t>.</w:t>
      </w:r>
    </w:p>
    <w:p w14:paraId="7B6E6E64" w14:textId="77777777" w:rsidR="00766774" w:rsidRDefault="00115F49" w:rsidP="00115F49">
      <w:r w:rsidRPr="00115F49">
        <w:t>Il y avait plus de quinze ans que je n</w:t>
      </w:r>
      <w:r w:rsidR="00766774">
        <w:t>’</w:t>
      </w:r>
      <w:r w:rsidRPr="00115F49">
        <w:t>étais pas venue dans cette ville</w:t>
      </w:r>
      <w:r w:rsidR="00766774">
        <w:t xml:space="preserve">. </w:t>
      </w:r>
      <w:r w:rsidRPr="00115F49">
        <w:t>Je ne la reconnaissais plus</w:t>
      </w:r>
      <w:r w:rsidR="00766774">
        <w:t xml:space="preserve">. </w:t>
      </w:r>
      <w:r w:rsidRPr="00115F49">
        <w:t>Du temps que nous trottions le long des rues jusqu</w:t>
      </w:r>
      <w:r w:rsidR="00766774">
        <w:t>’</w:t>
      </w:r>
      <w:r w:rsidRPr="00115F49">
        <w:t xml:space="preserve">à la place de France qui </w:t>
      </w:r>
      <w:r w:rsidRPr="00115F49">
        <w:lastRenderedPageBreak/>
        <w:t>était le terminus de la patache</w:t>
      </w:r>
      <w:r w:rsidR="00766774">
        <w:t xml:space="preserve">, </w:t>
      </w:r>
      <w:r w:rsidRPr="00115F49">
        <w:t>je lorgnais de droite et de gauche</w:t>
      </w:r>
      <w:r w:rsidR="00766774">
        <w:t xml:space="preserve">. </w:t>
      </w:r>
      <w:r w:rsidRPr="00115F49">
        <w:t>J</w:t>
      </w:r>
      <w:r w:rsidR="00766774">
        <w:t>’</w:t>
      </w:r>
      <w:r w:rsidRPr="00115F49">
        <w:t>avais une boule sur l</w:t>
      </w:r>
      <w:r w:rsidR="00766774">
        <w:t>’</w:t>
      </w:r>
      <w:r w:rsidRPr="00115F49">
        <w:t>estomac et la gorge serrée</w:t>
      </w:r>
      <w:r w:rsidR="00766774">
        <w:t xml:space="preserve">. </w:t>
      </w:r>
      <w:r w:rsidRPr="00115F49">
        <w:t>Il me semblait que je reprenais de sales habitudes</w:t>
      </w:r>
      <w:r w:rsidR="00766774">
        <w:t xml:space="preserve"> ; </w:t>
      </w:r>
      <w:r w:rsidRPr="00115F49">
        <w:t>que je perdais de bonnes odeurs et de la liberté</w:t>
      </w:r>
      <w:r w:rsidR="00766774">
        <w:t xml:space="preserve">. </w:t>
      </w:r>
      <w:r w:rsidRPr="00115F49">
        <w:t>Si j</w:t>
      </w:r>
      <w:r w:rsidR="00766774">
        <w:t>’</w:t>
      </w:r>
      <w:r w:rsidRPr="00115F49">
        <w:t>avais été à pied et seule</w:t>
      </w:r>
      <w:r w:rsidR="00766774">
        <w:t xml:space="preserve">, </w:t>
      </w:r>
      <w:r w:rsidRPr="00115F49">
        <w:t>je n</w:t>
      </w:r>
      <w:r w:rsidR="00766774">
        <w:t>’</w:t>
      </w:r>
      <w:r w:rsidRPr="00115F49">
        <w:t>aurais pas pu supporter d</w:t>
      </w:r>
      <w:r w:rsidR="00766774">
        <w:t>’</w:t>
      </w:r>
      <w:r w:rsidRPr="00115F49">
        <w:t>être de nouveau enfermée entre les quatre murs de ces rues</w:t>
      </w:r>
      <w:r w:rsidR="00766774">
        <w:t xml:space="preserve">. </w:t>
      </w:r>
      <w:r w:rsidRPr="00115F49">
        <w:t>La hauteur des maisons dont j</w:t>
      </w:r>
      <w:r w:rsidR="00766774">
        <w:t>’</w:t>
      </w:r>
      <w:r w:rsidRPr="00115F49">
        <w:t>étais déshabituée m</w:t>
      </w:r>
      <w:r w:rsidR="00766774">
        <w:t>’</w:t>
      </w:r>
      <w:r w:rsidRPr="00115F49">
        <w:t>étouffait</w:t>
      </w:r>
      <w:r w:rsidR="00766774">
        <w:t>.</w:t>
      </w:r>
    </w:p>
    <w:p w14:paraId="568DE052" w14:textId="77777777" w:rsidR="00766774" w:rsidRDefault="00115F49" w:rsidP="00115F49">
      <w:r w:rsidRPr="00115F49">
        <w:t>Quand la voiture s</w:t>
      </w:r>
      <w:r w:rsidR="00766774">
        <w:t>’</w:t>
      </w:r>
      <w:r w:rsidRPr="00115F49">
        <w:t>arrêta sur la place</w:t>
      </w:r>
      <w:r w:rsidR="00766774">
        <w:t xml:space="preserve">, </w:t>
      </w:r>
      <w:r w:rsidRPr="00115F49">
        <w:t>je restai la dernière à descendre</w:t>
      </w:r>
      <w:r w:rsidR="00766774">
        <w:t>.</w:t>
      </w:r>
    </w:p>
    <w:p w14:paraId="1BE39C82" w14:textId="77777777" w:rsidR="00766774" w:rsidRDefault="00766774" w:rsidP="00115F49">
      <w:r>
        <w:t>— </w:t>
      </w:r>
      <w:r w:rsidR="00115F49" w:rsidRPr="00115F49">
        <w:t>Attends</w:t>
      </w:r>
      <w:r>
        <w:t xml:space="preserve">, </w:t>
      </w:r>
      <w:r w:rsidR="00115F49" w:rsidRPr="00115F49">
        <w:t>que mes genoux craquent</w:t>
      </w:r>
      <w:r>
        <w:t xml:space="preserve">, </w:t>
      </w:r>
      <w:r w:rsidR="00115F49" w:rsidRPr="00115F49">
        <w:t>dis-je à Langlois</w:t>
      </w:r>
      <w:r>
        <w:t xml:space="preserve">, </w:t>
      </w:r>
      <w:r w:rsidR="00115F49" w:rsidRPr="00115F49">
        <w:t>je suis ankylosée</w:t>
      </w:r>
      <w:r>
        <w:t>.</w:t>
      </w:r>
    </w:p>
    <w:p w14:paraId="05F7DE3A" w14:textId="77777777" w:rsidR="00766774" w:rsidRDefault="00115F49" w:rsidP="00115F49">
      <w:r w:rsidRPr="00115F49">
        <w:t>En réalité c</w:t>
      </w:r>
      <w:r w:rsidR="00766774">
        <w:t>’</w:t>
      </w:r>
      <w:r w:rsidRPr="00115F49">
        <w:t>est parce que j</w:t>
      </w:r>
      <w:r w:rsidR="00766774">
        <w:t>’</w:t>
      </w:r>
      <w:r w:rsidRPr="00115F49">
        <w:t>avais peur de mettre pied à terre</w:t>
      </w:r>
      <w:r w:rsidR="00766774">
        <w:t>.</w:t>
      </w:r>
    </w:p>
    <w:p w14:paraId="111516FD" w14:textId="77777777" w:rsidR="00766774" w:rsidRDefault="00115F49" w:rsidP="00115F49">
      <w:r w:rsidRPr="00115F49">
        <w:t>Les lumières aussi m</w:t>
      </w:r>
      <w:r w:rsidR="00766774">
        <w:t>’</w:t>
      </w:r>
      <w:r w:rsidRPr="00115F49">
        <w:t>effrayaient</w:t>
      </w:r>
      <w:r w:rsidR="00766774">
        <w:t xml:space="preserve">, </w:t>
      </w:r>
      <w:r w:rsidRPr="00115F49">
        <w:t>et le bruit</w:t>
      </w:r>
      <w:r w:rsidR="00766774">
        <w:t> :</w:t>
      </w:r>
    </w:p>
    <w:p w14:paraId="711F990F" w14:textId="77777777" w:rsidR="00766774" w:rsidRDefault="00766774" w:rsidP="00115F49">
      <w:r>
        <w:t>— </w:t>
      </w:r>
      <w:r w:rsidR="00115F49" w:rsidRPr="00115F49">
        <w:t>Mets-toi sous mon bras</w:t>
      </w:r>
      <w:r>
        <w:t xml:space="preserve">, </w:t>
      </w:r>
      <w:r w:rsidR="00115F49" w:rsidRPr="00115F49">
        <w:t>dit Langlois</w:t>
      </w:r>
      <w:r>
        <w:t xml:space="preserve">, </w:t>
      </w:r>
      <w:r w:rsidR="00115F49" w:rsidRPr="00115F49">
        <w:t>et</w:t>
      </w:r>
      <w:r>
        <w:t xml:space="preserve">, </w:t>
      </w:r>
      <w:r w:rsidR="00115F49" w:rsidRPr="00115F49">
        <w:t>veux-tu qu</w:t>
      </w:r>
      <w:r>
        <w:t>’</w:t>
      </w:r>
      <w:r w:rsidR="00115F49" w:rsidRPr="00115F49">
        <w:t>on boive un champoreau</w:t>
      </w:r>
      <w:r>
        <w:t> ?</w:t>
      </w:r>
    </w:p>
    <w:p w14:paraId="643FDAA5" w14:textId="77777777" w:rsidR="00766774" w:rsidRDefault="00115F49" w:rsidP="00115F49">
      <w:r w:rsidRPr="00115F49">
        <w:t>Mais</w:t>
      </w:r>
      <w:r w:rsidR="00766774">
        <w:t xml:space="preserve">, </w:t>
      </w:r>
      <w:r w:rsidRPr="00115F49">
        <w:t>je ne serais pas entrée dans ce café à côté du bureau des Messageries pour tout l</w:t>
      </w:r>
      <w:r w:rsidR="00766774">
        <w:t>’</w:t>
      </w:r>
      <w:r w:rsidRPr="00115F49">
        <w:t>or du monde</w:t>
      </w:r>
      <w:r w:rsidR="00766774">
        <w:t>.</w:t>
      </w:r>
    </w:p>
    <w:p w14:paraId="00B3D213" w14:textId="77777777" w:rsidR="00766774" w:rsidRDefault="00766774" w:rsidP="00115F49">
      <w:r>
        <w:t>— </w:t>
      </w:r>
      <w:r w:rsidR="00115F49" w:rsidRPr="00115F49">
        <w:t>Viens donc</w:t>
      </w:r>
      <w:r>
        <w:t xml:space="preserve">, </w:t>
      </w:r>
      <w:r w:rsidR="00115F49" w:rsidRPr="00115F49">
        <w:t>lui dis-je</w:t>
      </w:r>
      <w:r>
        <w:t xml:space="preserve">, </w:t>
      </w:r>
      <w:r w:rsidR="00115F49" w:rsidRPr="00115F49">
        <w:t>on boira à l</w:t>
      </w:r>
      <w:r>
        <w:t>’</w:t>
      </w:r>
      <w:r w:rsidR="00115F49" w:rsidRPr="00115F49">
        <w:t>hôtel</w:t>
      </w:r>
      <w:r>
        <w:t xml:space="preserve">, </w:t>
      </w:r>
      <w:r w:rsidR="00115F49" w:rsidRPr="00115F49">
        <w:t>j</w:t>
      </w:r>
      <w:r>
        <w:t>’</w:t>
      </w:r>
      <w:r w:rsidR="00115F49" w:rsidRPr="00115F49">
        <w:t>en connais un par là</w:t>
      </w:r>
      <w:r>
        <w:t>.</w:t>
      </w:r>
    </w:p>
    <w:p w14:paraId="0D8EC61F" w14:textId="77777777" w:rsidR="00766774" w:rsidRDefault="00766774" w:rsidP="00115F49">
      <w:r>
        <w:t>— </w:t>
      </w:r>
      <w:r w:rsidR="00115F49" w:rsidRPr="00115F49">
        <w:t>Non</w:t>
      </w:r>
      <w:r>
        <w:t xml:space="preserve">, </w:t>
      </w:r>
      <w:r w:rsidR="00115F49" w:rsidRPr="00115F49">
        <w:t>dit-il</w:t>
      </w:r>
      <w:r>
        <w:t xml:space="preserve">, </w:t>
      </w:r>
      <w:r w:rsidR="00115F49" w:rsidRPr="00115F49">
        <w:t>tu n</w:t>
      </w:r>
      <w:r>
        <w:t>’</w:t>
      </w:r>
      <w:r w:rsidR="00115F49" w:rsidRPr="00115F49">
        <w:t>en connais pas</w:t>
      </w:r>
      <w:r>
        <w:t xml:space="preserve">. </w:t>
      </w:r>
      <w:r w:rsidR="00115F49" w:rsidRPr="00115F49">
        <w:t>Tu es une dame</w:t>
      </w:r>
      <w:r>
        <w:t xml:space="preserve">. </w:t>
      </w:r>
      <w:r w:rsidR="00115F49" w:rsidRPr="00115F49">
        <w:t>Moi j</w:t>
      </w:r>
      <w:r>
        <w:t>’</w:t>
      </w:r>
      <w:r w:rsidR="00115F49" w:rsidRPr="00115F49">
        <w:t>en connais un</w:t>
      </w:r>
      <w:r>
        <w:t xml:space="preserve">. </w:t>
      </w:r>
      <w:r w:rsidR="00115F49" w:rsidRPr="00115F49">
        <w:t>Viens</w:t>
      </w:r>
      <w:r>
        <w:t>.</w:t>
      </w:r>
    </w:p>
    <w:p w14:paraId="395354FA" w14:textId="77777777" w:rsidR="00766774" w:rsidRDefault="00115F49" w:rsidP="00115F49">
      <w:r w:rsidRPr="00115F49">
        <w:t>Admettons que je ne le connaisse pas</w:t>
      </w:r>
      <w:r w:rsidR="00766774">
        <w:t xml:space="preserve">, </w:t>
      </w:r>
      <w:r w:rsidRPr="00115F49">
        <w:t>mais je le connaissais</w:t>
      </w:r>
      <w:r w:rsidR="00766774">
        <w:t xml:space="preserve">. </w:t>
      </w:r>
      <w:r w:rsidRPr="00115F49">
        <w:t>Il ne pouvait rien y faire</w:t>
      </w:r>
      <w:r w:rsidR="00766774">
        <w:t>.</w:t>
      </w:r>
    </w:p>
    <w:p w14:paraId="4CEFC543" w14:textId="77777777" w:rsidR="00766774" w:rsidRDefault="00115F49" w:rsidP="00115F49">
      <w:r w:rsidRPr="00115F49">
        <w:t>C</w:t>
      </w:r>
      <w:r w:rsidR="00766774">
        <w:t>’</w:t>
      </w:r>
      <w:r w:rsidRPr="00115F49">
        <w:t>était un très bon petit hôtel dans une courte traverse qui aboutissait aux quais de l</w:t>
      </w:r>
      <w:r w:rsidR="00766774">
        <w:t>’</w:t>
      </w:r>
      <w:r w:rsidRPr="00115F49">
        <w:t>Isère</w:t>
      </w:r>
      <w:r w:rsidR="00766774">
        <w:t xml:space="preserve">. </w:t>
      </w:r>
      <w:r w:rsidRPr="00115F49">
        <w:t>Il était très commode</w:t>
      </w:r>
      <w:r w:rsidR="00766774">
        <w:t xml:space="preserve">. </w:t>
      </w:r>
      <w:r w:rsidRPr="00115F49">
        <w:t>Il ne faisait face à rien</w:t>
      </w:r>
      <w:r w:rsidR="00766774">
        <w:t xml:space="preserve">. </w:t>
      </w:r>
      <w:r w:rsidRPr="00115F49">
        <w:t>C</w:t>
      </w:r>
      <w:r w:rsidR="00766774">
        <w:t>’</w:t>
      </w:r>
      <w:r w:rsidRPr="00115F49">
        <w:t>est-à-dire qu</w:t>
      </w:r>
      <w:r w:rsidR="00766774">
        <w:t>’</w:t>
      </w:r>
      <w:r w:rsidRPr="00115F49">
        <w:t xml:space="preserve">en face de sa porte </w:t>
      </w:r>
      <w:r w:rsidRPr="00115F49">
        <w:lastRenderedPageBreak/>
        <w:t>d</w:t>
      </w:r>
      <w:r w:rsidR="00766774">
        <w:t>’</w:t>
      </w:r>
      <w:r w:rsidRPr="00115F49">
        <w:t>entrée il n</w:t>
      </w:r>
      <w:r w:rsidR="00766774">
        <w:t>’</w:t>
      </w:r>
      <w:r w:rsidRPr="00115F49">
        <w:t>y avait ni boutiques d</w:t>
      </w:r>
      <w:r w:rsidR="00766774">
        <w:t>’</w:t>
      </w:r>
      <w:r w:rsidRPr="00115F49">
        <w:t>où on peut guetter</w:t>
      </w:r>
      <w:r w:rsidR="00766774">
        <w:t xml:space="preserve">, </w:t>
      </w:r>
      <w:r w:rsidRPr="00115F49">
        <w:t>ni maisons bourgeoises</w:t>
      </w:r>
      <w:r w:rsidR="00766774">
        <w:t xml:space="preserve">, </w:t>
      </w:r>
      <w:r w:rsidRPr="00115F49">
        <w:t>mais seulement le grand mur d</w:t>
      </w:r>
      <w:r w:rsidR="00766774">
        <w:t>’</w:t>
      </w:r>
      <w:r w:rsidRPr="00115F49">
        <w:t>un jardin recouvert de vigne vierge</w:t>
      </w:r>
      <w:r w:rsidR="00766774">
        <w:t xml:space="preserve">. </w:t>
      </w:r>
      <w:r w:rsidRPr="00115F49">
        <w:t>On n</w:t>
      </w:r>
      <w:r w:rsidR="00766774">
        <w:t>’</w:t>
      </w:r>
      <w:r w:rsidRPr="00115F49">
        <w:t>oublie jamais son métier</w:t>
      </w:r>
      <w:r w:rsidR="00766774">
        <w:t xml:space="preserve">. </w:t>
      </w:r>
      <w:r w:rsidRPr="00115F49">
        <w:t>Quel qu</w:t>
      </w:r>
      <w:r w:rsidR="00766774">
        <w:t>’</w:t>
      </w:r>
      <w:r w:rsidRPr="00115F49">
        <w:t>il soit</w:t>
      </w:r>
      <w:r w:rsidR="00766774">
        <w:t>.</w:t>
      </w:r>
    </w:p>
    <w:p w14:paraId="256F739B" w14:textId="77777777" w:rsidR="00766774" w:rsidRDefault="00115F49" w:rsidP="00115F49">
      <w:r w:rsidRPr="00115F49">
        <w:t>Je fus surprise de voir qu</w:t>
      </w:r>
      <w:r w:rsidR="00766774">
        <w:t>’</w:t>
      </w:r>
      <w:r w:rsidRPr="00115F49">
        <w:t>on nous y attendait</w:t>
      </w:r>
      <w:r w:rsidR="00766774">
        <w:t xml:space="preserve">. </w:t>
      </w:r>
      <w:r w:rsidRPr="00115F49">
        <w:t>Et encore plus surprise de voir que le garçon</w:t>
      </w:r>
      <w:r w:rsidR="00766774">
        <w:t xml:space="preserve">, </w:t>
      </w:r>
      <w:r w:rsidRPr="00115F49">
        <w:t>en nous menant aux chambres</w:t>
      </w:r>
      <w:r w:rsidR="00766774">
        <w:t xml:space="preserve">, </w:t>
      </w:r>
      <w:r w:rsidRPr="00115F49">
        <w:t>ne s</w:t>
      </w:r>
      <w:r w:rsidR="00766774">
        <w:t>’</w:t>
      </w:r>
      <w:r w:rsidRPr="00115F49">
        <w:t>arrêta ni au premier</w:t>
      </w:r>
      <w:r w:rsidR="00766774">
        <w:t xml:space="preserve">, </w:t>
      </w:r>
      <w:r w:rsidRPr="00115F49">
        <w:t>ni au second</w:t>
      </w:r>
      <w:r w:rsidR="00766774">
        <w:t xml:space="preserve"> ; </w:t>
      </w:r>
      <w:r w:rsidRPr="00115F49">
        <w:t>qu</w:t>
      </w:r>
      <w:r w:rsidR="00766774">
        <w:t>’</w:t>
      </w:r>
      <w:r w:rsidRPr="00115F49">
        <w:t>on commença à monter les escaliers du troisième étage qui</w:t>
      </w:r>
      <w:r w:rsidR="00766774">
        <w:t xml:space="preserve">, </w:t>
      </w:r>
      <w:r w:rsidRPr="00115F49">
        <w:t>pour moi</w:t>
      </w:r>
      <w:r w:rsidR="00766774">
        <w:t xml:space="preserve">, </w:t>
      </w:r>
      <w:r w:rsidRPr="00115F49">
        <w:t>était comme un hôtel neuf et que nos deux chambres étaient là</w:t>
      </w:r>
      <w:r w:rsidR="00766774">
        <w:t>.</w:t>
      </w:r>
    </w:p>
    <w:p w14:paraId="3FB2DA19" w14:textId="77777777" w:rsidR="00766774" w:rsidRDefault="00766774" w:rsidP="00115F49">
      <w:r>
        <w:t>— </w:t>
      </w:r>
      <w:r w:rsidR="00115F49" w:rsidRPr="00115F49">
        <w:t>Pensé que tu ne connaissais pas ce troisième étage</w:t>
      </w:r>
      <w:r>
        <w:t xml:space="preserve">, </w:t>
      </w:r>
      <w:r w:rsidR="00115F49" w:rsidRPr="00115F49">
        <w:t>dit Langlois</w:t>
      </w:r>
      <w:r>
        <w:t xml:space="preserve">. </w:t>
      </w:r>
      <w:r w:rsidR="00115F49" w:rsidRPr="00115F49">
        <w:t>D</w:t>
      </w:r>
      <w:r>
        <w:t>’</w:t>
      </w:r>
      <w:r w:rsidR="00115F49" w:rsidRPr="00115F49">
        <w:t>habitude on s</w:t>
      </w:r>
      <w:r>
        <w:t>’</w:t>
      </w:r>
      <w:r w:rsidR="00115F49" w:rsidRPr="00115F49">
        <w:t>arrête au premier</w:t>
      </w:r>
      <w:r>
        <w:t xml:space="preserve">, </w:t>
      </w:r>
      <w:r w:rsidR="00115F49" w:rsidRPr="00115F49">
        <w:t>n</w:t>
      </w:r>
      <w:r>
        <w:t>’</w:t>
      </w:r>
      <w:r w:rsidR="00115F49" w:rsidRPr="00115F49">
        <w:t>est-ce pas</w:t>
      </w:r>
      <w:r>
        <w:t xml:space="preserve"> ? </w:t>
      </w:r>
      <w:r w:rsidR="00115F49" w:rsidRPr="00115F49">
        <w:t>Je te dis que tu es une dame</w:t>
      </w:r>
      <w:r>
        <w:t>.</w:t>
      </w:r>
    </w:p>
    <w:p w14:paraId="4B65D449" w14:textId="77777777" w:rsidR="00766774" w:rsidRDefault="00115F49" w:rsidP="00115F49">
      <w:r w:rsidRPr="00115F49">
        <w:t>Voilà comment il était</w:t>
      </w:r>
      <w:r w:rsidR="00766774">
        <w:t xml:space="preserve">. </w:t>
      </w:r>
      <w:r w:rsidRPr="00115F49">
        <w:t>Il ne disait rien</w:t>
      </w:r>
      <w:r w:rsidR="00766774">
        <w:t xml:space="preserve">. </w:t>
      </w:r>
      <w:r w:rsidRPr="00115F49">
        <w:t>Il ne bronchait pas</w:t>
      </w:r>
      <w:r w:rsidR="00766774">
        <w:t xml:space="preserve">, </w:t>
      </w:r>
      <w:r w:rsidRPr="00115F49">
        <w:t>il ne regardait rien</w:t>
      </w:r>
      <w:r w:rsidR="00766774">
        <w:t xml:space="preserve">, </w:t>
      </w:r>
      <w:r w:rsidRPr="00115F49">
        <w:t>il ne faisait pas attention à vous et</w:t>
      </w:r>
      <w:r w:rsidR="00766774">
        <w:t xml:space="preserve">, </w:t>
      </w:r>
      <w:r w:rsidRPr="00115F49">
        <w:t>d</w:t>
      </w:r>
      <w:r w:rsidR="00766774">
        <w:t>’</w:t>
      </w:r>
      <w:r w:rsidRPr="00115F49">
        <w:t>un mot</w:t>
      </w:r>
      <w:r w:rsidR="00766774">
        <w:t xml:space="preserve">, </w:t>
      </w:r>
      <w:r w:rsidRPr="00115F49">
        <w:t>il vous faisait comprendre qu</w:t>
      </w:r>
      <w:r w:rsidR="00766774">
        <w:t>’</w:t>
      </w:r>
      <w:r w:rsidRPr="00115F49">
        <w:t>il savait tout Et il avait ainsi remède à tout</w:t>
      </w:r>
      <w:r w:rsidR="00766774">
        <w:t>.</w:t>
      </w:r>
    </w:p>
    <w:p w14:paraId="1C8DE13E" w14:textId="77777777" w:rsidR="00766774" w:rsidRDefault="00766774" w:rsidP="00115F49">
      <w:r>
        <w:t>— </w:t>
      </w:r>
      <w:r w:rsidR="00115F49" w:rsidRPr="00115F49">
        <w:t>Hep</w:t>
      </w:r>
      <w:r>
        <w:t> ! (</w:t>
      </w:r>
      <w:r w:rsidR="00115F49" w:rsidRPr="00115F49">
        <w:t>Il retint le garçon par le pan de son tablier</w:t>
      </w:r>
      <w:r>
        <w:t xml:space="preserve">.) </w:t>
      </w:r>
      <w:r w:rsidR="00115F49" w:rsidRPr="00115F49">
        <w:t>Monte-nous deux champoreaux bouillants</w:t>
      </w:r>
      <w:r>
        <w:t>.</w:t>
      </w:r>
    </w:p>
    <w:p w14:paraId="0A06D082" w14:textId="77777777" w:rsidR="00766774" w:rsidRDefault="00766774" w:rsidP="00115F49">
      <w:r>
        <w:t>— </w:t>
      </w:r>
      <w:r w:rsidR="00115F49" w:rsidRPr="00115F49">
        <w:t>Voilà ta chambre</w:t>
      </w:r>
      <w:r>
        <w:t xml:space="preserve">, </w:t>
      </w:r>
      <w:r w:rsidR="00115F49" w:rsidRPr="00115F49">
        <w:t>me dit-il ensuite</w:t>
      </w:r>
      <w:r>
        <w:t xml:space="preserve">. </w:t>
      </w:r>
      <w:r w:rsidR="00115F49" w:rsidRPr="00115F49">
        <w:t>Je crois</w:t>
      </w:r>
      <w:r>
        <w:t xml:space="preserve">, </w:t>
      </w:r>
      <w:r w:rsidR="00115F49" w:rsidRPr="00115F49">
        <w:t>si on a exécuté mes ordres</w:t>
      </w:r>
      <w:r>
        <w:t xml:space="preserve">, </w:t>
      </w:r>
      <w:r w:rsidR="00115F49" w:rsidRPr="00115F49">
        <w:t>qu</w:t>
      </w:r>
      <w:r>
        <w:t>’</w:t>
      </w:r>
      <w:r w:rsidR="00115F49" w:rsidRPr="00115F49">
        <w:t>elle donne sur les arbres du jardin</w:t>
      </w:r>
      <w:r>
        <w:t xml:space="preserve"> (</w:t>
      </w:r>
      <w:r w:rsidR="00115F49" w:rsidRPr="00115F49">
        <w:t>il ouvrit les volets pour s</w:t>
      </w:r>
      <w:r>
        <w:t>’</w:t>
      </w:r>
      <w:r w:rsidR="00115F49" w:rsidRPr="00115F49">
        <w:t>en assurer</w:t>
      </w:r>
      <w:r>
        <w:t xml:space="preserve">), </w:t>
      </w:r>
      <w:r w:rsidR="00115F49" w:rsidRPr="00115F49">
        <w:t>la mienne est à côté</w:t>
      </w:r>
      <w:r>
        <w:t xml:space="preserve">. </w:t>
      </w:r>
      <w:r w:rsidR="00115F49" w:rsidRPr="00115F49">
        <w:t>Maintenant</w:t>
      </w:r>
      <w:r>
        <w:t xml:space="preserve">, </w:t>
      </w:r>
      <w:r w:rsidR="00115F49" w:rsidRPr="00115F49">
        <w:t>qu</w:t>
      </w:r>
      <w:r>
        <w:t>’</w:t>
      </w:r>
      <w:r w:rsidR="00115F49" w:rsidRPr="00115F49">
        <w:t>est-ce que tu préfères</w:t>
      </w:r>
      <w:r>
        <w:t xml:space="preserve"> : </w:t>
      </w:r>
      <w:r w:rsidR="00115F49" w:rsidRPr="00115F49">
        <w:t>aller dîner en ville ou dans une de nos chambres</w:t>
      </w:r>
      <w:r>
        <w:t> ?</w:t>
      </w:r>
    </w:p>
    <w:p w14:paraId="4279BB8E" w14:textId="77777777" w:rsidR="00766774" w:rsidRDefault="00766774" w:rsidP="00115F49">
      <w:r>
        <w:t>— </w:t>
      </w:r>
      <w:r w:rsidR="00115F49" w:rsidRPr="00115F49">
        <w:t>Ça n</w:t>
      </w:r>
      <w:r>
        <w:t>’</w:t>
      </w:r>
      <w:r w:rsidR="00115F49" w:rsidRPr="00115F49">
        <w:t>a aucun rapport</w:t>
      </w:r>
      <w:r>
        <w:t xml:space="preserve">, </w:t>
      </w:r>
      <w:r w:rsidR="00115F49" w:rsidRPr="00115F49">
        <w:t>lui dis-je</w:t>
      </w:r>
      <w:r>
        <w:t xml:space="preserve">, </w:t>
      </w:r>
      <w:r w:rsidR="00115F49" w:rsidRPr="00115F49">
        <w:t xml:space="preserve">mais crois-tu que </w:t>
      </w:r>
      <w:r>
        <w:t>M</w:t>
      </w:r>
      <w:r w:rsidRPr="00766774">
        <w:rPr>
          <w:vertAlign w:val="superscript"/>
        </w:rPr>
        <w:t>me</w:t>
      </w:r>
      <w:r>
        <w:t> </w:t>
      </w:r>
      <w:r w:rsidR="00115F49" w:rsidRPr="00115F49">
        <w:t>Tim</w:t>
      </w:r>
      <w:r>
        <w:t xml:space="preserve">, </w:t>
      </w:r>
      <w:r w:rsidR="00115F49" w:rsidRPr="00115F49">
        <w:t>si elle habitait ici</w:t>
      </w:r>
      <w:r>
        <w:t xml:space="preserve">, </w:t>
      </w:r>
      <w:r w:rsidR="00115F49" w:rsidRPr="00115F49">
        <w:t>crois-tu qu</w:t>
      </w:r>
      <w:r>
        <w:t>’</w:t>
      </w:r>
      <w:r w:rsidR="00115F49" w:rsidRPr="00115F49">
        <w:t>elle me recevrait comme elle me reçoit à Saint-Baudille</w:t>
      </w:r>
      <w:r>
        <w:t> ?</w:t>
      </w:r>
    </w:p>
    <w:p w14:paraId="531D167E" w14:textId="77777777" w:rsidR="00766774" w:rsidRDefault="00766774" w:rsidP="00115F49">
      <w:r>
        <w:t>— </w:t>
      </w:r>
      <w:r w:rsidR="00115F49" w:rsidRPr="00115F49">
        <w:t>Ça n</w:t>
      </w:r>
      <w:r>
        <w:t>’</w:t>
      </w:r>
      <w:r w:rsidR="00115F49" w:rsidRPr="00115F49">
        <w:t>a également aucun rapport</w:t>
      </w:r>
      <w:r>
        <w:t xml:space="preserve">, </w:t>
      </w:r>
      <w:r w:rsidR="00115F49" w:rsidRPr="00115F49">
        <w:t>dit-il</w:t>
      </w:r>
      <w:r>
        <w:t xml:space="preserve">, </w:t>
      </w:r>
      <w:r w:rsidR="00115F49" w:rsidRPr="00115F49">
        <w:t>mais fais-toi un peu de beauté</w:t>
      </w:r>
      <w:r>
        <w:t xml:space="preserve">. </w:t>
      </w:r>
      <w:r w:rsidR="00115F49" w:rsidRPr="00115F49">
        <w:t>Nous allons dîner en ville</w:t>
      </w:r>
      <w:r>
        <w:t>.</w:t>
      </w:r>
    </w:p>
    <w:p w14:paraId="1DF4CCCC" w14:textId="77777777" w:rsidR="00766774" w:rsidRDefault="00115F49" w:rsidP="00115F49">
      <w:r w:rsidRPr="00115F49">
        <w:lastRenderedPageBreak/>
        <w:t>Et il entra dans sa chambre</w:t>
      </w:r>
      <w:r w:rsidR="00766774">
        <w:t>.</w:t>
      </w:r>
    </w:p>
    <w:p w14:paraId="53616C99" w14:textId="77777777" w:rsidR="00766774" w:rsidRDefault="00115F49" w:rsidP="00115F49">
      <w:r w:rsidRPr="00115F49">
        <w:t>Ce qu</w:t>
      </w:r>
      <w:r w:rsidR="00766774">
        <w:t>’</w:t>
      </w:r>
      <w:r w:rsidRPr="00115F49">
        <w:t>il appelait dîner en ville</w:t>
      </w:r>
      <w:r w:rsidR="00766774">
        <w:t xml:space="preserve">, </w:t>
      </w:r>
      <w:r w:rsidRPr="00115F49">
        <w:t>lui</w:t>
      </w:r>
      <w:r w:rsidR="00766774">
        <w:t xml:space="preserve">, </w:t>
      </w:r>
      <w:r w:rsidRPr="00115F49">
        <w:t>c</w:t>
      </w:r>
      <w:r w:rsidR="00766774">
        <w:t>’</w:t>
      </w:r>
      <w:r w:rsidRPr="00115F49">
        <w:t>était le gibus à distribuer les coups de pied au cul et le plus grand restaurant de la place Grenette</w:t>
      </w:r>
      <w:r w:rsidR="00766774">
        <w:t xml:space="preserve">. </w:t>
      </w:r>
      <w:r w:rsidRPr="00115F49">
        <w:t>De ma vie je n</w:t>
      </w:r>
      <w:r w:rsidR="00766774">
        <w:t>’</w:t>
      </w:r>
      <w:r w:rsidRPr="00115F49">
        <w:t>avais mis la savate là-dedans ni même imaginé que je pourrais l</w:t>
      </w:r>
      <w:r w:rsidR="00766774">
        <w:t>’</w:t>
      </w:r>
      <w:r w:rsidRPr="00115F49">
        <w:t>y mettre</w:t>
      </w:r>
      <w:r w:rsidR="00766774">
        <w:t xml:space="preserve"> ; </w:t>
      </w:r>
      <w:r w:rsidRPr="00115F49">
        <w:t>il fallait être d</w:t>
      </w:r>
      <w:r w:rsidR="00766774">
        <w:t>’</w:t>
      </w:r>
      <w:r w:rsidRPr="00115F49">
        <w:t>une autre classe que moi</w:t>
      </w:r>
      <w:r w:rsidR="00766774">
        <w:t xml:space="preserve">. </w:t>
      </w:r>
      <w:r w:rsidRPr="00115F49">
        <w:t>Il y avait des équipages devant la porte et</w:t>
      </w:r>
      <w:r w:rsidR="00766774">
        <w:t xml:space="preserve">, </w:t>
      </w:r>
      <w:r w:rsidRPr="00115F49">
        <w:t>dans le gaz bleu</w:t>
      </w:r>
      <w:r w:rsidR="00766774">
        <w:t xml:space="preserve">, </w:t>
      </w:r>
      <w:r w:rsidRPr="00115F49">
        <w:t>la salle miroitante où nous entrâmes était toute en battements d</w:t>
      </w:r>
      <w:r w:rsidR="00766774">
        <w:t>’</w:t>
      </w:r>
      <w:r w:rsidRPr="00115F49">
        <w:t>éventails</w:t>
      </w:r>
      <w:r w:rsidR="00766774">
        <w:t xml:space="preserve">, </w:t>
      </w:r>
      <w:r w:rsidRPr="00115F49">
        <w:t>boas de plumes</w:t>
      </w:r>
      <w:r w:rsidR="00766774">
        <w:t xml:space="preserve">, </w:t>
      </w:r>
      <w:r w:rsidRPr="00115F49">
        <w:t>aigrettes</w:t>
      </w:r>
      <w:r w:rsidR="00766774">
        <w:t xml:space="preserve">, </w:t>
      </w:r>
      <w:r w:rsidRPr="00115F49">
        <w:t>plastrons</w:t>
      </w:r>
      <w:r w:rsidR="00766774">
        <w:t xml:space="preserve">, </w:t>
      </w:r>
      <w:r w:rsidRPr="00115F49">
        <w:t>et plops de bonnes bouteilles</w:t>
      </w:r>
      <w:r w:rsidR="00766774">
        <w:t xml:space="preserve">. </w:t>
      </w:r>
      <w:r w:rsidRPr="00115F49">
        <w:t>J</w:t>
      </w:r>
      <w:r w:rsidR="00766774">
        <w:t>’</w:t>
      </w:r>
      <w:r w:rsidRPr="00115F49">
        <w:t>entrevis d</w:t>
      </w:r>
      <w:r w:rsidR="00766774">
        <w:t>’</w:t>
      </w:r>
      <w:r w:rsidRPr="00115F49">
        <w:t>immenses décolletés en cœur</w:t>
      </w:r>
      <w:r w:rsidR="00766774">
        <w:t xml:space="preserve">, </w:t>
      </w:r>
      <w:r w:rsidRPr="00115F49">
        <w:t>plaqué de perles et ces sortes d</w:t>
      </w:r>
      <w:r w:rsidR="00766774">
        <w:t>’</w:t>
      </w:r>
      <w:r w:rsidRPr="00115F49">
        <w:t>épaules d</w:t>
      </w:r>
      <w:r w:rsidR="00766774">
        <w:t>’</w:t>
      </w:r>
      <w:r w:rsidRPr="00115F49">
        <w:t>un blanc de peau mordorée qui demandent au moins trois générations de petits déjeuners au lit avant de sortir comme il faut des bouillonnés du corsage</w:t>
      </w:r>
      <w:r w:rsidR="00766774">
        <w:t>.</w:t>
      </w:r>
    </w:p>
    <w:p w14:paraId="5B901627" w14:textId="77777777" w:rsidR="00766774" w:rsidRDefault="00115F49" w:rsidP="00115F49">
      <w:r w:rsidRPr="00115F49">
        <w:t>Mais</w:t>
      </w:r>
      <w:r w:rsidR="00766774">
        <w:t xml:space="preserve">, </w:t>
      </w:r>
      <w:r w:rsidRPr="00115F49">
        <w:t>avec Langlois</w:t>
      </w:r>
      <w:r w:rsidR="00766774">
        <w:t xml:space="preserve">, </w:t>
      </w:r>
      <w:r w:rsidRPr="00115F49">
        <w:t>il n</w:t>
      </w:r>
      <w:r w:rsidR="00766774">
        <w:t>’</w:t>
      </w:r>
      <w:r w:rsidRPr="00115F49">
        <w:t>était pas nécessaire d</w:t>
      </w:r>
      <w:r w:rsidR="00766774">
        <w:t>’</w:t>
      </w:r>
      <w:r w:rsidRPr="00115F49">
        <w:t>être belle</w:t>
      </w:r>
      <w:r w:rsidR="00766774">
        <w:t xml:space="preserve">, </w:t>
      </w:r>
      <w:r w:rsidRPr="00115F49">
        <w:t>ni d</w:t>
      </w:r>
      <w:r w:rsidR="00766774">
        <w:t>’</w:t>
      </w:r>
      <w:r w:rsidRPr="00115F49">
        <w:t>être jeune</w:t>
      </w:r>
      <w:r w:rsidR="00766774">
        <w:t xml:space="preserve">, </w:t>
      </w:r>
      <w:r w:rsidRPr="00115F49">
        <w:t>ni d</w:t>
      </w:r>
      <w:r w:rsidR="00766774">
        <w:t>’</w:t>
      </w:r>
      <w:r w:rsidRPr="00115F49">
        <w:t>être riche pour être quelqu</w:t>
      </w:r>
      <w:r w:rsidR="00766774">
        <w:t>’</w:t>
      </w:r>
      <w:r w:rsidRPr="00115F49">
        <w:t>un</w:t>
      </w:r>
      <w:r w:rsidR="00766774">
        <w:t xml:space="preserve"> ; </w:t>
      </w:r>
      <w:r w:rsidRPr="00115F49">
        <w:t>il suffisait d</w:t>
      </w:r>
      <w:r w:rsidR="00766774">
        <w:t>’</w:t>
      </w:r>
      <w:r w:rsidRPr="00115F49">
        <w:t>être avec lui</w:t>
      </w:r>
      <w:r w:rsidR="00766774">
        <w:t xml:space="preserve">. </w:t>
      </w:r>
      <w:r w:rsidRPr="00115F49">
        <w:t>Je sais très bien juger de l</w:t>
      </w:r>
      <w:r w:rsidR="00766774">
        <w:t>’</w:t>
      </w:r>
      <w:r w:rsidRPr="00115F49">
        <w:t>attitude des garçons de café</w:t>
      </w:r>
      <w:r w:rsidR="00766774">
        <w:t xml:space="preserve"> : </w:t>
      </w:r>
      <w:r w:rsidRPr="00115F49">
        <w:t>s</w:t>
      </w:r>
      <w:r w:rsidR="00766774">
        <w:t>’</w:t>
      </w:r>
      <w:r w:rsidRPr="00115F49">
        <w:t>ils se foutent du public ou s</w:t>
      </w:r>
      <w:r w:rsidR="00766774">
        <w:t>’</w:t>
      </w:r>
      <w:r w:rsidRPr="00115F49">
        <w:t>ils serrent les fesses</w:t>
      </w:r>
      <w:r w:rsidR="00766774">
        <w:t xml:space="preserve">. </w:t>
      </w:r>
      <w:r w:rsidRPr="00115F49">
        <w:t>Le maître d</w:t>
      </w:r>
      <w:r w:rsidR="00766774">
        <w:t>’</w:t>
      </w:r>
      <w:r w:rsidRPr="00115F49">
        <w:t>hôtel qui nous accueillit et nous précéda jusqu</w:t>
      </w:r>
      <w:r w:rsidR="00766774">
        <w:t>’</w:t>
      </w:r>
      <w:r w:rsidRPr="00115F49">
        <w:t>à la table qu</w:t>
      </w:r>
      <w:r w:rsidR="00766774">
        <w:t>’</w:t>
      </w:r>
      <w:r w:rsidRPr="00115F49">
        <w:t>avait désignée Langlois serrait si manifestement les fesses que notre sillage fut trouvé tout naturel et même légèrement admiratif</w:t>
      </w:r>
      <w:r w:rsidR="00766774">
        <w:t xml:space="preserve">. </w:t>
      </w:r>
      <w:r w:rsidRPr="00115F49">
        <w:t>Et il y avait là-dedans des femmes dont</w:t>
      </w:r>
      <w:r w:rsidR="00766774">
        <w:t xml:space="preserve">, </w:t>
      </w:r>
      <w:r w:rsidRPr="00115F49">
        <w:t xml:space="preserve">même au temps de ma </w:t>
      </w:r>
      <w:r w:rsidR="00766774">
        <w:t>« </w:t>
      </w:r>
      <w:r w:rsidRPr="00115F49">
        <w:rPr>
          <w:i/>
          <w:iCs/>
        </w:rPr>
        <w:t>fière beauté</w:t>
      </w:r>
      <w:r w:rsidR="00766774">
        <w:rPr>
          <w:i/>
          <w:iCs/>
        </w:rPr>
        <w:t xml:space="preserve"> », </w:t>
      </w:r>
      <w:r w:rsidRPr="00115F49">
        <w:t>j</w:t>
      </w:r>
      <w:r w:rsidR="00766774">
        <w:t>’</w:t>
      </w:r>
      <w:r w:rsidRPr="00115F49">
        <w:t>aurais été vilainement envieuse</w:t>
      </w:r>
      <w:r w:rsidR="00766774">
        <w:t xml:space="preserve"> ; </w:t>
      </w:r>
      <w:r w:rsidRPr="00115F49">
        <w:t>et jalouse</w:t>
      </w:r>
      <w:r w:rsidR="00766774">
        <w:t>.</w:t>
      </w:r>
    </w:p>
    <w:p w14:paraId="41AEB793" w14:textId="77777777" w:rsidR="00766774" w:rsidRDefault="00115F49" w:rsidP="00115F49">
      <w:r w:rsidRPr="00115F49">
        <w:t>Ce fut coquet</w:t>
      </w:r>
      <w:r w:rsidR="00766774">
        <w:t xml:space="preserve"> : </w:t>
      </w:r>
      <w:r w:rsidRPr="00115F49">
        <w:t>Consommé à l</w:t>
      </w:r>
      <w:r w:rsidR="00766774">
        <w:t>’</w:t>
      </w:r>
      <w:r w:rsidRPr="00115F49">
        <w:t>ancienne</w:t>
      </w:r>
      <w:r w:rsidR="00766774">
        <w:t xml:space="preserve">, </w:t>
      </w:r>
      <w:r w:rsidRPr="00115F49">
        <w:t>Langouste à la Roscoff</w:t>
      </w:r>
      <w:r w:rsidR="00766774">
        <w:t xml:space="preserve">, </w:t>
      </w:r>
      <w:r w:rsidRPr="00115F49">
        <w:t>Cramouskis de volaille</w:t>
      </w:r>
      <w:r w:rsidR="00766774">
        <w:t xml:space="preserve">, </w:t>
      </w:r>
      <w:r w:rsidRPr="00115F49">
        <w:t>Poussins à la Giscours</w:t>
      </w:r>
      <w:r w:rsidR="00766774">
        <w:t xml:space="preserve">, </w:t>
      </w:r>
      <w:r w:rsidRPr="00115F49">
        <w:t>Alose grillée</w:t>
      </w:r>
      <w:r w:rsidR="00766774">
        <w:t xml:space="preserve">, </w:t>
      </w:r>
      <w:r w:rsidRPr="00115F49">
        <w:t>Meringues à la crème</w:t>
      </w:r>
      <w:r w:rsidR="00766774">
        <w:t xml:space="preserve">, </w:t>
      </w:r>
      <w:r w:rsidRPr="00115F49">
        <w:t>dessert</w:t>
      </w:r>
      <w:r w:rsidR="00766774">
        <w:t xml:space="preserve">, </w:t>
      </w:r>
      <w:r w:rsidRPr="00115F49">
        <w:t>champagne</w:t>
      </w:r>
      <w:r w:rsidR="00766774">
        <w:t>.</w:t>
      </w:r>
    </w:p>
    <w:p w14:paraId="66C56156" w14:textId="77777777" w:rsidR="00766774" w:rsidRDefault="00115F49" w:rsidP="00115F49">
      <w:r w:rsidRPr="00115F49">
        <w:t>Et cigare</w:t>
      </w:r>
      <w:r w:rsidR="00766774">
        <w:t>.</w:t>
      </w:r>
    </w:p>
    <w:p w14:paraId="3D33FF67" w14:textId="77777777" w:rsidR="00766774" w:rsidRDefault="00115F49" w:rsidP="00115F49">
      <w:r w:rsidRPr="00115F49">
        <w:t>Je m</w:t>
      </w:r>
      <w:r w:rsidR="00766774">
        <w:t>’</w:t>
      </w:r>
      <w:r w:rsidRPr="00115F49">
        <w:t>en serais bien envoyé un</w:t>
      </w:r>
      <w:r w:rsidR="00766774">
        <w:t xml:space="preserve">. </w:t>
      </w:r>
      <w:r w:rsidRPr="00115F49">
        <w:t>Pas du tout un de ces crapulos dont je me faisais tourner le cœur dans les coulisses</w:t>
      </w:r>
      <w:r w:rsidR="00766774">
        <w:t xml:space="preserve">. </w:t>
      </w:r>
      <w:r w:rsidRPr="00115F49">
        <w:t>Non</w:t>
      </w:r>
      <w:r w:rsidR="00766774">
        <w:t xml:space="preserve">, </w:t>
      </w:r>
      <w:r w:rsidRPr="00115F49">
        <w:t>je me serais bien envoyé un cigare d</w:t>
      </w:r>
      <w:r w:rsidR="00766774">
        <w:t>’</w:t>
      </w:r>
      <w:r w:rsidRPr="00115F49">
        <w:t>honneur</w:t>
      </w:r>
      <w:r w:rsidR="00766774">
        <w:t xml:space="preserve">, </w:t>
      </w:r>
      <w:r w:rsidRPr="00115F49">
        <w:lastRenderedPageBreak/>
        <w:t>bien paisiblement</w:t>
      </w:r>
      <w:r w:rsidR="00766774">
        <w:t xml:space="preserve">, </w:t>
      </w:r>
      <w:r w:rsidRPr="00115F49">
        <w:t>là</w:t>
      </w:r>
      <w:r w:rsidR="00766774">
        <w:t xml:space="preserve">, </w:t>
      </w:r>
      <w:r w:rsidRPr="00115F49">
        <w:t>comme un bon rot espagnol</w:t>
      </w:r>
      <w:r w:rsidR="00766774">
        <w:t xml:space="preserve">, </w:t>
      </w:r>
      <w:r w:rsidRPr="00115F49">
        <w:t>au milieu de toutes ces pignocheuses</w:t>
      </w:r>
      <w:r w:rsidR="00766774">
        <w:t xml:space="preserve">. </w:t>
      </w:r>
      <w:r w:rsidRPr="00115F49">
        <w:t>Je pris bien garde de n</w:t>
      </w:r>
      <w:r w:rsidR="00766774">
        <w:t>’</w:t>
      </w:r>
      <w:r w:rsidRPr="00115F49">
        <w:t>en pas parler</w:t>
      </w:r>
      <w:r w:rsidR="00766774">
        <w:t xml:space="preserve">. </w:t>
      </w:r>
      <w:r w:rsidRPr="00115F49">
        <w:t>Il m</w:t>
      </w:r>
      <w:r w:rsidR="00766774">
        <w:t>’</w:t>
      </w:r>
      <w:r w:rsidRPr="00115F49">
        <w:t>y aurait poussée</w:t>
      </w:r>
      <w:r w:rsidR="00766774">
        <w:t xml:space="preserve">. </w:t>
      </w:r>
      <w:r w:rsidRPr="00115F49">
        <w:t>Et je l</w:t>
      </w:r>
      <w:r w:rsidR="00766774">
        <w:t>’</w:t>
      </w:r>
      <w:r w:rsidRPr="00115F49">
        <w:t>aurais fait</w:t>
      </w:r>
      <w:r w:rsidR="00766774">
        <w:t>.</w:t>
      </w:r>
    </w:p>
    <w:p w14:paraId="0ED9E01F" w14:textId="77777777" w:rsidR="00766774" w:rsidRDefault="00766774" w:rsidP="00115F49">
      <w:r>
        <w:t>— </w:t>
      </w:r>
      <w:r w:rsidR="00115F49" w:rsidRPr="00115F49">
        <w:t>Tu fumes le cigare</w:t>
      </w:r>
      <w:r>
        <w:t xml:space="preserve"> ? </w:t>
      </w:r>
      <w:r w:rsidR="00115F49" w:rsidRPr="00115F49">
        <w:t>lui dis-je</w:t>
      </w:r>
      <w:r>
        <w:t>.</w:t>
      </w:r>
    </w:p>
    <w:p w14:paraId="5777C699" w14:textId="77777777" w:rsidR="00766774" w:rsidRDefault="00766774" w:rsidP="00115F49">
      <w:r>
        <w:t>— </w:t>
      </w:r>
      <w:r w:rsidR="00115F49" w:rsidRPr="00115F49">
        <w:t>Oui</w:t>
      </w:r>
      <w:r>
        <w:t xml:space="preserve">, </w:t>
      </w:r>
      <w:r w:rsidR="00115F49" w:rsidRPr="00115F49">
        <w:t>dit-il</w:t>
      </w:r>
      <w:r>
        <w:t xml:space="preserve">. </w:t>
      </w:r>
      <w:r w:rsidR="00115F49" w:rsidRPr="00115F49">
        <w:t>Ça permet beaucoup plus de choses que la pipe</w:t>
      </w:r>
      <w:r>
        <w:t xml:space="preserve">. </w:t>
      </w:r>
      <w:r w:rsidR="00115F49" w:rsidRPr="00115F49">
        <w:t>Je m</w:t>
      </w:r>
      <w:r>
        <w:t>’</w:t>
      </w:r>
      <w:r w:rsidR="00115F49" w:rsidRPr="00115F49">
        <w:t>en remonterai quatre ou cinq boîtes</w:t>
      </w:r>
      <w:r>
        <w:t>.</w:t>
      </w:r>
    </w:p>
    <w:p w14:paraId="290AC469" w14:textId="77777777" w:rsidR="00766774" w:rsidRDefault="00115F49" w:rsidP="00115F49">
      <w:r w:rsidRPr="00115F49">
        <w:t>Un peu plus tard</w:t>
      </w:r>
      <w:r w:rsidR="00766774">
        <w:t xml:space="preserve"> (</w:t>
      </w:r>
      <w:r w:rsidRPr="00115F49">
        <w:t>nous étions sur le point de partir</w:t>
      </w:r>
      <w:r w:rsidR="00766774">
        <w:t xml:space="preserve">), </w:t>
      </w:r>
      <w:r w:rsidRPr="00115F49">
        <w:t>je lui dis</w:t>
      </w:r>
      <w:r w:rsidR="00766774">
        <w:t xml:space="preserve">, </w:t>
      </w:r>
      <w:r w:rsidRPr="00115F49">
        <w:t>lui montrant du coin de l</w:t>
      </w:r>
      <w:r w:rsidR="00766774">
        <w:t>’</w:t>
      </w:r>
      <w:r w:rsidRPr="00115F49">
        <w:t>œil les soupeuses en plumes d</w:t>
      </w:r>
      <w:r w:rsidR="00766774">
        <w:t>’</w:t>
      </w:r>
      <w:r w:rsidRPr="00115F49">
        <w:t>autruche</w:t>
      </w:r>
      <w:r w:rsidR="00766774">
        <w:t> :</w:t>
      </w:r>
    </w:p>
    <w:p w14:paraId="1D1DA80B" w14:textId="77777777" w:rsidR="00766774" w:rsidRDefault="00766774" w:rsidP="00115F49">
      <w:r>
        <w:t>— </w:t>
      </w:r>
      <w:r w:rsidR="00115F49" w:rsidRPr="00115F49">
        <w:t>Tu n</w:t>
      </w:r>
      <w:r>
        <w:t>’</w:t>
      </w:r>
      <w:r w:rsidR="00115F49" w:rsidRPr="00115F49">
        <w:t>aurais qu</w:t>
      </w:r>
      <w:r>
        <w:t>’</w:t>
      </w:r>
      <w:r w:rsidR="00115F49" w:rsidRPr="00115F49">
        <w:t>à choisir</w:t>
      </w:r>
      <w:r>
        <w:t xml:space="preserve">, </w:t>
      </w:r>
      <w:r w:rsidR="00115F49" w:rsidRPr="00115F49">
        <w:t>tu sais</w:t>
      </w:r>
      <w:r>
        <w:t>…</w:t>
      </w:r>
    </w:p>
    <w:p w14:paraId="15C474CE" w14:textId="77777777" w:rsidR="00766774" w:rsidRDefault="00766774" w:rsidP="00115F49">
      <w:r>
        <w:t>— </w:t>
      </w:r>
      <w:r w:rsidR="00115F49" w:rsidRPr="00115F49">
        <w:t>Elles seraient trop étonnées</w:t>
      </w:r>
      <w:r>
        <w:t xml:space="preserve">, </w:t>
      </w:r>
      <w:r w:rsidR="00115F49" w:rsidRPr="00115F49">
        <w:t>me répondit-il</w:t>
      </w:r>
      <w:r>
        <w:t>.</w:t>
      </w:r>
    </w:p>
    <w:p w14:paraId="2CC1CF44" w14:textId="77777777" w:rsidR="00766774" w:rsidRDefault="00115F49" w:rsidP="00115F49">
      <w:r w:rsidRPr="00115F49">
        <w:t>Mais</w:t>
      </w:r>
      <w:r w:rsidR="00766774">
        <w:t xml:space="preserve">, </w:t>
      </w:r>
      <w:r w:rsidRPr="00115F49">
        <w:t>dans les rues désertes qui nous ramenaient à l</w:t>
      </w:r>
      <w:r w:rsidR="00766774">
        <w:t>’</w:t>
      </w:r>
      <w:r w:rsidRPr="00115F49">
        <w:t>hôtel</w:t>
      </w:r>
      <w:r w:rsidR="00766774">
        <w:t xml:space="preserve">, </w:t>
      </w:r>
      <w:r w:rsidRPr="00115F49">
        <w:t>champagne ou ma vieille vie qui me remontait à la gorge</w:t>
      </w:r>
      <w:r w:rsidR="00766774">
        <w:t xml:space="preserve">, </w:t>
      </w:r>
      <w:r w:rsidRPr="00115F49">
        <w:t>je lui demandai</w:t>
      </w:r>
      <w:r w:rsidR="00766774">
        <w:t> :</w:t>
      </w:r>
    </w:p>
    <w:p w14:paraId="223921AC" w14:textId="77777777" w:rsidR="00766774" w:rsidRDefault="00766774" w:rsidP="00115F49">
      <w:r>
        <w:t>— </w:t>
      </w:r>
      <w:r w:rsidR="00115F49" w:rsidRPr="00115F49">
        <w:t>Étonnées de quoi</w:t>
      </w:r>
      <w:r>
        <w:t> ?</w:t>
      </w:r>
    </w:p>
    <w:p w14:paraId="04CD7F48" w14:textId="77777777" w:rsidR="00766774" w:rsidRDefault="00766774" w:rsidP="00115F49">
      <w:r>
        <w:t>— </w:t>
      </w:r>
      <w:r w:rsidR="00115F49" w:rsidRPr="00115F49">
        <w:t>De mes scrupules</w:t>
      </w:r>
      <w:r>
        <w:t xml:space="preserve">, </w:t>
      </w:r>
      <w:r w:rsidR="00115F49" w:rsidRPr="00115F49">
        <w:t>dit-il</w:t>
      </w:r>
      <w:r>
        <w:t>.</w:t>
      </w:r>
    </w:p>
    <w:p w14:paraId="5A989EAF" w14:textId="77777777" w:rsidR="00766774" w:rsidRDefault="00115F49" w:rsidP="00115F49">
      <w:r w:rsidRPr="00115F49">
        <w:t>Je ne dormis pas</w:t>
      </w:r>
      <w:r w:rsidR="00766774">
        <w:t xml:space="preserve">. </w:t>
      </w:r>
      <w:r w:rsidRPr="00115F49">
        <w:t>Je dressai mon plan de bataille et le matin me trouva sous les armes</w:t>
      </w:r>
      <w:r w:rsidR="00766774">
        <w:t xml:space="preserve">. </w:t>
      </w:r>
      <w:r w:rsidRPr="00115F49">
        <w:t>Je m</w:t>
      </w:r>
      <w:r w:rsidR="00766774">
        <w:t>’</w:t>
      </w:r>
      <w:r w:rsidRPr="00115F49">
        <w:t>étais dit que j</w:t>
      </w:r>
      <w:r w:rsidR="00766774">
        <w:t>’</w:t>
      </w:r>
      <w:r w:rsidRPr="00115F49">
        <w:t>avais d</w:t>
      </w:r>
      <w:r w:rsidR="00766774">
        <w:t>’</w:t>
      </w:r>
      <w:r w:rsidRPr="00115F49">
        <w:t>abord des idées</w:t>
      </w:r>
      <w:r w:rsidR="00766774">
        <w:t xml:space="preserve">, </w:t>
      </w:r>
      <w:r w:rsidRPr="00115F49">
        <w:t>ensuite des relations personnelles</w:t>
      </w:r>
      <w:r w:rsidR="00766774">
        <w:t>.</w:t>
      </w:r>
    </w:p>
    <w:p w14:paraId="2C0C7BE3" w14:textId="77777777" w:rsidR="00766774" w:rsidRDefault="00115F49" w:rsidP="00115F49">
      <w:r w:rsidRPr="00115F49">
        <w:t>Je consacrai ma matinée aux idées</w:t>
      </w:r>
      <w:r w:rsidR="00766774">
        <w:t xml:space="preserve">. </w:t>
      </w:r>
      <w:r w:rsidRPr="00115F49">
        <w:t>Mes idées étaient de tournailler un peu dans le quartier des étudiants et aussi dans les alentours du théâtre de la place Bayard</w:t>
      </w:r>
      <w:r w:rsidR="00766774">
        <w:t xml:space="preserve">. </w:t>
      </w:r>
      <w:r w:rsidRPr="00115F49">
        <w:t>Mais</w:t>
      </w:r>
      <w:r w:rsidR="00766774">
        <w:t xml:space="preserve">, </w:t>
      </w:r>
      <w:r w:rsidRPr="00115F49">
        <w:t>il n</w:t>
      </w:r>
      <w:r w:rsidR="00766774">
        <w:t>’</w:t>
      </w:r>
      <w:r w:rsidRPr="00115F49">
        <w:t>était pas encore onze heures que je compris que mes idées étaient mauvaises</w:t>
      </w:r>
      <w:r w:rsidR="00766774">
        <w:t>.</w:t>
      </w:r>
    </w:p>
    <w:p w14:paraId="75F984E9" w14:textId="77777777" w:rsidR="00766774" w:rsidRDefault="00115F49" w:rsidP="00115F49">
      <w:r w:rsidRPr="00115F49">
        <w:t xml:space="preserve">On ne pouvait pas me monter le coup au sujet des </w:t>
      </w:r>
      <w:r w:rsidR="00766774">
        <w:t>« </w:t>
      </w:r>
      <w:r w:rsidRPr="00115F49">
        <w:rPr>
          <w:i/>
          <w:iCs/>
        </w:rPr>
        <w:t>ménagères</w:t>
      </w:r>
      <w:r w:rsidR="00766774">
        <w:t> »</w:t>
      </w:r>
      <w:r w:rsidRPr="00115F49">
        <w:t xml:space="preserve"> que je rencontrais dans ces quartiers</w:t>
      </w:r>
      <w:r w:rsidR="00766774">
        <w:t xml:space="preserve">. </w:t>
      </w:r>
      <w:r w:rsidRPr="00115F49">
        <w:t>C</w:t>
      </w:r>
      <w:r w:rsidR="00766774">
        <w:t>’</w:t>
      </w:r>
      <w:r w:rsidRPr="00115F49">
        <w:t>était bien ce que je cherchais en</w:t>
      </w:r>
      <w:r w:rsidRPr="00115F49">
        <w:rPr>
          <w:i/>
          <w:iCs/>
        </w:rPr>
        <w:t xml:space="preserve"> substance </w:t>
      </w:r>
      <w:r w:rsidRPr="00115F49">
        <w:t xml:space="preserve">comme on dit au Palais et </w:t>
      </w:r>
      <w:r w:rsidRPr="00115F49">
        <w:lastRenderedPageBreak/>
        <w:t>même en belle gueule</w:t>
      </w:r>
      <w:r w:rsidR="00766774">
        <w:t xml:space="preserve">, </w:t>
      </w:r>
      <w:r w:rsidRPr="00115F49">
        <w:t>mais en esprit</w:t>
      </w:r>
      <w:r w:rsidR="00766774">
        <w:t xml:space="preserve">, </w:t>
      </w:r>
      <w:r w:rsidRPr="00115F49">
        <w:t>pas du tout</w:t>
      </w:r>
      <w:r w:rsidR="00766774">
        <w:t xml:space="preserve">. </w:t>
      </w:r>
      <w:r w:rsidRPr="00115F49">
        <w:t xml:space="preserve">Ça avait fréquenté </w:t>
      </w:r>
      <w:r w:rsidRPr="00115F49">
        <w:rPr>
          <w:i/>
          <w:iCs/>
        </w:rPr>
        <w:t>l</w:t>
      </w:r>
      <w:r w:rsidR="00766774">
        <w:rPr>
          <w:i/>
          <w:iCs/>
        </w:rPr>
        <w:t>’</w:t>
      </w:r>
      <w:r w:rsidRPr="00115F49">
        <w:rPr>
          <w:i/>
          <w:iCs/>
        </w:rPr>
        <w:t>intelligence</w:t>
      </w:r>
      <w:r w:rsidR="00766774">
        <w:rPr>
          <w:i/>
          <w:iCs/>
        </w:rPr>
        <w:t xml:space="preserve">, </w:t>
      </w:r>
      <w:r w:rsidRPr="00115F49">
        <w:t>vous pensez</w:t>
      </w:r>
      <w:r w:rsidR="00766774">
        <w:t xml:space="preserve"> ! </w:t>
      </w:r>
      <w:r w:rsidRPr="00115F49">
        <w:t>Ça ne se croyait pas rien</w:t>
      </w:r>
      <w:r w:rsidR="00766774">
        <w:t xml:space="preserve"> ! </w:t>
      </w:r>
      <w:r w:rsidRPr="00115F49">
        <w:t>Ça commencerait à comprendre la nature des choses à la première ceinture abdominale</w:t>
      </w:r>
      <w:r w:rsidR="00766774">
        <w:t xml:space="preserve"> ; </w:t>
      </w:r>
      <w:r w:rsidRPr="00115F49">
        <w:t>et nous n</w:t>
      </w:r>
      <w:r w:rsidR="00766774">
        <w:t>’</w:t>
      </w:r>
      <w:r w:rsidRPr="00115F49">
        <w:t>avions ni le temps d</w:t>
      </w:r>
      <w:r w:rsidR="00766774">
        <w:t>’</w:t>
      </w:r>
      <w:r w:rsidRPr="00115F49">
        <w:t>attendre jusque-là</w:t>
      </w:r>
      <w:r w:rsidR="00766774">
        <w:t xml:space="preserve">, </w:t>
      </w:r>
      <w:r w:rsidRPr="00115F49">
        <w:t>ni l</w:t>
      </w:r>
      <w:r w:rsidR="00766774">
        <w:t>’</w:t>
      </w:r>
      <w:r w:rsidRPr="00115F49">
        <w:t>envie d</w:t>
      </w:r>
      <w:r w:rsidR="00766774">
        <w:t>’</w:t>
      </w:r>
      <w:r w:rsidRPr="00115F49">
        <w:t>employer de la gelée de veau</w:t>
      </w:r>
      <w:r w:rsidR="00766774">
        <w:t xml:space="preserve">. </w:t>
      </w:r>
      <w:r w:rsidRPr="00115F49">
        <w:t>Un trait sur mes idées</w:t>
      </w:r>
      <w:r w:rsidR="00766774">
        <w:t>.</w:t>
      </w:r>
    </w:p>
    <w:p w14:paraId="006CC97F" w14:textId="77777777" w:rsidR="00766774" w:rsidRDefault="00115F49" w:rsidP="00115F49">
      <w:r w:rsidRPr="00115F49">
        <w:t>Restaient les relations personnelles</w:t>
      </w:r>
      <w:r w:rsidR="00766774">
        <w:t xml:space="preserve">. </w:t>
      </w:r>
      <w:r w:rsidRPr="00115F49">
        <w:t>Ça me gênait parce qu</w:t>
      </w:r>
      <w:r w:rsidR="00766774">
        <w:t>’</w:t>
      </w:r>
      <w:r w:rsidRPr="00115F49">
        <w:t>il fallait revoir des amies et raconter des histoires</w:t>
      </w:r>
      <w:r w:rsidR="00766774">
        <w:t xml:space="preserve">. </w:t>
      </w:r>
      <w:r w:rsidRPr="00115F49">
        <w:t>Mais</w:t>
      </w:r>
      <w:r w:rsidR="00766774">
        <w:t xml:space="preserve">, </w:t>
      </w:r>
      <w:r w:rsidRPr="00115F49">
        <w:t>là comme partout</w:t>
      </w:r>
      <w:r w:rsidR="00766774">
        <w:t xml:space="preserve">, </w:t>
      </w:r>
      <w:r w:rsidRPr="00115F49">
        <w:t>il faut ce qu</w:t>
      </w:r>
      <w:r w:rsidR="00766774">
        <w:t>’</w:t>
      </w:r>
      <w:r w:rsidRPr="00115F49">
        <w:t>il faut</w:t>
      </w:r>
      <w:r w:rsidR="00766774">
        <w:t xml:space="preserve">, </w:t>
      </w:r>
      <w:r w:rsidRPr="00115F49">
        <w:t>et à la guerre comme à la guerre</w:t>
      </w:r>
      <w:r w:rsidR="00766774">
        <w:t xml:space="preserve"> ; </w:t>
      </w:r>
      <w:r w:rsidRPr="00115F49">
        <w:t>aux grands maux les grands remèdes</w:t>
      </w:r>
      <w:r w:rsidR="00766774">
        <w:t xml:space="preserve">. </w:t>
      </w:r>
      <w:r w:rsidRPr="00115F49">
        <w:t>Je m</w:t>
      </w:r>
      <w:r w:rsidR="00766774">
        <w:t>’</w:t>
      </w:r>
      <w:r w:rsidRPr="00115F49">
        <w:t>en dis comme ça une bonne série avant de tirer le premier cordon de sonnette</w:t>
      </w:r>
      <w:r w:rsidR="00766774">
        <w:t>.</w:t>
      </w:r>
    </w:p>
    <w:p w14:paraId="687AC182" w14:textId="77777777" w:rsidR="00766774" w:rsidRDefault="00115F49" w:rsidP="00115F49">
      <w:r w:rsidRPr="00115F49">
        <w:t>Eh bien</w:t>
      </w:r>
      <w:r w:rsidR="00766774">
        <w:t xml:space="preserve">, </w:t>
      </w:r>
      <w:r w:rsidRPr="00115F49">
        <w:t>tout compte fait</w:t>
      </w:r>
      <w:r w:rsidR="00766774">
        <w:t xml:space="preserve">, </w:t>
      </w:r>
      <w:r w:rsidRPr="00115F49">
        <w:t>il n</w:t>
      </w:r>
      <w:r w:rsidR="00766774">
        <w:t>’</w:t>
      </w:r>
      <w:r w:rsidRPr="00115F49">
        <w:t>y a que le premier pas qui coûte</w:t>
      </w:r>
      <w:r w:rsidR="00766774">
        <w:t xml:space="preserve">. </w:t>
      </w:r>
      <w:r w:rsidRPr="00115F49">
        <w:t>Ça ne me déplut pas cette tournée de la Grande-Duchesse</w:t>
      </w:r>
      <w:r w:rsidR="00766774">
        <w:t xml:space="preserve">. </w:t>
      </w:r>
      <w:r w:rsidRPr="00115F49">
        <w:t>Grenoble me faisait beaucoup moins peur que la veille</w:t>
      </w:r>
      <w:r w:rsidR="00766774">
        <w:t xml:space="preserve">. </w:t>
      </w:r>
      <w:r w:rsidRPr="00115F49">
        <w:t>La malice me revenait</w:t>
      </w:r>
      <w:r w:rsidR="00766774">
        <w:t xml:space="preserve">. </w:t>
      </w:r>
      <w:r w:rsidRPr="00115F49">
        <w:t>J</w:t>
      </w:r>
      <w:r w:rsidR="00766774">
        <w:t>’</w:t>
      </w:r>
      <w:r w:rsidRPr="00115F49">
        <w:t>en fus contente</w:t>
      </w:r>
      <w:r w:rsidR="00766774">
        <w:t xml:space="preserve">. </w:t>
      </w:r>
      <w:r w:rsidRPr="00115F49">
        <w:t>Je me dis</w:t>
      </w:r>
      <w:r w:rsidR="00766774">
        <w:t> : « </w:t>
      </w:r>
      <w:r w:rsidRPr="00115F49">
        <w:t>Tu seras à la hauteur de ta tâche</w:t>
      </w:r>
      <w:r w:rsidR="00766774">
        <w:t xml:space="preserve">. </w:t>
      </w:r>
      <w:r w:rsidRPr="00115F49">
        <w:t>Si l</w:t>
      </w:r>
      <w:r w:rsidR="00766774">
        <w:t>’</w:t>
      </w:r>
      <w:r w:rsidRPr="00115F49">
        <w:t>oiseau rare existe</w:t>
      </w:r>
      <w:r w:rsidR="00766774">
        <w:t xml:space="preserve">, </w:t>
      </w:r>
      <w:r w:rsidRPr="00115F49">
        <w:t>tu l</w:t>
      </w:r>
      <w:r w:rsidR="00766774">
        <w:t>’</w:t>
      </w:r>
      <w:r w:rsidRPr="00115F49">
        <w:t>auras</w:t>
      </w:r>
      <w:r w:rsidR="00766774">
        <w:t> ».</w:t>
      </w:r>
    </w:p>
    <w:p w14:paraId="485E9728" w14:textId="77777777" w:rsidR="00115F49" w:rsidRPr="00115F49" w:rsidRDefault="00115F49" w:rsidP="00115F49">
      <w:r w:rsidRPr="00115F49">
        <w:t>Je passe sur beaucoup de choses</w:t>
      </w:r>
      <w:r w:rsidR="00766774">
        <w:t xml:space="preserve">. </w:t>
      </w:r>
      <w:r w:rsidRPr="00115F49">
        <w:t>J</w:t>
      </w:r>
      <w:r w:rsidR="00766774">
        <w:t>’</w:t>
      </w:r>
      <w:r w:rsidRPr="00115F49">
        <w:t>ai bu au moins vingt cafés</w:t>
      </w:r>
      <w:r w:rsidR="00766774">
        <w:t xml:space="preserve"> ; </w:t>
      </w:r>
      <w:r w:rsidRPr="00115F49">
        <w:t>et de ceux qu</w:t>
      </w:r>
      <w:r w:rsidR="00766774">
        <w:t>’</w:t>
      </w:r>
      <w:r w:rsidRPr="00115F49">
        <w:t>on sait faire chez nous</w:t>
      </w:r>
      <w:r w:rsidR="00766774">
        <w:t xml:space="preserve">. </w:t>
      </w:r>
      <w:r w:rsidRPr="00115F49">
        <w:t>Vers les quatre heures du soir j</w:t>
      </w:r>
      <w:r w:rsidR="00766774">
        <w:t>’</w:t>
      </w:r>
      <w:r w:rsidRPr="00115F49">
        <w:t>ai une adresse</w:t>
      </w:r>
      <w:r w:rsidR="00766774">
        <w:t xml:space="preserve"> ; </w:t>
      </w:r>
      <w:r w:rsidRPr="00115F49">
        <w:t>j</w:t>
      </w:r>
      <w:r w:rsidR="00766774">
        <w:t>’</w:t>
      </w:r>
      <w:r w:rsidRPr="00115F49">
        <w:t>y vais</w:t>
      </w:r>
      <w:r w:rsidR="00766774">
        <w:t xml:space="preserve">. </w:t>
      </w:r>
      <w:r w:rsidRPr="00115F49">
        <w:t>On m</w:t>
      </w:r>
      <w:r w:rsidR="00766774">
        <w:t>’</w:t>
      </w:r>
      <w:r w:rsidRPr="00115F49">
        <w:t>avait prévenue</w:t>
      </w:r>
      <w:r w:rsidR="00766774">
        <w:t> : « </w:t>
      </w:r>
      <w:r w:rsidRPr="00115F49">
        <w:t>Tu n</w:t>
      </w:r>
      <w:r w:rsidR="00766774">
        <w:t>’</w:t>
      </w:r>
      <w:r w:rsidRPr="00115F49">
        <w:t>as pas besoin de prendre des gants</w:t>
      </w:r>
      <w:r w:rsidR="00766774">
        <w:t>. »</w:t>
      </w:r>
    </w:p>
    <w:p w14:paraId="6FD9B34B" w14:textId="02CC1EE2" w:rsidR="003047D1" w:rsidRDefault="00115F49" w:rsidP="00115F49">
      <w:r w:rsidRPr="00115F49">
        <w:t>Je sonne</w:t>
      </w:r>
      <w:r w:rsidR="00766774">
        <w:t xml:space="preserve">. </w:t>
      </w:r>
      <w:r w:rsidRPr="00115F49">
        <w:t>On m</w:t>
      </w:r>
      <w:r w:rsidR="00766774">
        <w:t>’</w:t>
      </w:r>
      <w:r w:rsidRPr="00115F49">
        <w:t>ouvre</w:t>
      </w:r>
      <w:r w:rsidR="00766774">
        <w:t xml:space="preserve">. </w:t>
      </w:r>
      <w:r w:rsidRPr="00115F49">
        <w:t>Petite soubrette un peu dépitée de voir que c</w:t>
      </w:r>
      <w:r w:rsidR="00766774">
        <w:t>’</w:t>
      </w:r>
      <w:r w:rsidRPr="00115F49">
        <w:t>était une femme qui avait sonné</w:t>
      </w:r>
      <w:r w:rsidR="00766774">
        <w:t xml:space="preserve">. </w:t>
      </w:r>
      <w:r w:rsidRPr="00115F49">
        <w:t>Je me dis</w:t>
      </w:r>
      <w:r w:rsidR="00766774">
        <w:t> : « </w:t>
      </w:r>
      <w:r w:rsidRPr="00115F49">
        <w:t>Chômage et toi</w:t>
      </w:r>
      <w:r w:rsidR="00766774">
        <w:t xml:space="preserve">, </w:t>
      </w:r>
      <w:r w:rsidRPr="00115F49">
        <w:t>ma petite</w:t>
      </w:r>
      <w:r w:rsidR="00766774">
        <w:t xml:space="preserve">, </w:t>
      </w:r>
      <w:r w:rsidRPr="00115F49">
        <w:t>tu es à la journée</w:t>
      </w:r>
      <w:r w:rsidR="00766774">
        <w:t>. »</w:t>
      </w:r>
    </w:p>
    <w:p w14:paraId="0DC03551" w14:textId="37D32EF8" w:rsidR="003047D1" w:rsidRDefault="008A1371" w:rsidP="00115F49">
      <w:r>
        <w:t>— </w:t>
      </w:r>
      <w:r w:rsidR="00115F49" w:rsidRPr="00115F49">
        <w:t>Qui demandez-vous</w:t>
      </w:r>
      <w:r w:rsidR="00766774">
        <w:t> ?</w:t>
      </w:r>
    </w:p>
    <w:p w14:paraId="21CA1BA6" w14:textId="7698EE41" w:rsidR="003047D1" w:rsidRDefault="00115F49" w:rsidP="00115F49">
      <w:r w:rsidRPr="00115F49">
        <w:t>Je lui dis</w:t>
      </w:r>
      <w:r w:rsidR="00766774">
        <w:t> : « </w:t>
      </w:r>
      <w:r w:rsidRPr="00115F49">
        <w:t>Permets</w:t>
      </w:r>
      <w:r w:rsidR="00766774">
        <w:t> »</w:t>
      </w:r>
      <w:r w:rsidRPr="00115F49">
        <w:t xml:space="preserve"> et j</w:t>
      </w:r>
      <w:r w:rsidR="00766774">
        <w:t>’</w:t>
      </w:r>
      <w:r w:rsidRPr="00115F49">
        <w:t>entre</w:t>
      </w:r>
      <w:r w:rsidR="00766774">
        <w:t>.</w:t>
      </w:r>
    </w:p>
    <w:p w14:paraId="6193841F" w14:textId="3BBDACBF" w:rsidR="00766774" w:rsidRDefault="00115F49" w:rsidP="00115F49">
      <w:r w:rsidRPr="00115F49">
        <w:lastRenderedPageBreak/>
        <w:t>C</w:t>
      </w:r>
      <w:r w:rsidR="00766774">
        <w:t>’</w:t>
      </w:r>
      <w:r w:rsidRPr="00115F49">
        <w:t>était très propre et même charmant</w:t>
      </w:r>
      <w:r w:rsidR="00766774">
        <w:t xml:space="preserve">. </w:t>
      </w:r>
      <w:r w:rsidRPr="00115F49">
        <w:t>Et surtout</w:t>
      </w:r>
      <w:r w:rsidR="00766774">
        <w:t xml:space="preserve">, </w:t>
      </w:r>
      <w:r w:rsidRPr="00115F49">
        <w:t>par-ci par-là</w:t>
      </w:r>
      <w:r w:rsidR="00766774">
        <w:t xml:space="preserve">, </w:t>
      </w:r>
      <w:r w:rsidRPr="00115F49">
        <w:t>de petits bibelots à la praline</w:t>
      </w:r>
      <w:r w:rsidR="00766774">
        <w:t xml:space="preserve">. </w:t>
      </w:r>
      <w:r w:rsidRPr="00115F49">
        <w:t>Ça</w:t>
      </w:r>
      <w:r w:rsidR="00766774">
        <w:t xml:space="preserve">, </w:t>
      </w:r>
      <w:r w:rsidRPr="00115F49">
        <w:t>ça ne trompe pas</w:t>
      </w:r>
      <w:r w:rsidR="00766774">
        <w:t xml:space="preserve">. </w:t>
      </w:r>
      <w:r w:rsidRPr="00115F49">
        <w:t>Indications précises</w:t>
      </w:r>
      <w:r w:rsidR="00766774">
        <w:t xml:space="preserve">. </w:t>
      </w:r>
      <w:r w:rsidRPr="00115F49">
        <w:t>Surtout dans l</w:t>
      </w:r>
      <w:r w:rsidR="00766774">
        <w:t>’</w:t>
      </w:r>
      <w:r w:rsidRPr="00115F49">
        <w:t>état de finesse où j</w:t>
      </w:r>
      <w:r w:rsidR="00766774">
        <w:t>’</w:t>
      </w:r>
      <w:r w:rsidRPr="00115F49">
        <w:t>étais</w:t>
      </w:r>
      <w:r w:rsidR="00766774">
        <w:t>.</w:t>
      </w:r>
    </w:p>
    <w:p w14:paraId="73408AC6" w14:textId="77777777" w:rsidR="00115F49" w:rsidRPr="00115F49" w:rsidRDefault="00115F49" w:rsidP="00115F49">
      <w:r w:rsidRPr="00115F49">
        <w:t>Je vois la dame et</w:t>
      </w:r>
      <w:r w:rsidR="00766774">
        <w:t xml:space="preserve">, </w:t>
      </w:r>
      <w:r w:rsidRPr="00115F49">
        <w:t>pendant que je récitais le petit compliment préparatoire qui m</w:t>
      </w:r>
      <w:r w:rsidR="00766774">
        <w:t>’</w:t>
      </w:r>
      <w:r w:rsidRPr="00115F49">
        <w:t>amenait tout doucement vers le fauteuil</w:t>
      </w:r>
      <w:r w:rsidR="00766774">
        <w:t xml:space="preserve">, </w:t>
      </w:r>
      <w:r w:rsidRPr="00115F49">
        <w:t>je me dis</w:t>
      </w:r>
      <w:r w:rsidR="00766774">
        <w:t> : « </w:t>
      </w:r>
      <w:r w:rsidRPr="00115F49">
        <w:t>Ça sera celle-là ou personne</w:t>
      </w:r>
      <w:r w:rsidR="00766774">
        <w:t>. »</w:t>
      </w:r>
    </w:p>
    <w:p w14:paraId="0E18D541" w14:textId="77777777" w:rsidR="003047D1" w:rsidRDefault="00115F49" w:rsidP="00115F49">
      <w:r w:rsidRPr="00115F49">
        <w:t>On ne pouvait pas rêver mieux</w:t>
      </w:r>
      <w:r w:rsidR="00766774">
        <w:t>.</w:t>
      </w:r>
    </w:p>
    <w:p w14:paraId="69B9D3E3" w14:textId="63F92FC5" w:rsidR="00766774" w:rsidRDefault="00115F49" w:rsidP="00115F49">
      <w:r w:rsidRPr="00115F49">
        <w:t>Plus que présentable</w:t>
      </w:r>
      <w:r w:rsidR="00766774">
        <w:t xml:space="preserve"> : </w:t>
      </w:r>
      <w:r w:rsidRPr="00115F49">
        <w:t>un meuble</w:t>
      </w:r>
      <w:r w:rsidR="00766774">
        <w:t xml:space="preserve">. </w:t>
      </w:r>
      <w:r w:rsidRPr="00115F49">
        <w:t>Dix minutes de conversation</w:t>
      </w:r>
      <w:r w:rsidR="00766774">
        <w:t xml:space="preserve">, </w:t>
      </w:r>
      <w:r w:rsidRPr="00115F49">
        <w:t>et magnifique</w:t>
      </w:r>
      <w:r w:rsidR="00766774">
        <w:t xml:space="preserve"> : </w:t>
      </w:r>
      <w:r w:rsidRPr="00115F49">
        <w:t>on aurait pu en faire cadeau à un enfant</w:t>
      </w:r>
      <w:r w:rsidR="00766774">
        <w:t xml:space="preserve"> ! </w:t>
      </w:r>
      <w:r w:rsidRPr="00115F49">
        <w:t>Je pousse deux ou trois bottes pour voir si une parade instinctive ne va pas me montrer la vraie nature</w:t>
      </w:r>
      <w:r w:rsidR="003047D1">
        <w:t>.</w:t>
      </w:r>
      <w:r w:rsidRPr="00115F49">
        <w:t xml:space="preserve"> C</w:t>
      </w:r>
      <w:r w:rsidR="00766774">
        <w:t>’</w:t>
      </w:r>
      <w:r w:rsidRPr="00115F49">
        <w:t>était cette petite femme propre</w:t>
      </w:r>
      <w:r w:rsidR="00766774">
        <w:t xml:space="preserve">, </w:t>
      </w:r>
      <w:r w:rsidRPr="00115F49">
        <w:t>jolie et qui aurait sangloté si on l</w:t>
      </w:r>
      <w:r w:rsidR="00766774">
        <w:t>’</w:t>
      </w:r>
      <w:r w:rsidRPr="00115F49">
        <w:t>avait accusée d</w:t>
      </w:r>
      <w:r w:rsidR="00766774">
        <w:t>’</w:t>
      </w:r>
      <w:r w:rsidRPr="00115F49">
        <w:t>avoir inventé le fil à couper le beurre</w:t>
      </w:r>
      <w:r w:rsidR="00766774">
        <w:t xml:space="preserve">. </w:t>
      </w:r>
      <w:r w:rsidRPr="00115F49">
        <w:t>L</w:t>
      </w:r>
      <w:r w:rsidR="00766774">
        <w:t>’</w:t>
      </w:r>
      <w:r w:rsidRPr="00115F49">
        <w:t>âge</w:t>
      </w:r>
      <w:r w:rsidR="00766774">
        <w:t xml:space="preserve"> ? </w:t>
      </w:r>
      <w:r w:rsidRPr="00115F49">
        <w:t>Je m</w:t>
      </w:r>
      <w:r w:rsidR="00766774">
        <w:t>’</w:t>
      </w:r>
      <w:r w:rsidRPr="00115F49">
        <w:t>en rendais compte mais avant de partir je lui dis</w:t>
      </w:r>
      <w:r w:rsidR="00766774">
        <w:t> :</w:t>
      </w:r>
    </w:p>
    <w:p w14:paraId="19028AED" w14:textId="77777777" w:rsidR="00766774" w:rsidRDefault="00766774" w:rsidP="00115F49">
      <w:r>
        <w:t>— </w:t>
      </w:r>
      <w:r w:rsidR="00115F49" w:rsidRPr="00115F49">
        <w:t>Et comment vous appelez-vous</w:t>
      </w:r>
      <w:r>
        <w:t xml:space="preserve">, </w:t>
      </w:r>
      <w:r w:rsidR="00115F49" w:rsidRPr="00115F49">
        <w:t>mon enfant</w:t>
      </w:r>
      <w:r>
        <w:t> ?</w:t>
      </w:r>
    </w:p>
    <w:p w14:paraId="11986950" w14:textId="77777777" w:rsidR="00766774" w:rsidRDefault="00766774" w:rsidP="00115F49">
      <w:r>
        <w:t>— </w:t>
      </w:r>
      <w:r w:rsidR="00115F49" w:rsidRPr="00115F49">
        <w:t>Delphine</w:t>
      </w:r>
      <w:r>
        <w:t xml:space="preserve">, </w:t>
      </w:r>
      <w:r w:rsidR="00115F49" w:rsidRPr="00115F49">
        <w:t>me dit-elle</w:t>
      </w:r>
      <w:r>
        <w:t>.</w:t>
      </w:r>
    </w:p>
    <w:p w14:paraId="1F0CD2EB" w14:textId="77777777" w:rsidR="00766774" w:rsidRDefault="00115F49" w:rsidP="00115F49">
      <w:r w:rsidRPr="00115F49">
        <w:t>Je lui avais expliqué toute l</w:t>
      </w:r>
      <w:r w:rsidR="00766774">
        <w:t>’</w:t>
      </w:r>
      <w:r w:rsidRPr="00115F49">
        <w:t>affaire très honnêtement</w:t>
      </w:r>
      <w:r w:rsidR="00766774">
        <w:t xml:space="preserve">. </w:t>
      </w:r>
      <w:r w:rsidRPr="00115F49">
        <w:t>Elle m</w:t>
      </w:r>
      <w:r w:rsidR="00766774">
        <w:t>’</w:t>
      </w:r>
      <w:r w:rsidRPr="00115F49">
        <w:t>avait même demandé</w:t>
      </w:r>
      <w:r w:rsidR="00766774">
        <w:t>.</w:t>
      </w:r>
    </w:p>
    <w:p w14:paraId="4A044555" w14:textId="77777777" w:rsidR="00766774" w:rsidRDefault="00766774" w:rsidP="00115F49">
      <w:r>
        <w:t>— </w:t>
      </w:r>
      <w:r w:rsidR="00115F49" w:rsidRPr="00115F49">
        <w:t>Mais</w:t>
      </w:r>
      <w:r>
        <w:t xml:space="preserve">, </w:t>
      </w:r>
      <w:r w:rsidR="00115F49" w:rsidRPr="00115F49">
        <w:t>pourquoi moi</w:t>
      </w:r>
      <w:r>
        <w:t> ?</w:t>
      </w:r>
    </w:p>
    <w:p w14:paraId="20E49E0E" w14:textId="77777777" w:rsidR="00766774" w:rsidRDefault="00115F49" w:rsidP="00115F49">
      <w:r w:rsidRPr="00115F49">
        <w:t>Je lui dis qu</w:t>
      </w:r>
      <w:r w:rsidR="00766774">
        <w:t>’</w:t>
      </w:r>
      <w:r w:rsidRPr="00115F49">
        <w:t>on nous l</w:t>
      </w:r>
      <w:r w:rsidR="00766774">
        <w:t>’</w:t>
      </w:r>
      <w:r w:rsidRPr="00115F49">
        <w:t>avait beaucoup recommandée</w:t>
      </w:r>
      <w:r w:rsidR="00766774">
        <w:t xml:space="preserve"> ; </w:t>
      </w:r>
      <w:r w:rsidRPr="00115F49">
        <w:t>que le passé était le passé</w:t>
      </w:r>
      <w:r w:rsidR="00766774">
        <w:t xml:space="preserve">, </w:t>
      </w:r>
      <w:r w:rsidRPr="00115F49">
        <w:t>étant à bon entendeur salut</w:t>
      </w:r>
      <w:r w:rsidR="00766774">
        <w:t xml:space="preserve"> (</w:t>
      </w:r>
      <w:r w:rsidRPr="00115F49">
        <w:t>c</w:t>
      </w:r>
      <w:r w:rsidR="00766774">
        <w:t>’</w:t>
      </w:r>
      <w:r w:rsidRPr="00115F49">
        <w:t>était ma journée de proverbes</w:t>
      </w:r>
      <w:r w:rsidR="00766774">
        <w:t>).</w:t>
      </w:r>
    </w:p>
    <w:p w14:paraId="7D904032" w14:textId="77777777" w:rsidR="00766774" w:rsidRDefault="00766774" w:rsidP="00115F49">
      <w:r>
        <w:t>— </w:t>
      </w:r>
      <w:r w:rsidR="00115F49" w:rsidRPr="00115F49">
        <w:t>Il faut pourtant qu</w:t>
      </w:r>
      <w:r>
        <w:t>’</w:t>
      </w:r>
      <w:r w:rsidR="00115F49" w:rsidRPr="00115F49">
        <w:t>il me voie</w:t>
      </w:r>
      <w:r>
        <w:t xml:space="preserve">, </w:t>
      </w:r>
      <w:r w:rsidR="00115F49" w:rsidRPr="00115F49">
        <w:t>dit-elle</w:t>
      </w:r>
      <w:r>
        <w:t xml:space="preserve"> (</w:t>
      </w:r>
      <w:r w:rsidR="00115F49" w:rsidRPr="00115F49">
        <w:t>son esprit allait jusque-là cependant</w:t>
      </w:r>
      <w:r>
        <w:t>).</w:t>
      </w:r>
    </w:p>
    <w:p w14:paraId="21FBB873" w14:textId="77777777" w:rsidR="00766774" w:rsidRDefault="00115F49" w:rsidP="00115F49">
      <w:r w:rsidRPr="00115F49">
        <w:lastRenderedPageBreak/>
        <w:t>J</w:t>
      </w:r>
      <w:r w:rsidR="00766774">
        <w:t>’</w:t>
      </w:r>
      <w:r w:rsidRPr="00115F49">
        <w:t>abondai naturellement dans son sens et je lui dis que le Monsieur viendrait demain à trois heures de l</w:t>
      </w:r>
      <w:r w:rsidR="00766774">
        <w:t>’</w:t>
      </w:r>
      <w:r w:rsidRPr="00115F49">
        <w:t>après-midi</w:t>
      </w:r>
      <w:r w:rsidR="00766774">
        <w:t xml:space="preserve">. </w:t>
      </w:r>
      <w:r w:rsidRPr="00115F49">
        <w:t>Sur le seuil de la porte je ne pus m</w:t>
      </w:r>
      <w:r w:rsidR="00766774">
        <w:t>’</w:t>
      </w:r>
      <w:r w:rsidRPr="00115F49">
        <w:t>empêcher d</w:t>
      </w:r>
      <w:r w:rsidR="00766774">
        <w:t>’</w:t>
      </w:r>
      <w:r w:rsidRPr="00115F49">
        <w:t>ajouter</w:t>
      </w:r>
      <w:r w:rsidR="00766774">
        <w:t> :</w:t>
      </w:r>
    </w:p>
    <w:p w14:paraId="50DFD809" w14:textId="77777777" w:rsidR="00766774" w:rsidRDefault="00766774" w:rsidP="00115F49">
      <w:r>
        <w:t>— </w:t>
      </w:r>
      <w:r w:rsidR="00115F49" w:rsidRPr="00115F49">
        <w:t>Faites donc mettre un tablier blanc à cette petite</w:t>
      </w:r>
      <w:r>
        <w:t xml:space="preserve">, </w:t>
      </w:r>
      <w:r w:rsidR="00115F49" w:rsidRPr="00115F49">
        <w:t>mon enfant</w:t>
      </w:r>
      <w:r>
        <w:t>.</w:t>
      </w:r>
    </w:p>
    <w:p w14:paraId="366FBD51" w14:textId="77777777" w:rsidR="00766774" w:rsidRDefault="00115F49" w:rsidP="00115F49">
      <w:r w:rsidRPr="00115F49">
        <w:t>Non pas que le tablier de la bonne soit sale</w:t>
      </w:r>
      <w:r w:rsidR="00766774">
        <w:t xml:space="preserve">, </w:t>
      </w:r>
      <w:r w:rsidRPr="00115F49">
        <w:t>au contraire</w:t>
      </w:r>
      <w:r w:rsidR="00766774">
        <w:t xml:space="preserve"> : </w:t>
      </w:r>
      <w:r w:rsidRPr="00115F49">
        <w:t>on ne pouvait rien reprocher au tablier de la bonne mais</w:t>
      </w:r>
      <w:r w:rsidR="00766774">
        <w:t xml:space="preserve">, </w:t>
      </w:r>
      <w:r w:rsidRPr="00115F49">
        <w:t>parce qu</w:t>
      </w:r>
      <w:r w:rsidR="00766774">
        <w:t>’</w:t>
      </w:r>
      <w:r w:rsidRPr="00115F49">
        <w:t>à partir de ce moment-là</w:t>
      </w:r>
      <w:r w:rsidR="00766774">
        <w:t xml:space="preserve">, </w:t>
      </w:r>
      <w:r w:rsidRPr="00115F49">
        <w:t>j</w:t>
      </w:r>
      <w:r w:rsidR="00766774">
        <w:t>’</w:t>
      </w:r>
      <w:r w:rsidRPr="00115F49">
        <w:t>ai toujours eu quelque chose à reprocher à tout le monde</w:t>
      </w:r>
      <w:r w:rsidR="00766774">
        <w:t>.</w:t>
      </w:r>
    </w:p>
    <w:p w14:paraId="77BEA36A" w14:textId="77777777" w:rsidR="00766774" w:rsidRDefault="00115F49" w:rsidP="00115F49">
      <w:r w:rsidRPr="00115F49">
        <w:t>Le lendemain matin</w:t>
      </w:r>
      <w:r w:rsidR="00766774">
        <w:t xml:space="preserve">, </w:t>
      </w:r>
      <w:r w:rsidRPr="00115F49">
        <w:t>Langlois tape à la porte</w:t>
      </w:r>
      <w:r w:rsidR="00766774">
        <w:t xml:space="preserve">. </w:t>
      </w:r>
      <w:r w:rsidRPr="00115F49">
        <w:t>Il était sept heures</w:t>
      </w:r>
      <w:r w:rsidR="00766774">
        <w:t>.</w:t>
      </w:r>
    </w:p>
    <w:p w14:paraId="6790154A" w14:textId="77777777" w:rsidR="00766774" w:rsidRDefault="00766774" w:rsidP="00115F49">
      <w:r>
        <w:t>— </w:t>
      </w:r>
      <w:r w:rsidR="00115F49" w:rsidRPr="00115F49">
        <w:t>On peut entrer</w:t>
      </w:r>
      <w:r>
        <w:t xml:space="preserve"> ? </w:t>
      </w:r>
      <w:r w:rsidR="00115F49" w:rsidRPr="00115F49">
        <w:t>dit-il</w:t>
      </w:r>
      <w:r>
        <w:t>.</w:t>
      </w:r>
    </w:p>
    <w:p w14:paraId="1D8D946C" w14:textId="77777777" w:rsidR="00766774" w:rsidRDefault="00766774" w:rsidP="00115F49">
      <w:r>
        <w:t>— </w:t>
      </w:r>
      <w:r w:rsidR="00115F49" w:rsidRPr="00115F49">
        <w:t>Si ça ne te fait rien de me voir au lit</w:t>
      </w:r>
      <w:r>
        <w:t>. (</w:t>
      </w:r>
      <w:r w:rsidR="00115F49" w:rsidRPr="00115F49">
        <w:t>Tout m</w:t>
      </w:r>
      <w:r>
        <w:t>’</w:t>
      </w:r>
      <w:r w:rsidR="00115F49" w:rsidRPr="00115F49">
        <w:t>était égal</w:t>
      </w:r>
      <w:r>
        <w:t>.)</w:t>
      </w:r>
    </w:p>
    <w:p w14:paraId="5B83B339" w14:textId="77777777" w:rsidR="00766774" w:rsidRDefault="00115F49" w:rsidP="00115F49">
      <w:r w:rsidRPr="00115F49">
        <w:t>Il entre</w:t>
      </w:r>
      <w:r w:rsidR="00766774">
        <w:t>.</w:t>
      </w:r>
    </w:p>
    <w:p w14:paraId="667F7031" w14:textId="77777777" w:rsidR="00766774" w:rsidRDefault="00766774" w:rsidP="00115F49">
      <w:r>
        <w:t>— </w:t>
      </w:r>
      <w:r w:rsidR="00115F49" w:rsidRPr="00115F49">
        <w:t>J</w:t>
      </w:r>
      <w:r>
        <w:t>’</w:t>
      </w:r>
      <w:r w:rsidR="00115F49" w:rsidRPr="00115F49">
        <w:t>ai retenu ta place à la voiture publique</w:t>
      </w:r>
      <w:r>
        <w:t xml:space="preserve">, </w:t>
      </w:r>
      <w:r w:rsidR="00115F49" w:rsidRPr="00115F49">
        <w:t>dit-il</w:t>
      </w:r>
      <w:r>
        <w:t xml:space="preserve">. </w:t>
      </w:r>
      <w:r w:rsidR="00115F49" w:rsidRPr="00115F49">
        <w:t>Elle part à onze heures</w:t>
      </w:r>
      <w:r>
        <w:t>.</w:t>
      </w:r>
    </w:p>
    <w:p w14:paraId="41FFE383" w14:textId="77777777" w:rsidR="00766774" w:rsidRDefault="00115F49" w:rsidP="00115F49">
      <w:r w:rsidRPr="00115F49">
        <w:t>J</w:t>
      </w:r>
      <w:r w:rsidR="00766774">
        <w:t>’</w:t>
      </w:r>
      <w:r w:rsidRPr="00115F49">
        <w:t>avais le souffle coupé</w:t>
      </w:r>
      <w:r w:rsidR="00766774">
        <w:t xml:space="preserve">, </w:t>
      </w:r>
      <w:r w:rsidRPr="00115F49">
        <w:t>ce qui lui permit de poursuivre</w:t>
      </w:r>
      <w:r w:rsidR="00766774">
        <w:t> :</w:t>
      </w:r>
    </w:p>
    <w:p w14:paraId="10C7FF05" w14:textId="77777777" w:rsidR="00766774" w:rsidRDefault="00766774" w:rsidP="00115F49">
      <w:r>
        <w:t>— </w:t>
      </w:r>
      <w:r w:rsidR="00115F49" w:rsidRPr="00115F49">
        <w:t>Occupe-toi du</w:t>
      </w:r>
      <w:r w:rsidR="00115F49" w:rsidRPr="00115F49">
        <w:rPr>
          <w:i/>
          <w:iCs/>
        </w:rPr>
        <w:t xml:space="preserve"> Bongalove</w:t>
      </w:r>
      <w:r>
        <w:rPr>
          <w:i/>
          <w:iCs/>
        </w:rPr>
        <w:t xml:space="preserve">, </w:t>
      </w:r>
      <w:r w:rsidR="00115F49" w:rsidRPr="00115F49">
        <w:t>dit-il</w:t>
      </w:r>
      <w:r>
        <w:t xml:space="preserve">. </w:t>
      </w:r>
      <w:r w:rsidR="00115F49" w:rsidRPr="00115F49">
        <w:t>Les murs sont secs</w:t>
      </w:r>
      <w:r>
        <w:t xml:space="preserve"> ; </w:t>
      </w:r>
      <w:r w:rsidR="00115F49" w:rsidRPr="00115F49">
        <w:t>ce qui reste à faire peut être fini en cinq jours</w:t>
      </w:r>
      <w:r>
        <w:t xml:space="preserve">. </w:t>
      </w:r>
      <w:r w:rsidR="00115F49" w:rsidRPr="00115F49">
        <w:t>Nous arriverons d</w:t>
      </w:r>
      <w:r>
        <w:t>’</w:t>
      </w:r>
      <w:r w:rsidR="00115F49" w:rsidRPr="00115F49">
        <w:t>aujourd</w:t>
      </w:r>
      <w:r>
        <w:t>’</w:t>
      </w:r>
      <w:r w:rsidR="00115F49" w:rsidRPr="00115F49">
        <w:t>hui en huit</w:t>
      </w:r>
      <w:r>
        <w:t>.</w:t>
      </w:r>
    </w:p>
    <w:p w14:paraId="638F21E7" w14:textId="77777777" w:rsidR="00766774" w:rsidRDefault="00766774" w:rsidP="00115F49">
      <w:r>
        <w:t>— </w:t>
      </w:r>
      <w:r w:rsidR="00115F49" w:rsidRPr="00115F49">
        <w:t>Mais</w:t>
      </w:r>
      <w:r>
        <w:t xml:space="preserve">, </w:t>
      </w:r>
      <w:r w:rsidR="00115F49" w:rsidRPr="00115F49">
        <w:t>dis-je</w:t>
      </w:r>
      <w:r>
        <w:t xml:space="preserve">, </w:t>
      </w:r>
      <w:r w:rsidR="00115F49" w:rsidRPr="00115F49">
        <w:t>si elle ne faisait pas l</w:t>
      </w:r>
      <w:r>
        <w:t>’</w:t>
      </w:r>
      <w:r w:rsidR="00115F49" w:rsidRPr="00115F49">
        <w:t>affaire</w:t>
      </w:r>
      <w:r>
        <w:t> ?</w:t>
      </w:r>
    </w:p>
    <w:p w14:paraId="051498E0" w14:textId="77777777" w:rsidR="00766774" w:rsidRDefault="00766774" w:rsidP="00115F49">
      <w:r>
        <w:t>— </w:t>
      </w:r>
      <w:r w:rsidR="00115F49" w:rsidRPr="00115F49">
        <w:t>Elle fera l</w:t>
      </w:r>
      <w:r>
        <w:t>’</w:t>
      </w:r>
      <w:r w:rsidR="00115F49" w:rsidRPr="00115F49">
        <w:t>affaire</w:t>
      </w:r>
      <w:r>
        <w:t xml:space="preserve">, </w:t>
      </w:r>
      <w:r w:rsidR="00115F49" w:rsidRPr="00115F49">
        <w:t>dit-il</w:t>
      </w:r>
      <w:r>
        <w:t>.</w:t>
      </w:r>
    </w:p>
    <w:p w14:paraId="023989D1" w14:textId="77777777" w:rsidR="00766774" w:rsidRDefault="00115F49" w:rsidP="00115F49">
      <w:r w:rsidRPr="00115F49">
        <w:t>Il m</w:t>
      </w:r>
      <w:r w:rsidR="00766774">
        <w:t>’</w:t>
      </w:r>
      <w:r w:rsidRPr="00115F49">
        <w:t>accompagna jusqu</w:t>
      </w:r>
      <w:r w:rsidR="00766774">
        <w:t>’</w:t>
      </w:r>
      <w:r w:rsidRPr="00115F49">
        <w:t>à la voiture</w:t>
      </w:r>
      <w:r w:rsidR="00766774">
        <w:t xml:space="preserve">. </w:t>
      </w:r>
      <w:r w:rsidRPr="00115F49">
        <w:t>Il avait retenu un coin</w:t>
      </w:r>
      <w:r w:rsidR="00766774">
        <w:t xml:space="preserve">. </w:t>
      </w:r>
      <w:r w:rsidRPr="00115F49">
        <w:t>Il me fit placer</w:t>
      </w:r>
      <w:r w:rsidR="00766774">
        <w:t>.</w:t>
      </w:r>
    </w:p>
    <w:p w14:paraId="7468D27E" w14:textId="77777777" w:rsidR="00766774" w:rsidRDefault="00766774" w:rsidP="00115F49">
      <w:r>
        <w:t>— </w:t>
      </w:r>
      <w:r w:rsidR="00115F49" w:rsidRPr="00115F49">
        <w:t>Ne reste pas là</w:t>
      </w:r>
      <w:r>
        <w:t xml:space="preserve">, </w:t>
      </w:r>
      <w:r w:rsidR="00115F49" w:rsidRPr="00115F49">
        <w:t>lui dis-je</w:t>
      </w:r>
      <w:r>
        <w:t>.</w:t>
      </w:r>
    </w:p>
    <w:p w14:paraId="7460151F" w14:textId="77777777" w:rsidR="00766774" w:rsidRDefault="00766774" w:rsidP="00115F49">
      <w:r>
        <w:lastRenderedPageBreak/>
        <w:t>— </w:t>
      </w:r>
      <w:r w:rsidR="00115F49" w:rsidRPr="00115F49">
        <w:t>C</w:t>
      </w:r>
      <w:r>
        <w:t>’</w:t>
      </w:r>
      <w:r w:rsidR="00115F49" w:rsidRPr="00115F49">
        <w:t>est vrai</w:t>
      </w:r>
      <w:r>
        <w:t xml:space="preserve">, </w:t>
      </w:r>
      <w:r w:rsidR="00115F49" w:rsidRPr="00115F49">
        <w:t>dit-il</w:t>
      </w:r>
      <w:r>
        <w:t xml:space="preserve">, </w:t>
      </w:r>
      <w:r w:rsidR="00115F49" w:rsidRPr="00115F49">
        <w:t>excuse-moi</w:t>
      </w:r>
      <w:r>
        <w:t>.</w:t>
      </w:r>
    </w:p>
    <w:p w14:paraId="25174604" w14:textId="77777777" w:rsidR="00766774" w:rsidRDefault="00115F49" w:rsidP="00115F49">
      <w:r w:rsidRPr="00115F49">
        <w:t>Il s</w:t>
      </w:r>
      <w:r w:rsidR="00766774">
        <w:t>’</w:t>
      </w:r>
      <w:r w:rsidRPr="00115F49">
        <w:t>éloigna de son grand pas balancé</w:t>
      </w:r>
      <w:r w:rsidR="00766774">
        <w:t xml:space="preserve"> ; </w:t>
      </w:r>
      <w:r w:rsidRPr="00115F49">
        <w:t>je le vis entrer sous les arbres de la place Royale</w:t>
      </w:r>
      <w:r w:rsidR="00766774">
        <w:t xml:space="preserve">, </w:t>
      </w:r>
      <w:r w:rsidRPr="00115F49">
        <w:t>traverser la roseraie devant le Palais</w:t>
      </w:r>
      <w:r w:rsidR="00766774">
        <w:t xml:space="preserve">, </w:t>
      </w:r>
      <w:r w:rsidRPr="00115F49">
        <w:t>tourner le coin d</w:t>
      </w:r>
      <w:r w:rsidR="00766774">
        <w:t>’</w:t>
      </w:r>
      <w:r w:rsidRPr="00115F49">
        <w:t>une rue et disparaître</w:t>
      </w:r>
      <w:r w:rsidR="00766774">
        <w:t> !</w:t>
      </w:r>
    </w:p>
    <w:p w14:paraId="08E5D5C2" w14:textId="77777777" w:rsidR="00766774" w:rsidRDefault="00115F49" w:rsidP="00115F49">
      <w:r w:rsidRPr="00115F49">
        <w:t>Si je n</w:t>
      </w:r>
      <w:r w:rsidR="00766774">
        <w:t>’</w:t>
      </w:r>
      <w:r w:rsidRPr="00115F49">
        <w:t>ai pas pensé cent fois à ce tablier blanc pendant le voyage de retour</w:t>
      </w:r>
      <w:r w:rsidR="00766774">
        <w:t xml:space="preserve"> ! </w:t>
      </w:r>
      <w:r w:rsidRPr="00115F49">
        <w:t>Et cent fois à Delphine</w:t>
      </w:r>
      <w:r w:rsidR="00766774">
        <w:t xml:space="preserve">, </w:t>
      </w:r>
      <w:r w:rsidRPr="00115F49">
        <w:t>jeune</w:t>
      </w:r>
      <w:r w:rsidR="00766774">
        <w:t xml:space="preserve">, </w:t>
      </w:r>
      <w:r w:rsidRPr="00115F49">
        <w:t>jolie</w:t>
      </w:r>
      <w:r w:rsidR="00766774">
        <w:t xml:space="preserve">, </w:t>
      </w:r>
      <w:r w:rsidRPr="00115F49">
        <w:t>et dont la bêtise avait attendu les cailles rôties</w:t>
      </w:r>
      <w:r w:rsidR="00766774">
        <w:t xml:space="preserve">. </w:t>
      </w:r>
      <w:r w:rsidRPr="00115F49">
        <w:t>Qui étaient tombées</w:t>
      </w:r>
      <w:r w:rsidR="00766774">
        <w:t xml:space="preserve">, </w:t>
      </w:r>
      <w:r w:rsidRPr="00115F49">
        <w:t>finalement</w:t>
      </w:r>
      <w:r w:rsidR="00766774">
        <w:t>.</w:t>
      </w:r>
    </w:p>
    <w:p w14:paraId="74461FD5" w14:textId="77777777" w:rsidR="00766774" w:rsidRDefault="00115F49" w:rsidP="00115F49">
      <w:r w:rsidRPr="00115F49">
        <w:t>Aux innocents les mains pleines</w:t>
      </w:r>
      <w:r w:rsidR="00766774">
        <w:t xml:space="preserve">. </w:t>
      </w:r>
      <w:r w:rsidRPr="00115F49">
        <w:t>C</w:t>
      </w:r>
      <w:r w:rsidR="00766774">
        <w:t>’</w:t>
      </w:r>
      <w:r w:rsidRPr="00115F49">
        <w:t>est facile à dire</w:t>
      </w:r>
      <w:r w:rsidR="00766774">
        <w:t xml:space="preserve">. </w:t>
      </w:r>
      <w:r w:rsidRPr="00115F49">
        <w:t>Mais</w:t>
      </w:r>
      <w:r w:rsidR="00766774">
        <w:t xml:space="preserve">, </w:t>
      </w:r>
      <w:r w:rsidRPr="00115F49">
        <w:t>quand elle arriva</w:t>
      </w:r>
      <w:r w:rsidR="00766774">
        <w:t xml:space="preserve">, </w:t>
      </w:r>
      <w:r w:rsidRPr="00115F49">
        <w:t>j</w:t>
      </w:r>
      <w:r w:rsidR="00766774">
        <w:t>’</w:t>
      </w:r>
      <w:r w:rsidRPr="00115F49">
        <w:t>entendis qu</w:t>
      </w:r>
      <w:r w:rsidR="00766774">
        <w:t>’</w:t>
      </w:r>
      <w:r w:rsidRPr="00115F49">
        <w:t>on l</w:t>
      </w:r>
      <w:r w:rsidR="00766774">
        <w:t>’</w:t>
      </w:r>
      <w:r w:rsidRPr="00115F49">
        <w:t xml:space="preserve">appelait </w:t>
      </w:r>
      <w:r w:rsidR="00766774">
        <w:t>M</w:t>
      </w:r>
      <w:r w:rsidR="00766774" w:rsidRPr="00766774">
        <w:rPr>
          <w:vertAlign w:val="superscript"/>
        </w:rPr>
        <w:t>me</w:t>
      </w:r>
      <w:r w:rsidR="00766774">
        <w:t> </w:t>
      </w:r>
      <w:r w:rsidRPr="00115F49">
        <w:t>la commandante</w:t>
      </w:r>
      <w:r w:rsidR="00766774">
        <w:t xml:space="preserve"> : </w:t>
      </w:r>
      <w:r w:rsidRPr="00115F49">
        <w:t>cette fille de Voiron</w:t>
      </w:r>
      <w:r w:rsidR="00766774">
        <w:t xml:space="preserve"> ! </w:t>
      </w:r>
      <w:r w:rsidRPr="00115F49">
        <w:t>Car elle était tout simplement de Voiron</w:t>
      </w:r>
      <w:r w:rsidR="00766774">
        <w:t xml:space="preserve">. </w:t>
      </w:r>
      <w:r w:rsidRPr="00115F49">
        <w:t>Ça n</w:t>
      </w:r>
      <w:r w:rsidR="00766774">
        <w:t>’</w:t>
      </w:r>
      <w:r w:rsidRPr="00115F49">
        <w:t>est pas quelqu</w:t>
      </w:r>
      <w:r w:rsidR="00766774">
        <w:t>’</w:t>
      </w:r>
      <w:r w:rsidRPr="00115F49">
        <w:t>un de rare</w:t>
      </w:r>
      <w:r w:rsidR="00766774">
        <w:t> !</w:t>
      </w:r>
    </w:p>
    <w:p w14:paraId="41401C99" w14:textId="77777777" w:rsidR="00766774" w:rsidRDefault="00115F49" w:rsidP="00115F49">
      <w:r w:rsidRPr="00115F49">
        <w:t>Hé quoi</w:t>
      </w:r>
      <w:r w:rsidR="00766774">
        <w:t xml:space="preserve">, </w:t>
      </w:r>
      <w:r w:rsidRPr="00115F49">
        <w:t>des cheveux noirs et de la peau bien tendue sur une armature</w:t>
      </w:r>
      <w:r w:rsidR="00766774">
        <w:t xml:space="preserve"> ; </w:t>
      </w:r>
      <w:r w:rsidRPr="00115F49">
        <w:t>simplement alors parce qu</w:t>
      </w:r>
      <w:r w:rsidR="00766774">
        <w:t>’</w:t>
      </w:r>
      <w:r w:rsidRPr="00115F49">
        <w:t>on avait soigneusement évité des faux plis</w:t>
      </w:r>
      <w:r w:rsidR="00766774">
        <w:t xml:space="preserve"> ? </w:t>
      </w:r>
      <w:r w:rsidRPr="00115F49">
        <w:t>S</w:t>
      </w:r>
      <w:r w:rsidR="00766774">
        <w:t>’</w:t>
      </w:r>
      <w:r w:rsidRPr="00115F49">
        <w:t>il y a quelque chose dont on n</w:t>
      </w:r>
      <w:r w:rsidR="00766774">
        <w:t>’</w:t>
      </w:r>
      <w:r w:rsidRPr="00115F49">
        <w:t>a pas à tirer gloire</w:t>
      </w:r>
      <w:r w:rsidR="00766774">
        <w:t xml:space="preserve">, </w:t>
      </w:r>
      <w:r w:rsidRPr="00115F49">
        <w:t>c</w:t>
      </w:r>
      <w:r w:rsidR="00766774">
        <w:t>’</w:t>
      </w:r>
      <w:r w:rsidRPr="00115F49">
        <w:t>est bien de ça</w:t>
      </w:r>
      <w:r w:rsidR="00766774">
        <w:t xml:space="preserve"> ! </w:t>
      </w:r>
      <w:r w:rsidRPr="00115F49">
        <w:t>Et c</w:t>
      </w:r>
      <w:r w:rsidR="00766774">
        <w:t>’</w:t>
      </w:r>
      <w:r w:rsidRPr="00115F49">
        <w:t>est de ça qu</w:t>
      </w:r>
      <w:r w:rsidR="00766774">
        <w:t>’</w:t>
      </w:r>
      <w:r w:rsidRPr="00115F49">
        <w:t>elle est faite</w:t>
      </w:r>
      <w:r w:rsidR="00766774">
        <w:t xml:space="preserve">. </w:t>
      </w:r>
      <w:r w:rsidRPr="00115F49">
        <w:t>Qu</w:t>
      </w:r>
      <w:r w:rsidR="00766774">
        <w:t>’</w:t>
      </w:r>
      <w:r w:rsidRPr="00115F49">
        <w:t>elle était faite</w:t>
      </w:r>
      <w:r w:rsidR="00766774">
        <w:t xml:space="preserve">, </w:t>
      </w:r>
      <w:r w:rsidRPr="00115F49">
        <w:t>Dieu merci</w:t>
      </w:r>
      <w:r w:rsidR="00766774">
        <w:t xml:space="preserve"> ! </w:t>
      </w:r>
      <w:r w:rsidRPr="00115F49">
        <w:t>Et c</w:t>
      </w:r>
      <w:r w:rsidR="00766774">
        <w:t>’</w:t>
      </w:r>
      <w:r w:rsidRPr="00115F49">
        <w:t>était ça qu</w:t>
      </w:r>
      <w:r w:rsidR="00766774">
        <w:t>’</w:t>
      </w:r>
      <w:r w:rsidRPr="00115F49">
        <w:t>on appelait commandante</w:t>
      </w:r>
      <w:r w:rsidR="00766774">
        <w:t xml:space="preserve"> ? </w:t>
      </w:r>
      <w:r w:rsidRPr="00115F49">
        <w:t>Commandante de sa soupe quand elle l</w:t>
      </w:r>
      <w:r w:rsidR="00766774">
        <w:t>’</w:t>
      </w:r>
      <w:r w:rsidRPr="00115F49">
        <w:t>avait mangée</w:t>
      </w:r>
      <w:r w:rsidR="00766774">
        <w:t xml:space="preserve">, </w:t>
      </w:r>
      <w:r w:rsidRPr="00115F49">
        <w:t>un point c</w:t>
      </w:r>
      <w:r w:rsidR="00766774">
        <w:t>’</w:t>
      </w:r>
      <w:r w:rsidRPr="00115F49">
        <w:t>est tout</w:t>
      </w:r>
      <w:r w:rsidR="00766774">
        <w:t>.</w:t>
      </w:r>
    </w:p>
    <w:p w14:paraId="5395FAEA" w14:textId="77777777" w:rsidR="00766774" w:rsidRDefault="00115F49" w:rsidP="00115F49">
      <w:r w:rsidRPr="00115F49">
        <w:t>Ils sont arrivés ici le 8</w:t>
      </w:r>
      <w:r w:rsidR="00766774">
        <w:t xml:space="preserve">. </w:t>
      </w:r>
      <w:r w:rsidRPr="00115F49">
        <w:t>Elle ne s</w:t>
      </w:r>
      <w:r w:rsidR="00766774">
        <w:t>’</w:t>
      </w:r>
      <w:r w:rsidRPr="00115F49">
        <w:t>est même pas rendu compte que le 9 au matin</w:t>
      </w:r>
      <w:r w:rsidR="00766774">
        <w:t xml:space="preserve">, </w:t>
      </w:r>
      <w:r w:rsidRPr="00115F49">
        <w:t>à la première heure</w:t>
      </w:r>
      <w:r w:rsidR="00766774">
        <w:t xml:space="preserve">, </w:t>
      </w:r>
      <w:r w:rsidRPr="00115F49">
        <w:t>Langlois partait pour le col où l</w:t>
      </w:r>
      <w:r w:rsidR="00766774">
        <w:t>’</w:t>
      </w:r>
      <w:r w:rsidRPr="00115F49">
        <w:t>équipe de Piémontais travaille à la carrière</w:t>
      </w:r>
      <w:r w:rsidR="00766774">
        <w:t>.</w:t>
      </w:r>
    </w:p>
    <w:p w14:paraId="3BC7BAF9" w14:textId="77777777" w:rsidR="00766774" w:rsidRDefault="00115F49" w:rsidP="00115F49">
      <w:r w:rsidRPr="00115F49">
        <w:t>Depuis les beaux jours on avait recommencé à entendre leurs coups de mine</w:t>
      </w:r>
      <w:r w:rsidR="00766774">
        <w:t>.</w:t>
      </w:r>
    </w:p>
    <w:p w14:paraId="785CC5BC" w14:textId="77777777" w:rsidR="00766774" w:rsidRDefault="00115F49" w:rsidP="00115F49">
      <w:r w:rsidRPr="00115F49">
        <w:t>Et</w:t>
      </w:r>
      <w:r w:rsidR="00766774">
        <w:t xml:space="preserve">, </w:t>
      </w:r>
      <w:r w:rsidRPr="00115F49">
        <w:t>s</w:t>
      </w:r>
      <w:r w:rsidR="00766774">
        <w:t>’</w:t>
      </w:r>
      <w:r w:rsidRPr="00115F49">
        <w:t>il avait pu y partir le 8 au soir il y serait parti le 8 au soir</w:t>
      </w:r>
      <w:r w:rsidR="00766774">
        <w:t xml:space="preserve"> ; </w:t>
      </w:r>
      <w:r w:rsidRPr="00115F49">
        <w:t>mais la diligence arriva à six heures du soir et Langlois ménageait tout le monde et son père</w:t>
      </w:r>
      <w:r w:rsidR="00766774">
        <w:t xml:space="preserve">. </w:t>
      </w:r>
      <w:r w:rsidRPr="00115F49">
        <w:t>C</w:t>
      </w:r>
      <w:r w:rsidR="00766774">
        <w:t>’</w:t>
      </w:r>
      <w:r w:rsidRPr="00115F49">
        <w:t>est pourquoi il attendit gentiment jusqu</w:t>
      </w:r>
      <w:r w:rsidR="00766774">
        <w:t>’</w:t>
      </w:r>
      <w:r w:rsidRPr="00115F49">
        <w:t>au lendemain matin</w:t>
      </w:r>
      <w:r w:rsidR="00766774">
        <w:t>.</w:t>
      </w:r>
    </w:p>
    <w:p w14:paraId="1A1AB0FD" w14:textId="77777777" w:rsidR="00766774" w:rsidRDefault="00115F49" w:rsidP="00115F49">
      <w:r w:rsidRPr="00115F49">
        <w:lastRenderedPageBreak/>
        <w:t>Et je parie que la Delphine se leva tranquillement à son heure</w:t>
      </w:r>
      <w:r w:rsidR="00766774">
        <w:t xml:space="preserve">, </w:t>
      </w:r>
      <w:r w:rsidRPr="00115F49">
        <w:t>et je parie qu</w:t>
      </w:r>
      <w:r w:rsidR="00766774">
        <w:t>’</w:t>
      </w:r>
      <w:r w:rsidRPr="00115F49">
        <w:t>elle était animée de bonnes intentions</w:t>
      </w:r>
      <w:r w:rsidR="00766774">
        <w:t xml:space="preserve">, </w:t>
      </w:r>
      <w:r w:rsidRPr="00115F49">
        <w:t>et je parie que sa remarquable intelligence alla jusqu</w:t>
      </w:r>
      <w:r w:rsidR="00766774">
        <w:t>’</w:t>
      </w:r>
      <w:r w:rsidRPr="00115F49">
        <w:t>à dire</w:t>
      </w:r>
      <w:r w:rsidR="00766774">
        <w:t> : « </w:t>
      </w:r>
      <w:r w:rsidRPr="00115F49">
        <w:t>Tiens</w:t>
      </w:r>
      <w:r w:rsidR="00766774">
        <w:t xml:space="preserve">, </w:t>
      </w:r>
      <w:r w:rsidRPr="00115F49">
        <w:t>je vais ranger ses boîtes de cigares</w:t>
      </w:r>
      <w:r w:rsidR="00766774">
        <w:t>. »</w:t>
      </w:r>
      <w:r w:rsidRPr="00115F49">
        <w:t xml:space="preserve"> Et je parie que l</w:t>
      </w:r>
      <w:r w:rsidR="00766774">
        <w:t>’</w:t>
      </w:r>
      <w:r w:rsidRPr="00115F49">
        <w:t>innocente aux mains pleines rangea les boîtes de cigares bien gentiment de chaque côté de la glace</w:t>
      </w:r>
      <w:r w:rsidR="00766774">
        <w:t xml:space="preserve">, </w:t>
      </w:r>
      <w:r w:rsidRPr="00115F49">
        <w:t>sur la cheminée de la salle à manger</w:t>
      </w:r>
      <w:r w:rsidR="00766774">
        <w:t xml:space="preserve"> : </w:t>
      </w:r>
      <w:r w:rsidRPr="00115F49">
        <w:t>quatre d</w:t>
      </w:r>
      <w:r w:rsidR="00766774">
        <w:t>’</w:t>
      </w:r>
      <w:r w:rsidRPr="00115F49">
        <w:t>un côté</w:t>
      </w:r>
      <w:r w:rsidR="00766774">
        <w:t xml:space="preserve">, </w:t>
      </w:r>
      <w:r w:rsidRPr="00115F49">
        <w:t>quatre de l</w:t>
      </w:r>
      <w:r w:rsidR="00766774">
        <w:t>’</w:t>
      </w:r>
      <w:r w:rsidRPr="00115F49">
        <w:t>autre</w:t>
      </w:r>
      <w:r w:rsidR="00766774">
        <w:t>.</w:t>
      </w:r>
    </w:p>
    <w:p w14:paraId="0D049EC6" w14:textId="77777777" w:rsidR="00766774" w:rsidRDefault="00115F49" w:rsidP="00115F49">
      <w:r w:rsidRPr="00115F49">
        <w:t>Il me semble que je la vois</w:t>
      </w:r>
      <w:r w:rsidR="00766774">
        <w:t xml:space="preserve">. </w:t>
      </w:r>
      <w:r w:rsidRPr="00115F49">
        <w:t>Je parie qu</w:t>
      </w:r>
      <w:r w:rsidR="00766774">
        <w:t>’</w:t>
      </w:r>
      <w:r w:rsidRPr="00115F49">
        <w:t>elle s</w:t>
      </w:r>
      <w:r w:rsidR="00766774">
        <w:t>’</w:t>
      </w:r>
      <w:r w:rsidRPr="00115F49">
        <w:t>est reculée pour juger de l</w:t>
      </w:r>
      <w:r w:rsidR="00766774">
        <w:t>’</w:t>
      </w:r>
      <w:r w:rsidRPr="00115F49">
        <w:t>effet que produisaient les étiquettes</w:t>
      </w:r>
      <w:r w:rsidR="00766774">
        <w:t>.</w:t>
      </w:r>
    </w:p>
    <w:p w14:paraId="054BC2A3" w14:textId="77777777" w:rsidR="00766774" w:rsidRDefault="00115F49" w:rsidP="00115F49">
      <w:r w:rsidRPr="00115F49">
        <w:t>Les cigares</w:t>
      </w:r>
      <w:r w:rsidR="00766774">
        <w:t xml:space="preserve"> ! </w:t>
      </w:r>
      <w:r w:rsidRPr="00115F49">
        <w:t>Il m</w:t>
      </w:r>
      <w:r w:rsidR="00766774">
        <w:t>’</w:t>
      </w:r>
      <w:r w:rsidRPr="00115F49">
        <w:t>en a parlé à Grenoble</w:t>
      </w:r>
      <w:r w:rsidR="00766774">
        <w:t xml:space="preserve">, </w:t>
      </w:r>
      <w:r w:rsidRPr="00115F49">
        <w:t>dans le restaurant à plumes d</w:t>
      </w:r>
      <w:r w:rsidR="00766774">
        <w:t>’</w:t>
      </w:r>
      <w:r w:rsidRPr="00115F49">
        <w:t>autruche</w:t>
      </w:r>
      <w:r w:rsidR="00766774">
        <w:t xml:space="preserve">, </w:t>
      </w:r>
      <w:r w:rsidRPr="00115F49">
        <w:t>et à un moment où la Delphine était dans les trente-sixièmes dessous</w:t>
      </w:r>
      <w:r w:rsidR="00766774">
        <w:t xml:space="preserve">. </w:t>
      </w:r>
      <w:r w:rsidRPr="00115F49">
        <w:t>Commandante</w:t>
      </w:r>
      <w:r w:rsidR="00766774">
        <w:t xml:space="preserve"> ! </w:t>
      </w:r>
      <w:r w:rsidRPr="00115F49">
        <w:t>Qu</w:t>
      </w:r>
      <w:r w:rsidR="00766774">
        <w:t>’</w:t>
      </w:r>
      <w:r w:rsidRPr="00115F49">
        <w:t>est-ce qu</w:t>
      </w:r>
      <w:r w:rsidR="00766774">
        <w:t>’</w:t>
      </w:r>
      <w:r w:rsidRPr="00115F49">
        <w:t>elle a commandé</w:t>
      </w:r>
      <w:r w:rsidR="00766774">
        <w:t> ?</w:t>
      </w:r>
    </w:p>
    <w:p w14:paraId="46769D3D" w14:textId="77777777" w:rsidR="00766774" w:rsidRDefault="00115F49" w:rsidP="00115F49">
      <w:r w:rsidRPr="00115F49">
        <w:t>Et</w:t>
      </w:r>
      <w:r w:rsidR="00766774">
        <w:t xml:space="preserve">, </w:t>
      </w:r>
      <w:r w:rsidRPr="00115F49">
        <w:t>les coups de mine</w:t>
      </w:r>
      <w:r w:rsidR="00766774">
        <w:t xml:space="preserve">, </w:t>
      </w:r>
      <w:r w:rsidRPr="00115F49">
        <w:t>bien avant que nous partions pour Grenoble</w:t>
      </w:r>
      <w:r w:rsidR="00766774">
        <w:t xml:space="preserve">, </w:t>
      </w:r>
      <w:r w:rsidRPr="00115F49">
        <w:t>ils ont commencé à péter là-haut</w:t>
      </w:r>
      <w:r w:rsidR="00766774">
        <w:t xml:space="preserve">, </w:t>
      </w:r>
      <w:r w:rsidRPr="00115F49">
        <w:t>du côté du col</w:t>
      </w:r>
      <w:r w:rsidR="00766774">
        <w:t xml:space="preserve">. </w:t>
      </w:r>
      <w:r w:rsidRPr="00115F49">
        <w:t>Mais</w:t>
      </w:r>
      <w:r w:rsidR="00766774">
        <w:t xml:space="preserve">, </w:t>
      </w:r>
      <w:r w:rsidRPr="00115F49">
        <w:t>comment voulez-vous que je sache que Langlois écoutait plutôt ça qu</w:t>
      </w:r>
      <w:r w:rsidR="00766774">
        <w:t>’</w:t>
      </w:r>
      <w:r w:rsidRPr="00115F49">
        <w:t>autre chose</w:t>
      </w:r>
      <w:r w:rsidR="00766774">
        <w:t xml:space="preserve"> ? </w:t>
      </w:r>
      <w:r w:rsidRPr="00115F49">
        <w:t>Du moment qu</w:t>
      </w:r>
      <w:r w:rsidR="00766774">
        <w:t>’</w:t>
      </w:r>
      <w:r w:rsidRPr="00115F49">
        <w:t>il prenait la patache avec moi</w:t>
      </w:r>
      <w:r w:rsidR="00766774">
        <w:t xml:space="preserve">, </w:t>
      </w:r>
      <w:r w:rsidRPr="00115F49">
        <w:t xml:space="preserve">est-ce que je pouvais imaginer </w:t>
      </w:r>
      <w:r w:rsidRPr="00115F49">
        <w:rPr>
          <w:i/>
          <w:iCs/>
        </w:rPr>
        <w:t>ses scrupules</w:t>
      </w:r>
      <w:r w:rsidR="00766774">
        <w:rPr>
          <w:i/>
          <w:iCs/>
        </w:rPr>
        <w:t xml:space="preserve">, </w:t>
      </w:r>
      <w:r w:rsidRPr="00115F49">
        <w:t>moi</w:t>
      </w:r>
      <w:r w:rsidR="00766774">
        <w:t> ?</w:t>
      </w:r>
    </w:p>
    <w:p w14:paraId="4F7B0593" w14:textId="77777777" w:rsidR="00115F49" w:rsidRPr="00115F49" w:rsidRDefault="00115F49" w:rsidP="00115F49">
      <w:r w:rsidRPr="00115F49">
        <w:t>Vous me direz</w:t>
      </w:r>
      <w:r w:rsidR="00766774">
        <w:t> : « </w:t>
      </w:r>
      <w:r w:rsidRPr="00115F49">
        <w:t>Tu as choisi Delphine et tu as choisi ta place</w:t>
      </w:r>
      <w:r w:rsidR="00766774">
        <w:t xml:space="preserve">. </w:t>
      </w:r>
      <w:r w:rsidRPr="00115F49">
        <w:t xml:space="preserve">Regarde </w:t>
      </w:r>
      <w:r w:rsidR="00766774">
        <w:t>M</w:t>
      </w:r>
      <w:r w:rsidR="00766774" w:rsidRPr="00766774">
        <w:rPr>
          <w:vertAlign w:val="superscript"/>
        </w:rPr>
        <w:t>me</w:t>
      </w:r>
      <w:r w:rsidR="00766774">
        <w:t> </w:t>
      </w:r>
      <w:r w:rsidRPr="00115F49">
        <w:t>Tim et le procureur</w:t>
      </w:r>
      <w:r w:rsidR="00766774">
        <w:t xml:space="preserve"> : </w:t>
      </w:r>
      <w:r w:rsidRPr="00115F49">
        <w:t>à partir de ce moment ils se sont tenus</w:t>
      </w:r>
      <w:r w:rsidRPr="00115F49">
        <w:rPr>
          <w:i/>
          <w:iCs/>
        </w:rPr>
        <w:t xml:space="preserve"> à distance respectueuse</w:t>
      </w:r>
      <w:r w:rsidR="00766774">
        <w:rPr>
          <w:i/>
          <w:iCs/>
        </w:rPr>
        <w:t>. »</w:t>
      </w:r>
    </w:p>
    <w:p w14:paraId="3D91BF21" w14:textId="77777777" w:rsidR="00766774" w:rsidRDefault="00115F49" w:rsidP="00115F49">
      <w:r w:rsidRPr="00115F49">
        <w:t>D</w:t>
      </w:r>
      <w:r w:rsidR="00766774">
        <w:t>’</w:t>
      </w:r>
      <w:r w:rsidRPr="00115F49">
        <w:t>accord</w:t>
      </w:r>
      <w:r w:rsidR="00766774">
        <w:t xml:space="preserve">. </w:t>
      </w:r>
      <w:r w:rsidRPr="00115F49">
        <w:t xml:space="preserve">Mais le procureur et </w:t>
      </w:r>
      <w:r w:rsidR="00766774">
        <w:t>M</w:t>
      </w:r>
      <w:r w:rsidR="00766774" w:rsidRPr="00766774">
        <w:rPr>
          <w:vertAlign w:val="superscript"/>
        </w:rPr>
        <w:t>me</w:t>
      </w:r>
      <w:r w:rsidR="00766774">
        <w:t> </w:t>
      </w:r>
      <w:r w:rsidRPr="00115F49">
        <w:t>Tim</w:t>
      </w:r>
      <w:r w:rsidR="00766774">
        <w:t xml:space="preserve">, </w:t>
      </w:r>
      <w:r w:rsidRPr="00115F49">
        <w:t>nous pouvions marcher bras dessus bras dessous</w:t>
      </w:r>
      <w:r w:rsidR="00766774">
        <w:t xml:space="preserve">, </w:t>
      </w:r>
      <w:r w:rsidRPr="00115F49">
        <w:t>nous n</w:t>
      </w:r>
      <w:r w:rsidR="00766774">
        <w:t>’</w:t>
      </w:r>
      <w:r w:rsidRPr="00115F49">
        <w:t>étions pas du même côté de la barricade</w:t>
      </w:r>
      <w:r w:rsidR="00766774">
        <w:t>.</w:t>
      </w:r>
    </w:p>
    <w:p w14:paraId="1B5E2FF4" w14:textId="77777777" w:rsidR="00766774" w:rsidRDefault="00115F49" w:rsidP="00115F49">
      <w:r w:rsidRPr="00115F49">
        <w:t>Je suis mal élevée</w:t>
      </w:r>
      <w:r w:rsidR="00766774">
        <w:t xml:space="preserve">, </w:t>
      </w:r>
      <w:r w:rsidRPr="00115F49">
        <w:t>moi</w:t>
      </w:r>
      <w:r w:rsidR="00766774">
        <w:t xml:space="preserve">. </w:t>
      </w:r>
      <w:r w:rsidRPr="00115F49">
        <w:t>Je ne sais pas sortir à temps</w:t>
      </w:r>
      <w:r w:rsidR="00766774">
        <w:t xml:space="preserve">, </w:t>
      </w:r>
      <w:r w:rsidRPr="00115F49">
        <w:t>même s</w:t>
      </w:r>
      <w:r w:rsidR="00766774">
        <w:t>’</w:t>
      </w:r>
      <w:r w:rsidRPr="00115F49">
        <w:t>il est question de respect</w:t>
      </w:r>
      <w:r w:rsidR="00766774">
        <w:t xml:space="preserve">. </w:t>
      </w:r>
      <w:r w:rsidRPr="00115F49">
        <w:t>Et puis</w:t>
      </w:r>
      <w:r w:rsidR="00766774">
        <w:t xml:space="preserve">, </w:t>
      </w:r>
      <w:r w:rsidRPr="00115F49">
        <w:t>respect</w:t>
      </w:r>
      <w:r w:rsidR="00766774">
        <w:t xml:space="preserve">… </w:t>
      </w:r>
      <w:r w:rsidRPr="00115F49">
        <w:t>est-ce qu</w:t>
      </w:r>
      <w:r w:rsidR="00766774">
        <w:t>’</w:t>
      </w:r>
      <w:r w:rsidRPr="00115F49">
        <w:t>on respecte ceux qu</w:t>
      </w:r>
      <w:r w:rsidR="00766774">
        <w:t>’</w:t>
      </w:r>
      <w:r w:rsidRPr="00115F49">
        <w:t>on aime</w:t>
      </w:r>
      <w:r w:rsidR="00766774">
        <w:t> ?</w:t>
      </w:r>
    </w:p>
    <w:p w14:paraId="07626AC0" w14:textId="77777777" w:rsidR="00766774" w:rsidRDefault="00115F49" w:rsidP="00115F49">
      <w:r w:rsidRPr="00115F49">
        <w:lastRenderedPageBreak/>
        <w:t>Ma place</w:t>
      </w:r>
      <w:r w:rsidR="00766774">
        <w:t xml:space="preserve">, </w:t>
      </w:r>
      <w:r w:rsidRPr="00115F49">
        <w:t>je ne l</w:t>
      </w:r>
      <w:r w:rsidR="00766774">
        <w:t>’</w:t>
      </w:r>
      <w:r w:rsidRPr="00115F49">
        <w:t>ai pas choisie</w:t>
      </w:r>
      <w:r w:rsidR="00766774">
        <w:t xml:space="preserve">. </w:t>
      </w:r>
      <w:r w:rsidRPr="00115F49">
        <w:t>Je n</w:t>
      </w:r>
      <w:r w:rsidR="00766774">
        <w:t>’</w:t>
      </w:r>
      <w:r w:rsidRPr="00115F49">
        <w:t>appelle pas choisir par force</w:t>
      </w:r>
      <w:r w:rsidR="00766774">
        <w:t xml:space="preserve">, </w:t>
      </w:r>
      <w:r w:rsidRPr="00115F49">
        <w:t>par la force des choses</w:t>
      </w:r>
      <w:r w:rsidR="00766774">
        <w:t xml:space="preserve">, </w:t>
      </w:r>
      <w:r w:rsidRPr="00115F49">
        <w:t>parce que j</w:t>
      </w:r>
      <w:r w:rsidR="00766774">
        <w:t>’</w:t>
      </w:r>
      <w:r w:rsidRPr="00115F49">
        <w:t>avais soixante-dix ans sur le râble</w:t>
      </w:r>
      <w:r w:rsidR="00766774">
        <w:t xml:space="preserve">. </w:t>
      </w:r>
      <w:r w:rsidRPr="00115F49">
        <w:t>Exactement sur le râble</w:t>
      </w:r>
      <w:r w:rsidR="00766774">
        <w:t>.</w:t>
      </w:r>
    </w:p>
    <w:p w14:paraId="65A609AF" w14:textId="77777777" w:rsidR="00766774" w:rsidRDefault="00115F49" w:rsidP="00115F49">
      <w:r w:rsidRPr="00115F49">
        <w:t>J</w:t>
      </w:r>
      <w:r w:rsidR="00766774">
        <w:t>’</w:t>
      </w:r>
      <w:r w:rsidRPr="00115F49">
        <w:t>ai choisi Delphine</w:t>
      </w:r>
      <w:r w:rsidR="00766774">
        <w:t xml:space="preserve">, </w:t>
      </w:r>
      <w:r w:rsidRPr="00115F49">
        <w:t>ça</w:t>
      </w:r>
      <w:r w:rsidR="00766774">
        <w:t xml:space="preserve">, </w:t>
      </w:r>
      <w:r w:rsidRPr="00115F49">
        <w:t>d</w:t>
      </w:r>
      <w:r w:rsidR="00766774">
        <w:t>’</w:t>
      </w:r>
      <w:r w:rsidRPr="00115F49">
        <w:t>accord</w:t>
      </w:r>
      <w:r w:rsidR="00766774">
        <w:t>.</w:t>
      </w:r>
    </w:p>
    <w:p w14:paraId="2DCE78C9" w14:textId="77777777" w:rsidR="00766774" w:rsidRDefault="00115F49" w:rsidP="00115F49">
      <w:r w:rsidRPr="00115F49">
        <w:t>Et je sais</w:t>
      </w:r>
      <w:r w:rsidR="00766774">
        <w:t xml:space="preserve"> : </w:t>
      </w:r>
      <w:r w:rsidRPr="00115F49">
        <w:t>c</w:t>
      </w:r>
      <w:r w:rsidR="00766774">
        <w:t>’</w:t>
      </w:r>
      <w:r w:rsidRPr="00115F49">
        <w:t>était exactement la femme incapable de voir dans une boîte de cigares autre chose qu</w:t>
      </w:r>
      <w:r w:rsidR="00766774">
        <w:t>’</w:t>
      </w:r>
      <w:r w:rsidRPr="00115F49">
        <w:t>une boîte de cigares</w:t>
      </w:r>
      <w:r w:rsidR="00766774">
        <w:t xml:space="preserve">. </w:t>
      </w:r>
      <w:r w:rsidRPr="00115F49">
        <w:t>J</w:t>
      </w:r>
      <w:r w:rsidR="00766774">
        <w:t>’</w:t>
      </w:r>
      <w:r w:rsidRPr="00115F49">
        <w:t>aurais dû m</w:t>
      </w:r>
      <w:r w:rsidR="00766774">
        <w:t>’</w:t>
      </w:r>
      <w:r w:rsidRPr="00115F49">
        <w:t>en douter</w:t>
      </w:r>
      <w:r w:rsidR="00766774">
        <w:t xml:space="preserve">. </w:t>
      </w:r>
      <w:r w:rsidRPr="00115F49">
        <w:t>Je faisais mieux que m</w:t>
      </w:r>
      <w:r w:rsidR="00766774">
        <w:t>’</w:t>
      </w:r>
      <w:r w:rsidRPr="00115F49">
        <w:t>en douter</w:t>
      </w:r>
      <w:r w:rsidR="00766774">
        <w:t xml:space="preserve">. </w:t>
      </w:r>
      <w:r w:rsidRPr="00115F49">
        <w:t>Je le savais</w:t>
      </w:r>
      <w:r w:rsidR="00766774">
        <w:t>.</w:t>
      </w:r>
    </w:p>
    <w:p w14:paraId="64FC744F" w14:textId="77777777" w:rsidR="00766774" w:rsidRDefault="00115F49" w:rsidP="00115F49">
      <w:r w:rsidRPr="00115F49">
        <w:t>Je n</w:t>
      </w:r>
      <w:r w:rsidR="00766774">
        <w:t>’</w:t>
      </w:r>
      <w:r w:rsidRPr="00115F49">
        <w:t>ai rien à lui reprocher</w:t>
      </w:r>
      <w:r w:rsidR="00766774">
        <w:t xml:space="preserve">, </w:t>
      </w:r>
      <w:r w:rsidRPr="00115F49">
        <w:t>pas plus que je n</w:t>
      </w:r>
      <w:r w:rsidR="00766774">
        <w:t>’</w:t>
      </w:r>
      <w:r w:rsidRPr="00115F49">
        <w:t>avais à reprocher au tablier blanc de sa bonne qui était très blanc</w:t>
      </w:r>
      <w:r w:rsidR="00766774">
        <w:t xml:space="preserve">, </w:t>
      </w:r>
      <w:r w:rsidRPr="00115F49">
        <w:t>même un peu amidonné et avec un joli petit amour de bavolet au ruché tuyauté</w:t>
      </w:r>
      <w:r w:rsidR="00766774">
        <w:t xml:space="preserve">. </w:t>
      </w:r>
      <w:r w:rsidRPr="00115F49">
        <w:t>Croyez-vous que je ne le savais pas</w:t>
      </w:r>
      <w:r w:rsidR="00766774">
        <w:t xml:space="preserve">, </w:t>
      </w:r>
      <w:r w:rsidRPr="00115F49">
        <w:t>ça non plus</w:t>
      </w:r>
      <w:r w:rsidR="00766774">
        <w:t xml:space="preserve"> ? </w:t>
      </w:r>
      <w:r w:rsidRPr="00115F49">
        <w:t>Ça crevait les yeux</w:t>
      </w:r>
      <w:r w:rsidR="00766774">
        <w:t> !</w:t>
      </w:r>
    </w:p>
    <w:p w14:paraId="4406EADE" w14:textId="77777777" w:rsidR="00766774" w:rsidRDefault="00115F49" w:rsidP="00115F49">
      <w:r w:rsidRPr="00115F49">
        <w:t>Qu</w:t>
      </w:r>
      <w:r w:rsidR="00766774">
        <w:t>’</w:t>
      </w:r>
      <w:r w:rsidRPr="00115F49">
        <w:t>est-ce qu</w:t>
      </w:r>
      <w:r w:rsidR="00766774">
        <w:t>’</w:t>
      </w:r>
      <w:r w:rsidRPr="00115F49">
        <w:t>on peut reprocher à Delphine</w:t>
      </w:r>
      <w:r w:rsidR="00766774">
        <w:t xml:space="preserve"> ? </w:t>
      </w:r>
      <w:r w:rsidRPr="00115F49">
        <w:t>Ce n</w:t>
      </w:r>
      <w:r w:rsidR="00766774">
        <w:t>’</w:t>
      </w:r>
      <w:r w:rsidRPr="00115F49">
        <w:t xml:space="preserve">était pas une </w:t>
      </w:r>
      <w:r w:rsidR="00766774">
        <w:t>« </w:t>
      </w:r>
      <w:r w:rsidRPr="00115F49">
        <w:rPr>
          <w:i/>
          <w:iCs/>
        </w:rPr>
        <w:t>brodeuse</w:t>
      </w:r>
      <w:r w:rsidR="00766774">
        <w:t xml:space="preserve"> ». </w:t>
      </w:r>
      <w:r w:rsidRPr="00115F49">
        <w:t>Pas pour un sou</w:t>
      </w:r>
      <w:r w:rsidR="00766774">
        <w:t xml:space="preserve">. </w:t>
      </w:r>
      <w:r w:rsidRPr="00115F49">
        <w:t>Est-ce qu</w:t>
      </w:r>
      <w:r w:rsidR="00766774">
        <w:t>’</w:t>
      </w:r>
      <w:r w:rsidRPr="00115F49">
        <w:t>elle n</w:t>
      </w:r>
      <w:r w:rsidR="00766774">
        <w:t>’</w:t>
      </w:r>
      <w:r w:rsidRPr="00115F49">
        <w:t>avait pas accepté gentiment les murs crépis à la chaux</w:t>
      </w:r>
      <w:r w:rsidR="00766774">
        <w:t xml:space="preserve">, </w:t>
      </w:r>
      <w:r w:rsidRPr="00115F49">
        <w:t>le lit et les deux chaises</w:t>
      </w:r>
      <w:r w:rsidR="00766774">
        <w:t xml:space="preserve">, </w:t>
      </w:r>
      <w:r w:rsidRPr="00115F49">
        <w:t xml:space="preserve">et même le rideau de lin dont </w:t>
      </w:r>
      <w:r w:rsidR="00766774">
        <w:t>M</w:t>
      </w:r>
      <w:r w:rsidR="00766774" w:rsidRPr="00766774">
        <w:rPr>
          <w:vertAlign w:val="superscript"/>
        </w:rPr>
        <w:t>me</w:t>
      </w:r>
      <w:r w:rsidR="00766774">
        <w:t> </w:t>
      </w:r>
      <w:r w:rsidRPr="00115F49">
        <w:t>Tim avait fait cadeau</w:t>
      </w:r>
      <w:r w:rsidR="00766774">
        <w:t xml:space="preserve">, </w:t>
      </w:r>
      <w:r w:rsidRPr="00115F49">
        <w:t>que Langlois fit dépendre et rangea dans le placard</w:t>
      </w:r>
      <w:r w:rsidR="00766774">
        <w:t> ?</w:t>
      </w:r>
    </w:p>
    <w:p w14:paraId="586D1D44" w14:textId="77777777" w:rsidR="00766774" w:rsidRDefault="00115F49" w:rsidP="00115F49">
      <w:r w:rsidRPr="00115F49">
        <w:t>Est-ce qu</w:t>
      </w:r>
      <w:r w:rsidR="00766774">
        <w:t>’</w:t>
      </w:r>
      <w:r w:rsidRPr="00115F49">
        <w:t>elle n</w:t>
      </w:r>
      <w:r w:rsidR="00766774">
        <w:t>’</w:t>
      </w:r>
      <w:r w:rsidRPr="00115F49">
        <w:t>avait pas accepté la table et les deux chaises et la soi-disant salle à manger</w:t>
      </w:r>
      <w:r w:rsidR="00766774">
        <w:t xml:space="preserve"> ? </w:t>
      </w:r>
      <w:r w:rsidRPr="00115F49">
        <w:t>Et la glace que Langlois avait fait placer sur la cheminée en disant</w:t>
      </w:r>
      <w:r w:rsidR="00766774">
        <w:t> : « </w:t>
      </w:r>
      <w:r w:rsidRPr="00115F49">
        <w:t>Tu aimeras sûrement te regarder un peu</w:t>
      </w:r>
      <w:r w:rsidR="00766774">
        <w:t xml:space="preserve"> » ; </w:t>
      </w:r>
      <w:r w:rsidRPr="00115F49">
        <w:t>et qui reflétait les murs crépis à la chaux</w:t>
      </w:r>
      <w:r w:rsidR="00766774">
        <w:t> ?</w:t>
      </w:r>
    </w:p>
    <w:p w14:paraId="6D0892A4" w14:textId="77777777" w:rsidR="00766774" w:rsidRDefault="00115F49" w:rsidP="00115F49">
      <w:r w:rsidRPr="00115F49">
        <w:t>Est-ce qu</w:t>
      </w:r>
      <w:r w:rsidR="00766774">
        <w:t>’</w:t>
      </w:r>
      <w:r w:rsidRPr="00115F49">
        <w:t>elle n</w:t>
      </w:r>
      <w:r w:rsidR="00766774">
        <w:t>’</w:t>
      </w:r>
      <w:r w:rsidRPr="00115F49">
        <w:t xml:space="preserve">était pas flatteuse quand ils allaient tous les deux en visite chez </w:t>
      </w:r>
      <w:r w:rsidR="00766774">
        <w:t>M</w:t>
      </w:r>
      <w:r w:rsidR="00766774" w:rsidRPr="00766774">
        <w:rPr>
          <w:vertAlign w:val="superscript"/>
        </w:rPr>
        <w:t>me</w:t>
      </w:r>
      <w:r w:rsidR="00766774">
        <w:t> </w:t>
      </w:r>
      <w:r w:rsidRPr="00115F49">
        <w:t>Tim</w:t>
      </w:r>
      <w:r w:rsidR="00766774">
        <w:t xml:space="preserve"> ? </w:t>
      </w:r>
      <w:r w:rsidRPr="00115F49">
        <w:t>et qu</w:t>
      </w:r>
      <w:r w:rsidR="00766774">
        <w:t>’</w:t>
      </w:r>
      <w:r w:rsidRPr="00115F49">
        <w:t>elle marchait sans dire mot au milieu de toutes les belles choses de Saint-Baudille dont elle avait compris qu</w:t>
      </w:r>
      <w:r w:rsidR="00766774">
        <w:t>’</w:t>
      </w:r>
      <w:r w:rsidRPr="00115F49">
        <w:t>il fallait faire comme d</w:t>
      </w:r>
      <w:r w:rsidR="00766774">
        <w:t>’</w:t>
      </w:r>
      <w:r w:rsidRPr="00115F49">
        <w:t>une musique sur laquelle on met un pas spécial</w:t>
      </w:r>
      <w:r w:rsidR="00766774">
        <w:t> ?</w:t>
      </w:r>
    </w:p>
    <w:p w14:paraId="7CEE8EB7" w14:textId="77777777" w:rsidR="00766774" w:rsidRDefault="00115F49" w:rsidP="00115F49">
      <w:r w:rsidRPr="00115F49">
        <w:lastRenderedPageBreak/>
        <w:t>Est-ce qu</w:t>
      </w:r>
      <w:r w:rsidR="00766774">
        <w:t>’</w:t>
      </w:r>
      <w:r w:rsidRPr="00115F49">
        <w:t>elle a été ce qu</w:t>
      </w:r>
      <w:r w:rsidR="00766774">
        <w:t>’</w:t>
      </w:r>
      <w:r w:rsidRPr="00115F49">
        <w:t>il voulait</w:t>
      </w:r>
      <w:r w:rsidR="00766774">
        <w:t xml:space="preserve"> ? </w:t>
      </w:r>
      <w:r w:rsidRPr="00115F49">
        <w:t>Exactement ce qu</w:t>
      </w:r>
      <w:r w:rsidR="00766774">
        <w:t>’</w:t>
      </w:r>
      <w:r w:rsidRPr="00115F49">
        <w:t>il voulait</w:t>
      </w:r>
      <w:r w:rsidR="00766774">
        <w:t>.</w:t>
      </w:r>
    </w:p>
    <w:p w14:paraId="66E60D78" w14:textId="77777777" w:rsidR="00766774" w:rsidRDefault="00115F49" w:rsidP="00115F49">
      <w:r w:rsidRPr="00115F49">
        <w:t>Quand je suis venue réinstaller avec mon tricot</w:t>
      </w:r>
      <w:r w:rsidR="00766774">
        <w:t xml:space="preserve">, </w:t>
      </w:r>
      <w:r w:rsidRPr="00115F49">
        <w:t>elle m</w:t>
      </w:r>
      <w:r w:rsidR="00766774">
        <w:t>’</w:t>
      </w:r>
      <w:r w:rsidRPr="00115F49">
        <w:t>a dit</w:t>
      </w:r>
      <w:r w:rsidR="00766774">
        <w:t> :</w:t>
      </w:r>
    </w:p>
    <w:p w14:paraId="229FB2B3" w14:textId="77777777" w:rsidR="00766774" w:rsidRDefault="00766774" w:rsidP="00115F49">
      <w:r>
        <w:t>— </w:t>
      </w:r>
      <w:r w:rsidR="00115F49" w:rsidRPr="00115F49">
        <w:t>Qu</w:t>
      </w:r>
      <w:r>
        <w:t>’</w:t>
      </w:r>
      <w:r w:rsidR="00115F49" w:rsidRPr="00115F49">
        <w:t>est-ce que vous faites là</w:t>
      </w:r>
      <w:r>
        <w:t> ?</w:t>
      </w:r>
    </w:p>
    <w:p w14:paraId="63974B67" w14:textId="77777777" w:rsidR="00766774" w:rsidRDefault="00115F49" w:rsidP="00115F49">
      <w:r w:rsidRPr="00115F49">
        <w:t>Je lui ai dit</w:t>
      </w:r>
      <w:r w:rsidR="00766774">
        <w:t> :</w:t>
      </w:r>
    </w:p>
    <w:p w14:paraId="3E34881C" w14:textId="77777777" w:rsidR="00766774" w:rsidRDefault="00766774" w:rsidP="00115F49">
      <w:r>
        <w:t>— </w:t>
      </w:r>
      <w:r w:rsidR="00115F49" w:rsidRPr="00115F49">
        <w:t>Rien</w:t>
      </w:r>
      <w:r>
        <w:t xml:space="preserve">. </w:t>
      </w:r>
      <w:r w:rsidR="00115F49" w:rsidRPr="00115F49">
        <w:t>Je fais des points</w:t>
      </w:r>
      <w:r>
        <w:t xml:space="preserve">, </w:t>
      </w:r>
      <w:r w:rsidR="00115F49" w:rsidRPr="00115F49">
        <w:t>des points et des points</w:t>
      </w:r>
      <w:r>
        <w:t>.</w:t>
      </w:r>
    </w:p>
    <w:p w14:paraId="00565DE9" w14:textId="77777777" w:rsidR="00766774" w:rsidRDefault="00766774" w:rsidP="00115F49">
      <w:r>
        <w:t>— </w:t>
      </w:r>
      <w:r w:rsidR="00115F49" w:rsidRPr="00115F49">
        <w:t>Mais</w:t>
      </w:r>
      <w:r>
        <w:t xml:space="preserve">, </w:t>
      </w:r>
      <w:r w:rsidR="00115F49" w:rsidRPr="00115F49">
        <w:t>qu</w:t>
      </w:r>
      <w:r>
        <w:t>’</w:t>
      </w:r>
      <w:r w:rsidR="00115F49" w:rsidRPr="00115F49">
        <w:t>est-ce que ça sera à la fin</w:t>
      </w:r>
      <w:r>
        <w:t xml:space="preserve">, </w:t>
      </w:r>
      <w:r w:rsidR="00115F49" w:rsidRPr="00115F49">
        <w:t>quoi</w:t>
      </w:r>
      <w:r>
        <w:t xml:space="preserve"> : </w:t>
      </w:r>
      <w:r w:rsidR="00115F49" w:rsidRPr="00115F49">
        <w:t>des bas</w:t>
      </w:r>
      <w:r>
        <w:t xml:space="preserve">, </w:t>
      </w:r>
      <w:r w:rsidR="00115F49" w:rsidRPr="00115F49">
        <w:t>un chandail</w:t>
      </w:r>
      <w:r>
        <w:t> ?</w:t>
      </w:r>
    </w:p>
    <w:p w14:paraId="0C5D6EEB" w14:textId="77777777" w:rsidR="00766774" w:rsidRDefault="00766774" w:rsidP="00115F49">
      <w:r>
        <w:t>— </w:t>
      </w:r>
      <w:r w:rsidR="00115F49" w:rsidRPr="00115F49">
        <w:t>Non</w:t>
      </w:r>
      <w:r>
        <w:t xml:space="preserve">, </w:t>
      </w:r>
      <w:r w:rsidR="00115F49" w:rsidRPr="00115F49">
        <w:t>lui dis-je</w:t>
      </w:r>
      <w:r>
        <w:t xml:space="preserve">, </w:t>
      </w:r>
      <w:r w:rsidR="00115F49" w:rsidRPr="00115F49">
        <w:t>rien</w:t>
      </w:r>
      <w:r>
        <w:t xml:space="preserve">. </w:t>
      </w:r>
      <w:r w:rsidR="00115F49" w:rsidRPr="00115F49">
        <w:t>Ce n</w:t>
      </w:r>
      <w:r>
        <w:t>’</w:t>
      </w:r>
      <w:r w:rsidR="00115F49" w:rsidRPr="00115F49">
        <w:t>est rien</w:t>
      </w:r>
      <w:r>
        <w:t xml:space="preserve">, </w:t>
      </w:r>
      <w:r w:rsidR="00115F49" w:rsidRPr="00115F49">
        <w:t>j</w:t>
      </w:r>
      <w:r>
        <w:t>’</w:t>
      </w:r>
      <w:r w:rsidR="00115F49" w:rsidRPr="00115F49">
        <w:t>aligne des points les uns à côté des autres</w:t>
      </w:r>
      <w:r>
        <w:t xml:space="preserve">, </w:t>
      </w:r>
      <w:r w:rsidR="00115F49" w:rsidRPr="00115F49">
        <w:t>puis des points les uns sur les autres</w:t>
      </w:r>
      <w:r>
        <w:t xml:space="preserve">. </w:t>
      </w:r>
      <w:r w:rsidR="00115F49" w:rsidRPr="00115F49">
        <w:t>Pour occuper les doigts</w:t>
      </w:r>
      <w:r>
        <w:t xml:space="preserve">. </w:t>
      </w:r>
      <w:r w:rsidR="00115F49" w:rsidRPr="00115F49">
        <w:t>Ça sera un cache-nez</w:t>
      </w:r>
      <w:r>
        <w:t xml:space="preserve">, </w:t>
      </w:r>
      <w:r w:rsidR="00115F49" w:rsidRPr="00115F49">
        <w:t>ou une écharpe</w:t>
      </w:r>
      <w:r>
        <w:t xml:space="preserve">, </w:t>
      </w:r>
      <w:r w:rsidR="00115F49" w:rsidRPr="00115F49">
        <w:t>ou une couverture</w:t>
      </w:r>
      <w:r>
        <w:t xml:space="preserve">, </w:t>
      </w:r>
      <w:r w:rsidR="00115F49" w:rsidRPr="00115F49">
        <w:t>selon que j</w:t>
      </w:r>
      <w:r>
        <w:t>’</w:t>
      </w:r>
      <w:r w:rsidR="00115F49" w:rsidRPr="00115F49">
        <w:t>aurai plus ou moins longtemps besoin d</w:t>
      </w:r>
      <w:r>
        <w:t>’</w:t>
      </w:r>
      <w:r w:rsidR="00115F49" w:rsidRPr="00115F49">
        <w:t>occuper mes doigts</w:t>
      </w:r>
      <w:r>
        <w:t xml:space="preserve">. </w:t>
      </w:r>
      <w:r w:rsidR="00115F49" w:rsidRPr="00115F49">
        <w:t>Je ne fais pas de projets à l</w:t>
      </w:r>
      <w:r>
        <w:t>’</w:t>
      </w:r>
      <w:r w:rsidR="00115F49" w:rsidRPr="00115F49">
        <w:t>avance</w:t>
      </w:r>
      <w:r>
        <w:t>.</w:t>
      </w:r>
    </w:p>
    <w:p w14:paraId="7774D47B" w14:textId="77777777" w:rsidR="00766774" w:rsidRDefault="00115F49" w:rsidP="00115F49">
      <w:r w:rsidRPr="00115F49">
        <w:t>Les soirées étaient paisibles</w:t>
      </w:r>
      <w:r w:rsidR="00766774">
        <w:t xml:space="preserve">. </w:t>
      </w:r>
      <w:r w:rsidRPr="00115F49">
        <w:t>Langlois</w:t>
      </w:r>
      <w:r w:rsidR="00766774">
        <w:t xml:space="preserve">, </w:t>
      </w:r>
      <w:r w:rsidRPr="00115F49">
        <w:t>comme tous les soirs</w:t>
      </w:r>
      <w:r w:rsidR="00766774">
        <w:t xml:space="preserve">, </w:t>
      </w:r>
      <w:r w:rsidRPr="00115F49">
        <w:t>avait ouvert une boîte de cigares</w:t>
      </w:r>
      <w:r w:rsidR="00766774">
        <w:t xml:space="preserve">, </w:t>
      </w:r>
      <w:r w:rsidRPr="00115F49">
        <w:t>pris un cigare et il était allé le fumer au bout du jardin</w:t>
      </w:r>
      <w:r w:rsidR="00766774">
        <w:t xml:space="preserve">. </w:t>
      </w:r>
      <w:r w:rsidRPr="00115F49">
        <w:t>Par la fenêtre on voyait le point rouge du cigare allumé qu</w:t>
      </w:r>
      <w:r w:rsidR="00766774">
        <w:t>’</w:t>
      </w:r>
      <w:r w:rsidRPr="00115F49">
        <w:t>il avait à la bouche aller et venir dans la nuit</w:t>
      </w:r>
      <w:r w:rsidR="00766774">
        <w:t xml:space="preserve"> ; </w:t>
      </w:r>
      <w:r w:rsidRPr="00115F49">
        <w:t>une nuit trop noire dans laquelle on voyait la forme des montagnes et la braise de cigare se déplacer lentement sur elle comme une lanterne de voiture qui se serait déplacée à travers les forêts</w:t>
      </w:r>
      <w:r w:rsidR="00766774">
        <w:t xml:space="preserve">, </w:t>
      </w:r>
      <w:r w:rsidRPr="00115F49">
        <w:t>les vallons</w:t>
      </w:r>
      <w:r w:rsidR="00766774">
        <w:t xml:space="preserve">, </w:t>
      </w:r>
      <w:r w:rsidRPr="00115F49">
        <w:t>les cimes et les crêtes</w:t>
      </w:r>
      <w:r w:rsidR="00766774">
        <w:t xml:space="preserve"> ; </w:t>
      </w:r>
      <w:r w:rsidRPr="00115F49">
        <w:t>puis</w:t>
      </w:r>
      <w:r w:rsidR="00766774">
        <w:t xml:space="preserve">, </w:t>
      </w:r>
      <w:r w:rsidRPr="00115F49">
        <w:t>brusquement</w:t>
      </w:r>
      <w:r w:rsidR="00766774">
        <w:t xml:space="preserve">, </w:t>
      </w:r>
      <w:r w:rsidRPr="00115F49">
        <w:t>la montagne manquait et la voiture s</w:t>
      </w:r>
      <w:r w:rsidR="00766774">
        <w:t>’</w:t>
      </w:r>
      <w:r w:rsidRPr="00115F49">
        <w:t>en allait</w:t>
      </w:r>
      <w:r w:rsidR="00766774">
        <w:t xml:space="preserve">, </w:t>
      </w:r>
      <w:r w:rsidRPr="00115F49">
        <w:t>imperturbable</w:t>
      </w:r>
      <w:r w:rsidR="00766774">
        <w:t xml:space="preserve">, </w:t>
      </w:r>
      <w:r w:rsidRPr="00115F49">
        <w:t>sur rien</w:t>
      </w:r>
      <w:r w:rsidR="00766774">
        <w:t xml:space="preserve">, </w:t>
      </w:r>
      <w:r w:rsidRPr="00115F49">
        <w:t>dans la nuit grise</w:t>
      </w:r>
      <w:r w:rsidR="00766774">
        <w:t>.</w:t>
      </w:r>
    </w:p>
    <w:p w14:paraId="58087A38" w14:textId="77777777" w:rsidR="00766774" w:rsidRDefault="00115F49" w:rsidP="00115F49">
      <w:r w:rsidRPr="00115F49">
        <w:t>De temps en temps</w:t>
      </w:r>
      <w:r w:rsidR="00766774">
        <w:t xml:space="preserve">, </w:t>
      </w:r>
      <w:r w:rsidRPr="00115F49">
        <w:t>je levais les yeux de dessus mon ouvrage pour voir où il en était de son lointain voyage</w:t>
      </w:r>
      <w:r w:rsidR="00766774">
        <w:t xml:space="preserve">, </w:t>
      </w:r>
      <w:r w:rsidRPr="00115F49">
        <w:t>puis</w:t>
      </w:r>
      <w:r w:rsidR="00766774">
        <w:t xml:space="preserve">, </w:t>
      </w:r>
      <w:r w:rsidRPr="00115F49">
        <w:t>je me remettais à aligner des points et des points de ce cache-nez qui serait peut-être écharpe</w:t>
      </w:r>
      <w:r w:rsidR="00766774">
        <w:t xml:space="preserve">, </w:t>
      </w:r>
      <w:r w:rsidRPr="00115F49">
        <w:t>ou couverture</w:t>
      </w:r>
      <w:r w:rsidR="00766774">
        <w:t xml:space="preserve">, </w:t>
      </w:r>
      <w:r w:rsidRPr="00115F49">
        <w:t>ou</w:t>
      </w:r>
      <w:r w:rsidR="00766774">
        <w:t xml:space="preserve">, </w:t>
      </w:r>
      <w:r w:rsidRPr="00115F49">
        <w:lastRenderedPageBreak/>
        <w:t>baste</w:t>
      </w:r>
      <w:r w:rsidR="00766774">
        <w:t xml:space="preserve">… </w:t>
      </w:r>
      <w:r w:rsidRPr="00115F49">
        <w:t>Je n</w:t>
      </w:r>
      <w:r w:rsidR="00766774">
        <w:t>’</w:t>
      </w:r>
      <w:r w:rsidRPr="00115F49">
        <w:t>avais besoin de rien</w:t>
      </w:r>
      <w:r w:rsidR="00766774">
        <w:t xml:space="preserve">. </w:t>
      </w:r>
      <w:r w:rsidRPr="00115F49">
        <w:t>Ni lui non plus</w:t>
      </w:r>
      <w:r w:rsidR="00766774">
        <w:t xml:space="preserve">. </w:t>
      </w:r>
      <w:r w:rsidRPr="00115F49">
        <w:t>Alors</w:t>
      </w:r>
      <w:r w:rsidR="00766774">
        <w:t xml:space="preserve">, </w:t>
      </w:r>
      <w:r w:rsidRPr="00115F49">
        <w:t>la forme</w:t>
      </w:r>
      <w:r w:rsidR="00766774">
        <w:t> !…</w:t>
      </w:r>
    </w:p>
    <w:p w14:paraId="58459786" w14:textId="77777777" w:rsidR="00F341FE" w:rsidRDefault="00F341FE" w:rsidP="00766774">
      <w:pPr>
        <w:pStyle w:val="Etoile"/>
      </w:pPr>
      <w:r>
        <w:t>*</w:t>
      </w:r>
    </w:p>
    <w:p w14:paraId="00D2E014" w14:textId="77777777" w:rsidR="00766774" w:rsidRDefault="00115F49" w:rsidP="00115F49">
      <w:r w:rsidRPr="00115F49">
        <w:t>Nous nous souvenions très bien</w:t>
      </w:r>
      <w:r w:rsidR="00766774">
        <w:t xml:space="preserve">, </w:t>
      </w:r>
      <w:r w:rsidRPr="00115F49">
        <w:t>bigre</w:t>
      </w:r>
      <w:r w:rsidR="00766774">
        <w:t xml:space="preserve">, </w:t>
      </w:r>
      <w:r w:rsidRPr="00115F49">
        <w:t>de cette époque</w:t>
      </w:r>
      <w:r w:rsidR="00766774">
        <w:t>.</w:t>
      </w:r>
    </w:p>
    <w:p w14:paraId="34EAFE10" w14:textId="77777777" w:rsidR="00766774" w:rsidRDefault="00115F49" w:rsidP="00115F49">
      <w:r w:rsidRPr="00115F49">
        <w:t>C</w:t>
      </w:r>
      <w:r w:rsidR="00766774">
        <w:t>’</w:t>
      </w:r>
      <w:r w:rsidRPr="00115F49">
        <w:t>est vrai</w:t>
      </w:r>
      <w:r w:rsidR="00766774">
        <w:t xml:space="preserve"> : </w:t>
      </w:r>
      <w:r w:rsidRPr="00115F49">
        <w:t>les cigares</w:t>
      </w:r>
      <w:r w:rsidR="00766774">
        <w:t> !</w:t>
      </w:r>
    </w:p>
    <w:p w14:paraId="36217864" w14:textId="77777777" w:rsidR="00115F49" w:rsidRPr="00115F49" w:rsidRDefault="00115F49" w:rsidP="00115F49">
      <w:r w:rsidRPr="00115F49">
        <w:t>Mais</w:t>
      </w:r>
      <w:r w:rsidR="00766774">
        <w:t xml:space="preserve">, </w:t>
      </w:r>
      <w:r w:rsidRPr="00115F49">
        <w:t>nous nous étions dit</w:t>
      </w:r>
      <w:r w:rsidR="00766774">
        <w:t>. « </w:t>
      </w:r>
      <w:r w:rsidRPr="00115F49">
        <w:t>C</w:t>
      </w:r>
      <w:r w:rsidR="00766774">
        <w:t>’</w:t>
      </w:r>
      <w:r w:rsidRPr="00115F49">
        <w:t>est sans doute pour faire honneur à sa dame</w:t>
      </w:r>
      <w:r w:rsidR="00766774">
        <w:t xml:space="preserve">. </w:t>
      </w:r>
      <w:r w:rsidRPr="00115F49">
        <w:t>Il ne manque pas de jeunes dames à qui la pipe répugne</w:t>
      </w:r>
      <w:r w:rsidR="00766774">
        <w:t xml:space="preserve">. </w:t>
      </w:r>
      <w:r w:rsidRPr="00115F49">
        <w:t>Au début d</w:t>
      </w:r>
      <w:r w:rsidR="00766774">
        <w:t>’</w:t>
      </w:r>
      <w:r w:rsidRPr="00115F49">
        <w:t>un mariage</w:t>
      </w:r>
      <w:r w:rsidR="00766774">
        <w:t xml:space="preserve">, </w:t>
      </w:r>
      <w:r w:rsidRPr="00115F49">
        <w:t>on fait toujours des concessions</w:t>
      </w:r>
      <w:r w:rsidR="00766774">
        <w:t xml:space="preserve">. </w:t>
      </w:r>
      <w:r w:rsidRPr="00115F49">
        <w:t>Les vieux maris sont toujours bien contents de pouvoir au moins faire quelque chose d</w:t>
      </w:r>
      <w:r w:rsidR="00766774">
        <w:t>’</w:t>
      </w:r>
      <w:r w:rsidRPr="00115F49">
        <w:t>agréable sans effort</w:t>
      </w:r>
      <w:r w:rsidR="00766774">
        <w:t xml:space="preserve">. </w:t>
      </w:r>
      <w:r w:rsidRPr="00115F49">
        <w:t>Après</w:t>
      </w:r>
      <w:r w:rsidR="00766774">
        <w:t xml:space="preserve">, </w:t>
      </w:r>
      <w:r w:rsidRPr="00115F49">
        <w:t>ce sont des choses qui s</w:t>
      </w:r>
      <w:r w:rsidR="00766774">
        <w:t>’</w:t>
      </w:r>
      <w:r w:rsidRPr="00115F49">
        <w:t>arrangent</w:t>
      </w:r>
      <w:r w:rsidR="00766774">
        <w:t>. »</w:t>
      </w:r>
      <w:r w:rsidRPr="00115F49">
        <w:t xml:space="preserve"> On s</w:t>
      </w:r>
      <w:r w:rsidR="00766774">
        <w:t>’</w:t>
      </w:r>
      <w:r w:rsidRPr="00115F49">
        <w:t>était dit</w:t>
      </w:r>
      <w:r w:rsidR="00766774">
        <w:t> : « </w:t>
      </w:r>
      <w:r w:rsidRPr="00115F49">
        <w:t>Il y reviendra à sa pipe</w:t>
      </w:r>
      <w:r w:rsidR="00766774">
        <w:t>. »</w:t>
      </w:r>
    </w:p>
    <w:p w14:paraId="3D146BBC" w14:textId="77777777" w:rsidR="00766774" w:rsidRDefault="00115F49" w:rsidP="00115F49">
      <w:r w:rsidRPr="00115F49">
        <w:t>Mais</w:t>
      </w:r>
      <w:r w:rsidR="00766774">
        <w:t xml:space="preserve">, </w:t>
      </w:r>
      <w:r w:rsidRPr="00115F49">
        <w:t>dès la première chute de neige</w:t>
      </w:r>
      <w:r w:rsidR="00766774">
        <w:t xml:space="preserve"> (</w:t>
      </w:r>
      <w:r w:rsidRPr="00115F49">
        <w:t>une toute petite neige d</w:t>
      </w:r>
      <w:r w:rsidR="00766774">
        <w:t>’</w:t>
      </w:r>
      <w:r w:rsidRPr="00115F49">
        <w:t>automne qui tomba le 2</w:t>
      </w:r>
      <w:r w:rsidR="00766774" w:rsidRPr="00115F49">
        <w:t>0</w:t>
      </w:r>
      <w:r w:rsidR="00766774">
        <w:t> </w:t>
      </w:r>
      <w:r w:rsidR="00766774" w:rsidRPr="00115F49">
        <w:t>octobre</w:t>
      </w:r>
      <w:r w:rsidR="00766774">
        <w:t xml:space="preserve">. </w:t>
      </w:r>
      <w:r w:rsidRPr="00115F49">
        <w:t>Il y en avait une épaisseur de deux doigts à peine</w:t>
      </w:r>
      <w:r w:rsidR="00766774">
        <w:t xml:space="preserve">. </w:t>
      </w:r>
      <w:r w:rsidRPr="00115F49">
        <w:t>C</w:t>
      </w:r>
      <w:r w:rsidR="00766774">
        <w:t>’</w:t>
      </w:r>
      <w:r w:rsidRPr="00115F49">
        <w:t>était évidemment suffisant pour que tout le pays soit blanc</w:t>
      </w:r>
      <w:r w:rsidR="00766774">
        <w:t xml:space="preserve">, </w:t>
      </w:r>
      <w:r w:rsidRPr="00115F49">
        <w:t>même beaucoup plus blanc que lorsqu</w:t>
      </w:r>
      <w:r w:rsidR="00766774">
        <w:t>’</w:t>
      </w:r>
      <w:r w:rsidRPr="00115F49">
        <w:t>il en tombait un mètre</w:t>
      </w:r>
      <w:r w:rsidR="00766774">
        <w:t xml:space="preserve">. </w:t>
      </w:r>
      <w:r w:rsidRPr="00115F49">
        <w:t>Ces neiges rases sont étincelantes comme du sel</w:t>
      </w:r>
      <w:r w:rsidR="00766774">
        <w:t xml:space="preserve">), </w:t>
      </w:r>
      <w:r w:rsidRPr="00115F49">
        <w:t>Anselmie vit arriver Langlois chez elle</w:t>
      </w:r>
      <w:r w:rsidR="00766774">
        <w:t>.</w:t>
      </w:r>
    </w:p>
    <w:p w14:paraId="5375CD88" w14:textId="77777777" w:rsidR="00766774" w:rsidRDefault="00115F49" w:rsidP="00115F49">
      <w:r w:rsidRPr="00115F49">
        <w:t>Le lendemain de ce jour-là nous étions peut-être cinquante chez Anselmie et tout le jour ce fut un défilé</w:t>
      </w:r>
      <w:r w:rsidR="00766774">
        <w:t>.</w:t>
      </w:r>
    </w:p>
    <w:p w14:paraId="695ACA1F" w14:textId="77777777" w:rsidR="00766774" w:rsidRDefault="00115F49" w:rsidP="00115F49">
      <w:r w:rsidRPr="00115F49">
        <w:t>On lui dit</w:t>
      </w:r>
      <w:r w:rsidR="00766774">
        <w:t> :</w:t>
      </w:r>
    </w:p>
    <w:p w14:paraId="5B0900CB" w14:textId="77777777" w:rsidR="00766774" w:rsidRDefault="00766774" w:rsidP="00115F49">
      <w:r>
        <w:t>— </w:t>
      </w:r>
      <w:r w:rsidR="00115F49" w:rsidRPr="00115F49">
        <w:t>Eh bien</w:t>
      </w:r>
      <w:r>
        <w:t xml:space="preserve">, </w:t>
      </w:r>
      <w:r w:rsidR="00115F49" w:rsidRPr="00115F49">
        <w:t>raconte</w:t>
      </w:r>
      <w:r>
        <w:t xml:space="preserve">. </w:t>
      </w:r>
      <w:r w:rsidR="00115F49" w:rsidRPr="00115F49">
        <w:t>Qu</w:t>
      </w:r>
      <w:r>
        <w:t>’</w:t>
      </w:r>
      <w:r w:rsidR="00115F49" w:rsidRPr="00115F49">
        <w:t>est-ce qu</w:t>
      </w:r>
      <w:r>
        <w:t>’</w:t>
      </w:r>
      <w:r w:rsidR="00115F49" w:rsidRPr="00115F49">
        <w:t>il t</w:t>
      </w:r>
      <w:r>
        <w:t>’</w:t>
      </w:r>
      <w:r w:rsidR="00115F49" w:rsidRPr="00115F49">
        <w:t>a dit</w:t>
      </w:r>
      <w:r>
        <w:t xml:space="preserve"> ? </w:t>
      </w:r>
      <w:r w:rsidR="00115F49" w:rsidRPr="00115F49">
        <w:t>Qu</w:t>
      </w:r>
      <w:r>
        <w:t>’</w:t>
      </w:r>
      <w:r w:rsidR="00115F49" w:rsidRPr="00115F49">
        <w:t>est-ce qu</w:t>
      </w:r>
      <w:r>
        <w:t>’</w:t>
      </w:r>
      <w:r w:rsidR="00115F49" w:rsidRPr="00115F49">
        <w:t>il a fait</w:t>
      </w:r>
      <w:r>
        <w:t> ?</w:t>
      </w:r>
    </w:p>
    <w:p w14:paraId="03705D6B" w14:textId="77777777" w:rsidR="00766774" w:rsidRDefault="00766774" w:rsidP="00115F49">
      <w:r>
        <w:t>— </w:t>
      </w:r>
      <w:r w:rsidR="00115F49" w:rsidRPr="00115F49">
        <w:t>Il est venu</w:t>
      </w:r>
      <w:r>
        <w:t xml:space="preserve">, </w:t>
      </w:r>
      <w:r w:rsidR="00115F49" w:rsidRPr="00115F49">
        <w:t>dit-elle</w:t>
      </w:r>
      <w:r>
        <w:t>.</w:t>
      </w:r>
    </w:p>
    <w:p w14:paraId="08BC740B" w14:textId="77777777" w:rsidR="00766774" w:rsidRDefault="00115F49" w:rsidP="00115F49">
      <w:r w:rsidRPr="00115F49">
        <w:lastRenderedPageBreak/>
        <w:t>Et des heures avant qu</w:t>
      </w:r>
      <w:r w:rsidR="00766774">
        <w:t>’</w:t>
      </w:r>
      <w:r w:rsidRPr="00115F49">
        <w:t xml:space="preserve">on puisse en tirer autre chose que ce </w:t>
      </w:r>
      <w:r w:rsidR="00766774">
        <w:t>« </w:t>
      </w:r>
      <w:r w:rsidRPr="00115F49">
        <w:t>Il est venu</w:t>
      </w:r>
      <w:r w:rsidR="00766774">
        <w:t> ».</w:t>
      </w:r>
    </w:p>
    <w:p w14:paraId="40BC76E1" w14:textId="77777777" w:rsidR="00766774" w:rsidRDefault="00115F49" w:rsidP="00115F49">
      <w:r w:rsidRPr="00115F49">
        <w:t>C</w:t>
      </w:r>
      <w:r w:rsidR="00766774">
        <w:t>’</w:t>
      </w:r>
      <w:r w:rsidRPr="00115F49">
        <w:t>est une brute</w:t>
      </w:r>
      <w:r w:rsidR="00766774">
        <w:t xml:space="preserve">, </w:t>
      </w:r>
      <w:r w:rsidRPr="00115F49">
        <w:t>cette femme</w:t>
      </w:r>
      <w:r w:rsidR="00766774">
        <w:t> !</w:t>
      </w:r>
    </w:p>
    <w:p w14:paraId="19296803" w14:textId="77777777" w:rsidR="00766774" w:rsidRDefault="00115F49" w:rsidP="00115F49">
      <w:r w:rsidRPr="00115F49">
        <w:t>On était quand même arrivé à savoir à peu près quelque chose</w:t>
      </w:r>
      <w:r w:rsidR="00766774">
        <w:t xml:space="preserve">. </w:t>
      </w:r>
      <w:r w:rsidRPr="00115F49">
        <w:t>La neige était donc tombée</w:t>
      </w:r>
      <w:r w:rsidR="00766774">
        <w:t xml:space="preserve">. </w:t>
      </w:r>
      <w:r w:rsidRPr="00115F49">
        <w:t>Le pays était tout blanc</w:t>
      </w:r>
      <w:r w:rsidR="00766774">
        <w:t xml:space="preserve">. </w:t>
      </w:r>
      <w:r w:rsidRPr="00115F49">
        <w:t>Langlois était arrivé chez Anselmie</w:t>
      </w:r>
      <w:r w:rsidR="00766774">
        <w:t xml:space="preserve">. </w:t>
      </w:r>
      <w:r w:rsidRPr="00115F49">
        <w:t>Il n</w:t>
      </w:r>
      <w:r w:rsidR="00766774">
        <w:t>’</w:t>
      </w:r>
      <w:r w:rsidRPr="00115F49">
        <w:t>était pas entré</w:t>
      </w:r>
      <w:r w:rsidR="00766774">
        <w:t xml:space="preserve">. </w:t>
      </w:r>
      <w:r w:rsidRPr="00115F49">
        <w:t>Il avait ouvert la porte et il avait crié</w:t>
      </w:r>
      <w:r w:rsidR="00766774">
        <w:t> :</w:t>
      </w:r>
    </w:p>
    <w:p w14:paraId="6487FF7F" w14:textId="77777777" w:rsidR="00766774" w:rsidRDefault="00766774" w:rsidP="00115F49">
      <w:r>
        <w:t>— </w:t>
      </w:r>
      <w:r w:rsidR="00115F49" w:rsidRPr="00115F49">
        <w:t>Est-ce que tu es là</w:t>
      </w:r>
      <w:r>
        <w:t> ?</w:t>
      </w:r>
    </w:p>
    <w:p w14:paraId="5061A51F" w14:textId="77777777" w:rsidR="00766774" w:rsidRDefault="00766774" w:rsidP="00115F49">
      <w:r>
        <w:t>— </w:t>
      </w:r>
      <w:r w:rsidR="00115F49" w:rsidRPr="00115F49">
        <w:t>Bien sûr que je suis là</w:t>
      </w:r>
      <w:r>
        <w:t xml:space="preserve">, </w:t>
      </w:r>
      <w:r w:rsidR="00115F49" w:rsidRPr="00115F49">
        <w:t>avait dit Anselmie</w:t>
      </w:r>
      <w:r>
        <w:t>.</w:t>
      </w:r>
    </w:p>
    <w:p w14:paraId="4D086503" w14:textId="77777777" w:rsidR="00766774" w:rsidRDefault="00766774" w:rsidP="00115F49">
      <w:r>
        <w:t>— </w:t>
      </w:r>
      <w:r w:rsidR="00115F49" w:rsidRPr="00115F49">
        <w:t>Amène-toi</w:t>
      </w:r>
      <w:r>
        <w:t xml:space="preserve">, </w:t>
      </w:r>
      <w:r w:rsidR="00115F49" w:rsidRPr="00115F49">
        <w:t>avait dit Langlois</w:t>
      </w:r>
      <w:r>
        <w:t>.</w:t>
      </w:r>
    </w:p>
    <w:p w14:paraId="5617FA42" w14:textId="77777777" w:rsidR="00766774" w:rsidRDefault="00766774" w:rsidP="00115F49">
      <w:r>
        <w:t>— </w:t>
      </w:r>
      <w:r w:rsidR="00115F49" w:rsidRPr="00115F49">
        <w:t>Pourquoi est-ce qu</w:t>
      </w:r>
      <w:r>
        <w:t>’</w:t>
      </w:r>
      <w:r w:rsidR="00115F49" w:rsidRPr="00115F49">
        <w:t>il faut que je m</w:t>
      </w:r>
      <w:r>
        <w:t>’</w:t>
      </w:r>
      <w:r w:rsidR="00115F49" w:rsidRPr="00115F49">
        <w:t>amène</w:t>
      </w:r>
      <w:r>
        <w:t xml:space="preserve"> ? </w:t>
      </w:r>
      <w:r w:rsidR="00115F49" w:rsidRPr="00115F49">
        <w:t>avait dit Anselmie</w:t>
      </w:r>
      <w:r>
        <w:t>.</w:t>
      </w:r>
    </w:p>
    <w:p w14:paraId="70E88B78" w14:textId="77777777" w:rsidR="00766774" w:rsidRDefault="00766774" w:rsidP="00115F49">
      <w:r>
        <w:t>— </w:t>
      </w:r>
      <w:r w:rsidR="00115F49" w:rsidRPr="00115F49">
        <w:t>Discute pas</w:t>
      </w:r>
      <w:r>
        <w:t xml:space="preserve">, </w:t>
      </w:r>
      <w:r w:rsidR="00115F49" w:rsidRPr="00115F49">
        <w:t>avait dit Langlois</w:t>
      </w:r>
      <w:r>
        <w:t>.</w:t>
      </w:r>
    </w:p>
    <w:p w14:paraId="243B5E1A" w14:textId="77777777" w:rsidR="00766774" w:rsidRDefault="00766774" w:rsidP="00115F49">
      <w:r>
        <w:t>— </w:t>
      </w:r>
      <w:r w:rsidR="00115F49" w:rsidRPr="00115F49">
        <w:t>Vous me laisserez jeter mon poireau dans la soupe</w:t>
      </w:r>
      <w:r>
        <w:t xml:space="preserve"> ? </w:t>
      </w:r>
      <w:r w:rsidR="00115F49" w:rsidRPr="00115F49">
        <w:t>avait dit Anselmie</w:t>
      </w:r>
      <w:r>
        <w:t>.</w:t>
      </w:r>
    </w:p>
    <w:p w14:paraId="1495C751" w14:textId="77777777" w:rsidR="00766774" w:rsidRDefault="00766774" w:rsidP="00115F49">
      <w:r>
        <w:t>— </w:t>
      </w:r>
      <w:r w:rsidR="00115F49" w:rsidRPr="00115F49">
        <w:t>Dépêche</w:t>
      </w:r>
      <w:r>
        <w:t xml:space="preserve">, </w:t>
      </w:r>
      <w:r w:rsidR="00115F49" w:rsidRPr="00115F49">
        <w:t>avait dit Langlois</w:t>
      </w:r>
      <w:r>
        <w:t>.</w:t>
      </w:r>
    </w:p>
    <w:p w14:paraId="510C26EC" w14:textId="77777777" w:rsidR="00766774" w:rsidRDefault="00766774" w:rsidP="00115F49">
      <w:r>
        <w:t>— </w:t>
      </w:r>
      <w:r w:rsidR="00115F49" w:rsidRPr="00115F49">
        <w:t>Il avait une voix</w:t>
      </w:r>
      <w:r>
        <w:t xml:space="preserve">, </w:t>
      </w:r>
      <w:r w:rsidR="00115F49" w:rsidRPr="00115F49">
        <w:t>dit Anselmie</w:t>
      </w:r>
      <w:r>
        <w:t xml:space="preserve">, </w:t>
      </w:r>
      <w:r w:rsidR="00115F49" w:rsidRPr="00115F49">
        <w:t>que j</w:t>
      </w:r>
      <w:r>
        <w:t>’</w:t>
      </w:r>
      <w:r w:rsidR="00115F49" w:rsidRPr="00115F49">
        <w:t>en ai lâché mon poireau et que je suis venue tout de suite</w:t>
      </w:r>
      <w:r>
        <w:t>.</w:t>
      </w:r>
    </w:p>
    <w:p w14:paraId="5A3E03EC" w14:textId="77777777" w:rsidR="00766774" w:rsidRDefault="00766774" w:rsidP="00115F49">
      <w:r>
        <w:t>— </w:t>
      </w:r>
      <w:r w:rsidR="00115F49" w:rsidRPr="00115F49">
        <w:t>Quelle voix</w:t>
      </w:r>
      <w:r>
        <w:t xml:space="preserve"> ? </w:t>
      </w:r>
      <w:r w:rsidR="00115F49" w:rsidRPr="00115F49">
        <w:t>lui demandâmes-nous</w:t>
      </w:r>
      <w:r>
        <w:t xml:space="preserve">. </w:t>
      </w:r>
      <w:r w:rsidR="00115F49" w:rsidRPr="00115F49">
        <w:t>Parle</w:t>
      </w:r>
      <w:r>
        <w:t xml:space="preserve">. </w:t>
      </w:r>
      <w:r w:rsidR="00115F49" w:rsidRPr="00115F49">
        <w:t>Le procureur va venir</w:t>
      </w:r>
      <w:r>
        <w:t xml:space="preserve">, </w:t>
      </w:r>
      <w:r w:rsidR="00115F49" w:rsidRPr="00115F49">
        <w:t>tu sais</w:t>
      </w:r>
      <w:r>
        <w:t xml:space="preserve">. </w:t>
      </w:r>
      <w:r w:rsidR="00115F49" w:rsidRPr="00115F49">
        <w:t>Et lui te fera parler</w:t>
      </w:r>
      <w:r>
        <w:t>.</w:t>
      </w:r>
    </w:p>
    <w:p w14:paraId="18296CEC" w14:textId="77777777" w:rsidR="00766774" w:rsidRDefault="00766774" w:rsidP="00115F49">
      <w:r>
        <w:t>— </w:t>
      </w:r>
      <w:r w:rsidR="00115F49" w:rsidRPr="00115F49">
        <w:t>Bien</w:t>
      </w:r>
      <w:r>
        <w:t xml:space="preserve">, </w:t>
      </w:r>
      <w:r w:rsidR="00115F49" w:rsidRPr="00115F49">
        <w:t>qu</w:t>
      </w:r>
      <w:r>
        <w:t>’</w:t>
      </w:r>
      <w:r w:rsidR="00115F49" w:rsidRPr="00115F49">
        <w:t>est-ce que vous voulez que je vous dise</w:t>
      </w:r>
      <w:r>
        <w:t xml:space="preserve">, </w:t>
      </w:r>
      <w:r w:rsidR="00115F49" w:rsidRPr="00115F49">
        <w:t>dit Anselmie</w:t>
      </w:r>
      <w:r>
        <w:t xml:space="preserve">, </w:t>
      </w:r>
      <w:r w:rsidR="00115F49" w:rsidRPr="00115F49">
        <w:t>il était en colère</w:t>
      </w:r>
      <w:r>
        <w:t xml:space="preserve">, </w:t>
      </w:r>
      <w:r w:rsidR="00115F49" w:rsidRPr="00115F49">
        <w:t>quoi</w:t>
      </w:r>
      <w:r>
        <w:t> !</w:t>
      </w:r>
    </w:p>
    <w:p w14:paraId="08445AB3" w14:textId="77777777" w:rsidR="00766774" w:rsidRDefault="00766774" w:rsidP="00115F49">
      <w:r>
        <w:t>— </w:t>
      </w:r>
      <w:r w:rsidR="00115F49" w:rsidRPr="00115F49">
        <w:t>Langlois</w:t>
      </w:r>
      <w:r>
        <w:t> ?</w:t>
      </w:r>
    </w:p>
    <w:p w14:paraId="41584B03" w14:textId="77777777" w:rsidR="00766774" w:rsidRDefault="00766774" w:rsidP="00115F49">
      <w:r>
        <w:t>— </w:t>
      </w:r>
      <w:r w:rsidR="00115F49" w:rsidRPr="00115F49">
        <w:t>Oui</w:t>
      </w:r>
      <w:r>
        <w:t xml:space="preserve">, </w:t>
      </w:r>
      <w:r w:rsidR="00115F49" w:rsidRPr="00115F49">
        <w:t>c</w:t>
      </w:r>
      <w:r>
        <w:t>’</w:t>
      </w:r>
      <w:r w:rsidR="00115F49" w:rsidRPr="00115F49">
        <w:t>était une voix en colère</w:t>
      </w:r>
      <w:r>
        <w:t>.</w:t>
      </w:r>
    </w:p>
    <w:p w14:paraId="73427E97" w14:textId="77777777" w:rsidR="00766774" w:rsidRDefault="00766774" w:rsidP="00115F49">
      <w:r>
        <w:lastRenderedPageBreak/>
        <w:t>— </w:t>
      </w:r>
      <w:r w:rsidR="00115F49" w:rsidRPr="00115F49">
        <w:t>Bon</w:t>
      </w:r>
      <w:r>
        <w:t xml:space="preserve">. </w:t>
      </w:r>
      <w:r w:rsidR="00115F49" w:rsidRPr="00115F49">
        <w:t>Alors</w:t>
      </w:r>
      <w:r>
        <w:t xml:space="preserve">, </w:t>
      </w:r>
      <w:r w:rsidR="00115F49" w:rsidRPr="00115F49">
        <w:t>tu es venue et</w:t>
      </w:r>
      <w:r>
        <w:t xml:space="preserve">, </w:t>
      </w:r>
      <w:r w:rsidR="00115F49" w:rsidRPr="00115F49">
        <w:t>est-ce qu</w:t>
      </w:r>
      <w:r>
        <w:t>’</w:t>
      </w:r>
      <w:r w:rsidR="00115F49" w:rsidRPr="00115F49">
        <w:t>il était en colère</w:t>
      </w:r>
      <w:r>
        <w:t> ?</w:t>
      </w:r>
    </w:p>
    <w:p w14:paraId="58FF5227" w14:textId="77777777" w:rsidR="00766774" w:rsidRDefault="00766774" w:rsidP="00115F49">
      <w:r>
        <w:t>— </w:t>
      </w:r>
      <w:r w:rsidR="00115F49" w:rsidRPr="00115F49">
        <w:t>Oh</w:t>
      </w:r>
      <w:r>
        <w:t xml:space="preserve"> ! </w:t>
      </w:r>
      <w:r w:rsidR="00115F49" w:rsidRPr="00115F49">
        <w:t>pas du tout</w:t>
      </w:r>
      <w:r>
        <w:t>.</w:t>
      </w:r>
    </w:p>
    <w:p w14:paraId="55FF8034" w14:textId="77777777" w:rsidR="00766774" w:rsidRDefault="00766774" w:rsidP="00115F49">
      <w:r>
        <w:t>— </w:t>
      </w:r>
      <w:r w:rsidR="00115F49" w:rsidRPr="00115F49">
        <w:t>Comment était-il</w:t>
      </w:r>
      <w:r>
        <w:t> ?</w:t>
      </w:r>
    </w:p>
    <w:p w14:paraId="45E62328" w14:textId="77777777" w:rsidR="00766774" w:rsidRDefault="00766774" w:rsidP="00115F49">
      <w:r>
        <w:t>— </w:t>
      </w:r>
      <w:r w:rsidR="00115F49" w:rsidRPr="00115F49">
        <w:t>Comme d</w:t>
      </w:r>
      <w:r>
        <w:t>’</w:t>
      </w:r>
      <w:r w:rsidR="00115F49" w:rsidRPr="00115F49">
        <w:t>habitude</w:t>
      </w:r>
      <w:r>
        <w:t>.</w:t>
      </w:r>
    </w:p>
    <w:p w14:paraId="28DF8E53" w14:textId="77777777" w:rsidR="00766774" w:rsidRDefault="00766774" w:rsidP="00115F49">
      <w:r>
        <w:t>— </w:t>
      </w:r>
      <w:r w:rsidR="00115F49" w:rsidRPr="00115F49">
        <w:t>Pas plus</w:t>
      </w:r>
      <w:r>
        <w:t> ?</w:t>
      </w:r>
    </w:p>
    <w:p w14:paraId="2363C2FF" w14:textId="77777777" w:rsidR="00766774" w:rsidRDefault="00766774" w:rsidP="00115F49">
      <w:r>
        <w:t>— </w:t>
      </w:r>
      <w:r w:rsidR="00115F49" w:rsidRPr="00115F49">
        <w:t>Pas plus quoi</w:t>
      </w:r>
      <w:r>
        <w:t xml:space="preserve"> ? </w:t>
      </w:r>
      <w:r w:rsidR="00115F49" w:rsidRPr="00115F49">
        <w:t>Non</w:t>
      </w:r>
      <w:r>
        <w:t xml:space="preserve">, </w:t>
      </w:r>
      <w:r w:rsidR="00115F49" w:rsidRPr="00115F49">
        <w:t>comme d</w:t>
      </w:r>
      <w:r>
        <w:t>’</w:t>
      </w:r>
      <w:r w:rsidR="00115F49" w:rsidRPr="00115F49">
        <w:t>habitude</w:t>
      </w:r>
      <w:r>
        <w:t>.</w:t>
      </w:r>
    </w:p>
    <w:p w14:paraId="453C76FF" w14:textId="77777777" w:rsidR="00766774" w:rsidRDefault="00766774" w:rsidP="00115F49">
      <w:r>
        <w:t>— </w:t>
      </w:r>
      <w:r w:rsidR="00115F49" w:rsidRPr="00115F49">
        <w:t>Il n</w:t>
      </w:r>
      <w:r>
        <w:t>’</w:t>
      </w:r>
      <w:r w:rsidR="00115F49" w:rsidRPr="00115F49">
        <w:t>avait pas l</w:t>
      </w:r>
      <w:r>
        <w:t>’</w:t>
      </w:r>
      <w:r w:rsidR="00115F49" w:rsidRPr="00115F49">
        <w:t>air fou</w:t>
      </w:r>
      <w:r>
        <w:t> ?</w:t>
      </w:r>
    </w:p>
    <w:p w14:paraId="3BADDD9E" w14:textId="77777777" w:rsidR="00766774" w:rsidRDefault="00766774" w:rsidP="00115F49">
      <w:r>
        <w:t>— </w:t>
      </w:r>
      <w:r w:rsidR="00115F49" w:rsidRPr="00115F49">
        <w:t>Lui</w:t>
      </w:r>
      <w:r>
        <w:t xml:space="preserve"> ? </w:t>
      </w:r>
      <w:r w:rsidR="00115F49" w:rsidRPr="00115F49">
        <w:t>Ah</w:t>
      </w:r>
      <w:r>
        <w:t xml:space="preserve"> ! </w:t>
      </w:r>
      <w:r w:rsidR="00115F49" w:rsidRPr="00115F49">
        <w:t>bien alors</w:t>
      </w:r>
      <w:r>
        <w:t xml:space="preserve">, </w:t>
      </w:r>
      <w:r w:rsidR="00115F49" w:rsidRPr="00115F49">
        <w:t>vous autres</w:t>
      </w:r>
      <w:r>
        <w:t xml:space="preserve"> ! </w:t>
      </w:r>
      <w:r w:rsidR="00115F49" w:rsidRPr="00115F49">
        <w:t>Fou</w:t>
      </w:r>
      <w:r>
        <w:t xml:space="preserve"> ? </w:t>
      </w:r>
      <w:r w:rsidR="00115F49" w:rsidRPr="00115F49">
        <w:t>Vous n</w:t>
      </w:r>
      <w:r>
        <w:t>’</w:t>
      </w:r>
      <w:r w:rsidR="00115F49" w:rsidRPr="00115F49">
        <w:t>y êtes plus</w:t>
      </w:r>
      <w:r>
        <w:t xml:space="preserve"> ! </w:t>
      </w:r>
      <w:r w:rsidR="00115F49" w:rsidRPr="00115F49">
        <w:t>Pas du tout</w:t>
      </w:r>
      <w:r>
        <w:t xml:space="preserve">, </w:t>
      </w:r>
      <w:r w:rsidR="00115F49" w:rsidRPr="00115F49">
        <w:t>il était comme d</w:t>
      </w:r>
      <w:r>
        <w:t>’</w:t>
      </w:r>
      <w:r w:rsidR="00115F49" w:rsidRPr="00115F49">
        <w:t>habitude</w:t>
      </w:r>
      <w:r>
        <w:t>.</w:t>
      </w:r>
    </w:p>
    <w:p w14:paraId="181BCD18" w14:textId="77777777" w:rsidR="00766774" w:rsidRDefault="00766774" w:rsidP="00115F49">
      <w:r>
        <w:t>— </w:t>
      </w:r>
      <w:r w:rsidR="00115F49" w:rsidRPr="00115F49">
        <w:t>Il n</w:t>
      </w:r>
      <w:r>
        <w:t>’</w:t>
      </w:r>
      <w:r w:rsidR="00115F49" w:rsidRPr="00115F49">
        <w:t>avait pas l</w:t>
      </w:r>
      <w:r>
        <w:t>’</w:t>
      </w:r>
      <w:r w:rsidR="00115F49" w:rsidRPr="00115F49">
        <w:t>air méchant</w:t>
      </w:r>
      <w:r>
        <w:t> ?</w:t>
      </w:r>
    </w:p>
    <w:p w14:paraId="7D97CB43" w14:textId="77777777" w:rsidR="00766774" w:rsidRDefault="00766774" w:rsidP="00115F49">
      <w:r>
        <w:t>— </w:t>
      </w:r>
      <w:r w:rsidR="00115F49" w:rsidRPr="00115F49">
        <w:t>Mais non</w:t>
      </w:r>
      <w:r>
        <w:t xml:space="preserve">. </w:t>
      </w:r>
      <w:r w:rsidR="00115F49" w:rsidRPr="00115F49">
        <w:t>Puisque je vous dis qu</w:t>
      </w:r>
      <w:r>
        <w:t>’</w:t>
      </w:r>
      <w:r w:rsidR="00115F49" w:rsidRPr="00115F49">
        <w:t>il était comme d</w:t>
      </w:r>
      <w:r>
        <w:t>’</w:t>
      </w:r>
      <w:r w:rsidR="00115F49" w:rsidRPr="00115F49">
        <w:t>habitude</w:t>
      </w:r>
      <w:r>
        <w:t xml:space="preserve">. </w:t>
      </w:r>
      <w:r w:rsidR="00115F49" w:rsidRPr="00115F49">
        <w:t>Vous savez qu</w:t>
      </w:r>
      <w:r>
        <w:t>’</w:t>
      </w:r>
      <w:r w:rsidR="00115F49" w:rsidRPr="00115F49">
        <w:t>il n</w:t>
      </w:r>
      <w:r>
        <w:t>’</w:t>
      </w:r>
      <w:r w:rsidR="00115F49" w:rsidRPr="00115F49">
        <w:t>était pas très rigolo</w:t>
      </w:r>
      <w:r>
        <w:t xml:space="preserve"> ; </w:t>
      </w:r>
      <w:r w:rsidR="00115F49" w:rsidRPr="00115F49">
        <w:t>bien</w:t>
      </w:r>
      <w:r>
        <w:t xml:space="preserve">, </w:t>
      </w:r>
      <w:r w:rsidR="00115F49" w:rsidRPr="00115F49">
        <w:t>il continuait à n</w:t>
      </w:r>
      <w:r>
        <w:t>’</w:t>
      </w:r>
      <w:r w:rsidR="00115F49" w:rsidRPr="00115F49">
        <w:t>être pas très rigolo</w:t>
      </w:r>
      <w:r>
        <w:t xml:space="preserve">, </w:t>
      </w:r>
      <w:r w:rsidR="00115F49" w:rsidRPr="00115F49">
        <w:t>mais tout juste</w:t>
      </w:r>
      <w:r>
        <w:t xml:space="preserve">. </w:t>
      </w:r>
      <w:r w:rsidR="00115F49" w:rsidRPr="00115F49">
        <w:t>Bien gentil</w:t>
      </w:r>
      <w:r>
        <w:t xml:space="preserve">, </w:t>
      </w:r>
      <w:r w:rsidR="00115F49" w:rsidRPr="00115F49">
        <w:t>quoi</w:t>
      </w:r>
      <w:r>
        <w:t> !</w:t>
      </w:r>
    </w:p>
    <w:p w14:paraId="435DB65C" w14:textId="77777777" w:rsidR="00766774" w:rsidRDefault="00766774" w:rsidP="00115F49">
      <w:r>
        <w:t>— </w:t>
      </w:r>
      <w:r w:rsidR="00115F49" w:rsidRPr="00115F49">
        <w:t>Bon</w:t>
      </w:r>
      <w:r>
        <w:t xml:space="preserve">. </w:t>
      </w:r>
      <w:r w:rsidR="00115F49" w:rsidRPr="00115F49">
        <w:t>Alors</w:t>
      </w:r>
      <w:r>
        <w:t xml:space="preserve">, </w:t>
      </w:r>
      <w:r w:rsidR="00115F49" w:rsidRPr="00115F49">
        <w:t>qu</w:t>
      </w:r>
      <w:r>
        <w:t>’</w:t>
      </w:r>
      <w:r w:rsidR="00115F49" w:rsidRPr="00115F49">
        <w:t>est-ce qu</w:t>
      </w:r>
      <w:r>
        <w:t>’</w:t>
      </w:r>
      <w:r w:rsidR="00115F49" w:rsidRPr="00115F49">
        <w:t>il t</w:t>
      </w:r>
      <w:r>
        <w:t>’</w:t>
      </w:r>
      <w:r w:rsidR="00115F49" w:rsidRPr="00115F49">
        <w:t>a dit</w:t>
      </w:r>
      <w:r>
        <w:t> ?</w:t>
      </w:r>
    </w:p>
    <w:p w14:paraId="7D29CC59" w14:textId="77777777" w:rsidR="00766774" w:rsidRDefault="00766774" w:rsidP="00115F49">
      <w:r>
        <w:t>— </w:t>
      </w:r>
      <w:r w:rsidR="00115F49" w:rsidRPr="00115F49">
        <w:t>Il m</w:t>
      </w:r>
      <w:r>
        <w:t>’</w:t>
      </w:r>
      <w:r w:rsidR="00115F49" w:rsidRPr="00115F49">
        <w:t>a dit</w:t>
      </w:r>
      <w:r>
        <w:t> : « </w:t>
      </w:r>
      <w:r w:rsidR="00115F49" w:rsidRPr="00115F49">
        <w:t>Est-ce que tu as des oies</w:t>
      </w:r>
      <w:r>
        <w:t> ? »</w:t>
      </w:r>
      <w:r w:rsidR="00115F49" w:rsidRPr="00115F49">
        <w:t xml:space="preserve"> J</w:t>
      </w:r>
      <w:r>
        <w:t>’</w:t>
      </w:r>
      <w:r w:rsidR="00115F49" w:rsidRPr="00115F49">
        <w:t>y ai dit</w:t>
      </w:r>
      <w:r>
        <w:t> : « </w:t>
      </w:r>
      <w:r w:rsidR="00115F49" w:rsidRPr="00115F49">
        <w:t>Oui</w:t>
      </w:r>
      <w:r>
        <w:t xml:space="preserve">, </w:t>
      </w:r>
      <w:r w:rsidR="00115F49" w:rsidRPr="00115F49">
        <w:t>j</w:t>
      </w:r>
      <w:r>
        <w:t>’</w:t>
      </w:r>
      <w:r w:rsidR="00115F49" w:rsidRPr="00115F49">
        <w:t>ai des oies</w:t>
      </w:r>
      <w:r>
        <w:t xml:space="preserve"> ; </w:t>
      </w:r>
      <w:r w:rsidR="00115F49" w:rsidRPr="00115F49">
        <w:t>ça dépend</w:t>
      </w:r>
      <w:r>
        <w:t>. » – « </w:t>
      </w:r>
      <w:r w:rsidR="00115F49" w:rsidRPr="00115F49">
        <w:t>Va m</w:t>
      </w:r>
      <w:r>
        <w:t>’</w:t>
      </w:r>
      <w:r w:rsidR="00115F49" w:rsidRPr="00115F49">
        <w:t>en chercher une</w:t>
      </w:r>
      <w:r>
        <w:t>. »</w:t>
      </w:r>
      <w:r w:rsidR="00115F49" w:rsidRPr="00115F49">
        <w:t xml:space="preserve"> J</w:t>
      </w:r>
      <w:r>
        <w:t>’</w:t>
      </w:r>
      <w:r w:rsidR="00115F49" w:rsidRPr="00115F49">
        <w:t>y dis</w:t>
      </w:r>
      <w:r>
        <w:t> : « </w:t>
      </w:r>
      <w:r w:rsidR="00115F49" w:rsidRPr="00115F49">
        <w:t>Sont pas très grasses</w:t>
      </w:r>
      <w:r>
        <w:t xml:space="preserve"> », </w:t>
      </w:r>
      <w:r w:rsidR="00115F49" w:rsidRPr="00115F49">
        <w:t>mais il a insisté</w:t>
      </w:r>
      <w:r>
        <w:t xml:space="preserve">, </w:t>
      </w:r>
      <w:r w:rsidR="00115F49" w:rsidRPr="00115F49">
        <w:t>alors j</w:t>
      </w:r>
      <w:r>
        <w:t>’</w:t>
      </w:r>
      <w:r w:rsidR="00115F49" w:rsidRPr="00115F49">
        <w:t>y ai dit</w:t>
      </w:r>
      <w:r>
        <w:t> : « </w:t>
      </w:r>
      <w:r w:rsidR="00115F49" w:rsidRPr="00115F49">
        <w:t>Eh bien</w:t>
      </w:r>
      <w:r>
        <w:t xml:space="preserve">, </w:t>
      </w:r>
      <w:r w:rsidR="00115F49" w:rsidRPr="00115F49">
        <w:t>venez</w:t>
      </w:r>
      <w:r>
        <w:t>. »</w:t>
      </w:r>
      <w:r w:rsidR="00115F49" w:rsidRPr="00115F49">
        <w:t xml:space="preserve"> On a fait le tour du hangar et j</w:t>
      </w:r>
      <w:r>
        <w:t>’</w:t>
      </w:r>
      <w:r w:rsidR="00115F49" w:rsidRPr="00115F49">
        <w:t>y ai attrapé une oie</w:t>
      </w:r>
      <w:r>
        <w:t>.</w:t>
      </w:r>
    </w:p>
    <w:p w14:paraId="479165DF" w14:textId="77777777" w:rsidR="00766774" w:rsidRDefault="00115F49" w:rsidP="00115F49">
      <w:r w:rsidRPr="00115F49">
        <w:t>Comme elle s</w:t>
      </w:r>
      <w:r w:rsidR="00766774">
        <w:t>’</w:t>
      </w:r>
      <w:r w:rsidRPr="00115F49">
        <w:t>arrête</w:t>
      </w:r>
      <w:r w:rsidR="00766774">
        <w:t xml:space="preserve">, </w:t>
      </w:r>
      <w:r w:rsidRPr="00115F49">
        <w:t>on lui dit un peu rudement</w:t>
      </w:r>
      <w:r w:rsidR="00766774">
        <w:t> :</w:t>
      </w:r>
    </w:p>
    <w:p w14:paraId="2FFDF973" w14:textId="77777777" w:rsidR="00766774" w:rsidRDefault="00766774" w:rsidP="00115F49">
      <w:r>
        <w:t>— </w:t>
      </w:r>
      <w:r w:rsidR="00115F49" w:rsidRPr="00115F49">
        <w:t>Eh bien</w:t>
      </w:r>
      <w:r>
        <w:t xml:space="preserve">, </w:t>
      </w:r>
      <w:r w:rsidR="00115F49" w:rsidRPr="00115F49">
        <w:t>parle</w:t>
      </w:r>
      <w:r>
        <w:t>.</w:t>
      </w:r>
    </w:p>
    <w:p w14:paraId="3D5777A9" w14:textId="77777777" w:rsidR="00766774" w:rsidRDefault="00766774" w:rsidP="00115F49">
      <w:r>
        <w:t>— </w:t>
      </w:r>
      <w:r w:rsidR="00115F49" w:rsidRPr="00115F49">
        <w:t>Bien</w:t>
      </w:r>
      <w:r>
        <w:t xml:space="preserve">, </w:t>
      </w:r>
      <w:r w:rsidR="00115F49" w:rsidRPr="00115F49">
        <w:t>voilà</w:t>
      </w:r>
      <w:r>
        <w:t xml:space="preserve">, </w:t>
      </w:r>
      <w:r w:rsidR="00115F49" w:rsidRPr="00115F49">
        <w:t>dit Anselmie</w:t>
      </w:r>
      <w:r>
        <w:t xml:space="preserve">… </w:t>
      </w:r>
      <w:r w:rsidR="00115F49" w:rsidRPr="00115F49">
        <w:t>C</w:t>
      </w:r>
      <w:r>
        <w:t>’</w:t>
      </w:r>
      <w:r w:rsidR="00115F49" w:rsidRPr="00115F49">
        <w:t>est tout</w:t>
      </w:r>
      <w:r>
        <w:t>.</w:t>
      </w:r>
    </w:p>
    <w:p w14:paraId="5F9661CA" w14:textId="77777777" w:rsidR="00766774" w:rsidRDefault="00766774" w:rsidP="00115F49">
      <w:r>
        <w:t>— </w:t>
      </w:r>
      <w:r w:rsidR="00115F49" w:rsidRPr="00115F49">
        <w:t>Comment</w:t>
      </w:r>
      <w:r>
        <w:t xml:space="preserve">, </w:t>
      </w:r>
      <w:r w:rsidR="00115F49" w:rsidRPr="00115F49">
        <w:t>c</w:t>
      </w:r>
      <w:r>
        <w:t>’</w:t>
      </w:r>
      <w:r w:rsidR="00115F49" w:rsidRPr="00115F49">
        <w:t>est tout</w:t>
      </w:r>
      <w:r>
        <w:t> ?</w:t>
      </w:r>
    </w:p>
    <w:p w14:paraId="27326298" w14:textId="77777777" w:rsidR="00766774" w:rsidRDefault="00766774" w:rsidP="00115F49">
      <w:r>
        <w:lastRenderedPageBreak/>
        <w:t>— </w:t>
      </w:r>
      <w:r w:rsidR="00115F49" w:rsidRPr="00115F49">
        <w:t>Bien oui</w:t>
      </w:r>
      <w:r>
        <w:t xml:space="preserve">, </w:t>
      </w:r>
      <w:r w:rsidR="00115F49" w:rsidRPr="00115F49">
        <w:t>c</w:t>
      </w:r>
      <w:r>
        <w:t>’</w:t>
      </w:r>
      <w:r w:rsidR="00115F49" w:rsidRPr="00115F49">
        <w:t>est tout</w:t>
      </w:r>
      <w:r>
        <w:t xml:space="preserve">. </w:t>
      </w:r>
      <w:r w:rsidR="00115F49" w:rsidRPr="00115F49">
        <w:t>Il me dit</w:t>
      </w:r>
      <w:r>
        <w:t> : « </w:t>
      </w:r>
      <w:r w:rsidR="00115F49" w:rsidRPr="00115F49">
        <w:t>Coupe-lui la tête</w:t>
      </w:r>
      <w:r>
        <w:t>. »</w:t>
      </w:r>
      <w:r w:rsidR="00115F49" w:rsidRPr="00115F49">
        <w:t xml:space="preserve"> J</w:t>
      </w:r>
      <w:r>
        <w:t>’</w:t>
      </w:r>
      <w:r w:rsidR="00115F49" w:rsidRPr="00115F49">
        <w:t>ai pris le couperet</w:t>
      </w:r>
      <w:r>
        <w:t xml:space="preserve">, </w:t>
      </w:r>
      <w:r w:rsidR="00115F49" w:rsidRPr="00115F49">
        <w:t>j</w:t>
      </w:r>
      <w:r>
        <w:t>’</w:t>
      </w:r>
      <w:r w:rsidR="00115F49" w:rsidRPr="00115F49">
        <w:t>ai coupé la tête à l</w:t>
      </w:r>
      <w:r>
        <w:t>’</w:t>
      </w:r>
      <w:r w:rsidR="00115F49" w:rsidRPr="00115F49">
        <w:t>oie</w:t>
      </w:r>
      <w:r>
        <w:t>.</w:t>
      </w:r>
    </w:p>
    <w:p w14:paraId="52FD1D63" w14:textId="77777777" w:rsidR="00766774" w:rsidRDefault="00766774" w:rsidP="00115F49">
      <w:r>
        <w:t>— </w:t>
      </w:r>
      <w:r w:rsidR="00115F49" w:rsidRPr="00115F49">
        <w:t>Où</w:t>
      </w:r>
      <w:r>
        <w:t> ?</w:t>
      </w:r>
    </w:p>
    <w:p w14:paraId="535D3355" w14:textId="77777777" w:rsidR="00766774" w:rsidRDefault="00766774" w:rsidP="00115F49">
      <w:r>
        <w:t>— </w:t>
      </w:r>
      <w:r w:rsidR="00115F49" w:rsidRPr="00115F49">
        <w:t>Où quoi</w:t>
      </w:r>
      <w:r>
        <w:t xml:space="preserve">, </w:t>
      </w:r>
      <w:r w:rsidR="00115F49" w:rsidRPr="00115F49">
        <w:t>dit-elle</w:t>
      </w:r>
      <w:r>
        <w:t xml:space="preserve">, </w:t>
      </w:r>
      <w:r w:rsidR="00115F49" w:rsidRPr="00115F49">
        <w:t>sur le billot</w:t>
      </w:r>
      <w:r>
        <w:t xml:space="preserve">, </w:t>
      </w:r>
      <w:r w:rsidR="00115F49" w:rsidRPr="00115F49">
        <w:t>parbleu</w:t>
      </w:r>
      <w:r>
        <w:t>.</w:t>
      </w:r>
    </w:p>
    <w:p w14:paraId="398731F3" w14:textId="77777777" w:rsidR="00766774" w:rsidRDefault="00766774" w:rsidP="00115F49">
      <w:r>
        <w:t>— </w:t>
      </w:r>
      <w:r w:rsidR="00115F49" w:rsidRPr="00115F49">
        <w:t>Où qu</w:t>
      </w:r>
      <w:r>
        <w:t>’</w:t>
      </w:r>
      <w:r w:rsidR="00115F49" w:rsidRPr="00115F49">
        <w:t>il était ce billot</w:t>
      </w:r>
      <w:r>
        <w:t> ?</w:t>
      </w:r>
    </w:p>
    <w:p w14:paraId="12940A9A" w14:textId="77777777" w:rsidR="00766774" w:rsidRDefault="00766774" w:rsidP="00115F49">
      <w:r>
        <w:t>— </w:t>
      </w:r>
      <w:r w:rsidR="00115F49" w:rsidRPr="00115F49">
        <w:t>Sous le hangar</w:t>
      </w:r>
      <w:r>
        <w:t xml:space="preserve">, </w:t>
      </w:r>
      <w:r w:rsidR="00115F49" w:rsidRPr="00115F49">
        <w:t>pardi</w:t>
      </w:r>
      <w:r>
        <w:t>.</w:t>
      </w:r>
    </w:p>
    <w:p w14:paraId="546768D2" w14:textId="77777777" w:rsidR="00766774" w:rsidRDefault="00766774" w:rsidP="00115F49">
      <w:r>
        <w:t>— </w:t>
      </w:r>
      <w:r w:rsidR="00115F49" w:rsidRPr="00115F49">
        <w:t>Et Langlois</w:t>
      </w:r>
      <w:r>
        <w:t xml:space="preserve">, </w:t>
      </w:r>
      <w:r w:rsidR="00115F49" w:rsidRPr="00115F49">
        <w:t>qu</w:t>
      </w:r>
      <w:r>
        <w:t>’</w:t>
      </w:r>
      <w:r w:rsidR="00115F49" w:rsidRPr="00115F49">
        <w:t>est-ce qu</w:t>
      </w:r>
      <w:r>
        <w:t>’</w:t>
      </w:r>
      <w:r w:rsidR="00115F49" w:rsidRPr="00115F49">
        <w:t>il faisait</w:t>
      </w:r>
      <w:r>
        <w:t> ?</w:t>
      </w:r>
    </w:p>
    <w:p w14:paraId="1E2D26F1" w14:textId="77777777" w:rsidR="00766774" w:rsidRDefault="00766774" w:rsidP="00115F49">
      <w:r>
        <w:t>— </w:t>
      </w:r>
      <w:r w:rsidR="00115F49" w:rsidRPr="00115F49">
        <w:t>Se tenait à l</w:t>
      </w:r>
      <w:r>
        <w:t>’</w:t>
      </w:r>
      <w:r w:rsidR="00115F49" w:rsidRPr="00115F49">
        <w:t>écart</w:t>
      </w:r>
      <w:r>
        <w:t>.</w:t>
      </w:r>
    </w:p>
    <w:p w14:paraId="453BBF8C" w14:textId="77777777" w:rsidR="00766774" w:rsidRDefault="00766774" w:rsidP="00115F49">
      <w:r>
        <w:t>— </w:t>
      </w:r>
      <w:r w:rsidR="00115F49" w:rsidRPr="00115F49">
        <w:t>Où</w:t>
      </w:r>
      <w:r>
        <w:t> ?</w:t>
      </w:r>
    </w:p>
    <w:p w14:paraId="20302917" w14:textId="77777777" w:rsidR="00766774" w:rsidRDefault="00766774" w:rsidP="00115F49">
      <w:r>
        <w:t>— </w:t>
      </w:r>
      <w:r w:rsidR="00115F49" w:rsidRPr="00115F49">
        <w:t>Dehors le hangar</w:t>
      </w:r>
      <w:r>
        <w:t>.</w:t>
      </w:r>
    </w:p>
    <w:p w14:paraId="72A518EA" w14:textId="77777777" w:rsidR="00766774" w:rsidRDefault="00766774" w:rsidP="00115F49">
      <w:r>
        <w:t>— </w:t>
      </w:r>
      <w:r w:rsidR="00115F49" w:rsidRPr="00115F49">
        <w:t>Dans la neige</w:t>
      </w:r>
      <w:r>
        <w:t> ?</w:t>
      </w:r>
    </w:p>
    <w:p w14:paraId="42B9C6BD" w14:textId="77777777" w:rsidR="00766774" w:rsidRDefault="00766774" w:rsidP="00115F49">
      <w:r>
        <w:t>— </w:t>
      </w:r>
      <w:r w:rsidR="00115F49" w:rsidRPr="00115F49">
        <w:t>Oh</w:t>
      </w:r>
      <w:r>
        <w:t xml:space="preserve"> ! </w:t>
      </w:r>
      <w:r w:rsidR="00115F49" w:rsidRPr="00115F49">
        <w:t>il y en avait si peu</w:t>
      </w:r>
      <w:r>
        <w:t>.</w:t>
      </w:r>
    </w:p>
    <w:p w14:paraId="6C0A12B4" w14:textId="77777777" w:rsidR="00766774" w:rsidRDefault="00766774" w:rsidP="00115F49">
      <w:r>
        <w:t>— </w:t>
      </w:r>
      <w:r w:rsidR="00115F49" w:rsidRPr="00115F49">
        <w:t>Mais parle</w:t>
      </w:r>
      <w:r>
        <w:t xml:space="preserve">. </w:t>
      </w:r>
      <w:r w:rsidR="00115F49" w:rsidRPr="00115F49">
        <w:t>Et on la bouscule</w:t>
      </w:r>
      <w:r>
        <w:t>.</w:t>
      </w:r>
    </w:p>
    <w:p w14:paraId="597C7F9F" w14:textId="77777777" w:rsidR="00766774" w:rsidRDefault="00766774" w:rsidP="00115F49">
      <w:r>
        <w:t>— </w:t>
      </w:r>
      <w:r w:rsidR="00115F49" w:rsidRPr="00115F49">
        <w:t>Vous m</w:t>
      </w:r>
      <w:r>
        <w:t>’</w:t>
      </w:r>
      <w:r w:rsidR="00115F49" w:rsidRPr="00115F49">
        <w:t>ennuyez à la fin</w:t>
      </w:r>
      <w:r>
        <w:t xml:space="preserve">, </w:t>
      </w:r>
      <w:r w:rsidR="00115F49" w:rsidRPr="00115F49">
        <w:t>dit-elle</w:t>
      </w:r>
      <w:r>
        <w:t xml:space="preserve">, </w:t>
      </w:r>
      <w:r w:rsidR="00115F49" w:rsidRPr="00115F49">
        <w:t>je vous dis que c</w:t>
      </w:r>
      <w:r>
        <w:t>’</w:t>
      </w:r>
      <w:r w:rsidR="00115F49" w:rsidRPr="00115F49">
        <w:t>est tout</w:t>
      </w:r>
      <w:r>
        <w:t xml:space="preserve">. </w:t>
      </w:r>
      <w:r w:rsidR="00115F49" w:rsidRPr="00115F49">
        <w:t>Si je vous dis que c</w:t>
      </w:r>
      <w:r>
        <w:t>’</w:t>
      </w:r>
      <w:r w:rsidR="00115F49" w:rsidRPr="00115F49">
        <w:t>est tout</w:t>
      </w:r>
      <w:r>
        <w:t xml:space="preserve">, </w:t>
      </w:r>
      <w:r w:rsidR="00115F49" w:rsidRPr="00115F49">
        <w:t>c</w:t>
      </w:r>
      <w:r>
        <w:t>’</w:t>
      </w:r>
      <w:r w:rsidR="00115F49" w:rsidRPr="00115F49">
        <w:t>est que c</w:t>
      </w:r>
      <w:r>
        <w:t>’</w:t>
      </w:r>
      <w:r w:rsidR="00115F49" w:rsidRPr="00115F49">
        <w:t>est tout</w:t>
      </w:r>
      <w:r>
        <w:t xml:space="preserve">, </w:t>
      </w:r>
      <w:r w:rsidR="00115F49" w:rsidRPr="00115F49">
        <w:t>nom de nom</w:t>
      </w:r>
      <w:r>
        <w:t xml:space="preserve">. </w:t>
      </w:r>
      <w:r w:rsidR="00115F49" w:rsidRPr="00115F49">
        <w:t>Il m</w:t>
      </w:r>
      <w:r>
        <w:t>’</w:t>
      </w:r>
      <w:r w:rsidR="00115F49" w:rsidRPr="00115F49">
        <w:t>a dit</w:t>
      </w:r>
      <w:r>
        <w:t> : « </w:t>
      </w:r>
      <w:r w:rsidR="00115F49" w:rsidRPr="00115F49">
        <w:t>Donne</w:t>
      </w:r>
      <w:r>
        <w:t>. »</w:t>
      </w:r>
      <w:r w:rsidR="00115F49" w:rsidRPr="00115F49">
        <w:t xml:space="preserve"> J</w:t>
      </w:r>
      <w:r>
        <w:t>’</w:t>
      </w:r>
      <w:r w:rsidR="00115F49" w:rsidRPr="00115F49">
        <w:t>y ai donné l</w:t>
      </w:r>
      <w:r>
        <w:t>’</w:t>
      </w:r>
      <w:r w:rsidR="00115F49" w:rsidRPr="00115F49">
        <w:t>oie</w:t>
      </w:r>
      <w:r>
        <w:t xml:space="preserve">. </w:t>
      </w:r>
      <w:r w:rsidR="00115F49" w:rsidRPr="00115F49">
        <w:t>Il l</w:t>
      </w:r>
      <w:r>
        <w:t>’</w:t>
      </w:r>
      <w:r w:rsidR="00115F49" w:rsidRPr="00115F49">
        <w:t>a tenue par les pattes</w:t>
      </w:r>
      <w:r>
        <w:t xml:space="preserve">. </w:t>
      </w:r>
      <w:r w:rsidR="00115F49" w:rsidRPr="00115F49">
        <w:t>Eh bien</w:t>
      </w:r>
      <w:r>
        <w:t xml:space="preserve">, </w:t>
      </w:r>
      <w:r w:rsidR="00115F49" w:rsidRPr="00115F49">
        <w:t>il l</w:t>
      </w:r>
      <w:r>
        <w:t>’</w:t>
      </w:r>
      <w:r w:rsidR="00115F49" w:rsidRPr="00115F49">
        <w:t>a regardée saigner dans la neige</w:t>
      </w:r>
      <w:r>
        <w:t xml:space="preserve">. </w:t>
      </w:r>
      <w:r w:rsidR="00115F49" w:rsidRPr="00115F49">
        <w:t>Quand elle a eu saigné un moment</w:t>
      </w:r>
      <w:r>
        <w:t xml:space="preserve">, </w:t>
      </w:r>
      <w:r w:rsidR="00115F49" w:rsidRPr="00115F49">
        <w:t>il me l</w:t>
      </w:r>
      <w:r>
        <w:t>’</w:t>
      </w:r>
      <w:r w:rsidR="00115F49" w:rsidRPr="00115F49">
        <w:t>a rendue</w:t>
      </w:r>
      <w:r>
        <w:t xml:space="preserve">. </w:t>
      </w:r>
      <w:r w:rsidR="00115F49" w:rsidRPr="00115F49">
        <w:t>Il m</w:t>
      </w:r>
      <w:r>
        <w:t>’</w:t>
      </w:r>
      <w:r w:rsidR="00115F49" w:rsidRPr="00115F49">
        <w:t>a dit</w:t>
      </w:r>
      <w:r>
        <w:t> : « </w:t>
      </w:r>
      <w:r w:rsidR="00115F49" w:rsidRPr="00115F49">
        <w:t>Tiens</w:t>
      </w:r>
      <w:r>
        <w:t xml:space="preserve">, </w:t>
      </w:r>
      <w:r w:rsidR="00115F49" w:rsidRPr="00115F49">
        <w:t>la voilà</w:t>
      </w:r>
      <w:r>
        <w:t xml:space="preserve">. </w:t>
      </w:r>
      <w:r w:rsidR="00115F49" w:rsidRPr="00115F49">
        <w:t>Et va-t</w:t>
      </w:r>
      <w:r>
        <w:t>’</w:t>
      </w:r>
      <w:r w:rsidR="00115F49" w:rsidRPr="00115F49">
        <w:t>en</w:t>
      </w:r>
      <w:r>
        <w:t>. »</w:t>
      </w:r>
      <w:r w:rsidR="00115F49" w:rsidRPr="00115F49">
        <w:t xml:space="preserve"> Et je suis rentrée avec l</w:t>
      </w:r>
      <w:r>
        <w:t>’</w:t>
      </w:r>
      <w:r w:rsidR="00115F49" w:rsidRPr="00115F49">
        <w:t>oie</w:t>
      </w:r>
      <w:r>
        <w:t xml:space="preserve">. </w:t>
      </w:r>
      <w:r w:rsidR="00115F49" w:rsidRPr="00115F49">
        <w:t>Et je me suis dit</w:t>
      </w:r>
      <w:r>
        <w:t> : « </w:t>
      </w:r>
      <w:r w:rsidR="00115F49" w:rsidRPr="00115F49">
        <w:t>Il veut sans doute que tu la plumes</w:t>
      </w:r>
      <w:r>
        <w:t>. »</w:t>
      </w:r>
      <w:r w:rsidR="00115F49" w:rsidRPr="00115F49">
        <w:t xml:space="preserve"> Alors</w:t>
      </w:r>
      <w:r>
        <w:t xml:space="preserve">, </w:t>
      </w:r>
      <w:r w:rsidR="00115F49" w:rsidRPr="00115F49">
        <w:t>je me suis mise à la plumer</w:t>
      </w:r>
      <w:r>
        <w:t xml:space="preserve">. </w:t>
      </w:r>
      <w:r w:rsidR="00115F49" w:rsidRPr="00115F49">
        <w:t>Quand elle a été plumée</w:t>
      </w:r>
      <w:r>
        <w:t xml:space="preserve">, </w:t>
      </w:r>
      <w:r w:rsidR="00115F49" w:rsidRPr="00115F49">
        <w:t>j</w:t>
      </w:r>
      <w:r>
        <w:t>’</w:t>
      </w:r>
      <w:r w:rsidR="00115F49" w:rsidRPr="00115F49">
        <w:t>ai regardé</w:t>
      </w:r>
      <w:r>
        <w:t xml:space="preserve">. </w:t>
      </w:r>
      <w:r w:rsidR="00115F49" w:rsidRPr="00115F49">
        <w:t>Il était toujours au même endroit</w:t>
      </w:r>
      <w:r>
        <w:t xml:space="preserve">. </w:t>
      </w:r>
      <w:r w:rsidR="00115F49" w:rsidRPr="00115F49">
        <w:t>Planté</w:t>
      </w:r>
      <w:r>
        <w:t xml:space="preserve">. </w:t>
      </w:r>
      <w:r w:rsidR="00115F49" w:rsidRPr="00115F49">
        <w:t>Il regardait à ses pieds le sang de l</w:t>
      </w:r>
      <w:r>
        <w:t>’</w:t>
      </w:r>
      <w:r w:rsidR="00115F49" w:rsidRPr="00115F49">
        <w:t>oie</w:t>
      </w:r>
      <w:r>
        <w:t xml:space="preserve">. </w:t>
      </w:r>
      <w:r w:rsidR="00115F49" w:rsidRPr="00115F49">
        <w:t>J</w:t>
      </w:r>
      <w:r>
        <w:t>’</w:t>
      </w:r>
      <w:r w:rsidR="00115F49" w:rsidRPr="00115F49">
        <w:t>y ai dit</w:t>
      </w:r>
      <w:r>
        <w:t> : « </w:t>
      </w:r>
      <w:r w:rsidR="00115F49" w:rsidRPr="00115F49">
        <w:t>L</w:t>
      </w:r>
      <w:r>
        <w:t>’</w:t>
      </w:r>
      <w:r w:rsidR="00115F49" w:rsidRPr="00115F49">
        <w:t>est plumée</w:t>
      </w:r>
      <w:r>
        <w:t xml:space="preserve">, </w:t>
      </w:r>
      <w:r w:rsidR="00115F49" w:rsidRPr="00115F49">
        <w:t>monsieur Langlois</w:t>
      </w:r>
      <w:r>
        <w:t>. »</w:t>
      </w:r>
      <w:r w:rsidR="00115F49" w:rsidRPr="00115F49">
        <w:t xml:space="preserve"> Il ne m</w:t>
      </w:r>
      <w:r>
        <w:t>’</w:t>
      </w:r>
      <w:r w:rsidR="00115F49" w:rsidRPr="00115F49">
        <w:t>a pas répondu et n</w:t>
      </w:r>
      <w:r>
        <w:t>’</w:t>
      </w:r>
      <w:r w:rsidR="00115F49" w:rsidRPr="00115F49">
        <w:t>a pas bougé</w:t>
      </w:r>
      <w:r>
        <w:t xml:space="preserve">. </w:t>
      </w:r>
      <w:r w:rsidR="00115F49" w:rsidRPr="00115F49">
        <w:t>Je me suis dit</w:t>
      </w:r>
      <w:r>
        <w:t> : « </w:t>
      </w:r>
      <w:r w:rsidR="00115F49" w:rsidRPr="00115F49">
        <w:t>Il n</w:t>
      </w:r>
      <w:r>
        <w:t>’</w:t>
      </w:r>
      <w:r w:rsidR="00115F49" w:rsidRPr="00115F49">
        <w:t>est pas sourd</w:t>
      </w:r>
      <w:r>
        <w:t xml:space="preserve">, </w:t>
      </w:r>
      <w:r w:rsidR="00115F49" w:rsidRPr="00115F49">
        <w:t>il t</w:t>
      </w:r>
      <w:r>
        <w:t>’</w:t>
      </w:r>
      <w:r w:rsidR="00115F49" w:rsidRPr="00115F49">
        <w:t>a entendue</w:t>
      </w:r>
      <w:r>
        <w:t xml:space="preserve">. </w:t>
      </w:r>
      <w:r w:rsidR="00115F49" w:rsidRPr="00115F49">
        <w:t>Quand il la voudra</w:t>
      </w:r>
      <w:r>
        <w:t xml:space="preserve">, </w:t>
      </w:r>
      <w:r w:rsidR="00115F49" w:rsidRPr="00115F49">
        <w:t>il viendra la chercher</w:t>
      </w:r>
      <w:r>
        <w:t>. »</w:t>
      </w:r>
      <w:r w:rsidR="00115F49" w:rsidRPr="00115F49">
        <w:t xml:space="preserve"> Et j</w:t>
      </w:r>
      <w:r>
        <w:t>’</w:t>
      </w:r>
      <w:r w:rsidR="00115F49" w:rsidRPr="00115F49">
        <w:t xml:space="preserve">ai </w:t>
      </w:r>
      <w:r w:rsidR="00115F49" w:rsidRPr="00115F49">
        <w:lastRenderedPageBreak/>
        <w:t>fait ma soupe</w:t>
      </w:r>
      <w:r>
        <w:t xml:space="preserve">. </w:t>
      </w:r>
      <w:r w:rsidR="00115F49" w:rsidRPr="00115F49">
        <w:t>Est venu cinq heures</w:t>
      </w:r>
      <w:r>
        <w:t xml:space="preserve">. </w:t>
      </w:r>
      <w:r w:rsidR="00115F49" w:rsidRPr="00115F49">
        <w:t>La nuit tombait</w:t>
      </w:r>
      <w:r>
        <w:t xml:space="preserve">. </w:t>
      </w:r>
      <w:r w:rsidR="00115F49" w:rsidRPr="00115F49">
        <w:t>Je sors prendre du bois</w:t>
      </w:r>
      <w:r>
        <w:t xml:space="preserve">. </w:t>
      </w:r>
      <w:r w:rsidR="00115F49" w:rsidRPr="00115F49">
        <w:t>Il était toujours là au même endroit</w:t>
      </w:r>
      <w:r>
        <w:t xml:space="preserve">. </w:t>
      </w:r>
      <w:r w:rsidR="00115F49" w:rsidRPr="00115F49">
        <w:t>J</w:t>
      </w:r>
      <w:r>
        <w:t>’</w:t>
      </w:r>
      <w:r w:rsidR="00115F49" w:rsidRPr="00115F49">
        <w:t>y ai de nouveau dit</w:t>
      </w:r>
      <w:r>
        <w:t> : « </w:t>
      </w:r>
      <w:r w:rsidR="00115F49" w:rsidRPr="00115F49">
        <w:t>L</w:t>
      </w:r>
      <w:r>
        <w:t>’</w:t>
      </w:r>
      <w:r w:rsidR="00115F49" w:rsidRPr="00115F49">
        <w:t>est plumée</w:t>
      </w:r>
      <w:r>
        <w:t xml:space="preserve">, </w:t>
      </w:r>
      <w:r w:rsidR="00115F49" w:rsidRPr="00115F49">
        <w:t>monsieur Langlois</w:t>
      </w:r>
      <w:r>
        <w:t xml:space="preserve">, </w:t>
      </w:r>
      <w:r w:rsidR="00115F49" w:rsidRPr="00115F49">
        <w:t>vous pouvez la prendre</w:t>
      </w:r>
      <w:r>
        <w:t>. »</w:t>
      </w:r>
      <w:r w:rsidR="00115F49" w:rsidRPr="00115F49">
        <w:t xml:space="preserve"> Il n</w:t>
      </w:r>
      <w:r>
        <w:t>’</w:t>
      </w:r>
      <w:r w:rsidR="00115F49" w:rsidRPr="00115F49">
        <w:t>a pas bougé</w:t>
      </w:r>
      <w:r>
        <w:t xml:space="preserve">. </w:t>
      </w:r>
      <w:r w:rsidR="00115F49" w:rsidRPr="00115F49">
        <w:t>Alors</w:t>
      </w:r>
      <w:r>
        <w:t xml:space="preserve">, </w:t>
      </w:r>
      <w:r w:rsidR="00115F49" w:rsidRPr="00115F49">
        <w:t>je suis rentrée chercher l</w:t>
      </w:r>
      <w:r>
        <w:t>’</w:t>
      </w:r>
      <w:r w:rsidR="00115F49" w:rsidRPr="00115F49">
        <w:t>oie pour la lui porter</w:t>
      </w:r>
      <w:r>
        <w:t xml:space="preserve">, </w:t>
      </w:r>
      <w:r w:rsidR="00115F49" w:rsidRPr="00115F49">
        <w:t>mais</w:t>
      </w:r>
      <w:r>
        <w:t xml:space="preserve">, </w:t>
      </w:r>
      <w:r w:rsidR="00115F49" w:rsidRPr="00115F49">
        <w:t>quand je suis sortie</w:t>
      </w:r>
      <w:r>
        <w:t xml:space="preserve">, </w:t>
      </w:r>
      <w:r w:rsidR="00115F49" w:rsidRPr="00115F49">
        <w:t>il était parti</w:t>
      </w:r>
      <w:r>
        <w:t>.</w:t>
      </w:r>
    </w:p>
    <w:p w14:paraId="1838D6E6" w14:textId="77777777" w:rsidR="00766774" w:rsidRDefault="00115F49" w:rsidP="00BF6D2C">
      <w:pPr>
        <w:pStyle w:val="NormalEspAvtGrand"/>
      </w:pPr>
      <w:r w:rsidRPr="00115F49">
        <w:t>Eh bien</w:t>
      </w:r>
      <w:r w:rsidR="00766774">
        <w:t xml:space="preserve">, </w:t>
      </w:r>
      <w:r w:rsidRPr="00115F49">
        <w:t>voilà ce qu</w:t>
      </w:r>
      <w:r w:rsidR="00766774">
        <w:t>’</w:t>
      </w:r>
      <w:r w:rsidRPr="00115F49">
        <w:t>il dut faire</w:t>
      </w:r>
      <w:r w:rsidR="00766774">
        <w:t xml:space="preserve">. </w:t>
      </w:r>
      <w:r w:rsidRPr="00115F49">
        <w:t>Il remonta chez lui et il tint le coup jusqu</w:t>
      </w:r>
      <w:r w:rsidR="00766774">
        <w:t>’</w:t>
      </w:r>
      <w:r w:rsidRPr="00115F49">
        <w:t>après la soupe</w:t>
      </w:r>
      <w:r w:rsidR="00766774">
        <w:t xml:space="preserve">. </w:t>
      </w:r>
      <w:r w:rsidRPr="00115F49">
        <w:t>Il attendit que Saucisse ait pris son tricot d</w:t>
      </w:r>
      <w:r w:rsidR="00766774">
        <w:t>’</w:t>
      </w:r>
      <w:r w:rsidRPr="00115F49">
        <w:t>attente et que Delphine ait posé ses mains sur ses genoux</w:t>
      </w:r>
      <w:r w:rsidR="00766774">
        <w:t xml:space="preserve">. </w:t>
      </w:r>
      <w:r w:rsidRPr="00115F49">
        <w:t>Il ouvrit</w:t>
      </w:r>
      <w:r w:rsidR="00766774">
        <w:t xml:space="preserve">, </w:t>
      </w:r>
      <w:r w:rsidRPr="00115F49">
        <w:t>comme d</w:t>
      </w:r>
      <w:r w:rsidR="00766774">
        <w:t>’</w:t>
      </w:r>
      <w:r w:rsidRPr="00115F49">
        <w:t>habitude</w:t>
      </w:r>
      <w:r w:rsidR="00766774">
        <w:t xml:space="preserve">, </w:t>
      </w:r>
      <w:r w:rsidRPr="00115F49">
        <w:t>la boîte de cigares</w:t>
      </w:r>
      <w:r w:rsidR="00766774">
        <w:t xml:space="preserve">, </w:t>
      </w:r>
      <w:r w:rsidRPr="00115F49">
        <w:t>et il sortit pour fumer</w:t>
      </w:r>
      <w:r w:rsidR="00766774">
        <w:t>.</w:t>
      </w:r>
    </w:p>
    <w:p w14:paraId="5798EAC1" w14:textId="77777777" w:rsidR="00766774" w:rsidRDefault="00115F49" w:rsidP="00115F49">
      <w:r w:rsidRPr="00115F49">
        <w:t>Seulement</w:t>
      </w:r>
      <w:r w:rsidR="00766774">
        <w:t xml:space="preserve">, </w:t>
      </w:r>
      <w:r w:rsidRPr="00115F49">
        <w:t>ce soir-là</w:t>
      </w:r>
      <w:r w:rsidR="00766774">
        <w:t xml:space="preserve">, </w:t>
      </w:r>
      <w:r w:rsidRPr="00115F49">
        <w:t>il ne fumait pas un cigare il fumait une cartouche de dynamite</w:t>
      </w:r>
      <w:r w:rsidR="00766774">
        <w:t xml:space="preserve">. </w:t>
      </w:r>
      <w:r w:rsidRPr="00115F49">
        <w:t>Ce que Delphine et Saucisse regardèrent comme d</w:t>
      </w:r>
      <w:r w:rsidR="00766774">
        <w:t>’</w:t>
      </w:r>
      <w:r w:rsidRPr="00115F49">
        <w:t>habitude</w:t>
      </w:r>
      <w:r w:rsidR="00766774">
        <w:t xml:space="preserve">, </w:t>
      </w:r>
      <w:r w:rsidRPr="00115F49">
        <w:t>la petite braise</w:t>
      </w:r>
      <w:r w:rsidR="00766774">
        <w:t xml:space="preserve">, </w:t>
      </w:r>
      <w:r w:rsidRPr="00115F49">
        <w:t>le petit fanal de voiture</w:t>
      </w:r>
      <w:r w:rsidR="00766774">
        <w:t xml:space="preserve">, </w:t>
      </w:r>
      <w:r w:rsidRPr="00115F49">
        <w:t>c</w:t>
      </w:r>
      <w:r w:rsidR="00766774">
        <w:t>’</w:t>
      </w:r>
      <w:r w:rsidRPr="00115F49">
        <w:t>était le grésillement de la mèche</w:t>
      </w:r>
      <w:r w:rsidR="00766774">
        <w:t>.</w:t>
      </w:r>
    </w:p>
    <w:p w14:paraId="2072C69B" w14:textId="77777777" w:rsidR="00766774" w:rsidRDefault="00115F49" w:rsidP="00115F49">
      <w:r w:rsidRPr="00115F49">
        <w:t>Et il y eut</w:t>
      </w:r>
      <w:r w:rsidR="00766774">
        <w:t xml:space="preserve">, </w:t>
      </w:r>
      <w:r w:rsidRPr="00115F49">
        <w:t>au fond du jardin</w:t>
      </w:r>
      <w:r w:rsidR="00766774">
        <w:t xml:space="preserve">, </w:t>
      </w:r>
      <w:r w:rsidRPr="00115F49">
        <w:t>l</w:t>
      </w:r>
      <w:r w:rsidR="00766774">
        <w:t>’</w:t>
      </w:r>
      <w:r w:rsidRPr="00115F49">
        <w:t>énorme éclaboussement d</w:t>
      </w:r>
      <w:r w:rsidR="00766774">
        <w:t>’</w:t>
      </w:r>
      <w:r w:rsidRPr="00115F49">
        <w:t>or qui éclaira la nuit pendant une seconde</w:t>
      </w:r>
      <w:r w:rsidR="00766774">
        <w:t xml:space="preserve">. </w:t>
      </w:r>
      <w:r w:rsidRPr="00115F49">
        <w:t>C</w:t>
      </w:r>
      <w:r w:rsidR="00766774">
        <w:t>’</w:t>
      </w:r>
      <w:r w:rsidRPr="00115F49">
        <w:t>était la tête de Langlois qui prenait</w:t>
      </w:r>
      <w:r w:rsidR="00766774">
        <w:t xml:space="preserve">, </w:t>
      </w:r>
      <w:r w:rsidRPr="00115F49">
        <w:t>enfin</w:t>
      </w:r>
      <w:r w:rsidR="00766774">
        <w:t xml:space="preserve">, </w:t>
      </w:r>
      <w:r w:rsidRPr="00115F49">
        <w:t>les dimensions de l</w:t>
      </w:r>
      <w:r w:rsidR="00766774">
        <w:t>’</w:t>
      </w:r>
      <w:r w:rsidRPr="00115F49">
        <w:t>univers</w:t>
      </w:r>
      <w:r w:rsidR="00766774">
        <w:t>.</w:t>
      </w:r>
    </w:p>
    <w:p w14:paraId="6E39EFA3" w14:textId="77777777" w:rsidR="00766774" w:rsidRDefault="00115F49" w:rsidP="00115F49">
      <w:pPr>
        <w:rPr>
          <w:i/>
          <w:iCs/>
        </w:rPr>
      </w:pPr>
      <w:r w:rsidRPr="00115F49">
        <w:t>Qui a dit</w:t>
      </w:r>
      <w:r w:rsidR="00766774">
        <w:t> : « </w:t>
      </w:r>
      <w:r w:rsidRPr="00115F49">
        <w:rPr>
          <w:i/>
          <w:iCs/>
        </w:rPr>
        <w:t>Un roi sans divertissement est un homme plein de misères</w:t>
      </w:r>
      <w:r w:rsidR="00766774">
        <w:rPr>
          <w:i/>
          <w:iCs/>
        </w:rPr>
        <w:t> » ?</w:t>
      </w:r>
    </w:p>
    <w:p w14:paraId="3FAB3D6C" w14:textId="77777777" w:rsidR="00766774" w:rsidRDefault="00115F49" w:rsidP="00F341FE">
      <w:pPr>
        <w:pStyle w:val="Droite"/>
        <w:rPr>
          <w:i/>
          <w:iCs/>
        </w:rPr>
      </w:pPr>
      <w:r w:rsidRPr="00F341FE">
        <w:rPr>
          <w:i/>
          <w:iCs/>
        </w:rPr>
        <w:t>Manosque</w:t>
      </w:r>
      <w:r w:rsidR="00766774">
        <w:rPr>
          <w:i/>
          <w:iCs/>
        </w:rPr>
        <w:t xml:space="preserve">, </w:t>
      </w:r>
      <w:r w:rsidR="00766774" w:rsidRPr="00F341FE">
        <w:rPr>
          <w:i/>
          <w:iCs/>
        </w:rPr>
        <w:t>1</w:t>
      </w:r>
      <w:r w:rsidR="00766774" w:rsidRPr="00766774">
        <w:rPr>
          <w:i/>
          <w:iCs/>
          <w:vertAlign w:val="superscript"/>
        </w:rPr>
        <w:t>er</w:t>
      </w:r>
      <w:r w:rsidRPr="00F341FE">
        <w:rPr>
          <w:i/>
          <w:iCs/>
        </w:rPr>
        <w:t xml:space="preserve"> sept</w:t>
      </w:r>
      <w:r w:rsidR="00766774">
        <w:rPr>
          <w:i/>
          <w:iCs/>
        </w:rPr>
        <w:t xml:space="preserve">. </w:t>
      </w:r>
      <w:r w:rsidRPr="00F341FE">
        <w:rPr>
          <w:i/>
          <w:iCs/>
        </w:rPr>
        <w:t>-10 oct</w:t>
      </w:r>
      <w:r w:rsidR="00766774">
        <w:rPr>
          <w:i/>
          <w:iCs/>
        </w:rPr>
        <w:t xml:space="preserve">. </w:t>
      </w:r>
      <w:r w:rsidRPr="00F341FE">
        <w:rPr>
          <w:i/>
          <w:iCs/>
        </w:rPr>
        <w:t>46</w:t>
      </w:r>
      <w:r w:rsidR="00766774">
        <w:rPr>
          <w:i/>
          <w:iCs/>
        </w:rPr>
        <w:t>.</w:t>
      </w:r>
    </w:p>
    <w:p w14:paraId="27601FCB" w14:textId="77777777" w:rsidR="00033562" w:rsidRPr="00633842" w:rsidRDefault="00033562">
      <w:pPr>
        <w:sectPr w:rsidR="00033562" w:rsidRPr="00633842" w:rsidSect="00934F12">
          <w:footerReference w:type="default" r:id="rId11"/>
          <w:endnotePr>
            <w:numFmt w:val="lowerLetter"/>
          </w:endnotePr>
          <w:pgSz w:w="11906" w:h="16838" w:code="9"/>
          <w:pgMar w:top="1134" w:right="1134" w:bottom="1134" w:left="1134" w:header="0" w:footer="709" w:gutter="0"/>
          <w:cols w:space="708"/>
          <w:titlePg/>
          <w:docGrid w:linePitch="360"/>
        </w:sectPr>
      </w:pPr>
    </w:p>
    <w:p w14:paraId="2DB07422" w14:textId="77777777" w:rsidR="00033562" w:rsidRPr="00633842" w:rsidRDefault="00033562" w:rsidP="00766774">
      <w:pPr>
        <w:pStyle w:val="Titre1"/>
        <w:spacing w:before="0" w:after="480"/>
      </w:pPr>
      <w:bookmarkStart w:id="0" w:name="_Toc421660465"/>
      <w:r w:rsidRPr="00633842">
        <w:lastRenderedPageBreak/>
        <w:t>À propos de cette édition électronique</w:t>
      </w:r>
      <w:bookmarkEnd w:id="0"/>
    </w:p>
    <w:p w14:paraId="6563F778" w14:textId="77777777" w:rsidR="00766774" w:rsidRDefault="00033562" w:rsidP="00766774">
      <w:pPr>
        <w:spacing w:before="180" w:after="180"/>
        <w:ind w:firstLine="0"/>
        <w:jc w:val="center"/>
        <w:rPr>
          <w:b/>
          <w:bCs/>
          <w:szCs w:val="32"/>
        </w:rPr>
      </w:pPr>
      <w:r w:rsidRPr="00633842">
        <w:rPr>
          <w:b/>
          <w:bCs/>
          <w:szCs w:val="32"/>
        </w:rPr>
        <w:t>Texte libre de droits</w:t>
      </w:r>
      <w:r w:rsidR="00766774">
        <w:rPr>
          <w:b/>
          <w:bCs/>
          <w:szCs w:val="32"/>
        </w:rPr>
        <w:t>.</w:t>
      </w:r>
    </w:p>
    <w:p w14:paraId="47199C7F" w14:textId="77777777" w:rsidR="00766774" w:rsidRDefault="00033562" w:rsidP="00766774">
      <w:pPr>
        <w:pStyle w:val="Centr"/>
        <w:spacing w:before="180" w:after="180"/>
      </w:pPr>
      <w:r w:rsidRPr="00633842">
        <w:t>Corrections</w:t>
      </w:r>
      <w:r w:rsidR="00766774">
        <w:t xml:space="preserve">, </w:t>
      </w:r>
      <w:r w:rsidRPr="00633842">
        <w:t>édition</w:t>
      </w:r>
      <w:r w:rsidR="00766774">
        <w:t xml:space="preserve">, </w:t>
      </w:r>
      <w:r w:rsidRPr="00633842">
        <w:t>conversion informatique et publication par le groupe</w:t>
      </w:r>
      <w:r w:rsidR="00766774">
        <w:t> :</w:t>
      </w:r>
    </w:p>
    <w:p w14:paraId="3C958F2D" w14:textId="77777777" w:rsidR="00033562" w:rsidRPr="00633842" w:rsidRDefault="00033562" w:rsidP="00766774">
      <w:pPr>
        <w:spacing w:before="180" w:after="180"/>
        <w:ind w:firstLine="0"/>
        <w:jc w:val="center"/>
        <w:rPr>
          <w:b/>
          <w:bCs/>
          <w:i/>
          <w:iCs/>
          <w:szCs w:val="32"/>
        </w:rPr>
      </w:pPr>
      <w:r w:rsidRPr="00633842">
        <w:rPr>
          <w:b/>
          <w:bCs/>
          <w:i/>
          <w:iCs/>
          <w:szCs w:val="32"/>
        </w:rPr>
        <w:t>Ebooks libres et gratuits</w:t>
      </w:r>
    </w:p>
    <w:p w14:paraId="50A27F6C" w14:textId="77777777" w:rsidR="00033562" w:rsidRPr="00633842" w:rsidRDefault="00290DA8" w:rsidP="00766774">
      <w:pPr>
        <w:pStyle w:val="Centr"/>
        <w:spacing w:before="180" w:after="180"/>
      </w:pPr>
      <w:hyperlink r:id="rId12" w:history="1">
        <w:r w:rsidRPr="00290DA8">
          <w:rPr>
            <w:rStyle w:val="Lienhypertexte"/>
          </w:rPr>
          <w:t>https://groups.google.com/g/ebooksgratuits</w:t>
        </w:r>
      </w:hyperlink>
    </w:p>
    <w:p w14:paraId="04FF366B" w14:textId="522C40D6" w:rsidR="00766774" w:rsidRDefault="00033562" w:rsidP="00766774">
      <w:pPr>
        <w:pStyle w:val="Centr"/>
        <w:spacing w:before="180" w:after="180"/>
      </w:pPr>
      <w:r w:rsidRPr="00633842">
        <w:t>Adresse du site web du groupe</w:t>
      </w:r>
      <w:r w:rsidR="00766774">
        <w:t> :</w:t>
      </w:r>
      <w:r w:rsidR="00766774">
        <w:br/>
      </w:r>
      <w:hyperlink r:id="rId13" w:history="1">
        <w:r w:rsidR="00C30DC6" w:rsidRPr="003A7844">
          <w:rPr>
            <w:rStyle w:val="Lienhypertexte"/>
            <w:b/>
            <w:bCs/>
            <w:szCs w:val="32"/>
          </w:rPr>
          <w:t>https://www.ebooksgratuits.com/</w:t>
        </w:r>
      </w:hyperlink>
    </w:p>
    <w:p w14:paraId="4DD754BA" w14:textId="77777777" w:rsidR="00766774" w:rsidRDefault="00766774" w:rsidP="00766774">
      <w:pPr>
        <w:pStyle w:val="Centr"/>
        <w:spacing w:before="180" w:after="180"/>
      </w:pPr>
      <w:r>
        <w:t>—</w:t>
      </w:r>
    </w:p>
    <w:p w14:paraId="58DA43B4" w14:textId="6978E5FE" w:rsidR="00766774" w:rsidRDefault="00616263" w:rsidP="00766774">
      <w:pPr>
        <w:spacing w:before="180" w:after="180"/>
        <w:ind w:firstLine="0"/>
        <w:jc w:val="center"/>
        <w:rPr>
          <w:b/>
          <w:bCs/>
          <w:szCs w:val="32"/>
        </w:rPr>
      </w:pPr>
      <w:r>
        <w:rPr>
          <w:b/>
          <w:bCs/>
          <w:szCs w:val="32"/>
        </w:rPr>
        <w:t>Avril</w:t>
      </w:r>
      <w:r w:rsidR="00BF6D2C">
        <w:rPr>
          <w:b/>
          <w:bCs/>
          <w:szCs w:val="32"/>
        </w:rPr>
        <w:t xml:space="preserve"> 202</w:t>
      </w:r>
      <w:r>
        <w:rPr>
          <w:b/>
          <w:bCs/>
          <w:szCs w:val="32"/>
        </w:rPr>
        <w:t>5</w:t>
      </w:r>
    </w:p>
    <w:p w14:paraId="48642BF4" w14:textId="77777777" w:rsidR="00766774" w:rsidRDefault="00766774" w:rsidP="00766774">
      <w:pPr>
        <w:pStyle w:val="Centr"/>
        <w:spacing w:before="180" w:after="180"/>
        <w:rPr>
          <w:b/>
          <w:bCs/>
          <w:szCs w:val="32"/>
        </w:rPr>
      </w:pPr>
      <w:r>
        <w:rPr>
          <w:b/>
          <w:bCs/>
          <w:szCs w:val="32"/>
        </w:rPr>
        <w:t>—</w:t>
      </w:r>
    </w:p>
    <w:p w14:paraId="45F70822" w14:textId="77777777" w:rsidR="00766774" w:rsidRDefault="00766774" w:rsidP="00B52E2F">
      <w:pPr>
        <w:spacing w:before="180" w:after="180"/>
      </w:pPr>
      <w:r>
        <w:t>— </w:t>
      </w:r>
      <w:r w:rsidR="00033562" w:rsidRPr="00633842">
        <w:rPr>
          <w:b/>
        </w:rPr>
        <w:t>Élaboration de ce livre électronique</w:t>
      </w:r>
      <w:r>
        <w:t> :</w:t>
      </w:r>
    </w:p>
    <w:p w14:paraId="30FFC7AF" w14:textId="47A35097" w:rsidR="00766774" w:rsidRDefault="00033562" w:rsidP="00B52E2F">
      <w:pPr>
        <w:spacing w:before="180" w:after="180"/>
      </w:pPr>
      <w:r w:rsidRPr="00633842">
        <w:t xml:space="preserve">Les membres de </w:t>
      </w:r>
      <w:proofErr w:type="gramStart"/>
      <w:r w:rsidRPr="00633842">
        <w:rPr>
          <w:i/>
        </w:rPr>
        <w:t>Ebooks</w:t>
      </w:r>
      <w:proofErr w:type="gramEnd"/>
      <w:r w:rsidRPr="00633842">
        <w:rPr>
          <w:i/>
        </w:rPr>
        <w:t xml:space="preserve"> libres et gratuits</w:t>
      </w:r>
      <w:r w:rsidRPr="00633842">
        <w:t xml:space="preserve"> qui ont participé à l</w:t>
      </w:r>
      <w:r w:rsidR="00766774">
        <w:t>’</w:t>
      </w:r>
      <w:r w:rsidRPr="00633842">
        <w:t>élaboration de ce livre</w:t>
      </w:r>
      <w:r w:rsidR="00766774">
        <w:t xml:space="preserve">, </w:t>
      </w:r>
      <w:r w:rsidRPr="00633842">
        <w:t>sont</w:t>
      </w:r>
      <w:r w:rsidR="00766774">
        <w:t> :</w:t>
      </w:r>
      <w:r w:rsidR="00C30DC6">
        <w:t xml:space="preserve"> </w:t>
      </w:r>
      <w:proofErr w:type="spellStart"/>
      <w:r w:rsidR="00C30DC6">
        <w:t>FrançoisM</w:t>
      </w:r>
      <w:proofErr w:type="spellEnd"/>
      <w:r w:rsidR="00C30DC6">
        <w:t xml:space="preserve">, Jean-Luc, </w:t>
      </w:r>
      <w:proofErr w:type="spellStart"/>
      <w:r w:rsidR="00C30DC6">
        <w:t>Coolmicro</w:t>
      </w:r>
      <w:proofErr w:type="spellEnd"/>
      <w:r w:rsidR="00C30DC6">
        <w:t>.</w:t>
      </w:r>
    </w:p>
    <w:p w14:paraId="5F9C5B6A" w14:textId="77777777" w:rsidR="00766774" w:rsidRDefault="00766774" w:rsidP="00B52E2F">
      <w:pPr>
        <w:spacing w:before="180" w:after="180"/>
      </w:pPr>
      <w:r>
        <w:t>— </w:t>
      </w:r>
      <w:r w:rsidR="00033562" w:rsidRPr="00633842">
        <w:rPr>
          <w:b/>
        </w:rPr>
        <w:t>Dispositions</w:t>
      </w:r>
      <w:r>
        <w:t> :</w:t>
      </w:r>
    </w:p>
    <w:p w14:paraId="0C6BDF5B" w14:textId="77777777" w:rsidR="00766774" w:rsidRDefault="00033562" w:rsidP="00B52E2F">
      <w:pPr>
        <w:spacing w:before="180" w:after="180"/>
      </w:pPr>
      <w:r w:rsidRPr="00633842">
        <w:t>Les livres que nous mettons à votre disposition</w:t>
      </w:r>
      <w:r w:rsidR="00766774">
        <w:t xml:space="preserve">, </w:t>
      </w:r>
      <w:r w:rsidRPr="00633842">
        <w:t>sont des textes libres de droits</w:t>
      </w:r>
      <w:r w:rsidR="00766774">
        <w:t xml:space="preserve">, </w:t>
      </w:r>
      <w:r w:rsidRPr="00633842">
        <w:t>que vous pouvez utiliser librement</w:t>
      </w:r>
      <w:r w:rsidR="00766774">
        <w:t xml:space="preserve">, </w:t>
      </w:r>
      <w:r w:rsidRPr="00633842">
        <w:rPr>
          <w:u w:val="single"/>
        </w:rPr>
        <w:t>à une fin non commerciale et non professionnelle</w:t>
      </w:r>
      <w:r w:rsidR="00766774">
        <w:t xml:space="preserve">. </w:t>
      </w:r>
      <w:r w:rsidRPr="00633842">
        <w:t>Tout lien vers notre site est bienvenu</w:t>
      </w:r>
      <w:r w:rsidR="00766774">
        <w:t>…</w:t>
      </w:r>
    </w:p>
    <w:p w14:paraId="2164647A" w14:textId="77777777" w:rsidR="00766774" w:rsidRDefault="00766774" w:rsidP="00B52E2F">
      <w:pPr>
        <w:spacing w:before="180" w:after="180"/>
      </w:pPr>
      <w:r>
        <w:t>— </w:t>
      </w:r>
      <w:r w:rsidR="00033562" w:rsidRPr="00633842">
        <w:rPr>
          <w:b/>
        </w:rPr>
        <w:t>Qualité</w:t>
      </w:r>
      <w:r>
        <w:t> :</w:t>
      </w:r>
    </w:p>
    <w:p w14:paraId="236F5B90" w14:textId="77777777" w:rsidR="00766774" w:rsidRDefault="00033562" w:rsidP="00B52E2F">
      <w:pPr>
        <w:spacing w:before="180" w:after="180"/>
      </w:pPr>
      <w:r w:rsidRPr="00633842">
        <w:t>Les textes sont livrés tels quels sans garantie de leur intégrité parfaite par rapport à l</w:t>
      </w:r>
      <w:r w:rsidR="00766774">
        <w:t>’</w:t>
      </w:r>
      <w:r w:rsidRPr="00633842">
        <w:t>original</w:t>
      </w:r>
      <w:r w:rsidR="00766774">
        <w:t xml:space="preserve">. </w:t>
      </w:r>
      <w:r w:rsidRPr="00633842">
        <w:t>Nous rappelons que c</w:t>
      </w:r>
      <w:r w:rsidR="00766774">
        <w:t>’</w:t>
      </w:r>
      <w:r w:rsidRPr="00633842">
        <w:t>est un travail d</w:t>
      </w:r>
      <w:r w:rsidR="00766774">
        <w:t>’</w:t>
      </w:r>
      <w:r w:rsidRPr="00633842">
        <w:t>amateurs non rétribués et que nous essayons de promouvoir la culture littéraire avec de maigres moyens</w:t>
      </w:r>
      <w:r w:rsidR="00766774">
        <w:t>.</w:t>
      </w:r>
    </w:p>
    <w:p w14:paraId="0218627B" w14:textId="77777777" w:rsidR="00766774" w:rsidRDefault="00033562" w:rsidP="00766774">
      <w:pPr>
        <w:spacing w:before="180" w:after="180"/>
        <w:ind w:firstLine="0"/>
        <w:jc w:val="center"/>
        <w:rPr>
          <w:i/>
          <w:iCs/>
          <w:szCs w:val="32"/>
        </w:rPr>
      </w:pPr>
      <w:r w:rsidRPr="00633842">
        <w:rPr>
          <w:i/>
          <w:iCs/>
          <w:szCs w:val="32"/>
        </w:rPr>
        <w:t>Votre aide est la bienvenue</w:t>
      </w:r>
      <w:r w:rsidR="00766774">
        <w:rPr>
          <w:i/>
          <w:iCs/>
          <w:szCs w:val="32"/>
        </w:rPr>
        <w:t> !</w:t>
      </w:r>
    </w:p>
    <w:p w14:paraId="7C86C0E0" w14:textId="77777777" w:rsidR="00033562" w:rsidRPr="00633842" w:rsidRDefault="00033562" w:rsidP="00766774">
      <w:pPr>
        <w:pStyle w:val="Centr"/>
        <w:suppressAutoHyphens/>
        <w:spacing w:before="180" w:after="180"/>
      </w:pPr>
      <w:r w:rsidRPr="00633842">
        <w:t>VOUS POUVEZ NOUS AIDER À FAIRE CONNAÎTRE CES CLASSIQUES LITTÉRAIRES</w:t>
      </w:r>
      <w:r w:rsidR="00766774">
        <w:t>.</w:t>
      </w:r>
    </w:p>
    <w:sectPr w:rsidR="00033562" w:rsidRPr="00633842" w:rsidSect="00934F12">
      <w:pgSz w:w="11906" w:h="16838" w:code="9"/>
      <w:pgMar w:top="567" w:right="567" w:bottom="567" w:left="567"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B94B3E" w14:textId="77777777" w:rsidR="00C30AC2" w:rsidRDefault="00C30AC2">
      <w:r>
        <w:separator/>
      </w:r>
    </w:p>
  </w:endnote>
  <w:endnote w:type="continuationSeparator" w:id="0">
    <w:p w14:paraId="61E9A28F" w14:textId="77777777" w:rsidR="00C30AC2" w:rsidRDefault="00C30A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masis30">
    <w:panose1 w:val="02000603050000020003"/>
    <w:charset w:val="00"/>
    <w:family w:val="auto"/>
    <w:pitch w:val="variable"/>
    <w:sig w:usb0="00000003" w:usb1="00000000" w:usb2="00000000" w:usb3="00000000" w:csb0="00000001" w:csb1="00000000"/>
    <w:embedRegular r:id="rId1" w:fontKey="{EB05EBE9-F96C-456F-9217-6B5944AEC521}"/>
    <w:embedBold r:id="rId2" w:fontKey="{D1D73CDC-D8F1-413A-8E02-94FF8B9ECC94}"/>
    <w:embedItalic r:id="rId3" w:fontKey="{D4BA153D-47B6-4607-9883-982CB94DF36D}"/>
    <w:embedBoldItalic r:id="rId4" w:fontKey="{7F8CC5EC-9D21-4808-B03B-9747D6792C2D}"/>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8B1E96" w14:textId="77777777" w:rsidR="004351FD" w:rsidRDefault="004351FD">
    <w:pPr>
      <w:pStyle w:val="Pieddepage"/>
    </w:pPr>
    <w:r>
      <w:t xml:space="preserve">– </w:t>
    </w:r>
    <w:r w:rsidR="00BC7B68">
      <w:rPr>
        <w:rStyle w:val="Numrodepage"/>
      </w:rPr>
      <w:fldChar w:fldCharType="begin"/>
    </w:r>
    <w:r>
      <w:rPr>
        <w:rStyle w:val="Numrodepage"/>
      </w:rPr>
      <w:instrText xml:space="preserve"> PAGE </w:instrText>
    </w:r>
    <w:r w:rsidR="00BC7B68">
      <w:rPr>
        <w:rStyle w:val="Numrodepage"/>
      </w:rPr>
      <w:fldChar w:fldCharType="separate"/>
    </w:r>
    <w:r>
      <w:rPr>
        <w:rStyle w:val="Numrodepage"/>
        <w:noProof/>
      </w:rPr>
      <w:t>2</w:t>
    </w:r>
    <w:r w:rsidR="00BC7B68">
      <w:rPr>
        <w:rStyle w:val="Numrodepage"/>
      </w:rPr>
      <w:fldChar w:fldCharType="end"/>
    </w:r>
    <w:r>
      <w:rPr>
        <w:rStyle w:val="Numrodepag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0B03D" w14:textId="77777777" w:rsidR="004351FD" w:rsidRPr="004F0995" w:rsidRDefault="004351FD" w:rsidP="004F0995">
    <w:pPr>
      <w:pStyle w:val="Pieddepage"/>
    </w:pPr>
    <w:r w:rsidRPr="004F0995">
      <w:t xml:space="preserve">– </w:t>
    </w:r>
    <w:r w:rsidR="00BC7B68" w:rsidRPr="004F0995">
      <w:rPr>
        <w:rStyle w:val="Numrodepage"/>
      </w:rPr>
      <w:fldChar w:fldCharType="begin"/>
    </w:r>
    <w:r w:rsidRPr="004F0995">
      <w:rPr>
        <w:rStyle w:val="Numrodepage"/>
      </w:rPr>
      <w:instrText xml:space="preserve"> PAGE </w:instrText>
    </w:r>
    <w:r w:rsidR="00BC7B68" w:rsidRPr="004F0995">
      <w:rPr>
        <w:rStyle w:val="Numrodepage"/>
      </w:rPr>
      <w:fldChar w:fldCharType="separate"/>
    </w:r>
    <w:r w:rsidR="006A6B07">
      <w:rPr>
        <w:rStyle w:val="Numrodepage"/>
        <w:noProof/>
      </w:rPr>
      <w:t>195</w:t>
    </w:r>
    <w:r w:rsidR="00BC7B68" w:rsidRPr="004F0995">
      <w:rPr>
        <w:rStyle w:val="Numrodepage"/>
      </w:rPr>
      <w:fldChar w:fldCharType="end"/>
    </w:r>
    <w:r w:rsidRPr="004F0995">
      <w:rPr>
        <w:rStyle w:val="Numrodepage"/>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18CE13" w14:textId="77777777" w:rsidR="00C30AC2" w:rsidRDefault="00C30AC2">
      <w:r>
        <w:separator/>
      </w:r>
    </w:p>
  </w:footnote>
  <w:footnote w:type="continuationSeparator" w:id="0">
    <w:p w14:paraId="749BA75E" w14:textId="77777777" w:rsidR="00C30AC2" w:rsidRDefault="00C30A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D8888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5D055C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38052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B4EBA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91ED98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3CBE7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A653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54415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DD8D8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44C26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08A6C0B"/>
    <w:multiLevelType w:val="hybridMultilevel"/>
    <w:tmpl w:val="5E0C6452"/>
    <w:lvl w:ilvl="0" w:tplc="1796595E">
      <w:start w:val="1"/>
      <w:numFmt w:val="bullet"/>
      <w:lvlText w:val=""/>
      <w:lvlJc w:val="left"/>
      <w:pPr>
        <w:tabs>
          <w:tab w:val="num" w:pos="720"/>
        </w:tabs>
        <w:ind w:left="720" w:hanging="360"/>
      </w:pPr>
      <w:rPr>
        <w:rFonts w:ascii="Symbol" w:hAnsi="Symbol" w:hint="default"/>
        <w:sz w:val="20"/>
      </w:rPr>
    </w:lvl>
    <w:lvl w:ilvl="1" w:tplc="004A6EDA" w:tentative="1">
      <w:start w:val="1"/>
      <w:numFmt w:val="bullet"/>
      <w:lvlText w:val="o"/>
      <w:lvlJc w:val="left"/>
      <w:pPr>
        <w:tabs>
          <w:tab w:val="num" w:pos="1440"/>
        </w:tabs>
        <w:ind w:left="1440" w:hanging="360"/>
      </w:pPr>
      <w:rPr>
        <w:rFonts w:ascii="Courier New" w:hAnsi="Courier New" w:hint="default"/>
        <w:sz w:val="20"/>
      </w:rPr>
    </w:lvl>
    <w:lvl w:ilvl="2" w:tplc="23781F22" w:tentative="1">
      <w:start w:val="1"/>
      <w:numFmt w:val="bullet"/>
      <w:lvlText w:val=""/>
      <w:lvlJc w:val="left"/>
      <w:pPr>
        <w:tabs>
          <w:tab w:val="num" w:pos="2160"/>
        </w:tabs>
        <w:ind w:left="2160" w:hanging="360"/>
      </w:pPr>
      <w:rPr>
        <w:rFonts w:ascii="Wingdings" w:hAnsi="Wingdings" w:hint="default"/>
        <w:sz w:val="20"/>
      </w:rPr>
    </w:lvl>
    <w:lvl w:ilvl="3" w:tplc="C0A2B518" w:tentative="1">
      <w:start w:val="1"/>
      <w:numFmt w:val="bullet"/>
      <w:lvlText w:val=""/>
      <w:lvlJc w:val="left"/>
      <w:pPr>
        <w:tabs>
          <w:tab w:val="num" w:pos="2880"/>
        </w:tabs>
        <w:ind w:left="2880" w:hanging="360"/>
      </w:pPr>
      <w:rPr>
        <w:rFonts w:ascii="Wingdings" w:hAnsi="Wingdings" w:hint="default"/>
        <w:sz w:val="20"/>
      </w:rPr>
    </w:lvl>
    <w:lvl w:ilvl="4" w:tplc="DC7E530C" w:tentative="1">
      <w:start w:val="1"/>
      <w:numFmt w:val="bullet"/>
      <w:lvlText w:val=""/>
      <w:lvlJc w:val="left"/>
      <w:pPr>
        <w:tabs>
          <w:tab w:val="num" w:pos="3600"/>
        </w:tabs>
        <w:ind w:left="3600" w:hanging="360"/>
      </w:pPr>
      <w:rPr>
        <w:rFonts w:ascii="Wingdings" w:hAnsi="Wingdings" w:hint="default"/>
        <w:sz w:val="20"/>
      </w:rPr>
    </w:lvl>
    <w:lvl w:ilvl="5" w:tplc="79261CE2" w:tentative="1">
      <w:start w:val="1"/>
      <w:numFmt w:val="bullet"/>
      <w:lvlText w:val=""/>
      <w:lvlJc w:val="left"/>
      <w:pPr>
        <w:tabs>
          <w:tab w:val="num" w:pos="4320"/>
        </w:tabs>
        <w:ind w:left="4320" w:hanging="360"/>
      </w:pPr>
      <w:rPr>
        <w:rFonts w:ascii="Wingdings" w:hAnsi="Wingdings" w:hint="default"/>
        <w:sz w:val="20"/>
      </w:rPr>
    </w:lvl>
    <w:lvl w:ilvl="6" w:tplc="7B60B998" w:tentative="1">
      <w:start w:val="1"/>
      <w:numFmt w:val="bullet"/>
      <w:lvlText w:val=""/>
      <w:lvlJc w:val="left"/>
      <w:pPr>
        <w:tabs>
          <w:tab w:val="num" w:pos="5040"/>
        </w:tabs>
        <w:ind w:left="5040" w:hanging="360"/>
      </w:pPr>
      <w:rPr>
        <w:rFonts w:ascii="Wingdings" w:hAnsi="Wingdings" w:hint="default"/>
        <w:sz w:val="20"/>
      </w:rPr>
    </w:lvl>
    <w:lvl w:ilvl="7" w:tplc="74F0A4DA" w:tentative="1">
      <w:start w:val="1"/>
      <w:numFmt w:val="bullet"/>
      <w:lvlText w:val=""/>
      <w:lvlJc w:val="left"/>
      <w:pPr>
        <w:tabs>
          <w:tab w:val="num" w:pos="5760"/>
        </w:tabs>
        <w:ind w:left="5760" w:hanging="360"/>
      </w:pPr>
      <w:rPr>
        <w:rFonts w:ascii="Wingdings" w:hAnsi="Wingdings" w:hint="default"/>
        <w:sz w:val="20"/>
      </w:rPr>
    </w:lvl>
    <w:lvl w:ilvl="8" w:tplc="E24C3D06"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3691385"/>
    <w:multiLevelType w:val="hybridMultilevel"/>
    <w:tmpl w:val="2EAA8648"/>
    <w:lvl w:ilvl="0" w:tplc="144E4258">
      <w:start w:val="1"/>
      <w:numFmt w:val="bullet"/>
      <w:lvlText w:val=""/>
      <w:lvlJc w:val="left"/>
      <w:pPr>
        <w:tabs>
          <w:tab w:val="num" w:pos="720"/>
        </w:tabs>
        <w:ind w:left="720" w:hanging="360"/>
      </w:pPr>
      <w:rPr>
        <w:rFonts w:ascii="Symbol" w:hAnsi="Symbol" w:hint="default"/>
        <w:sz w:val="20"/>
      </w:rPr>
    </w:lvl>
    <w:lvl w:ilvl="1" w:tplc="B6508ADC" w:tentative="1">
      <w:start w:val="1"/>
      <w:numFmt w:val="bullet"/>
      <w:lvlText w:val="o"/>
      <w:lvlJc w:val="left"/>
      <w:pPr>
        <w:tabs>
          <w:tab w:val="num" w:pos="1440"/>
        </w:tabs>
        <w:ind w:left="1440" w:hanging="360"/>
      </w:pPr>
      <w:rPr>
        <w:rFonts w:ascii="Courier New" w:hAnsi="Courier New" w:hint="default"/>
        <w:sz w:val="20"/>
      </w:rPr>
    </w:lvl>
    <w:lvl w:ilvl="2" w:tplc="8D988CCE" w:tentative="1">
      <w:start w:val="1"/>
      <w:numFmt w:val="bullet"/>
      <w:lvlText w:val=""/>
      <w:lvlJc w:val="left"/>
      <w:pPr>
        <w:tabs>
          <w:tab w:val="num" w:pos="2160"/>
        </w:tabs>
        <w:ind w:left="2160" w:hanging="360"/>
      </w:pPr>
      <w:rPr>
        <w:rFonts w:ascii="Wingdings" w:hAnsi="Wingdings" w:hint="default"/>
        <w:sz w:val="20"/>
      </w:rPr>
    </w:lvl>
    <w:lvl w:ilvl="3" w:tplc="1ED42906" w:tentative="1">
      <w:start w:val="1"/>
      <w:numFmt w:val="bullet"/>
      <w:lvlText w:val=""/>
      <w:lvlJc w:val="left"/>
      <w:pPr>
        <w:tabs>
          <w:tab w:val="num" w:pos="2880"/>
        </w:tabs>
        <w:ind w:left="2880" w:hanging="360"/>
      </w:pPr>
      <w:rPr>
        <w:rFonts w:ascii="Wingdings" w:hAnsi="Wingdings" w:hint="default"/>
        <w:sz w:val="20"/>
      </w:rPr>
    </w:lvl>
    <w:lvl w:ilvl="4" w:tplc="3AB83200" w:tentative="1">
      <w:start w:val="1"/>
      <w:numFmt w:val="bullet"/>
      <w:lvlText w:val=""/>
      <w:lvlJc w:val="left"/>
      <w:pPr>
        <w:tabs>
          <w:tab w:val="num" w:pos="3600"/>
        </w:tabs>
        <w:ind w:left="3600" w:hanging="360"/>
      </w:pPr>
      <w:rPr>
        <w:rFonts w:ascii="Wingdings" w:hAnsi="Wingdings" w:hint="default"/>
        <w:sz w:val="20"/>
      </w:rPr>
    </w:lvl>
    <w:lvl w:ilvl="5" w:tplc="B7502204" w:tentative="1">
      <w:start w:val="1"/>
      <w:numFmt w:val="bullet"/>
      <w:lvlText w:val=""/>
      <w:lvlJc w:val="left"/>
      <w:pPr>
        <w:tabs>
          <w:tab w:val="num" w:pos="4320"/>
        </w:tabs>
        <w:ind w:left="4320" w:hanging="360"/>
      </w:pPr>
      <w:rPr>
        <w:rFonts w:ascii="Wingdings" w:hAnsi="Wingdings" w:hint="default"/>
        <w:sz w:val="20"/>
      </w:rPr>
    </w:lvl>
    <w:lvl w:ilvl="6" w:tplc="4DB0ACFE" w:tentative="1">
      <w:start w:val="1"/>
      <w:numFmt w:val="bullet"/>
      <w:lvlText w:val=""/>
      <w:lvlJc w:val="left"/>
      <w:pPr>
        <w:tabs>
          <w:tab w:val="num" w:pos="5040"/>
        </w:tabs>
        <w:ind w:left="5040" w:hanging="360"/>
      </w:pPr>
      <w:rPr>
        <w:rFonts w:ascii="Wingdings" w:hAnsi="Wingdings" w:hint="default"/>
        <w:sz w:val="20"/>
      </w:rPr>
    </w:lvl>
    <w:lvl w:ilvl="7" w:tplc="F8E4C920" w:tentative="1">
      <w:start w:val="1"/>
      <w:numFmt w:val="bullet"/>
      <w:lvlText w:val=""/>
      <w:lvlJc w:val="left"/>
      <w:pPr>
        <w:tabs>
          <w:tab w:val="num" w:pos="5760"/>
        </w:tabs>
        <w:ind w:left="5760" w:hanging="360"/>
      </w:pPr>
      <w:rPr>
        <w:rFonts w:ascii="Wingdings" w:hAnsi="Wingdings" w:hint="default"/>
        <w:sz w:val="20"/>
      </w:rPr>
    </w:lvl>
    <w:lvl w:ilvl="8" w:tplc="584E42FE"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A91EB8"/>
    <w:multiLevelType w:val="hybridMultilevel"/>
    <w:tmpl w:val="47F4B040"/>
    <w:lvl w:ilvl="0" w:tplc="30B642FC">
      <w:start w:val="1"/>
      <w:numFmt w:val="bullet"/>
      <w:lvlText w:val=""/>
      <w:lvlJc w:val="left"/>
      <w:pPr>
        <w:tabs>
          <w:tab w:val="num" w:pos="720"/>
        </w:tabs>
        <w:ind w:left="720" w:hanging="360"/>
      </w:pPr>
      <w:rPr>
        <w:rFonts w:ascii="Symbol" w:hAnsi="Symbol" w:hint="default"/>
        <w:sz w:val="20"/>
      </w:rPr>
    </w:lvl>
    <w:lvl w:ilvl="1" w:tplc="35F0C21A" w:tentative="1">
      <w:start w:val="1"/>
      <w:numFmt w:val="bullet"/>
      <w:lvlText w:val="o"/>
      <w:lvlJc w:val="left"/>
      <w:pPr>
        <w:tabs>
          <w:tab w:val="num" w:pos="1440"/>
        </w:tabs>
        <w:ind w:left="1440" w:hanging="360"/>
      </w:pPr>
      <w:rPr>
        <w:rFonts w:ascii="Courier New" w:hAnsi="Courier New" w:hint="default"/>
        <w:sz w:val="20"/>
      </w:rPr>
    </w:lvl>
    <w:lvl w:ilvl="2" w:tplc="14AC85A6" w:tentative="1">
      <w:start w:val="1"/>
      <w:numFmt w:val="bullet"/>
      <w:lvlText w:val=""/>
      <w:lvlJc w:val="left"/>
      <w:pPr>
        <w:tabs>
          <w:tab w:val="num" w:pos="2160"/>
        </w:tabs>
        <w:ind w:left="2160" w:hanging="360"/>
      </w:pPr>
      <w:rPr>
        <w:rFonts w:ascii="Wingdings" w:hAnsi="Wingdings" w:hint="default"/>
        <w:sz w:val="20"/>
      </w:rPr>
    </w:lvl>
    <w:lvl w:ilvl="3" w:tplc="D3D42862" w:tentative="1">
      <w:start w:val="1"/>
      <w:numFmt w:val="bullet"/>
      <w:lvlText w:val=""/>
      <w:lvlJc w:val="left"/>
      <w:pPr>
        <w:tabs>
          <w:tab w:val="num" w:pos="2880"/>
        </w:tabs>
        <w:ind w:left="2880" w:hanging="360"/>
      </w:pPr>
      <w:rPr>
        <w:rFonts w:ascii="Wingdings" w:hAnsi="Wingdings" w:hint="default"/>
        <w:sz w:val="20"/>
      </w:rPr>
    </w:lvl>
    <w:lvl w:ilvl="4" w:tplc="A5A8C902" w:tentative="1">
      <w:start w:val="1"/>
      <w:numFmt w:val="bullet"/>
      <w:lvlText w:val=""/>
      <w:lvlJc w:val="left"/>
      <w:pPr>
        <w:tabs>
          <w:tab w:val="num" w:pos="3600"/>
        </w:tabs>
        <w:ind w:left="3600" w:hanging="360"/>
      </w:pPr>
      <w:rPr>
        <w:rFonts w:ascii="Wingdings" w:hAnsi="Wingdings" w:hint="default"/>
        <w:sz w:val="20"/>
      </w:rPr>
    </w:lvl>
    <w:lvl w:ilvl="5" w:tplc="06CE7BD2" w:tentative="1">
      <w:start w:val="1"/>
      <w:numFmt w:val="bullet"/>
      <w:lvlText w:val=""/>
      <w:lvlJc w:val="left"/>
      <w:pPr>
        <w:tabs>
          <w:tab w:val="num" w:pos="4320"/>
        </w:tabs>
        <w:ind w:left="4320" w:hanging="360"/>
      </w:pPr>
      <w:rPr>
        <w:rFonts w:ascii="Wingdings" w:hAnsi="Wingdings" w:hint="default"/>
        <w:sz w:val="20"/>
      </w:rPr>
    </w:lvl>
    <w:lvl w:ilvl="6" w:tplc="957E85E2" w:tentative="1">
      <w:start w:val="1"/>
      <w:numFmt w:val="bullet"/>
      <w:lvlText w:val=""/>
      <w:lvlJc w:val="left"/>
      <w:pPr>
        <w:tabs>
          <w:tab w:val="num" w:pos="5040"/>
        </w:tabs>
        <w:ind w:left="5040" w:hanging="360"/>
      </w:pPr>
      <w:rPr>
        <w:rFonts w:ascii="Wingdings" w:hAnsi="Wingdings" w:hint="default"/>
        <w:sz w:val="20"/>
      </w:rPr>
    </w:lvl>
    <w:lvl w:ilvl="7" w:tplc="C5B68E2C" w:tentative="1">
      <w:start w:val="1"/>
      <w:numFmt w:val="bullet"/>
      <w:lvlText w:val=""/>
      <w:lvlJc w:val="left"/>
      <w:pPr>
        <w:tabs>
          <w:tab w:val="num" w:pos="5760"/>
        </w:tabs>
        <w:ind w:left="5760" w:hanging="360"/>
      </w:pPr>
      <w:rPr>
        <w:rFonts w:ascii="Wingdings" w:hAnsi="Wingdings" w:hint="default"/>
        <w:sz w:val="20"/>
      </w:rPr>
    </w:lvl>
    <w:lvl w:ilvl="8" w:tplc="B02CF76E"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0E56A04"/>
    <w:multiLevelType w:val="hybridMultilevel"/>
    <w:tmpl w:val="AE8CBB82"/>
    <w:lvl w:ilvl="0" w:tplc="106C64E4">
      <w:start w:val="1"/>
      <w:numFmt w:val="bullet"/>
      <w:lvlText w:val=""/>
      <w:lvlJc w:val="left"/>
      <w:pPr>
        <w:tabs>
          <w:tab w:val="num" w:pos="720"/>
        </w:tabs>
        <w:ind w:left="720" w:hanging="360"/>
      </w:pPr>
      <w:rPr>
        <w:rFonts w:ascii="Symbol" w:hAnsi="Symbol" w:hint="default"/>
        <w:sz w:val="20"/>
      </w:rPr>
    </w:lvl>
    <w:lvl w:ilvl="1" w:tplc="F52884FE" w:tentative="1">
      <w:start w:val="1"/>
      <w:numFmt w:val="bullet"/>
      <w:lvlText w:val="o"/>
      <w:lvlJc w:val="left"/>
      <w:pPr>
        <w:tabs>
          <w:tab w:val="num" w:pos="1440"/>
        </w:tabs>
        <w:ind w:left="1440" w:hanging="360"/>
      </w:pPr>
      <w:rPr>
        <w:rFonts w:ascii="Courier New" w:hAnsi="Courier New" w:hint="default"/>
        <w:sz w:val="20"/>
      </w:rPr>
    </w:lvl>
    <w:lvl w:ilvl="2" w:tplc="8A8C97F0" w:tentative="1">
      <w:start w:val="1"/>
      <w:numFmt w:val="bullet"/>
      <w:lvlText w:val=""/>
      <w:lvlJc w:val="left"/>
      <w:pPr>
        <w:tabs>
          <w:tab w:val="num" w:pos="2160"/>
        </w:tabs>
        <w:ind w:left="2160" w:hanging="360"/>
      </w:pPr>
      <w:rPr>
        <w:rFonts w:ascii="Wingdings" w:hAnsi="Wingdings" w:hint="default"/>
        <w:sz w:val="20"/>
      </w:rPr>
    </w:lvl>
    <w:lvl w:ilvl="3" w:tplc="604CAF0E" w:tentative="1">
      <w:start w:val="1"/>
      <w:numFmt w:val="bullet"/>
      <w:lvlText w:val=""/>
      <w:lvlJc w:val="left"/>
      <w:pPr>
        <w:tabs>
          <w:tab w:val="num" w:pos="2880"/>
        </w:tabs>
        <w:ind w:left="2880" w:hanging="360"/>
      </w:pPr>
      <w:rPr>
        <w:rFonts w:ascii="Wingdings" w:hAnsi="Wingdings" w:hint="default"/>
        <w:sz w:val="20"/>
      </w:rPr>
    </w:lvl>
    <w:lvl w:ilvl="4" w:tplc="34B42966" w:tentative="1">
      <w:start w:val="1"/>
      <w:numFmt w:val="bullet"/>
      <w:lvlText w:val=""/>
      <w:lvlJc w:val="left"/>
      <w:pPr>
        <w:tabs>
          <w:tab w:val="num" w:pos="3600"/>
        </w:tabs>
        <w:ind w:left="3600" w:hanging="360"/>
      </w:pPr>
      <w:rPr>
        <w:rFonts w:ascii="Wingdings" w:hAnsi="Wingdings" w:hint="default"/>
        <w:sz w:val="20"/>
      </w:rPr>
    </w:lvl>
    <w:lvl w:ilvl="5" w:tplc="A9C67F1A" w:tentative="1">
      <w:start w:val="1"/>
      <w:numFmt w:val="bullet"/>
      <w:lvlText w:val=""/>
      <w:lvlJc w:val="left"/>
      <w:pPr>
        <w:tabs>
          <w:tab w:val="num" w:pos="4320"/>
        </w:tabs>
        <w:ind w:left="4320" w:hanging="360"/>
      </w:pPr>
      <w:rPr>
        <w:rFonts w:ascii="Wingdings" w:hAnsi="Wingdings" w:hint="default"/>
        <w:sz w:val="20"/>
      </w:rPr>
    </w:lvl>
    <w:lvl w:ilvl="6" w:tplc="6574B432" w:tentative="1">
      <w:start w:val="1"/>
      <w:numFmt w:val="bullet"/>
      <w:lvlText w:val=""/>
      <w:lvlJc w:val="left"/>
      <w:pPr>
        <w:tabs>
          <w:tab w:val="num" w:pos="5040"/>
        </w:tabs>
        <w:ind w:left="5040" w:hanging="360"/>
      </w:pPr>
      <w:rPr>
        <w:rFonts w:ascii="Wingdings" w:hAnsi="Wingdings" w:hint="default"/>
        <w:sz w:val="20"/>
      </w:rPr>
    </w:lvl>
    <w:lvl w:ilvl="7" w:tplc="64FEDE56" w:tentative="1">
      <w:start w:val="1"/>
      <w:numFmt w:val="bullet"/>
      <w:lvlText w:val=""/>
      <w:lvlJc w:val="left"/>
      <w:pPr>
        <w:tabs>
          <w:tab w:val="num" w:pos="5760"/>
        </w:tabs>
        <w:ind w:left="5760" w:hanging="360"/>
      </w:pPr>
      <w:rPr>
        <w:rFonts w:ascii="Wingdings" w:hAnsi="Wingdings" w:hint="default"/>
        <w:sz w:val="20"/>
      </w:rPr>
    </w:lvl>
    <w:lvl w:ilvl="8" w:tplc="12803640" w:tentative="1">
      <w:start w:val="1"/>
      <w:numFmt w:val="bullet"/>
      <w:lvlText w:val=""/>
      <w:lvlJc w:val="left"/>
      <w:pPr>
        <w:tabs>
          <w:tab w:val="num" w:pos="6480"/>
        </w:tabs>
        <w:ind w:left="6480" w:hanging="360"/>
      </w:pPr>
      <w:rPr>
        <w:rFonts w:ascii="Wingdings" w:hAnsi="Wingdings" w:hint="default"/>
        <w:sz w:val="20"/>
      </w:rPr>
    </w:lvl>
  </w:abstractNum>
  <w:num w:numId="1" w16cid:durableId="809443556">
    <w:abstractNumId w:val="10"/>
  </w:num>
  <w:num w:numId="2" w16cid:durableId="337737221">
    <w:abstractNumId w:val="11"/>
  </w:num>
  <w:num w:numId="3" w16cid:durableId="1236430647">
    <w:abstractNumId w:val="12"/>
  </w:num>
  <w:num w:numId="4" w16cid:durableId="1254629972">
    <w:abstractNumId w:val="13"/>
  </w:num>
  <w:num w:numId="5" w16cid:durableId="406995263">
    <w:abstractNumId w:val="8"/>
  </w:num>
  <w:num w:numId="6" w16cid:durableId="107046976">
    <w:abstractNumId w:val="3"/>
  </w:num>
  <w:num w:numId="7" w16cid:durableId="398946515">
    <w:abstractNumId w:val="2"/>
  </w:num>
  <w:num w:numId="8" w16cid:durableId="1953442210">
    <w:abstractNumId w:val="1"/>
  </w:num>
  <w:num w:numId="9" w16cid:durableId="1833716358">
    <w:abstractNumId w:val="0"/>
  </w:num>
  <w:num w:numId="10" w16cid:durableId="770928006">
    <w:abstractNumId w:val="9"/>
  </w:num>
  <w:num w:numId="11" w16cid:durableId="1529098666">
    <w:abstractNumId w:val="7"/>
  </w:num>
  <w:num w:numId="12" w16cid:durableId="1555968914">
    <w:abstractNumId w:val="6"/>
  </w:num>
  <w:num w:numId="13" w16cid:durableId="468329654">
    <w:abstractNumId w:val="5"/>
  </w:num>
  <w:num w:numId="14" w16cid:durableId="8799026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TrueTypeFonts/>
  <w:saveSubsetFonts/>
  <w:proofState w:spelling="clean" w:grammar="clean"/>
  <w:attachedTemplate r:id="rId1"/>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284"/>
  <w:doNotHyphenateCaps/>
  <w:noPunctuationKerning/>
  <w:characterSpacingControl w:val="doNotCompress"/>
  <w:footnotePr>
    <w:footnote w:id="-1"/>
    <w:footnote w:id="0"/>
  </w:footnotePr>
  <w:endnotePr>
    <w:pos w:val="sectEnd"/>
    <w:endnote w:id="-1"/>
    <w:endnote w:id="0"/>
  </w:endnotePr>
  <w:compat>
    <w:compatSetting w:name="compatibilityMode" w:uri="http://schemas.microsoft.com/office/word" w:val="12"/>
    <w:compatSetting w:name="useWord2013TrackBottomHyphenation" w:uri="http://schemas.microsoft.com/office/word" w:val="1"/>
  </w:compat>
  <w:rsids>
    <w:rsidRoot w:val="00115F49"/>
    <w:rsid w:val="00001285"/>
    <w:rsid w:val="00003433"/>
    <w:rsid w:val="000119AC"/>
    <w:rsid w:val="00020EF2"/>
    <w:rsid w:val="00021C38"/>
    <w:rsid w:val="00033562"/>
    <w:rsid w:val="00034675"/>
    <w:rsid w:val="000350FE"/>
    <w:rsid w:val="00035C3A"/>
    <w:rsid w:val="000363C4"/>
    <w:rsid w:val="000510C5"/>
    <w:rsid w:val="000624DA"/>
    <w:rsid w:val="00062CF6"/>
    <w:rsid w:val="00062FD4"/>
    <w:rsid w:val="00063989"/>
    <w:rsid w:val="00066B5B"/>
    <w:rsid w:val="00066E2D"/>
    <w:rsid w:val="00074584"/>
    <w:rsid w:val="00077531"/>
    <w:rsid w:val="0008026E"/>
    <w:rsid w:val="000A3A98"/>
    <w:rsid w:val="000A56A6"/>
    <w:rsid w:val="000C11B9"/>
    <w:rsid w:val="000C2E09"/>
    <w:rsid w:val="000E0E88"/>
    <w:rsid w:val="000E1C8E"/>
    <w:rsid w:val="000E2301"/>
    <w:rsid w:val="000E366F"/>
    <w:rsid w:val="000F64D2"/>
    <w:rsid w:val="000F7F4B"/>
    <w:rsid w:val="0010298A"/>
    <w:rsid w:val="00104593"/>
    <w:rsid w:val="00107ACE"/>
    <w:rsid w:val="00115F49"/>
    <w:rsid w:val="00156736"/>
    <w:rsid w:val="001624EE"/>
    <w:rsid w:val="001635FE"/>
    <w:rsid w:val="00166AB8"/>
    <w:rsid w:val="0017501F"/>
    <w:rsid w:val="00176FA6"/>
    <w:rsid w:val="001823DD"/>
    <w:rsid w:val="001B533F"/>
    <w:rsid w:val="001C352A"/>
    <w:rsid w:val="001C4B8E"/>
    <w:rsid w:val="001D13C6"/>
    <w:rsid w:val="001D3C04"/>
    <w:rsid w:val="001F568A"/>
    <w:rsid w:val="00200841"/>
    <w:rsid w:val="002015D7"/>
    <w:rsid w:val="00203135"/>
    <w:rsid w:val="00204051"/>
    <w:rsid w:val="00207949"/>
    <w:rsid w:val="00222039"/>
    <w:rsid w:val="00233DD0"/>
    <w:rsid w:val="00245B23"/>
    <w:rsid w:val="00254640"/>
    <w:rsid w:val="00284AF2"/>
    <w:rsid w:val="00284CF5"/>
    <w:rsid w:val="002867D8"/>
    <w:rsid w:val="00290DA8"/>
    <w:rsid w:val="002B2BF0"/>
    <w:rsid w:val="002C6A24"/>
    <w:rsid w:val="002E4734"/>
    <w:rsid w:val="002E6C84"/>
    <w:rsid w:val="003047D1"/>
    <w:rsid w:val="00312EEF"/>
    <w:rsid w:val="0031446F"/>
    <w:rsid w:val="0032506F"/>
    <w:rsid w:val="00335365"/>
    <w:rsid w:val="00336E88"/>
    <w:rsid w:val="00344AF6"/>
    <w:rsid w:val="00344B55"/>
    <w:rsid w:val="003621E3"/>
    <w:rsid w:val="00365A9A"/>
    <w:rsid w:val="003663F6"/>
    <w:rsid w:val="00367258"/>
    <w:rsid w:val="00367372"/>
    <w:rsid w:val="00381CA0"/>
    <w:rsid w:val="00386469"/>
    <w:rsid w:val="00386985"/>
    <w:rsid w:val="00390BD4"/>
    <w:rsid w:val="00391AB0"/>
    <w:rsid w:val="003A0A77"/>
    <w:rsid w:val="003A556F"/>
    <w:rsid w:val="003C472A"/>
    <w:rsid w:val="003D7C3C"/>
    <w:rsid w:val="003E31C5"/>
    <w:rsid w:val="003E5237"/>
    <w:rsid w:val="003E65B8"/>
    <w:rsid w:val="003F6FF9"/>
    <w:rsid w:val="0040016B"/>
    <w:rsid w:val="00402D1E"/>
    <w:rsid w:val="004304C0"/>
    <w:rsid w:val="00431C66"/>
    <w:rsid w:val="004351FD"/>
    <w:rsid w:val="004470EB"/>
    <w:rsid w:val="004618A4"/>
    <w:rsid w:val="00464CB8"/>
    <w:rsid w:val="00466185"/>
    <w:rsid w:val="0047457F"/>
    <w:rsid w:val="004813D2"/>
    <w:rsid w:val="00483BE5"/>
    <w:rsid w:val="004856F7"/>
    <w:rsid w:val="0048598E"/>
    <w:rsid w:val="004878C2"/>
    <w:rsid w:val="004C0BA8"/>
    <w:rsid w:val="004C3D05"/>
    <w:rsid w:val="004D4AC6"/>
    <w:rsid w:val="004D6417"/>
    <w:rsid w:val="004E0547"/>
    <w:rsid w:val="004F0995"/>
    <w:rsid w:val="004F2F53"/>
    <w:rsid w:val="0051085B"/>
    <w:rsid w:val="00520F85"/>
    <w:rsid w:val="00532678"/>
    <w:rsid w:val="00533825"/>
    <w:rsid w:val="00534850"/>
    <w:rsid w:val="0054026F"/>
    <w:rsid w:val="00542803"/>
    <w:rsid w:val="00551AB2"/>
    <w:rsid w:val="00554C93"/>
    <w:rsid w:val="00556F42"/>
    <w:rsid w:val="0056543D"/>
    <w:rsid w:val="00565ABA"/>
    <w:rsid w:val="00572B88"/>
    <w:rsid w:val="00574784"/>
    <w:rsid w:val="00576E04"/>
    <w:rsid w:val="005818DA"/>
    <w:rsid w:val="0058307C"/>
    <w:rsid w:val="00583B8C"/>
    <w:rsid w:val="005A19B9"/>
    <w:rsid w:val="005A6752"/>
    <w:rsid w:val="005A6895"/>
    <w:rsid w:val="005C156C"/>
    <w:rsid w:val="005C4D38"/>
    <w:rsid w:val="005C771C"/>
    <w:rsid w:val="005C7A4A"/>
    <w:rsid w:val="005D26A1"/>
    <w:rsid w:val="005E0616"/>
    <w:rsid w:val="005E1778"/>
    <w:rsid w:val="005E5F1A"/>
    <w:rsid w:val="005F3FB5"/>
    <w:rsid w:val="005F744E"/>
    <w:rsid w:val="00604400"/>
    <w:rsid w:val="0061214E"/>
    <w:rsid w:val="006144AC"/>
    <w:rsid w:val="00615C93"/>
    <w:rsid w:val="00616263"/>
    <w:rsid w:val="00633842"/>
    <w:rsid w:val="00640814"/>
    <w:rsid w:val="00640C4F"/>
    <w:rsid w:val="00643A15"/>
    <w:rsid w:val="006449AA"/>
    <w:rsid w:val="00646E8C"/>
    <w:rsid w:val="00647477"/>
    <w:rsid w:val="006527FF"/>
    <w:rsid w:val="00656E86"/>
    <w:rsid w:val="00664570"/>
    <w:rsid w:val="00693989"/>
    <w:rsid w:val="00694FD0"/>
    <w:rsid w:val="006A3A09"/>
    <w:rsid w:val="006A6B07"/>
    <w:rsid w:val="006B11D0"/>
    <w:rsid w:val="006B190B"/>
    <w:rsid w:val="006B5EDE"/>
    <w:rsid w:val="006D143B"/>
    <w:rsid w:val="006D3ABE"/>
    <w:rsid w:val="006E3B3A"/>
    <w:rsid w:val="006E3BD6"/>
    <w:rsid w:val="006F5B4D"/>
    <w:rsid w:val="006F6915"/>
    <w:rsid w:val="00703D4D"/>
    <w:rsid w:val="00704743"/>
    <w:rsid w:val="00705271"/>
    <w:rsid w:val="00711C28"/>
    <w:rsid w:val="00717FE9"/>
    <w:rsid w:val="00722EA0"/>
    <w:rsid w:val="00725024"/>
    <w:rsid w:val="007421F7"/>
    <w:rsid w:val="007549CD"/>
    <w:rsid w:val="00760615"/>
    <w:rsid w:val="0076257B"/>
    <w:rsid w:val="0076513E"/>
    <w:rsid w:val="00766774"/>
    <w:rsid w:val="0078241C"/>
    <w:rsid w:val="007841D8"/>
    <w:rsid w:val="007A353A"/>
    <w:rsid w:val="007B6898"/>
    <w:rsid w:val="007C1C6B"/>
    <w:rsid w:val="007C56AC"/>
    <w:rsid w:val="007E0DEC"/>
    <w:rsid w:val="007E0F7B"/>
    <w:rsid w:val="007F3CC4"/>
    <w:rsid w:val="007F5860"/>
    <w:rsid w:val="008013D7"/>
    <w:rsid w:val="00814117"/>
    <w:rsid w:val="00822C24"/>
    <w:rsid w:val="00825620"/>
    <w:rsid w:val="00827852"/>
    <w:rsid w:val="00835A49"/>
    <w:rsid w:val="00840819"/>
    <w:rsid w:val="00841CAE"/>
    <w:rsid w:val="008449A3"/>
    <w:rsid w:val="00856DF4"/>
    <w:rsid w:val="00863B07"/>
    <w:rsid w:val="00866DAD"/>
    <w:rsid w:val="00875D50"/>
    <w:rsid w:val="008840CC"/>
    <w:rsid w:val="0089014D"/>
    <w:rsid w:val="008908C6"/>
    <w:rsid w:val="00892085"/>
    <w:rsid w:val="008A1371"/>
    <w:rsid w:val="008B0894"/>
    <w:rsid w:val="008B5626"/>
    <w:rsid w:val="008F106B"/>
    <w:rsid w:val="008F18B3"/>
    <w:rsid w:val="008F33E9"/>
    <w:rsid w:val="008F3407"/>
    <w:rsid w:val="008F792D"/>
    <w:rsid w:val="00901BDE"/>
    <w:rsid w:val="009061E6"/>
    <w:rsid w:val="0091036B"/>
    <w:rsid w:val="00921D62"/>
    <w:rsid w:val="00930A77"/>
    <w:rsid w:val="00933E3C"/>
    <w:rsid w:val="00934F12"/>
    <w:rsid w:val="00941C91"/>
    <w:rsid w:val="00946EE4"/>
    <w:rsid w:val="00960209"/>
    <w:rsid w:val="00983C89"/>
    <w:rsid w:val="009866FF"/>
    <w:rsid w:val="009A3577"/>
    <w:rsid w:val="009B23BD"/>
    <w:rsid w:val="009B3DDD"/>
    <w:rsid w:val="009C364E"/>
    <w:rsid w:val="009D3F66"/>
    <w:rsid w:val="009D6730"/>
    <w:rsid w:val="009E2596"/>
    <w:rsid w:val="009E4976"/>
    <w:rsid w:val="009F4223"/>
    <w:rsid w:val="00A06CDF"/>
    <w:rsid w:val="00A560A0"/>
    <w:rsid w:val="00A80A7C"/>
    <w:rsid w:val="00A80D0F"/>
    <w:rsid w:val="00A84EE1"/>
    <w:rsid w:val="00A87C1E"/>
    <w:rsid w:val="00A91575"/>
    <w:rsid w:val="00A9636D"/>
    <w:rsid w:val="00AA16FA"/>
    <w:rsid w:val="00AA1EA8"/>
    <w:rsid w:val="00AA473A"/>
    <w:rsid w:val="00AA7331"/>
    <w:rsid w:val="00AB5337"/>
    <w:rsid w:val="00AE1B16"/>
    <w:rsid w:val="00AE3E01"/>
    <w:rsid w:val="00AE4F5A"/>
    <w:rsid w:val="00AF0A3E"/>
    <w:rsid w:val="00B1136E"/>
    <w:rsid w:val="00B1229D"/>
    <w:rsid w:val="00B225DB"/>
    <w:rsid w:val="00B241D4"/>
    <w:rsid w:val="00B40C70"/>
    <w:rsid w:val="00B45A17"/>
    <w:rsid w:val="00B47121"/>
    <w:rsid w:val="00B4791B"/>
    <w:rsid w:val="00B52E2F"/>
    <w:rsid w:val="00B72B1E"/>
    <w:rsid w:val="00B72C4D"/>
    <w:rsid w:val="00B806D9"/>
    <w:rsid w:val="00B8657F"/>
    <w:rsid w:val="00B909AE"/>
    <w:rsid w:val="00BA2B5A"/>
    <w:rsid w:val="00BA7596"/>
    <w:rsid w:val="00BB1243"/>
    <w:rsid w:val="00BB7F95"/>
    <w:rsid w:val="00BC7B68"/>
    <w:rsid w:val="00BD0C07"/>
    <w:rsid w:val="00BE2118"/>
    <w:rsid w:val="00BE502F"/>
    <w:rsid w:val="00BE6E25"/>
    <w:rsid w:val="00BF29E4"/>
    <w:rsid w:val="00BF6D2C"/>
    <w:rsid w:val="00C27003"/>
    <w:rsid w:val="00C30AC2"/>
    <w:rsid w:val="00C30DC6"/>
    <w:rsid w:val="00C323C1"/>
    <w:rsid w:val="00C43D20"/>
    <w:rsid w:val="00C51E70"/>
    <w:rsid w:val="00C60E26"/>
    <w:rsid w:val="00C64226"/>
    <w:rsid w:val="00C6557B"/>
    <w:rsid w:val="00C7088B"/>
    <w:rsid w:val="00C776F8"/>
    <w:rsid w:val="00C82075"/>
    <w:rsid w:val="00C82867"/>
    <w:rsid w:val="00C877F6"/>
    <w:rsid w:val="00C93B48"/>
    <w:rsid w:val="00C95468"/>
    <w:rsid w:val="00CA16CE"/>
    <w:rsid w:val="00CD7F6B"/>
    <w:rsid w:val="00CF223D"/>
    <w:rsid w:val="00CF325A"/>
    <w:rsid w:val="00D02BDE"/>
    <w:rsid w:val="00D06D13"/>
    <w:rsid w:val="00D16A3C"/>
    <w:rsid w:val="00D27ACC"/>
    <w:rsid w:val="00D317A3"/>
    <w:rsid w:val="00D3560A"/>
    <w:rsid w:val="00D41ED4"/>
    <w:rsid w:val="00D47BCF"/>
    <w:rsid w:val="00D51269"/>
    <w:rsid w:val="00D57E8F"/>
    <w:rsid w:val="00D71404"/>
    <w:rsid w:val="00D80434"/>
    <w:rsid w:val="00D84F30"/>
    <w:rsid w:val="00D85ABC"/>
    <w:rsid w:val="00D9756D"/>
    <w:rsid w:val="00DA40F8"/>
    <w:rsid w:val="00DA6EE8"/>
    <w:rsid w:val="00DB2BF4"/>
    <w:rsid w:val="00DB3420"/>
    <w:rsid w:val="00DB5A06"/>
    <w:rsid w:val="00DC02A6"/>
    <w:rsid w:val="00DC61CA"/>
    <w:rsid w:val="00DC7256"/>
    <w:rsid w:val="00DD7BB4"/>
    <w:rsid w:val="00DD7D4A"/>
    <w:rsid w:val="00DF43DD"/>
    <w:rsid w:val="00E2511C"/>
    <w:rsid w:val="00E30FAD"/>
    <w:rsid w:val="00E31C5E"/>
    <w:rsid w:val="00E35EE1"/>
    <w:rsid w:val="00E6598C"/>
    <w:rsid w:val="00E71BCD"/>
    <w:rsid w:val="00E83DDD"/>
    <w:rsid w:val="00E847C9"/>
    <w:rsid w:val="00E90A7B"/>
    <w:rsid w:val="00EB34EF"/>
    <w:rsid w:val="00EB3FF6"/>
    <w:rsid w:val="00ED3E5C"/>
    <w:rsid w:val="00ED5349"/>
    <w:rsid w:val="00EE0BEA"/>
    <w:rsid w:val="00F008E3"/>
    <w:rsid w:val="00F267DE"/>
    <w:rsid w:val="00F31638"/>
    <w:rsid w:val="00F320BB"/>
    <w:rsid w:val="00F33BF1"/>
    <w:rsid w:val="00F341FE"/>
    <w:rsid w:val="00F400A9"/>
    <w:rsid w:val="00F42B6E"/>
    <w:rsid w:val="00F44F4D"/>
    <w:rsid w:val="00F612FE"/>
    <w:rsid w:val="00F626E2"/>
    <w:rsid w:val="00F74495"/>
    <w:rsid w:val="00F910D8"/>
    <w:rsid w:val="00F92270"/>
    <w:rsid w:val="00FB4B2E"/>
    <w:rsid w:val="00FC0DD7"/>
    <w:rsid w:val="00FD5C53"/>
    <w:rsid w:val="00FD6EFE"/>
    <w:rsid w:val="00FE5027"/>
    <w:rsid w:val="00FF3006"/>
    <w:rsid w:val="00FF3334"/>
    <w:rsid w:val="00FF721A"/>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F5EA76"/>
  <w15:docId w15:val="{8D8DF772-C197-451D-8EF3-79F8B4590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0DA8"/>
    <w:pPr>
      <w:spacing w:before="240" w:after="240"/>
      <w:ind w:firstLine="680"/>
      <w:jc w:val="both"/>
    </w:pPr>
    <w:rPr>
      <w:rFonts w:ascii="Amasis30" w:hAnsi="Amasis30"/>
      <w:sz w:val="36"/>
      <w:szCs w:val="24"/>
    </w:rPr>
  </w:style>
  <w:style w:type="paragraph" w:styleId="Titre1">
    <w:name w:val="heading 1"/>
    <w:basedOn w:val="Normal"/>
    <w:next w:val="Normal"/>
    <w:qFormat/>
    <w:rsid w:val="00ED5349"/>
    <w:pPr>
      <w:keepNext/>
      <w:pageBreakBefore/>
      <w:suppressAutoHyphens/>
      <w:spacing w:before="960" w:after="720"/>
      <w:ind w:firstLine="0"/>
      <w:jc w:val="center"/>
      <w:outlineLvl w:val="0"/>
    </w:pPr>
    <w:rPr>
      <w:rFonts w:cs="Arial"/>
      <w:b/>
      <w:bCs/>
      <w:sz w:val="48"/>
      <w:szCs w:val="44"/>
    </w:rPr>
  </w:style>
  <w:style w:type="paragraph" w:styleId="Titre2">
    <w:name w:val="heading 2"/>
    <w:basedOn w:val="Normal"/>
    <w:next w:val="Normal"/>
    <w:qFormat/>
    <w:rsid w:val="00ED5349"/>
    <w:pPr>
      <w:keepNext/>
      <w:keepLines/>
      <w:suppressAutoHyphens/>
      <w:spacing w:before="960" w:after="720"/>
      <w:ind w:firstLine="0"/>
      <w:jc w:val="center"/>
      <w:outlineLvl w:val="1"/>
    </w:pPr>
    <w:rPr>
      <w:rFonts w:cs="Arial"/>
      <w:b/>
      <w:bCs/>
      <w:iCs/>
      <w:sz w:val="44"/>
      <w:szCs w:val="40"/>
    </w:rPr>
  </w:style>
  <w:style w:type="paragraph" w:styleId="Titre3">
    <w:name w:val="heading 3"/>
    <w:basedOn w:val="Normal"/>
    <w:next w:val="Normal"/>
    <w:qFormat/>
    <w:rsid w:val="00ED5349"/>
    <w:pPr>
      <w:keepNext/>
      <w:suppressAutoHyphens/>
      <w:spacing w:before="480"/>
      <w:ind w:firstLine="0"/>
      <w:jc w:val="center"/>
      <w:outlineLvl w:val="2"/>
    </w:pPr>
    <w:rPr>
      <w:rFonts w:cs="Arial"/>
      <w:b/>
      <w:bCs/>
      <w:sz w:val="40"/>
      <w:szCs w:val="3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rsid w:val="00840819"/>
    <w:rPr>
      <w:rFonts w:ascii="Amasis30" w:hAnsi="Amasis30"/>
      <w:color w:val="004080"/>
      <w:u w:val="single"/>
    </w:rPr>
  </w:style>
  <w:style w:type="paragraph" w:styleId="Explorateurdedocuments">
    <w:name w:val="Document Map"/>
    <w:basedOn w:val="Normal"/>
    <w:semiHidden/>
    <w:rsid w:val="00542803"/>
    <w:pPr>
      <w:shd w:val="clear" w:color="auto" w:fill="000080"/>
    </w:pPr>
    <w:rPr>
      <w:rFonts w:ascii="Tahoma" w:hAnsi="Tahoma" w:cs="Tahoma"/>
    </w:rPr>
  </w:style>
  <w:style w:type="paragraph" w:styleId="TM1">
    <w:name w:val="toc 1"/>
    <w:basedOn w:val="Normal"/>
    <w:next w:val="Normal"/>
    <w:autoRedefine/>
    <w:uiPriority w:val="39"/>
    <w:rsid w:val="00367372"/>
    <w:pPr>
      <w:tabs>
        <w:tab w:val="right" w:leader="dot" w:pos="9639"/>
      </w:tabs>
      <w:spacing w:before="180" w:after="180"/>
      <w:ind w:firstLine="0"/>
      <w:jc w:val="left"/>
    </w:pPr>
    <w:rPr>
      <w:bCs/>
      <w:iCs/>
      <w:noProof/>
      <w:color w:val="000080"/>
      <w:szCs w:val="28"/>
    </w:rPr>
  </w:style>
  <w:style w:type="paragraph" w:styleId="En-tte">
    <w:name w:val="header"/>
    <w:basedOn w:val="Normal"/>
    <w:rsid w:val="00542803"/>
    <w:pPr>
      <w:tabs>
        <w:tab w:val="center" w:pos="4536"/>
        <w:tab w:val="right" w:pos="9072"/>
      </w:tabs>
    </w:pPr>
  </w:style>
  <w:style w:type="paragraph" w:styleId="Pieddepage">
    <w:name w:val="footer"/>
    <w:basedOn w:val="Normal"/>
    <w:rsid w:val="004F0995"/>
    <w:pPr>
      <w:tabs>
        <w:tab w:val="center" w:pos="4536"/>
        <w:tab w:val="right" w:pos="9072"/>
      </w:tabs>
      <w:ind w:firstLine="0"/>
      <w:jc w:val="center"/>
    </w:pPr>
    <w:rPr>
      <w:sz w:val="32"/>
    </w:rPr>
  </w:style>
  <w:style w:type="character" w:styleId="Numrodepage">
    <w:name w:val="page number"/>
    <w:basedOn w:val="Policepardfaut"/>
    <w:rsid w:val="00542803"/>
  </w:style>
  <w:style w:type="paragraph" w:styleId="TM2">
    <w:name w:val="toc 2"/>
    <w:basedOn w:val="Normal"/>
    <w:next w:val="Normal"/>
    <w:autoRedefine/>
    <w:uiPriority w:val="39"/>
    <w:rsid w:val="00367372"/>
    <w:pPr>
      <w:tabs>
        <w:tab w:val="right" w:leader="dot" w:pos="9639"/>
      </w:tabs>
      <w:spacing w:before="120" w:after="120"/>
      <w:ind w:left="284" w:firstLine="0"/>
      <w:jc w:val="left"/>
    </w:pPr>
    <w:rPr>
      <w:noProof/>
      <w:color w:val="000080"/>
      <w:sz w:val="34"/>
    </w:rPr>
  </w:style>
  <w:style w:type="paragraph" w:styleId="TM3">
    <w:name w:val="toc 3"/>
    <w:basedOn w:val="Normal"/>
    <w:next w:val="Normal"/>
    <w:autoRedefine/>
    <w:uiPriority w:val="39"/>
    <w:rsid w:val="00367372"/>
    <w:pPr>
      <w:tabs>
        <w:tab w:val="right" w:leader="dot" w:pos="9639"/>
      </w:tabs>
      <w:spacing w:before="120" w:after="120"/>
      <w:ind w:left="567" w:firstLine="0"/>
      <w:jc w:val="left"/>
    </w:pPr>
    <w:rPr>
      <w:color w:val="000080"/>
      <w:sz w:val="32"/>
    </w:rPr>
  </w:style>
  <w:style w:type="paragraph" w:styleId="TM4">
    <w:name w:val="toc 4"/>
    <w:basedOn w:val="Normal"/>
    <w:next w:val="Normal"/>
    <w:autoRedefine/>
    <w:semiHidden/>
    <w:rsid w:val="00542803"/>
    <w:pPr>
      <w:ind w:left="780"/>
    </w:pPr>
  </w:style>
  <w:style w:type="paragraph" w:styleId="TM5">
    <w:name w:val="toc 5"/>
    <w:basedOn w:val="Normal"/>
    <w:next w:val="Normal"/>
    <w:autoRedefine/>
    <w:semiHidden/>
    <w:rsid w:val="00542803"/>
    <w:pPr>
      <w:ind w:left="1040"/>
    </w:pPr>
  </w:style>
  <w:style w:type="paragraph" w:styleId="TM6">
    <w:name w:val="toc 6"/>
    <w:basedOn w:val="Normal"/>
    <w:next w:val="Normal"/>
    <w:autoRedefine/>
    <w:semiHidden/>
    <w:rsid w:val="00542803"/>
    <w:pPr>
      <w:ind w:left="1300"/>
    </w:pPr>
  </w:style>
  <w:style w:type="paragraph" w:styleId="TM7">
    <w:name w:val="toc 7"/>
    <w:basedOn w:val="Normal"/>
    <w:next w:val="Normal"/>
    <w:autoRedefine/>
    <w:semiHidden/>
    <w:rsid w:val="00542803"/>
    <w:pPr>
      <w:ind w:left="1560"/>
    </w:pPr>
  </w:style>
  <w:style w:type="paragraph" w:styleId="TM8">
    <w:name w:val="toc 8"/>
    <w:basedOn w:val="Normal"/>
    <w:next w:val="Normal"/>
    <w:autoRedefine/>
    <w:semiHidden/>
    <w:rsid w:val="00542803"/>
    <w:pPr>
      <w:ind w:left="1820"/>
    </w:pPr>
  </w:style>
  <w:style w:type="paragraph" w:styleId="TM9">
    <w:name w:val="toc 9"/>
    <w:basedOn w:val="Normal"/>
    <w:next w:val="Normal"/>
    <w:autoRedefine/>
    <w:semiHidden/>
    <w:rsid w:val="00542803"/>
    <w:pPr>
      <w:ind w:left="2080"/>
    </w:pPr>
  </w:style>
  <w:style w:type="character" w:styleId="Appelnotedebasdep">
    <w:name w:val="footnote reference"/>
    <w:qFormat/>
    <w:rsid w:val="00633842"/>
    <w:rPr>
      <w:rFonts w:ascii="Amasis30" w:hAnsi="Amasis30"/>
      <w:b/>
      <w:sz w:val="36"/>
      <w:vertAlign w:val="superscript"/>
    </w:rPr>
  </w:style>
  <w:style w:type="paragraph" w:styleId="Notedebasdepage">
    <w:name w:val="footnote text"/>
    <w:basedOn w:val="Taille-1Normal"/>
    <w:qFormat/>
    <w:rsid w:val="006F6915"/>
    <w:rPr>
      <w:szCs w:val="30"/>
    </w:rPr>
  </w:style>
  <w:style w:type="paragraph" w:customStyle="1" w:styleId="Auteur">
    <w:name w:val="Auteur"/>
    <w:basedOn w:val="Normal"/>
    <w:rsid w:val="00A87C1E"/>
    <w:pPr>
      <w:spacing w:before="0" w:after="1800"/>
      <w:ind w:right="851" w:firstLine="0"/>
      <w:jc w:val="right"/>
    </w:pPr>
    <w:rPr>
      <w:sz w:val="48"/>
    </w:rPr>
  </w:style>
  <w:style w:type="paragraph" w:customStyle="1" w:styleId="Titrelivre">
    <w:name w:val="Titre_livre"/>
    <w:basedOn w:val="Normal"/>
    <w:rsid w:val="00A87C1E"/>
    <w:pPr>
      <w:spacing w:before="0" w:after="1200"/>
      <w:ind w:left="2268" w:right="851" w:firstLine="0"/>
      <w:jc w:val="right"/>
    </w:pPr>
    <w:rPr>
      <w:b/>
      <w:bCs/>
      <w:sz w:val="72"/>
    </w:rPr>
  </w:style>
  <w:style w:type="paragraph" w:customStyle="1" w:styleId="Soustitrelivre">
    <w:name w:val="Sous_titre_livre"/>
    <w:basedOn w:val="Normal"/>
    <w:rsid w:val="00A87C1E"/>
    <w:pPr>
      <w:spacing w:before="0" w:after="2160"/>
      <w:ind w:left="2268" w:right="851" w:firstLine="0"/>
      <w:jc w:val="right"/>
    </w:pPr>
    <w:rPr>
      <w:bCs/>
      <w:sz w:val="44"/>
      <w:szCs w:val="36"/>
    </w:rPr>
  </w:style>
  <w:style w:type="paragraph" w:customStyle="1" w:styleId="Photoauteur">
    <w:name w:val="Photo_auteur"/>
    <w:basedOn w:val="Normal"/>
    <w:rsid w:val="006F6915"/>
    <w:pPr>
      <w:spacing w:after="1080"/>
      <w:ind w:left="2268" w:firstLine="0"/>
      <w:jc w:val="center"/>
    </w:pPr>
    <w:rPr>
      <w:noProof/>
    </w:rPr>
  </w:style>
  <w:style w:type="paragraph" w:customStyle="1" w:styleId="DateSortie">
    <w:name w:val="Date_Sortie"/>
    <w:basedOn w:val="Normal"/>
    <w:rsid w:val="00A87C1E"/>
    <w:pPr>
      <w:spacing w:before="0" w:after="0"/>
      <w:ind w:right="1418" w:firstLine="0"/>
      <w:jc w:val="right"/>
    </w:pPr>
    <w:rPr>
      <w:bCs/>
      <w:sz w:val="40"/>
    </w:rPr>
  </w:style>
  <w:style w:type="paragraph" w:customStyle="1" w:styleId="Titretablematires">
    <w:name w:val="Titre table matières"/>
    <w:basedOn w:val="Normal"/>
    <w:rsid w:val="007C1C6B"/>
    <w:pPr>
      <w:pBdr>
        <w:top w:val="single" w:sz="8" w:space="1" w:color="auto"/>
        <w:bottom w:val="single" w:sz="8" w:space="1" w:color="auto"/>
      </w:pBdr>
      <w:ind w:left="2552" w:right="2552" w:firstLine="0"/>
      <w:jc w:val="center"/>
    </w:pPr>
    <w:rPr>
      <w:bCs/>
    </w:rPr>
  </w:style>
  <w:style w:type="paragraph" w:customStyle="1" w:styleId="Centr">
    <w:name w:val="Centré"/>
    <w:basedOn w:val="Normal"/>
    <w:rsid w:val="006F6915"/>
    <w:pPr>
      <w:ind w:firstLine="0"/>
      <w:jc w:val="center"/>
    </w:pPr>
    <w:rPr>
      <w:szCs w:val="20"/>
    </w:rPr>
  </w:style>
  <w:style w:type="paragraph" w:customStyle="1" w:styleId="NormalSansIndent">
    <w:name w:val="NormalSansIndent"/>
    <w:basedOn w:val="Normal"/>
    <w:rsid w:val="006F6915"/>
    <w:pPr>
      <w:ind w:firstLine="0"/>
    </w:pPr>
    <w:rPr>
      <w:szCs w:val="20"/>
    </w:rPr>
  </w:style>
  <w:style w:type="paragraph" w:customStyle="1" w:styleId="NormalSolidaire">
    <w:name w:val="NormalSolidaire"/>
    <w:basedOn w:val="Normal"/>
    <w:qFormat/>
    <w:rsid w:val="006F6915"/>
    <w:pPr>
      <w:keepNext/>
    </w:pPr>
  </w:style>
  <w:style w:type="paragraph" w:customStyle="1" w:styleId="NormalSautPageAvant">
    <w:name w:val="NormalSautPageAvant"/>
    <w:basedOn w:val="Normal"/>
    <w:qFormat/>
    <w:rsid w:val="006F6915"/>
    <w:pPr>
      <w:pageBreakBefore/>
    </w:pPr>
  </w:style>
  <w:style w:type="paragraph" w:customStyle="1" w:styleId="NormalEspAvtGrand">
    <w:name w:val="NormalEspAvtGrand"/>
    <w:basedOn w:val="Normal"/>
    <w:rsid w:val="00BE2118"/>
    <w:pPr>
      <w:spacing w:before="1560"/>
    </w:pPr>
    <w:rPr>
      <w:szCs w:val="20"/>
    </w:rPr>
  </w:style>
  <w:style w:type="paragraph" w:customStyle="1" w:styleId="CentrEspAvt0">
    <w:name w:val="CentréEspAvt0"/>
    <w:basedOn w:val="Centr"/>
    <w:next w:val="CentrEspAvt0EspApr0"/>
    <w:rsid w:val="006F6915"/>
    <w:pPr>
      <w:spacing w:before="0"/>
    </w:pPr>
  </w:style>
  <w:style w:type="paragraph" w:customStyle="1" w:styleId="CentrEspApr0">
    <w:name w:val="CentréEspApr0"/>
    <w:basedOn w:val="Centr"/>
    <w:next w:val="Normal"/>
    <w:rsid w:val="006F6915"/>
    <w:pPr>
      <w:spacing w:after="0"/>
    </w:pPr>
  </w:style>
  <w:style w:type="paragraph" w:customStyle="1" w:styleId="CentrEspAvt0EspApr0">
    <w:name w:val="CentréEspAvt0EspApr0"/>
    <w:basedOn w:val="Centr"/>
    <w:rsid w:val="006F6915"/>
    <w:pPr>
      <w:spacing w:before="0" w:after="0"/>
    </w:pPr>
  </w:style>
  <w:style w:type="paragraph" w:customStyle="1" w:styleId="Droite">
    <w:name w:val="Droite"/>
    <w:basedOn w:val="Normal"/>
    <w:next w:val="Normal"/>
    <w:rsid w:val="006F6915"/>
    <w:pPr>
      <w:ind w:firstLine="0"/>
      <w:jc w:val="right"/>
    </w:pPr>
    <w:rPr>
      <w:szCs w:val="20"/>
    </w:rPr>
  </w:style>
  <w:style w:type="paragraph" w:customStyle="1" w:styleId="DroiteRetraitGauche1X">
    <w:name w:val="DroiteRetraitGauche1X"/>
    <w:basedOn w:val="Droite"/>
    <w:next w:val="Normal"/>
    <w:rsid w:val="006F6915"/>
    <w:pPr>
      <w:ind w:left="680"/>
    </w:pPr>
  </w:style>
  <w:style w:type="paragraph" w:customStyle="1" w:styleId="DroiteRetraitGauche2X">
    <w:name w:val="DroiteRetraitGauche2X"/>
    <w:basedOn w:val="Droite"/>
    <w:next w:val="Normal"/>
    <w:rsid w:val="006F6915"/>
    <w:pPr>
      <w:ind w:left="1361"/>
    </w:pPr>
  </w:style>
  <w:style w:type="paragraph" w:customStyle="1" w:styleId="DroiteRetraitGauche3X">
    <w:name w:val="DroiteRetraitGauche3X"/>
    <w:basedOn w:val="Droite"/>
    <w:next w:val="Normal"/>
    <w:rsid w:val="006F6915"/>
    <w:pPr>
      <w:ind w:left="2041"/>
    </w:pPr>
  </w:style>
  <w:style w:type="paragraph" w:customStyle="1" w:styleId="DroiteRetraitGauche4X">
    <w:name w:val="DroiteRetraitGauche4X"/>
    <w:basedOn w:val="Droite"/>
    <w:next w:val="Normal"/>
    <w:rsid w:val="006F6915"/>
    <w:pPr>
      <w:ind w:left="2722"/>
    </w:pPr>
  </w:style>
  <w:style w:type="paragraph" w:customStyle="1" w:styleId="Taille-1Normal">
    <w:name w:val="Taille-1Normal"/>
    <w:basedOn w:val="Normal"/>
    <w:rsid w:val="00ED5349"/>
    <w:rPr>
      <w:sz w:val="32"/>
      <w:szCs w:val="28"/>
    </w:rPr>
  </w:style>
  <w:style w:type="paragraph" w:customStyle="1" w:styleId="Taille-1RetraitGauche1X">
    <w:name w:val="Taille-1RetraitGauche1X"/>
    <w:basedOn w:val="Taille-1Normal"/>
    <w:rsid w:val="006F6915"/>
    <w:pPr>
      <w:ind w:left="680"/>
    </w:pPr>
    <w:rPr>
      <w:szCs w:val="20"/>
    </w:rPr>
  </w:style>
  <w:style w:type="paragraph" w:customStyle="1" w:styleId="Taille-1RetraitGauche2X">
    <w:name w:val="Taille-1RetraitGauche2X"/>
    <w:basedOn w:val="Taille-1Normal"/>
    <w:rsid w:val="006F6915"/>
    <w:pPr>
      <w:ind w:left="1361"/>
    </w:pPr>
    <w:rPr>
      <w:szCs w:val="20"/>
    </w:rPr>
  </w:style>
  <w:style w:type="paragraph" w:customStyle="1" w:styleId="Taille-1RetraitGauche3X">
    <w:name w:val="Taille-1RetraitGauche3X"/>
    <w:basedOn w:val="Taille-1Normal"/>
    <w:rsid w:val="006F6915"/>
    <w:pPr>
      <w:ind w:left="2041"/>
    </w:pPr>
    <w:rPr>
      <w:szCs w:val="20"/>
    </w:rPr>
  </w:style>
  <w:style w:type="paragraph" w:customStyle="1" w:styleId="Taille-1RetraitGauche1XIndent0">
    <w:name w:val="Taille-1RetraitGauche1XIndent0"/>
    <w:basedOn w:val="Taille-1RetraitGauche1X"/>
    <w:rsid w:val="006F6915"/>
    <w:pPr>
      <w:ind w:firstLine="0"/>
    </w:pPr>
  </w:style>
  <w:style w:type="paragraph" w:customStyle="1" w:styleId="Taille-1RetraitGauche2XIndent0">
    <w:name w:val="Taille-1RetraitGauche2XIndent0"/>
    <w:basedOn w:val="Taille-1RetraitGauche2X"/>
    <w:rsid w:val="006F6915"/>
    <w:pPr>
      <w:ind w:firstLine="0"/>
    </w:pPr>
  </w:style>
  <w:style w:type="paragraph" w:customStyle="1" w:styleId="Taille-1RetraitGauche3XIndent0">
    <w:name w:val="Taille-1RetraitGauche3XIndent0"/>
    <w:basedOn w:val="Taille-1RetraitGauche3X"/>
    <w:rsid w:val="006F6915"/>
    <w:pPr>
      <w:ind w:firstLine="0"/>
    </w:pPr>
  </w:style>
  <w:style w:type="paragraph" w:customStyle="1" w:styleId="Taille-1RetraitGauche4XIndent0">
    <w:name w:val="Taille-1RetraitGauche4XIndent0"/>
    <w:basedOn w:val="Taille-1Normal"/>
    <w:rsid w:val="006F6915"/>
    <w:pPr>
      <w:ind w:left="2722" w:firstLine="0"/>
    </w:pPr>
    <w:rPr>
      <w:szCs w:val="20"/>
    </w:rPr>
  </w:style>
  <w:style w:type="paragraph" w:customStyle="1" w:styleId="NormalRetraitGauche1X">
    <w:name w:val="NormalRetraitGauche1X"/>
    <w:basedOn w:val="Normal"/>
    <w:rsid w:val="006F6915"/>
    <w:pPr>
      <w:ind w:left="680"/>
    </w:pPr>
    <w:rPr>
      <w:szCs w:val="20"/>
    </w:rPr>
  </w:style>
  <w:style w:type="paragraph" w:customStyle="1" w:styleId="NormalRetraitGauche2X">
    <w:name w:val="NormalRetraitGauche2X"/>
    <w:basedOn w:val="Normal"/>
    <w:rsid w:val="006F6915"/>
    <w:pPr>
      <w:ind w:left="1361"/>
    </w:pPr>
    <w:rPr>
      <w:szCs w:val="20"/>
    </w:rPr>
  </w:style>
  <w:style w:type="paragraph" w:customStyle="1" w:styleId="NormalRetraitGauche3X">
    <w:name w:val="NormalRetraitGauche3X"/>
    <w:basedOn w:val="Normal"/>
    <w:rsid w:val="006F6915"/>
    <w:pPr>
      <w:ind w:left="2041"/>
    </w:pPr>
    <w:rPr>
      <w:szCs w:val="20"/>
    </w:rPr>
  </w:style>
  <w:style w:type="paragraph" w:customStyle="1" w:styleId="NormalRetraitGauche1XIndent0">
    <w:name w:val="NormalRetraitGauche1XIndent0"/>
    <w:basedOn w:val="NormalRetraitGauche1X"/>
    <w:rsid w:val="006F6915"/>
    <w:pPr>
      <w:ind w:firstLine="0"/>
    </w:pPr>
  </w:style>
  <w:style w:type="paragraph" w:customStyle="1" w:styleId="NormalRetraitGauche2XIndent0">
    <w:name w:val="NormalRetraitGauche2XIndent0"/>
    <w:basedOn w:val="NormalRetraitGauche2X"/>
    <w:rsid w:val="006F6915"/>
    <w:pPr>
      <w:ind w:firstLine="0"/>
    </w:pPr>
  </w:style>
  <w:style w:type="paragraph" w:customStyle="1" w:styleId="NormalRetraitGauche3XIndent0">
    <w:name w:val="NormalRetraitGauche3XIndent0"/>
    <w:basedOn w:val="NormalRetraitGauche3X"/>
    <w:rsid w:val="006F6915"/>
    <w:pPr>
      <w:ind w:firstLine="0"/>
    </w:pPr>
  </w:style>
  <w:style w:type="paragraph" w:customStyle="1" w:styleId="NormalRetraitGauche4XIndent0">
    <w:name w:val="NormalRetraitGauche4XIndent0"/>
    <w:basedOn w:val="Normal"/>
    <w:rsid w:val="006F6915"/>
    <w:pPr>
      <w:ind w:left="2722" w:firstLine="0"/>
    </w:pPr>
    <w:rPr>
      <w:szCs w:val="20"/>
    </w:rPr>
  </w:style>
  <w:style w:type="paragraph" w:styleId="Notedefin">
    <w:name w:val="endnote text"/>
    <w:basedOn w:val="Taille-1Normal"/>
    <w:link w:val="NotedefinCar"/>
    <w:uiPriority w:val="99"/>
    <w:semiHidden/>
    <w:unhideWhenUsed/>
    <w:qFormat/>
    <w:rsid w:val="00B909AE"/>
    <w:rPr>
      <w:szCs w:val="20"/>
    </w:rPr>
  </w:style>
  <w:style w:type="character" w:customStyle="1" w:styleId="NotedefinCar">
    <w:name w:val="Note de fin Car"/>
    <w:link w:val="Notedefin"/>
    <w:uiPriority w:val="99"/>
    <w:semiHidden/>
    <w:rsid w:val="005C4D38"/>
    <w:rPr>
      <w:rFonts w:ascii="Georgia" w:hAnsi="Georgia"/>
      <w:sz w:val="28"/>
    </w:rPr>
  </w:style>
  <w:style w:type="character" w:styleId="Appeldenotedefin">
    <w:name w:val="endnote reference"/>
    <w:uiPriority w:val="99"/>
    <w:unhideWhenUsed/>
    <w:qFormat/>
    <w:rsid w:val="00ED5349"/>
    <w:rPr>
      <w:rFonts w:ascii="Amasis30" w:hAnsi="Amasis30"/>
      <w:b/>
      <w:sz w:val="36"/>
      <w:vertAlign w:val="superscript"/>
    </w:rPr>
  </w:style>
  <w:style w:type="paragraph" w:customStyle="1" w:styleId="NormalSuspendu1X">
    <w:name w:val="NormalSuspendu1X"/>
    <w:basedOn w:val="Normal"/>
    <w:rsid w:val="006F6915"/>
    <w:pPr>
      <w:ind w:left="680" w:hanging="680"/>
    </w:pPr>
    <w:rPr>
      <w:szCs w:val="20"/>
    </w:rPr>
  </w:style>
  <w:style w:type="paragraph" w:customStyle="1" w:styleId="NormalSuspendu1XRetrait1X">
    <w:name w:val="NormalSuspendu1XRetrait1X"/>
    <w:basedOn w:val="Normal"/>
    <w:rsid w:val="006F6915"/>
    <w:pPr>
      <w:ind w:left="1360" w:hanging="680"/>
    </w:pPr>
  </w:style>
  <w:style w:type="paragraph" w:customStyle="1" w:styleId="NormalEspAvt0EspApr0">
    <w:name w:val="NormalEspAvt0EspApr0"/>
    <w:basedOn w:val="Normal"/>
    <w:rsid w:val="006F6915"/>
    <w:pPr>
      <w:spacing w:before="0" w:after="0"/>
    </w:pPr>
    <w:rPr>
      <w:szCs w:val="20"/>
    </w:rPr>
  </w:style>
  <w:style w:type="paragraph" w:customStyle="1" w:styleId="NormalSuspendu1XRetrait2X">
    <w:name w:val="NormalSuspendu1XRetrait2X"/>
    <w:basedOn w:val="Normal"/>
    <w:rsid w:val="006F6915"/>
    <w:pPr>
      <w:ind w:left="2041" w:hanging="680"/>
    </w:pPr>
  </w:style>
  <w:style w:type="paragraph" w:customStyle="1" w:styleId="NormalSuspendu1XRetrait3X">
    <w:name w:val="NormalSuspendu1XRetrait3X"/>
    <w:basedOn w:val="Normal"/>
    <w:rsid w:val="006F6915"/>
    <w:pPr>
      <w:ind w:left="2721" w:hanging="680"/>
    </w:pPr>
    <w:rPr>
      <w:szCs w:val="20"/>
    </w:rPr>
  </w:style>
  <w:style w:type="paragraph" w:customStyle="1" w:styleId="NormalSuspendu1XRetrait4X">
    <w:name w:val="NormalSuspendu1XRetrait4X"/>
    <w:basedOn w:val="Normal"/>
    <w:rsid w:val="006F6915"/>
    <w:pPr>
      <w:ind w:left="3402" w:hanging="680"/>
    </w:pPr>
    <w:rPr>
      <w:szCs w:val="20"/>
    </w:rPr>
  </w:style>
  <w:style w:type="character" w:customStyle="1" w:styleId="Taille-1Caracteres">
    <w:name w:val="Taille-1Caracteres"/>
    <w:qFormat/>
    <w:rsid w:val="00ED5349"/>
    <w:rPr>
      <w:sz w:val="32"/>
      <w:szCs w:val="20"/>
    </w:rPr>
  </w:style>
  <w:style w:type="paragraph" w:customStyle="1" w:styleId="Etoile">
    <w:name w:val="Etoile"/>
    <w:basedOn w:val="Normal"/>
    <w:qFormat/>
    <w:rsid w:val="00F341FE"/>
    <w:pPr>
      <w:spacing w:before="480" w:after="480"/>
      <w:ind w:firstLine="0"/>
      <w:jc w:val="center"/>
    </w:pPr>
    <w:rPr>
      <w:b/>
      <w:sz w:val="40"/>
      <w:szCs w:val="28"/>
    </w:rPr>
  </w:style>
  <w:style w:type="paragraph" w:customStyle="1" w:styleId="Taille-1Suspendu1XRetrait1XEsp0">
    <w:name w:val="Taille-1Suspendu1XRetrait1XEsp0"/>
    <w:basedOn w:val="Taille-1RetraitGauche1X"/>
    <w:qFormat/>
    <w:rsid w:val="006F6915"/>
    <w:pPr>
      <w:spacing w:before="0" w:after="0"/>
      <w:ind w:left="1360" w:hanging="680"/>
    </w:pPr>
  </w:style>
  <w:style w:type="character" w:customStyle="1" w:styleId="Mentionnonrsolue1">
    <w:name w:val="Mention non résolue1"/>
    <w:uiPriority w:val="99"/>
    <w:semiHidden/>
    <w:unhideWhenUsed/>
    <w:rsid w:val="00EE0BEA"/>
    <w:rPr>
      <w:color w:val="605E5C"/>
      <w:shd w:val="clear" w:color="auto" w:fill="E1DFDD"/>
    </w:rPr>
  </w:style>
  <w:style w:type="paragraph" w:customStyle="1" w:styleId="Taille-1Suspendu1XRetrait2XEsp0">
    <w:name w:val="Taille-1Suspendu1XRetrait2XEsp0"/>
    <w:basedOn w:val="Taille-1RetraitGauche2X"/>
    <w:qFormat/>
    <w:rsid w:val="006F6915"/>
    <w:pPr>
      <w:spacing w:before="0" w:after="0"/>
      <w:ind w:left="2041" w:hanging="680"/>
      <w:jc w:val="left"/>
    </w:pPr>
    <w:rPr>
      <w:szCs w:val="28"/>
    </w:rPr>
  </w:style>
  <w:style w:type="paragraph" w:customStyle="1" w:styleId="NormalSuspendu1XRetrait1XEsp0">
    <w:name w:val="NormalSuspendu1XRetrait1XEsp0"/>
    <w:basedOn w:val="NormalSuspendu1XRetrait1X"/>
    <w:qFormat/>
    <w:rsid w:val="006F6915"/>
    <w:pPr>
      <w:spacing w:before="0" w:after="0"/>
    </w:pPr>
  </w:style>
  <w:style w:type="paragraph" w:customStyle="1" w:styleId="NormalSuspendu1XEsp0">
    <w:name w:val="NormalSuspendu1XEsp0"/>
    <w:basedOn w:val="NormalSuspendu1X"/>
    <w:qFormat/>
    <w:rsid w:val="006F6915"/>
    <w:pPr>
      <w:spacing w:before="0" w:after="0"/>
    </w:pPr>
  </w:style>
  <w:style w:type="paragraph" w:customStyle="1" w:styleId="NormalSuspendu1XRetrait2XEsp0">
    <w:name w:val="NormalSuspendu1XRetrait2XEsp0"/>
    <w:basedOn w:val="NormalSuspendu1XRetrait2X"/>
    <w:qFormat/>
    <w:rsid w:val="006F6915"/>
    <w:pPr>
      <w:spacing w:before="0" w:after="0"/>
    </w:pPr>
  </w:style>
  <w:style w:type="paragraph" w:customStyle="1" w:styleId="ParagrapheVideNormal">
    <w:name w:val="ParagrapheVideNormal"/>
    <w:basedOn w:val="Normal"/>
    <w:next w:val="Normal"/>
    <w:qFormat/>
    <w:rsid w:val="006F6915"/>
  </w:style>
  <w:style w:type="paragraph" w:customStyle="1" w:styleId="ParagrapheVideNormal2">
    <w:name w:val="ParagrapheVideNormal2"/>
    <w:basedOn w:val="ParagrapheVideNormal"/>
    <w:next w:val="Normal"/>
    <w:qFormat/>
    <w:rsid w:val="006F6915"/>
  </w:style>
  <w:style w:type="paragraph" w:customStyle="1" w:styleId="Image">
    <w:name w:val="Image"/>
    <w:basedOn w:val="Centr"/>
    <w:next w:val="Normal"/>
    <w:qFormat/>
    <w:rsid w:val="006F6915"/>
  </w:style>
  <w:style w:type="paragraph" w:customStyle="1" w:styleId="msonormal0">
    <w:name w:val="msonormal"/>
    <w:basedOn w:val="Normal"/>
    <w:rsid w:val="00115F49"/>
    <w:pPr>
      <w:spacing w:before="100" w:beforeAutospacing="1" w:after="100" w:afterAutospacing="1"/>
      <w:ind w:firstLine="0"/>
      <w:jc w:val="left"/>
    </w:pPr>
    <w:rPr>
      <w:rFonts w:ascii="Times New Roman" w:hAnsi="Times New Roman"/>
      <w:sz w:val="24"/>
    </w:rPr>
  </w:style>
  <w:style w:type="paragraph" w:customStyle="1" w:styleId="p">
    <w:name w:val="p"/>
    <w:basedOn w:val="Normal"/>
    <w:rsid w:val="00115F49"/>
    <w:pPr>
      <w:spacing w:before="100" w:beforeAutospacing="1" w:after="100" w:afterAutospacing="1"/>
      <w:ind w:firstLine="0"/>
      <w:jc w:val="left"/>
    </w:pPr>
    <w:rPr>
      <w:rFonts w:ascii="Times New Roman" w:hAnsi="Times New Roman"/>
      <w:sz w:val="24"/>
    </w:rPr>
  </w:style>
  <w:style w:type="character" w:customStyle="1" w:styleId="t">
    <w:name w:val="t"/>
    <w:basedOn w:val="Policepardfaut"/>
    <w:rsid w:val="00115F49"/>
  </w:style>
  <w:style w:type="paragraph" w:customStyle="1" w:styleId="p1">
    <w:name w:val="p1"/>
    <w:basedOn w:val="Normal"/>
    <w:rsid w:val="00115F49"/>
    <w:pPr>
      <w:spacing w:before="100" w:beforeAutospacing="1" w:after="100" w:afterAutospacing="1"/>
      <w:ind w:firstLine="0"/>
      <w:jc w:val="left"/>
    </w:pPr>
    <w:rPr>
      <w:rFonts w:ascii="Times New Roman" w:hAnsi="Times New Roman"/>
      <w:sz w:val="24"/>
    </w:rPr>
  </w:style>
  <w:style w:type="character" w:customStyle="1" w:styleId="t1">
    <w:name w:val="t1"/>
    <w:basedOn w:val="Policepardfaut"/>
    <w:rsid w:val="00115F49"/>
  </w:style>
  <w:style w:type="paragraph" w:customStyle="1" w:styleId="p2">
    <w:name w:val="p2"/>
    <w:basedOn w:val="Normal"/>
    <w:rsid w:val="00115F49"/>
    <w:pPr>
      <w:spacing w:before="100" w:beforeAutospacing="1" w:after="100" w:afterAutospacing="1"/>
      <w:ind w:firstLine="0"/>
      <w:jc w:val="left"/>
    </w:pPr>
    <w:rPr>
      <w:rFonts w:ascii="Times New Roman" w:hAnsi="Times New Roman"/>
      <w:sz w:val="24"/>
    </w:rPr>
  </w:style>
  <w:style w:type="paragraph" w:customStyle="1" w:styleId="p3">
    <w:name w:val="p3"/>
    <w:basedOn w:val="Normal"/>
    <w:rsid w:val="00115F49"/>
    <w:pPr>
      <w:spacing w:before="100" w:beforeAutospacing="1" w:after="100" w:afterAutospacing="1"/>
      <w:ind w:firstLine="0"/>
      <w:jc w:val="left"/>
    </w:pPr>
    <w:rPr>
      <w:rFonts w:ascii="Times New Roman" w:hAnsi="Times New Roman"/>
      <w:sz w:val="24"/>
    </w:rPr>
  </w:style>
  <w:style w:type="paragraph" w:customStyle="1" w:styleId="p4">
    <w:name w:val="p4"/>
    <w:basedOn w:val="Normal"/>
    <w:rsid w:val="00115F49"/>
    <w:pPr>
      <w:spacing w:before="100" w:beforeAutospacing="1" w:after="100" w:afterAutospacing="1"/>
      <w:ind w:firstLine="0"/>
      <w:jc w:val="left"/>
    </w:pPr>
    <w:rPr>
      <w:rFonts w:ascii="Times New Roman" w:hAnsi="Times New Roman"/>
      <w:sz w:val="24"/>
    </w:rPr>
  </w:style>
  <w:style w:type="paragraph" w:customStyle="1" w:styleId="p5">
    <w:name w:val="p5"/>
    <w:basedOn w:val="Normal"/>
    <w:rsid w:val="00115F49"/>
    <w:pPr>
      <w:spacing w:before="100" w:beforeAutospacing="1" w:after="100" w:afterAutospacing="1"/>
      <w:ind w:firstLine="0"/>
      <w:jc w:val="left"/>
    </w:pPr>
    <w:rPr>
      <w:rFonts w:ascii="Times New Roman" w:hAnsi="Times New Roman"/>
      <w:sz w:val="24"/>
    </w:rPr>
  </w:style>
  <w:style w:type="paragraph" w:customStyle="1" w:styleId="calibre4">
    <w:name w:val="calibre4"/>
    <w:basedOn w:val="Normal"/>
    <w:rsid w:val="00115F49"/>
    <w:pPr>
      <w:spacing w:before="100" w:beforeAutospacing="1" w:after="100" w:afterAutospacing="1"/>
      <w:ind w:firstLine="0"/>
      <w:jc w:val="left"/>
    </w:pPr>
    <w:rPr>
      <w:rFonts w:ascii="Times New Roman" w:hAnsi="Times New Roman"/>
      <w:sz w:val="24"/>
    </w:rPr>
  </w:style>
  <w:style w:type="character" w:customStyle="1" w:styleId="t2">
    <w:name w:val="t2"/>
    <w:basedOn w:val="Policepardfaut"/>
    <w:rsid w:val="00115F49"/>
  </w:style>
  <w:style w:type="paragraph" w:styleId="Rvision">
    <w:name w:val="Revision"/>
    <w:hidden/>
    <w:uiPriority w:val="99"/>
    <w:semiHidden/>
    <w:rsid w:val="00156736"/>
    <w:rPr>
      <w:rFonts w:ascii="Amasis30" w:hAnsi="Amasis30"/>
      <w:sz w:val="36"/>
      <w:szCs w:val="24"/>
    </w:rPr>
  </w:style>
  <w:style w:type="paragraph" w:styleId="Textedebulles">
    <w:name w:val="Balloon Text"/>
    <w:basedOn w:val="Normal"/>
    <w:link w:val="TextedebullesCar"/>
    <w:uiPriority w:val="99"/>
    <w:semiHidden/>
    <w:unhideWhenUsed/>
    <w:rsid w:val="00583B8C"/>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583B8C"/>
    <w:rPr>
      <w:rFonts w:ascii="Tahoma" w:hAnsi="Tahoma" w:cs="Tahoma"/>
      <w:sz w:val="16"/>
      <w:szCs w:val="16"/>
    </w:rPr>
  </w:style>
  <w:style w:type="character" w:styleId="Marquedecommentaire">
    <w:name w:val="annotation reference"/>
    <w:basedOn w:val="Policepardfaut"/>
    <w:uiPriority w:val="99"/>
    <w:semiHidden/>
    <w:unhideWhenUsed/>
    <w:rsid w:val="0008026E"/>
    <w:rPr>
      <w:sz w:val="16"/>
      <w:szCs w:val="16"/>
    </w:rPr>
  </w:style>
  <w:style w:type="paragraph" w:styleId="Commentaire">
    <w:name w:val="annotation text"/>
    <w:basedOn w:val="Normal"/>
    <w:link w:val="CommentaireCar"/>
    <w:uiPriority w:val="99"/>
    <w:semiHidden/>
    <w:unhideWhenUsed/>
    <w:rsid w:val="0008026E"/>
    <w:rPr>
      <w:sz w:val="20"/>
      <w:szCs w:val="20"/>
    </w:rPr>
  </w:style>
  <w:style w:type="character" w:customStyle="1" w:styleId="CommentaireCar">
    <w:name w:val="Commentaire Car"/>
    <w:basedOn w:val="Policepardfaut"/>
    <w:link w:val="Commentaire"/>
    <w:uiPriority w:val="99"/>
    <w:semiHidden/>
    <w:rsid w:val="0008026E"/>
    <w:rPr>
      <w:rFonts w:ascii="Amasis30" w:hAnsi="Amasis30"/>
    </w:rPr>
  </w:style>
  <w:style w:type="paragraph" w:styleId="Objetducommentaire">
    <w:name w:val="annotation subject"/>
    <w:basedOn w:val="Commentaire"/>
    <w:next w:val="Commentaire"/>
    <w:link w:val="ObjetducommentaireCar"/>
    <w:uiPriority w:val="99"/>
    <w:semiHidden/>
    <w:unhideWhenUsed/>
    <w:rsid w:val="0008026E"/>
    <w:rPr>
      <w:b/>
      <w:bCs/>
    </w:rPr>
  </w:style>
  <w:style w:type="character" w:customStyle="1" w:styleId="ObjetducommentaireCar">
    <w:name w:val="Objet du commentaire Car"/>
    <w:basedOn w:val="CommentaireCar"/>
    <w:link w:val="Objetducommentaire"/>
    <w:uiPriority w:val="99"/>
    <w:semiHidden/>
    <w:rsid w:val="0008026E"/>
    <w:rPr>
      <w:rFonts w:ascii="Amasis30" w:hAnsi="Amasis30"/>
      <w:b/>
      <w:bCs/>
    </w:rPr>
  </w:style>
  <w:style w:type="character" w:styleId="Mentionnonrsolue">
    <w:name w:val="Unresolved Mention"/>
    <w:basedOn w:val="Policepardfaut"/>
    <w:uiPriority w:val="99"/>
    <w:semiHidden/>
    <w:unhideWhenUsed/>
    <w:rsid w:val="00C30D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ebooksgratuits.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roups.google.com/g/ebooksgratuit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Modeles\Ebooks\livre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B263DF-9AC6-4DA7-8985-E1EF1B8CDC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livres.dot</Template>
  <TotalTime>2744</TotalTime>
  <Pages>213</Pages>
  <Words>51260</Words>
  <Characters>281930</Characters>
  <Application>Microsoft Office Word</Application>
  <DocSecurity>0</DocSecurity>
  <Lines>2349</Lines>
  <Paragraphs>665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Un roi sans divertissement</vt:lpstr>
      <vt:lpstr>Titre du livre</vt:lpstr>
    </vt:vector>
  </TitlesOfParts>
  <Company>Ebooks libres et gratuits</Company>
  <LinksUpToDate>false</LinksUpToDate>
  <CharactersWithSpaces>332525</CharactersWithSpaces>
  <SharedDoc>false</SharedDoc>
  <HLinks>
    <vt:vector size="36" baseType="variant">
      <vt:variant>
        <vt:i4>2293820</vt:i4>
      </vt:variant>
      <vt:variant>
        <vt:i4>30</vt:i4>
      </vt:variant>
      <vt:variant>
        <vt:i4>0</vt:i4>
      </vt:variant>
      <vt:variant>
        <vt:i4>5</vt:i4>
      </vt:variant>
      <vt:variant>
        <vt:lpwstr>http://www.ebooksgratuits.com/</vt:lpwstr>
      </vt:variant>
      <vt:variant>
        <vt:lpwstr/>
      </vt:variant>
      <vt:variant>
        <vt:i4>2228340</vt:i4>
      </vt:variant>
      <vt:variant>
        <vt:i4>27</vt:i4>
      </vt:variant>
      <vt:variant>
        <vt:i4>0</vt:i4>
      </vt:variant>
      <vt:variant>
        <vt:i4>5</vt:i4>
      </vt:variant>
      <vt:variant>
        <vt:lpwstr>https://groups.google.com/g/ebooksgratuits</vt:lpwstr>
      </vt:variant>
      <vt:variant>
        <vt:lpwstr/>
      </vt:variant>
      <vt:variant>
        <vt:i4>1376311</vt:i4>
      </vt:variant>
      <vt:variant>
        <vt:i4>20</vt:i4>
      </vt:variant>
      <vt:variant>
        <vt:i4>0</vt:i4>
      </vt:variant>
      <vt:variant>
        <vt:i4>5</vt:i4>
      </vt:variant>
      <vt:variant>
        <vt:lpwstr/>
      </vt:variant>
      <vt:variant>
        <vt:lpwstr>_Toc421660465</vt:lpwstr>
      </vt:variant>
      <vt:variant>
        <vt:i4>1376311</vt:i4>
      </vt:variant>
      <vt:variant>
        <vt:i4>14</vt:i4>
      </vt:variant>
      <vt:variant>
        <vt:i4>0</vt:i4>
      </vt:variant>
      <vt:variant>
        <vt:i4>5</vt:i4>
      </vt:variant>
      <vt:variant>
        <vt:lpwstr/>
      </vt:variant>
      <vt:variant>
        <vt:lpwstr>_Toc421660464</vt:lpwstr>
      </vt:variant>
      <vt:variant>
        <vt:i4>1376311</vt:i4>
      </vt:variant>
      <vt:variant>
        <vt:i4>8</vt:i4>
      </vt:variant>
      <vt:variant>
        <vt:i4>0</vt:i4>
      </vt:variant>
      <vt:variant>
        <vt:i4>5</vt:i4>
      </vt:variant>
      <vt:variant>
        <vt:lpwstr/>
      </vt:variant>
      <vt:variant>
        <vt:lpwstr>_Toc421660463</vt:lpwstr>
      </vt:variant>
      <vt:variant>
        <vt:i4>1376311</vt:i4>
      </vt:variant>
      <vt:variant>
        <vt:i4>2</vt:i4>
      </vt:variant>
      <vt:variant>
        <vt:i4>0</vt:i4>
      </vt:variant>
      <vt:variant>
        <vt:i4>5</vt:i4>
      </vt:variant>
      <vt:variant>
        <vt:lpwstr/>
      </vt:variant>
      <vt:variant>
        <vt:lpwstr>_Toc421660462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 roi sans divertissement (Le Cycle du Hussard - I)</dc:title>
  <dc:subject>Romans</dc:subject>
  <dc:creator>Jean Giono</dc:creator>
  <cp:keywords/>
  <dc:description>Le titre «Un roi sans divertissement» renvoie à la phrase qui clôt le roman et que Giono emprunte aux Pensées de Pascal : «un roi sans divertissement est un homme plein de misères», indiquant ainsi l'interrogation moraliste de l'auteur qui veut montrer que l'homme pour sortir de son ennui existentiel par le divertissement peut aller jusqu'à la fascination du Mal. C'est dans le monde figé du grand silence blanc de l'hiver montagnard que cet ennui atteint son paroxysme qui peut conduire au meurtre ou au suicide.
L'action du roman se déroule dans une région que Giono connaît bien, le Trièves, entre les massifs alpins du Vercors et du Dévoluy. Cette action s'inscrit dans une période d'un peu moins de cinq années, rythmées par six hivers successifs, de 1843 à 1848 et a pour axe le capitaine de gendarmerie Langlois qui s'installe dans l'auberge d'un village isolé par la neige pour rechercher un tueur mystérieux qu'il finit par abattre. Ayant démissionné de la gendarmerie, il revient ensuite au village comme commandant de louveterie et organise une chasse au loup qui rappelle la poursuite précédente... (d'après Wikipedia)</dc:description>
  <cp:lastModifiedBy>Cool Micro</cp:lastModifiedBy>
  <cp:revision>112</cp:revision>
  <cp:lastPrinted>2025-04-07T17:41:00Z</cp:lastPrinted>
  <dcterms:created xsi:type="dcterms:W3CDTF">2023-12-21T15:51:00Z</dcterms:created>
  <dcterms:modified xsi:type="dcterms:W3CDTF">2025-04-07T17:42:00Z</dcterms:modified>
  <cp:category>Romans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Éditeur">
    <vt:lpwstr>Ebooks libres et gratuits</vt:lpwstr>
  </property>
</Properties>
</file>